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FCD43E" w14:textId="104D4E1C" w:rsidR="00A3629A" w:rsidRPr="001F5B4D" w:rsidRDefault="001F5B4D" w:rsidP="001F5B4D">
      <w:pPr>
        <w:pStyle w:val="ScTitle"/>
      </w:pPr>
      <w:r w:rsidRPr="001F5B4D">
        <w:t>Eastern Pacific Yellowfin Gill or drift net, IATTC</w:t>
      </w:r>
    </w:p>
    <w:p w14:paraId="00BA5221" w14:textId="21B10594" w:rsidR="001F5B4D" w:rsidRPr="001F5B4D" w:rsidRDefault="001F5B4D" w:rsidP="001F5B4D">
      <w:pPr>
        <w:pStyle w:val="ScTitle"/>
      </w:pPr>
      <w:r w:rsidRPr="001F5B4D">
        <w:t>Principle 2: Minimising environmental impact</w:t>
      </w:r>
    </w:p>
    <w:p w14:paraId="1F2FBE75" w14:textId="71F6B1BB" w:rsidR="001F5B4D" w:rsidRPr="001F5B4D" w:rsidRDefault="001F5B4D" w:rsidP="001F5B4D">
      <w:pPr>
        <w:pStyle w:val="ScBold"/>
      </w:pPr>
      <w:r w:rsidRPr="001F5B4D">
        <w:t>Fishing operations should allow for the maintenance of the structure, productivity, function and diversity of the ecosystem (including habitat and associated dependent and ecologically related species) on which the fishery depends.</w:t>
      </w:r>
    </w:p>
    <w:p w14:paraId="200D37DD" w14:textId="40ACFA06" w:rsidR="001F5B4D" w:rsidRPr="001F5B4D" w:rsidRDefault="001F5B4D" w:rsidP="001F5B4D">
      <w:pPr>
        <w:pStyle w:val="ScHeading1"/>
      </w:pPr>
      <w:r w:rsidRPr="001F5B4D">
        <w:t>Catch Profile</w:t>
      </w:r>
    </w:p>
    <w:p w14:paraId="4700935E" w14:textId="4CC355D5" w:rsidR="001F5B4D" w:rsidRPr="001F5B4D" w:rsidRDefault="001F5B4D" w:rsidP="001F5B4D">
      <w:pPr>
        <w:pStyle w:val="ScCaption"/>
      </w:pPr>
      <w:r w:rsidRPr="001F5B4D">
        <w:t>Table 2.0 Catch profile for UoA Eastern Pacific Yellowfin, Gill or drift net (Note: Catch profile is not an exact match to UoA).</w:t>
      </w:r>
    </w:p>
    <w:tbl>
      <w:tblPr>
        <w:tblStyle w:val="ScTableNumber"/>
        <w:tblW w:w="9320" w:type="dxa"/>
        <w:tblLayout w:type="fixed"/>
        <w:tblLook w:val="04A0" w:firstRow="1" w:lastRow="0" w:firstColumn="1" w:lastColumn="0" w:noHBand="0" w:noVBand="1"/>
      </w:tblPr>
      <w:tblGrid>
        <w:gridCol w:w="2400"/>
        <w:gridCol w:w="1000"/>
        <w:gridCol w:w="1360"/>
        <w:gridCol w:w="1000"/>
        <w:gridCol w:w="1360"/>
        <w:gridCol w:w="1200"/>
        <w:gridCol w:w="1000"/>
      </w:tblGrid>
      <w:tr w:rsidR="001F5B4D" w:rsidRPr="001F5B4D" w14:paraId="6CDDBA75" w14:textId="77777777" w:rsidTr="001F5B4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0" w:type="dxa"/>
          </w:tcPr>
          <w:p w14:paraId="5FDD7AC3" w14:textId="1146F911" w:rsidR="001F5B4D" w:rsidRPr="001F5B4D" w:rsidRDefault="001F5B4D" w:rsidP="001F5B4D">
            <w:pPr>
              <w:pStyle w:val="ScNormal"/>
            </w:pPr>
            <w:r w:rsidRPr="001F5B4D">
              <w:t>Species</w:t>
            </w:r>
          </w:p>
        </w:tc>
        <w:tc>
          <w:tcPr>
            <w:tcW w:w="1000" w:type="dxa"/>
          </w:tcPr>
          <w:p w14:paraId="4EBB6354" w14:textId="6ACDBDA4" w:rsidR="001F5B4D" w:rsidRPr="001F5B4D" w:rsidRDefault="001F5B4D" w:rsidP="001F5B4D">
            <w:pPr>
              <w:pStyle w:val="ScNormal"/>
              <w:cnfStyle w:val="100000000000" w:firstRow="1" w:lastRow="0" w:firstColumn="0" w:lastColumn="0" w:oddVBand="0" w:evenVBand="0" w:oddHBand="0" w:evenHBand="0" w:firstRowFirstColumn="0" w:firstRowLastColumn="0" w:lastRowFirstColumn="0" w:lastRowLastColumn="0"/>
            </w:pPr>
            <w:r w:rsidRPr="001F5B4D">
              <w:t>UoA Species Catch</w:t>
            </w:r>
          </w:p>
        </w:tc>
        <w:tc>
          <w:tcPr>
            <w:tcW w:w="1360" w:type="dxa"/>
          </w:tcPr>
          <w:p w14:paraId="05DE7B37" w14:textId="71F12CD1" w:rsidR="001F5B4D" w:rsidRPr="001F5B4D" w:rsidRDefault="001F5B4D" w:rsidP="001F5B4D">
            <w:pPr>
              <w:pStyle w:val="ScNormal"/>
              <w:cnfStyle w:val="100000000000" w:firstRow="1" w:lastRow="0" w:firstColumn="0" w:lastColumn="0" w:oddVBand="0" w:evenVBand="0" w:oddHBand="0" w:evenHBand="0" w:firstRowFirstColumn="0" w:firstRowLastColumn="0" w:lastRowFirstColumn="0" w:lastRowLastColumn="0"/>
            </w:pPr>
            <w:r w:rsidRPr="001F5B4D">
              <w:t>Proportion of Total UoA Catch</w:t>
            </w:r>
          </w:p>
        </w:tc>
        <w:tc>
          <w:tcPr>
            <w:tcW w:w="1000" w:type="dxa"/>
          </w:tcPr>
          <w:p w14:paraId="43299D76" w14:textId="4C515206" w:rsidR="001F5B4D" w:rsidRPr="001F5B4D" w:rsidRDefault="001F5B4D" w:rsidP="001F5B4D">
            <w:pPr>
              <w:pStyle w:val="ScNormal"/>
              <w:cnfStyle w:val="100000000000" w:firstRow="1" w:lastRow="0" w:firstColumn="0" w:lastColumn="0" w:oddVBand="0" w:evenVBand="0" w:oddHBand="0" w:evenHBand="0" w:firstRowFirstColumn="0" w:firstRowLastColumn="0" w:lastRowFirstColumn="0" w:lastRowLastColumn="0"/>
            </w:pPr>
            <w:r w:rsidRPr="001F5B4D">
              <w:t>Total Species Catch</w:t>
            </w:r>
          </w:p>
        </w:tc>
        <w:tc>
          <w:tcPr>
            <w:tcW w:w="1360" w:type="dxa"/>
          </w:tcPr>
          <w:p w14:paraId="2E8A7F5A" w14:textId="66C49302" w:rsidR="001F5B4D" w:rsidRPr="001F5B4D" w:rsidRDefault="001F5B4D" w:rsidP="001F5B4D">
            <w:pPr>
              <w:pStyle w:val="ScNormal"/>
              <w:cnfStyle w:val="100000000000" w:firstRow="1" w:lastRow="0" w:firstColumn="0" w:lastColumn="0" w:oddVBand="0" w:evenVBand="0" w:oddHBand="0" w:evenHBand="0" w:firstRowFirstColumn="0" w:firstRowLastColumn="0" w:lastRowFirstColumn="0" w:lastRowLastColumn="0"/>
            </w:pPr>
            <w:r w:rsidRPr="001F5B4D">
              <w:t>Proportion of Total Species Catch</w:t>
            </w:r>
          </w:p>
        </w:tc>
        <w:tc>
          <w:tcPr>
            <w:tcW w:w="1200" w:type="dxa"/>
          </w:tcPr>
          <w:p w14:paraId="12445E1D" w14:textId="1E48A3F9" w:rsidR="001F5B4D" w:rsidRPr="001F5B4D" w:rsidRDefault="001F5B4D" w:rsidP="001F5B4D">
            <w:pPr>
              <w:pStyle w:val="ScNormal"/>
              <w:cnfStyle w:val="100000000000" w:firstRow="1" w:lastRow="0" w:firstColumn="0" w:lastColumn="0" w:oddVBand="0" w:evenVBand="0" w:oddHBand="0" w:evenHBand="0" w:firstRowFirstColumn="0" w:firstRowLastColumn="0" w:lastRowFirstColumn="0" w:lastRowLastColumn="0"/>
            </w:pPr>
            <w:r w:rsidRPr="001F5B4D">
              <w:t>Resili-ence Score</w:t>
            </w:r>
          </w:p>
        </w:tc>
        <w:tc>
          <w:tcPr>
            <w:tcW w:w="1000" w:type="dxa"/>
          </w:tcPr>
          <w:p w14:paraId="63DB3DC6" w14:textId="63C73EAD" w:rsidR="001F5B4D" w:rsidRPr="001F5B4D" w:rsidRDefault="001F5B4D" w:rsidP="001F5B4D">
            <w:pPr>
              <w:pStyle w:val="ScNormal"/>
              <w:cnfStyle w:val="100000000000" w:firstRow="1" w:lastRow="0" w:firstColumn="0" w:lastColumn="0" w:oddVBand="0" w:evenVBand="0" w:oddHBand="0" w:evenHBand="0" w:firstRowFirstColumn="0" w:firstRowLastColumn="0" w:lastRowFirstColumn="0" w:lastRowLastColumn="0"/>
            </w:pPr>
            <w:r w:rsidRPr="001F5B4D">
              <w:t>Minor/ Main</w:t>
            </w:r>
          </w:p>
        </w:tc>
      </w:tr>
      <w:tr w:rsidR="001F5B4D" w:rsidRPr="001F5B4D" w14:paraId="58DEFDAD"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475378E6" w14:textId="7DB6AC76" w:rsidR="001F5B4D" w:rsidRPr="001F5B4D" w:rsidRDefault="001F5B4D" w:rsidP="001F5B4D">
            <w:pPr>
              <w:pStyle w:val="ScItalic"/>
            </w:pPr>
            <w:r w:rsidRPr="001F5B4D">
              <w:t>Katsuwonus pelamis</w:t>
            </w:r>
          </w:p>
        </w:tc>
        <w:tc>
          <w:tcPr>
            <w:tcW w:w="1000" w:type="dxa"/>
          </w:tcPr>
          <w:p w14:paraId="6851F647" w14:textId="64032A2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899756</w:t>
            </w:r>
          </w:p>
        </w:tc>
        <w:tc>
          <w:tcPr>
            <w:tcW w:w="1360" w:type="dxa"/>
          </w:tcPr>
          <w:p w14:paraId="2B62031F" w14:textId="6875A4D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0.593</w:t>
            </w:r>
          </w:p>
        </w:tc>
        <w:tc>
          <w:tcPr>
            <w:tcW w:w="1000" w:type="dxa"/>
          </w:tcPr>
          <w:p w14:paraId="6A1E835E" w14:textId="0441913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1043390</w:t>
            </w:r>
          </w:p>
        </w:tc>
        <w:tc>
          <w:tcPr>
            <w:tcW w:w="1360" w:type="dxa"/>
          </w:tcPr>
          <w:p w14:paraId="2FA29573" w14:textId="626BCA6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0.862</w:t>
            </w:r>
          </w:p>
        </w:tc>
        <w:tc>
          <w:tcPr>
            <w:tcW w:w="1200" w:type="dxa"/>
          </w:tcPr>
          <w:p w14:paraId="0B4C30A0" w14:textId="5C40EE2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1.57</w:t>
            </w:r>
          </w:p>
        </w:tc>
        <w:tc>
          <w:tcPr>
            <w:tcW w:w="1000" w:type="dxa"/>
          </w:tcPr>
          <w:p w14:paraId="04F2276C" w14:textId="41FDC12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Main</w:t>
            </w:r>
          </w:p>
        </w:tc>
      </w:tr>
      <w:tr w:rsidR="001F5B4D" w:rsidRPr="001F5B4D" w14:paraId="47761A60"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0FC3C3A" w14:textId="18DEAEB7" w:rsidR="001F5B4D" w:rsidRPr="001F5B4D" w:rsidRDefault="001F5B4D" w:rsidP="001F5B4D">
            <w:pPr>
              <w:pStyle w:val="ScItalic"/>
            </w:pPr>
            <w:r w:rsidRPr="001F5B4D">
              <w:t>Thunnus albacares</w:t>
            </w:r>
          </w:p>
        </w:tc>
        <w:tc>
          <w:tcPr>
            <w:tcW w:w="1000" w:type="dxa"/>
          </w:tcPr>
          <w:p w14:paraId="379F49CC" w14:textId="31E1742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397873</w:t>
            </w:r>
          </w:p>
        </w:tc>
        <w:tc>
          <w:tcPr>
            <w:tcW w:w="1360" w:type="dxa"/>
          </w:tcPr>
          <w:p w14:paraId="74DEF0F2" w14:textId="3131D58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0.262</w:t>
            </w:r>
          </w:p>
        </w:tc>
        <w:tc>
          <w:tcPr>
            <w:tcW w:w="1000" w:type="dxa"/>
          </w:tcPr>
          <w:p w14:paraId="27CE6BF3" w14:textId="5FDA9D2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511883</w:t>
            </w:r>
          </w:p>
        </w:tc>
        <w:tc>
          <w:tcPr>
            <w:tcW w:w="1360" w:type="dxa"/>
          </w:tcPr>
          <w:p w14:paraId="351022D1" w14:textId="60CC931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0.777</w:t>
            </w:r>
          </w:p>
        </w:tc>
        <w:tc>
          <w:tcPr>
            <w:tcW w:w="1200" w:type="dxa"/>
          </w:tcPr>
          <w:p w14:paraId="47148816" w14:textId="2334186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1.57</w:t>
            </w:r>
          </w:p>
        </w:tc>
        <w:tc>
          <w:tcPr>
            <w:tcW w:w="1000" w:type="dxa"/>
          </w:tcPr>
          <w:p w14:paraId="79B59DDD" w14:textId="2099C81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Main</w:t>
            </w:r>
          </w:p>
        </w:tc>
      </w:tr>
      <w:tr w:rsidR="001F5B4D" w:rsidRPr="001F5B4D" w14:paraId="38D45A54"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85C9A86" w14:textId="459A1CBC" w:rsidR="001F5B4D" w:rsidRPr="001F5B4D" w:rsidRDefault="001F5B4D" w:rsidP="001F5B4D">
            <w:pPr>
              <w:pStyle w:val="ScItalic"/>
            </w:pPr>
            <w:r w:rsidRPr="001F5B4D">
              <w:t>Thunnus obesus</w:t>
            </w:r>
          </w:p>
        </w:tc>
        <w:tc>
          <w:tcPr>
            <w:tcW w:w="1000" w:type="dxa"/>
          </w:tcPr>
          <w:p w14:paraId="63A0B762" w14:textId="444D386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141479</w:t>
            </w:r>
          </w:p>
        </w:tc>
        <w:tc>
          <w:tcPr>
            <w:tcW w:w="1360" w:type="dxa"/>
          </w:tcPr>
          <w:p w14:paraId="27A806FD" w14:textId="617AAF8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0.093</w:t>
            </w:r>
          </w:p>
        </w:tc>
        <w:tc>
          <w:tcPr>
            <w:tcW w:w="1000" w:type="dxa"/>
          </w:tcPr>
          <w:p w14:paraId="7420F053" w14:textId="3AAC802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315714</w:t>
            </w:r>
          </w:p>
        </w:tc>
        <w:tc>
          <w:tcPr>
            <w:tcW w:w="1360" w:type="dxa"/>
          </w:tcPr>
          <w:p w14:paraId="2EB086E1" w14:textId="06BDDF5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0.448</w:t>
            </w:r>
          </w:p>
        </w:tc>
        <w:tc>
          <w:tcPr>
            <w:tcW w:w="1200" w:type="dxa"/>
          </w:tcPr>
          <w:p w14:paraId="453340C7" w14:textId="3D2CFD4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1.71</w:t>
            </w:r>
          </w:p>
        </w:tc>
        <w:tc>
          <w:tcPr>
            <w:tcW w:w="1000" w:type="dxa"/>
          </w:tcPr>
          <w:p w14:paraId="5A48E05E" w14:textId="01FD078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Main</w:t>
            </w:r>
          </w:p>
        </w:tc>
      </w:tr>
      <w:tr w:rsidR="001F5B4D" w:rsidRPr="001F5B4D" w14:paraId="6048C716"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7761F24" w14:textId="630A7361" w:rsidR="001F5B4D" w:rsidRPr="001F5B4D" w:rsidRDefault="001F5B4D" w:rsidP="001F5B4D">
            <w:pPr>
              <w:pStyle w:val="ScItalic"/>
            </w:pPr>
            <w:r w:rsidRPr="001F5B4D">
              <w:t>Auxis thazard</w:t>
            </w:r>
          </w:p>
        </w:tc>
        <w:tc>
          <w:tcPr>
            <w:tcW w:w="1000" w:type="dxa"/>
          </w:tcPr>
          <w:p w14:paraId="699590E7" w14:textId="22F928A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43323</w:t>
            </w:r>
          </w:p>
        </w:tc>
        <w:tc>
          <w:tcPr>
            <w:tcW w:w="1360" w:type="dxa"/>
          </w:tcPr>
          <w:p w14:paraId="29E4CC2E" w14:textId="4B99756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0.029</w:t>
            </w:r>
          </w:p>
        </w:tc>
        <w:tc>
          <w:tcPr>
            <w:tcW w:w="1000" w:type="dxa"/>
          </w:tcPr>
          <w:p w14:paraId="4979C785" w14:textId="59397EA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46451</w:t>
            </w:r>
          </w:p>
        </w:tc>
        <w:tc>
          <w:tcPr>
            <w:tcW w:w="1360" w:type="dxa"/>
          </w:tcPr>
          <w:p w14:paraId="5FE805BE" w14:textId="0DBCBA2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0.933</w:t>
            </w:r>
          </w:p>
        </w:tc>
        <w:tc>
          <w:tcPr>
            <w:tcW w:w="1200" w:type="dxa"/>
          </w:tcPr>
          <w:p w14:paraId="63312E5A" w14:textId="1C3DB90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1.29</w:t>
            </w:r>
          </w:p>
        </w:tc>
        <w:tc>
          <w:tcPr>
            <w:tcW w:w="1000" w:type="dxa"/>
          </w:tcPr>
          <w:p w14:paraId="70CC14D9" w14:textId="06EFA24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76A8862D"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ACE13C3" w14:textId="3A306E0D" w:rsidR="001F5B4D" w:rsidRPr="001F5B4D" w:rsidRDefault="001F5B4D" w:rsidP="001F5B4D">
            <w:pPr>
              <w:pStyle w:val="ScItalic"/>
            </w:pPr>
            <w:r w:rsidRPr="001F5B4D">
              <w:t>Euthynnus alletteratus</w:t>
            </w:r>
          </w:p>
        </w:tc>
        <w:tc>
          <w:tcPr>
            <w:tcW w:w="1000" w:type="dxa"/>
          </w:tcPr>
          <w:p w14:paraId="4ED92343" w14:textId="6EFAAC6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14284</w:t>
            </w:r>
          </w:p>
        </w:tc>
        <w:tc>
          <w:tcPr>
            <w:tcW w:w="1360" w:type="dxa"/>
          </w:tcPr>
          <w:p w14:paraId="7B2AB241" w14:textId="21B4064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0.009</w:t>
            </w:r>
          </w:p>
        </w:tc>
        <w:tc>
          <w:tcPr>
            <w:tcW w:w="1000" w:type="dxa"/>
          </w:tcPr>
          <w:p w14:paraId="30055D8D" w14:textId="1261307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28327</w:t>
            </w:r>
          </w:p>
        </w:tc>
        <w:tc>
          <w:tcPr>
            <w:tcW w:w="1360" w:type="dxa"/>
          </w:tcPr>
          <w:p w14:paraId="58E2C077" w14:textId="358C8C2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0.504</w:t>
            </w:r>
          </w:p>
        </w:tc>
        <w:tc>
          <w:tcPr>
            <w:tcW w:w="1200" w:type="dxa"/>
          </w:tcPr>
          <w:p w14:paraId="0DFE71B2" w14:textId="6BE8E4D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755C72AE" w14:textId="609F186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F09EF0C"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6FF29B1" w14:textId="7B24627E" w:rsidR="001F5B4D" w:rsidRPr="001F5B4D" w:rsidRDefault="001F5B4D" w:rsidP="001F5B4D">
            <w:pPr>
              <w:pStyle w:val="ScItalic"/>
            </w:pPr>
            <w:r w:rsidRPr="001F5B4D">
              <w:t>Prionace glauca</w:t>
            </w:r>
          </w:p>
        </w:tc>
        <w:tc>
          <w:tcPr>
            <w:tcW w:w="1000" w:type="dxa"/>
          </w:tcPr>
          <w:p w14:paraId="15EF6271" w14:textId="3DE3726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2309</w:t>
            </w:r>
          </w:p>
        </w:tc>
        <w:tc>
          <w:tcPr>
            <w:tcW w:w="1360" w:type="dxa"/>
          </w:tcPr>
          <w:p w14:paraId="1BA03530" w14:textId="59A8081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0.002</w:t>
            </w:r>
          </w:p>
        </w:tc>
        <w:tc>
          <w:tcPr>
            <w:tcW w:w="1000" w:type="dxa"/>
          </w:tcPr>
          <w:p w14:paraId="6C252563" w14:textId="1E4C640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224625</w:t>
            </w:r>
          </w:p>
        </w:tc>
        <w:tc>
          <w:tcPr>
            <w:tcW w:w="1360" w:type="dxa"/>
          </w:tcPr>
          <w:p w14:paraId="68183495" w14:textId="73A6476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0.010</w:t>
            </w:r>
          </w:p>
        </w:tc>
        <w:tc>
          <w:tcPr>
            <w:tcW w:w="1200" w:type="dxa"/>
          </w:tcPr>
          <w:p w14:paraId="03A62E72" w14:textId="4D0EBCC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195077A0" w14:textId="496CB6C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07857A6"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252C219" w14:textId="13C75658" w:rsidR="001F5B4D" w:rsidRPr="001F5B4D" w:rsidRDefault="001F5B4D" w:rsidP="001F5B4D">
            <w:pPr>
              <w:pStyle w:val="ScItalic"/>
            </w:pPr>
            <w:r w:rsidRPr="001F5B4D">
              <w:t>Thunnini</w:t>
            </w:r>
          </w:p>
        </w:tc>
        <w:tc>
          <w:tcPr>
            <w:tcW w:w="1000" w:type="dxa"/>
          </w:tcPr>
          <w:p w14:paraId="6BED2EB8" w14:textId="61483C0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2147</w:t>
            </w:r>
          </w:p>
        </w:tc>
        <w:tc>
          <w:tcPr>
            <w:tcW w:w="1360" w:type="dxa"/>
          </w:tcPr>
          <w:p w14:paraId="05262995" w14:textId="2B34562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0.001</w:t>
            </w:r>
          </w:p>
        </w:tc>
        <w:tc>
          <w:tcPr>
            <w:tcW w:w="1000" w:type="dxa"/>
          </w:tcPr>
          <w:p w14:paraId="2415D96D" w14:textId="11DAD09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6962</w:t>
            </w:r>
          </w:p>
        </w:tc>
        <w:tc>
          <w:tcPr>
            <w:tcW w:w="1360" w:type="dxa"/>
          </w:tcPr>
          <w:p w14:paraId="7542E916" w14:textId="12802AD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0.617</w:t>
            </w:r>
          </w:p>
        </w:tc>
        <w:tc>
          <w:tcPr>
            <w:tcW w:w="1200" w:type="dxa"/>
          </w:tcPr>
          <w:p w14:paraId="22F4DD91" w14:textId="59F722C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2.29</w:t>
            </w:r>
          </w:p>
        </w:tc>
        <w:tc>
          <w:tcPr>
            <w:tcW w:w="1000" w:type="dxa"/>
          </w:tcPr>
          <w:p w14:paraId="26E4BECC" w14:textId="78FD6B5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F5DCD7B"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D17A55C" w14:textId="1CA09E02" w:rsidR="001F5B4D" w:rsidRPr="001F5B4D" w:rsidRDefault="001F5B4D" w:rsidP="001F5B4D">
            <w:pPr>
              <w:pStyle w:val="ScItalic"/>
            </w:pPr>
            <w:r w:rsidRPr="001F5B4D">
              <w:t>Sarda sarda</w:t>
            </w:r>
          </w:p>
        </w:tc>
        <w:tc>
          <w:tcPr>
            <w:tcW w:w="1000" w:type="dxa"/>
          </w:tcPr>
          <w:p w14:paraId="0F2FBEF9" w14:textId="58DA80A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2071</w:t>
            </w:r>
          </w:p>
        </w:tc>
        <w:tc>
          <w:tcPr>
            <w:tcW w:w="1360" w:type="dxa"/>
          </w:tcPr>
          <w:p w14:paraId="35BE165F" w14:textId="51865CE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0.001</w:t>
            </w:r>
          </w:p>
        </w:tc>
        <w:tc>
          <w:tcPr>
            <w:tcW w:w="1000" w:type="dxa"/>
          </w:tcPr>
          <w:p w14:paraId="586D1207" w14:textId="2AA7331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13707</w:t>
            </w:r>
          </w:p>
        </w:tc>
        <w:tc>
          <w:tcPr>
            <w:tcW w:w="1360" w:type="dxa"/>
          </w:tcPr>
          <w:p w14:paraId="6B597660" w14:textId="6B60723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0.151</w:t>
            </w:r>
          </w:p>
        </w:tc>
        <w:tc>
          <w:tcPr>
            <w:tcW w:w="1200" w:type="dxa"/>
          </w:tcPr>
          <w:p w14:paraId="621F26ED" w14:textId="6E09A46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1.29</w:t>
            </w:r>
          </w:p>
        </w:tc>
        <w:tc>
          <w:tcPr>
            <w:tcW w:w="1000" w:type="dxa"/>
          </w:tcPr>
          <w:p w14:paraId="60253B38" w14:textId="02F5051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E95A0D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26FF664" w14:textId="0D4753C9" w:rsidR="001F5B4D" w:rsidRPr="001F5B4D" w:rsidRDefault="001F5B4D" w:rsidP="001F5B4D">
            <w:pPr>
              <w:pStyle w:val="ScItalic"/>
            </w:pPr>
            <w:r w:rsidRPr="001F5B4D">
              <w:t>Istiophorus platypterus</w:t>
            </w:r>
          </w:p>
        </w:tc>
        <w:tc>
          <w:tcPr>
            <w:tcW w:w="1000" w:type="dxa"/>
          </w:tcPr>
          <w:p w14:paraId="2C4C3C1C" w14:textId="0466020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1811</w:t>
            </w:r>
          </w:p>
        </w:tc>
        <w:tc>
          <w:tcPr>
            <w:tcW w:w="1360" w:type="dxa"/>
          </w:tcPr>
          <w:p w14:paraId="03AAD997" w14:textId="5869001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0.001</w:t>
            </w:r>
          </w:p>
        </w:tc>
        <w:tc>
          <w:tcPr>
            <w:tcW w:w="1000" w:type="dxa"/>
          </w:tcPr>
          <w:p w14:paraId="4C6A1A0C" w14:textId="4F345C2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9453</w:t>
            </w:r>
          </w:p>
        </w:tc>
        <w:tc>
          <w:tcPr>
            <w:tcW w:w="1360" w:type="dxa"/>
          </w:tcPr>
          <w:p w14:paraId="1D760DF0" w14:textId="26BF0A3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0.192</w:t>
            </w:r>
          </w:p>
        </w:tc>
        <w:tc>
          <w:tcPr>
            <w:tcW w:w="1200" w:type="dxa"/>
          </w:tcPr>
          <w:p w14:paraId="55015FEA" w14:textId="09F7007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1.71</w:t>
            </w:r>
          </w:p>
        </w:tc>
        <w:tc>
          <w:tcPr>
            <w:tcW w:w="1000" w:type="dxa"/>
          </w:tcPr>
          <w:p w14:paraId="30C988E6" w14:textId="63D8FEE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8022270"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220F19F1" w14:textId="44F00452" w:rsidR="001F5B4D" w:rsidRPr="001F5B4D" w:rsidRDefault="001F5B4D" w:rsidP="001F5B4D">
            <w:pPr>
              <w:pStyle w:val="ScItalic"/>
            </w:pPr>
            <w:r w:rsidRPr="001F5B4D">
              <w:t>Scombroidei</w:t>
            </w:r>
          </w:p>
        </w:tc>
        <w:tc>
          <w:tcPr>
            <w:tcW w:w="1000" w:type="dxa"/>
          </w:tcPr>
          <w:p w14:paraId="3862FEFA" w14:textId="46E28B4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1615</w:t>
            </w:r>
          </w:p>
        </w:tc>
        <w:tc>
          <w:tcPr>
            <w:tcW w:w="1360" w:type="dxa"/>
          </w:tcPr>
          <w:p w14:paraId="48DCA126" w14:textId="7C05827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0.001</w:t>
            </w:r>
          </w:p>
        </w:tc>
        <w:tc>
          <w:tcPr>
            <w:tcW w:w="1000" w:type="dxa"/>
          </w:tcPr>
          <w:p w14:paraId="531F10F6" w14:textId="7A6C375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4409</w:t>
            </w:r>
          </w:p>
        </w:tc>
        <w:tc>
          <w:tcPr>
            <w:tcW w:w="1360" w:type="dxa"/>
          </w:tcPr>
          <w:p w14:paraId="69DA8541" w14:textId="2493484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0.733</w:t>
            </w:r>
          </w:p>
        </w:tc>
        <w:tc>
          <w:tcPr>
            <w:tcW w:w="1200" w:type="dxa"/>
          </w:tcPr>
          <w:p w14:paraId="7F371149" w14:textId="4149105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2.29</w:t>
            </w:r>
          </w:p>
        </w:tc>
        <w:tc>
          <w:tcPr>
            <w:tcW w:w="1000" w:type="dxa"/>
          </w:tcPr>
          <w:p w14:paraId="7E9F1554" w14:textId="2B04515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98DED78"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106C9C4" w14:textId="04DC0F8E" w:rsidR="001F5B4D" w:rsidRPr="001F5B4D" w:rsidRDefault="001F5B4D" w:rsidP="001F5B4D">
            <w:pPr>
              <w:pStyle w:val="ScItalic"/>
            </w:pPr>
            <w:r w:rsidRPr="001F5B4D">
              <w:t>Acanthocybium solandri</w:t>
            </w:r>
          </w:p>
        </w:tc>
        <w:tc>
          <w:tcPr>
            <w:tcW w:w="1000" w:type="dxa"/>
          </w:tcPr>
          <w:p w14:paraId="4C771907" w14:textId="094D70D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1047</w:t>
            </w:r>
          </w:p>
        </w:tc>
        <w:tc>
          <w:tcPr>
            <w:tcW w:w="1360" w:type="dxa"/>
          </w:tcPr>
          <w:p w14:paraId="1008090F" w14:textId="7AEE88B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0.001</w:t>
            </w:r>
          </w:p>
        </w:tc>
        <w:tc>
          <w:tcPr>
            <w:tcW w:w="1000" w:type="dxa"/>
          </w:tcPr>
          <w:p w14:paraId="1F5048A3" w14:textId="2BFF156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7527</w:t>
            </w:r>
          </w:p>
        </w:tc>
        <w:tc>
          <w:tcPr>
            <w:tcW w:w="1360" w:type="dxa"/>
          </w:tcPr>
          <w:p w14:paraId="65FF53EE" w14:textId="73E4799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0.139</w:t>
            </w:r>
          </w:p>
        </w:tc>
        <w:tc>
          <w:tcPr>
            <w:tcW w:w="1200" w:type="dxa"/>
          </w:tcPr>
          <w:p w14:paraId="0F43AC94" w14:textId="1F187A2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1.71</w:t>
            </w:r>
          </w:p>
        </w:tc>
        <w:tc>
          <w:tcPr>
            <w:tcW w:w="1000" w:type="dxa"/>
          </w:tcPr>
          <w:p w14:paraId="32405872" w14:textId="0913194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A7C9D1D"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B6F3878" w14:textId="49A445CA" w:rsidR="001F5B4D" w:rsidRPr="001F5B4D" w:rsidRDefault="001F5B4D" w:rsidP="001F5B4D">
            <w:pPr>
              <w:pStyle w:val="ScItalic"/>
            </w:pPr>
            <w:r w:rsidRPr="001F5B4D">
              <w:t>Thunnus alalunga</w:t>
            </w:r>
          </w:p>
        </w:tc>
        <w:tc>
          <w:tcPr>
            <w:tcW w:w="1000" w:type="dxa"/>
          </w:tcPr>
          <w:p w14:paraId="54D62809" w14:textId="3E16319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686</w:t>
            </w:r>
          </w:p>
        </w:tc>
        <w:tc>
          <w:tcPr>
            <w:tcW w:w="1360" w:type="dxa"/>
          </w:tcPr>
          <w:p w14:paraId="36CAD64F" w14:textId="74788A0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E8C63E7" w14:textId="4F54F0A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34983</w:t>
            </w:r>
          </w:p>
        </w:tc>
        <w:tc>
          <w:tcPr>
            <w:tcW w:w="1360" w:type="dxa"/>
          </w:tcPr>
          <w:p w14:paraId="0AE1482C" w14:textId="08A1587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0.020</w:t>
            </w:r>
          </w:p>
        </w:tc>
        <w:tc>
          <w:tcPr>
            <w:tcW w:w="1200" w:type="dxa"/>
          </w:tcPr>
          <w:p w14:paraId="7F9A7CBF" w14:textId="30CAA0B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1.71</w:t>
            </w:r>
          </w:p>
        </w:tc>
        <w:tc>
          <w:tcPr>
            <w:tcW w:w="1000" w:type="dxa"/>
          </w:tcPr>
          <w:p w14:paraId="64B0B780" w14:textId="688593F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423341BF"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51C3C0F" w14:textId="436E25BC" w:rsidR="001F5B4D" w:rsidRPr="001F5B4D" w:rsidRDefault="001F5B4D" w:rsidP="001F5B4D">
            <w:pPr>
              <w:pStyle w:val="ScItalic"/>
            </w:pPr>
            <w:r w:rsidRPr="001F5B4D">
              <w:t>Thunnus atlanticus</w:t>
            </w:r>
          </w:p>
        </w:tc>
        <w:tc>
          <w:tcPr>
            <w:tcW w:w="1000" w:type="dxa"/>
          </w:tcPr>
          <w:p w14:paraId="2738ACB8" w14:textId="73AA85F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654</w:t>
            </w:r>
          </w:p>
        </w:tc>
        <w:tc>
          <w:tcPr>
            <w:tcW w:w="1360" w:type="dxa"/>
          </w:tcPr>
          <w:p w14:paraId="4446DB32" w14:textId="6FE271C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6D53EA86" w14:textId="5D33D4B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2398</w:t>
            </w:r>
          </w:p>
        </w:tc>
        <w:tc>
          <w:tcPr>
            <w:tcW w:w="1360" w:type="dxa"/>
          </w:tcPr>
          <w:p w14:paraId="4758FCF5" w14:textId="2873EF8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0.273</w:t>
            </w:r>
          </w:p>
        </w:tc>
        <w:tc>
          <w:tcPr>
            <w:tcW w:w="1200" w:type="dxa"/>
          </w:tcPr>
          <w:p w14:paraId="3BED1A98" w14:textId="02B81A3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1.71</w:t>
            </w:r>
          </w:p>
        </w:tc>
        <w:tc>
          <w:tcPr>
            <w:tcW w:w="1000" w:type="dxa"/>
          </w:tcPr>
          <w:p w14:paraId="12222006" w14:textId="6BD21DC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7F07249"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BD5AB81" w14:textId="1E5D357C" w:rsidR="001F5B4D" w:rsidRPr="001F5B4D" w:rsidRDefault="001F5B4D" w:rsidP="001F5B4D">
            <w:pPr>
              <w:pStyle w:val="ScItalic"/>
            </w:pPr>
            <w:r w:rsidRPr="001F5B4D">
              <w:t>Istiophoridae</w:t>
            </w:r>
          </w:p>
        </w:tc>
        <w:tc>
          <w:tcPr>
            <w:tcW w:w="1000" w:type="dxa"/>
          </w:tcPr>
          <w:p w14:paraId="2F215725" w14:textId="78D99D2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613</w:t>
            </w:r>
          </w:p>
        </w:tc>
        <w:tc>
          <w:tcPr>
            <w:tcW w:w="1360" w:type="dxa"/>
          </w:tcPr>
          <w:p w14:paraId="2D18F3C5" w14:textId="4F6EC97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314C916D" w14:textId="6833D47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1782</w:t>
            </w:r>
          </w:p>
        </w:tc>
        <w:tc>
          <w:tcPr>
            <w:tcW w:w="1360" w:type="dxa"/>
          </w:tcPr>
          <w:p w14:paraId="6173D9AA" w14:textId="2769B05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0.633</w:t>
            </w:r>
          </w:p>
        </w:tc>
        <w:tc>
          <w:tcPr>
            <w:tcW w:w="1200" w:type="dxa"/>
          </w:tcPr>
          <w:p w14:paraId="34722B25" w14:textId="1C9EE9C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1AEE02DC" w14:textId="177B278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59F73B46"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38AFBA6C" w14:textId="7CA9D4CD" w:rsidR="001F5B4D" w:rsidRPr="001F5B4D" w:rsidRDefault="001F5B4D" w:rsidP="001F5B4D">
            <w:pPr>
              <w:pStyle w:val="ScItalic"/>
            </w:pPr>
            <w:r w:rsidRPr="001F5B4D">
              <w:t>Orcynopsis unicolor</w:t>
            </w:r>
          </w:p>
        </w:tc>
        <w:tc>
          <w:tcPr>
            <w:tcW w:w="1000" w:type="dxa"/>
          </w:tcPr>
          <w:p w14:paraId="488F8AAA" w14:textId="1A55BDA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425</w:t>
            </w:r>
          </w:p>
        </w:tc>
        <w:tc>
          <w:tcPr>
            <w:tcW w:w="1360" w:type="dxa"/>
          </w:tcPr>
          <w:p w14:paraId="45C775E6" w14:textId="665968D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002BFBD" w14:textId="0F17CA4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531</w:t>
            </w:r>
          </w:p>
        </w:tc>
        <w:tc>
          <w:tcPr>
            <w:tcW w:w="1360" w:type="dxa"/>
          </w:tcPr>
          <w:p w14:paraId="54827E91" w14:textId="1EB8259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0.800</w:t>
            </w:r>
          </w:p>
        </w:tc>
        <w:tc>
          <w:tcPr>
            <w:tcW w:w="1200" w:type="dxa"/>
          </w:tcPr>
          <w:p w14:paraId="2D3E5067" w14:textId="1987E2B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4A9F3D15" w14:textId="0D1212F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498831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ADB8605" w14:textId="69E8E616" w:rsidR="001F5B4D" w:rsidRPr="001F5B4D" w:rsidRDefault="001F5B4D" w:rsidP="001F5B4D">
            <w:pPr>
              <w:pStyle w:val="ScItalic"/>
            </w:pPr>
            <w:r w:rsidRPr="001F5B4D">
              <w:t>Xiphias gladius</w:t>
            </w:r>
          </w:p>
        </w:tc>
        <w:tc>
          <w:tcPr>
            <w:tcW w:w="1000" w:type="dxa"/>
          </w:tcPr>
          <w:p w14:paraId="72B13A17" w14:textId="26CFBBB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408</w:t>
            </w:r>
          </w:p>
        </w:tc>
        <w:tc>
          <w:tcPr>
            <w:tcW w:w="1360" w:type="dxa"/>
          </w:tcPr>
          <w:p w14:paraId="140E811D" w14:textId="0A60967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B7BF9A6" w14:textId="36796EA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80844</w:t>
            </w:r>
          </w:p>
        </w:tc>
        <w:tc>
          <w:tcPr>
            <w:tcW w:w="1360" w:type="dxa"/>
          </w:tcPr>
          <w:p w14:paraId="2E250D0E" w14:textId="6B960C0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0.005</w:t>
            </w:r>
          </w:p>
        </w:tc>
        <w:tc>
          <w:tcPr>
            <w:tcW w:w="1200" w:type="dxa"/>
          </w:tcPr>
          <w:p w14:paraId="5E728AF4" w14:textId="7659285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2.14</w:t>
            </w:r>
          </w:p>
        </w:tc>
        <w:tc>
          <w:tcPr>
            <w:tcW w:w="1000" w:type="dxa"/>
          </w:tcPr>
          <w:p w14:paraId="6B49ADAC" w14:textId="556D4E5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1A36E1F3"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809C1DC" w14:textId="4686F188" w:rsidR="001F5B4D" w:rsidRPr="001F5B4D" w:rsidRDefault="001F5B4D" w:rsidP="001F5B4D">
            <w:pPr>
              <w:pStyle w:val="ScItalic"/>
            </w:pPr>
            <w:r w:rsidRPr="001F5B4D">
              <w:t>Scomberomorus tritor</w:t>
            </w:r>
          </w:p>
        </w:tc>
        <w:tc>
          <w:tcPr>
            <w:tcW w:w="1000" w:type="dxa"/>
          </w:tcPr>
          <w:p w14:paraId="795EBB95" w14:textId="41ECC87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391</w:t>
            </w:r>
          </w:p>
        </w:tc>
        <w:tc>
          <w:tcPr>
            <w:tcW w:w="1360" w:type="dxa"/>
          </w:tcPr>
          <w:p w14:paraId="424F38D7" w14:textId="33D38A2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44477BA" w14:textId="5568870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2382</w:t>
            </w:r>
          </w:p>
        </w:tc>
        <w:tc>
          <w:tcPr>
            <w:tcW w:w="1360" w:type="dxa"/>
          </w:tcPr>
          <w:p w14:paraId="01B222CB" w14:textId="26104D7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0.164</w:t>
            </w:r>
          </w:p>
        </w:tc>
        <w:tc>
          <w:tcPr>
            <w:tcW w:w="1200" w:type="dxa"/>
          </w:tcPr>
          <w:p w14:paraId="29ED81EA" w14:textId="5A77A93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1.43</w:t>
            </w:r>
          </w:p>
        </w:tc>
        <w:tc>
          <w:tcPr>
            <w:tcW w:w="1000" w:type="dxa"/>
          </w:tcPr>
          <w:p w14:paraId="179DC262" w14:textId="3BA4640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E328D07"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14B4754" w14:textId="4458F738" w:rsidR="001F5B4D" w:rsidRPr="001F5B4D" w:rsidRDefault="001F5B4D" w:rsidP="001F5B4D">
            <w:pPr>
              <w:pStyle w:val="ScItalic"/>
            </w:pPr>
            <w:r w:rsidRPr="001F5B4D">
              <w:t>Isurus oxyrinchus</w:t>
            </w:r>
          </w:p>
        </w:tc>
        <w:tc>
          <w:tcPr>
            <w:tcW w:w="1000" w:type="dxa"/>
          </w:tcPr>
          <w:p w14:paraId="6FFC6024" w14:textId="2411099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318</w:t>
            </w:r>
          </w:p>
        </w:tc>
        <w:tc>
          <w:tcPr>
            <w:tcW w:w="1360" w:type="dxa"/>
          </w:tcPr>
          <w:p w14:paraId="40014462" w14:textId="3CA9D56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BA92E75" w14:textId="5A6D7BD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21469</w:t>
            </w:r>
          </w:p>
        </w:tc>
        <w:tc>
          <w:tcPr>
            <w:tcW w:w="1360" w:type="dxa"/>
          </w:tcPr>
          <w:p w14:paraId="74680396" w14:textId="35346DE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0.015</w:t>
            </w:r>
          </w:p>
        </w:tc>
        <w:tc>
          <w:tcPr>
            <w:tcW w:w="1200" w:type="dxa"/>
          </w:tcPr>
          <w:p w14:paraId="555E7D76" w14:textId="3769E4E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25000E55" w14:textId="747E660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3009503"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25DEE94B" w14:textId="28618156" w:rsidR="001F5B4D" w:rsidRPr="001F5B4D" w:rsidRDefault="001F5B4D" w:rsidP="001F5B4D">
            <w:pPr>
              <w:pStyle w:val="ScItalic"/>
            </w:pPr>
            <w:r w:rsidRPr="001F5B4D">
              <w:t>Selachimorpha (Pleurotremata)</w:t>
            </w:r>
          </w:p>
        </w:tc>
        <w:tc>
          <w:tcPr>
            <w:tcW w:w="1000" w:type="dxa"/>
          </w:tcPr>
          <w:p w14:paraId="73A898CB" w14:textId="3FAB93A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273</w:t>
            </w:r>
          </w:p>
        </w:tc>
        <w:tc>
          <w:tcPr>
            <w:tcW w:w="1360" w:type="dxa"/>
          </w:tcPr>
          <w:p w14:paraId="25FA8694" w14:textId="344BB46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709A5B9" w14:textId="575575C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2470</w:t>
            </w:r>
          </w:p>
        </w:tc>
        <w:tc>
          <w:tcPr>
            <w:tcW w:w="1360" w:type="dxa"/>
          </w:tcPr>
          <w:p w14:paraId="68276865" w14:textId="0493B49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0.221</w:t>
            </w:r>
          </w:p>
        </w:tc>
        <w:tc>
          <w:tcPr>
            <w:tcW w:w="1200" w:type="dxa"/>
          </w:tcPr>
          <w:p w14:paraId="4ADCE1C1" w14:textId="3183331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3.00</w:t>
            </w:r>
          </w:p>
        </w:tc>
        <w:tc>
          <w:tcPr>
            <w:tcW w:w="1000" w:type="dxa"/>
          </w:tcPr>
          <w:p w14:paraId="16CD74A5" w14:textId="114C8C7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74CBD3E"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AFD12CB" w14:textId="1604B7F0" w:rsidR="001F5B4D" w:rsidRPr="001F5B4D" w:rsidRDefault="001F5B4D" w:rsidP="001F5B4D">
            <w:pPr>
              <w:pStyle w:val="ScItalic"/>
            </w:pPr>
            <w:r w:rsidRPr="001F5B4D">
              <w:t>Scomberomorus spp</w:t>
            </w:r>
          </w:p>
        </w:tc>
        <w:tc>
          <w:tcPr>
            <w:tcW w:w="1000" w:type="dxa"/>
          </w:tcPr>
          <w:p w14:paraId="29C6B7FC" w14:textId="4E111F7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248</w:t>
            </w:r>
          </w:p>
        </w:tc>
        <w:tc>
          <w:tcPr>
            <w:tcW w:w="1360" w:type="dxa"/>
          </w:tcPr>
          <w:p w14:paraId="478D07E7" w14:textId="01F0272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874FC18" w14:textId="751B4C6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420</w:t>
            </w:r>
          </w:p>
        </w:tc>
        <w:tc>
          <w:tcPr>
            <w:tcW w:w="1360" w:type="dxa"/>
          </w:tcPr>
          <w:p w14:paraId="0AF7C9A9" w14:textId="334FC71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0.956</w:t>
            </w:r>
          </w:p>
        </w:tc>
        <w:tc>
          <w:tcPr>
            <w:tcW w:w="1200" w:type="dxa"/>
          </w:tcPr>
          <w:p w14:paraId="5F0020EC" w14:textId="1695B7D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2.29</w:t>
            </w:r>
          </w:p>
        </w:tc>
        <w:tc>
          <w:tcPr>
            <w:tcW w:w="1000" w:type="dxa"/>
          </w:tcPr>
          <w:p w14:paraId="22FBF758" w14:textId="08BB727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20F10C5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FED175F" w14:textId="5A724E8C" w:rsidR="001F5B4D" w:rsidRPr="001F5B4D" w:rsidRDefault="001F5B4D" w:rsidP="001F5B4D">
            <w:pPr>
              <w:pStyle w:val="ScItalic"/>
            </w:pPr>
            <w:r w:rsidRPr="001F5B4D">
              <w:t>Carcharhinus falciformis</w:t>
            </w:r>
          </w:p>
        </w:tc>
        <w:tc>
          <w:tcPr>
            <w:tcW w:w="1000" w:type="dxa"/>
          </w:tcPr>
          <w:p w14:paraId="65A65B2C" w14:textId="6E3C49D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216</w:t>
            </w:r>
          </w:p>
        </w:tc>
        <w:tc>
          <w:tcPr>
            <w:tcW w:w="1360" w:type="dxa"/>
          </w:tcPr>
          <w:p w14:paraId="3A0481A6" w14:textId="19EAB0E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59EE8EE6" w14:textId="5B914D1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434</w:t>
            </w:r>
          </w:p>
        </w:tc>
        <w:tc>
          <w:tcPr>
            <w:tcW w:w="1360" w:type="dxa"/>
          </w:tcPr>
          <w:p w14:paraId="2FED0657" w14:textId="7046FD3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0.498</w:t>
            </w:r>
          </w:p>
        </w:tc>
        <w:tc>
          <w:tcPr>
            <w:tcW w:w="1200" w:type="dxa"/>
          </w:tcPr>
          <w:p w14:paraId="331909F4" w14:textId="6E6BFD1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629FA104" w14:textId="3FDA4A4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247A537D"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26896D89" w14:textId="03E19CA2" w:rsidR="001F5B4D" w:rsidRPr="001F5B4D" w:rsidRDefault="001F5B4D" w:rsidP="001F5B4D">
            <w:pPr>
              <w:pStyle w:val="ScItalic"/>
            </w:pPr>
            <w:r w:rsidRPr="001F5B4D">
              <w:lastRenderedPageBreak/>
              <w:t>Carcharhinidae</w:t>
            </w:r>
          </w:p>
        </w:tc>
        <w:tc>
          <w:tcPr>
            <w:tcW w:w="1000" w:type="dxa"/>
          </w:tcPr>
          <w:p w14:paraId="013BDCF1" w14:textId="0142AB8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163</w:t>
            </w:r>
          </w:p>
        </w:tc>
        <w:tc>
          <w:tcPr>
            <w:tcW w:w="1360" w:type="dxa"/>
          </w:tcPr>
          <w:p w14:paraId="7097B78E" w14:textId="75BA0D4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769B0A9" w14:textId="7D9BB34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1396</w:t>
            </w:r>
          </w:p>
        </w:tc>
        <w:tc>
          <w:tcPr>
            <w:tcW w:w="1360" w:type="dxa"/>
          </w:tcPr>
          <w:p w14:paraId="7CAAFBF6" w14:textId="5939C4C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0.233</w:t>
            </w:r>
          </w:p>
        </w:tc>
        <w:tc>
          <w:tcPr>
            <w:tcW w:w="1200" w:type="dxa"/>
          </w:tcPr>
          <w:p w14:paraId="469111E4" w14:textId="183E9DE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3.00</w:t>
            </w:r>
          </w:p>
        </w:tc>
        <w:tc>
          <w:tcPr>
            <w:tcW w:w="1000" w:type="dxa"/>
          </w:tcPr>
          <w:p w14:paraId="466825AE" w14:textId="353C3C5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36FE57F"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42244AE8" w14:textId="66C402CA" w:rsidR="001F5B4D" w:rsidRPr="001F5B4D" w:rsidRDefault="001F5B4D" w:rsidP="001F5B4D">
            <w:pPr>
              <w:pStyle w:val="ScItalic"/>
            </w:pPr>
            <w:r w:rsidRPr="001F5B4D">
              <w:t>Tetrapturus albidus</w:t>
            </w:r>
          </w:p>
        </w:tc>
        <w:tc>
          <w:tcPr>
            <w:tcW w:w="1000" w:type="dxa"/>
          </w:tcPr>
          <w:p w14:paraId="055A758F" w14:textId="08ABEE6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141</w:t>
            </w:r>
          </w:p>
        </w:tc>
        <w:tc>
          <w:tcPr>
            <w:tcW w:w="1360" w:type="dxa"/>
          </w:tcPr>
          <w:p w14:paraId="7A5CA92A" w14:textId="46E6ACC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FD2B5A1" w14:textId="1A7F3EB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1751</w:t>
            </w:r>
          </w:p>
        </w:tc>
        <w:tc>
          <w:tcPr>
            <w:tcW w:w="1360" w:type="dxa"/>
          </w:tcPr>
          <w:p w14:paraId="618EC79D" w14:textId="1E94AB1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0.081</w:t>
            </w:r>
          </w:p>
        </w:tc>
        <w:tc>
          <w:tcPr>
            <w:tcW w:w="1200" w:type="dxa"/>
          </w:tcPr>
          <w:p w14:paraId="3D8CC1FA" w14:textId="4874AAA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1.57</w:t>
            </w:r>
          </w:p>
        </w:tc>
        <w:tc>
          <w:tcPr>
            <w:tcW w:w="1000" w:type="dxa"/>
          </w:tcPr>
          <w:p w14:paraId="5BFA7BE5" w14:textId="3EC3E14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57FC6E59"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3DE225AB" w14:textId="0A222D98" w:rsidR="001F5B4D" w:rsidRPr="001F5B4D" w:rsidRDefault="001F5B4D" w:rsidP="001F5B4D">
            <w:pPr>
              <w:pStyle w:val="ScItalic"/>
            </w:pPr>
            <w:r w:rsidRPr="001F5B4D">
              <w:t>Canthidermis maculata</w:t>
            </w:r>
          </w:p>
        </w:tc>
        <w:tc>
          <w:tcPr>
            <w:tcW w:w="1000" w:type="dxa"/>
          </w:tcPr>
          <w:p w14:paraId="27CBF4B4" w14:textId="5C3BCAD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75</w:t>
            </w:r>
          </w:p>
        </w:tc>
        <w:tc>
          <w:tcPr>
            <w:tcW w:w="1360" w:type="dxa"/>
          </w:tcPr>
          <w:p w14:paraId="5677603A" w14:textId="7CE1F49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3CB36BCF" w14:textId="03715E8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75</w:t>
            </w:r>
          </w:p>
        </w:tc>
        <w:tc>
          <w:tcPr>
            <w:tcW w:w="1360" w:type="dxa"/>
          </w:tcPr>
          <w:p w14:paraId="4A3BBCC4" w14:textId="2F44763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70C57980" w14:textId="70785B5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1.86</w:t>
            </w:r>
          </w:p>
        </w:tc>
        <w:tc>
          <w:tcPr>
            <w:tcW w:w="1000" w:type="dxa"/>
          </w:tcPr>
          <w:p w14:paraId="62D31C95" w14:textId="54553BB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10FE02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99F0152" w14:textId="49160E9B" w:rsidR="001F5B4D" w:rsidRPr="001F5B4D" w:rsidRDefault="001F5B4D" w:rsidP="001F5B4D">
            <w:pPr>
              <w:pStyle w:val="ScItalic"/>
            </w:pPr>
            <w:r w:rsidRPr="001F5B4D">
              <w:t>Scyliorhinus canicula</w:t>
            </w:r>
          </w:p>
        </w:tc>
        <w:tc>
          <w:tcPr>
            <w:tcW w:w="1000" w:type="dxa"/>
          </w:tcPr>
          <w:p w14:paraId="04027518" w14:textId="6E3B281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63</w:t>
            </w:r>
          </w:p>
        </w:tc>
        <w:tc>
          <w:tcPr>
            <w:tcW w:w="1360" w:type="dxa"/>
          </w:tcPr>
          <w:p w14:paraId="6D52C613" w14:textId="6E7F28F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B85B520" w14:textId="1F5387B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321</w:t>
            </w:r>
          </w:p>
        </w:tc>
        <w:tc>
          <w:tcPr>
            <w:tcW w:w="1360" w:type="dxa"/>
          </w:tcPr>
          <w:p w14:paraId="73824797" w14:textId="628B28D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0.197</w:t>
            </w:r>
          </w:p>
        </w:tc>
        <w:tc>
          <w:tcPr>
            <w:tcW w:w="1200" w:type="dxa"/>
          </w:tcPr>
          <w:p w14:paraId="68016A2F" w14:textId="0FA9948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2.29</w:t>
            </w:r>
          </w:p>
        </w:tc>
        <w:tc>
          <w:tcPr>
            <w:tcW w:w="1000" w:type="dxa"/>
          </w:tcPr>
          <w:p w14:paraId="19537082" w14:textId="77B38DC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2F34AF96"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618DE16E" w14:textId="1340C970" w:rsidR="001F5B4D" w:rsidRPr="001F5B4D" w:rsidRDefault="001F5B4D" w:rsidP="001F5B4D">
            <w:pPr>
              <w:pStyle w:val="ScItalic"/>
            </w:pPr>
            <w:r w:rsidRPr="001F5B4D">
              <w:t>Makaira nigricans</w:t>
            </w:r>
          </w:p>
        </w:tc>
        <w:tc>
          <w:tcPr>
            <w:tcW w:w="1000" w:type="dxa"/>
          </w:tcPr>
          <w:p w14:paraId="1B0E2A1A" w14:textId="377C8D2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62</w:t>
            </w:r>
          </w:p>
        </w:tc>
        <w:tc>
          <w:tcPr>
            <w:tcW w:w="1360" w:type="dxa"/>
          </w:tcPr>
          <w:p w14:paraId="0971DDEC" w14:textId="403FE53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05B5C3B" w14:textId="6E4A275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6233</w:t>
            </w:r>
          </w:p>
        </w:tc>
        <w:tc>
          <w:tcPr>
            <w:tcW w:w="1360" w:type="dxa"/>
          </w:tcPr>
          <w:p w14:paraId="7BEE37CB" w14:textId="2DD4B1D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0.010</w:t>
            </w:r>
          </w:p>
        </w:tc>
        <w:tc>
          <w:tcPr>
            <w:tcW w:w="1200" w:type="dxa"/>
          </w:tcPr>
          <w:p w14:paraId="7CDF6A64" w14:textId="53B8430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1.71</w:t>
            </w:r>
          </w:p>
        </w:tc>
        <w:tc>
          <w:tcPr>
            <w:tcW w:w="1000" w:type="dxa"/>
          </w:tcPr>
          <w:p w14:paraId="22018414" w14:textId="5EF031E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71370099"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C78B7FC" w14:textId="661ED701" w:rsidR="001F5B4D" w:rsidRPr="001F5B4D" w:rsidRDefault="001F5B4D" w:rsidP="001F5B4D">
            <w:pPr>
              <w:pStyle w:val="ScItalic"/>
            </w:pPr>
            <w:r w:rsidRPr="001F5B4D">
              <w:t>Sphyrna zygaena</w:t>
            </w:r>
          </w:p>
        </w:tc>
        <w:tc>
          <w:tcPr>
            <w:tcW w:w="1000" w:type="dxa"/>
          </w:tcPr>
          <w:p w14:paraId="3E3748CA" w14:textId="482B311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61</w:t>
            </w:r>
          </w:p>
        </w:tc>
        <w:tc>
          <w:tcPr>
            <w:tcW w:w="1360" w:type="dxa"/>
          </w:tcPr>
          <w:p w14:paraId="69F04C2A" w14:textId="3C06C5C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2A6DED8" w14:textId="6ADF14C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84</w:t>
            </w:r>
          </w:p>
        </w:tc>
        <w:tc>
          <w:tcPr>
            <w:tcW w:w="1360" w:type="dxa"/>
          </w:tcPr>
          <w:p w14:paraId="16BFDA6A" w14:textId="0B2CDED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0.728</w:t>
            </w:r>
          </w:p>
        </w:tc>
        <w:tc>
          <w:tcPr>
            <w:tcW w:w="1200" w:type="dxa"/>
          </w:tcPr>
          <w:p w14:paraId="592AD518" w14:textId="536D17E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5B3DE996" w14:textId="1B3AA4D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47C388E"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CDCBE71" w14:textId="2C924BF2" w:rsidR="001F5B4D" w:rsidRPr="001F5B4D" w:rsidRDefault="001F5B4D" w:rsidP="001F5B4D">
            <w:pPr>
              <w:pStyle w:val="ScItalic"/>
            </w:pPr>
            <w:r w:rsidRPr="001F5B4D">
              <w:t>Squaliformes</w:t>
            </w:r>
          </w:p>
        </w:tc>
        <w:tc>
          <w:tcPr>
            <w:tcW w:w="1000" w:type="dxa"/>
          </w:tcPr>
          <w:p w14:paraId="5B82ADEC" w14:textId="03784AC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59</w:t>
            </w:r>
          </w:p>
        </w:tc>
        <w:tc>
          <w:tcPr>
            <w:tcW w:w="1360" w:type="dxa"/>
          </w:tcPr>
          <w:p w14:paraId="3F570B67" w14:textId="38D948D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95D5200" w14:textId="02CB97A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614</w:t>
            </w:r>
          </w:p>
        </w:tc>
        <w:tc>
          <w:tcPr>
            <w:tcW w:w="1360" w:type="dxa"/>
          </w:tcPr>
          <w:p w14:paraId="5C1F8CD6" w14:textId="5785A2B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0.192</w:t>
            </w:r>
          </w:p>
        </w:tc>
        <w:tc>
          <w:tcPr>
            <w:tcW w:w="1200" w:type="dxa"/>
          </w:tcPr>
          <w:p w14:paraId="416AC87B" w14:textId="3CBFC6B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2.71</w:t>
            </w:r>
          </w:p>
        </w:tc>
        <w:tc>
          <w:tcPr>
            <w:tcW w:w="1000" w:type="dxa"/>
          </w:tcPr>
          <w:p w14:paraId="3899EF40" w14:textId="2436ED2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5A6A61EE"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BEEC6CD" w14:textId="3E3BC5CC" w:rsidR="001F5B4D" w:rsidRPr="001F5B4D" w:rsidRDefault="001F5B4D" w:rsidP="001F5B4D">
            <w:pPr>
              <w:pStyle w:val="ScItalic"/>
            </w:pPr>
            <w:r w:rsidRPr="001F5B4D">
              <w:t>Caranx crysos</w:t>
            </w:r>
          </w:p>
        </w:tc>
        <w:tc>
          <w:tcPr>
            <w:tcW w:w="1000" w:type="dxa"/>
          </w:tcPr>
          <w:p w14:paraId="624D4AE3" w14:textId="161FF0E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56</w:t>
            </w:r>
          </w:p>
        </w:tc>
        <w:tc>
          <w:tcPr>
            <w:tcW w:w="1360" w:type="dxa"/>
          </w:tcPr>
          <w:p w14:paraId="4A3ECAF2" w14:textId="6268FCC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65FC6FA4" w14:textId="70B5F64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60</w:t>
            </w:r>
          </w:p>
        </w:tc>
        <w:tc>
          <w:tcPr>
            <w:tcW w:w="1360" w:type="dxa"/>
          </w:tcPr>
          <w:p w14:paraId="2053DC98" w14:textId="0FB593B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0.932</w:t>
            </w:r>
          </w:p>
        </w:tc>
        <w:tc>
          <w:tcPr>
            <w:tcW w:w="1200" w:type="dxa"/>
          </w:tcPr>
          <w:p w14:paraId="4C4269EA" w14:textId="43F023C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1.29</w:t>
            </w:r>
          </w:p>
        </w:tc>
        <w:tc>
          <w:tcPr>
            <w:tcW w:w="1000" w:type="dxa"/>
          </w:tcPr>
          <w:p w14:paraId="2AE626C7" w14:textId="6E9861E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4EC9AD6C"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4247ED04" w14:textId="2A0EEFA3" w:rsidR="001F5B4D" w:rsidRPr="001F5B4D" w:rsidRDefault="001F5B4D" w:rsidP="001F5B4D">
            <w:pPr>
              <w:pStyle w:val="ScItalic"/>
            </w:pPr>
            <w:r w:rsidRPr="001F5B4D">
              <w:t>Elagatis bipinnulata</w:t>
            </w:r>
          </w:p>
        </w:tc>
        <w:tc>
          <w:tcPr>
            <w:tcW w:w="1000" w:type="dxa"/>
          </w:tcPr>
          <w:p w14:paraId="5C5C8D31" w14:textId="1A0C0D2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55</w:t>
            </w:r>
          </w:p>
        </w:tc>
        <w:tc>
          <w:tcPr>
            <w:tcW w:w="1360" w:type="dxa"/>
          </w:tcPr>
          <w:p w14:paraId="65A1695D" w14:textId="5B61F30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C540972" w14:textId="57B432A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58</w:t>
            </w:r>
          </w:p>
        </w:tc>
        <w:tc>
          <w:tcPr>
            <w:tcW w:w="1360" w:type="dxa"/>
          </w:tcPr>
          <w:p w14:paraId="3EFB5380" w14:textId="3708CB0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0.940</w:t>
            </w:r>
          </w:p>
        </w:tc>
        <w:tc>
          <w:tcPr>
            <w:tcW w:w="1200" w:type="dxa"/>
          </w:tcPr>
          <w:p w14:paraId="4ABF1D5B" w14:textId="676082A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1.57</w:t>
            </w:r>
          </w:p>
        </w:tc>
        <w:tc>
          <w:tcPr>
            <w:tcW w:w="1000" w:type="dxa"/>
          </w:tcPr>
          <w:p w14:paraId="20D60D51" w14:textId="7C81680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6C811B2"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975F118" w14:textId="445B95AF" w:rsidR="001F5B4D" w:rsidRPr="001F5B4D" w:rsidRDefault="001F5B4D" w:rsidP="001F5B4D">
            <w:pPr>
              <w:pStyle w:val="ScItalic"/>
            </w:pPr>
            <w:r w:rsidRPr="001F5B4D">
              <w:t>Thunnus spp</w:t>
            </w:r>
          </w:p>
        </w:tc>
        <w:tc>
          <w:tcPr>
            <w:tcW w:w="1000" w:type="dxa"/>
          </w:tcPr>
          <w:p w14:paraId="5CAED320" w14:textId="088A210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51</w:t>
            </w:r>
          </w:p>
        </w:tc>
        <w:tc>
          <w:tcPr>
            <w:tcW w:w="1360" w:type="dxa"/>
          </w:tcPr>
          <w:p w14:paraId="39E64F50" w14:textId="362119A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537D7DFD" w14:textId="2EE2D46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133</w:t>
            </w:r>
          </w:p>
        </w:tc>
        <w:tc>
          <w:tcPr>
            <w:tcW w:w="1360" w:type="dxa"/>
          </w:tcPr>
          <w:p w14:paraId="10572928" w14:textId="4EFBED2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0.768</w:t>
            </w:r>
          </w:p>
        </w:tc>
        <w:tc>
          <w:tcPr>
            <w:tcW w:w="1200" w:type="dxa"/>
          </w:tcPr>
          <w:p w14:paraId="7AD299A0" w14:textId="31C5DAA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2.29</w:t>
            </w:r>
          </w:p>
        </w:tc>
        <w:tc>
          <w:tcPr>
            <w:tcW w:w="1000" w:type="dxa"/>
          </w:tcPr>
          <w:p w14:paraId="7C5C94DE" w14:textId="0E62A25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E93D696"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6E4AAE49" w14:textId="589BE36D" w:rsidR="001F5B4D" w:rsidRPr="001F5B4D" w:rsidRDefault="001F5B4D" w:rsidP="001F5B4D">
            <w:pPr>
              <w:pStyle w:val="ScItalic"/>
            </w:pPr>
            <w:r w:rsidRPr="001F5B4D">
              <w:t>Thunnus thynnus</w:t>
            </w:r>
          </w:p>
        </w:tc>
        <w:tc>
          <w:tcPr>
            <w:tcW w:w="1000" w:type="dxa"/>
          </w:tcPr>
          <w:p w14:paraId="420D2200" w14:textId="6F70A98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44</w:t>
            </w:r>
          </w:p>
        </w:tc>
        <w:tc>
          <w:tcPr>
            <w:tcW w:w="1360" w:type="dxa"/>
          </w:tcPr>
          <w:p w14:paraId="0CDE4108" w14:textId="5023C30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5717A04" w14:textId="06FEE06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3236</w:t>
            </w:r>
          </w:p>
        </w:tc>
        <w:tc>
          <w:tcPr>
            <w:tcW w:w="1360" w:type="dxa"/>
          </w:tcPr>
          <w:p w14:paraId="2D62C871" w14:textId="7AF3B3F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0.013</w:t>
            </w:r>
          </w:p>
        </w:tc>
        <w:tc>
          <w:tcPr>
            <w:tcW w:w="1200" w:type="dxa"/>
          </w:tcPr>
          <w:p w14:paraId="41B05A7D" w14:textId="724C282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2.14</w:t>
            </w:r>
          </w:p>
        </w:tc>
        <w:tc>
          <w:tcPr>
            <w:tcW w:w="1000" w:type="dxa"/>
          </w:tcPr>
          <w:p w14:paraId="258C332C" w14:textId="6EAD522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512D1AFF"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59D67AA" w14:textId="4A71804D" w:rsidR="001F5B4D" w:rsidRPr="001F5B4D" w:rsidRDefault="001F5B4D" w:rsidP="001F5B4D">
            <w:pPr>
              <w:pStyle w:val="ScItalic"/>
            </w:pPr>
            <w:r w:rsidRPr="001F5B4D">
              <w:t>Mustelus asterias</w:t>
            </w:r>
          </w:p>
        </w:tc>
        <w:tc>
          <w:tcPr>
            <w:tcW w:w="1000" w:type="dxa"/>
          </w:tcPr>
          <w:p w14:paraId="029E9B76" w14:textId="7F53F7B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39</w:t>
            </w:r>
          </w:p>
        </w:tc>
        <w:tc>
          <w:tcPr>
            <w:tcW w:w="1360" w:type="dxa"/>
          </w:tcPr>
          <w:p w14:paraId="19BEA1E9" w14:textId="535411D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1562949" w14:textId="5B3D021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39</w:t>
            </w:r>
          </w:p>
        </w:tc>
        <w:tc>
          <w:tcPr>
            <w:tcW w:w="1360" w:type="dxa"/>
          </w:tcPr>
          <w:p w14:paraId="217AA47F" w14:textId="4E86849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790560D8" w14:textId="1999C3A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2.57</w:t>
            </w:r>
          </w:p>
        </w:tc>
        <w:tc>
          <w:tcPr>
            <w:tcW w:w="1000" w:type="dxa"/>
          </w:tcPr>
          <w:p w14:paraId="5E612DF6" w14:textId="3AF421A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104F297F"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88CD4B6" w14:textId="47F79419" w:rsidR="001F5B4D" w:rsidRPr="001F5B4D" w:rsidRDefault="001F5B4D" w:rsidP="001F5B4D">
            <w:pPr>
              <w:pStyle w:val="ScItalic"/>
            </w:pPr>
            <w:r w:rsidRPr="001F5B4D">
              <w:t>Mustelus spp</w:t>
            </w:r>
          </w:p>
        </w:tc>
        <w:tc>
          <w:tcPr>
            <w:tcW w:w="1000" w:type="dxa"/>
          </w:tcPr>
          <w:p w14:paraId="1DC8ECD0" w14:textId="7FF96E4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39</w:t>
            </w:r>
          </w:p>
        </w:tc>
        <w:tc>
          <w:tcPr>
            <w:tcW w:w="1360" w:type="dxa"/>
          </w:tcPr>
          <w:p w14:paraId="40319EDC" w14:textId="1F097D6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AA839B5" w14:textId="4A1CB4F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169</w:t>
            </w:r>
          </w:p>
        </w:tc>
        <w:tc>
          <w:tcPr>
            <w:tcW w:w="1360" w:type="dxa"/>
          </w:tcPr>
          <w:p w14:paraId="32BAC226" w14:textId="4A56DAF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0.463</w:t>
            </w:r>
          </w:p>
        </w:tc>
        <w:tc>
          <w:tcPr>
            <w:tcW w:w="1200" w:type="dxa"/>
          </w:tcPr>
          <w:p w14:paraId="41B70D23" w14:textId="011C20C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2.57</w:t>
            </w:r>
          </w:p>
        </w:tc>
        <w:tc>
          <w:tcPr>
            <w:tcW w:w="1000" w:type="dxa"/>
          </w:tcPr>
          <w:p w14:paraId="267FCFAF" w14:textId="2F218E3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173EE628"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640EDBEB" w14:textId="6310427A" w:rsidR="001F5B4D" w:rsidRPr="001F5B4D" w:rsidRDefault="001F5B4D" w:rsidP="001F5B4D">
            <w:pPr>
              <w:pStyle w:val="ScItalic"/>
            </w:pPr>
            <w:r w:rsidRPr="001F5B4D">
              <w:t>Auxis rochei</w:t>
            </w:r>
          </w:p>
        </w:tc>
        <w:tc>
          <w:tcPr>
            <w:tcW w:w="1000" w:type="dxa"/>
          </w:tcPr>
          <w:p w14:paraId="2917AC20" w14:textId="01D33A2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38</w:t>
            </w:r>
          </w:p>
        </w:tc>
        <w:tc>
          <w:tcPr>
            <w:tcW w:w="1360" w:type="dxa"/>
          </w:tcPr>
          <w:p w14:paraId="0C3314BB" w14:textId="1F69EED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EAEF9E4" w14:textId="3DFC625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783</w:t>
            </w:r>
          </w:p>
        </w:tc>
        <w:tc>
          <w:tcPr>
            <w:tcW w:w="1360" w:type="dxa"/>
          </w:tcPr>
          <w:p w14:paraId="39B55CE5" w14:textId="1655388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0.048</w:t>
            </w:r>
          </w:p>
        </w:tc>
        <w:tc>
          <w:tcPr>
            <w:tcW w:w="1200" w:type="dxa"/>
          </w:tcPr>
          <w:p w14:paraId="7DB99873" w14:textId="5E65C71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1.29</w:t>
            </w:r>
          </w:p>
        </w:tc>
        <w:tc>
          <w:tcPr>
            <w:tcW w:w="1000" w:type="dxa"/>
          </w:tcPr>
          <w:p w14:paraId="541A7D1F" w14:textId="0192A9F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A4332F8"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AD99985" w14:textId="2F0731AE" w:rsidR="001F5B4D" w:rsidRPr="001F5B4D" w:rsidRDefault="001F5B4D" w:rsidP="001F5B4D">
            <w:pPr>
              <w:pStyle w:val="ScItalic"/>
            </w:pPr>
            <w:r w:rsidRPr="001F5B4D">
              <w:t>Lamna nasus</w:t>
            </w:r>
          </w:p>
        </w:tc>
        <w:tc>
          <w:tcPr>
            <w:tcW w:w="1000" w:type="dxa"/>
          </w:tcPr>
          <w:p w14:paraId="28E346C1" w14:textId="4209B50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30</w:t>
            </w:r>
          </w:p>
        </w:tc>
        <w:tc>
          <w:tcPr>
            <w:tcW w:w="1360" w:type="dxa"/>
          </w:tcPr>
          <w:p w14:paraId="321E1FDF" w14:textId="0972BF1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8B98BF9" w14:textId="1218836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392</w:t>
            </w:r>
          </w:p>
        </w:tc>
        <w:tc>
          <w:tcPr>
            <w:tcW w:w="1360" w:type="dxa"/>
          </w:tcPr>
          <w:p w14:paraId="113BA0C2" w14:textId="5176084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0.076</w:t>
            </w:r>
          </w:p>
        </w:tc>
        <w:tc>
          <w:tcPr>
            <w:tcW w:w="1200" w:type="dxa"/>
          </w:tcPr>
          <w:p w14:paraId="3792E906" w14:textId="3828109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2.71</w:t>
            </w:r>
          </w:p>
        </w:tc>
        <w:tc>
          <w:tcPr>
            <w:tcW w:w="1000" w:type="dxa"/>
          </w:tcPr>
          <w:p w14:paraId="1A026E03" w14:textId="74113C4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1B7F6858"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3A5015A5" w14:textId="01D2B5B7" w:rsidR="001F5B4D" w:rsidRPr="001F5B4D" w:rsidRDefault="001F5B4D" w:rsidP="001F5B4D">
            <w:pPr>
              <w:pStyle w:val="ScItalic"/>
            </w:pPr>
            <w:r w:rsidRPr="001F5B4D">
              <w:t>Hexanchus griseus</w:t>
            </w:r>
          </w:p>
        </w:tc>
        <w:tc>
          <w:tcPr>
            <w:tcW w:w="1000" w:type="dxa"/>
          </w:tcPr>
          <w:p w14:paraId="2D5B3BE6" w14:textId="0B91D45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23</w:t>
            </w:r>
          </w:p>
        </w:tc>
        <w:tc>
          <w:tcPr>
            <w:tcW w:w="1360" w:type="dxa"/>
          </w:tcPr>
          <w:p w14:paraId="2015C20B" w14:textId="748CFE6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DC1F184" w14:textId="6008A79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23</w:t>
            </w:r>
          </w:p>
        </w:tc>
        <w:tc>
          <w:tcPr>
            <w:tcW w:w="1360" w:type="dxa"/>
          </w:tcPr>
          <w:p w14:paraId="145B46C6" w14:textId="471282C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0.996</w:t>
            </w:r>
          </w:p>
        </w:tc>
        <w:tc>
          <w:tcPr>
            <w:tcW w:w="1200" w:type="dxa"/>
          </w:tcPr>
          <w:p w14:paraId="0CB6CA1D" w14:textId="2C2F0EB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2.57</w:t>
            </w:r>
          </w:p>
        </w:tc>
        <w:tc>
          <w:tcPr>
            <w:tcW w:w="1000" w:type="dxa"/>
          </w:tcPr>
          <w:p w14:paraId="5B746624" w14:textId="24544BD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2D1F588D"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68375C40" w14:textId="2694E9EC" w:rsidR="001F5B4D" w:rsidRPr="001F5B4D" w:rsidRDefault="001F5B4D" w:rsidP="001F5B4D">
            <w:pPr>
              <w:pStyle w:val="ScItalic"/>
            </w:pPr>
            <w:r w:rsidRPr="001F5B4D">
              <w:t>Sphyrna spp</w:t>
            </w:r>
          </w:p>
        </w:tc>
        <w:tc>
          <w:tcPr>
            <w:tcW w:w="1000" w:type="dxa"/>
          </w:tcPr>
          <w:p w14:paraId="2EDB0088" w14:textId="39DECE4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w:t>
            </w:r>
          </w:p>
        </w:tc>
        <w:tc>
          <w:tcPr>
            <w:tcW w:w="1360" w:type="dxa"/>
          </w:tcPr>
          <w:p w14:paraId="22B02FDC" w14:textId="339BBDC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5C28C537" w14:textId="78CC422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825</w:t>
            </w:r>
          </w:p>
        </w:tc>
        <w:tc>
          <w:tcPr>
            <w:tcW w:w="1360" w:type="dxa"/>
          </w:tcPr>
          <w:p w14:paraId="2322B4F6" w14:textId="4F138BB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0.040</w:t>
            </w:r>
          </w:p>
        </w:tc>
        <w:tc>
          <w:tcPr>
            <w:tcW w:w="1200" w:type="dxa"/>
          </w:tcPr>
          <w:p w14:paraId="0584FD04" w14:textId="3BE4D84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59EB260B" w14:textId="554B11D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7E3F8FF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62D3004E" w14:textId="67820091" w:rsidR="001F5B4D" w:rsidRPr="001F5B4D" w:rsidRDefault="001F5B4D" w:rsidP="001F5B4D">
            <w:pPr>
              <w:pStyle w:val="ScItalic"/>
            </w:pPr>
            <w:r w:rsidRPr="001F5B4D">
              <w:t>Carcharodon carcharias</w:t>
            </w:r>
          </w:p>
        </w:tc>
        <w:tc>
          <w:tcPr>
            <w:tcW w:w="1000" w:type="dxa"/>
          </w:tcPr>
          <w:p w14:paraId="53BFA5F9" w14:textId="015CA9C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16</w:t>
            </w:r>
          </w:p>
        </w:tc>
        <w:tc>
          <w:tcPr>
            <w:tcW w:w="1360" w:type="dxa"/>
          </w:tcPr>
          <w:p w14:paraId="7A4F2209" w14:textId="5AEAB8E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8D9B8A4" w14:textId="79C4157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18</w:t>
            </w:r>
          </w:p>
        </w:tc>
        <w:tc>
          <w:tcPr>
            <w:tcW w:w="1360" w:type="dxa"/>
          </w:tcPr>
          <w:p w14:paraId="638D51B4" w14:textId="7278473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0.873</w:t>
            </w:r>
          </w:p>
        </w:tc>
        <w:tc>
          <w:tcPr>
            <w:tcW w:w="1200" w:type="dxa"/>
          </w:tcPr>
          <w:p w14:paraId="3F845655" w14:textId="0B51638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52F0E2F4" w14:textId="4C64C5D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4C572193"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73DC3B7" w14:textId="45AFD76C" w:rsidR="001F5B4D" w:rsidRPr="001F5B4D" w:rsidRDefault="001F5B4D" w:rsidP="001F5B4D">
            <w:pPr>
              <w:pStyle w:val="ScItalic"/>
            </w:pPr>
            <w:r w:rsidRPr="001F5B4D">
              <w:t>Alopias vulpinus</w:t>
            </w:r>
          </w:p>
        </w:tc>
        <w:tc>
          <w:tcPr>
            <w:tcW w:w="1000" w:type="dxa"/>
          </w:tcPr>
          <w:p w14:paraId="378A0FC2" w14:textId="05E82DF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w:t>
            </w:r>
          </w:p>
        </w:tc>
        <w:tc>
          <w:tcPr>
            <w:tcW w:w="1360" w:type="dxa"/>
          </w:tcPr>
          <w:p w14:paraId="468B5BDE" w14:textId="37382D8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6B503E0B" w14:textId="0136805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233</w:t>
            </w:r>
          </w:p>
        </w:tc>
        <w:tc>
          <w:tcPr>
            <w:tcW w:w="1360" w:type="dxa"/>
          </w:tcPr>
          <w:p w14:paraId="00692981" w14:textId="22E722B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0.060</w:t>
            </w:r>
          </w:p>
        </w:tc>
        <w:tc>
          <w:tcPr>
            <w:tcW w:w="1200" w:type="dxa"/>
          </w:tcPr>
          <w:p w14:paraId="5D69F6EE" w14:textId="182C73E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2.57</w:t>
            </w:r>
          </w:p>
        </w:tc>
        <w:tc>
          <w:tcPr>
            <w:tcW w:w="1000" w:type="dxa"/>
          </w:tcPr>
          <w:p w14:paraId="4532E3BA" w14:textId="7C67D9B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64CEC9D"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2A9CD5A0" w14:textId="501DE56D" w:rsidR="001F5B4D" w:rsidRPr="001F5B4D" w:rsidRDefault="001F5B4D" w:rsidP="001F5B4D">
            <w:pPr>
              <w:pStyle w:val="ScItalic"/>
            </w:pPr>
            <w:r w:rsidRPr="001F5B4D">
              <w:t>Alopias spp</w:t>
            </w:r>
          </w:p>
        </w:tc>
        <w:tc>
          <w:tcPr>
            <w:tcW w:w="1000" w:type="dxa"/>
          </w:tcPr>
          <w:p w14:paraId="5DBC19EA" w14:textId="25F76EC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w:t>
            </w:r>
          </w:p>
        </w:tc>
        <w:tc>
          <w:tcPr>
            <w:tcW w:w="1360" w:type="dxa"/>
          </w:tcPr>
          <w:p w14:paraId="143B0818" w14:textId="206081A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37B22B47" w14:textId="315AF5E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407</w:t>
            </w:r>
          </w:p>
        </w:tc>
        <w:tc>
          <w:tcPr>
            <w:tcW w:w="1360" w:type="dxa"/>
          </w:tcPr>
          <w:p w14:paraId="4933233A" w14:textId="0999748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0.061</w:t>
            </w:r>
          </w:p>
        </w:tc>
        <w:tc>
          <w:tcPr>
            <w:tcW w:w="1200" w:type="dxa"/>
          </w:tcPr>
          <w:p w14:paraId="49DB3924" w14:textId="5F17C99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7A2C0872" w14:textId="2E9E67D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139E7AA9"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72EDBC7" w14:textId="41D45D84" w:rsidR="001F5B4D" w:rsidRPr="001F5B4D" w:rsidRDefault="001F5B4D" w:rsidP="001F5B4D">
            <w:pPr>
              <w:pStyle w:val="ScItalic"/>
            </w:pPr>
            <w:r w:rsidRPr="001F5B4D">
              <w:t>Galeorhinus galeus</w:t>
            </w:r>
          </w:p>
        </w:tc>
        <w:tc>
          <w:tcPr>
            <w:tcW w:w="1000" w:type="dxa"/>
          </w:tcPr>
          <w:p w14:paraId="5BB25D39" w14:textId="0B146CA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8</w:t>
            </w:r>
          </w:p>
        </w:tc>
        <w:tc>
          <w:tcPr>
            <w:tcW w:w="1360" w:type="dxa"/>
          </w:tcPr>
          <w:p w14:paraId="64AF3E54" w14:textId="29999C3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31F70890" w14:textId="05099C8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134</w:t>
            </w:r>
          </w:p>
        </w:tc>
        <w:tc>
          <w:tcPr>
            <w:tcW w:w="1360" w:type="dxa"/>
          </w:tcPr>
          <w:p w14:paraId="6D10534D" w14:textId="5CC6BEA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0.063</w:t>
            </w:r>
          </w:p>
        </w:tc>
        <w:tc>
          <w:tcPr>
            <w:tcW w:w="1200" w:type="dxa"/>
          </w:tcPr>
          <w:p w14:paraId="2658ACC2" w14:textId="4F8C33A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2.57</w:t>
            </w:r>
          </w:p>
        </w:tc>
        <w:tc>
          <w:tcPr>
            <w:tcW w:w="1000" w:type="dxa"/>
          </w:tcPr>
          <w:p w14:paraId="32E844A7" w14:textId="50A66F9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7C942626"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F6A7F5A" w14:textId="5A887FB5" w:rsidR="001F5B4D" w:rsidRPr="001F5B4D" w:rsidRDefault="001F5B4D" w:rsidP="001F5B4D">
            <w:pPr>
              <w:pStyle w:val="ScItalic"/>
            </w:pPr>
            <w:r w:rsidRPr="001F5B4D">
              <w:t>Coryphaena hippurus</w:t>
            </w:r>
          </w:p>
        </w:tc>
        <w:tc>
          <w:tcPr>
            <w:tcW w:w="1000" w:type="dxa"/>
          </w:tcPr>
          <w:p w14:paraId="03A45280" w14:textId="41981EF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7</w:t>
            </w:r>
          </w:p>
        </w:tc>
        <w:tc>
          <w:tcPr>
            <w:tcW w:w="1360" w:type="dxa"/>
          </w:tcPr>
          <w:p w14:paraId="51FDB1D2" w14:textId="03E9C0C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C9B9D68" w14:textId="399474B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13323</w:t>
            </w:r>
          </w:p>
        </w:tc>
        <w:tc>
          <w:tcPr>
            <w:tcW w:w="1360" w:type="dxa"/>
          </w:tcPr>
          <w:p w14:paraId="48F269A2" w14:textId="0F4E911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0.001</w:t>
            </w:r>
          </w:p>
        </w:tc>
        <w:tc>
          <w:tcPr>
            <w:tcW w:w="1200" w:type="dxa"/>
          </w:tcPr>
          <w:p w14:paraId="16CB574D" w14:textId="541FBA9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1.57</w:t>
            </w:r>
          </w:p>
        </w:tc>
        <w:tc>
          <w:tcPr>
            <w:tcW w:w="1000" w:type="dxa"/>
          </w:tcPr>
          <w:p w14:paraId="11E0EA96" w14:textId="60466AB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4EC95BD0"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2B41D0E" w14:textId="1DD420EB" w:rsidR="001F5B4D" w:rsidRPr="001F5B4D" w:rsidRDefault="001F5B4D" w:rsidP="001F5B4D">
            <w:pPr>
              <w:pStyle w:val="ScItalic"/>
            </w:pPr>
            <w:r w:rsidRPr="001F5B4D">
              <w:t>Sphyrna lewini</w:t>
            </w:r>
          </w:p>
        </w:tc>
        <w:tc>
          <w:tcPr>
            <w:tcW w:w="1000" w:type="dxa"/>
          </w:tcPr>
          <w:p w14:paraId="52CB4EF8" w14:textId="6DFF8F7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7</w:t>
            </w:r>
          </w:p>
        </w:tc>
        <w:tc>
          <w:tcPr>
            <w:tcW w:w="1360" w:type="dxa"/>
          </w:tcPr>
          <w:p w14:paraId="5CA1525E" w14:textId="0030B07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33E1BB90" w14:textId="66EF6B7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106</w:t>
            </w:r>
          </w:p>
        </w:tc>
        <w:tc>
          <w:tcPr>
            <w:tcW w:w="1360" w:type="dxa"/>
          </w:tcPr>
          <w:p w14:paraId="75E54DDD" w14:textId="09FAE66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0.068</w:t>
            </w:r>
          </w:p>
        </w:tc>
        <w:tc>
          <w:tcPr>
            <w:tcW w:w="1200" w:type="dxa"/>
          </w:tcPr>
          <w:p w14:paraId="78E90D38" w14:textId="7966301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1FAD19F4" w14:textId="6050F74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15912425"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046EBBD" w14:textId="7C24546A" w:rsidR="001F5B4D" w:rsidRPr="001F5B4D" w:rsidRDefault="001F5B4D" w:rsidP="001F5B4D">
            <w:pPr>
              <w:pStyle w:val="ScItalic"/>
            </w:pPr>
            <w:r w:rsidRPr="001F5B4D">
              <w:t>Squalidae</w:t>
            </w:r>
          </w:p>
        </w:tc>
        <w:tc>
          <w:tcPr>
            <w:tcW w:w="1000" w:type="dxa"/>
          </w:tcPr>
          <w:p w14:paraId="6BCE9430" w14:textId="18C7507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7</w:t>
            </w:r>
          </w:p>
        </w:tc>
        <w:tc>
          <w:tcPr>
            <w:tcW w:w="1360" w:type="dxa"/>
          </w:tcPr>
          <w:p w14:paraId="6F17F03E" w14:textId="31666C5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4686FA4" w14:textId="415775F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146</w:t>
            </w:r>
          </w:p>
        </w:tc>
        <w:tc>
          <w:tcPr>
            <w:tcW w:w="1360" w:type="dxa"/>
          </w:tcPr>
          <w:p w14:paraId="358F9675" w14:textId="535634B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0.093</w:t>
            </w:r>
          </w:p>
        </w:tc>
        <w:tc>
          <w:tcPr>
            <w:tcW w:w="1200" w:type="dxa"/>
          </w:tcPr>
          <w:p w14:paraId="608BE2F7" w14:textId="2D31271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2.71</w:t>
            </w:r>
          </w:p>
        </w:tc>
        <w:tc>
          <w:tcPr>
            <w:tcW w:w="1000" w:type="dxa"/>
          </w:tcPr>
          <w:p w14:paraId="718EFD1D" w14:textId="51B5C30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40D6D33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3B5B5646" w14:textId="0C70D652" w:rsidR="001F5B4D" w:rsidRPr="001F5B4D" w:rsidRDefault="001F5B4D" w:rsidP="001F5B4D">
            <w:pPr>
              <w:pStyle w:val="ScItalic"/>
            </w:pPr>
            <w:r w:rsidRPr="001F5B4D">
              <w:t>Squalus acanthias</w:t>
            </w:r>
          </w:p>
        </w:tc>
        <w:tc>
          <w:tcPr>
            <w:tcW w:w="1000" w:type="dxa"/>
          </w:tcPr>
          <w:p w14:paraId="3A098935" w14:textId="5FDAC14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w:t>
            </w:r>
          </w:p>
        </w:tc>
        <w:tc>
          <w:tcPr>
            <w:tcW w:w="1360" w:type="dxa"/>
          </w:tcPr>
          <w:p w14:paraId="1AE17E90" w14:textId="6634E70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57C118A7" w14:textId="168FE08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9</w:t>
            </w:r>
          </w:p>
        </w:tc>
        <w:tc>
          <w:tcPr>
            <w:tcW w:w="1360" w:type="dxa"/>
          </w:tcPr>
          <w:p w14:paraId="25DB9D4E" w14:textId="28A5142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0.712</w:t>
            </w:r>
          </w:p>
        </w:tc>
        <w:tc>
          <w:tcPr>
            <w:tcW w:w="1200" w:type="dxa"/>
          </w:tcPr>
          <w:p w14:paraId="752E7C9E" w14:textId="6002DAB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2.57</w:t>
            </w:r>
          </w:p>
        </w:tc>
        <w:tc>
          <w:tcPr>
            <w:tcW w:w="1000" w:type="dxa"/>
          </w:tcPr>
          <w:p w14:paraId="136FBDF3" w14:textId="688E2B7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75C8B4C"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AB0E69A" w14:textId="7458A5BE" w:rsidR="001F5B4D" w:rsidRPr="001F5B4D" w:rsidRDefault="001F5B4D" w:rsidP="001F5B4D">
            <w:pPr>
              <w:pStyle w:val="ScItalic"/>
            </w:pPr>
            <w:r w:rsidRPr="001F5B4D">
              <w:t>Scomber japonicus</w:t>
            </w:r>
          </w:p>
        </w:tc>
        <w:tc>
          <w:tcPr>
            <w:tcW w:w="1000" w:type="dxa"/>
          </w:tcPr>
          <w:p w14:paraId="4F8B8992" w14:textId="07DB60A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w:t>
            </w:r>
          </w:p>
        </w:tc>
        <w:tc>
          <w:tcPr>
            <w:tcW w:w="1360" w:type="dxa"/>
          </w:tcPr>
          <w:p w14:paraId="372987E5" w14:textId="0617156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F4F3E92" w14:textId="3E9BB44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w:t>
            </w:r>
          </w:p>
        </w:tc>
        <w:tc>
          <w:tcPr>
            <w:tcW w:w="1360" w:type="dxa"/>
          </w:tcPr>
          <w:p w14:paraId="2E2053D6" w14:textId="765FEEA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0.973</w:t>
            </w:r>
          </w:p>
        </w:tc>
        <w:tc>
          <w:tcPr>
            <w:tcW w:w="1200" w:type="dxa"/>
          </w:tcPr>
          <w:p w14:paraId="293D08B1" w14:textId="5953FF0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1.29</w:t>
            </w:r>
          </w:p>
        </w:tc>
        <w:tc>
          <w:tcPr>
            <w:tcW w:w="1000" w:type="dxa"/>
          </w:tcPr>
          <w:p w14:paraId="258340E0" w14:textId="066B480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51ECF284"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83CFB38" w14:textId="0A2080DB" w:rsidR="001F5B4D" w:rsidRPr="001F5B4D" w:rsidRDefault="001F5B4D" w:rsidP="001F5B4D">
            <w:pPr>
              <w:pStyle w:val="ScItalic"/>
            </w:pPr>
            <w:r w:rsidRPr="001F5B4D">
              <w:t>Ruvettus pretiosus</w:t>
            </w:r>
          </w:p>
        </w:tc>
        <w:tc>
          <w:tcPr>
            <w:tcW w:w="1000" w:type="dxa"/>
          </w:tcPr>
          <w:p w14:paraId="367E84DC" w14:textId="1BFC0F4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w:t>
            </w:r>
          </w:p>
        </w:tc>
        <w:tc>
          <w:tcPr>
            <w:tcW w:w="1360" w:type="dxa"/>
          </w:tcPr>
          <w:p w14:paraId="2EBBCCE1" w14:textId="2FE3CA3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5AFAF39" w14:textId="50D1D0F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242</w:t>
            </w:r>
          </w:p>
        </w:tc>
        <w:tc>
          <w:tcPr>
            <w:tcW w:w="1360" w:type="dxa"/>
          </w:tcPr>
          <w:p w14:paraId="6FE21597" w14:textId="1C4A488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0.012</w:t>
            </w:r>
          </w:p>
        </w:tc>
        <w:tc>
          <w:tcPr>
            <w:tcW w:w="1200" w:type="dxa"/>
          </w:tcPr>
          <w:p w14:paraId="4F6333AC" w14:textId="68CE4B9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2BC22407" w14:textId="4D37088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2BC1A713"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64C8F08E" w14:textId="3F3360D1" w:rsidR="001F5B4D" w:rsidRPr="001F5B4D" w:rsidRDefault="001F5B4D" w:rsidP="001F5B4D">
            <w:pPr>
              <w:pStyle w:val="ScItalic"/>
            </w:pPr>
            <w:r w:rsidRPr="001F5B4D">
              <w:t>Squalidae, Scyliorhinidae</w:t>
            </w:r>
          </w:p>
        </w:tc>
        <w:tc>
          <w:tcPr>
            <w:tcW w:w="1000" w:type="dxa"/>
          </w:tcPr>
          <w:p w14:paraId="0BC15E9E" w14:textId="3116056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w:t>
            </w:r>
          </w:p>
        </w:tc>
        <w:tc>
          <w:tcPr>
            <w:tcW w:w="1360" w:type="dxa"/>
          </w:tcPr>
          <w:p w14:paraId="14577D83" w14:textId="34D9DAD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B76C136" w14:textId="24AE550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56</w:t>
            </w:r>
          </w:p>
        </w:tc>
        <w:tc>
          <w:tcPr>
            <w:tcW w:w="1360" w:type="dxa"/>
          </w:tcPr>
          <w:p w14:paraId="15DF1E6B" w14:textId="4F01F53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0.088</w:t>
            </w:r>
          </w:p>
        </w:tc>
        <w:tc>
          <w:tcPr>
            <w:tcW w:w="1200" w:type="dxa"/>
          </w:tcPr>
          <w:p w14:paraId="2B9EB4A2" w14:textId="1928435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2.71</w:t>
            </w:r>
          </w:p>
        </w:tc>
        <w:tc>
          <w:tcPr>
            <w:tcW w:w="1000" w:type="dxa"/>
          </w:tcPr>
          <w:p w14:paraId="02846274" w14:textId="38AC926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7A21D966"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3D539B28" w14:textId="7F9E19AF" w:rsidR="001F5B4D" w:rsidRPr="001F5B4D" w:rsidRDefault="001F5B4D" w:rsidP="001F5B4D">
            <w:pPr>
              <w:pStyle w:val="ScItalic"/>
            </w:pPr>
            <w:r w:rsidRPr="001F5B4D">
              <w:t>Scomberesox saurus</w:t>
            </w:r>
          </w:p>
        </w:tc>
        <w:tc>
          <w:tcPr>
            <w:tcW w:w="1000" w:type="dxa"/>
          </w:tcPr>
          <w:p w14:paraId="4B742BA4" w14:textId="6F4C43A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w:t>
            </w:r>
          </w:p>
        </w:tc>
        <w:tc>
          <w:tcPr>
            <w:tcW w:w="1360" w:type="dxa"/>
          </w:tcPr>
          <w:p w14:paraId="42BB11D0" w14:textId="5BCD8D2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DA72D3C" w14:textId="77ADFA3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w:t>
            </w:r>
          </w:p>
        </w:tc>
        <w:tc>
          <w:tcPr>
            <w:tcW w:w="1360" w:type="dxa"/>
          </w:tcPr>
          <w:p w14:paraId="317F1404" w14:textId="6866293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0.510</w:t>
            </w:r>
          </w:p>
        </w:tc>
        <w:tc>
          <w:tcPr>
            <w:tcW w:w="1200" w:type="dxa"/>
          </w:tcPr>
          <w:p w14:paraId="732FA049" w14:textId="3248E7C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1.43</w:t>
            </w:r>
          </w:p>
        </w:tc>
        <w:tc>
          <w:tcPr>
            <w:tcW w:w="1000" w:type="dxa"/>
          </w:tcPr>
          <w:p w14:paraId="052511A0" w14:textId="31F1406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535E81B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A705590" w14:textId="6BA23B90" w:rsidR="001F5B4D" w:rsidRPr="001F5B4D" w:rsidRDefault="001F5B4D" w:rsidP="001F5B4D">
            <w:pPr>
              <w:pStyle w:val="ScItalic"/>
            </w:pPr>
            <w:r w:rsidRPr="001F5B4D">
              <w:t>Carcharhinus longimanus</w:t>
            </w:r>
          </w:p>
        </w:tc>
        <w:tc>
          <w:tcPr>
            <w:tcW w:w="1000" w:type="dxa"/>
          </w:tcPr>
          <w:p w14:paraId="428F7271" w14:textId="49D4027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w:t>
            </w:r>
          </w:p>
        </w:tc>
        <w:tc>
          <w:tcPr>
            <w:tcW w:w="1360" w:type="dxa"/>
          </w:tcPr>
          <w:p w14:paraId="14264015" w14:textId="656F728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A750FBE" w14:textId="7F88D8E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w:t>
            </w:r>
          </w:p>
        </w:tc>
        <w:tc>
          <w:tcPr>
            <w:tcW w:w="1360" w:type="dxa"/>
          </w:tcPr>
          <w:p w14:paraId="17E9A2A6" w14:textId="3FF6743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0.112</w:t>
            </w:r>
          </w:p>
        </w:tc>
        <w:tc>
          <w:tcPr>
            <w:tcW w:w="1200" w:type="dxa"/>
          </w:tcPr>
          <w:p w14:paraId="79117DBD" w14:textId="6CD5D29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2.71</w:t>
            </w:r>
          </w:p>
        </w:tc>
        <w:tc>
          <w:tcPr>
            <w:tcW w:w="1000" w:type="dxa"/>
          </w:tcPr>
          <w:p w14:paraId="2F11A7C8" w14:textId="61FC34C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78368850"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8E1A097" w14:textId="5F186989" w:rsidR="001F5B4D" w:rsidRPr="001F5B4D" w:rsidRDefault="001F5B4D" w:rsidP="001F5B4D">
            <w:pPr>
              <w:pStyle w:val="ScItalic"/>
            </w:pPr>
            <w:r w:rsidRPr="001F5B4D">
              <w:t>Ranzania laevis</w:t>
            </w:r>
          </w:p>
        </w:tc>
        <w:tc>
          <w:tcPr>
            <w:tcW w:w="1000" w:type="dxa"/>
          </w:tcPr>
          <w:p w14:paraId="52DA7DEC" w14:textId="46958C0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w:t>
            </w:r>
          </w:p>
        </w:tc>
        <w:tc>
          <w:tcPr>
            <w:tcW w:w="1360" w:type="dxa"/>
          </w:tcPr>
          <w:p w14:paraId="231DA200" w14:textId="7228D70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2DC969E" w14:textId="23CE317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w:t>
            </w:r>
          </w:p>
        </w:tc>
        <w:tc>
          <w:tcPr>
            <w:tcW w:w="1360" w:type="dxa"/>
          </w:tcPr>
          <w:p w14:paraId="238B0337" w14:textId="384D4B5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27072A53" w14:textId="084F6A8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58EF87B8" w14:textId="69B55E9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2BC887EB"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9F27FF3" w14:textId="471315D7" w:rsidR="001F5B4D" w:rsidRPr="001F5B4D" w:rsidRDefault="001F5B4D" w:rsidP="001F5B4D">
            <w:pPr>
              <w:pStyle w:val="ScItalic"/>
            </w:pPr>
            <w:r w:rsidRPr="001F5B4D">
              <w:t>Makaira indica</w:t>
            </w:r>
          </w:p>
        </w:tc>
        <w:tc>
          <w:tcPr>
            <w:tcW w:w="1000" w:type="dxa"/>
          </w:tcPr>
          <w:p w14:paraId="47236DB6" w14:textId="4239C04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3534B031" w14:textId="3C92689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1580FCF" w14:textId="57C2576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31</w:t>
            </w:r>
          </w:p>
        </w:tc>
        <w:tc>
          <w:tcPr>
            <w:tcW w:w="1360" w:type="dxa"/>
          </w:tcPr>
          <w:p w14:paraId="6A634107" w14:textId="55A08E6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0.048</w:t>
            </w:r>
          </w:p>
        </w:tc>
        <w:tc>
          <w:tcPr>
            <w:tcW w:w="1200" w:type="dxa"/>
          </w:tcPr>
          <w:p w14:paraId="7CC298A9" w14:textId="0B8483F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5067738B" w14:textId="75C6DC6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78AC704"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4747D27" w14:textId="6201C5C9" w:rsidR="001F5B4D" w:rsidRPr="001F5B4D" w:rsidRDefault="001F5B4D" w:rsidP="001F5B4D">
            <w:pPr>
              <w:pStyle w:val="ScItalic"/>
            </w:pPr>
            <w:r w:rsidRPr="001F5B4D">
              <w:t>Carcharhinus obscurus</w:t>
            </w:r>
          </w:p>
        </w:tc>
        <w:tc>
          <w:tcPr>
            <w:tcW w:w="1000" w:type="dxa"/>
          </w:tcPr>
          <w:p w14:paraId="53F1F9D0" w14:textId="790D87F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050986B2" w14:textId="1726B1D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5980FDE1" w14:textId="4280DF6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9</w:t>
            </w:r>
          </w:p>
        </w:tc>
        <w:tc>
          <w:tcPr>
            <w:tcW w:w="1360" w:type="dxa"/>
          </w:tcPr>
          <w:p w14:paraId="449888D0" w14:textId="6507D7B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0.140</w:t>
            </w:r>
          </w:p>
        </w:tc>
        <w:tc>
          <w:tcPr>
            <w:tcW w:w="1200" w:type="dxa"/>
          </w:tcPr>
          <w:p w14:paraId="2AC578DE" w14:textId="78EAC0F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3.00</w:t>
            </w:r>
          </w:p>
        </w:tc>
        <w:tc>
          <w:tcPr>
            <w:tcW w:w="1000" w:type="dxa"/>
          </w:tcPr>
          <w:p w14:paraId="74BAA64D" w14:textId="60F9ED3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6B590D4"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3CAC89E3" w14:textId="7E81BCCD" w:rsidR="001F5B4D" w:rsidRPr="001F5B4D" w:rsidRDefault="001F5B4D" w:rsidP="001F5B4D">
            <w:pPr>
              <w:pStyle w:val="ScItalic"/>
            </w:pPr>
            <w:r w:rsidRPr="001F5B4D">
              <w:lastRenderedPageBreak/>
              <w:t>Mustelus mustelus</w:t>
            </w:r>
          </w:p>
        </w:tc>
        <w:tc>
          <w:tcPr>
            <w:tcW w:w="1000" w:type="dxa"/>
          </w:tcPr>
          <w:p w14:paraId="42329E6F" w14:textId="5234EF9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2AF4E16A" w14:textId="53D9770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F78783A" w14:textId="58B7762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562</w:t>
            </w:r>
          </w:p>
        </w:tc>
        <w:tc>
          <w:tcPr>
            <w:tcW w:w="1360" w:type="dxa"/>
          </w:tcPr>
          <w:p w14:paraId="1BA8FEF2" w14:textId="113D45C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0.001</w:t>
            </w:r>
          </w:p>
        </w:tc>
        <w:tc>
          <w:tcPr>
            <w:tcW w:w="1200" w:type="dxa"/>
          </w:tcPr>
          <w:p w14:paraId="3D495465" w14:textId="76AAF4A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2.57</w:t>
            </w:r>
          </w:p>
        </w:tc>
        <w:tc>
          <w:tcPr>
            <w:tcW w:w="1000" w:type="dxa"/>
          </w:tcPr>
          <w:p w14:paraId="41376F4C" w14:textId="1778933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4E925F08"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2205677B" w14:textId="60549A02" w:rsidR="001F5B4D" w:rsidRPr="001F5B4D" w:rsidRDefault="001F5B4D" w:rsidP="001F5B4D">
            <w:pPr>
              <w:pStyle w:val="ScItalic"/>
            </w:pPr>
            <w:r w:rsidRPr="001F5B4D">
              <w:t>Aluterus monoceros</w:t>
            </w:r>
          </w:p>
        </w:tc>
        <w:tc>
          <w:tcPr>
            <w:tcW w:w="1000" w:type="dxa"/>
          </w:tcPr>
          <w:p w14:paraId="445FAB21" w14:textId="28A5325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2534FBD7" w14:textId="648917D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CAE1B54" w14:textId="7A652E1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3E5B5682" w14:textId="16A6C43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51128FC5" w14:textId="16C11B0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1.86</w:t>
            </w:r>
          </w:p>
        </w:tc>
        <w:tc>
          <w:tcPr>
            <w:tcW w:w="1000" w:type="dxa"/>
          </w:tcPr>
          <w:p w14:paraId="50224A8A" w14:textId="0936171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29F7904"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4C61FAA" w14:textId="2AF2696B" w:rsidR="001F5B4D" w:rsidRPr="001F5B4D" w:rsidRDefault="001F5B4D" w:rsidP="001F5B4D">
            <w:pPr>
              <w:pStyle w:val="ScItalic"/>
            </w:pPr>
            <w:r w:rsidRPr="001F5B4D">
              <w:t xml:space="preserve">Gempylus serpens </w:t>
            </w:r>
          </w:p>
        </w:tc>
        <w:tc>
          <w:tcPr>
            <w:tcW w:w="1000" w:type="dxa"/>
          </w:tcPr>
          <w:p w14:paraId="6FB9BE28" w14:textId="30C2F4F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43C0F90B" w14:textId="423D031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5D1F0638" w14:textId="39AD901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0A3E696A" w14:textId="527E3F7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0.995</w:t>
            </w:r>
          </w:p>
        </w:tc>
        <w:tc>
          <w:tcPr>
            <w:tcW w:w="1200" w:type="dxa"/>
          </w:tcPr>
          <w:p w14:paraId="175EBD89" w14:textId="5055820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1.86</w:t>
            </w:r>
          </w:p>
        </w:tc>
        <w:tc>
          <w:tcPr>
            <w:tcW w:w="1000" w:type="dxa"/>
          </w:tcPr>
          <w:p w14:paraId="2899E2D3" w14:textId="7B6A69E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AB1D0C0"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E3F29E3" w14:textId="42A236A2" w:rsidR="001F5B4D" w:rsidRPr="001F5B4D" w:rsidRDefault="001F5B4D" w:rsidP="001F5B4D">
            <w:pPr>
              <w:pStyle w:val="ScItalic"/>
            </w:pPr>
            <w:r w:rsidRPr="001F5B4D">
              <w:t>Sphyraena barracuda</w:t>
            </w:r>
          </w:p>
        </w:tc>
        <w:tc>
          <w:tcPr>
            <w:tcW w:w="1000" w:type="dxa"/>
          </w:tcPr>
          <w:p w14:paraId="28368FD4" w14:textId="6416B95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503891DB" w14:textId="56D2472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2540503B" w14:textId="5C00949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18</w:t>
            </w:r>
          </w:p>
        </w:tc>
        <w:tc>
          <w:tcPr>
            <w:tcW w:w="1360" w:type="dxa"/>
          </w:tcPr>
          <w:p w14:paraId="2F52C0D3" w14:textId="1D51FEA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0.029</w:t>
            </w:r>
          </w:p>
        </w:tc>
        <w:tc>
          <w:tcPr>
            <w:tcW w:w="1200" w:type="dxa"/>
          </w:tcPr>
          <w:p w14:paraId="14BC2CE1" w14:textId="6DA3790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12127F7E" w14:textId="3365EC8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3D80142"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E068E14" w14:textId="10B505C4" w:rsidR="001F5B4D" w:rsidRPr="001F5B4D" w:rsidRDefault="001F5B4D" w:rsidP="001F5B4D">
            <w:pPr>
              <w:pStyle w:val="ScItalic"/>
            </w:pPr>
            <w:r w:rsidRPr="001F5B4D">
              <w:t>Sphyrna mokarran</w:t>
            </w:r>
          </w:p>
        </w:tc>
        <w:tc>
          <w:tcPr>
            <w:tcW w:w="1000" w:type="dxa"/>
          </w:tcPr>
          <w:p w14:paraId="7C8547FD" w14:textId="0BAAD9F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2027B3FE" w14:textId="3477ACB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2E30CD26" w14:textId="6E2900B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11</w:t>
            </w:r>
          </w:p>
        </w:tc>
        <w:tc>
          <w:tcPr>
            <w:tcW w:w="1360" w:type="dxa"/>
          </w:tcPr>
          <w:p w14:paraId="213AF549" w14:textId="360CE3A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0.043</w:t>
            </w:r>
          </w:p>
        </w:tc>
        <w:tc>
          <w:tcPr>
            <w:tcW w:w="1200" w:type="dxa"/>
          </w:tcPr>
          <w:p w14:paraId="6DE0BA1F" w14:textId="2785D3E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615137D6" w14:textId="54204AF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5AE2D5BB"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0B5CF619" w14:textId="4B2E4DD0" w:rsidR="001F5B4D" w:rsidRPr="001F5B4D" w:rsidRDefault="001F5B4D" w:rsidP="001F5B4D">
            <w:pPr>
              <w:pStyle w:val="ScItalic"/>
            </w:pPr>
            <w:r w:rsidRPr="001F5B4D">
              <w:t>Seriola rivoliana</w:t>
            </w:r>
          </w:p>
        </w:tc>
        <w:tc>
          <w:tcPr>
            <w:tcW w:w="1000" w:type="dxa"/>
          </w:tcPr>
          <w:p w14:paraId="0859C878" w14:textId="4A6BF29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776C5D96" w14:textId="2A455B8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34F33F6" w14:textId="41D4FC0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w:t>
            </w:r>
          </w:p>
        </w:tc>
        <w:tc>
          <w:tcPr>
            <w:tcW w:w="1360" w:type="dxa"/>
          </w:tcPr>
          <w:p w14:paraId="60893091" w14:textId="22D52B9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0.141</w:t>
            </w:r>
          </w:p>
        </w:tc>
        <w:tc>
          <w:tcPr>
            <w:tcW w:w="1200" w:type="dxa"/>
          </w:tcPr>
          <w:p w14:paraId="0A192077" w14:textId="66F5857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00FF3D64" w14:textId="740ED32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048912A"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48E1AF4A" w14:textId="5AF5EC78" w:rsidR="001F5B4D" w:rsidRPr="001F5B4D" w:rsidRDefault="001F5B4D" w:rsidP="001F5B4D">
            <w:pPr>
              <w:pStyle w:val="ScItalic"/>
            </w:pPr>
            <w:r w:rsidRPr="001F5B4D">
              <w:t>Scyliorhinus spp</w:t>
            </w:r>
          </w:p>
        </w:tc>
        <w:tc>
          <w:tcPr>
            <w:tcW w:w="1000" w:type="dxa"/>
          </w:tcPr>
          <w:p w14:paraId="150E81C7" w14:textId="277DAD3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6895653D" w14:textId="1B6B910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659CCF8" w14:textId="08A7257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26</w:t>
            </w:r>
          </w:p>
        </w:tc>
        <w:tc>
          <w:tcPr>
            <w:tcW w:w="1360" w:type="dxa"/>
          </w:tcPr>
          <w:p w14:paraId="7E1930F0" w14:textId="0F5505F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0.031</w:t>
            </w:r>
          </w:p>
        </w:tc>
        <w:tc>
          <w:tcPr>
            <w:tcW w:w="1200" w:type="dxa"/>
          </w:tcPr>
          <w:p w14:paraId="27776824" w14:textId="4BD3D13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2.43</w:t>
            </w:r>
          </w:p>
        </w:tc>
        <w:tc>
          <w:tcPr>
            <w:tcW w:w="1000" w:type="dxa"/>
          </w:tcPr>
          <w:p w14:paraId="2AE2F7C9" w14:textId="180E130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DF2950E"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B47CCFD" w14:textId="0E4D37D2" w:rsidR="001F5B4D" w:rsidRPr="001F5B4D" w:rsidRDefault="001F5B4D" w:rsidP="001F5B4D">
            <w:pPr>
              <w:pStyle w:val="ScItalic"/>
            </w:pPr>
            <w:r w:rsidRPr="001F5B4D">
              <w:t>Scyliorhinidae</w:t>
            </w:r>
          </w:p>
        </w:tc>
        <w:tc>
          <w:tcPr>
            <w:tcW w:w="1000" w:type="dxa"/>
          </w:tcPr>
          <w:p w14:paraId="6C8FE1D8" w14:textId="43631EF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66D816CC" w14:textId="4CA80C5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AEF8FB7" w14:textId="65EDAC2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34</w:t>
            </w:r>
          </w:p>
        </w:tc>
        <w:tc>
          <w:tcPr>
            <w:tcW w:w="1360" w:type="dxa"/>
          </w:tcPr>
          <w:p w14:paraId="23691FC5" w14:textId="69F1885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0.023</w:t>
            </w:r>
          </w:p>
        </w:tc>
        <w:tc>
          <w:tcPr>
            <w:tcW w:w="1200" w:type="dxa"/>
          </w:tcPr>
          <w:p w14:paraId="12F49C90" w14:textId="7208525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2.43</w:t>
            </w:r>
          </w:p>
        </w:tc>
        <w:tc>
          <w:tcPr>
            <w:tcW w:w="1000" w:type="dxa"/>
          </w:tcPr>
          <w:p w14:paraId="4D270B8A" w14:textId="444B9A3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B80C020"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779B0EC" w14:textId="555755E1" w:rsidR="001F5B4D" w:rsidRPr="001F5B4D" w:rsidRDefault="001F5B4D" w:rsidP="001F5B4D">
            <w:pPr>
              <w:pStyle w:val="ScItalic"/>
            </w:pPr>
            <w:r w:rsidRPr="001F5B4D">
              <w:t>Mola mola</w:t>
            </w:r>
          </w:p>
        </w:tc>
        <w:tc>
          <w:tcPr>
            <w:tcW w:w="1000" w:type="dxa"/>
          </w:tcPr>
          <w:p w14:paraId="12853AC2" w14:textId="128672C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1C2BE30B" w14:textId="4AEF090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5AB1EA2C" w14:textId="4F3B04C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76717744" w14:textId="2632091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0.319</w:t>
            </w:r>
          </w:p>
        </w:tc>
        <w:tc>
          <w:tcPr>
            <w:tcW w:w="1200" w:type="dxa"/>
          </w:tcPr>
          <w:p w14:paraId="79F9715F" w14:textId="6893EBA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2.29</w:t>
            </w:r>
          </w:p>
        </w:tc>
        <w:tc>
          <w:tcPr>
            <w:tcW w:w="1000" w:type="dxa"/>
          </w:tcPr>
          <w:p w14:paraId="717F4B82" w14:textId="0DC380B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0D56B9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3258FC10" w14:textId="768C85A5" w:rsidR="001F5B4D" w:rsidRPr="001F5B4D" w:rsidRDefault="001F5B4D" w:rsidP="001F5B4D">
            <w:pPr>
              <w:pStyle w:val="ScItalic"/>
            </w:pPr>
            <w:r w:rsidRPr="001F5B4D">
              <w:t>Mobula japanica (=rancurelli)</w:t>
            </w:r>
          </w:p>
        </w:tc>
        <w:tc>
          <w:tcPr>
            <w:tcW w:w="1000" w:type="dxa"/>
          </w:tcPr>
          <w:p w14:paraId="1ACAB480" w14:textId="07F0015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6D7B5F4D" w14:textId="1D6FCD0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3103EDC8" w14:textId="651A6E3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7EC5DF34" w14:textId="420450C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0810CE06" w14:textId="3A9B159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2.43</w:t>
            </w:r>
          </w:p>
        </w:tc>
        <w:tc>
          <w:tcPr>
            <w:tcW w:w="1000" w:type="dxa"/>
          </w:tcPr>
          <w:p w14:paraId="07BC60AC" w14:textId="6A97358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13A856E2"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2331AC63" w14:textId="3C19D067" w:rsidR="001F5B4D" w:rsidRPr="001F5B4D" w:rsidRDefault="001F5B4D" w:rsidP="001F5B4D">
            <w:pPr>
              <w:pStyle w:val="ScItalic"/>
            </w:pPr>
            <w:r w:rsidRPr="001F5B4D">
              <w:t>Balistes capriscus</w:t>
            </w:r>
          </w:p>
        </w:tc>
        <w:tc>
          <w:tcPr>
            <w:tcW w:w="1000" w:type="dxa"/>
          </w:tcPr>
          <w:p w14:paraId="43AF1FE4" w14:textId="455CD10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30674412" w14:textId="14CB58E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4AB4301" w14:textId="581D5BB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39363662" w14:textId="7954939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6FD13034" w14:textId="3CAEB0F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1.71</w:t>
            </w:r>
          </w:p>
        </w:tc>
        <w:tc>
          <w:tcPr>
            <w:tcW w:w="1000" w:type="dxa"/>
          </w:tcPr>
          <w:p w14:paraId="47333C97" w14:textId="14C8CF7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1F609DB3"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AF6946D" w14:textId="588EA0BC" w:rsidR="001F5B4D" w:rsidRPr="001F5B4D" w:rsidRDefault="001F5B4D" w:rsidP="001F5B4D">
            <w:pPr>
              <w:pStyle w:val="ScItalic"/>
            </w:pPr>
            <w:r w:rsidRPr="001F5B4D">
              <w:t>Mobula mobular</w:t>
            </w:r>
          </w:p>
        </w:tc>
        <w:tc>
          <w:tcPr>
            <w:tcW w:w="1000" w:type="dxa"/>
          </w:tcPr>
          <w:p w14:paraId="00A8E428" w14:textId="72B93BC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6A457BBD" w14:textId="4737990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6A8FE1F" w14:textId="3AF5DFD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1C299EE4" w14:textId="0598BCC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03C14A14" w14:textId="4F8E11C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2.57</w:t>
            </w:r>
          </w:p>
        </w:tc>
        <w:tc>
          <w:tcPr>
            <w:tcW w:w="1000" w:type="dxa"/>
          </w:tcPr>
          <w:p w14:paraId="29438C0D" w14:textId="184DCF9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0C97BBD"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28FD4F92" w14:textId="2C9CF38E" w:rsidR="001F5B4D" w:rsidRPr="001F5B4D" w:rsidRDefault="001F5B4D" w:rsidP="001F5B4D">
            <w:pPr>
              <w:pStyle w:val="ScItalic"/>
            </w:pPr>
            <w:r w:rsidRPr="001F5B4D">
              <w:t>Carcharhiniformes</w:t>
            </w:r>
          </w:p>
        </w:tc>
        <w:tc>
          <w:tcPr>
            <w:tcW w:w="1000" w:type="dxa"/>
          </w:tcPr>
          <w:p w14:paraId="18E2627E" w14:textId="1C385CA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3FE93611" w14:textId="3947A39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0CC1027" w14:textId="0C5B12A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187</w:t>
            </w:r>
          </w:p>
        </w:tc>
        <w:tc>
          <w:tcPr>
            <w:tcW w:w="1360" w:type="dxa"/>
          </w:tcPr>
          <w:p w14:paraId="5F948A2C" w14:textId="1CE63DE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0.001</w:t>
            </w:r>
          </w:p>
        </w:tc>
        <w:tc>
          <w:tcPr>
            <w:tcW w:w="1200" w:type="dxa"/>
          </w:tcPr>
          <w:p w14:paraId="6085AA4D" w14:textId="47E155C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3.00</w:t>
            </w:r>
          </w:p>
        </w:tc>
        <w:tc>
          <w:tcPr>
            <w:tcW w:w="1000" w:type="dxa"/>
          </w:tcPr>
          <w:p w14:paraId="02E33088" w14:textId="2AA3A59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4F4F4DEE"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34207B84" w14:textId="306D761C" w:rsidR="001F5B4D" w:rsidRPr="001F5B4D" w:rsidRDefault="001F5B4D" w:rsidP="001F5B4D">
            <w:pPr>
              <w:pStyle w:val="ScItalic"/>
            </w:pPr>
            <w:r w:rsidRPr="001F5B4D">
              <w:t>Scyliorhinus stellaris</w:t>
            </w:r>
          </w:p>
        </w:tc>
        <w:tc>
          <w:tcPr>
            <w:tcW w:w="1000" w:type="dxa"/>
          </w:tcPr>
          <w:p w14:paraId="5D2F5942" w14:textId="7258D10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7C801ECD" w14:textId="545911D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5A2A98E7" w14:textId="780DC2B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w:t>
            </w:r>
          </w:p>
        </w:tc>
        <w:tc>
          <w:tcPr>
            <w:tcW w:w="1360" w:type="dxa"/>
          </w:tcPr>
          <w:p w14:paraId="2F38CEA1" w14:textId="42F3B20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0.024</w:t>
            </w:r>
          </w:p>
        </w:tc>
        <w:tc>
          <w:tcPr>
            <w:tcW w:w="1200" w:type="dxa"/>
          </w:tcPr>
          <w:p w14:paraId="315BC1DE" w14:textId="1A00D42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2.43</w:t>
            </w:r>
          </w:p>
        </w:tc>
        <w:tc>
          <w:tcPr>
            <w:tcW w:w="1000" w:type="dxa"/>
          </w:tcPr>
          <w:p w14:paraId="28293126" w14:textId="2CD8162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BD0DEA2"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418B9A4C" w14:textId="66F9B634" w:rsidR="001F5B4D" w:rsidRPr="001F5B4D" w:rsidRDefault="001F5B4D" w:rsidP="001F5B4D">
            <w:pPr>
              <w:pStyle w:val="ScItalic"/>
            </w:pPr>
            <w:r w:rsidRPr="001F5B4D">
              <w:t>Manta birostris</w:t>
            </w:r>
          </w:p>
        </w:tc>
        <w:tc>
          <w:tcPr>
            <w:tcW w:w="1000" w:type="dxa"/>
          </w:tcPr>
          <w:p w14:paraId="23AB299B" w14:textId="14CFE26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7867EA89" w14:textId="062E3AE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59D71B2" w14:textId="3696787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w:t>
            </w:r>
          </w:p>
        </w:tc>
        <w:tc>
          <w:tcPr>
            <w:tcW w:w="1360" w:type="dxa"/>
          </w:tcPr>
          <w:p w14:paraId="441F911B" w14:textId="4597A70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0.095</w:t>
            </w:r>
          </w:p>
        </w:tc>
        <w:tc>
          <w:tcPr>
            <w:tcW w:w="1200" w:type="dxa"/>
          </w:tcPr>
          <w:p w14:paraId="0A0E91AD" w14:textId="65EF637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2.57</w:t>
            </w:r>
          </w:p>
        </w:tc>
        <w:tc>
          <w:tcPr>
            <w:tcW w:w="1000" w:type="dxa"/>
          </w:tcPr>
          <w:p w14:paraId="6BF75DA8" w14:textId="2BC71D8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587F7642"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1891E36" w14:textId="2CE8A8DB" w:rsidR="001F5B4D" w:rsidRPr="001F5B4D" w:rsidRDefault="001F5B4D" w:rsidP="001F5B4D">
            <w:pPr>
              <w:pStyle w:val="ScItalic"/>
            </w:pPr>
            <w:r w:rsidRPr="001F5B4D">
              <w:t>Carcharhinus brevipinna</w:t>
            </w:r>
          </w:p>
        </w:tc>
        <w:tc>
          <w:tcPr>
            <w:tcW w:w="1000" w:type="dxa"/>
          </w:tcPr>
          <w:p w14:paraId="3458DF8D" w14:textId="74A29C1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5084E748" w14:textId="1D4B29F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5A9A4CD" w14:textId="6795120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282418AD" w14:textId="5CE1DD67"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0BD37446" w14:textId="5FF7951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2.43</w:t>
            </w:r>
          </w:p>
        </w:tc>
        <w:tc>
          <w:tcPr>
            <w:tcW w:w="1000" w:type="dxa"/>
          </w:tcPr>
          <w:p w14:paraId="4A206996" w14:textId="381FFAB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1328BF1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614B301" w14:textId="1D369CA9" w:rsidR="001F5B4D" w:rsidRPr="001F5B4D" w:rsidRDefault="001F5B4D" w:rsidP="001F5B4D">
            <w:pPr>
              <w:pStyle w:val="ScItalic"/>
            </w:pPr>
            <w:r w:rsidRPr="001F5B4D">
              <w:t>Tetrapturus pfluegeri</w:t>
            </w:r>
          </w:p>
        </w:tc>
        <w:tc>
          <w:tcPr>
            <w:tcW w:w="1000" w:type="dxa"/>
          </w:tcPr>
          <w:p w14:paraId="13243416" w14:textId="5324BCA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6EEEFA3E" w14:textId="436775B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61031CF3" w14:textId="731CD0A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533</w:t>
            </w:r>
          </w:p>
        </w:tc>
        <w:tc>
          <w:tcPr>
            <w:tcW w:w="1360" w:type="dxa"/>
          </w:tcPr>
          <w:p w14:paraId="4F7A7D01" w14:textId="337CFC8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200" w:type="dxa"/>
          </w:tcPr>
          <w:p w14:paraId="291A6A54" w14:textId="5CF0452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1.86</w:t>
            </w:r>
          </w:p>
        </w:tc>
        <w:tc>
          <w:tcPr>
            <w:tcW w:w="1000" w:type="dxa"/>
          </w:tcPr>
          <w:p w14:paraId="756DDF9F" w14:textId="089A6E1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B29FDDD"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616F6D33" w14:textId="54FCDE6D" w:rsidR="001F5B4D" w:rsidRPr="001F5B4D" w:rsidRDefault="001F5B4D" w:rsidP="001F5B4D">
            <w:pPr>
              <w:pStyle w:val="ScItalic"/>
            </w:pPr>
            <w:r w:rsidRPr="001F5B4D">
              <w:t>Isurus paucus</w:t>
            </w:r>
          </w:p>
        </w:tc>
        <w:tc>
          <w:tcPr>
            <w:tcW w:w="1000" w:type="dxa"/>
          </w:tcPr>
          <w:p w14:paraId="0ABD1DE4" w14:textId="03EDDEF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14305792" w14:textId="578F0AE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D9C482B" w14:textId="25A359E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691</w:t>
            </w:r>
          </w:p>
        </w:tc>
        <w:tc>
          <w:tcPr>
            <w:tcW w:w="1360" w:type="dxa"/>
          </w:tcPr>
          <w:p w14:paraId="0F896214" w14:textId="06BDB08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200" w:type="dxa"/>
          </w:tcPr>
          <w:p w14:paraId="2484658B" w14:textId="362A770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2.86</w:t>
            </w:r>
          </w:p>
        </w:tc>
        <w:tc>
          <w:tcPr>
            <w:tcW w:w="1000" w:type="dxa"/>
          </w:tcPr>
          <w:p w14:paraId="06385BE4" w14:textId="1623FED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9FF5B56"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6BB3C98E" w14:textId="145FC4AB" w:rsidR="001F5B4D" w:rsidRPr="001F5B4D" w:rsidRDefault="001F5B4D" w:rsidP="001F5B4D">
            <w:pPr>
              <w:pStyle w:val="ScItalic"/>
            </w:pPr>
            <w:r w:rsidRPr="001F5B4D">
              <w:t>Uraspis secunda</w:t>
            </w:r>
          </w:p>
        </w:tc>
        <w:tc>
          <w:tcPr>
            <w:tcW w:w="1000" w:type="dxa"/>
          </w:tcPr>
          <w:p w14:paraId="6B483050" w14:textId="3908801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4B726446" w14:textId="1627573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E7DAAF7" w14:textId="7E489BE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3614C842" w14:textId="4293155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0.485</w:t>
            </w:r>
          </w:p>
        </w:tc>
        <w:tc>
          <w:tcPr>
            <w:tcW w:w="1200" w:type="dxa"/>
          </w:tcPr>
          <w:p w14:paraId="56534FA3" w14:textId="1FA570B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1.86</w:t>
            </w:r>
          </w:p>
        </w:tc>
        <w:tc>
          <w:tcPr>
            <w:tcW w:w="1000" w:type="dxa"/>
          </w:tcPr>
          <w:p w14:paraId="5522FAE1" w14:textId="28E1B70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497D39DF"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1DB5AD4" w14:textId="6421F760" w:rsidR="001F5B4D" w:rsidRPr="001F5B4D" w:rsidRDefault="001F5B4D" w:rsidP="001F5B4D">
            <w:pPr>
              <w:pStyle w:val="ScItalic"/>
            </w:pPr>
            <w:r w:rsidRPr="001F5B4D">
              <w:t>Pteroplatytrygon violacea</w:t>
            </w:r>
          </w:p>
        </w:tc>
        <w:tc>
          <w:tcPr>
            <w:tcW w:w="1000" w:type="dxa"/>
          </w:tcPr>
          <w:p w14:paraId="07385D26" w14:textId="061C162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185A1E19" w14:textId="7E8A04A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54416DC3" w14:textId="0FE1162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w:t>
            </w:r>
          </w:p>
        </w:tc>
        <w:tc>
          <w:tcPr>
            <w:tcW w:w="1360" w:type="dxa"/>
          </w:tcPr>
          <w:p w14:paraId="6D1CB305" w14:textId="491C3C9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0.003</w:t>
            </w:r>
          </w:p>
        </w:tc>
        <w:tc>
          <w:tcPr>
            <w:tcW w:w="1200" w:type="dxa"/>
          </w:tcPr>
          <w:p w14:paraId="010CB737" w14:textId="5B4C9BC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5FDD57C6" w14:textId="2501335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F2112EE"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488A12D" w14:textId="02DFFAF9" w:rsidR="001F5B4D" w:rsidRPr="001F5B4D" w:rsidRDefault="001F5B4D" w:rsidP="001F5B4D">
            <w:pPr>
              <w:pStyle w:val="ScItalic"/>
            </w:pPr>
            <w:r w:rsidRPr="001F5B4D">
              <w:t>Family Exocoetidae</w:t>
            </w:r>
          </w:p>
        </w:tc>
        <w:tc>
          <w:tcPr>
            <w:tcW w:w="1000" w:type="dxa"/>
          </w:tcPr>
          <w:p w14:paraId="189C30D7" w14:textId="65ABD30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3B0A5464" w14:textId="0BCAE88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6544138" w14:textId="0247EDC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5</w:t>
            </w:r>
          </w:p>
        </w:tc>
        <w:tc>
          <w:tcPr>
            <w:tcW w:w="1360" w:type="dxa"/>
          </w:tcPr>
          <w:p w14:paraId="3956C05C" w14:textId="1C7A61A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0.007</w:t>
            </w:r>
          </w:p>
        </w:tc>
        <w:tc>
          <w:tcPr>
            <w:tcW w:w="1200" w:type="dxa"/>
          </w:tcPr>
          <w:p w14:paraId="501E5A0B" w14:textId="1E014CD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1.43</w:t>
            </w:r>
          </w:p>
        </w:tc>
        <w:tc>
          <w:tcPr>
            <w:tcW w:w="1000" w:type="dxa"/>
          </w:tcPr>
          <w:p w14:paraId="377142EB" w14:textId="32EE9B2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3A2E9D9E"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144D4D8C" w14:textId="29617C9C" w:rsidR="001F5B4D" w:rsidRPr="001F5B4D" w:rsidRDefault="001F5B4D" w:rsidP="001F5B4D">
            <w:pPr>
              <w:pStyle w:val="ScItalic"/>
            </w:pPr>
            <w:r w:rsidRPr="001F5B4D">
              <w:t>Masturus lanceolatus</w:t>
            </w:r>
          </w:p>
        </w:tc>
        <w:tc>
          <w:tcPr>
            <w:tcW w:w="1000" w:type="dxa"/>
          </w:tcPr>
          <w:p w14:paraId="74A4BCFD" w14:textId="1BF627B8"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6EF31A89" w14:textId="4D5E766A"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7F4DF7DF" w14:textId="3BF19FAB"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6D2B1AD3" w14:textId="3F8730D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0.182</w:t>
            </w:r>
          </w:p>
        </w:tc>
        <w:tc>
          <w:tcPr>
            <w:tcW w:w="1200" w:type="dxa"/>
          </w:tcPr>
          <w:p w14:paraId="29B0F163" w14:textId="4068CFF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2.29</w:t>
            </w:r>
          </w:p>
        </w:tc>
        <w:tc>
          <w:tcPr>
            <w:tcW w:w="1000" w:type="dxa"/>
          </w:tcPr>
          <w:p w14:paraId="042929A0" w14:textId="100005B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2F89EB4"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4FF0BDA5" w14:textId="16ED1A70" w:rsidR="001F5B4D" w:rsidRPr="001F5B4D" w:rsidRDefault="001F5B4D" w:rsidP="001F5B4D">
            <w:pPr>
              <w:pStyle w:val="ScItalic"/>
            </w:pPr>
            <w:r w:rsidRPr="001F5B4D">
              <w:t>Rhincodon typus</w:t>
            </w:r>
          </w:p>
        </w:tc>
        <w:tc>
          <w:tcPr>
            <w:tcW w:w="1000" w:type="dxa"/>
          </w:tcPr>
          <w:p w14:paraId="61A84FA9" w14:textId="211BF34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1104F5BE" w14:textId="4850212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06542A5B" w14:textId="451426B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65E99E9A" w14:textId="311DFCA5"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4E7666F7" w14:textId="6672085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3.00</w:t>
            </w:r>
          </w:p>
        </w:tc>
        <w:tc>
          <w:tcPr>
            <w:tcW w:w="1000" w:type="dxa"/>
          </w:tcPr>
          <w:p w14:paraId="2F58F696" w14:textId="3FB655CF"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6856032E"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A919887" w14:textId="46C4FAB7" w:rsidR="001F5B4D" w:rsidRPr="001F5B4D" w:rsidRDefault="001F5B4D" w:rsidP="001F5B4D">
            <w:pPr>
              <w:pStyle w:val="ScItalic"/>
            </w:pPr>
            <w:r w:rsidRPr="001F5B4D">
              <w:t>Coryphaena equiselis</w:t>
            </w:r>
          </w:p>
        </w:tc>
        <w:tc>
          <w:tcPr>
            <w:tcW w:w="1000" w:type="dxa"/>
          </w:tcPr>
          <w:p w14:paraId="1E9558F3" w14:textId="0DD313C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628216F3" w14:textId="75A97B5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33B75CB8" w14:textId="01EDF3EE"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1C6CBCA9" w14:textId="20B3A8D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1.000</w:t>
            </w:r>
          </w:p>
        </w:tc>
        <w:tc>
          <w:tcPr>
            <w:tcW w:w="1200" w:type="dxa"/>
          </w:tcPr>
          <w:p w14:paraId="128E739E" w14:textId="2760D62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1.43</w:t>
            </w:r>
          </w:p>
        </w:tc>
        <w:tc>
          <w:tcPr>
            <w:tcW w:w="1000" w:type="dxa"/>
          </w:tcPr>
          <w:p w14:paraId="7DF62E2A" w14:textId="4903D6A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75AC52B2"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783D2944" w14:textId="6EED6196" w:rsidR="001F5B4D" w:rsidRPr="001F5B4D" w:rsidRDefault="001F5B4D" w:rsidP="001F5B4D">
            <w:pPr>
              <w:pStyle w:val="ScItalic"/>
            </w:pPr>
            <w:r w:rsidRPr="001F5B4D">
              <w:t xml:space="preserve">Belone belone </w:t>
            </w:r>
          </w:p>
        </w:tc>
        <w:tc>
          <w:tcPr>
            <w:tcW w:w="1000" w:type="dxa"/>
          </w:tcPr>
          <w:p w14:paraId="5D650844" w14:textId="23C5992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07FB0E92" w14:textId="6E902E2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456A9FCD" w14:textId="2C484E1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w:t>
            </w:r>
          </w:p>
        </w:tc>
        <w:tc>
          <w:tcPr>
            <w:tcW w:w="1360" w:type="dxa"/>
          </w:tcPr>
          <w:p w14:paraId="26814E1F" w14:textId="6CE97963"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0.001</w:t>
            </w:r>
          </w:p>
        </w:tc>
        <w:tc>
          <w:tcPr>
            <w:tcW w:w="1200" w:type="dxa"/>
          </w:tcPr>
          <w:p w14:paraId="499EBC26" w14:textId="53E2B669"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2.00</w:t>
            </w:r>
          </w:p>
        </w:tc>
        <w:tc>
          <w:tcPr>
            <w:tcW w:w="1000" w:type="dxa"/>
          </w:tcPr>
          <w:p w14:paraId="69A4E32E" w14:textId="3B7CC644"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r w:rsidR="001F5B4D" w:rsidRPr="001F5B4D" w14:paraId="06BE3C11" w14:textId="77777777" w:rsidTr="001F5B4D">
        <w:tc>
          <w:tcPr>
            <w:cnfStyle w:val="001000000000" w:firstRow="0" w:lastRow="0" w:firstColumn="1" w:lastColumn="0" w:oddVBand="0" w:evenVBand="0" w:oddHBand="0" w:evenHBand="0" w:firstRowFirstColumn="0" w:firstRowLastColumn="0" w:lastRowFirstColumn="0" w:lastRowLastColumn="0"/>
            <w:tcW w:w="2400" w:type="dxa"/>
          </w:tcPr>
          <w:p w14:paraId="5E7B9C94" w14:textId="4B1310BF" w:rsidR="001F5B4D" w:rsidRPr="001F5B4D" w:rsidRDefault="001F5B4D" w:rsidP="001F5B4D">
            <w:pPr>
              <w:pStyle w:val="ScItalic"/>
            </w:pPr>
            <w:r w:rsidRPr="001F5B4D">
              <w:t>Naucrates ductor</w:t>
            </w:r>
          </w:p>
        </w:tc>
        <w:tc>
          <w:tcPr>
            <w:tcW w:w="1000" w:type="dxa"/>
          </w:tcPr>
          <w:p w14:paraId="4732BAB9" w14:textId="35764E8C"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003226B3" w14:textId="16B01E90"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0.000</w:t>
            </w:r>
          </w:p>
        </w:tc>
        <w:tc>
          <w:tcPr>
            <w:tcW w:w="1000" w:type="dxa"/>
          </w:tcPr>
          <w:p w14:paraId="1F034C30" w14:textId="7D913BA6"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w:t>
            </w:r>
          </w:p>
        </w:tc>
        <w:tc>
          <w:tcPr>
            <w:tcW w:w="1360" w:type="dxa"/>
          </w:tcPr>
          <w:p w14:paraId="5C8E98E4" w14:textId="47AA3821"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0.004</w:t>
            </w:r>
          </w:p>
        </w:tc>
        <w:tc>
          <w:tcPr>
            <w:tcW w:w="1200" w:type="dxa"/>
          </w:tcPr>
          <w:p w14:paraId="658C47AE" w14:textId="68382852"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1.57</w:t>
            </w:r>
          </w:p>
        </w:tc>
        <w:tc>
          <w:tcPr>
            <w:tcW w:w="1000" w:type="dxa"/>
          </w:tcPr>
          <w:p w14:paraId="51A6CAC8" w14:textId="4D6FC5ED" w:rsidR="001F5B4D" w:rsidRPr="001F5B4D" w:rsidRDefault="001F5B4D" w:rsidP="001F5B4D">
            <w:pPr>
              <w:pStyle w:val="ScNormal"/>
              <w:cnfStyle w:val="000000000000" w:firstRow="0" w:lastRow="0" w:firstColumn="0" w:lastColumn="0" w:oddVBand="0" w:evenVBand="0" w:oddHBand="0" w:evenHBand="0" w:firstRowFirstColumn="0" w:firstRowLastColumn="0" w:lastRowFirstColumn="0" w:lastRowLastColumn="0"/>
            </w:pPr>
            <w:r w:rsidRPr="001F5B4D">
              <w:t>Minor</w:t>
            </w:r>
          </w:p>
        </w:tc>
      </w:tr>
    </w:tbl>
    <w:p w14:paraId="7CC0A16B" w14:textId="540903C4" w:rsidR="001F5B4D" w:rsidRPr="001F5B4D" w:rsidRDefault="001F5B4D" w:rsidP="001F5B4D">
      <w:pPr>
        <w:pStyle w:val="ScBuffer"/>
      </w:pPr>
    </w:p>
    <w:p w14:paraId="78E25AE7" w14:textId="407C20E1" w:rsidR="001F5B4D" w:rsidRPr="001F5B4D" w:rsidRDefault="001F5B4D" w:rsidP="001F5B4D">
      <w:pPr>
        <w:pStyle w:val="ScHeading2"/>
      </w:pPr>
      <w:r w:rsidRPr="001F5B4D">
        <w:t>2.1 Primary Species</w:t>
      </w:r>
    </w:p>
    <w:p w14:paraId="750640DC" w14:textId="0BD41FED" w:rsidR="001F5B4D" w:rsidRPr="001F5B4D" w:rsidRDefault="001F5B4D" w:rsidP="001F5B4D">
      <w:pPr>
        <w:pStyle w:val="ScPI"/>
        <w:rPr>
          <w:lang w:val="en-GB"/>
        </w:rPr>
      </w:pPr>
      <w:r w:rsidRPr="001F5B4D">
        <w:rPr>
          <w:lang w:val="en-GB"/>
        </w:rPr>
        <w:t>P.2.1.1 Outcome Status</w:t>
      </w:r>
    </w:p>
    <w:p w14:paraId="63D97C98" w14:textId="298DC796"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531A95E6"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BBCBFE5" w14:textId="428ACB01" w:rsidR="001F5B4D" w:rsidRPr="001F5B4D" w:rsidRDefault="001F5B4D" w:rsidP="001F5B4D">
            <w:pPr>
              <w:pStyle w:val="ScNormal"/>
            </w:pPr>
            <w:r w:rsidRPr="001F5B4D">
              <w:t>2.1.1.a Main primary species stock status</w:t>
            </w:r>
          </w:p>
        </w:tc>
      </w:tr>
      <w:tr w:rsidR="001F5B4D" w:rsidRPr="001F5B4D" w14:paraId="651FD0F9" w14:textId="77777777" w:rsidTr="001F5B4D">
        <w:trPr>
          <w:cantSplit/>
        </w:trPr>
        <w:tc>
          <w:tcPr>
            <w:tcW w:w="3080" w:type="dxa"/>
            <w:shd w:val="clear" w:color="auto" w:fill="B6DDE8"/>
          </w:tcPr>
          <w:p w14:paraId="3DF56D00" w14:textId="619ACD49" w:rsidR="001F5B4D" w:rsidRPr="001F5B4D" w:rsidRDefault="001F5B4D" w:rsidP="001F5B4D">
            <w:pPr>
              <w:pStyle w:val="ScSGTableHead"/>
            </w:pPr>
            <w:r w:rsidRPr="001F5B4D">
              <w:t>60 Guidepost</w:t>
            </w:r>
          </w:p>
        </w:tc>
        <w:tc>
          <w:tcPr>
            <w:tcW w:w="3081" w:type="dxa"/>
            <w:shd w:val="clear" w:color="auto" w:fill="B6DDE8"/>
          </w:tcPr>
          <w:p w14:paraId="0B6367AE" w14:textId="0AC26741" w:rsidR="001F5B4D" w:rsidRPr="001F5B4D" w:rsidRDefault="001F5B4D" w:rsidP="001F5B4D">
            <w:pPr>
              <w:pStyle w:val="ScSGTableHead"/>
            </w:pPr>
            <w:r w:rsidRPr="001F5B4D">
              <w:t>80 Guidepost</w:t>
            </w:r>
          </w:p>
        </w:tc>
        <w:tc>
          <w:tcPr>
            <w:tcW w:w="3081" w:type="dxa"/>
            <w:shd w:val="clear" w:color="auto" w:fill="B6DDE8"/>
          </w:tcPr>
          <w:p w14:paraId="7F8D270B" w14:textId="5EFFD425" w:rsidR="001F5B4D" w:rsidRPr="001F5B4D" w:rsidRDefault="001F5B4D" w:rsidP="001F5B4D">
            <w:pPr>
              <w:pStyle w:val="ScSGTableHead"/>
            </w:pPr>
            <w:r w:rsidRPr="001F5B4D">
              <w:t>100 Guidepost</w:t>
            </w:r>
          </w:p>
        </w:tc>
      </w:tr>
      <w:tr w:rsidR="001F5B4D" w:rsidRPr="001F5B4D" w14:paraId="7077183A" w14:textId="77777777" w:rsidTr="001F5B4D">
        <w:trPr>
          <w:cantSplit/>
        </w:trPr>
        <w:tc>
          <w:tcPr>
            <w:tcW w:w="3080" w:type="dxa"/>
          </w:tcPr>
          <w:p w14:paraId="10A0C397" w14:textId="14BFDD37" w:rsidR="001F5B4D" w:rsidRPr="001F5B4D" w:rsidRDefault="001F5B4D" w:rsidP="001F5B4D">
            <w:pPr>
              <w:pStyle w:val="ScNormal"/>
            </w:pPr>
            <w:r w:rsidRPr="001F5B4D">
              <w:t xml:space="preserve">Main primary species are </w:t>
            </w:r>
            <w:r w:rsidRPr="001F5B4D">
              <w:rPr>
                <w:b/>
              </w:rPr>
              <w:t>likely</w:t>
            </w:r>
            <w:r w:rsidRPr="001F5B4D">
              <w:t xml:space="preserve"> to be above the PRI OR If the species is below the PRI, the UoA has measures in place that are </w:t>
            </w:r>
            <w:r w:rsidRPr="001F5B4D">
              <w:rPr>
                <w:b/>
              </w:rPr>
              <w:t>expected</w:t>
            </w:r>
            <w:r w:rsidRPr="001F5B4D">
              <w:t xml:space="preserve"> to ensure that the UoA does not hinder recovery and rebuilding.</w:t>
            </w:r>
          </w:p>
        </w:tc>
        <w:tc>
          <w:tcPr>
            <w:tcW w:w="3081" w:type="dxa"/>
          </w:tcPr>
          <w:p w14:paraId="027C3740" w14:textId="5EB20A2B" w:rsidR="001F5B4D" w:rsidRPr="001F5B4D" w:rsidRDefault="001F5B4D" w:rsidP="001F5B4D">
            <w:pPr>
              <w:pStyle w:val="ScNormal"/>
            </w:pPr>
            <w:r w:rsidRPr="001F5B4D">
              <w:t xml:space="preserve">Main primary species are </w:t>
            </w:r>
            <w:r w:rsidRPr="001F5B4D">
              <w:rPr>
                <w:b/>
              </w:rPr>
              <w:t>highly likely</w:t>
            </w:r>
            <w:r w:rsidRPr="001F5B4D">
              <w:t xml:space="preserve"> to be above the PRI OR If the species is below the PRI, there is either </w:t>
            </w:r>
            <w:r w:rsidRPr="001F5B4D">
              <w:rPr>
                <w:b/>
              </w:rPr>
              <w:t>evidence of recovery</w:t>
            </w:r>
            <w:r w:rsidRPr="001F5B4D">
              <w:t xml:space="preserve"> or a demonstrably effective strategy in place </w:t>
            </w:r>
            <w:r w:rsidRPr="001F5B4D">
              <w:rPr>
                <w:b/>
              </w:rPr>
              <w:t>between all MSC UoAs which categorise this species as main</w:t>
            </w:r>
            <w:r w:rsidRPr="001F5B4D">
              <w:t>, to ensure that they collectively do not hinder recovery and rebuilding.</w:t>
            </w:r>
          </w:p>
        </w:tc>
        <w:tc>
          <w:tcPr>
            <w:tcW w:w="3081" w:type="dxa"/>
          </w:tcPr>
          <w:p w14:paraId="726038FC" w14:textId="5F2A6280" w:rsidR="001F5B4D" w:rsidRPr="001F5B4D" w:rsidRDefault="001F5B4D" w:rsidP="001F5B4D">
            <w:pPr>
              <w:pStyle w:val="ScNormal"/>
            </w:pPr>
            <w:r w:rsidRPr="001F5B4D">
              <w:t xml:space="preserve">There is a </w:t>
            </w:r>
            <w:r w:rsidRPr="001F5B4D">
              <w:rPr>
                <w:b/>
              </w:rPr>
              <w:t>high degree of certainty</w:t>
            </w:r>
            <w:r w:rsidRPr="001F5B4D">
              <w:t xml:space="preserve"> that main primary species are above PRI </w:t>
            </w:r>
            <w:r w:rsidRPr="001F5B4D">
              <w:rPr>
                <w:b/>
              </w:rPr>
              <w:t xml:space="preserve">and are </w:t>
            </w:r>
            <w:r w:rsidRPr="001F5B4D">
              <w:t>fluctuating around a level consistent with MSY.</w:t>
            </w:r>
          </w:p>
        </w:tc>
      </w:tr>
    </w:tbl>
    <w:p w14:paraId="3F2E7C57" w14:textId="43882123" w:rsidR="001F5B4D" w:rsidRPr="001F5B4D" w:rsidRDefault="001F5B4D" w:rsidP="001F5B4D">
      <w:pPr>
        <w:pStyle w:val="ScBuffer"/>
      </w:pPr>
    </w:p>
    <w:p w14:paraId="586C24B0" w14:textId="6D1CDD47" w:rsidR="001F5B4D" w:rsidRPr="001F5B4D" w:rsidRDefault="001F5B4D" w:rsidP="001F5B4D">
      <w:pPr>
        <w:pStyle w:val="ScCaption"/>
      </w:pPr>
      <w:r w:rsidRPr="001F5B4D">
        <w:t>Table 2.1.1 Main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F5B4D" w:rsidRPr="001F5B4D" w14:paraId="5DFE61B8" w14:textId="77777777" w:rsidTr="001F5B4D">
        <w:trPr>
          <w:cnfStyle w:val="100000000000" w:firstRow="1" w:lastRow="0" w:firstColumn="0" w:lastColumn="0" w:oddVBand="0" w:evenVBand="0" w:oddHBand="0" w:evenHBand="0" w:firstRowFirstColumn="0" w:firstRowLastColumn="0" w:lastRowFirstColumn="0" w:lastRowLastColumn="0"/>
        </w:trPr>
        <w:tc>
          <w:tcPr>
            <w:tcW w:w="2268" w:type="dxa"/>
          </w:tcPr>
          <w:p w14:paraId="3B6BD701" w14:textId="02F7C662" w:rsidR="001F5B4D" w:rsidRPr="001F5B4D" w:rsidRDefault="001F5B4D" w:rsidP="001F5B4D">
            <w:pPr>
              <w:pStyle w:val="ScNormal"/>
            </w:pPr>
            <w:r w:rsidRPr="001F5B4D">
              <w:t>Species/ Stock</w:t>
            </w:r>
          </w:p>
        </w:tc>
        <w:tc>
          <w:tcPr>
            <w:tcW w:w="851" w:type="dxa"/>
          </w:tcPr>
          <w:p w14:paraId="33240493" w14:textId="76825EB6" w:rsidR="001F5B4D" w:rsidRPr="001F5B4D" w:rsidRDefault="001F5B4D" w:rsidP="001F5B4D">
            <w:pPr>
              <w:pStyle w:val="ScNormal"/>
            </w:pPr>
            <w:r w:rsidRPr="001F5B4D">
              <w:t>MSC Score</w:t>
            </w:r>
          </w:p>
        </w:tc>
        <w:tc>
          <w:tcPr>
            <w:tcW w:w="6095" w:type="dxa"/>
          </w:tcPr>
          <w:p w14:paraId="07D0529F" w14:textId="02786668" w:rsidR="001F5B4D" w:rsidRPr="001F5B4D" w:rsidRDefault="001F5B4D" w:rsidP="001F5B4D">
            <w:pPr>
              <w:pStyle w:val="ScNormal"/>
            </w:pPr>
            <w:r w:rsidRPr="001F5B4D">
              <w:t>Justification</w:t>
            </w:r>
          </w:p>
        </w:tc>
      </w:tr>
      <w:tr w:rsidR="001F5B4D" w:rsidRPr="001F5B4D" w14:paraId="604736CD" w14:textId="77777777" w:rsidTr="001F5B4D">
        <w:tc>
          <w:tcPr>
            <w:tcW w:w="2268" w:type="dxa"/>
          </w:tcPr>
          <w:p w14:paraId="16BDFB53" w14:textId="77777777" w:rsidR="001F5B4D" w:rsidRPr="001F5B4D" w:rsidRDefault="001F5B4D" w:rsidP="001F5B4D">
            <w:pPr>
              <w:pStyle w:val="ScNormal"/>
            </w:pPr>
            <w:r w:rsidRPr="001F5B4D">
              <w:t>Skipjack tuna</w:t>
            </w:r>
          </w:p>
          <w:p w14:paraId="4D96CB60" w14:textId="77777777" w:rsidR="001F5B4D" w:rsidRPr="001F5B4D" w:rsidRDefault="001F5B4D" w:rsidP="001F5B4D">
            <w:pPr>
              <w:pStyle w:val="ScItalic"/>
            </w:pPr>
            <w:r w:rsidRPr="001F5B4D">
              <w:t>Katsuwonus pelamis</w:t>
            </w:r>
          </w:p>
          <w:p w14:paraId="1DF45AE5" w14:textId="77777777" w:rsidR="001F5B4D" w:rsidRPr="001F5B4D" w:rsidRDefault="001F5B4D" w:rsidP="001F5B4D">
            <w:pPr>
              <w:pStyle w:val="ScNormal"/>
            </w:pPr>
            <w:r w:rsidRPr="001F5B4D">
              <w:t>Eastern Pacific Skipjack</w:t>
            </w:r>
          </w:p>
          <w:p w14:paraId="6B1A3C3D" w14:textId="3122C535" w:rsidR="001F5B4D" w:rsidRPr="001F5B4D" w:rsidRDefault="001F5B4D" w:rsidP="001F5B4D"/>
        </w:tc>
        <w:tc>
          <w:tcPr>
            <w:tcW w:w="851" w:type="dxa"/>
          </w:tcPr>
          <w:p w14:paraId="6885E964" w14:textId="1CFF68C8" w:rsidR="001F5B4D" w:rsidRPr="001F5B4D" w:rsidRDefault="001F5B4D" w:rsidP="001F5B4D">
            <w:pPr>
              <w:pStyle w:val="ScNormal"/>
            </w:pPr>
            <w:r w:rsidRPr="001F5B4D">
              <w:t>100</w:t>
            </w:r>
          </w:p>
        </w:tc>
        <w:tc>
          <w:tcPr>
            <w:tcW w:w="6095" w:type="dxa"/>
          </w:tcPr>
          <w:p w14:paraId="26E8C4D4" w14:textId="77777777" w:rsidR="001F5B4D" w:rsidRPr="001F5B4D" w:rsidRDefault="001F5B4D" w:rsidP="001F5B4D">
            <w:pPr>
              <w:pStyle w:val="ScNormal"/>
            </w:pPr>
            <w:r w:rsidRPr="001F5B4D">
              <w:t>The species is 'main' because the catch percentage (59%) is greater than the requirement (5%).</w:t>
            </w:r>
          </w:p>
          <w:p w14:paraId="58F692C0" w14:textId="77777777" w:rsidR="001F5B4D" w:rsidRPr="001F5B4D" w:rsidRDefault="001F5B4D" w:rsidP="001F5B4D">
            <w:r w:rsidRPr="001F5B4D">
              <w:t>No PRI has been defined for this stock. However, indicators of recruitment suggest these have remained above the long-term average since 2000. None of the indicators detect any adverse consequences from current levels of exploitation, except smaller average weight, which in 2015 and 2016 was below the lower reference level, although this indicator is very unlikely to indicate any effect on recruitment and, instead, can be caused by recent recruitments being greater than past recruitments or expansion of the fishery into areas occupied by smaller skipjack. Given this and the resilient life history characteristics of skipjack, there is a high degree of certainty is the stock is above the PRI, and it is most likely at or above MSY, meeting SG100.</w:t>
            </w:r>
          </w:p>
          <w:bookmarkStart w:id="0" w:name="S_SKJ"/>
          <w:p w14:paraId="39FC29F3" w14:textId="7B53A81B" w:rsidR="001F5B4D" w:rsidRPr="001F5B4D" w:rsidRDefault="001F5B4D" w:rsidP="001F5B4D">
            <w:r w:rsidRPr="001F5B4D">
              <w:fldChar w:fldCharType="begin"/>
            </w:r>
            <w:r w:rsidRPr="001F5B4D">
              <w:instrText xml:space="preserve"> HYPERLINK  \l "T_SKJ" \o "PSA Table" </w:instrText>
            </w:r>
            <w:r w:rsidRPr="001F5B4D">
              <w:fldChar w:fldCharType="separate"/>
            </w:r>
            <w:r w:rsidRPr="001F5B4D">
              <w:rPr>
                <w:rStyle w:val="Hyperlink"/>
              </w:rPr>
              <w:t>The PSA score is 3.39.</w:t>
            </w:r>
            <w:r w:rsidRPr="001F5B4D">
              <w:fldChar w:fldCharType="end"/>
            </w:r>
            <w:r w:rsidRPr="001F5B4D">
              <w:t xml:space="preserve"> </w:t>
            </w:r>
            <w:bookmarkEnd w:id="0"/>
          </w:p>
          <w:p w14:paraId="74579DA2" w14:textId="15D1643E" w:rsidR="001F5B4D" w:rsidRPr="001F5B4D" w:rsidRDefault="001F5B4D" w:rsidP="001F5B4D">
            <w:r w:rsidRPr="001F5B4D">
              <w:t>This UoA could hinder recovery. This species makes up more than 10% of the UoA catch or the UoA species catch makes up more than 30% of the total species catch (86%).</w:t>
            </w:r>
          </w:p>
        </w:tc>
      </w:tr>
      <w:tr w:rsidR="001F5B4D" w:rsidRPr="001F5B4D" w14:paraId="27CD401B" w14:textId="77777777" w:rsidTr="001F5B4D">
        <w:tc>
          <w:tcPr>
            <w:tcW w:w="2268" w:type="dxa"/>
          </w:tcPr>
          <w:p w14:paraId="43DFB8DD" w14:textId="77777777" w:rsidR="001F5B4D" w:rsidRPr="001F5B4D" w:rsidRDefault="001F5B4D" w:rsidP="001F5B4D">
            <w:pPr>
              <w:pStyle w:val="ScNormal"/>
            </w:pPr>
            <w:r w:rsidRPr="001F5B4D">
              <w:t>Bigeye tuna</w:t>
            </w:r>
          </w:p>
          <w:p w14:paraId="141AD387" w14:textId="77777777" w:rsidR="001F5B4D" w:rsidRPr="001F5B4D" w:rsidRDefault="001F5B4D" w:rsidP="001F5B4D">
            <w:pPr>
              <w:pStyle w:val="ScItalic"/>
            </w:pPr>
            <w:r w:rsidRPr="001F5B4D">
              <w:t>Thunnus obesus</w:t>
            </w:r>
          </w:p>
          <w:p w14:paraId="514CF148" w14:textId="77777777" w:rsidR="001F5B4D" w:rsidRPr="001F5B4D" w:rsidRDefault="001F5B4D" w:rsidP="001F5B4D">
            <w:pPr>
              <w:pStyle w:val="ScNormal"/>
            </w:pPr>
            <w:r w:rsidRPr="001F5B4D">
              <w:t>Eastern Pacific Bigeye</w:t>
            </w:r>
          </w:p>
          <w:p w14:paraId="25C400E0" w14:textId="5C700A6D" w:rsidR="001F5B4D" w:rsidRPr="001F5B4D" w:rsidRDefault="001F5B4D" w:rsidP="001F5B4D"/>
        </w:tc>
        <w:tc>
          <w:tcPr>
            <w:tcW w:w="851" w:type="dxa"/>
          </w:tcPr>
          <w:p w14:paraId="6B62528F" w14:textId="7C12A197" w:rsidR="001F5B4D" w:rsidRPr="001F5B4D" w:rsidRDefault="001F5B4D" w:rsidP="001F5B4D">
            <w:pPr>
              <w:pStyle w:val="ScNormal"/>
            </w:pPr>
            <w:r w:rsidRPr="001F5B4D">
              <w:t>80</w:t>
            </w:r>
          </w:p>
        </w:tc>
        <w:tc>
          <w:tcPr>
            <w:tcW w:w="6095" w:type="dxa"/>
          </w:tcPr>
          <w:p w14:paraId="494DF8F7" w14:textId="77777777" w:rsidR="001F5B4D" w:rsidRPr="001F5B4D" w:rsidRDefault="001F5B4D" w:rsidP="001F5B4D">
            <w:pPr>
              <w:pStyle w:val="ScNormal"/>
            </w:pPr>
            <w:r w:rsidRPr="001F5B4D">
              <w:t>The species is 'main' because the catch percentage (9%) is greater than the requirement (5%).</w:t>
            </w:r>
          </w:p>
          <w:p w14:paraId="6B217DD3" w14:textId="77E463E7" w:rsidR="001F5B4D" w:rsidRPr="001F5B4D" w:rsidRDefault="001F5B4D" w:rsidP="001F5B4D">
            <w:r w:rsidRPr="001F5B4D">
              <w:t>In 2017, the IATTC conducted an update assessment of the stock, using the same model as in the previous full assessment conducted in 2013. The results of this assessment indicated that the bigeye stock in the Eastern Pacific Ocean is not overfished (SB</w:t>
            </w:r>
            <w:r w:rsidRPr="001F5B4D">
              <w:rPr>
                <w:vertAlign w:val="subscript"/>
              </w:rPr>
              <w:t>2016</w:t>
            </w:r>
            <w:r w:rsidRPr="001F5B4D">
              <w:t>/SB</w:t>
            </w:r>
            <w:r w:rsidRPr="001F5B4D">
              <w:rPr>
                <w:vertAlign w:val="subscript"/>
              </w:rPr>
              <w:t>MSY</w:t>
            </w:r>
            <w:r w:rsidRPr="001F5B4D">
              <w:t xml:space="preserve"> = 1.23; range 0.66–1.81) and that overfishing is not taking place (F</w:t>
            </w:r>
            <w:r w:rsidRPr="001F5B4D">
              <w:rPr>
                <w:vertAlign w:val="subscript"/>
              </w:rPr>
              <w:t>2014–2016</w:t>
            </w:r>
            <w:r w:rsidRPr="001F5B4D">
              <w:t>/F</w:t>
            </w:r>
            <w:r w:rsidRPr="001F5B4D">
              <w:rPr>
                <w:vertAlign w:val="subscript"/>
              </w:rPr>
              <w:t>MSY</w:t>
            </w:r>
            <w:r w:rsidRPr="001F5B4D">
              <w:t xml:space="preserve"> = 0.87; range 0.74–1.06). </w:t>
            </w:r>
          </w:p>
          <w:p w14:paraId="0352627A" w14:textId="4F4F9C49" w:rsidR="001F5B4D" w:rsidRPr="001F5B4D" w:rsidRDefault="001F5B4D" w:rsidP="001F5B4D">
            <w:r w:rsidRPr="001F5B4D">
              <w:lastRenderedPageBreak/>
              <w:t>The assessment results must be interpreted considering that the IATTC agreed that, by definition, the limit reference point (SB</w:t>
            </w:r>
            <w:r w:rsidRPr="001F5B4D">
              <w:rPr>
                <w:vertAlign w:val="subscript"/>
              </w:rPr>
              <w:t>0.5R0</w:t>
            </w:r>
            <w:r w:rsidRPr="001F5B4D">
              <w:t>, assuming h = 0.75) is below the PRI; and the MSC’s default PRI is 20% SB</w:t>
            </w:r>
            <w:r w:rsidRPr="001F5B4D">
              <w:rPr>
                <w:vertAlign w:val="subscript"/>
              </w:rPr>
              <w:t>0</w:t>
            </w:r>
            <w:r w:rsidRPr="001F5B4D">
              <w:t>. This is more or less the estimated level of SB</w:t>
            </w:r>
            <w:r w:rsidRPr="001F5B4D">
              <w:rPr>
                <w:vertAlign w:val="subscript"/>
              </w:rPr>
              <w:t>MSY</w:t>
            </w:r>
            <w:r w:rsidRPr="001F5B4D">
              <w:t xml:space="preserve"> (21% B</w:t>
            </w:r>
            <w:r w:rsidRPr="001F5B4D">
              <w:rPr>
                <w:vertAlign w:val="subscript"/>
              </w:rPr>
              <w:t>0</w:t>
            </w:r>
            <w:r w:rsidRPr="001F5B4D">
              <w:t>). Even taking the hyper-precautionary sensitivity run with h=0.75, SB</w:t>
            </w:r>
            <w:r w:rsidRPr="001F5B4D">
              <w:rPr>
                <w:vertAlign w:val="subscript"/>
              </w:rPr>
              <w:t xml:space="preserve"> </w:t>
            </w:r>
            <w:r w:rsidRPr="001F5B4D">
              <w:t>is estimated to be above the MSY level and B (total biomass from the 3</w:t>
            </w:r>
            <w:r w:rsidRPr="001F5B4D">
              <w:rPr>
                <w:vertAlign w:val="superscript"/>
              </w:rPr>
              <w:t>rd</w:t>
            </w:r>
            <w:r w:rsidRPr="001F5B4D">
              <w:t xml:space="preserve"> quarter) is also estimated to be above the MSY level. Recruitment has fluctuated without trend for the last two decades at a level higher than the long-term average. On this basis, it is highly likely that the stock is above the level at which recruitment is impaired and so SG80 is met.</w:t>
            </w:r>
          </w:p>
          <w:p w14:paraId="6DF7DFFC" w14:textId="23B517F1" w:rsidR="001F5B4D" w:rsidRPr="001F5B4D" w:rsidRDefault="001F5B4D" w:rsidP="001F5B4D">
            <w:r w:rsidRPr="001F5B4D">
              <w:t>In relation to SG100, the lower 5% confidence interval for SB/SB</w:t>
            </w:r>
            <w:r w:rsidRPr="001F5B4D">
              <w:rPr>
                <w:vertAlign w:val="subscript"/>
              </w:rPr>
              <w:t>MSY</w:t>
            </w:r>
            <w:r w:rsidRPr="001F5B4D">
              <w:t xml:space="preserve"> for the base case model is at approximately 0.6 SB</w:t>
            </w:r>
            <w:r w:rsidRPr="001F5B4D">
              <w:rPr>
                <w:vertAlign w:val="subscript"/>
              </w:rPr>
              <w:t>MSY</w:t>
            </w:r>
            <w:r w:rsidRPr="001F5B4D">
              <w:t>. This is above the LRP, but not necessarily above the PRI, so SG100 is not met.</w:t>
            </w:r>
          </w:p>
          <w:bookmarkStart w:id="1" w:name="S_BET"/>
          <w:p w14:paraId="1D45B67C" w14:textId="58F53277" w:rsidR="001F5B4D" w:rsidRPr="001F5B4D" w:rsidRDefault="001F5B4D" w:rsidP="001F5B4D">
            <w:r w:rsidRPr="001F5B4D">
              <w:fldChar w:fldCharType="begin"/>
            </w:r>
            <w:r w:rsidRPr="001F5B4D">
              <w:instrText xml:space="preserve"> HYPERLINK  \l "T_BET" \o "PSA Table" </w:instrText>
            </w:r>
            <w:r w:rsidRPr="001F5B4D">
              <w:fldChar w:fldCharType="separate"/>
            </w:r>
            <w:r w:rsidRPr="001F5B4D">
              <w:rPr>
                <w:rStyle w:val="Hyperlink"/>
              </w:rPr>
              <w:t>The PSA score is 3.46.</w:t>
            </w:r>
            <w:r w:rsidRPr="001F5B4D">
              <w:fldChar w:fldCharType="end"/>
            </w:r>
            <w:r w:rsidRPr="001F5B4D">
              <w:t xml:space="preserve"> </w:t>
            </w:r>
            <w:bookmarkEnd w:id="1"/>
          </w:p>
          <w:p w14:paraId="36063934" w14:textId="59CBD762" w:rsidR="001F5B4D" w:rsidRPr="001F5B4D" w:rsidRDefault="001F5B4D" w:rsidP="001F5B4D">
            <w:r w:rsidRPr="001F5B4D">
              <w:t>This UoA could hinder recovery. This species makes up more than 10% of the UoA catch or the UoA species catch makes up more than 30% of the total species catch (45%).</w:t>
            </w:r>
          </w:p>
        </w:tc>
      </w:tr>
    </w:tbl>
    <w:p w14:paraId="0761E056" w14:textId="67E80008" w:rsidR="001F5B4D" w:rsidRPr="001F5B4D" w:rsidRDefault="001F5B4D" w:rsidP="001F5B4D">
      <w:pPr>
        <w:pStyle w:val="ScBuffer"/>
      </w:pPr>
    </w:p>
    <w:p w14:paraId="4A561D27" w14:textId="0E4DF603"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6CAF07FD"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C087CF7" w14:textId="7D08ED80" w:rsidR="001F5B4D" w:rsidRPr="001F5B4D" w:rsidRDefault="001F5B4D" w:rsidP="001F5B4D">
            <w:pPr>
              <w:pStyle w:val="ScNormal"/>
            </w:pPr>
            <w:r w:rsidRPr="001F5B4D">
              <w:t>2.1.1.b Minor primary species stock status</w:t>
            </w:r>
          </w:p>
        </w:tc>
      </w:tr>
      <w:tr w:rsidR="001F5B4D" w:rsidRPr="001F5B4D" w14:paraId="5B0306CC" w14:textId="77777777" w:rsidTr="001F5B4D">
        <w:trPr>
          <w:cantSplit/>
        </w:trPr>
        <w:tc>
          <w:tcPr>
            <w:tcW w:w="3080" w:type="dxa"/>
            <w:shd w:val="clear" w:color="auto" w:fill="B6DDE8"/>
          </w:tcPr>
          <w:p w14:paraId="11D26348" w14:textId="5A8C43A8" w:rsidR="001F5B4D" w:rsidRPr="001F5B4D" w:rsidRDefault="001F5B4D" w:rsidP="001F5B4D">
            <w:pPr>
              <w:pStyle w:val="ScSGTableHead"/>
            </w:pPr>
            <w:r w:rsidRPr="001F5B4D">
              <w:t>60 Guidepost</w:t>
            </w:r>
          </w:p>
        </w:tc>
        <w:tc>
          <w:tcPr>
            <w:tcW w:w="3081" w:type="dxa"/>
            <w:shd w:val="clear" w:color="auto" w:fill="B6DDE8"/>
          </w:tcPr>
          <w:p w14:paraId="4F378A10" w14:textId="520C5D1F" w:rsidR="001F5B4D" w:rsidRPr="001F5B4D" w:rsidRDefault="001F5B4D" w:rsidP="001F5B4D">
            <w:pPr>
              <w:pStyle w:val="ScSGTableHead"/>
            </w:pPr>
            <w:r w:rsidRPr="001F5B4D">
              <w:t>80 Guidepost</w:t>
            </w:r>
          </w:p>
        </w:tc>
        <w:tc>
          <w:tcPr>
            <w:tcW w:w="3081" w:type="dxa"/>
            <w:shd w:val="clear" w:color="auto" w:fill="B6DDE8"/>
          </w:tcPr>
          <w:p w14:paraId="20B8578A" w14:textId="3F5D46FA" w:rsidR="001F5B4D" w:rsidRPr="001F5B4D" w:rsidRDefault="001F5B4D" w:rsidP="001F5B4D">
            <w:pPr>
              <w:pStyle w:val="ScSGTableHead"/>
            </w:pPr>
            <w:r w:rsidRPr="001F5B4D">
              <w:t>100 Guidepost</w:t>
            </w:r>
          </w:p>
        </w:tc>
      </w:tr>
      <w:tr w:rsidR="001F5B4D" w:rsidRPr="001F5B4D" w14:paraId="2859B83E" w14:textId="77777777" w:rsidTr="001F5B4D">
        <w:trPr>
          <w:cantSplit/>
        </w:trPr>
        <w:tc>
          <w:tcPr>
            <w:tcW w:w="3080" w:type="dxa"/>
          </w:tcPr>
          <w:p w14:paraId="1E28ACC2" w14:textId="77777777" w:rsidR="001F5B4D" w:rsidRPr="001F5B4D" w:rsidRDefault="001F5B4D" w:rsidP="001F5B4D">
            <w:pPr>
              <w:pStyle w:val="ScNormal"/>
            </w:pPr>
          </w:p>
        </w:tc>
        <w:tc>
          <w:tcPr>
            <w:tcW w:w="3081" w:type="dxa"/>
          </w:tcPr>
          <w:p w14:paraId="1978507E" w14:textId="77777777" w:rsidR="001F5B4D" w:rsidRPr="001F5B4D" w:rsidRDefault="001F5B4D" w:rsidP="001F5B4D">
            <w:pPr>
              <w:pStyle w:val="ScNormal"/>
            </w:pPr>
          </w:p>
        </w:tc>
        <w:tc>
          <w:tcPr>
            <w:tcW w:w="3081" w:type="dxa"/>
          </w:tcPr>
          <w:p w14:paraId="37B4A639" w14:textId="7878C10E" w:rsidR="001F5B4D" w:rsidRPr="001F5B4D" w:rsidRDefault="001F5B4D" w:rsidP="001F5B4D">
            <w:pPr>
              <w:pStyle w:val="ScNormal"/>
            </w:pPr>
            <w:r w:rsidRPr="001F5B4D">
              <w:t>For minor species that are below the PRI, there is evidence that the UoA does not hinder the recovery and rebuilding of minor primary species.</w:t>
            </w:r>
          </w:p>
        </w:tc>
      </w:tr>
    </w:tbl>
    <w:p w14:paraId="5FE37E0C" w14:textId="4706A432" w:rsidR="001F5B4D" w:rsidRPr="001F5B4D" w:rsidRDefault="001F5B4D" w:rsidP="001F5B4D">
      <w:pPr>
        <w:pStyle w:val="ScBuffer"/>
      </w:pPr>
    </w:p>
    <w:p w14:paraId="64D5E422" w14:textId="4FE52824" w:rsidR="001F5B4D" w:rsidRPr="001F5B4D" w:rsidRDefault="001F5B4D" w:rsidP="001F5B4D">
      <w:pPr>
        <w:pStyle w:val="ScCaption"/>
      </w:pPr>
      <w:r w:rsidRPr="001F5B4D">
        <w:t>Table 2.1.1 Minor primary species status.</w:t>
      </w:r>
    </w:p>
    <w:tbl>
      <w:tblPr>
        <w:tblStyle w:val="ScTableText"/>
        <w:tblW w:w="0" w:type="auto"/>
        <w:tblLayout w:type="fixed"/>
        <w:tblLook w:val="04A0" w:firstRow="1" w:lastRow="0" w:firstColumn="1" w:lastColumn="0" w:noHBand="0" w:noVBand="1"/>
      </w:tblPr>
      <w:tblGrid>
        <w:gridCol w:w="2268"/>
        <w:gridCol w:w="851"/>
        <w:gridCol w:w="6095"/>
      </w:tblGrid>
      <w:tr w:rsidR="001F5B4D" w:rsidRPr="001F5B4D" w14:paraId="0AEE889B" w14:textId="77777777" w:rsidTr="001F5B4D">
        <w:trPr>
          <w:cnfStyle w:val="100000000000" w:firstRow="1" w:lastRow="0" w:firstColumn="0" w:lastColumn="0" w:oddVBand="0" w:evenVBand="0" w:oddHBand="0" w:evenHBand="0" w:firstRowFirstColumn="0" w:firstRowLastColumn="0" w:lastRowFirstColumn="0" w:lastRowLastColumn="0"/>
        </w:trPr>
        <w:tc>
          <w:tcPr>
            <w:tcW w:w="2268" w:type="dxa"/>
          </w:tcPr>
          <w:p w14:paraId="0362EB91" w14:textId="7BFB582E" w:rsidR="001F5B4D" w:rsidRPr="001F5B4D" w:rsidRDefault="001F5B4D" w:rsidP="001F5B4D">
            <w:pPr>
              <w:pStyle w:val="ScNormal"/>
            </w:pPr>
            <w:r w:rsidRPr="001F5B4D">
              <w:t>Species/ Stock</w:t>
            </w:r>
          </w:p>
        </w:tc>
        <w:tc>
          <w:tcPr>
            <w:tcW w:w="851" w:type="dxa"/>
          </w:tcPr>
          <w:p w14:paraId="04F3C849" w14:textId="7472CD8D" w:rsidR="001F5B4D" w:rsidRPr="001F5B4D" w:rsidRDefault="001F5B4D" w:rsidP="001F5B4D">
            <w:pPr>
              <w:pStyle w:val="ScNormal"/>
            </w:pPr>
            <w:r w:rsidRPr="001F5B4D">
              <w:t>MSC Score</w:t>
            </w:r>
          </w:p>
        </w:tc>
        <w:tc>
          <w:tcPr>
            <w:tcW w:w="6095" w:type="dxa"/>
          </w:tcPr>
          <w:p w14:paraId="17574B40" w14:textId="73448957" w:rsidR="001F5B4D" w:rsidRPr="001F5B4D" w:rsidRDefault="001F5B4D" w:rsidP="001F5B4D">
            <w:pPr>
              <w:pStyle w:val="ScNormal"/>
            </w:pPr>
            <w:r w:rsidRPr="001F5B4D">
              <w:t>Justification</w:t>
            </w:r>
          </w:p>
        </w:tc>
      </w:tr>
      <w:tr w:rsidR="001F5B4D" w:rsidRPr="001F5B4D" w14:paraId="0F3D7BF2" w14:textId="77777777" w:rsidTr="001F5B4D">
        <w:tc>
          <w:tcPr>
            <w:tcW w:w="2268" w:type="dxa"/>
          </w:tcPr>
          <w:p w14:paraId="0D1E5934" w14:textId="77777777" w:rsidR="001F5B4D" w:rsidRPr="001F5B4D" w:rsidRDefault="001F5B4D" w:rsidP="001F5B4D">
            <w:pPr>
              <w:pStyle w:val="ScNormal"/>
            </w:pPr>
            <w:r w:rsidRPr="001F5B4D">
              <w:t>Frigate tuna</w:t>
            </w:r>
          </w:p>
          <w:p w14:paraId="562335B0" w14:textId="77777777" w:rsidR="001F5B4D" w:rsidRPr="001F5B4D" w:rsidRDefault="001F5B4D" w:rsidP="001F5B4D">
            <w:pPr>
              <w:pStyle w:val="ScItalic"/>
            </w:pPr>
            <w:r w:rsidRPr="001F5B4D">
              <w:t>Auxis thazard</w:t>
            </w:r>
          </w:p>
          <w:p w14:paraId="2A32D727" w14:textId="77777777" w:rsidR="001F5B4D" w:rsidRPr="001F5B4D" w:rsidRDefault="001F5B4D" w:rsidP="001F5B4D">
            <w:pPr>
              <w:pStyle w:val="ScNormal"/>
            </w:pPr>
            <w:r w:rsidRPr="001F5B4D">
              <w:t>Eastern Pacific Frigate Tuna</w:t>
            </w:r>
          </w:p>
          <w:p w14:paraId="1BEB26A7" w14:textId="7521BBE9" w:rsidR="001F5B4D" w:rsidRPr="001F5B4D" w:rsidRDefault="001F5B4D" w:rsidP="001F5B4D"/>
        </w:tc>
        <w:tc>
          <w:tcPr>
            <w:tcW w:w="851" w:type="dxa"/>
          </w:tcPr>
          <w:p w14:paraId="273688D2" w14:textId="17323CFB" w:rsidR="001F5B4D" w:rsidRPr="001F5B4D" w:rsidRDefault="001F5B4D" w:rsidP="001F5B4D">
            <w:pPr>
              <w:pStyle w:val="ScNormal"/>
            </w:pPr>
            <w:r w:rsidRPr="001F5B4D">
              <w:t>56</w:t>
            </w:r>
          </w:p>
        </w:tc>
        <w:tc>
          <w:tcPr>
            <w:tcW w:w="6095" w:type="dxa"/>
          </w:tcPr>
          <w:p w14:paraId="14C32795" w14:textId="77777777" w:rsidR="001F5B4D" w:rsidRPr="001F5B4D" w:rsidRDefault="001F5B4D" w:rsidP="001F5B4D">
            <w:pPr>
              <w:pStyle w:val="ScNormal"/>
            </w:pPr>
            <w:r w:rsidRPr="001F5B4D">
              <w:t>The species is 'minor' because the catch percentage (3%) is less than the requirement (5%).</w:t>
            </w:r>
          </w:p>
          <w:p w14:paraId="359B7C30" w14:textId="77777777" w:rsidR="001F5B4D" w:rsidRPr="001F5B4D" w:rsidRDefault="001F5B4D" w:rsidP="001F5B4D">
            <w:r w:rsidRPr="001F5B4D">
              <w:t>The population has not been assessed. Small quantities of frigate tunas are incidentally captured in the EPO by purse-seine vessels on the high seas and by artisanal fisheries in some coastal regions of Central and South America. Catches of frigate tunas are highest in purse seine floating objects sets and lowest on dolphin associated sets. The vast majority of frigate and bullet tunas captured by tuna purse-seine vessels is discarded at sea.</w:t>
            </w:r>
          </w:p>
          <w:p w14:paraId="0DFC30A1" w14:textId="77777777" w:rsidR="001F5B4D" w:rsidRPr="001F5B4D" w:rsidRDefault="001F5B4D" w:rsidP="001F5B4D">
            <w:r w:rsidRPr="001F5B4D">
              <w:t>No direct measures have been adopted by IATTC.</w:t>
            </w:r>
          </w:p>
          <w:p w14:paraId="088519C3" w14:textId="77777777" w:rsidR="001F5B4D" w:rsidRPr="001F5B4D" w:rsidRDefault="001F5B4D" w:rsidP="001F5B4D">
            <w:r w:rsidRPr="001F5B4D">
              <w:t xml:space="preserve">There is no stock assessment. </w:t>
            </w:r>
          </w:p>
          <w:bookmarkStart w:id="2" w:name="S_FRI"/>
          <w:p w14:paraId="5551BCBE" w14:textId="623E3885" w:rsidR="001F5B4D" w:rsidRPr="001F5B4D" w:rsidRDefault="001F5B4D" w:rsidP="001F5B4D">
            <w:r w:rsidRPr="001F5B4D">
              <w:fldChar w:fldCharType="begin"/>
            </w:r>
            <w:r w:rsidRPr="001F5B4D">
              <w:instrText xml:space="preserve"> HYPERLINK  \l "T_FRI" \o "PSA Table" </w:instrText>
            </w:r>
            <w:r w:rsidRPr="001F5B4D">
              <w:fldChar w:fldCharType="separate"/>
            </w:r>
            <w:r w:rsidRPr="001F5B4D">
              <w:rPr>
                <w:rStyle w:val="Hyperlink"/>
              </w:rPr>
              <w:t>The PSA score is 3.26.</w:t>
            </w:r>
            <w:r w:rsidRPr="001F5B4D">
              <w:fldChar w:fldCharType="end"/>
            </w:r>
            <w:r w:rsidRPr="001F5B4D">
              <w:t xml:space="preserve"> </w:t>
            </w:r>
            <w:bookmarkEnd w:id="2"/>
          </w:p>
          <w:p w14:paraId="722BA3F2" w14:textId="36A29B72" w:rsidR="001F5B4D" w:rsidRPr="001F5B4D" w:rsidRDefault="001F5B4D" w:rsidP="001F5B4D">
            <w:r w:rsidRPr="001F5B4D">
              <w:t>This UoA could hinder recovery. This species makes up more than 10% of the UoA catch or the UoA species catch makes up more than 30% of the total species catch (93%).</w:t>
            </w:r>
          </w:p>
        </w:tc>
      </w:tr>
      <w:tr w:rsidR="001F5B4D" w:rsidRPr="001F5B4D" w14:paraId="4FBADC0B" w14:textId="77777777" w:rsidTr="001F5B4D">
        <w:tc>
          <w:tcPr>
            <w:tcW w:w="2268" w:type="dxa"/>
          </w:tcPr>
          <w:p w14:paraId="4D322A5C" w14:textId="77777777" w:rsidR="001F5B4D" w:rsidRPr="001F5B4D" w:rsidRDefault="001F5B4D" w:rsidP="001F5B4D">
            <w:pPr>
              <w:pStyle w:val="ScNormal"/>
            </w:pPr>
            <w:r w:rsidRPr="001F5B4D">
              <w:t>Little tunny(=Atl.black skipj)</w:t>
            </w:r>
          </w:p>
          <w:p w14:paraId="315A594A" w14:textId="77777777" w:rsidR="001F5B4D" w:rsidRPr="001F5B4D" w:rsidRDefault="001F5B4D" w:rsidP="001F5B4D">
            <w:pPr>
              <w:pStyle w:val="ScItalic"/>
            </w:pPr>
            <w:r w:rsidRPr="001F5B4D">
              <w:lastRenderedPageBreak/>
              <w:t>Euthynnus alletteratus</w:t>
            </w:r>
          </w:p>
          <w:p w14:paraId="5756FB7D" w14:textId="62249AFA" w:rsidR="001F5B4D" w:rsidRPr="001F5B4D" w:rsidRDefault="001F5B4D" w:rsidP="001F5B4D">
            <w:pPr>
              <w:pStyle w:val="ScNormal"/>
            </w:pPr>
          </w:p>
        </w:tc>
        <w:tc>
          <w:tcPr>
            <w:tcW w:w="851" w:type="dxa"/>
          </w:tcPr>
          <w:p w14:paraId="3EFAE1C5" w14:textId="6471C282" w:rsidR="001F5B4D" w:rsidRPr="001F5B4D" w:rsidRDefault="001F5B4D" w:rsidP="001F5B4D">
            <w:pPr>
              <w:pStyle w:val="ScNormal"/>
            </w:pPr>
            <w:r w:rsidRPr="001F5B4D">
              <w:lastRenderedPageBreak/>
              <w:t>85</w:t>
            </w:r>
          </w:p>
        </w:tc>
        <w:tc>
          <w:tcPr>
            <w:tcW w:w="6095" w:type="dxa"/>
          </w:tcPr>
          <w:p w14:paraId="12562E37" w14:textId="77777777" w:rsidR="001F5B4D" w:rsidRPr="001F5B4D" w:rsidRDefault="001F5B4D" w:rsidP="001F5B4D">
            <w:pPr>
              <w:pStyle w:val="ScNormal"/>
            </w:pPr>
            <w:r w:rsidRPr="001F5B4D">
              <w:t>The species is 'minor' because the catch percentage (1%) is less than the requirement (5%).</w:t>
            </w:r>
          </w:p>
          <w:p w14:paraId="5760D999" w14:textId="77777777" w:rsidR="001F5B4D" w:rsidRPr="001F5B4D" w:rsidRDefault="001F5B4D" w:rsidP="001F5B4D">
            <w:r w:rsidRPr="001F5B4D">
              <w:lastRenderedPageBreak/>
              <w:t xml:space="preserve">There is no stock assessment. </w:t>
            </w:r>
          </w:p>
          <w:bookmarkStart w:id="3" w:name="S_LTA"/>
          <w:p w14:paraId="424759D9" w14:textId="36030088" w:rsidR="001F5B4D" w:rsidRPr="001F5B4D" w:rsidRDefault="001F5B4D" w:rsidP="001F5B4D">
            <w:r w:rsidRPr="001F5B4D">
              <w:fldChar w:fldCharType="begin"/>
            </w:r>
            <w:r w:rsidRPr="001F5B4D">
              <w:instrText xml:space="preserve"> HYPERLINK  \l "T_LTA" \o "PSA Table" </w:instrText>
            </w:r>
            <w:r w:rsidRPr="001F5B4D">
              <w:fldChar w:fldCharType="separate"/>
            </w:r>
            <w:r w:rsidRPr="001F5B4D">
              <w:rPr>
                <w:rStyle w:val="Hyperlink"/>
              </w:rPr>
              <w:t>The PSA score is 2.46.</w:t>
            </w:r>
            <w:r w:rsidRPr="001F5B4D">
              <w:fldChar w:fldCharType="end"/>
            </w:r>
            <w:r w:rsidRPr="001F5B4D">
              <w:t xml:space="preserve"> </w:t>
            </w:r>
            <w:bookmarkEnd w:id="3"/>
          </w:p>
          <w:p w14:paraId="39B429F8" w14:textId="531EECDD" w:rsidR="001F5B4D" w:rsidRPr="001F5B4D" w:rsidRDefault="001F5B4D" w:rsidP="001F5B4D">
            <w:r w:rsidRPr="001F5B4D">
              <w:t>This UoA could hinder recovery. This species makes up more than 10% of the UoA catch or the UoA species catch makes up more than 30% of the total species catch (50%).</w:t>
            </w:r>
          </w:p>
        </w:tc>
      </w:tr>
      <w:tr w:rsidR="001F5B4D" w:rsidRPr="001F5B4D" w14:paraId="303F3C82" w14:textId="77777777" w:rsidTr="001F5B4D">
        <w:tc>
          <w:tcPr>
            <w:tcW w:w="2268" w:type="dxa"/>
          </w:tcPr>
          <w:p w14:paraId="1F29C357" w14:textId="77777777" w:rsidR="001F5B4D" w:rsidRPr="001F5B4D" w:rsidRDefault="001F5B4D" w:rsidP="001F5B4D">
            <w:pPr>
              <w:pStyle w:val="ScNormal"/>
            </w:pPr>
            <w:r w:rsidRPr="001F5B4D">
              <w:lastRenderedPageBreak/>
              <w:t>Blue shark</w:t>
            </w:r>
          </w:p>
          <w:p w14:paraId="0E381827" w14:textId="77777777" w:rsidR="001F5B4D" w:rsidRPr="001F5B4D" w:rsidRDefault="001F5B4D" w:rsidP="001F5B4D">
            <w:pPr>
              <w:pStyle w:val="ScItalic"/>
            </w:pPr>
            <w:r w:rsidRPr="001F5B4D">
              <w:t>Prionace glauca</w:t>
            </w:r>
          </w:p>
          <w:p w14:paraId="40C37249" w14:textId="77777777" w:rsidR="001F5B4D" w:rsidRPr="001F5B4D" w:rsidRDefault="001F5B4D" w:rsidP="001F5B4D">
            <w:pPr>
              <w:pStyle w:val="ScNormal"/>
            </w:pPr>
            <w:r w:rsidRPr="001F5B4D">
              <w:t>North Pacific Blue Shark</w:t>
            </w:r>
          </w:p>
          <w:p w14:paraId="6D45A38A" w14:textId="2D1604D0" w:rsidR="001F5B4D" w:rsidRPr="001F5B4D" w:rsidRDefault="001F5B4D" w:rsidP="001F5B4D"/>
        </w:tc>
        <w:tc>
          <w:tcPr>
            <w:tcW w:w="851" w:type="dxa"/>
          </w:tcPr>
          <w:p w14:paraId="239FCE8F" w14:textId="55BD4FFB" w:rsidR="001F5B4D" w:rsidRPr="001F5B4D" w:rsidRDefault="001F5B4D" w:rsidP="001F5B4D">
            <w:pPr>
              <w:pStyle w:val="ScNormal"/>
            </w:pPr>
            <w:r w:rsidRPr="001F5B4D">
              <w:t>100</w:t>
            </w:r>
          </w:p>
        </w:tc>
        <w:tc>
          <w:tcPr>
            <w:tcW w:w="6095" w:type="dxa"/>
          </w:tcPr>
          <w:p w14:paraId="7B6A4F59" w14:textId="77777777" w:rsidR="001F5B4D" w:rsidRPr="001F5B4D" w:rsidRDefault="001F5B4D" w:rsidP="001F5B4D">
            <w:pPr>
              <w:pStyle w:val="ScNormal"/>
            </w:pPr>
            <w:r w:rsidRPr="001F5B4D">
              <w:t>The species is 'minor' because the catch percentage (&lt;0.5%) is less than the requirement (2%).</w:t>
            </w:r>
          </w:p>
          <w:p w14:paraId="4B5D44A1" w14:textId="434C9E77" w:rsidR="001F5B4D" w:rsidRPr="001F5B4D" w:rsidRDefault="001F5B4D" w:rsidP="001F5B4D">
            <w:r w:rsidRPr="001F5B4D">
              <w:t xml:space="preserve">The most recent assessment for the North Pacific blue shark was conducted in 2017, which included catch, CPUE and size data through 2015. Results of the reference case model showed that the spawning stock biomass fell to its lowest level between 1990 to 1995 but then increased gradually until 2005 reaching similar values to the late 1970s. Since then, they have shown small fluctuations close to these levels. </w:t>
            </w:r>
          </w:p>
          <w:p w14:paraId="42C1E2CE" w14:textId="440E9F6D" w:rsidR="001F5B4D" w:rsidRPr="001F5B4D" w:rsidRDefault="001F5B4D" w:rsidP="001F5B4D">
            <w:r w:rsidRPr="001F5B4D">
              <w:t>Spawning biomass in 2015 (SB</w:t>
            </w:r>
            <w:r w:rsidRPr="001F5B4D">
              <w:rPr>
                <w:vertAlign w:val="subscript"/>
              </w:rPr>
              <w:t>2015</w:t>
            </w:r>
            <w:r w:rsidRPr="001F5B4D">
              <w:t>) was 72% higher than at MSY and the recent annual fishing mortality (F</w:t>
            </w:r>
            <w:r w:rsidRPr="001F5B4D">
              <w:rPr>
                <w:vertAlign w:val="subscript"/>
              </w:rPr>
              <w:t>2012-2014</w:t>
            </w:r>
            <w:r w:rsidRPr="001F5B4D">
              <w:t>) was estimated to be well below FMSY at approximately 37% of F</w:t>
            </w:r>
            <w:r w:rsidRPr="001F5B4D">
              <w:rPr>
                <w:vertAlign w:val="subscript"/>
              </w:rPr>
              <w:t>MSY</w:t>
            </w:r>
            <w:r w:rsidRPr="001F5B4D">
              <w:t xml:space="preserve">. This means the stock is not overfished and overfishing is not occurring. </w:t>
            </w:r>
          </w:p>
          <w:p w14:paraId="1ED329FF" w14:textId="4A78224E" w:rsidR="001F5B4D" w:rsidRPr="001F5B4D" w:rsidRDefault="001F5B4D" w:rsidP="001F5B4D">
            <w:r w:rsidRPr="001F5B4D">
              <w:t>Although target and limit reference points have not yet been established for pelagic sharks in the Pacific, future projections under different fishing mortality (F) harvest policies suggest there is a high degree of certainty that the stock is above the point where recruitment would be impaired and fluctuates above the MSY, meeting SG100.</w:t>
            </w:r>
          </w:p>
          <w:p w14:paraId="54E21E31" w14:textId="77777777" w:rsidR="001F5B4D" w:rsidRPr="001F5B4D" w:rsidRDefault="001F5B4D" w:rsidP="001F5B4D">
            <w:r w:rsidRPr="001F5B4D">
              <w:t xml:space="preserve">The PSA score is 3.68. </w:t>
            </w:r>
          </w:p>
          <w:p w14:paraId="44C40D4E" w14:textId="6BFFF740" w:rsidR="001F5B4D" w:rsidRPr="001F5B4D" w:rsidRDefault="001F5B4D" w:rsidP="001F5B4D">
            <w:r w:rsidRPr="001F5B4D">
              <w:t>This UoA would probably not hinder recovery. This species makes up less than 10% of the UoA catch and the UoA species catch makes up less than 30% of the total species catch (1%).</w:t>
            </w:r>
          </w:p>
        </w:tc>
      </w:tr>
      <w:tr w:rsidR="001F5B4D" w:rsidRPr="001F5B4D" w14:paraId="4EBCEA7C" w14:textId="77777777" w:rsidTr="001F5B4D">
        <w:tc>
          <w:tcPr>
            <w:tcW w:w="2268" w:type="dxa"/>
          </w:tcPr>
          <w:p w14:paraId="268B7A38" w14:textId="77777777" w:rsidR="001F5B4D" w:rsidRPr="001F5B4D" w:rsidRDefault="001F5B4D" w:rsidP="001F5B4D">
            <w:pPr>
              <w:pStyle w:val="ScNormal"/>
            </w:pPr>
            <w:r w:rsidRPr="001F5B4D">
              <w:t>Blue shark</w:t>
            </w:r>
          </w:p>
          <w:p w14:paraId="41628649" w14:textId="77777777" w:rsidR="001F5B4D" w:rsidRPr="001F5B4D" w:rsidRDefault="001F5B4D" w:rsidP="001F5B4D">
            <w:pPr>
              <w:pStyle w:val="ScItalic"/>
            </w:pPr>
            <w:r w:rsidRPr="001F5B4D">
              <w:t>Prionace glauca</w:t>
            </w:r>
          </w:p>
          <w:p w14:paraId="677FC3A1" w14:textId="77777777" w:rsidR="001F5B4D" w:rsidRPr="001F5B4D" w:rsidRDefault="001F5B4D" w:rsidP="001F5B4D">
            <w:pPr>
              <w:pStyle w:val="ScNormal"/>
            </w:pPr>
            <w:r w:rsidRPr="001F5B4D">
              <w:t>South Pacific Blue Shark</w:t>
            </w:r>
          </w:p>
          <w:p w14:paraId="08EBE0F3" w14:textId="05B40DBD" w:rsidR="001F5B4D" w:rsidRPr="001F5B4D" w:rsidRDefault="001F5B4D" w:rsidP="001F5B4D"/>
        </w:tc>
        <w:tc>
          <w:tcPr>
            <w:tcW w:w="851" w:type="dxa"/>
          </w:tcPr>
          <w:p w14:paraId="5C217C54" w14:textId="7E59919E" w:rsidR="001F5B4D" w:rsidRPr="001F5B4D" w:rsidRDefault="001F5B4D" w:rsidP="001F5B4D">
            <w:pPr>
              <w:pStyle w:val="ScNormal"/>
            </w:pPr>
            <w:r w:rsidRPr="001F5B4D">
              <w:t>80</w:t>
            </w:r>
          </w:p>
        </w:tc>
        <w:tc>
          <w:tcPr>
            <w:tcW w:w="6095" w:type="dxa"/>
          </w:tcPr>
          <w:p w14:paraId="1CBB1B74" w14:textId="77777777" w:rsidR="001F5B4D" w:rsidRPr="001F5B4D" w:rsidRDefault="001F5B4D" w:rsidP="001F5B4D">
            <w:pPr>
              <w:pStyle w:val="ScNormal"/>
            </w:pPr>
            <w:r w:rsidRPr="001F5B4D">
              <w:t>The species is 'minor' because the catch percentage (&lt;0.5%) is less than the requirement (2%).</w:t>
            </w:r>
          </w:p>
          <w:p w14:paraId="1CA52BEF" w14:textId="77777777" w:rsidR="001F5B4D" w:rsidRPr="001F5B4D" w:rsidRDefault="001F5B4D" w:rsidP="001F5B4D">
            <w:r w:rsidRPr="001F5B4D">
              <w:t>In 2016 the WCPFC attempted to assess the status of the South Pacific blue shark, but the result was unsuccessful due to the impossibility of estimating realistic levels of spawning biomass and natural mortality relative to unfished levels. Under these circumstances, no estimates of MSY-related quantities were possible.</w:t>
            </w:r>
          </w:p>
          <w:p w14:paraId="4447C590" w14:textId="77777777" w:rsidR="001F5B4D" w:rsidRPr="001F5B4D" w:rsidRDefault="001F5B4D" w:rsidP="001F5B4D">
            <w:r w:rsidRPr="001F5B4D">
              <w:t>Based on the uncertainties in data inputs, the stock status of of the South Pacific blue shark is unknown. Blue shark is the most common and frequently reported shark species in longline catches, averaging 60-90% of shark bycatch recorded by observers in the region, but no direct measures have been adopted by WCPFC.</w:t>
            </w:r>
          </w:p>
          <w:p w14:paraId="7D40E43F" w14:textId="77777777" w:rsidR="001F5B4D" w:rsidRPr="001F5B4D" w:rsidRDefault="001F5B4D" w:rsidP="001F5B4D">
            <w:r w:rsidRPr="001F5B4D">
              <w:t xml:space="preserve">There is no stock assessment. </w:t>
            </w:r>
          </w:p>
          <w:bookmarkStart w:id="4" w:name="S_BSH"/>
          <w:p w14:paraId="164562D7" w14:textId="2FD46100" w:rsidR="001F5B4D" w:rsidRPr="001F5B4D" w:rsidRDefault="001F5B4D" w:rsidP="001F5B4D">
            <w:r w:rsidRPr="001F5B4D">
              <w:fldChar w:fldCharType="begin"/>
            </w:r>
            <w:r w:rsidRPr="001F5B4D">
              <w:instrText xml:space="preserve"> HYPERLINK  \l "T_BSH" \o "PSA Table" </w:instrText>
            </w:r>
            <w:r w:rsidRPr="001F5B4D">
              <w:fldChar w:fldCharType="separate"/>
            </w:r>
            <w:r w:rsidRPr="001F5B4D">
              <w:rPr>
                <w:rStyle w:val="Hyperlink"/>
              </w:rPr>
              <w:t>The PSA score is 3.68.</w:t>
            </w:r>
            <w:r w:rsidRPr="001F5B4D">
              <w:fldChar w:fldCharType="end"/>
            </w:r>
            <w:r w:rsidRPr="001F5B4D">
              <w:t xml:space="preserve"> </w:t>
            </w:r>
            <w:bookmarkEnd w:id="4"/>
          </w:p>
          <w:p w14:paraId="0BAB893F" w14:textId="7C12F54D" w:rsidR="001F5B4D" w:rsidRPr="001F5B4D" w:rsidRDefault="001F5B4D" w:rsidP="001F5B4D">
            <w:r w:rsidRPr="001F5B4D">
              <w:t>This UoA would probably not hinder recovery. This species makes up less than 10% of the UoA catch and the UoA species catch makes up less than 30% of the total species catch (1%).</w:t>
            </w:r>
          </w:p>
        </w:tc>
      </w:tr>
      <w:tr w:rsidR="001F5B4D" w:rsidRPr="001F5B4D" w14:paraId="1F7A959F" w14:textId="77777777" w:rsidTr="001F5B4D">
        <w:tc>
          <w:tcPr>
            <w:tcW w:w="2268" w:type="dxa"/>
          </w:tcPr>
          <w:p w14:paraId="66199019" w14:textId="77777777" w:rsidR="001F5B4D" w:rsidRPr="001F5B4D" w:rsidRDefault="001F5B4D" w:rsidP="001F5B4D">
            <w:pPr>
              <w:pStyle w:val="ScNormal"/>
            </w:pPr>
            <w:r w:rsidRPr="001F5B4D">
              <w:t>Atlantic bonito</w:t>
            </w:r>
          </w:p>
          <w:p w14:paraId="587C0D0E" w14:textId="77777777" w:rsidR="001F5B4D" w:rsidRPr="001F5B4D" w:rsidRDefault="001F5B4D" w:rsidP="001F5B4D">
            <w:pPr>
              <w:pStyle w:val="ScItalic"/>
            </w:pPr>
            <w:r w:rsidRPr="001F5B4D">
              <w:t>Sarda sarda</w:t>
            </w:r>
          </w:p>
          <w:p w14:paraId="2E291D44" w14:textId="6498E452" w:rsidR="001F5B4D" w:rsidRPr="001F5B4D" w:rsidRDefault="001F5B4D" w:rsidP="001F5B4D">
            <w:pPr>
              <w:pStyle w:val="ScNormal"/>
            </w:pPr>
          </w:p>
        </w:tc>
        <w:tc>
          <w:tcPr>
            <w:tcW w:w="851" w:type="dxa"/>
          </w:tcPr>
          <w:p w14:paraId="7A547B30" w14:textId="3BC9EE74" w:rsidR="001F5B4D" w:rsidRPr="001F5B4D" w:rsidRDefault="001F5B4D" w:rsidP="001F5B4D">
            <w:pPr>
              <w:pStyle w:val="ScNormal"/>
            </w:pPr>
            <w:r w:rsidRPr="001F5B4D">
              <w:t>96</w:t>
            </w:r>
          </w:p>
        </w:tc>
        <w:tc>
          <w:tcPr>
            <w:tcW w:w="6095" w:type="dxa"/>
          </w:tcPr>
          <w:p w14:paraId="3F0373BC" w14:textId="77777777" w:rsidR="001F5B4D" w:rsidRPr="001F5B4D" w:rsidRDefault="001F5B4D" w:rsidP="001F5B4D">
            <w:pPr>
              <w:pStyle w:val="ScNormal"/>
            </w:pPr>
            <w:r w:rsidRPr="001F5B4D">
              <w:t>The species is 'minor' because the catch percentage (&lt;0.5%) is less than the requirement (5%).</w:t>
            </w:r>
          </w:p>
          <w:p w14:paraId="598186ED" w14:textId="77777777" w:rsidR="001F5B4D" w:rsidRPr="001F5B4D" w:rsidRDefault="001F5B4D" w:rsidP="001F5B4D">
            <w:r w:rsidRPr="001F5B4D">
              <w:t xml:space="preserve">There is no stock assessment. </w:t>
            </w:r>
          </w:p>
          <w:bookmarkStart w:id="5" w:name="S_BON"/>
          <w:p w14:paraId="3C9C03DF" w14:textId="21C0B6D2" w:rsidR="001F5B4D" w:rsidRPr="001F5B4D" w:rsidRDefault="001F5B4D" w:rsidP="001F5B4D">
            <w:r w:rsidRPr="001F5B4D">
              <w:lastRenderedPageBreak/>
              <w:fldChar w:fldCharType="begin"/>
            </w:r>
            <w:r w:rsidRPr="001F5B4D">
              <w:instrText xml:space="preserve"> HYPERLINK  \l "T_BON" \o "PSA Table" </w:instrText>
            </w:r>
            <w:r w:rsidRPr="001F5B4D">
              <w:fldChar w:fldCharType="separate"/>
            </w:r>
            <w:r w:rsidRPr="001F5B4D">
              <w:rPr>
                <w:rStyle w:val="Hyperlink"/>
              </w:rPr>
              <w:t>The PSA score is 1.92.</w:t>
            </w:r>
            <w:r w:rsidRPr="001F5B4D">
              <w:fldChar w:fldCharType="end"/>
            </w:r>
            <w:r w:rsidRPr="001F5B4D">
              <w:t xml:space="preserve"> </w:t>
            </w:r>
            <w:bookmarkEnd w:id="5"/>
          </w:p>
          <w:p w14:paraId="1606D734" w14:textId="5CB235E1" w:rsidR="001F5B4D" w:rsidRPr="001F5B4D" w:rsidRDefault="001F5B4D" w:rsidP="001F5B4D">
            <w:r w:rsidRPr="001F5B4D">
              <w:t>This UoA would probably not hinder recovery. This species makes up less than 10% of the UoA catch and the UoA species catch makes up less than 30% of the total species catch (15%).</w:t>
            </w:r>
          </w:p>
        </w:tc>
      </w:tr>
      <w:tr w:rsidR="001F5B4D" w:rsidRPr="001F5B4D" w14:paraId="0887D0D6" w14:textId="77777777" w:rsidTr="001F5B4D">
        <w:tc>
          <w:tcPr>
            <w:tcW w:w="2268" w:type="dxa"/>
          </w:tcPr>
          <w:p w14:paraId="6FE27F6A" w14:textId="77777777" w:rsidR="001F5B4D" w:rsidRPr="001F5B4D" w:rsidRDefault="001F5B4D" w:rsidP="001F5B4D">
            <w:pPr>
              <w:pStyle w:val="ScNormal"/>
            </w:pPr>
            <w:r w:rsidRPr="001F5B4D">
              <w:lastRenderedPageBreak/>
              <w:t>Indo-Pacific sailfish</w:t>
            </w:r>
          </w:p>
          <w:p w14:paraId="5CA1C8F5" w14:textId="77777777" w:rsidR="001F5B4D" w:rsidRPr="001F5B4D" w:rsidRDefault="001F5B4D" w:rsidP="001F5B4D">
            <w:pPr>
              <w:pStyle w:val="ScItalic"/>
            </w:pPr>
            <w:r w:rsidRPr="001F5B4D">
              <w:t>Istiophorus platypterus</w:t>
            </w:r>
          </w:p>
          <w:p w14:paraId="26005501" w14:textId="77777777" w:rsidR="001F5B4D" w:rsidRPr="001F5B4D" w:rsidRDefault="001F5B4D" w:rsidP="001F5B4D">
            <w:pPr>
              <w:pStyle w:val="ScNormal"/>
            </w:pPr>
            <w:r w:rsidRPr="001F5B4D">
              <w:t>Eastern Pacific Sailfish</w:t>
            </w:r>
          </w:p>
          <w:p w14:paraId="420BBACB" w14:textId="3BCC41AD" w:rsidR="001F5B4D" w:rsidRPr="001F5B4D" w:rsidRDefault="001F5B4D" w:rsidP="001F5B4D"/>
        </w:tc>
        <w:tc>
          <w:tcPr>
            <w:tcW w:w="851" w:type="dxa"/>
          </w:tcPr>
          <w:p w14:paraId="5709D14A" w14:textId="06CD4BF8" w:rsidR="001F5B4D" w:rsidRPr="001F5B4D" w:rsidRDefault="001F5B4D" w:rsidP="001F5B4D">
            <w:pPr>
              <w:pStyle w:val="ScNormal"/>
            </w:pPr>
            <w:r w:rsidRPr="001F5B4D">
              <w:t>80</w:t>
            </w:r>
          </w:p>
        </w:tc>
        <w:tc>
          <w:tcPr>
            <w:tcW w:w="6095" w:type="dxa"/>
          </w:tcPr>
          <w:p w14:paraId="45B3465F" w14:textId="77777777" w:rsidR="001F5B4D" w:rsidRPr="001F5B4D" w:rsidRDefault="001F5B4D" w:rsidP="001F5B4D">
            <w:pPr>
              <w:pStyle w:val="ScNormal"/>
            </w:pPr>
            <w:r w:rsidRPr="001F5B4D">
              <w:t>The species is 'minor' because the catch percentage (&lt;0.5%) is less than the requirement (5%).</w:t>
            </w:r>
          </w:p>
          <w:p w14:paraId="04B4F65E" w14:textId="1758592C" w:rsidR="001F5B4D" w:rsidRPr="001F5B4D" w:rsidRDefault="001F5B4D" w:rsidP="001F5B4D">
            <w:r w:rsidRPr="001F5B4D">
              <w:t>The first assessment of sailfish (</w:t>
            </w:r>
            <w:r w:rsidRPr="001F5B4D">
              <w:rPr>
                <w:i/>
              </w:rPr>
              <w:t>Istiophorus platypterus</w:t>
            </w:r>
            <w:r w:rsidRPr="001F5B4D">
              <w:t>)</w:t>
            </w:r>
            <w:r w:rsidRPr="001F5B4D">
              <w:rPr>
                <w:i/>
              </w:rPr>
              <w:t xml:space="preserve"> </w:t>
            </w:r>
            <w:r w:rsidRPr="001F5B4D">
              <w:t>in the EPO was conducted in 2013 but it was unsuccessful because there was a large amount of catch missing in the data compiled for the assessment. As a result, It was not possible to determine the status of the sailfish stock in the EPO with respect to specific management parameters, such as maximum sustained yield (MSY).</w:t>
            </w:r>
          </w:p>
          <w:p w14:paraId="19ABC5BF" w14:textId="77777777" w:rsidR="001F5B4D" w:rsidRPr="001F5B4D" w:rsidRDefault="001F5B4D" w:rsidP="001F5B4D">
            <w:r w:rsidRPr="001F5B4D">
              <w:t xml:space="preserve">The only information that was obtained from this study was that sailfish abundance trended downward during 1994-2009, after which it has entered a period of relatively constant to slightly increasing abundance. Recent levels of reported annual catch are on the order of 500 t, which is significantly less than the average of about 2,100 t during 1993-2007, although these values are not reliable. </w:t>
            </w:r>
          </w:p>
          <w:p w14:paraId="7C469624" w14:textId="0E50C301" w:rsidR="001F5B4D" w:rsidRPr="001F5B4D" w:rsidRDefault="001F5B4D" w:rsidP="001F5B4D">
            <w:r w:rsidRPr="001F5B4D">
              <w:t>The principal fisheries that capture sailfish in the EPO are longline fleets targeting tuna and non-tuna species, but sailfish are also taken occasionally in the purse seine fisheries targeting tropical tunas. Dolphin associated purse seine sets have a slightly higher catch of sailfish than sets on free schools and sets on floating objects. No direct measures have been adopted by IATTC.</w:t>
            </w:r>
          </w:p>
          <w:p w14:paraId="3661507C" w14:textId="77777777" w:rsidR="001F5B4D" w:rsidRPr="001F5B4D" w:rsidRDefault="001F5B4D" w:rsidP="001F5B4D">
            <w:r w:rsidRPr="001F5B4D">
              <w:t xml:space="preserve">There is no stock assessment. </w:t>
            </w:r>
          </w:p>
          <w:bookmarkStart w:id="6" w:name="S_SFA"/>
          <w:p w14:paraId="60B642D0" w14:textId="3789E671" w:rsidR="001F5B4D" w:rsidRPr="001F5B4D" w:rsidRDefault="001F5B4D" w:rsidP="001F5B4D">
            <w:r w:rsidRPr="001F5B4D">
              <w:fldChar w:fldCharType="begin"/>
            </w:r>
            <w:r w:rsidRPr="001F5B4D">
              <w:instrText xml:space="preserve"> HYPERLINK  \l "T_SFA" \o "PSA Table" </w:instrText>
            </w:r>
            <w:r w:rsidRPr="001F5B4D">
              <w:fldChar w:fldCharType="separate"/>
            </w:r>
            <w:r w:rsidRPr="001F5B4D">
              <w:rPr>
                <w:rStyle w:val="Hyperlink"/>
              </w:rPr>
              <w:t>The PSA score is 2.89.</w:t>
            </w:r>
            <w:r w:rsidRPr="001F5B4D">
              <w:fldChar w:fldCharType="end"/>
            </w:r>
            <w:r w:rsidRPr="001F5B4D">
              <w:t xml:space="preserve"> </w:t>
            </w:r>
            <w:bookmarkEnd w:id="6"/>
          </w:p>
          <w:p w14:paraId="2EAEF207" w14:textId="3EA62459" w:rsidR="001F5B4D" w:rsidRPr="001F5B4D" w:rsidRDefault="001F5B4D" w:rsidP="001F5B4D">
            <w:r w:rsidRPr="001F5B4D">
              <w:t>This UoA would probably not hinder recovery. This species makes up less than 10% of the UoA catch and the UoA species catch makes up less than 30% of the total species catch (19%).</w:t>
            </w:r>
          </w:p>
        </w:tc>
      </w:tr>
      <w:tr w:rsidR="001F5B4D" w:rsidRPr="001F5B4D" w14:paraId="0E3CD833" w14:textId="77777777" w:rsidTr="001F5B4D">
        <w:tc>
          <w:tcPr>
            <w:tcW w:w="2268" w:type="dxa"/>
          </w:tcPr>
          <w:p w14:paraId="6AE9730E" w14:textId="77777777" w:rsidR="001F5B4D" w:rsidRPr="001F5B4D" w:rsidRDefault="001F5B4D" w:rsidP="001F5B4D">
            <w:pPr>
              <w:pStyle w:val="ScNormal"/>
            </w:pPr>
            <w:r w:rsidRPr="001F5B4D">
              <w:t>Wahoo</w:t>
            </w:r>
          </w:p>
          <w:p w14:paraId="4E3C845C" w14:textId="77777777" w:rsidR="001F5B4D" w:rsidRPr="001F5B4D" w:rsidRDefault="001F5B4D" w:rsidP="001F5B4D">
            <w:pPr>
              <w:pStyle w:val="ScItalic"/>
            </w:pPr>
            <w:r w:rsidRPr="001F5B4D">
              <w:t>Acanthocybium solandri</w:t>
            </w:r>
          </w:p>
          <w:p w14:paraId="60ED6364" w14:textId="77777777" w:rsidR="001F5B4D" w:rsidRPr="001F5B4D" w:rsidRDefault="001F5B4D" w:rsidP="001F5B4D">
            <w:pPr>
              <w:pStyle w:val="ScNormal"/>
            </w:pPr>
            <w:r w:rsidRPr="001F5B4D">
              <w:t>Eastern Pacific Wahoo</w:t>
            </w:r>
          </w:p>
          <w:p w14:paraId="24A5E0B8" w14:textId="7FC26D70" w:rsidR="001F5B4D" w:rsidRPr="001F5B4D" w:rsidRDefault="001F5B4D" w:rsidP="001F5B4D"/>
        </w:tc>
        <w:tc>
          <w:tcPr>
            <w:tcW w:w="851" w:type="dxa"/>
          </w:tcPr>
          <w:p w14:paraId="0AAAC951" w14:textId="32F35ED3" w:rsidR="001F5B4D" w:rsidRPr="001F5B4D" w:rsidRDefault="001F5B4D" w:rsidP="001F5B4D">
            <w:pPr>
              <w:pStyle w:val="ScNormal"/>
            </w:pPr>
            <w:r w:rsidRPr="001F5B4D">
              <w:t>80</w:t>
            </w:r>
          </w:p>
        </w:tc>
        <w:tc>
          <w:tcPr>
            <w:tcW w:w="6095" w:type="dxa"/>
          </w:tcPr>
          <w:p w14:paraId="0E9D858C" w14:textId="77777777" w:rsidR="001F5B4D" w:rsidRPr="001F5B4D" w:rsidRDefault="001F5B4D" w:rsidP="001F5B4D">
            <w:pPr>
              <w:pStyle w:val="ScNormal"/>
            </w:pPr>
            <w:r w:rsidRPr="001F5B4D">
              <w:t>The species is 'minor' because the catch percentage (&lt;0.5%) is less than the requirement (5%).</w:t>
            </w:r>
          </w:p>
          <w:p w14:paraId="7E4016E0" w14:textId="77777777" w:rsidR="001F5B4D" w:rsidRPr="001F5B4D" w:rsidRDefault="001F5B4D" w:rsidP="001F5B4D">
            <w:r w:rsidRPr="001F5B4D">
              <w:t>The population has not been assessed. Wahoo is often caught as bycatch in purse seines, especially in sets on floating objects as well as some wahoo catches occurring in longline fisheries. Management: No direct measures have been adopted by IATTC.</w:t>
            </w:r>
          </w:p>
          <w:p w14:paraId="5C88EE64" w14:textId="77777777" w:rsidR="001F5B4D" w:rsidRPr="001F5B4D" w:rsidRDefault="001F5B4D" w:rsidP="001F5B4D">
            <w:r w:rsidRPr="001F5B4D">
              <w:t xml:space="preserve">There is no stock assessment. </w:t>
            </w:r>
          </w:p>
          <w:bookmarkStart w:id="7" w:name="S_WAH"/>
          <w:p w14:paraId="37B017EC" w14:textId="26B29853" w:rsidR="001F5B4D" w:rsidRPr="001F5B4D" w:rsidRDefault="001F5B4D" w:rsidP="001F5B4D">
            <w:r w:rsidRPr="001F5B4D">
              <w:fldChar w:fldCharType="begin"/>
            </w:r>
            <w:r w:rsidRPr="001F5B4D">
              <w:instrText xml:space="preserve"> HYPERLINK  \l "T_WAH" \o "PSA Table" </w:instrText>
            </w:r>
            <w:r w:rsidRPr="001F5B4D">
              <w:fldChar w:fldCharType="separate"/>
            </w:r>
            <w:r w:rsidRPr="001F5B4D">
              <w:rPr>
                <w:rStyle w:val="Hyperlink"/>
              </w:rPr>
              <w:t>The PSA score is 3.46.</w:t>
            </w:r>
            <w:r w:rsidRPr="001F5B4D">
              <w:fldChar w:fldCharType="end"/>
            </w:r>
            <w:r w:rsidRPr="001F5B4D">
              <w:t xml:space="preserve"> </w:t>
            </w:r>
            <w:bookmarkEnd w:id="7"/>
          </w:p>
          <w:p w14:paraId="54F9CD11" w14:textId="06E5A4E3" w:rsidR="001F5B4D" w:rsidRPr="001F5B4D" w:rsidRDefault="001F5B4D" w:rsidP="001F5B4D">
            <w:r w:rsidRPr="001F5B4D">
              <w:t>This UoA would probably not hinder recovery. This species makes up less than 10% of the UoA catch and the UoA species catch makes up less than 30% of the total species catch (14%).</w:t>
            </w:r>
          </w:p>
        </w:tc>
      </w:tr>
      <w:tr w:rsidR="001F5B4D" w:rsidRPr="001F5B4D" w14:paraId="1142FFCD" w14:textId="77777777" w:rsidTr="001F5B4D">
        <w:tc>
          <w:tcPr>
            <w:tcW w:w="2268" w:type="dxa"/>
          </w:tcPr>
          <w:p w14:paraId="02018DB5" w14:textId="77777777" w:rsidR="001F5B4D" w:rsidRPr="001F5B4D" w:rsidRDefault="001F5B4D" w:rsidP="001F5B4D">
            <w:pPr>
              <w:pStyle w:val="ScNormal"/>
            </w:pPr>
            <w:r w:rsidRPr="001F5B4D">
              <w:t>Albacore</w:t>
            </w:r>
          </w:p>
          <w:p w14:paraId="57DB4634" w14:textId="77777777" w:rsidR="001F5B4D" w:rsidRPr="001F5B4D" w:rsidRDefault="001F5B4D" w:rsidP="001F5B4D">
            <w:pPr>
              <w:pStyle w:val="ScItalic"/>
            </w:pPr>
            <w:r w:rsidRPr="001F5B4D">
              <w:t>Thunnus alalunga</w:t>
            </w:r>
          </w:p>
          <w:p w14:paraId="113F83E4" w14:textId="77777777" w:rsidR="001F5B4D" w:rsidRPr="001F5B4D" w:rsidRDefault="001F5B4D" w:rsidP="001F5B4D">
            <w:pPr>
              <w:pStyle w:val="ScNormal"/>
            </w:pPr>
            <w:r w:rsidRPr="001F5B4D">
              <w:t>South Pacific Albacore</w:t>
            </w:r>
          </w:p>
          <w:p w14:paraId="31774671" w14:textId="1A56DBEB" w:rsidR="001F5B4D" w:rsidRPr="001F5B4D" w:rsidRDefault="001F5B4D" w:rsidP="001F5B4D"/>
        </w:tc>
        <w:tc>
          <w:tcPr>
            <w:tcW w:w="851" w:type="dxa"/>
          </w:tcPr>
          <w:p w14:paraId="47D61B8A" w14:textId="6A66EF26" w:rsidR="001F5B4D" w:rsidRPr="001F5B4D" w:rsidRDefault="001F5B4D" w:rsidP="001F5B4D">
            <w:pPr>
              <w:pStyle w:val="ScNormal"/>
            </w:pPr>
            <w:r w:rsidRPr="001F5B4D">
              <w:t>100</w:t>
            </w:r>
          </w:p>
        </w:tc>
        <w:tc>
          <w:tcPr>
            <w:tcW w:w="6095" w:type="dxa"/>
          </w:tcPr>
          <w:p w14:paraId="17692003" w14:textId="77777777" w:rsidR="001F5B4D" w:rsidRPr="001F5B4D" w:rsidRDefault="001F5B4D" w:rsidP="001F5B4D">
            <w:pPr>
              <w:pStyle w:val="ScNormal"/>
            </w:pPr>
            <w:r w:rsidRPr="001F5B4D">
              <w:t>The species is 'minor' because the catch percentage (&lt;0.5%) is less than the requirement (5%).</w:t>
            </w:r>
          </w:p>
          <w:p w14:paraId="39D6C6CF" w14:textId="62B23E80" w:rsidR="001F5B4D" w:rsidRPr="001F5B4D" w:rsidRDefault="001F5B4D" w:rsidP="001F5B4D">
            <w:r w:rsidRPr="001F5B4D">
              <w:t>The last stock assessment was conducted in 2015 with similar results to those in 2012. The results indicated the current catch is either at or less than MSY reference point. The levels of spawning potential are above the level which would support the MSY (SSB</w:t>
            </w:r>
            <w:r w:rsidRPr="001F5B4D">
              <w:rPr>
                <w:vertAlign w:val="subscript"/>
              </w:rPr>
              <w:t>2013</w:t>
            </w:r>
            <w:r w:rsidRPr="001F5B4D">
              <w:t>/SSB</w:t>
            </w:r>
            <w:r w:rsidRPr="001F5B4D">
              <w:rPr>
                <w:vertAlign w:val="subscript"/>
              </w:rPr>
              <w:t>MSY</w:t>
            </w:r>
            <w:r w:rsidRPr="001F5B4D">
              <w:t xml:space="preserve"> = 2.86) and the value of the ratio SSB</w:t>
            </w:r>
            <w:r w:rsidRPr="001F5B4D">
              <w:rPr>
                <w:vertAlign w:val="subscript"/>
              </w:rPr>
              <w:t>2009-2012</w:t>
            </w:r>
            <w:r w:rsidRPr="001F5B4D">
              <w:t>/SSB</w:t>
            </w:r>
            <w:r w:rsidRPr="001F5B4D">
              <w:rPr>
                <w:vertAlign w:val="subscript"/>
              </w:rPr>
              <w:t>0</w:t>
            </w:r>
            <w:r w:rsidRPr="001F5B4D">
              <w:t xml:space="preserve"> is 0.40 (40% SSB</w:t>
            </w:r>
            <w:r w:rsidRPr="001F5B4D">
              <w:rPr>
                <w:vertAlign w:val="subscript"/>
              </w:rPr>
              <w:t>0</w:t>
            </w:r>
            <w:r w:rsidRPr="001F5B4D">
              <w:t xml:space="preserve">), which is above the recently adopted limit </w:t>
            </w:r>
            <w:r w:rsidRPr="001F5B4D">
              <w:lastRenderedPageBreak/>
              <w:t>reference point (20% SSB</w:t>
            </w:r>
            <w:r w:rsidRPr="001F5B4D">
              <w:rPr>
                <w:vertAlign w:val="subscript"/>
              </w:rPr>
              <w:t>0</w:t>
            </w:r>
            <w:r w:rsidRPr="001F5B4D">
              <w:t>). This indicates that the stock is not in an overfished state. Moreover, recent levels of fishing mortality are lower than the level that will support the MSY (F</w:t>
            </w:r>
            <w:r w:rsidRPr="001F5B4D">
              <w:rPr>
                <w:vertAlign w:val="subscript"/>
              </w:rPr>
              <w:t>2019-2012</w:t>
            </w:r>
            <w:r w:rsidRPr="001F5B4D">
              <w:t>/F</w:t>
            </w:r>
            <w:r w:rsidRPr="001F5B4D">
              <w:rPr>
                <w:vertAlign w:val="subscript"/>
              </w:rPr>
              <w:t>MSY</w:t>
            </w:r>
            <w:r w:rsidRPr="001F5B4D">
              <w:t xml:space="preserve"> = 0.39), indicating that overfishing is not occurring either. Overall, it is highly likely that the stock is above its PRI and above a level consistent with MSY. Therefore, SG100 is met.</w:t>
            </w:r>
          </w:p>
          <w:p w14:paraId="06F10B4F" w14:textId="2F78657C" w:rsidR="001F5B4D" w:rsidRPr="001F5B4D" w:rsidRDefault="001F5B4D" w:rsidP="001F5B4D"/>
          <w:p w14:paraId="65775A0C" w14:textId="77777777" w:rsidR="001F5B4D" w:rsidRPr="001F5B4D" w:rsidRDefault="001F5B4D" w:rsidP="001F5B4D">
            <w:r w:rsidRPr="001F5B4D">
              <w:t xml:space="preserve">The PSA score is 2.89. </w:t>
            </w:r>
          </w:p>
          <w:p w14:paraId="7BEB69B3" w14:textId="0F347486" w:rsidR="001F5B4D" w:rsidRPr="001F5B4D" w:rsidRDefault="001F5B4D" w:rsidP="001F5B4D">
            <w:r w:rsidRPr="001F5B4D">
              <w:t>This UoA would probably not hinder recovery. This species makes up less than 10% of the UoA catch and the UoA species catch makes up less than 30% of the total species catch (2%).</w:t>
            </w:r>
          </w:p>
        </w:tc>
      </w:tr>
      <w:tr w:rsidR="001F5B4D" w:rsidRPr="001F5B4D" w14:paraId="30F85A5D" w14:textId="77777777" w:rsidTr="001F5B4D">
        <w:tc>
          <w:tcPr>
            <w:tcW w:w="2268" w:type="dxa"/>
          </w:tcPr>
          <w:p w14:paraId="5BA0A81D" w14:textId="77777777" w:rsidR="001F5B4D" w:rsidRPr="001F5B4D" w:rsidRDefault="001F5B4D" w:rsidP="001F5B4D">
            <w:pPr>
              <w:pStyle w:val="ScNormal"/>
            </w:pPr>
            <w:r w:rsidRPr="001F5B4D">
              <w:lastRenderedPageBreak/>
              <w:t>Albacore</w:t>
            </w:r>
          </w:p>
          <w:p w14:paraId="18750EF4" w14:textId="77777777" w:rsidR="001F5B4D" w:rsidRPr="001F5B4D" w:rsidRDefault="001F5B4D" w:rsidP="001F5B4D">
            <w:pPr>
              <w:pStyle w:val="ScItalic"/>
            </w:pPr>
            <w:r w:rsidRPr="001F5B4D">
              <w:t>Thunnus alalunga</w:t>
            </w:r>
          </w:p>
          <w:p w14:paraId="6BE5FED4" w14:textId="77777777" w:rsidR="001F5B4D" w:rsidRPr="001F5B4D" w:rsidRDefault="001F5B4D" w:rsidP="001F5B4D">
            <w:pPr>
              <w:pStyle w:val="ScNormal"/>
            </w:pPr>
            <w:r w:rsidRPr="001F5B4D">
              <w:t>North Pacific Albacore</w:t>
            </w:r>
          </w:p>
          <w:p w14:paraId="5B8DE991" w14:textId="608BBD32" w:rsidR="001F5B4D" w:rsidRPr="001F5B4D" w:rsidRDefault="001F5B4D" w:rsidP="001F5B4D"/>
        </w:tc>
        <w:tc>
          <w:tcPr>
            <w:tcW w:w="851" w:type="dxa"/>
          </w:tcPr>
          <w:p w14:paraId="6E464128" w14:textId="2300ED21" w:rsidR="001F5B4D" w:rsidRPr="001F5B4D" w:rsidRDefault="001F5B4D" w:rsidP="001F5B4D">
            <w:pPr>
              <w:pStyle w:val="ScNormal"/>
            </w:pPr>
            <w:r w:rsidRPr="001F5B4D">
              <w:t>80</w:t>
            </w:r>
          </w:p>
        </w:tc>
        <w:tc>
          <w:tcPr>
            <w:tcW w:w="6095" w:type="dxa"/>
          </w:tcPr>
          <w:p w14:paraId="22A4D2B0" w14:textId="77777777" w:rsidR="001F5B4D" w:rsidRPr="001F5B4D" w:rsidRDefault="001F5B4D" w:rsidP="001F5B4D">
            <w:pPr>
              <w:pStyle w:val="ScNormal"/>
            </w:pPr>
            <w:r w:rsidRPr="001F5B4D">
              <w:t>The species is 'minor' because the catch percentage (&lt;0.5%) is less than the requirement (5%).</w:t>
            </w:r>
          </w:p>
          <w:p w14:paraId="25DE14FF" w14:textId="719EC67C" w:rsidR="001F5B4D" w:rsidRPr="001F5B4D" w:rsidRDefault="001F5B4D" w:rsidP="001F5B4D">
            <w:r w:rsidRPr="001F5B4D">
              <w:t>The North Pacific albacore stock was reassessed in 2017 by the Albacore Working Group of ISC. The results estimated the ratio SSB</w:t>
            </w:r>
            <w:r w:rsidRPr="001F5B4D">
              <w:rPr>
                <w:vertAlign w:val="subscript"/>
              </w:rPr>
              <w:t>2015</w:t>
            </w:r>
            <w:r w:rsidRPr="001F5B4D">
              <w:t>/SSB</w:t>
            </w:r>
            <w:r w:rsidRPr="001F5B4D">
              <w:rPr>
                <w:vertAlign w:val="subscript"/>
              </w:rPr>
              <w:t>MSY</w:t>
            </w:r>
            <w:r w:rsidRPr="001F5B4D">
              <w:t xml:space="preserve"> at 3.25 and the spawning stock biomass as 2.47 times greater than the 20% SB</w:t>
            </w:r>
            <w:r w:rsidRPr="001F5B4D">
              <w:rPr>
                <w:vertAlign w:val="subscript"/>
              </w:rPr>
              <w:t>0</w:t>
            </w:r>
            <w:r w:rsidRPr="001F5B4D">
              <w:t>, which is the</w:t>
            </w:r>
            <w:r w:rsidRPr="001F5B4D">
              <w:rPr>
                <w:vertAlign w:val="subscript"/>
              </w:rPr>
              <w:t xml:space="preserve"> </w:t>
            </w:r>
            <w:r w:rsidRPr="001F5B4D">
              <w:t>limit reference point recently adopted by the Commission. This indicates that the stock is likely not overfished. Moreover, projections at constant fishing intensity suggest a high degree of certainty (&gt;99%) that the SSB will not fall below the LRP in 2020 and 2025.</w:t>
            </w:r>
          </w:p>
          <w:p w14:paraId="52D5C2CF" w14:textId="0E1F2D4D" w:rsidR="001F5B4D" w:rsidRPr="001F5B4D" w:rsidRDefault="001F5B4D" w:rsidP="001F5B4D">
            <w:r w:rsidRPr="001F5B4D">
              <w:t>On the other hand, the ratio F</w:t>
            </w:r>
            <w:r w:rsidRPr="001F5B4D">
              <w:rPr>
                <w:vertAlign w:val="subscript"/>
              </w:rPr>
              <w:t>2012-2014</w:t>
            </w:r>
            <w:r w:rsidRPr="001F5B4D">
              <w:t>/F</w:t>
            </w:r>
            <w:r w:rsidRPr="001F5B4D">
              <w:rPr>
                <w:vertAlign w:val="subscript"/>
              </w:rPr>
              <w:t>MSY</w:t>
            </w:r>
            <w:r w:rsidRPr="001F5B4D">
              <w:t xml:space="preserve"> is 0.61 and fishing mortality, is also lower than many commonly-used reference points that are used as proxies for F</w:t>
            </w:r>
            <w:r w:rsidRPr="001F5B4D">
              <w:rPr>
                <w:vertAlign w:val="subscript"/>
              </w:rPr>
              <w:t xml:space="preserve">MSY </w:t>
            </w:r>
            <w:r w:rsidRPr="001F5B4D">
              <w:t>(e.g. F</w:t>
            </w:r>
            <w:r w:rsidRPr="001F5B4D">
              <w:rPr>
                <w:vertAlign w:val="subscript"/>
              </w:rPr>
              <w:t>2012-2014</w:t>
            </w:r>
            <w:r w:rsidRPr="001F5B4D">
              <w:t>/ F2</w:t>
            </w:r>
            <w:r w:rsidRPr="001F5B4D">
              <w:rPr>
                <w:vertAlign w:val="subscript"/>
              </w:rPr>
              <w:t>20%</w:t>
            </w:r>
            <w:r w:rsidRPr="001F5B4D">
              <w:t xml:space="preserve"> = 0.63; F</w:t>
            </w:r>
            <w:r w:rsidRPr="001F5B4D">
              <w:rPr>
                <w:vertAlign w:val="subscript"/>
              </w:rPr>
              <w:t>2012-2014</w:t>
            </w:r>
            <w:r w:rsidRPr="001F5B4D">
              <w:t>/ F</w:t>
            </w:r>
            <w:r w:rsidRPr="001F5B4D">
              <w:rPr>
                <w:vertAlign w:val="subscript"/>
              </w:rPr>
              <w:t>40%</w:t>
            </w:r>
            <w:r w:rsidRPr="001F5B4D">
              <w:t xml:space="preserve"> = 0.85) indicating that the stock is probably not being overfished; except for F</w:t>
            </w:r>
            <w:r w:rsidRPr="001F5B4D">
              <w:rPr>
                <w:vertAlign w:val="subscript"/>
              </w:rPr>
              <w:t>50%</w:t>
            </w:r>
            <w:r w:rsidRPr="001F5B4D">
              <w:t xml:space="preserve">. On this basis, we can reasonably say that it is highly likely that SSB is at or above a level consistent with MSY, as defined in a precautionary way by MSC, but not with a high degree of certainty. SG80 is met but SG100 is not met. </w:t>
            </w:r>
          </w:p>
          <w:bookmarkStart w:id="8" w:name="S_ALB"/>
          <w:p w14:paraId="7AE6DC18" w14:textId="40BCF5EE" w:rsidR="001F5B4D" w:rsidRPr="001F5B4D" w:rsidRDefault="001F5B4D" w:rsidP="001F5B4D">
            <w:r w:rsidRPr="001F5B4D">
              <w:fldChar w:fldCharType="begin"/>
            </w:r>
            <w:r w:rsidRPr="001F5B4D">
              <w:instrText xml:space="preserve"> HYPERLINK  \l "T_ALB" \o "PSA Table" </w:instrText>
            </w:r>
            <w:r w:rsidRPr="001F5B4D">
              <w:fldChar w:fldCharType="separate"/>
            </w:r>
            <w:r w:rsidRPr="001F5B4D">
              <w:rPr>
                <w:rStyle w:val="Hyperlink"/>
              </w:rPr>
              <w:t>The PSA score is 2.89.</w:t>
            </w:r>
            <w:r w:rsidRPr="001F5B4D">
              <w:fldChar w:fldCharType="end"/>
            </w:r>
            <w:r w:rsidRPr="001F5B4D">
              <w:t xml:space="preserve"> </w:t>
            </w:r>
            <w:bookmarkEnd w:id="8"/>
          </w:p>
          <w:p w14:paraId="183E8170" w14:textId="7B987657" w:rsidR="001F5B4D" w:rsidRPr="001F5B4D" w:rsidRDefault="001F5B4D" w:rsidP="001F5B4D">
            <w:r w:rsidRPr="001F5B4D">
              <w:t>This UoA would probably not hinder recovery. This species makes up less than 10% of the UoA catch and the UoA species catch makes up less than 30% of the total species catch (2%).</w:t>
            </w:r>
          </w:p>
        </w:tc>
      </w:tr>
      <w:tr w:rsidR="001F5B4D" w:rsidRPr="001F5B4D" w14:paraId="51942DF3" w14:textId="77777777" w:rsidTr="001F5B4D">
        <w:tc>
          <w:tcPr>
            <w:tcW w:w="2268" w:type="dxa"/>
          </w:tcPr>
          <w:p w14:paraId="3B919E51" w14:textId="77777777" w:rsidR="001F5B4D" w:rsidRPr="001F5B4D" w:rsidRDefault="001F5B4D" w:rsidP="001F5B4D">
            <w:pPr>
              <w:pStyle w:val="ScNormal"/>
            </w:pPr>
            <w:r w:rsidRPr="001F5B4D">
              <w:t>Blackfin tuna</w:t>
            </w:r>
          </w:p>
          <w:p w14:paraId="636EDFE0" w14:textId="77777777" w:rsidR="001F5B4D" w:rsidRPr="001F5B4D" w:rsidRDefault="001F5B4D" w:rsidP="001F5B4D">
            <w:pPr>
              <w:pStyle w:val="ScItalic"/>
            </w:pPr>
            <w:r w:rsidRPr="001F5B4D">
              <w:t>Thunnus atlanticus</w:t>
            </w:r>
          </w:p>
          <w:p w14:paraId="6658C986" w14:textId="4E8F1D96" w:rsidR="001F5B4D" w:rsidRPr="001F5B4D" w:rsidRDefault="001F5B4D" w:rsidP="001F5B4D">
            <w:pPr>
              <w:pStyle w:val="ScNormal"/>
            </w:pPr>
          </w:p>
        </w:tc>
        <w:tc>
          <w:tcPr>
            <w:tcW w:w="851" w:type="dxa"/>
          </w:tcPr>
          <w:p w14:paraId="7737F5EA" w14:textId="7993499B" w:rsidR="001F5B4D" w:rsidRPr="001F5B4D" w:rsidRDefault="001F5B4D" w:rsidP="001F5B4D">
            <w:pPr>
              <w:pStyle w:val="ScNormal"/>
            </w:pPr>
            <w:r w:rsidRPr="001F5B4D">
              <w:t>87</w:t>
            </w:r>
          </w:p>
        </w:tc>
        <w:tc>
          <w:tcPr>
            <w:tcW w:w="6095" w:type="dxa"/>
          </w:tcPr>
          <w:p w14:paraId="3D739D28" w14:textId="77777777" w:rsidR="001F5B4D" w:rsidRPr="001F5B4D" w:rsidRDefault="001F5B4D" w:rsidP="001F5B4D">
            <w:pPr>
              <w:pStyle w:val="ScNormal"/>
            </w:pPr>
            <w:r w:rsidRPr="001F5B4D">
              <w:t>The species is 'minor' because the catch percentage (&lt;0.5%) is less than the requirement (5%).</w:t>
            </w:r>
          </w:p>
          <w:p w14:paraId="07663ACD" w14:textId="77777777" w:rsidR="001F5B4D" w:rsidRPr="001F5B4D" w:rsidRDefault="001F5B4D" w:rsidP="001F5B4D">
            <w:r w:rsidRPr="001F5B4D">
              <w:t xml:space="preserve">There is no stock assessment. </w:t>
            </w:r>
          </w:p>
          <w:bookmarkStart w:id="9" w:name="S_BLF"/>
          <w:p w14:paraId="37BA42C8" w14:textId="5D77F1EF" w:rsidR="001F5B4D" w:rsidRPr="001F5B4D" w:rsidRDefault="001F5B4D" w:rsidP="001F5B4D">
            <w:r w:rsidRPr="001F5B4D">
              <w:fldChar w:fldCharType="begin"/>
            </w:r>
            <w:r w:rsidRPr="001F5B4D">
              <w:instrText xml:space="preserve"> HYPERLINK  \l "T_BLF" \o "PSA Table" </w:instrText>
            </w:r>
            <w:r w:rsidRPr="001F5B4D">
              <w:fldChar w:fldCharType="separate"/>
            </w:r>
            <w:r w:rsidRPr="001F5B4D">
              <w:rPr>
                <w:rStyle w:val="Hyperlink"/>
              </w:rPr>
              <w:t>The PSA score is 2.38.</w:t>
            </w:r>
            <w:r w:rsidRPr="001F5B4D">
              <w:fldChar w:fldCharType="end"/>
            </w:r>
            <w:r w:rsidRPr="001F5B4D">
              <w:t xml:space="preserve"> </w:t>
            </w:r>
            <w:bookmarkEnd w:id="9"/>
          </w:p>
          <w:p w14:paraId="38E202DA" w14:textId="545C7221" w:rsidR="001F5B4D" w:rsidRPr="001F5B4D" w:rsidRDefault="001F5B4D" w:rsidP="001F5B4D">
            <w:r w:rsidRPr="001F5B4D">
              <w:t>This UoA would probably not hinder recovery. This species makes up less than 10% of the UoA catch and the UoA species catch makes up less than 30% of the total species catch (27%).</w:t>
            </w:r>
          </w:p>
        </w:tc>
      </w:tr>
      <w:tr w:rsidR="001F5B4D" w:rsidRPr="001F5B4D" w14:paraId="0C75E79C" w14:textId="77777777" w:rsidTr="001F5B4D">
        <w:tc>
          <w:tcPr>
            <w:tcW w:w="2268" w:type="dxa"/>
          </w:tcPr>
          <w:p w14:paraId="18E5B8CD" w14:textId="77777777" w:rsidR="001F5B4D" w:rsidRPr="001F5B4D" w:rsidRDefault="001F5B4D" w:rsidP="001F5B4D">
            <w:pPr>
              <w:pStyle w:val="ScNormal"/>
            </w:pPr>
            <w:r w:rsidRPr="001F5B4D">
              <w:t>Swordfish</w:t>
            </w:r>
          </w:p>
          <w:p w14:paraId="6D4CDF09" w14:textId="77777777" w:rsidR="001F5B4D" w:rsidRPr="001F5B4D" w:rsidRDefault="001F5B4D" w:rsidP="001F5B4D">
            <w:pPr>
              <w:pStyle w:val="ScItalic"/>
            </w:pPr>
            <w:r w:rsidRPr="001F5B4D">
              <w:t>Xiphias gladius</w:t>
            </w:r>
          </w:p>
          <w:p w14:paraId="63C2BE7F" w14:textId="77777777" w:rsidR="001F5B4D" w:rsidRPr="001F5B4D" w:rsidRDefault="001F5B4D" w:rsidP="001F5B4D">
            <w:pPr>
              <w:pStyle w:val="ScNormal"/>
            </w:pPr>
            <w:r w:rsidRPr="001F5B4D">
              <w:t>Northeast Pacific Ocean Swordfish</w:t>
            </w:r>
          </w:p>
          <w:p w14:paraId="53167A1F" w14:textId="035B61C7" w:rsidR="001F5B4D" w:rsidRPr="001F5B4D" w:rsidRDefault="001F5B4D" w:rsidP="001F5B4D"/>
        </w:tc>
        <w:tc>
          <w:tcPr>
            <w:tcW w:w="851" w:type="dxa"/>
          </w:tcPr>
          <w:p w14:paraId="2057D9CB" w14:textId="78A0C4F2" w:rsidR="001F5B4D" w:rsidRPr="001F5B4D" w:rsidRDefault="001F5B4D" w:rsidP="001F5B4D">
            <w:pPr>
              <w:pStyle w:val="ScNormal"/>
            </w:pPr>
            <w:r w:rsidRPr="001F5B4D">
              <w:t>100</w:t>
            </w:r>
          </w:p>
        </w:tc>
        <w:tc>
          <w:tcPr>
            <w:tcW w:w="6095" w:type="dxa"/>
          </w:tcPr>
          <w:p w14:paraId="798615E3" w14:textId="77777777" w:rsidR="001F5B4D" w:rsidRPr="001F5B4D" w:rsidRDefault="001F5B4D" w:rsidP="001F5B4D">
            <w:pPr>
              <w:pStyle w:val="ScNormal"/>
            </w:pPr>
            <w:r w:rsidRPr="001F5B4D">
              <w:t>The species is 'minor' because the catch percentage (&lt;0.5%) is less than the requirement (2%).</w:t>
            </w:r>
          </w:p>
          <w:p w14:paraId="2B43F053" w14:textId="114E7C52" w:rsidR="001F5B4D" w:rsidRPr="001F5B4D" w:rsidRDefault="001F5B4D" w:rsidP="001F5B4D">
            <w:r w:rsidRPr="001F5B4D">
              <w:t>Most recent stock assessment for the two swordfish stocks in the north Pacific Ocean was conducted in 2014 by the WCPFC, using data up to 2012. For the eastern stock, estimates of exploitable biomass and harvest rate have remained high in recent years. Exploitable biomass has decreased from 1995 to 2010 but generally remaining above B</w:t>
            </w:r>
            <w:r w:rsidRPr="001F5B4D">
              <w:rPr>
                <w:vertAlign w:val="subscript"/>
              </w:rPr>
              <w:t>MSY</w:t>
            </w:r>
            <w:r w:rsidRPr="001F5B4D">
              <w:t>. Harvest rates were initially low but had a long-term increasing trend and exceeded H</w:t>
            </w:r>
            <w:r w:rsidRPr="001F5B4D">
              <w:rPr>
                <w:vertAlign w:val="subscript"/>
              </w:rPr>
              <w:t>MSY</w:t>
            </w:r>
            <w:r w:rsidRPr="001F5B4D">
              <w:t xml:space="preserve"> in last </w:t>
            </w:r>
            <w:r w:rsidRPr="001F5B4D">
              <w:lastRenderedPageBreak/>
              <w:t>decade and also in 2012. The results indicated that, in 2012, there was a 55% probability that overfishing was occurring, but less than 1% probability that the stock was overfished. This meets SG100.</w:t>
            </w:r>
          </w:p>
          <w:p w14:paraId="7848AA7F" w14:textId="77777777" w:rsidR="001F5B4D" w:rsidRPr="001F5B4D" w:rsidRDefault="001F5B4D" w:rsidP="001F5B4D">
            <w:r w:rsidRPr="001F5B4D">
              <w:t xml:space="preserve">The PSA score is 3.16. </w:t>
            </w:r>
          </w:p>
          <w:p w14:paraId="654B151D" w14:textId="20B91D2B" w:rsidR="001F5B4D" w:rsidRPr="001F5B4D" w:rsidRDefault="001F5B4D" w:rsidP="001F5B4D">
            <w:r w:rsidRPr="001F5B4D">
              <w:t>This UoA would probably not hinder recovery. This species makes up less than 10% of the UoA catch and the UoA species catch makes up less than 30% of the total species catch (1%).</w:t>
            </w:r>
          </w:p>
        </w:tc>
      </w:tr>
      <w:tr w:rsidR="001F5B4D" w:rsidRPr="001F5B4D" w14:paraId="60955140" w14:textId="77777777" w:rsidTr="001F5B4D">
        <w:tc>
          <w:tcPr>
            <w:tcW w:w="2268" w:type="dxa"/>
          </w:tcPr>
          <w:p w14:paraId="705D6A9D" w14:textId="77777777" w:rsidR="001F5B4D" w:rsidRPr="001F5B4D" w:rsidRDefault="001F5B4D" w:rsidP="001F5B4D">
            <w:pPr>
              <w:pStyle w:val="ScNormal"/>
            </w:pPr>
            <w:r w:rsidRPr="001F5B4D">
              <w:lastRenderedPageBreak/>
              <w:t>Swordfish</w:t>
            </w:r>
          </w:p>
          <w:p w14:paraId="614E3902" w14:textId="77777777" w:rsidR="001F5B4D" w:rsidRPr="001F5B4D" w:rsidRDefault="001F5B4D" w:rsidP="001F5B4D">
            <w:pPr>
              <w:pStyle w:val="ScItalic"/>
            </w:pPr>
            <w:r w:rsidRPr="001F5B4D">
              <w:t>Xiphias gladius</w:t>
            </w:r>
          </w:p>
          <w:p w14:paraId="2EB83D91" w14:textId="77777777" w:rsidR="001F5B4D" w:rsidRPr="001F5B4D" w:rsidRDefault="001F5B4D" w:rsidP="001F5B4D">
            <w:pPr>
              <w:pStyle w:val="ScNormal"/>
            </w:pPr>
            <w:r w:rsidRPr="001F5B4D">
              <w:t>Southeast Pacific Ocean Swordfish</w:t>
            </w:r>
          </w:p>
          <w:p w14:paraId="4FEE35BA" w14:textId="0FC25EB7" w:rsidR="001F5B4D" w:rsidRPr="001F5B4D" w:rsidRDefault="001F5B4D" w:rsidP="001F5B4D"/>
        </w:tc>
        <w:tc>
          <w:tcPr>
            <w:tcW w:w="851" w:type="dxa"/>
          </w:tcPr>
          <w:p w14:paraId="008FF2EC" w14:textId="0CBDFFEF" w:rsidR="001F5B4D" w:rsidRPr="001F5B4D" w:rsidRDefault="001F5B4D" w:rsidP="001F5B4D">
            <w:pPr>
              <w:pStyle w:val="ScNormal"/>
            </w:pPr>
            <w:r w:rsidRPr="001F5B4D">
              <w:t>80</w:t>
            </w:r>
          </w:p>
        </w:tc>
        <w:tc>
          <w:tcPr>
            <w:tcW w:w="6095" w:type="dxa"/>
          </w:tcPr>
          <w:p w14:paraId="69F9EAC0" w14:textId="77777777" w:rsidR="001F5B4D" w:rsidRPr="001F5B4D" w:rsidRDefault="001F5B4D" w:rsidP="001F5B4D">
            <w:pPr>
              <w:pStyle w:val="ScNormal"/>
            </w:pPr>
            <w:r w:rsidRPr="001F5B4D">
              <w:t>The species is 'minor' because the catch percentage (&lt;0.5%) is less than the requirement (2%).</w:t>
            </w:r>
          </w:p>
          <w:p w14:paraId="67E9F4CC" w14:textId="1097AAD3" w:rsidR="001F5B4D" w:rsidRPr="001F5B4D" w:rsidRDefault="001F5B4D" w:rsidP="001F5B4D">
            <w:r w:rsidRPr="001F5B4D">
              <w:t>The most recent stock assessments for southeast Pacific swordfish was conducted by the IATTC in 2011. The results indicated that the stock is not experiencing overfishing and is not overfished. The spawning biomass ratio (B</w:t>
            </w:r>
            <w:r w:rsidRPr="001F5B4D">
              <w:rPr>
                <w:vertAlign w:val="subscript"/>
              </w:rPr>
              <w:t>current</w:t>
            </w:r>
            <w:r w:rsidRPr="001F5B4D">
              <w:t>/B</w:t>
            </w:r>
            <w:r w:rsidRPr="001F5B4D">
              <w:rPr>
                <w:vertAlign w:val="subscript"/>
              </w:rPr>
              <w:t>MSY</w:t>
            </w:r>
            <w:r w:rsidRPr="001F5B4D">
              <w:t>) is about 1.45, indicating that the spawning biomass is substantially above the level which is expected to produce catch at the MSY level. Moreover, recent catch levels over the past 5 years (26,339 t in 2015) were at levels at about MSY (~25,000 t). In this case, there is no indication of a significant impact of fishing on this stock, which is above the PRI with a high degree of certainty and likely above MSY, so SG100 is met.</w:t>
            </w:r>
          </w:p>
          <w:bookmarkStart w:id="10" w:name="S_SWO"/>
          <w:p w14:paraId="15CEED9A" w14:textId="14DC4384" w:rsidR="001F5B4D" w:rsidRPr="001F5B4D" w:rsidRDefault="001F5B4D" w:rsidP="001F5B4D">
            <w:r w:rsidRPr="001F5B4D">
              <w:fldChar w:fldCharType="begin"/>
            </w:r>
            <w:r w:rsidRPr="001F5B4D">
              <w:instrText xml:space="preserve"> HYPERLINK  \l "T_SWO" \o "PSA Table" </w:instrText>
            </w:r>
            <w:r w:rsidRPr="001F5B4D">
              <w:fldChar w:fldCharType="separate"/>
            </w:r>
            <w:r w:rsidRPr="001F5B4D">
              <w:rPr>
                <w:rStyle w:val="Hyperlink"/>
              </w:rPr>
              <w:t>The PSA score is 3.16.</w:t>
            </w:r>
            <w:r w:rsidRPr="001F5B4D">
              <w:fldChar w:fldCharType="end"/>
            </w:r>
            <w:r w:rsidRPr="001F5B4D">
              <w:t xml:space="preserve"> </w:t>
            </w:r>
            <w:bookmarkEnd w:id="10"/>
          </w:p>
          <w:p w14:paraId="2D66ECC0" w14:textId="01253DBC" w:rsidR="001F5B4D" w:rsidRPr="001F5B4D" w:rsidRDefault="001F5B4D" w:rsidP="001F5B4D">
            <w:r w:rsidRPr="001F5B4D">
              <w:t>This UoA would probably not hinder recovery. This species makes up less than 10% of the UoA catch and the UoA species catch makes up less than 30% of the total species catch (1%).</w:t>
            </w:r>
          </w:p>
        </w:tc>
      </w:tr>
      <w:tr w:rsidR="001F5B4D" w:rsidRPr="001F5B4D" w14:paraId="08D1A475" w14:textId="77777777" w:rsidTr="001F5B4D">
        <w:tc>
          <w:tcPr>
            <w:tcW w:w="2268" w:type="dxa"/>
          </w:tcPr>
          <w:p w14:paraId="481F730B" w14:textId="77777777" w:rsidR="001F5B4D" w:rsidRPr="001F5B4D" w:rsidRDefault="001F5B4D" w:rsidP="001F5B4D">
            <w:pPr>
              <w:pStyle w:val="ScNormal"/>
            </w:pPr>
            <w:r w:rsidRPr="001F5B4D">
              <w:t>Atlantic white marlin</w:t>
            </w:r>
          </w:p>
          <w:p w14:paraId="2A6ABDFD" w14:textId="77777777" w:rsidR="001F5B4D" w:rsidRPr="001F5B4D" w:rsidRDefault="001F5B4D" w:rsidP="001F5B4D">
            <w:pPr>
              <w:pStyle w:val="ScItalic"/>
            </w:pPr>
            <w:r w:rsidRPr="001F5B4D">
              <w:t>Tetrapturus albidus</w:t>
            </w:r>
          </w:p>
          <w:p w14:paraId="24CAD0D2" w14:textId="3C33CDCB" w:rsidR="001F5B4D" w:rsidRPr="001F5B4D" w:rsidRDefault="001F5B4D" w:rsidP="001F5B4D">
            <w:pPr>
              <w:pStyle w:val="ScNormal"/>
            </w:pPr>
          </w:p>
        </w:tc>
        <w:tc>
          <w:tcPr>
            <w:tcW w:w="851" w:type="dxa"/>
          </w:tcPr>
          <w:p w14:paraId="13B9BCAB" w14:textId="2EA18966" w:rsidR="001F5B4D" w:rsidRPr="001F5B4D" w:rsidRDefault="001F5B4D" w:rsidP="001F5B4D">
            <w:pPr>
              <w:pStyle w:val="ScNormal"/>
            </w:pPr>
            <w:r w:rsidRPr="001F5B4D">
              <w:t>90</w:t>
            </w:r>
          </w:p>
        </w:tc>
        <w:tc>
          <w:tcPr>
            <w:tcW w:w="6095" w:type="dxa"/>
          </w:tcPr>
          <w:p w14:paraId="1267A2E9" w14:textId="77777777" w:rsidR="001F5B4D" w:rsidRPr="001F5B4D" w:rsidRDefault="001F5B4D" w:rsidP="001F5B4D">
            <w:pPr>
              <w:pStyle w:val="ScNormal"/>
            </w:pPr>
            <w:r w:rsidRPr="001F5B4D">
              <w:t>The species is 'minor' because the catch percentage (&lt;0.5%) is less than the requirement (5%).</w:t>
            </w:r>
          </w:p>
          <w:p w14:paraId="3E6183A9" w14:textId="77777777" w:rsidR="001F5B4D" w:rsidRPr="001F5B4D" w:rsidRDefault="001F5B4D" w:rsidP="001F5B4D">
            <w:r w:rsidRPr="001F5B4D">
              <w:t xml:space="preserve">There is no stock assessment. </w:t>
            </w:r>
          </w:p>
          <w:bookmarkStart w:id="11" w:name="S_WHM"/>
          <w:p w14:paraId="32BE448E" w14:textId="1FF73630" w:rsidR="001F5B4D" w:rsidRPr="001F5B4D" w:rsidRDefault="001F5B4D" w:rsidP="001F5B4D">
            <w:r w:rsidRPr="001F5B4D">
              <w:fldChar w:fldCharType="begin"/>
            </w:r>
            <w:r w:rsidRPr="001F5B4D">
              <w:instrText xml:space="preserve"> HYPERLINK  \l "T_WHM" \o "PSA Table" </w:instrText>
            </w:r>
            <w:r w:rsidRPr="001F5B4D">
              <w:fldChar w:fldCharType="separate"/>
            </w:r>
            <w:r w:rsidRPr="001F5B4D">
              <w:rPr>
                <w:rStyle w:val="Hyperlink"/>
              </w:rPr>
              <w:t>The PSA score is 2.28.</w:t>
            </w:r>
            <w:r w:rsidRPr="001F5B4D">
              <w:fldChar w:fldCharType="end"/>
            </w:r>
            <w:r w:rsidRPr="001F5B4D">
              <w:t xml:space="preserve"> </w:t>
            </w:r>
            <w:bookmarkEnd w:id="11"/>
          </w:p>
          <w:p w14:paraId="57879E52" w14:textId="0FD30CDF" w:rsidR="001F5B4D" w:rsidRPr="001F5B4D" w:rsidRDefault="001F5B4D" w:rsidP="001F5B4D">
            <w:r w:rsidRPr="001F5B4D">
              <w:t>This UoA would probably not hinder recovery. This species makes up less than 10% of the UoA catch and the UoA species catch makes up less than 30% of the total species catch (8%).</w:t>
            </w:r>
          </w:p>
        </w:tc>
      </w:tr>
      <w:tr w:rsidR="001F5B4D" w:rsidRPr="001F5B4D" w14:paraId="1EAB385C" w14:textId="77777777" w:rsidTr="001F5B4D">
        <w:tc>
          <w:tcPr>
            <w:tcW w:w="2268" w:type="dxa"/>
          </w:tcPr>
          <w:p w14:paraId="62A042C1" w14:textId="77777777" w:rsidR="001F5B4D" w:rsidRPr="001F5B4D" w:rsidRDefault="001F5B4D" w:rsidP="001F5B4D">
            <w:pPr>
              <w:pStyle w:val="ScNormal"/>
            </w:pPr>
            <w:r w:rsidRPr="001F5B4D">
              <w:t>Blue Marlin</w:t>
            </w:r>
          </w:p>
          <w:p w14:paraId="3B8FF56C" w14:textId="77777777" w:rsidR="001F5B4D" w:rsidRPr="001F5B4D" w:rsidRDefault="001F5B4D" w:rsidP="001F5B4D">
            <w:pPr>
              <w:pStyle w:val="ScItalic"/>
            </w:pPr>
            <w:r w:rsidRPr="001F5B4D">
              <w:t>Makaira nigricans</w:t>
            </w:r>
          </w:p>
          <w:p w14:paraId="3A552594" w14:textId="77777777" w:rsidR="001F5B4D" w:rsidRPr="001F5B4D" w:rsidRDefault="001F5B4D" w:rsidP="001F5B4D">
            <w:pPr>
              <w:pStyle w:val="ScNormal"/>
            </w:pPr>
            <w:r w:rsidRPr="001F5B4D">
              <w:t>Eastern Pacific Blue Marlin</w:t>
            </w:r>
          </w:p>
          <w:p w14:paraId="1799042E" w14:textId="181A0C43" w:rsidR="001F5B4D" w:rsidRPr="001F5B4D" w:rsidRDefault="001F5B4D" w:rsidP="001F5B4D"/>
        </w:tc>
        <w:tc>
          <w:tcPr>
            <w:tcW w:w="851" w:type="dxa"/>
          </w:tcPr>
          <w:p w14:paraId="6442291B" w14:textId="7EFD0ABB" w:rsidR="001F5B4D" w:rsidRPr="001F5B4D" w:rsidRDefault="001F5B4D" w:rsidP="001F5B4D">
            <w:pPr>
              <w:pStyle w:val="ScNormal"/>
            </w:pPr>
            <w:r w:rsidRPr="001F5B4D">
              <w:t>100</w:t>
            </w:r>
          </w:p>
        </w:tc>
        <w:tc>
          <w:tcPr>
            <w:tcW w:w="6095" w:type="dxa"/>
          </w:tcPr>
          <w:p w14:paraId="0F1234AB" w14:textId="77777777" w:rsidR="001F5B4D" w:rsidRPr="001F5B4D" w:rsidRDefault="001F5B4D" w:rsidP="001F5B4D">
            <w:pPr>
              <w:pStyle w:val="ScNormal"/>
            </w:pPr>
            <w:r w:rsidRPr="001F5B4D">
              <w:t>The species is 'minor' because the catch percentage (&lt;0.5%) is less than the requirement (5%).</w:t>
            </w:r>
          </w:p>
          <w:p w14:paraId="694A4033" w14:textId="2450AD53" w:rsidR="001F5B4D" w:rsidRPr="001F5B4D" w:rsidRDefault="001F5B4D" w:rsidP="001F5B4D">
            <w:r w:rsidRPr="001F5B4D">
              <w:t>The stock assessment of the blue marlin in the Pacific Ocean in 2013 was updated with newly available information in 2016, using data from 1971 to 2014.  The results indicated that under current conditions the Pacific blue marlin stock was not overfished and was not subject to overfishing. The current spawning biomass (SSB</w:t>
            </w:r>
            <w:r w:rsidRPr="001F5B4D">
              <w:rPr>
                <w:vertAlign w:val="subscript"/>
              </w:rPr>
              <w:t>2012-2014</w:t>
            </w:r>
            <w:r w:rsidRPr="001F5B4D">
              <w:t>) was 23% above SSB</w:t>
            </w:r>
            <w:r w:rsidRPr="001F5B4D">
              <w:rPr>
                <w:vertAlign w:val="subscript"/>
              </w:rPr>
              <w:t>MSY</w:t>
            </w:r>
            <w:r w:rsidRPr="001F5B4D">
              <w:t xml:space="preserve"> and the current fishing mortality (F</w:t>
            </w:r>
            <w:r w:rsidRPr="001F5B4D">
              <w:rPr>
                <w:vertAlign w:val="subscript"/>
              </w:rPr>
              <w:t>2012-2014</w:t>
            </w:r>
            <w:r w:rsidRPr="001F5B4D">
              <w:t>) was 14% below F</w:t>
            </w:r>
            <w:r w:rsidRPr="001F5B4D">
              <w:rPr>
                <w:vertAlign w:val="subscript"/>
              </w:rPr>
              <w:t>MSY</w:t>
            </w:r>
            <w:r w:rsidRPr="001F5B4D">
              <w:t xml:space="preserve">. </w:t>
            </w:r>
          </w:p>
          <w:p w14:paraId="67D5F486" w14:textId="77777777" w:rsidR="001F5B4D" w:rsidRPr="001F5B4D" w:rsidRDefault="001F5B4D" w:rsidP="001F5B4D">
            <w:r w:rsidRPr="001F5B4D">
              <w:t xml:space="preserve">In general, annual catches of blue marlin in the Pacific Ocean during the time series have been fluctuating around MSY levels and have increased slightly in recent years. Specifically, in the EPO region the annual catches in the last few years averaged 3,996 t/yr, indicating that catches may currently be exceeding MSY. Nevertheless, these results suggest that the blue marlin stock in the Eastern Pacific is highly likely above the PRI and fluctuating around a level consistent with MSY, therefore, SG100 is met. </w:t>
            </w:r>
          </w:p>
          <w:p w14:paraId="6243F1A2" w14:textId="33156F4F" w:rsidR="001F5B4D" w:rsidRPr="001F5B4D" w:rsidRDefault="001F5B4D" w:rsidP="001F5B4D">
            <w:r w:rsidRPr="001F5B4D">
              <w:lastRenderedPageBreak/>
              <w:t>Overall, longline gear has accounted for the vast majority of Pacific blue marlin catches since the 1950’s but some purse seine catches also occur, especially in sets on floating objects. No direct measures have been adopted by IATTC.</w:t>
            </w:r>
          </w:p>
          <w:bookmarkStart w:id="12" w:name="S_BUM"/>
          <w:p w14:paraId="7C7383BB" w14:textId="06FF8035" w:rsidR="001F5B4D" w:rsidRPr="001F5B4D" w:rsidRDefault="001F5B4D" w:rsidP="001F5B4D">
            <w:r w:rsidRPr="001F5B4D">
              <w:fldChar w:fldCharType="begin"/>
            </w:r>
            <w:r w:rsidRPr="001F5B4D">
              <w:instrText xml:space="preserve"> HYPERLINK  \l "T_BUM" \o "PSA Table" </w:instrText>
            </w:r>
            <w:r w:rsidRPr="001F5B4D">
              <w:fldChar w:fldCharType="separate"/>
            </w:r>
            <w:r w:rsidRPr="001F5B4D">
              <w:rPr>
                <w:rStyle w:val="Hyperlink"/>
              </w:rPr>
              <w:t>The PSA score is 3.46.</w:t>
            </w:r>
            <w:r w:rsidRPr="001F5B4D">
              <w:fldChar w:fldCharType="end"/>
            </w:r>
            <w:r w:rsidRPr="001F5B4D">
              <w:t xml:space="preserve"> </w:t>
            </w:r>
            <w:bookmarkEnd w:id="12"/>
          </w:p>
          <w:p w14:paraId="592FED30" w14:textId="49CAAA88" w:rsidR="001F5B4D" w:rsidRPr="001F5B4D" w:rsidRDefault="001F5B4D" w:rsidP="001F5B4D">
            <w:r w:rsidRPr="001F5B4D">
              <w:t>This UoA would probably not hinder recovery. This species makes up less than 10% of the UoA catch and the UoA species catch makes up less than 30% of the total species catch (1%).</w:t>
            </w:r>
          </w:p>
        </w:tc>
      </w:tr>
      <w:tr w:rsidR="001F5B4D" w:rsidRPr="001F5B4D" w14:paraId="15D73EF9" w14:textId="77777777" w:rsidTr="001F5B4D">
        <w:tc>
          <w:tcPr>
            <w:tcW w:w="2268" w:type="dxa"/>
          </w:tcPr>
          <w:p w14:paraId="4FFFF9B1" w14:textId="77777777" w:rsidR="001F5B4D" w:rsidRPr="001F5B4D" w:rsidRDefault="001F5B4D" w:rsidP="001F5B4D">
            <w:pPr>
              <w:pStyle w:val="ScNormal"/>
            </w:pPr>
            <w:r w:rsidRPr="001F5B4D">
              <w:lastRenderedPageBreak/>
              <w:t>Rainbow runner</w:t>
            </w:r>
          </w:p>
          <w:p w14:paraId="26F8E77D" w14:textId="77777777" w:rsidR="001F5B4D" w:rsidRPr="001F5B4D" w:rsidRDefault="001F5B4D" w:rsidP="001F5B4D">
            <w:pPr>
              <w:pStyle w:val="ScItalic"/>
            </w:pPr>
            <w:r w:rsidRPr="001F5B4D">
              <w:t>Elagatis bipinnulata</w:t>
            </w:r>
          </w:p>
          <w:p w14:paraId="74B8BCCB" w14:textId="77777777" w:rsidR="001F5B4D" w:rsidRPr="001F5B4D" w:rsidRDefault="001F5B4D" w:rsidP="001F5B4D">
            <w:pPr>
              <w:pStyle w:val="ScNormal"/>
            </w:pPr>
            <w:r w:rsidRPr="001F5B4D">
              <w:t>Eastern Pacific Rainbow Runner</w:t>
            </w:r>
          </w:p>
          <w:p w14:paraId="128BA034" w14:textId="5AAE8888" w:rsidR="001F5B4D" w:rsidRPr="001F5B4D" w:rsidRDefault="001F5B4D" w:rsidP="001F5B4D"/>
        </w:tc>
        <w:tc>
          <w:tcPr>
            <w:tcW w:w="851" w:type="dxa"/>
          </w:tcPr>
          <w:p w14:paraId="118DB419" w14:textId="2509E31B" w:rsidR="001F5B4D" w:rsidRPr="001F5B4D" w:rsidRDefault="001F5B4D" w:rsidP="001F5B4D">
            <w:pPr>
              <w:pStyle w:val="ScNormal"/>
            </w:pPr>
            <w:r w:rsidRPr="001F5B4D">
              <w:t>93</w:t>
            </w:r>
          </w:p>
        </w:tc>
        <w:tc>
          <w:tcPr>
            <w:tcW w:w="6095" w:type="dxa"/>
          </w:tcPr>
          <w:p w14:paraId="42E858EB" w14:textId="77777777" w:rsidR="001F5B4D" w:rsidRPr="001F5B4D" w:rsidRDefault="001F5B4D" w:rsidP="001F5B4D">
            <w:pPr>
              <w:pStyle w:val="ScNormal"/>
            </w:pPr>
            <w:r w:rsidRPr="001F5B4D">
              <w:t>The species is 'minor' because the catch percentage (&lt;0.5%) is less than the requirement (5%).</w:t>
            </w:r>
          </w:p>
          <w:p w14:paraId="16CA45A4" w14:textId="77777777" w:rsidR="001F5B4D" w:rsidRPr="001F5B4D" w:rsidRDefault="001F5B4D" w:rsidP="001F5B4D">
            <w:r w:rsidRPr="001F5B4D">
              <w:t>The population has not been assessed. Annual average purse seine catches are lower in sets on free schools than in sets on floating objects. Lower catches are reported from gillnet and longline fisheries. No direct measures have been adopted by IATTC.</w:t>
            </w:r>
          </w:p>
          <w:p w14:paraId="51143DA1" w14:textId="77777777" w:rsidR="001F5B4D" w:rsidRPr="001F5B4D" w:rsidRDefault="001F5B4D" w:rsidP="001F5B4D">
            <w:r w:rsidRPr="001F5B4D">
              <w:t xml:space="preserve">There is no stock assessment. </w:t>
            </w:r>
          </w:p>
          <w:bookmarkStart w:id="13" w:name="S_RRU"/>
          <w:p w14:paraId="25812165" w14:textId="63194103" w:rsidR="001F5B4D" w:rsidRPr="001F5B4D" w:rsidRDefault="001F5B4D" w:rsidP="001F5B4D">
            <w:r w:rsidRPr="001F5B4D">
              <w:fldChar w:fldCharType="begin"/>
            </w:r>
            <w:r w:rsidRPr="001F5B4D">
              <w:instrText xml:space="preserve"> HYPERLINK  \l "T_RRU" \o "PSA Table" </w:instrText>
            </w:r>
            <w:r w:rsidRPr="001F5B4D">
              <w:fldChar w:fldCharType="separate"/>
            </w:r>
            <w:r w:rsidRPr="001F5B4D">
              <w:rPr>
                <w:rStyle w:val="Hyperlink"/>
              </w:rPr>
              <w:t>The PSA score is 2.12.</w:t>
            </w:r>
            <w:r w:rsidRPr="001F5B4D">
              <w:fldChar w:fldCharType="end"/>
            </w:r>
            <w:r w:rsidRPr="001F5B4D">
              <w:t xml:space="preserve"> </w:t>
            </w:r>
            <w:bookmarkEnd w:id="13"/>
          </w:p>
          <w:p w14:paraId="0442E852" w14:textId="7CDC287B" w:rsidR="001F5B4D" w:rsidRPr="001F5B4D" w:rsidRDefault="001F5B4D" w:rsidP="001F5B4D">
            <w:r w:rsidRPr="001F5B4D">
              <w:t>This UoA could hinder recovery. This species makes up more than 10% of the UoA catch or the UoA species catch makes up more than 30% of the total species catch (94%).</w:t>
            </w:r>
          </w:p>
        </w:tc>
      </w:tr>
      <w:tr w:rsidR="001F5B4D" w:rsidRPr="001F5B4D" w14:paraId="58152398" w14:textId="77777777" w:rsidTr="001F5B4D">
        <w:tc>
          <w:tcPr>
            <w:tcW w:w="2268" w:type="dxa"/>
          </w:tcPr>
          <w:p w14:paraId="1DA7717A" w14:textId="77777777" w:rsidR="001F5B4D" w:rsidRPr="001F5B4D" w:rsidRDefault="001F5B4D" w:rsidP="001F5B4D">
            <w:pPr>
              <w:pStyle w:val="ScNormal"/>
            </w:pPr>
            <w:r w:rsidRPr="001F5B4D">
              <w:t>Northern bluefin tuna</w:t>
            </w:r>
          </w:p>
          <w:p w14:paraId="0B160691" w14:textId="77777777" w:rsidR="001F5B4D" w:rsidRPr="001F5B4D" w:rsidRDefault="001F5B4D" w:rsidP="001F5B4D">
            <w:pPr>
              <w:pStyle w:val="ScItalic"/>
            </w:pPr>
            <w:r w:rsidRPr="001F5B4D">
              <w:t>Thunnus thynnus</w:t>
            </w:r>
          </w:p>
          <w:p w14:paraId="231A69D0" w14:textId="4509267B" w:rsidR="001F5B4D" w:rsidRPr="001F5B4D" w:rsidRDefault="001F5B4D" w:rsidP="001F5B4D">
            <w:pPr>
              <w:pStyle w:val="ScNormal"/>
            </w:pPr>
          </w:p>
        </w:tc>
        <w:tc>
          <w:tcPr>
            <w:tcW w:w="851" w:type="dxa"/>
          </w:tcPr>
          <w:p w14:paraId="475A113A" w14:textId="05D5D0CF" w:rsidR="001F5B4D" w:rsidRPr="001F5B4D" w:rsidRDefault="001F5B4D" w:rsidP="001F5B4D">
            <w:pPr>
              <w:pStyle w:val="ScNormal"/>
            </w:pPr>
            <w:r w:rsidRPr="001F5B4D">
              <w:t>80</w:t>
            </w:r>
          </w:p>
        </w:tc>
        <w:tc>
          <w:tcPr>
            <w:tcW w:w="6095" w:type="dxa"/>
          </w:tcPr>
          <w:p w14:paraId="6927A107" w14:textId="77777777" w:rsidR="001F5B4D" w:rsidRPr="001F5B4D" w:rsidRDefault="001F5B4D" w:rsidP="001F5B4D">
            <w:pPr>
              <w:pStyle w:val="ScNormal"/>
            </w:pPr>
            <w:r w:rsidRPr="001F5B4D">
              <w:t>The species is 'minor' because the catch percentage (&lt;0.5%) is less than the requirement (2%).</w:t>
            </w:r>
          </w:p>
          <w:p w14:paraId="46A23A6F" w14:textId="77777777" w:rsidR="001F5B4D" w:rsidRPr="001F5B4D" w:rsidRDefault="001F5B4D" w:rsidP="001F5B4D">
            <w:r w:rsidRPr="001F5B4D">
              <w:t xml:space="preserve">There is no stock assessment. </w:t>
            </w:r>
          </w:p>
          <w:bookmarkStart w:id="14" w:name="S_BFT"/>
          <w:p w14:paraId="09256C52" w14:textId="7FB6D553" w:rsidR="001F5B4D" w:rsidRPr="001F5B4D" w:rsidRDefault="001F5B4D" w:rsidP="001F5B4D">
            <w:r w:rsidRPr="001F5B4D">
              <w:fldChar w:fldCharType="begin"/>
            </w:r>
            <w:r w:rsidRPr="001F5B4D">
              <w:instrText xml:space="preserve"> HYPERLINK  \l "T_BFT" \o "PSA Table" </w:instrText>
            </w:r>
            <w:r w:rsidRPr="001F5B4D">
              <w:fldChar w:fldCharType="separate"/>
            </w:r>
            <w:r w:rsidRPr="001F5B4D">
              <w:rPr>
                <w:rStyle w:val="Hyperlink"/>
              </w:rPr>
              <w:t>The PSA score is 3.16.</w:t>
            </w:r>
            <w:r w:rsidRPr="001F5B4D">
              <w:fldChar w:fldCharType="end"/>
            </w:r>
            <w:r w:rsidRPr="001F5B4D">
              <w:t xml:space="preserve"> </w:t>
            </w:r>
            <w:bookmarkEnd w:id="14"/>
          </w:p>
          <w:p w14:paraId="6553BA0B" w14:textId="0E8E5815" w:rsidR="001F5B4D" w:rsidRPr="001F5B4D" w:rsidRDefault="001F5B4D" w:rsidP="001F5B4D">
            <w:r w:rsidRPr="001F5B4D">
              <w:t>This UoA would probably not hinder recovery. This species makes up less than 10% of the UoA catch and the UoA species catch makes up less than 30% of the total species catch (1%).</w:t>
            </w:r>
          </w:p>
        </w:tc>
      </w:tr>
      <w:tr w:rsidR="001F5B4D" w:rsidRPr="001F5B4D" w14:paraId="0AE3CD4D" w14:textId="77777777" w:rsidTr="001F5B4D">
        <w:tc>
          <w:tcPr>
            <w:tcW w:w="2268" w:type="dxa"/>
          </w:tcPr>
          <w:p w14:paraId="01D886D9" w14:textId="77777777" w:rsidR="001F5B4D" w:rsidRPr="001F5B4D" w:rsidRDefault="001F5B4D" w:rsidP="001F5B4D">
            <w:pPr>
              <w:pStyle w:val="ScNormal"/>
            </w:pPr>
            <w:r w:rsidRPr="001F5B4D">
              <w:t>Bullet tuna</w:t>
            </w:r>
          </w:p>
          <w:p w14:paraId="355A7286" w14:textId="77777777" w:rsidR="001F5B4D" w:rsidRPr="001F5B4D" w:rsidRDefault="001F5B4D" w:rsidP="001F5B4D">
            <w:pPr>
              <w:pStyle w:val="ScItalic"/>
            </w:pPr>
            <w:r w:rsidRPr="001F5B4D">
              <w:t>Auxis rochei</w:t>
            </w:r>
          </w:p>
          <w:p w14:paraId="09656524" w14:textId="7658524E" w:rsidR="001F5B4D" w:rsidRPr="001F5B4D" w:rsidRDefault="001F5B4D" w:rsidP="001F5B4D">
            <w:pPr>
              <w:pStyle w:val="ScNormal"/>
            </w:pPr>
          </w:p>
        </w:tc>
        <w:tc>
          <w:tcPr>
            <w:tcW w:w="851" w:type="dxa"/>
          </w:tcPr>
          <w:p w14:paraId="11E5BD45" w14:textId="5F1BE0DA" w:rsidR="001F5B4D" w:rsidRPr="001F5B4D" w:rsidRDefault="001F5B4D" w:rsidP="001F5B4D">
            <w:pPr>
              <w:pStyle w:val="ScNormal"/>
            </w:pPr>
            <w:r w:rsidRPr="001F5B4D">
              <w:t>80</w:t>
            </w:r>
          </w:p>
        </w:tc>
        <w:tc>
          <w:tcPr>
            <w:tcW w:w="6095" w:type="dxa"/>
          </w:tcPr>
          <w:p w14:paraId="2785EA9A" w14:textId="77777777" w:rsidR="001F5B4D" w:rsidRPr="001F5B4D" w:rsidRDefault="001F5B4D" w:rsidP="001F5B4D">
            <w:pPr>
              <w:pStyle w:val="ScNormal"/>
            </w:pPr>
            <w:r w:rsidRPr="001F5B4D">
              <w:t>The species is 'minor' because the catch percentage (&lt;0.5%) is less than the requirement (5%).</w:t>
            </w:r>
          </w:p>
          <w:p w14:paraId="153ECF33" w14:textId="77777777" w:rsidR="001F5B4D" w:rsidRPr="001F5B4D" w:rsidRDefault="001F5B4D" w:rsidP="001F5B4D">
            <w:r w:rsidRPr="001F5B4D">
              <w:t xml:space="preserve">There is no stock assessment. </w:t>
            </w:r>
          </w:p>
          <w:bookmarkStart w:id="15" w:name="S_BLT"/>
          <w:p w14:paraId="1A54B9CB" w14:textId="578D4FA4" w:rsidR="001F5B4D" w:rsidRPr="001F5B4D" w:rsidRDefault="001F5B4D" w:rsidP="001F5B4D">
            <w:r w:rsidRPr="001F5B4D">
              <w:fldChar w:fldCharType="begin"/>
            </w:r>
            <w:r w:rsidRPr="001F5B4D">
              <w:instrText xml:space="preserve"> HYPERLINK  \l "T_BLT" \o "PSA Table" </w:instrText>
            </w:r>
            <w:r w:rsidRPr="001F5B4D">
              <w:fldChar w:fldCharType="separate"/>
            </w:r>
            <w:r w:rsidRPr="001F5B4D">
              <w:rPr>
                <w:rStyle w:val="Hyperlink"/>
              </w:rPr>
              <w:t>The PSA score is 3.26.</w:t>
            </w:r>
            <w:r w:rsidRPr="001F5B4D">
              <w:fldChar w:fldCharType="end"/>
            </w:r>
            <w:r w:rsidRPr="001F5B4D">
              <w:t xml:space="preserve"> </w:t>
            </w:r>
            <w:bookmarkEnd w:id="15"/>
          </w:p>
          <w:p w14:paraId="359AB378" w14:textId="21DE1016" w:rsidR="001F5B4D" w:rsidRPr="001F5B4D" w:rsidRDefault="001F5B4D" w:rsidP="001F5B4D">
            <w:r w:rsidRPr="001F5B4D">
              <w:t>This UoA would probably not hinder recovery. This species makes up less than 10% of the UoA catch and the UoA species catch makes up less than 30% of the total species catch (5%).</w:t>
            </w:r>
          </w:p>
        </w:tc>
      </w:tr>
      <w:tr w:rsidR="001F5B4D" w:rsidRPr="001F5B4D" w14:paraId="3672F07C" w14:textId="77777777" w:rsidTr="001F5B4D">
        <w:tc>
          <w:tcPr>
            <w:tcW w:w="2268" w:type="dxa"/>
          </w:tcPr>
          <w:p w14:paraId="6796C468" w14:textId="77777777" w:rsidR="001F5B4D" w:rsidRPr="001F5B4D" w:rsidRDefault="001F5B4D" w:rsidP="001F5B4D">
            <w:pPr>
              <w:pStyle w:val="ScNormal"/>
            </w:pPr>
            <w:r w:rsidRPr="001F5B4D">
              <w:t>Common dolphinfish</w:t>
            </w:r>
          </w:p>
          <w:p w14:paraId="01E8CA88" w14:textId="77777777" w:rsidR="001F5B4D" w:rsidRPr="001F5B4D" w:rsidRDefault="001F5B4D" w:rsidP="001F5B4D">
            <w:pPr>
              <w:pStyle w:val="ScItalic"/>
            </w:pPr>
            <w:r w:rsidRPr="001F5B4D">
              <w:t>Coryphaena hippurus</w:t>
            </w:r>
          </w:p>
          <w:p w14:paraId="63452546" w14:textId="1176495A" w:rsidR="001F5B4D" w:rsidRPr="001F5B4D" w:rsidRDefault="001F5B4D" w:rsidP="001F5B4D">
            <w:pPr>
              <w:pStyle w:val="ScNormal"/>
            </w:pPr>
          </w:p>
        </w:tc>
        <w:tc>
          <w:tcPr>
            <w:tcW w:w="851" w:type="dxa"/>
          </w:tcPr>
          <w:p w14:paraId="6EB3C964" w14:textId="52DE17EF" w:rsidR="001F5B4D" w:rsidRPr="001F5B4D" w:rsidRDefault="001F5B4D" w:rsidP="001F5B4D">
            <w:pPr>
              <w:pStyle w:val="ScNormal"/>
            </w:pPr>
            <w:r w:rsidRPr="001F5B4D">
              <w:t>80</w:t>
            </w:r>
          </w:p>
        </w:tc>
        <w:tc>
          <w:tcPr>
            <w:tcW w:w="6095" w:type="dxa"/>
          </w:tcPr>
          <w:p w14:paraId="3C7C8640" w14:textId="77777777" w:rsidR="001F5B4D" w:rsidRPr="001F5B4D" w:rsidRDefault="001F5B4D" w:rsidP="001F5B4D">
            <w:pPr>
              <w:pStyle w:val="ScNormal"/>
            </w:pPr>
            <w:r w:rsidRPr="001F5B4D">
              <w:t>The species is 'minor' because the catch percentage (&lt;0.5%) is less than the requirement (5%).</w:t>
            </w:r>
          </w:p>
          <w:p w14:paraId="193A93D1" w14:textId="77777777" w:rsidR="001F5B4D" w:rsidRPr="001F5B4D" w:rsidRDefault="001F5B4D" w:rsidP="001F5B4D">
            <w:r w:rsidRPr="001F5B4D">
              <w:t xml:space="preserve">There is no stock assessment. </w:t>
            </w:r>
          </w:p>
          <w:bookmarkStart w:id="16" w:name="S_DOL"/>
          <w:p w14:paraId="47BE750D" w14:textId="305D6095" w:rsidR="001F5B4D" w:rsidRPr="001F5B4D" w:rsidRDefault="001F5B4D" w:rsidP="001F5B4D">
            <w:r w:rsidRPr="001F5B4D">
              <w:fldChar w:fldCharType="begin"/>
            </w:r>
            <w:r w:rsidRPr="001F5B4D">
              <w:instrText xml:space="preserve"> HYPERLINK  \l "T_DOL" \o "PSA Table" </w:instrText>
            </w:r>
            <w:r w:rsidRPr="001F5B4D">
              <w:fldChar w:fldCharType="separate"/>
            </w:r>
            <w:r w:rsidRPr="001F5B4D">
              <w:rPr>
                <w:rStyle w:val="Hyperlink"/>
              </w:rPr>
              <w:t>The PSA score is 3.39.</w:t>
            </w:r>
            <w:r w:rsidRPr="001F5B4D">
              <w:fldChar w:fldCharType="end"/>
            </w:r>
            <w:r w:rsidRPr="001F5B4D">
              <w:t xml:space="preserve"> </w:t>
            </w:r>
            <w:bookmarkEnd w:id="16"/>
          </w:p>
          <w:p w14:paraId="0241EECD" w14:textId="5EA3F440" w:rsidR="001F5B4D" w:rsidRPr="001F5B4D" w:rsidRDefault="001F5B4D" w:rsidP="001F5B4D">
            <w:r w:rsidRPr="001F5B4D">
              <w:t>This UoA would probably not hinder recovery. This species makes up less than 10% of the UoA catch and the UoA species catch makes up less than 30% of the total species catch (&lt;0.5%).</w:t>
            </w:r>
          </w:p>
        </w:tc>
      </w:tr>
      <w:tr w:rsidR="001F5B4D" w:rsidRPr="001F5B4D" w14:paraId="0D7DAC60" w14:textId="77777777" w:rsidTr="001F5B4D">
        <w:tc>
          <w:tcPr>
            <w:tcW w:w="2268" w:type="dxa"/>
          </w:tcPr>
          <w:p w14:paraId="5839B249" w14:textId="77777777" w:rsidR="001F5B4D" w:rsidRPr="001F5B4D" w:rsidRDefault="001F5B4D" w:rsidP="001F5B4D">
            <w:pPr>
              <w:pStyle w:val="ScNormal"/>
            </w:pPr>
            <w:r w:rsidRPr="001F5B4D">
              <w:t>Picked dogfish</w:t>
            </w:r>
          </w:p>
          <w:p w14:paraId="56A0FDC2" w14:textId="77777777" w:rsidR="001F5B4D" w:rsidRPr="001F5B4D" w:rsidRDefault="001F5B4D" w:rsidP="001F5B4D">
            <w:pPr>
              <w:pStyle w:val="ScItalic"/>
            </w:pPr>
            <w:r w:rsidRPr="001F5B4D">
              <w:t>Squalus acanthias</w:t>
            </w:r>
          </w:p>
          <w:p w14:paraId="745FBF7E" w14:textId="29DE77A7" w:rsidR="001F5B4D" w:rsidRPr="001F5B4D" w:rsidRDefault="001F5B4D" w:rsidP="001F5B4D">
            <w:pPr>
              <w:pStyle w:val="ScNormal"/>
            </w:pPr>
          </w:p>
        </w:tc>
        <w:tc>
          <w:tcPr>
            <w:tcW w:w="851" w:type="dxa"/>
          </w:tcPr>
          <w:p w14:paraId="18424DBF" w14:textId="1BA3274D" w:rsidR="001F5B4D" w:rsidRPr="001F5B4D" w:rsidRDefault="001F5B4D" w:rsidP="001F5B4D">
            <w:pPr>
              <w:pStyle w:val="ScNormal"/>
            </w:pPr>
            <w:r w:rsidRPr="001F5B4D">
              <w:t>74</w:t>
            </w:r>
          </w:p>
        </w:tc>
        <w:tc>
          <w:tcPr>
            <w:tcW w:w="6095" w:type="dxa"/>
          </w:tcPr>
          <w:p w14:paraId="0B9DF4A5" w14:textId="77777777" w:rsidR="001F5B4D" w:rsidRPr="001F5B4D" w:rsidRDefault="001F5B4D" w:rsidP="001F5B4D">
            <w:pPr>
              <w:pStyle w:val="ScNormal"/>
            </w:pPr>
            <w:r w:rsidRPr="001F5B4D">
              <w:t>The species is 'minor' because the catch percentage (&lt;0.5%) is less than the requirement (2%).</w:t>
            </w:r>
          </w:p>
          <w:p w14:paraId="0B445AA0" w14:textId="77777777" w:rsidR="001F5B4D" w:rsidRPr="001F5B4D" w:rsidRDefault="001F5B4D" w:rsidP="001F5B4D">
            <w:r w:rsidRPr="001F5B4D">
              <w:t xml:space="preserve">There is no stock assessment. </w:t>
            </w:r>
          </w:p>
          <w:bookmarkStart w:id="17" w:name="S_DGS"/>
          <w:p w14:paraId="3573BC31" w14:textId="690E7047" w:rsidR="001F5B4D" w:rsidRPr="001F5B4D" w:rsidRDefault="001F5B4D" w:rsidP="001F5B4D">
            <w:r w:rsidRPr="001F5B4D">
              <w:fldChar w:fldCharType="begin"/>
            </w:r>
            <w:r w:rsidRPr="001F5B4D">
              <w:instrText xml:space="preserve"> HYPERLINK  \l "T_DGS" \o "PSA Table" </w:instrText>
            </w:r>
            <w:r w:rsidRPr="001F5B4D">
              <w:fldChar w:fldCharType="separate"/>
            </w:r>
            <w:r w:rsidRPr="001F5B4D">
              <w:rPr>
                <w:rStyle w:val="Hyperlink"/>
              </w:rPr>
              <w:t>The PSA score is 2.84.</w:t>
            </w:r>
            <w:r w:rsidRPr="001F5B4D">
              <w:fldChar w:fldCharType="end"/>
            </w:r>
            <w:r w:rsidRPr="001F5B4D">
              <w:t xml:space="preserve"> </w:t>
            </w:r>
            <w:bookmarkEnd w:id="17"/>
          </w:p>
          <w:p w14:paraId="42AD4D5C" w14:textId="1ADC9740" w:rsidR="001F5B4D" w:rsidRPr="001F5B4D" w:rsidRDefault="001F5B4D" w:rsidP="001F5B4D">
            <w:r w:rsidRPr="001F5B4D">
              <w:t>This UoA could hinder recovery. This species makes up more than 10% of the UoA catch or the UoA species catch makes up more than 30% of the total species catch (71%).</w:t>
            </w:r>
          </w:p>
        </w:tc>
      </w:tr>
      <w:tr w:rsidR="001F5B4D" w:rsidRPr="001F5B4D" w14:paraId="463FDB0C" w14:textId="77777777" w:rsidTr="001F5B4D">
        <w:tc>
          <w:tcPr>
            <w:tcW w:w="2268" w:type="dxa"/>
          </w:tcPr>
          <w:p w14:paraId="373C5C5A" w14:textId="77777777" w:rsidR="001F5B4D" w:rsidRPr="001F5B4D" w:rsidRDefault="001F5B4D" w:rsidP="001F5B4D">
            <w:pPr>
              <w:pStyle w:val="ScNormal"/>
            </w:pPr>
            <w:r w:rsidRPr="001F5B4D">
              <w:lastRenderedPageBreak/>
              <w:t xml:space="preserve">Chub mackerel </w:t>
            </w:r>
          </w:p>
          <w:p w14:paraId="3DBFB9FE" w14:textId="77777777" w:rsidR="001F5B4D" w:rsidRPr="001F5B4D" w:rsidRDefault="001F5B4D" w:rsidP="001F5B4D">
            <w:pPr>
              <w:pStyle w:val="ScItalic"/>
            </w:pPr>
            <w:r w:rsidRPr="001F5B4D">
              <w:t>Scomber japonicus</w:t>
            </w:r>
          </w:p>
          <w:p w14:paraId="64259C4C" w14:textId="6B3A7C4E" w:rsidR="001F5B4D" w:rsidRPr="001F5B4D" w:rsidRDefault="001F5B4D" w:rsidP="001F5B4D">
            <w:pPr>
              <w:pStyle w:val="ScNormal"/>
            </w:pPr>
          </w:p>
        </w:tc>
        <w:tc>
          <w:tcPr>
            <w:tcW w:w="851" w:type="dxa"/>
          </w:tcPr>
          <w:p w14:paraId="11E9F73D" w14:textId="60F69DEC" w:rsidR="001F5B4D" w:rsidRPr="001F5B4D" w:rsidRDefault="001F5B4D" w:rsidP="001F5B4D">
            <w:pPr>
              <w:pStyle w:val="ScNormal"/>
            </w:pPr>
            <w:r w:rsidRPr="001F5B4D">
              <w:t>90</w:t>
            </w:r>
          </w:p>
        </w:tc>
        <w:tc>
          <w:tcPr>
            <w:tcW w:w="6095" w:type="dxa"/>
          </w:tcPr>
          <w:p w14:paraId="32197D4B" w14:textId="77777777" w:rsidR="001F5B4D" w:rsidRPr="001F5B4D" w:rsidRDefault="001F5B4D" w:rsidP="001F5B4D">
            <w:pPr>
              <w:pStyle w:val="ScNormal"/>
            </w:pPr>
            <w:r w:rsidRPr="001F5B4D">
              <w:t>The species is 'minor' because the catch percentage (&lt;0.5%) is less than the requirement (5%).</w:t>
            </w:r>
          </w:p>
          <w:p w14:paraId="58134F60" w14:textId="77777777" w:rsidR="001F5B4D" w:rsidRPr="001F5B4D" w:rsidRDefault="001F5B4D" w:rsidP="001F5B4D">
            <w:r w:rsidRPr="001F5B4D">
              <w:t xml:space="preserve">There is no stock assessment. </w:t>
            </w:r>
          </w:p>
          <w:bookmarkStart w:id="18" w:name="S_MAS"/>
          <w:p w14:paraId="583AC20A" w14:textId="2898711F" w:rsidR="001F5B4D" w:rsidRPr="001F5B4D" w:rsidRDefault="001F5B4D" w:rsidP="001F5B4D">
            <w:r w:rsidRPr="001F5B4D">
              <w:fldChar w:fldCharType="begin"/>
            </w:r>
            <w:r w:rsidRPr="001F5B4D">
              <w:instrText xml:space="preserve"> HYPERLINK  \l "T_MAS" \o "PSA Table" </w:instrText>
            </w:r>
            <w:r w:rsidRPr="001F5B4D">
              <w:fldChar w:fldCharType="separate"/>
            </w:r>
            <w:r w:rsidRPr="001F5B4D">
              <w:rPr>
                <w:rStyle w:val="Hyperlink"/>
              </w:rPr>
              <w:t>The PSA score is 2.27.</w:t>
            </w:r>
            <w:r w:rsidRPr="001F5B4D">
              <w:fldChar w:fldCharType="end"/>
            </w:r>
            <w:r w:rsidRPr="001F5B4D">
              <w:t xml:space="preserve"> </w:t>
            </w:r>
            <w:bookmarkEnd w:id="18"/>
          </w:p>
          <w:p w14:paraId="57BE9AA7" w14:textId="757D3F69" w:rsidR="001F5B4D" w:rsidRPr="001F5B4D" w:rsidRDefault="001F5B4D" w:rsidP="001F5B4D">
            <w:r w:rsidRPr="001F5B4D">
              <w:t>This UoA could hinder recovery. This species makes up more than 10% of the UoA catch or the UoA species catch makes up more than 30% of the total species catch (97%).</w:t>
            </w:r>
          </w:p>
        </w:tc>
      </w:tr>
      <w:tr w:rsidR="001F5B4D" w:rsidRPr="001F5B4D" w14:paraId="55419FD9" w14:textId="77777777" w:rsidTr="001F5B4D">
        <w:tc>
          <w:tcPr>
            <w:tcW w:w="2268" w:type="dxa"/>
          </w:tcPr>
          <w:p w14:paraId="2BF4CE5C" w14:textId="77777777" w:rsidR="001F5B4D" w:rsidRPr="001F5B4D" w:rsidRDefault="001F5B4D" w:rsidP="001F5B4D">
            <w:pPr>
              <w:pStyle w:val="ScNormal"/>
            </w:pPr>
            <w:r w:rsidRPr="001F5B4D">
              <w:t>Black marlin</w:t>
            </w:r>
          </w:p>
          <w:p w14:paraId="4B538FA1" w14:textId="77777777" w:rsidR="001F5B4D" w:rsidRPr="001F5B4D" w:rsidRDefault="001F5B4D" w:rsidP="001F5B4D">
            <w:pPr>
              <w:pStyle w:val="ScItalic"/>
            </w:pPr>
            <w:r w:rsidRPr="001F5B4D">
              <w:t>Makaira indica</w:t>
            </w:r>
          </w:p>
          <w:p w14:paraId="456D0990" w14:textId="77777777" w:rsidR="001F5B4D" w:rsidRPr="001F5B4D" w:rsidRDefault="001F5B4D" w:rsidP="001F5B4D">
            <w:pPr>
              <w:pStyle w:val="ScNormal"/>
            </w:pPr>
            <w:r w:rsidRPr="001F5B4D">
              <w:t>Eastern Pacific Black Marlin</w:t>
            </w:r>
          </w:p>
          <w:p w14:paraId="757EF929" w14:textId="7B429C24" w:rsidR="001F5B4D" w:rsidRPr="001F5B4D" w:rsidRDefault="001F5B4D" w:rsidP="001F5B4D"/>
        </w:tc>
        <w:tc>
          <w:tcPr>
            <w:tcW w:w="851" w:type="dxa"/>
          </w:tcPr>
          <w:p w14:paraId="232992D5" w14:textId="400D23AF" w:rsidR="001F5B4D" w:rsidRPr="001F5B4D" w:rsidRDefault="001F5B4D" w:rsidP="001F5B4D">
            <w:pPr>
              <w:pStyle w:val="ScNormal"/>
            </w:pPr>
            <w:r w:rsidRPr="001F5B4D">
              <w:t>80</w:t>
            </w:r>
          </w:p>
        </w:tc>
        <w:tc>
          <w:tcPr>
            <w:tcW w:w="6095" w:type="dxa"/>
          </w:tcPr>
          <w:p w14:paraId="31728D20" w14:textId="77777777" w:rsidR="001F5B4D" w:rsidRPr="001F5B4D" w:rsidRDefault="001F5B4D" w:rsidP="001F5B4D">
            <w:pPr>
              <w:pStyle w:val="ScNormal"/>
            </w:pPr>
            <w:r w:rsidRPr="001F5B4D">
              <w:t>The species is 'minor' because the catch percentage (&lt;0.5%) is less than the requirement (5%).</w:t>
            </w:r>
          </w:p>
          <w:p w14:paraId="216D6B7C" w14:textId="77777777" w:rsidR="001F5B4D" w:rsidRPr="001F5B4D" w:rsidRDefault="001F5B4D" w:rsidP="001F5B4D">
            <w:r w:rsidRPr="001F5B4D">
              <w:t>The population has not been assessed. Black marlins are mainly caught in longline fisheries, although they are also captured in purse seine fisheries. Black marlin are more susceptible to capture in purse seine sets on floating objects than in sets on free schools or dolphin associated. No direct measures have been adopted by IATTC.</w:t>
            </w:r>
          </w:p>
          <w:p w14:paraId="6CC0594D" w14:textId="77777777" w:rsidR="001F5B4D" w:rsidRPr="001F5B4D" w:rsidRDefault="001F5B4D" w:rsidP="001F5B4D">
            <w:r w:rsidRPr="001F5B4D">
              <w:t xml:space="preserve">There is no stock assessment. </w:t>
            </w:r>
          </w:p>
          <w:bookmarkStart w:id="19" w:name="S_BLM"/>
          <w:p w14:paraId="39573F3A" w14:textId="594BB365" w:rsidR="001F5B4D" w:rsidRPr="001F5B4D" w:rsidRDefault="001F5B4D" w:rsidP="001F5B4D">
            <w:r w:rsidRPr="001F5B4D">
              <w:fldChar w:fldCharType="begin"/>
            </w:r>
            <w:r w:rsidRPr="001F5B4D">
              <w:instrText xml:space="preserve"> HYPERLINK  \l "T_BLM" \o "PSA Table" </w:instrText>
            </w:r>
            <w:r w:rsidRPr="001F5B4D">
              <w:fldChar w:fldCharType="separate"/>
            </w:r>
            <w:r w:rsidRPr="001F5B4D">
              <w:rPr>
                <w:rStyle w:val="Hyperlink"/>
              </w:rPr>
              <w:t>The PSA score is 2.74.</w:t>
            </w:r>
            <w:r w:rsidRPr="001F5B4D">
              <w:fldChar w:fldCharType="end"/>
            </w:r>
            <w:r w:rsidRPr="001F5B4D">
              <w:t xml:space="preserve"> </w:t>
            </w:r>
            <w:bookmarkEnd w:id="19"/>
          </w:p>
          <w:p w14:paraId="0CF2AF74" w14:textId="12436F2F" w:rsidR="001F5B4D" w:rsidRPr="001F5B4D" w:rsidRDefault="001F5B4D" w:rsidP="001F5B4D">
            <w:r w:rsidRPr="001F5B4D">
              <w:t>This UoA would probably not hinder recovery. This species makes up less than 10% of the UoA catch and the UoA species catch makes up less than 30% of the total species catch (5%).</w:t>
            </w:r>
          </w:p>
        </w:tc>
      </w:tr>
      <w:tr w:rsidR="001F5B4D" w:rsidRPr="001F5B4D" w14:paraId="62050241" w14:textId="77777777" w:rsidTr="001F5B4D">
        <w:tc>
          <w:tcPr>
            <w:tcW w:w="2268" w:type="dxa"/>
          </w:tcPr>
          <w:p w14:paraId="0BCC52E5" w14:textId="77777777" w:rsidR="001F5B4D" w:rsidRPr="001F5B4D" w:rsidRDefault="001F5B4D" w:rsidP="001F5B4D">
            <w:pPr>
              <w:pStyle w:val="ScNormal"/>
            </w:pPr>
            <w:r w:rsidRPr="001F5B4D">
              <w:t xml:space="preserve">Longfin yellowtail </w:t>
            </w:r>
          </w:p>
          <w:p w14:paraId="455455F3" w14:textId="77777777" w:rsidR="001F5B4D" w:rsidRPr="001F5B4D" w:rsidRDefault="001F5B4D" w:rsidP="001F5B4D">
            <w:pPr>
              <w:pStyle w:val="ScItalic"/>
            </w:pPr>
            <w:r w:rsidRPr="001F5B4D">
              <w:t>Seriola rivoliana</w:t>
            </w:r>
          </w:p>
          <w:p w14:paraId="213AF51C" w14:textId="4002C535" w:rsidR="001F5B4D" w:rsidRPr="001F5B4D" w:rsidRDefault="001F5B4D" w:rsidP="001F5B4D">
            <w:pPr>
              <w:pStyle w:val="ScNormal"/>
            </w:pPr>
          </w:p>
        </w:tc>
        <w:tc>
          <w:tcPr>
            <w:tcW w:w="851" w:type="dxa"/>
          </w:tcPr>
          <w:p w14:paraId="6DD9FFF9" w14:textId="19F659D9" w:rsidR="001F5B4D" w:rsidRPr="001F5B4D" w:rsidRDefault="001F5B4D" w:rsidP="001F5B4D">
            <w:pPr>
              <w:pStyle w:val="ScNormal"/>
            </w:pPr>
            <w:r w:rsidRPr="001F5B4D">
              <w:t>80</w:t>
            </w:r>
          </w:p>
        </w:tc>
        <w:tc>
          <w:tcPr>
            <w:tcW w:w="6095" w:type="dxa"/>
          </w:tcPr>
          <w:p w14:paraId="121C1772" w14:textId="77777777" w:rsidR="001F5B4D" w:rsidRPr="001F5B4D" w:rsidRDefault="001F5B4D" w:rsidP="001F5B4D">
            <w:pPr>
              <w:pStyle w:val="ScNormal"/>
            </w:pPr>
            <w:r w:rsidRPr="001F5B4D">
              <w:t>The species is 'minor' because the catch percentage (&lt;0.5%) is less than the requirement (5%).</w:t>
            </w:r>
          </w:p>
          <w:p w14:paraId="07B5F9ED" w14:textId="77777777" w:rsidR="001F5B4D" w:rsidRPr="001F5B4D" w:rsidRDefault="001F5B4D" w:rsidP="001F5B4D">
            <w:r w:rsidRPr="001F5B4D">
              <w:t xml:space="preserve">There is no stock assessment. </w:t>
            </w:r>
          </w:p>
          <w:bookmarkStart w:id="20" w:name="S_YTL"/>
          <w:p w14:paraId="68535A3D" w14:textId="6DCABCE4" w:rsidR="001F5B4D" w:rsidRPr="001F5B4D" w:rsidRDefault="001F5B4D" w:rsidP="001F5B4D">
            <w:r w:rsidRPr="001F5B4D">
              <w:fldChar w:fldCharType="begin"/>
            </w:r>
            <w:r w:rsidRPr="001F5B4D">
              <w:instrText xml:space="preserve"> HYPERLINK  \l "T_YTL" \o "PSA Table" </w:instrText>
            </w:r>
            <w:r w:rsidRPr="001F5B4D">
              <w:fldChar w:fldCharType="separate"/>
            </w:r>
            <w:r w:rsidRPr="001F5B4D">
              <w:rPr>
                <w:rStyle w:val="Hyperlink"/>
              </w:rPr>
              <w:t>The PSA score is 2.74.</w:t>
            </w:r>
            <w:r w:rsidRPr="001F5B4D">
              <w:fldChar w:fldCharType="end"/>
            </w:r>
            <w:r w:rsidRPr="001F5B4D">
              <w:t xml:space="preserve"> </w:t>
            </w:r>
            <w:bookmarkEnd w:id="20"/>
          </w:p>
          <w:p w14:paraId="5F3DD443" w14:textId="5413E2F3" w:rsidR="001F5B4D" w:rsidRPr="001F5B4D" w:rsidRDefault="001F5B4D" w:rsidP="001F5B4D">
            <w:r w:rsidRPr="001F5B4D">
              <w:t>This UoA would probably not hinder recovery. This species makes up less than 10% of the UoA catch and the UoA species catch makes up less than 30% of the total species catch (14%).</w:t>
            </w:r>
          </w:p>
        </w:tc>
      </w:tr>
      <w:tr w:rsidR="001F5B4D" w:rsidRPr="001F5B4D" w14:paraId="28B3A740" w14:textId="77777777" w:rsidTr="001F5B4D">
        <w:tc>
          <w:tcPr>
            <w:tcW w:w="2268" w:type="dxa"/>
          </w:tcPr>
          <w:p w14:paraId="60E86BB2" w14:textId="77777777" w:rsidR="001F5B4D" w:rsidRPr="001F5B4D" w:rsidRDefault="001F5B4D" w:rsidP="001F5B4D">
            <w:pPr>
              <w:pStyle w:val="ScNormal"/>
            </w:pPr>
            <w:r w:rsidRPr="001F5B4D">
              <w:t>Longbill spearfish</w:t>
            </w:r>
          </w:p>
          <w:p w14:paraId="5CA49818" w14:textId="77777777" w:rsidR="001F5B4D" w:rsidRPr="001F5B4D" w:rsidRDefault="001F5B4D" w:rsidP="001F5B4D">
            <w:pPr>
              <w:pStyle w:val="ScItalic"/>
            </w:pPr>
            <w:r w:rsidRPr="001F5B4D">
              <w:t>Tetrapturus pfluegeri</w:t>
            </w:r>
          </w:p>
          <w:p w14:paraId="1B454329" w14:textId="58735C31" w:rsidR="001F5B4D" w:rsidRPr="001F5B4D" w:rsidRDefault="001F5B4D" w:rsidP="001F5B4D">
            <w:pPr>
              <w:pStyle w:val="ScNormal"/>
            </w:pPr>
          </w:p>
        </w:tc>
        <w:tc>
          <w:tcPr>
            <w:tcW w:w="851" w:type="dxa"/>
          </w:tcPr>
          <w:p w14:paraId="4B2E391C" w14:textId="7EB19D87" w:rsidR="001F5B4D" w:rsidRPr="001F5B4D" w:rsidRDefault="001F5B4D" w:rsidP="001F5B4D">
            <w:pPr>
              <w:pStyle w:val="ScNormal"/>
            </w:pPr>
            <w:r w:rsidRPr="001F5B4D">
              <w:t>85</w:t>
            </w:r>
          </w:p>
        </w:tc>
        <w:tc>
          <w:tcPr>
            <w:tcW w:w="6095" w:type="dxa"/>
          </w:tcPr>
          <w:p w14:paraId="6AA940CC" w14:textId="77777777" w:rsidR="001F5B4D" w:rsidRPr="001F5B4D" w:rsidRDefault="001F5B4D" w:rsidP="001F5B4D">
            <w:pPr>
              <w:pStyle w:val="ScNormal"/>
            </w:pPr>
            <w:r w:rsidRPr="001F5B4D">
              <w:t>The species is 'minor' because the catch percentage (&lt;0.5%) is less than the requirement (5%).</w:t>
            </w:r>
          </w:p>
          <w:p w14:paraId="7A3021D4" w14:textId="77777777" w:rsidR="001F5B4D" w:rsidRPr="001F5B4D" w:rsidRDefault="001F5B4D" w:rsidP="001F5B4D">
            <w:r w:rsidRPr="001F5B4D">
              <w:t xml:space="preserve">There is no stock assessment. </w:t>
            </w:r>
          </w:p>
          <w:bookmarkStart w:id="21" w:name="S_SPF"/>
          <w:p w14:paraId="18440987" w14:textId="10B3E9C0" w:rsidR="001F5B4D" w:rsidRPr="001F5B4D" w:rsidRDefault="001F5B4D" w:rsidP="001F5B4D">
            <w:r w:rsidRPr="001F5B4D">
              <w:fldChar w:fldCharType="begin"/>
            </w:r>
            <w:r w:rsidRPr="001F5B4D">
              <w:instrText xml:space="preserve"> HYPERLINK  \l "T_SPF" \o "PSA Table" </w:instrText>
            </w:r>
            <w:r w:rsidRPr="001F5B4D">
              <w:fldChar w:fldCharType="separate"/>
            </w:r>
            <w:r w:rsidRPr="001F5B4D">
              <w:rPr>
                <w:rStyle w:val="Hyperlink"/>
              </w:rPr>
              <w:t>The PSA score is 2.48.</w:t>
            </w:r>
            <w:r w:rsidRPr="001F5B4D">
              <w:fldChar w:fldCharType="end"/>
            </w:r>
            <w:r w:rsidRPr="001F5B4D">
              <w:t xml:space="preserve"> </w:t>
            </w:r>
            <w:bookmarkEnd w:id="21"/>
          </w:p>
          <w:p w14:paraId="4751D05F" w14:textId="57D76E5C" w:rsidR="001F5B4D" w:rsidRPr="001F5B4D" w:rsidRDefault="001F5B4D" w:rsidP="001F5B4D">
            <w:r w:rsidRPr="001F5B4D">
              <w:t>This UoA would probably not hinder recovery. This species makes up less than 10% of the UoA catch and the UoA species catch makes up less than 30% of the total species catch (&lt;0.5%).</w:t>
            </w:r>
          </w:p>
        </w:tc>
      </w:tr>
      <w:tr w:rsidR="001F5B4D" w:rsidRPr="001F5B4D" w14:paraId="6ED4E7AA" w14:textId="77777777" w:rsidTr="001F5B4D">
        <w:tc>
          <w:tcPr>
            <w:tcW w:w="2268" w:type="dxa"/>
          </w:tcPr>
          <w:p w14:paraId="1F06DFD2" w14:textId="77777777" w:rsidR="001F5B4D" w:rsidRPr="001F5B4D" w:rsidRDefault="001F5B4D" w:rsidP="001F5B4D">
            <w:pPr>
              <w:pStyle w:val="ScNormal"/>
            </w:pPr>
            <w:r w:rsidRPr="001F5B4D">
              <w:t>Pompano dolphinfish</w:t>
            </w:r>
          </w:p>
          <w:p w14:paraId="39EE2738" w14:textId="77777777" w:rsidR="001F5B4D" w:rsidRPr="001F5B4D" w:rsidRDefault="001F5B4D" w:rsidP="001F5B4D">
            <w:pPr>
              <w:pStyle w:val="ScItalic"/>
            </w:pPr>
            <w:r w:rsidRPr="001F5B4D">
              <w:t>Coryphaena equiselis</w:t>
            </w:r>
          </w:p>
          <w:p w14:paraId="7DF5A130" w14:textId="5CE435BB" w:rsidR="001F5B4D" w:rsidRPr="001F5B4D" w:rsidRDefault="001F5B4D" w:rsidP="001F5B4D">
            <w:pPr>
              <w:pStyle w:val="ScNormal"/>
            </w:pPr>
          </w:p>
        </w:tc>
        <w:tc>
          <w:tcPr>
            <w:tcW w:w="851" w:type="dxa"/>
          </w:tcPr>
          <w:p w14:paraId="5335ABCB" w14:textId="780A333B" w:rsidR="001F5B4D" w:rsidRPr="001F5B4D" w:rsidRDefault="001F5B4D" w:rsidP="001F5B4D">
            <w:pPr>
              <w:pStyle w:val="ScNormal"/>
            </w:pPr>
            <w:r w:rsidRPr="001F5B4D">
              <w:t>77</w:t>
            </w:r>
          </w:p>
        </w:tc>
        <w:tc>
          <w:tcPr>
            <w:tcW w:w="6095" w:type="dxa"/>
          </w:tcPr>
          <w:p w14:paraId="684380E8" w14:textId="77777777" w:rsidR="001F5B4D" w:rsidRPr="001F5B4D" w:rsidRDefault="001F5B4D" w:rsidP="001F5B4D">
            <w:pPr>
              <w:pStyle w:val="ScNormal"/>
            </w:pPr>
            <w:r w:rsidRPr="001F5B4D">
              <w:t>The species is 'minor' because the catch percentage (&lt;0.5%) is less than the requirement (5%).</w:t>
            </w:r>
          </w:p>
          <w:p w14:paraId="2B5B13E0" w14:textId="77777777" w:rsidR="001F5B4D" w:rsidRPr="001F5B4D" w:rsidRDefault="001F5B4D" w:rsidP="001F5B4D">
            <w:r w:rsidRPr="001F5B4D">
              <w:t xml:space="preserve">There is no stock assessment. </w:t>
            </w:r>
          </w:p>
          <w:bookmarkStart w:id="22" w:name="S_CFW"/>
          <w:p w14:paraId="1E48CE4E" w14:textId="5DE70DB4" w:rsidR="001F5B4D" w:rsidRPr="001F5B4D" w:rsidRDefault="001F5B4D" w:rsidP="001F5B4D">
            <w:r w:rsidRPr="001F5B4D">
              <w:fldChar w:fldCharType="begin"/>
            </w:r>
            <w:r w:rsidRPr="001F5B4D">
              <w:instrText xml:space="preserve"> HYPERLINK  \l "T_CFW" \o "PSA Table" </w:instrText>
            </w:r>
            <w:r w:rsidRPr="001F5B4D">
              <w:fldChar w:fldCharType="separate"/>
            </w:r>
            <w:r w:rsidRPr="001F5B4D">
              <w:rPr>
                <w:rStyle w:val="Hyperlink"/>
              </w:rPr>
              <w:t>The PSA score is 2.73.</w:t>
            </w:r>
            <w:r w:rsidRPr="001F5B4D">
              <w:fldChar w:fldCharType="end"/>
            </w:r>
            <w:r w:rsidRPr="001F5B4D">
              <w:t xml:space="preserve"> </w:t>
            </w:r>
            <w:bookmarkEnd w:id="22"/>
          </w:p>
          <w:p w14:paraId="4D0C603D" w14:textId="4A8F5705" w:rsidR="001F5B4D" w:rsidRPr="001F5B4D" w:rsidRDefault="001F5B4D" w:rsidP="001F5B4D">
            <w:r w:rsidRPr="001F5B4D">
              <w:t>This UoA could hinder recovery. This species makes up more than 10% of the UoA catch or the UoA species catch makes up more than 30% of the total species catch (100%).</w:t>
            </w:r>
          </w:p>
        </w:tc>
      </w:tr>
    </w:tbl>
    <w:p w14:paraId="2541BA55" w14:textId="38A8FAA4" w:rsidR="001F5B4D" w:rsidRPr="001F5B4D" w:rsidRDefault="001F5B4D" w:rsidP="001F5B4D">
      <w:pPr>
        <w:pStyle w:val="ScBuffer"/>
      </w:pPr>
    </w:p>
    <w:p w14:paraId="45A43527" w14:textId="41BEED0F" w:rsidR="001F5B4D" w:rsidRPr="001F5B4D" w:rsidRDefault="001F5B4D" w:rsidP="001F5B4D">
      <w:pPr>
        <w:pStyle w:val="ScPI"/>
        <w:rPr>
          <w:lang w:val="en-GB"/>
        </w:rPr>
      </w:pPr>
      <w:r w:rsidRPr="001F5B4D">
        <w:rPr>
          <w:lang w:val="en-GB"/>
        </w:rPr>
        <w:t>Overall Score for Species Elements</w:t>
      </w:r>
    </w:p>
    <w:p w14:paraId="54991ECE" w14:textId="53F01F67" w:rsidR="001F5B4D" w:rsidRPr="001F5B4D" w:rsidRDefault="001F5B4D" w:rsidP="001F5B4D">
      <w:pPr>
        <w:pStyle w:val="ScNormal"/>
      </w:pPr>
      <w:r w:rsidRPr="001F5B4D">
        <w:t>Of the 2 main species: One main species is highly likely to be at or above its MSY level. One main species may not be at or above MSY, but is still highly likely to be above its PRI level.</w:t>
      </w:r>
    </w:p>
    <w:p w14:paraId="3DF19254" w14:textId="54204336" w:rsidR="001F5B4D" w:rsidRPr="001F5B4D" w:rsidRDefault="001F5B4D" w:rsidP="001F5B4D">
      <w:pPr>
        <w:pStyle w:val="ScNormal"/>
      </w:pPr>
      <w:r w:rsidRPr="001F5B4D">
        <w:t xml:space="preserve">Of the 24 minor species: 6 minor species are highly likely to be at or above their MSY level. 7 minor species may not be at or above MSY, but are still highly likely to be above their PRI level. Although the populations may be below their PRI, it is still likely that this UoA is not hindering the recovery of </w:t>
      </w:r>
      <w:r w:rsidRPr="001F5B4D">
        <w:lastRenderedPageBreak/>
        <w:t>8 minor species. 2 minor species are only 'likely' to be above their PRI and this UoA could be preventing any recovery. One minor species may not be above its PRI level and this UoA could be preventing recovery.</w:t>
      </w:r>
    </w:p>
    <w:p w14:paraId="74BF4575" w14:textId="1CCAC8CB" w:rsidR="001F5B4D" w:rsidRPr="001F5B4D" w:rsidRDefault="001F5B4D" w:rsidP="001F5B4D">
      <w:pPr>
        <w:pStyle w:val="ScScore"/>
      </w:pPr>
      <w:r w:rsidRPr="001F5B4D">
        <w:t>PI 2.1.1 : 95</w:t>
      </w:r>
    </w:p>
    <w:p w14:paraId="2A85E7AB" w14:textId="42932849" w:rsidR="001F5B4D" w:rsidRPr="001F5B4D" w:rsidRDefault="001F5B4D" w:rsidP="001F5B4D">
      <w:pPr>
        <w:pStyle w:val="ScSI"/>
        <w:rPr>
          <w:lang w:val="en-GB"/>
        </w:rPr>
      </w:pPr>
      <w:r w:rsidRPr="001F5B4D">
        <w:rPr>
          <w:lang w:val="en-GB"/>
        </w:rPr>
        <w:t>References</w:t>
      </w:r>
    </w:p>
    <w:p w14:paraId="227D4FAA" w14:textId="56FF3698" w:rsidR="001F5B4D" w:rsidRPr="001F5B4D" w:rsidRDefault="001F5B4D" w:rsidP="001F5B4D">
      <w:pPr>
        <w:pStyle w:val="ScReferences"/>
      </w:pPr>
      <w:r w:rsidRPr="001F5B4D">
        <w:t>Aires-da-Silva, A., Maunder, M.N. 2014. Status of Bigeye Tuna in the Eastern Pacific Ocean in 2013 and Outlook for the Future. Fifth Meeting of the Inter-American Tropical Tuna Commission Scientific Advisory Committee. IATTC SAC5, La Jolla, California (USA), 12–16 May 2014. SAC-05-08a.</w:t>
      </w:r>
    </w:p>
    <w:p w14:paraId="17DE4A3A" w14:textId="2E0EC45D" w:rsidR="001F5B4D" w:rsidRPr="001F5B4D" w:rsidRDefault="001F5B4D" w:rsidP="001F5B4D">
      <w:pPr>
        <w:pStyle w:val="ScReferences"/>
      </w:pPr>
      <w:r w:rsidRPr="001F5B4D">
        <w:t>Aires-da-Silva, A., Lennert-Cody C., Maunder, M. 2013. Stock status of the silky shark in the Eastern Pacific Ocean. Forth Meeting of the IATTC Scientific Advisory Committee. IATTC SAC4, La Jolla, California (USA), April 29–May 3 2013. SAC-04-07c.</w:t>
      </w:r>
    </w:p>
    <w:p w14:paraId="078FDD1C" w14:textId="6DA237B9" w:rsidR="001F5B4D" w:rsidRPr="001F5B4D" w:rsidRDefault="001F5B4D" w:rsidP="001F5B4D">
      <w:pPr>
        <w:pStyle w:val="ScReferences"/>
      </w:pPr>
      <w:r w:rsidRPr="001F5B4D">
        <w:t>Aires-da-Silva, A., Lennert-Cody, C., Maunder M.N., Román-Verdesoto, M. 2015. Stock status indicators for silky sharks in the Eastern Pacific Ocean. Stock Assessment Report for the Fifth Meeting of the IATTC Scientific Advisory Committee, May 2014. SAR-15-8.</w:t>
      </w:r>
    </w:p>
    <w:p w14:paraId="0340A055" w14:textId="3B3B330F" w:rsidR="001F5B4D" w:rsidRPr="001F5B4D" w:rsidRDefault="001F5B4D" w:rsidP="001F5B4D">
      <w:pPr>
        <w:pStyle w:val="ScReferences"/>
      </w:pPr>
      <w:r w:rsidRPr="001F5B4D">
        <w:t>Aires-da-Silva, A., Valero, J.L., Maunder, M.N., Minte-Vera, C.V., LennertCody, C., Román, M.H., Martínez-Ortiz, J., Torrejón-Magallanes, E.J., Carranza, M.N. 2016. Exploratory Stock Assessment of Dorado (</w:t>
      </w:r>
      <w:r w:rsidRPr="001F5B4D">
        <w:rPr>
          <w:i/>
        </w:rPr>
        <w:t>Coryphaena Hippurus</w:t>
      </w:r>
      <w:r w:rsidRPr="001F5B4D">
        <w:t>) in the Southeastern Pacific Ocean. Stock Assessment Report for the Seventh Meeting of the IATTC Scientific Advisory Committee, May 2016. SAR-17-6.</w:t>
      </w:r>
    </w:p>
    <w:p w14:paraId="00BB2909" w14:textId="74F96B90" w:rsidR="001F5B4D" w:rsidRPr="001F5B4D" w:rsidRDefault="001F5B4D" w:rsidP="001F5B4D">
      <w:pPr>
        <w:pStyle w:val="ScReferences"/>
      </w:pPr>
      <w:r w:rsidRPr="001F5B4D">
        <w:t>Aires-da-Silva, A., Minte-Vera C., Maunder M.N. 2017. Status of Bigeye Tuna in the Eastern Pacific Ocean in 2016 and Outlook for the Future. Eighth Meeting of the Inter-American Tropical Tuna Commission Scientific Advisory Committee. IATTC SAC8, La Jolla, California (USA), 8–12 May 2017. SAC-08-04a.</w:t>
      </w:r>
    </w:p>
    <w:p w14:paraId="1FA065F5" w14:textId="36EAA841" w:rsidR="001F5B4D" w:rsidRPr="001F5B4D" w:rsidRDefault="001F5B4D" w:rsidP="001F5B4D">
      <w:pPr>
        <w:pStyle w:val="ScReferences"/>
      </w:pPr>
      <w:r w:rsidRPr="001F5B4D">
        <w:t xml:space="preserve">Collette, B., Acero, A., Amorim, A.F., Boustany, A., Canales Ramirez, C., Cardenas, G., Carpenter, et al. 2011. </w:t>
      </w:r>
      <w:r w:rsidRPr="001F5B4D">
        <w:rPr>
          <w:i/>
        </w:rPr>
        <w:t>Coryphaena hippurus.</w:t>
      </w:r>
      <w:r w:rsidRPr="001F5B4D">
        <w:t xml:space="preserve"> The IUCN Red List of Threatened Species 2011: e.T154712A4614989 (downloaded on 3 May 2018).</w:t>
      </w:r>
    </w:p>
    <w:p w14:paraId="3BF2BC42" w14:textId="2566CAB2" w:rsidR="001F5B4D" w:rsidRPr="001F5B4D" w:rsidRDefault="001F5B4D" w:rsidP="001F5B4D">
      <w:pPr>
        <w:pStyle w:val="ScReferences"/>
      </w:pPr>
      <w:r w:rsidRPr="001F5B4D">
        <w:t>Dapp, D., Arauz, R., Spotila, J.R., O’Connor, M.P. 2013. Impact of Costa Rican longline fishery on its bycatch of sharks, stingrays, bony fish and olive ridley turtles (</w:t>
      </w:r>
      <w:r w:rsidRPr="001F5B4D">
        <w:rPr>
          <w:i/>
        </w:rPr>
        <w:t>Lepidochelys olivacea</w:t>
      </w:r>
      <w:r w:rsidRPr="001F5B4D">
        <w:t>). Journal of Experimental Marine Biology and Ecology 448: 228–239.</w:t>
      </w:r>
    </w:p>
    <w:p w14:paraId="431FF0AA" w14:textId="65041140" w:rsidR="001F5B4D" w:rsidRPr="001F5B4D" w:rsidRDefault="001F5B4D" w:rsidP="001F5B4D">
      <w:pPr>
        <w:pStyle w:val="ScReferences"/>
      </w:pPr>
      <w:r w:rsidRPr="001F5B4D">
        <w:t>Davies, N., Pilling, G., Harley, S., Hampton, J. 2013. Stock assessment of swordfish (</w:t>
      </w:r>
      <w:r w:rsidRPr="001F5B4D">
        <w:rPr>
          <w:i/>
        </w:rPr>
        <w:t>Xiphias Gladius</w:t>
      </w:r>
      <w:r w:rsidRPr="001F5B4D">
        <w:t xml:space="preserve">) in the southwest Pacific Ocean. Ninth Regular Session of the Scientific Committee. Pohnpei, Federated States of Micronesia, 6–14 August 2013. WCPFC-SC9-2013/SA-WP-05. </w:t>
      </w:r>
    </w:p>
    <w:p w14:paraId="4D9CB1F0" w14:textId="6BE0AD84" w:rsidR="001F5B4D" w:rsidRPr="001F5B4D" w:rsidRDefault="001F5B4D" w:rsidP="001F5B4D">
      <w:pPr>
        <w:pStyle w:val="ScReferences"/>
      </w:pPr>
      <w:r w:rsidRPr="001F5B4D">
        <w:t>Fishbase webpage (www.fishbase.org)</w:t>
      </w:r>
    </w:p>
    <w:p w14:paraId="256D9D90" w14:textId="0089A267" w:rsidR="001F5B4D" w:rsidRPr="001F5B4D" w:rsidRDefault="001F5B4D" w:rsidP="001F5B4D">
      <w:pPr>
        <w:pStyle w:val="ScReferences"/>
      </w:pPr>
      <w:r w:rsidRPr="001F5B4D">
        <w:t>Hall, M., Roman, M. 2013. Bycatch and non-tuna catch in the tropical tuna purse seine fisheries of the world. FAO Fisheries and Aquaculture Technical Paper No. 568, Rome, FAO.</w:t>
      </w:r>
    </w:p>
    <w:p w14:paraId="3B2801B1" w14:textId="0764B225" w:rsidR="001F5B4D" w:rsidRPr="001F5B4D" w:rsidRDefault="001F5B4D" w:rsidP="001F5B4D">
      <w:pPr>
        <w:pStyle w:val="ScReferences"/>
      </w:pPr>
      <w:r w:rsidRPr="001F5B4D">
        <w:t>Harley, J., Davies N., Tremblay-Boyer L., Hampton J., McKechnie S. 2015. Stock assessment for south Pacific albacore tuna. Eleventh Regular Session of the Scientific Committee, 5–13 August 2015, Bali, Indonesia. WCPFC-SC11-2015/SA-WP-06 Rev 1.</w:t>
      </w:r>
    </w:p>
    <w:p w14:paraId="3D12ED43" w14:textId="0A7E8BF4" w:rsidR="001F5B4D" w:rsidRPr="001F5B4D" w:rsidRDefault="001F5B4D" w:rsidP="001F5B4D">
      <w:pPr>
        <w:pStyle w:val="ScReferences"/>
      </w:pPr>
      <w:r w:rsidRPr="001F5B4D">
        <w:t>Hinton, M.G., Maunder, M.N. 2010. Status and trends of striped marlin in the Northeast Pacific Ocean in 2009. Stock Assessment Report for the First Meeting of the Inter-American Tropical Tuna Commission Scientific Advisory Committee, 31 August to 3 September 2010, La Jolla, California (USA). SAC-01-09.</w:t>
      </w:r>
    </w:p>
    <w:p w14:paraId="33CBCEF5" w14:textId="4C6AFB39" w:rsidR="001F5B4D" w:rsidRPr="001F5B4D" w:rsidRDefault="001F5B4D" w:rsidP="001F5B4D">
      <w:pPr>
        <w:pStyle w:val="ScReferences"/>
      </w:pPr>
      <w:r w:rsidRPr="001F5B4D">
        <w:t>Hinton, M.G., Maunder, M.N. 2011. Status of swordfish in the Eastern Pacific Ocean in 2010 and outlook for the future. Stock Assessment Report for the Second Meeting of the Inter-American Tropical Tuna Commission Scientific Advisory Committee. 9–12 May 2011, La Jolla, California (USA). SAC-02-09.</w:t>
      </w:r>
    </w:p>
    <w:p w14:paraId="3F34987E" w14:textId="2B8A2AB8" w:rsidR="001F5B4D" w:rsidRPr="001F5B4D" w:rsidRDefault="001F5B4D" w:rsidP="001F5B4D">
      <w:pPr>
        <w:pStyle w:val="ScReferences"/>
      </w:pPr>
      <w:r w:rsidRPr="001F5B4D">
        <w:t>Hinton, M.G., Maunder, M.N. 2013. Status of Sailfish in the Eastern Pacific Ocean in 2011 and outlook for the future. Stock Assessment Report for the Fourth Meeting of the Inter-American Tropical Tuna Commission Scientific Advisory Committee, May 2013. SAR-14-SFA.</w:t>
      </w:r>
    </w:p>
    <w:p w14:paraId="6E959E59" w14:textId="02ECBB1E" w:rsidR="001F5B4D" w:rsidRPr="001F5B4D" w:rsidRDefault="001F5B4D" w:rsidP="001F5B4D">
      <w:pPr>
        <w:pStyle w:val="ScReferences"/>
      </w:pPr>
      <w:r w:rsidRPr="001F5B4D">
        <w:lastRenderedPageBreak/>
        <w:t>Hoyle, S., Hampton, J. Davies, N. 2012. Stock assessment of albacore tuna in the south Pacific Ocean. Eighth Regular Session of the Scientific Committee, 7-15 August 2012, Busan, Republic of Korea. WCPFC-SC8-2012/SA-WP-04-REV1.</w:t>
      </w:r>
    </w:p>
    <w:p w14:paraId="4ED310E4" w14:textId="1B5AB84F" w:rsidR="001F5B4D" w:rsidRPr="001F5B4D" w:rsidRDefault="001F5B4D" w:rsidP="001F5B4D">
      <w:pPr>
        <w:pStyle w:val="ScReferences"/>
      </w:pPr>
      <w:r w:rsidRPr="001F5B4D">
        <w:t>IATTC 2014. Recommendations by the staff for Conservation Measures in the Eastern Pacific Ocean in 2014. 87th Meeting of the Inter-American Tropical Tuna Commission, Lima, Peru, 14–18 July 2014. Document IATTC-87-03d. [Version Nov 2014].</w:t>
      </w:r>
    </w:p>
    <w:p w14:paraId="025D6E2B" w14:textId="69FE362A" w:rsidR="001F5B4D" w:rsidRPr="001F5B4D" w:rsidRDefault="001F5B4D" w:rsidP="001F5B4D">
      <w:pPr>
        <w:pStyle w:val="ScReferences"/>
      </w:pPr>
      <w:r w:rsidRPr="001F5B4D">
        <w:t>IATTC 2017. Tunas, Billfishes and Other Pelagic Species in the Eastern Pacific Ocean in 2016. 92</w:t>
      </w:r>
      <w:r w:rsidRPr="001F5B4D">
        <w:rPr>
          <w:vertAlign w:val="superscript"/>
        </w:rPr>
        <w:t>nd</w:t>
      </w:r>
      <w:r w:rsidRPr="001F5B4D">
        <w:t xml:space="preserve"> Meeting of the Inter-American Tropical Tuna Commission, Mexico City, Mexico, 24–28 July 2017. Document IATTC-92-04a. </w:t>
      </w:r>
    </w:p>
    <w:p w14:paraId="6D7C85EC" w14:textId="47D9B247" w:rsidR="001F5B4D" w:rsidRPr="001F5B4D" w:rsidRDefault="001F5B4D" w:rsidP="001F5B4D">
      <w:pPr>
        <w:pStyle w:val="ScReferences"/>
      </w:pPr>
      <w:r w:rsidRPr="001F5B4D">
        <w:t>IATTC 2015. Tunas, Billfishes and Other Pelagic Species in the Eastern Pacific Ocean in 2014. Inter-American Tropical Tuna Commission, La Jolla, California, 2015. Fishery Status Report No. 13.</w:t>
      </w:r>
    </w:p>
    <w:p w14:paraId="05993559" w14:textId="740FF7A9" w:rsidR="001F5B4D" w:rsidRPr="001F5B4D" w:rsidRDefault="001F5B4D" w:rsidP="001F5B4D">
      <w:pPr>
        <w:pStyle w:val="ScReferences"/>
      </w:pPr>
      <w:r w:rsidRPr="001F5B4D">
        <w:t>IATTC 2005. Resolution on the Conservation of Sharks Caught in Association with Fisheries in the Eastern Pacific Ocean. 73</w:t>
      </w:r>
      <w:r w:rsidRPr="001F5B4D">
        <w:rPr>
          <w:vertAlign w:val="superscript"/>
        </w:rPr>
        <w:t>rd</w:t>
      </w:r>
      <w:r w:rsidRPr="001F5B4D">
        <w:t xml:space="preserve"> Meeting of the Inter-American Tropical Tuna Commission, Lanzarote, Spain, 20–24 June 2005. Resolution C-05-03.</w:t>
      </w:r>
    </w:p>
    <w:p w14:paraId="0389CC7C" w14:textId="428B52FC" w:rsidR="001F5B4D" w:rsidRPr="001F5B4D" w:rsidRDefault="001F5B4D" w:rsidP="001F5B4D">
      <w:pPr>
        <w:pStyle w:val="ScReferences"/>
      </w:pPr>
      <w:r w:rsidRPr="001F5B4D">
        <w:t>IATTC 2011. Resolution on the Conservation of Oceanic Whitetip Sharks Caught in Association with Fisheries in the Antigua Convention Area. 82</w:t>
      </w:r>
      <w:r w:rsidRPr="001F5B4D">
        <w:rPr>
          <w:vertAlign w:val="superscript"/>
        </w:rPr>
        <w:t>nd</w:t>
      </w:r>
      <w:r w:rsidRPr="001F5B4D">
        <w:t xml:space="preserve"> Meeting of the Inter-American Tropical Tuna Commission, La Jolla, California (USA), 4–8 July 2011. Resolution C-11-10.</w:t>
      </w:r>
    </w:p>
    <w:p w14:paraId="7C87A64E" w14:textId="1B9C43BE" w:rsidR="001F5B4D" w:rsidRPr="001F5B4D" w:rsidRDefault="001F5B4D" w:rsidP="001F5B4D">
      <w:pPr>
        <w:pStyle w:val="ScReferences"/>
      </w:pPr>
      <w:r w:rsidRPr="001F5B4D">
        <w:t>IATTC 2015. Resolution on the Conservation of Mobulid Rays Caught in Association with Fisheries in the IATTC Convention Area. 89</w:t>
      </w:r>
      <w:r w:rsidRPr="001F5B4D">
        <w:rPr>
          <w:vertAlign w:val="superscript"/>
        </w:rPr>
        <w:t>th</w:t>
      </w:r>
      <w:r w:rsidRPr="001F5B4D">
        <w:t xml:space="preserve"> Meeting of the Inter-American Tropical Tuna Commission, Guayaquil, Ecuador, 22 June–3 July 2015. Resolution C-15-04.</w:t>
      </w:r>
    </w:p>
    <w:p w14:paraId="0373ECE2" w14:textId="32F4EF34" w:rsidR="001F5B4D" w:rsidRPr="001F5B4D" w:rsidRDefault="001F5B4D" w:rsidP="001F5B4D">
      <w:pPr>
        <w:pStyle w:val="ScReferences"/>
      </w:pPr>
      <w:r w:rsidRPr="001F5B4D">
        <w:t>IATTC 2016. Amendment to Resolution C-05-03 on the Conservation of Sharks Caught in Association with Fisheries in the Eastern Pacific Ocean. 90</w:t>
      </w:r>
      <w:r w:rsidRPr="001F5B4D">
        <w:rPr>
          <w:vertAlign w:val="superscript"/>
        </w:rPr>
        <w:t>th</w:t>
      </w:r>
      <w:r w:rsidRPr="001F5B4D">
        <w:t xml:space="preserve"> Meeting of the Inter-American Tropical Tuna Commission, La Jolla, California (USA), 27 June–1 July 2016. Resolution C-16-04.</w:t>
      </w:r>
    </w:p>
    <w:p w14:paraId="6732F481" w14:textId="1FD0ABD7" w:rsidR="001F5B4D" w:rsidRPr="001F5B4D" w:rsidRDefault="001F5B4D" w:rsidP="001F5B4D">
      <w:pPr>
        <w:pStyle w:val="ScReferences"/>
      </w:pPr>
      <w:r w:rsidRPr="001F5B4D">
        <w:t>IATTC 2016. Resolution on the Management of Shark Species. 90</w:t>
      </w:r>
      <w:r w:rsidRPr="001F5B4D">
        <w:rPr>
          <w:vertAlign w:val="superscript"/>
        </w:rPr>
        <w:t>th</w:t>
      </w:r>
      <w:r w:rsidRPr="001F5B4D">
        <w:t xml:space="preserve"> Meeting of the Inter-American Tropical Tuna Commission, La Jolla, California (USA), 27 June–1 July 2016. Resolution C-16-05.</w:t>
      </w:r>
    </w:p>
    <w:p w14:paraId="5CB2BAF4" w14:textId="137A6249" w:rsidR="001F5B4D" w:rsidRPr="001F5B4D" w:rsidRDefault="001F5B4D" w:rsidP="001F5B4D">
      <w:pPr>
        <w:pStyle w:val="ScReferences"/>
      </w:pPr>
      <w:r w:rsidRPr="001F5B4D">
        <w:t>IATTC 2016. Conservation Measures for Shark Species, with Special Emphasis on the Silky Shark (</w:t>
      </w:r>
      <w:r w:rsidRPr="001F5B4D">
        <w:rPr>
          <w:i/>
        </w:rPr>
        <w:t>Carcharhinus falciformis</w:t>
      </w:r>
      <w:r w:rsidRPr="001F5B4D">
        <w:t>), for the years 2017, 2018, and 2019. 90</w:t>
      </w:r>
      <w:r w:rsidRPr="001F5B4D">
        <w:rPr>
          <w:vertAlign w:val="superscript"/>
        </w:rPr>
        <w:t>th</w:t>
      </w:r>
      <w:r w:rsidRPr="001F5B4D">
        <w:t xml:space="preserve"> Meeting of the Inter-American Tropical Tuna Commission, La Jolla, California (USA), La Jolla, California, (USA), 27 June–1 July 2016. Resolution C-16-06. </w:t>
      </w:r>
    </w:p>
    <w:p w14:paraId="73183370" w14:textId="27D680E8" w:rsidR="001F5B4D" w:rsidRPr="001F5B4D" w:rsidRDefault="001F5B4D" w:rsidP="001F5B4D">
      <w:pPr>
        <w:pStyle w:val="ScReferences"/>
      </w:pPr>
      <w:r w:rsidRPr="001F5B4D">
        <w:t>IATTC 2013. Ecosystems considerations. Forth Meeting of the IATTC Scientific Advisory Committee, La Jolla, California (USA), 29 April–3 May 2013. Document SAC-04-08.</w:t>
      </w:r>
    </w:p>
    <w:p w14:paraId="6B1C0D69" w14:textId="3962510B" w:rsidR="001F5B4D" w:rsidRPr="001F5B4D" w:rsidRDefault="001F5B4D" w:rsidP="001F5B4D">
      <w:pPr>
        <w:pStyle w:val="ScReferences"/>
      </w:pPr>
      <w:r w:rsidRPr="001F5B4D">
        <w:t>IATTC 2014. The fishery for tunas and billfishes in the Eastern Pacific Ocean in 2013. Fifth Meeting of the IATTC Scientific Advisory Committee, La Jolla, California (USA), 12–16 May 2014. Document SAC-05-06.</w:t>
      </w:r>
    </w:p>
    <w:p w14:paraId="0BCBE92B" w14:textId="6CFB3A41" w:rsidR="001F5B4D" w:rsidRPr="001F5B4D" w:rsidRDefault="001F5B4D" w:rsidP="001F5B4D">
      <w:pPr>
        <w:pStyle w:val="ScReferences"/>
      </w:pPr>
      <w:r w:rsidRPr="001F5B4D">
        <w:t>IATTC 2014. Ecosystem considerations. Fifth Meeting of the IATTC Scientific Advisory Committee, La Jolla, California (USA), 12–16 May 2014. Document SAC-05-13.</w:t>
      </w:r>
    </w:p>
    <w:p w14:paraId="7CF6B1D7" w14:textId="7EF770A6" w:rsidR="001F5B4D" w:rsidRPr="001F5B4D" w:rsidRDefault="001F5B4D" w:rsidP="001F5B4D">
      <w:pPr>
        <w:pStyle w:val="ScReferences"/>
      </w:pPr>
      <w:r w:rsidRPr="001F5B4D">
        <w:t>ISC 2014. Stock Assessment of Albacore in the North Pacific Ocean in 2014. Report of the Albacore Working Group. International Scientific Committee for Tuna and Tuna-like Species in the North Pacific Ocean. Taipei, Taiwan, 16–21 July 2014. ISC14/Annex11.</w:t>
      </w:r>
    </w:p>
    <w:p w14:paraId="75A98B56" w14:textId="4786B3CD" w:rsidR="001F5B4D" w:rsidRPr="001F5B4D" w:rsidRDefault="001F5B4D" w:rsidP="001F5B4D">
      <w:pPr>
        <w:pStyle w:val="ScReferences"/>
      </w:pPr>
      <w:r w:rsidRPr="001F5B4D">
        <w:t>ISC 2017. Stock Assessment of Albacore Tuna in the North Pacific Ocean in 2017. Report of the Albacore Working Group. International Scientific Committee for Tuna and Tuna-like Species in the North Pacific Ocean. Vancouver, Canada, 12–17 July 2017. ISC/17/ANNEX/12.</w:t>
      </w:r>
    </w:p>
    <w:p w14:paraId="15AC94AB" w14:textId="052B5778" w:rsidR="001F5B4D" w:rsidRPr="001F5B4D" w:rsidRDefault="001F5B4D" w:rsidP="001F5B4D">
      <w:pPr>
        <w:pStyle w:val="ScReferences"/>
      </w:pPr>
      <w:r w:rsidRPr="001F5B4D">
        <w:t>ISC 2013. Stock Assessment of Blue Marlin in the Pacific Ocean in 2013. Report of the Billfish Working Group. International Scientific Committee for Tuna and Tuna-like Species in the North Pacific Ocean. Busan, Korea, 17–22 July 2013. ISC13/Annex10.</w:t>
      </w:r>
    </w:p>
    <w:p w14:paraId="6AC74D97" w14:textId="21C97C16" w:rsidR="001F5B4D" w:rsidRPr="001F5B4D" w:rsidRDefault="001F5B4D" w:rsidP="001F5B4D">
      <w:pPr>
        <w:pStyle w:val="ScReferences"/>
      </w:pPr>
      <w:r w:rsidRPr="001F5B4D">
        <w:t>ISC 2016. Stock Assessment Update for Blue Marlin (</w:t>
      </w:r>
      <w:r w:rsidRPr="001F5B4D">
        <w:rPr>
          <w:i/>
        </w:rPr>
        <w:t>Makaira nigricans</w:t>
      </w:r>
      <w:r w:rsidRPr="001F5B4D">
        <w:t>) in the Pacific Ocean through 2014. Report of the Billfish Working Group. International Scientific Committee for Tuna and Tuna-like Species in the North Pacific Ocean. Sapporo, Hokkaido, Japan, 13–18 July 2016. ISC16/Annex10.</w:t>
      </w:r>
    </w:p>
    <w:p w14:paraId="1CE5D980" w14:textId="7B8E52D5" w:rsidR="001F5B4D" w:rsidRPr="001F5B4D" w:rsidRDefault="001F5B4D" w:rsidP="001F5B4D">
      <w:pPr>
        <w:pStyle w:val="ScReferences"/>
      </w:pPr>
      <w:r w:rsidRPr="001F5B4D">
        <w:lastRenderedPageBreak/>
        <w:t>ISC 2017. Stock Assessment and Future Projections of Blue Shark in the North Pacific Ocean through 2015. International Scientific Committee for Tuna and Tuna‐like Species in the North Pacific Ocean. Vancouver, Canada, 12–17 July 2017. ISC17_Annex13.</w:t>
      </w:r>
    </w:p>
    <w:p w14:paraId="1E0CA88C" w14:textId="3080161F" w:rsidR="001F5B4D" w:rsidRPr="001F5B4D" w:rsidRDefault="001F5B4D" w:rsidP="001F5B4D">
      <w:pPr>
        <w:pStyle w:val="ScReferences"/>
      </w:pPr>
      <w:r w:rsidRPr="001F5B4D">
        <w:t>Lennert-Cody, C., Aires-da-Silva, A., Maunder, M.N., Román, M.H. 2017. Updated stock status indicators for silky sharks in the Eastern Pacific Ocean (1994-2015). Stock Assessment Report for the Seventh Meeting of the IATTC Scientific Advisory Committee, May 2016. SAR-17-8.</w:t>
      </w:r>
    </w:p>
    <w:p w14:paraId="3CDD6E57" w14:textId="214E7BD4" w:rsidR="001F5B4D" w:rsidRPr="001F5B4D" w:rsidRDefault="001F5B4D" w:rsidP="001F5B4D">
      <w:pPr>
        <w:pStyle w:val="ScReferences"/>
      </w:pPr>
      <w:r w:rsidRPr="001F5B4D">
        <w:t>Maunder, M. 2012. Status of Skipjack Tuna in the Eastern Pacific Ocean in 2011. Third Meeting of the IATTC Scientific Advisory Committee, May 2012. Document SAR-13-SKJENG.</w:t>
      </w:r>
    </w:p>
    <w:p w14:paraId="5AF14529" w14:textId="49426182" w:rsidR="001F5B4D" w:rsidRPr="001F5B4D" w:rsidRDefault="001F5B4D" w:rsidP="001F5B4D">
      <w:pPr>
        <w:pStyle w:val="ScReferences"/>
      </w:pPr>
      <w:r w:rsidRPr="001F5B4D">
        <w:t>Maunder, M. 2014. Updated Indicators of Stock Status for Skipjack Tuna in the Eastern Pacific Ocean. Fifth Meeting of the IATTC Scientific Advisory Committee, May 2014. Document SAR-15-4-SKJ-indicators.</w:t>
      </w:r>
    </w:p>
    <w:p w14:paraId="12A3816F" w14:textId="69B7F57E" w:rsidR="001F5B4D" w:rsidRPr="001F5B4D" w:rsidRDefault="001F5B4D" w:rsidP="001F5B4D">
      <w:pPr>
        <w:pStyle w:val="ScReferences"/>
      </w:pPr>
      <w:r w:rsidRPr="001F5B4D">
        <w:t>Maunder, M. 2015. Status of Skipjack Tuna in the Eastern Pacific Ocean in 2014. Sixth Meeting of the IATTC Scientific Advisory Committee, May 2015. SAC-06-07.</w:t>
      </w:r>
    </w:p>
    <w:p w14:paraId="5151D0EB" w14:textId="0DEEA584" w:rsidR="001F5B4D" w:rsidRPr="001F5B4D" w:rsidRDefault="001F5B4D" w:rsidP="001F5B4D">
      <w:pPr>
        <w:pStyle w:val="ScReferences"/>
      </w:pPr>
      <w:r w:rsidRPr="001F5B4D">
        <w:t>Maunder M.N. 2017. Updated Indicators of Stock Status for Skipjack Tuna in the Eastern Pacific Ocean. Eighth Meeting of the IATTC Scientific Advisory Committee, May 2017. Document SAC-08-04c.</w:t>
      </w:r>
    </w:p>
    <w:p w14:paraId="1750799E" w14:textId="6A966D6F" w:rsidR="001F5B4D" w:rsidRPr="001F5B4D" w:rsidRDefault="001F5B4D" w:rsidP="001F5B4D">
      <w:pPr>
        <w:pStyle w:val="ScReferences"/>
      </w:pPr>
      <w:r w:rsidRPr="001F5B4D">
        <w:t>Murua, H., Abascal, F.J., Amande, J., Ariz, J., Bach, P., Chavance, P., Coelho, R., Korta, M., Poisson, F., Santos, M.N., Seret, B. 2013. Provision of scientific advice for the purpose of the implementation of the EUPOA sharks. Final Report. European Commission, Studies for Carrying out the Common Fisheries Policy. MARE/2010/11-LOT 2.</w:t>
      </w:r>
    </w:p>
    <w:p w14:paraId="27F12773" w14:textId="63419AFD" w:rsidR="001F5B4D" w:rsidRPr="001F5B4D" w:rsidRDefault="001F5B4D" w:rsidP="001F5B4D">
      <w:pPr>
        <w:pStyle w:val="ScReferences"/>
      </w:pPr>
      <w:r w:rsidRPr="001F5B4D">
        <w:t>Young, C.N., Carlson, J., Hutchinson, M., Kobayashi, D., McCandless, C., Miller, M.H., Teo, S., Warren, T. 2016. Status review report: common thresher shark (</w:t>
      </w:r>
      <w:r w:rsidRPr="001F5B4D">
        <w:rPr>
          <w:i/>
        </w:rPr>
        <w:t>Alopias vulpinus</w:t>
      </w:r>
      <w:r w:rsidRPr="001F5B4D">
        <w:t>) and bigeye thresher shark (</w:t>
      </w:r>
      <w:r w:rsidRPr="001F5B4D">
        <w:rPr>
          <w:i/>
        </w:rPr>
        <w:t>Alopias superciliosus).</w:t>
      </w:r>
      <w:r w:rsidRPr="001F5B4D">
        <w:t xml:space="preserve"> Final Report to National Marine Fisheries Service, Office of Protected Resources, 199 pp.</w:t>
      </w:r>
    </w:p>
    <w:p w14:paraId="3737C206" w14:textId="3A295F09" w:rsidR="001F5B4D" w:rsidRPr="001F5B4D" w:rsidRDefault="001F5B4D" w:rsidP="001F5B4D">
      <w:pPr>
        <w:pStyle w:val="ScReferences"/>
      </w:pPr>
      <w:r w:rsidRPr="001F5B4D">
        <w:t>Pilling, G.M., Berger, A.M., Reid, C., Harley, S.J., Hampton, J. 2015. Candidate biological and economic target reference points for the south Pacific albacore longline fishery. Fisheries Research 174: 167–178.</w:t>
      </w:r>
    </w:p>
    <w:p w14:paraId="602FB129" w14:textId="1179E814" w:rsidR="001F5B4D" w:rsidRPr="001F5B4D" w:rsidRDefault="001F5B4D" w:rsidP="001F5B4D">
      <w:pPr>
        <w:pStyle w:val="ScReferences"/>
      </w:pPr>
      <w:r w:rsidRPr="001F5B4D">
        <w:t>Pilling G., Scott R., Williams P., Brouwer S., Hampton J. 2017. A compendium of fisheries indicators for tuna stocks. Thirteenth Regular Session of the Scientific Committee of the WCPFC. Rarotonga, Cook Islands, 9–17 August 2017. WCPFC-SC13-2017/SA-WP-02.</w:t>
      </w:r>
    </w:p>
    <w:p w14:paraId="0CC8FCC5" w14:textId="2BEEDD1A" w:rsidR="001F5B4D" w:rsidRPr="001F5B4D" w:rsidRDefault="001F5B4D" w:rsidP="001F5B4D">
      <w:pPr>
        <w:pStyle w:val="ScReferences"/>
      </w:pPr>
      <w:r w:rsidRPr="001F5B4D">
        <w:t>Román-Verdesoto, M., Hall, M. 2015. Updated summary regarding hammerhead sharks caught in the tuna fisheries in the eastern Pacific Ocean. Stock Assessment Report for the Fifth Meeting of the IATTC Scientific Advisory Committee, May 2014. SAR-15-1.</w:t>
      </w:r>
    </w:p>
    <w:p w14:paraId="05A506CA" w14:textId="197CAD61" w:rsidR="001F5B4D" w:rsidRPr="001F5B4D" w:rsidRDefault="001F5B4D" w:rsidP="001F5B4D">
      <w:pPr>
        <w:pStyle w:val="ScReferences"/>
      </w:pPr>
      <w:r w:rsidRPr="001F5B4D">
        <w:t>Takeuchi, Y., Tremblay-Boyer, L., Pilling, G.M., Hampton, J. 2016. Assessment of Blue Shark in the Southwestern Pacific. Twelfth Regular Session of the Scientific Committee of the WCPFC. Bali, Indonesia, 3–11 August 2016. WCPFC-SC12-2016/SA-WP-08 Rev1.</w:t>
      </w:r>
    </w:p>
    <w:p w14:paraId="5F1428F8" w14:textId="2BFA2449" w:rsidR="001F5B4D" w:rsidRPr="001F5B4D" w:rsidRDefault="001F5B4D" w:rsidP="001F5B4D">
      <w:pPr>
        <w:pStyle w:val="ScReferences"/>
      </w:pPr>
      <w:r w:rsidRPr="001F5B4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364EDFEF" w14:textId="3C5FD228" w:rsidR="001F5B4D" w:rsidRPr="001F5B4D" w:rsidRDefault="001F5B4D" w:rsidP="001F5B4D">
      <w:pPr>
        <w:pStyle w:val="ScReferences"/>
      </w:pPr>
      <w:r w:rsidRPr="001F5B4D">
        <w:t>WCPFC 2014. North Pacific Swordfish (</w:t>
      </w:r>
      <w:r w:rsidRPr="001F5B4D">
        <w:rPr>
          <w:i/>
        </w:rPr>
        <w:t>Xiphias gladius</w:t>
      </w:r>
      <w:r w:rsidRPr="001F5B4D">
        <w:t xml:space="preserve">) Stock Assessment in 2014. Report of the Billfish Working Group. Tenth Regular Session of the Scientific Committee of the WCPFC. Majuro, Republic of the Marshall Islands, 6–14 August 2014. WCPFC-SC10-2014/ SA-WP-13. </w:t>
      </w:r>
    </w:p>
    <w:p w14:paraId="56E086A1" w14:textId="2D8AB749" w:rsidR="001F5B4D" w:rsidRPr="001F5B4D" w:rsidRDefault="001F5B4D" w:rsidP="001F5B4D">
      <w:pPr>
        <w:pStyle w:val="ScPI"/>
        <w:rPr>
          <w:lang w:val="en-GB"/>
        </w:rPr>
      </w:pPr>
      <w:r w:rsidRPr="001F5B4D">
        <w:rPr>
          <w:lang w:val="en-GB"/>
        </w:rPr>
        <w:lastRenderedPageBreak/>
        <w:t>P.2.1.2 Management strategy</w:t>
      </w:r>
    </w:p>
    <w:p w14:paraId="3DA649B4" w14:textId="2F666498"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0B839011"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42CF36E" w14:textId="3E11399A" w:rsidR="001F5B4D" w:rsidRPr="001F5B4D" w:rsidRDefault="001F5B4D" w:rsidP="001F5B4D">
            <w:pPr>
              <w:pStyle w:val="ScNormal"/>
            </w:pPr>
            <w:r w:rsidRPr="001F5B4D">
              <w:t>2.1.2.a Management strategy in place</w:t>
            </w:r>
          </w:p>
        </w:tc>
      </w:tr>
      <w:tr w:rsidR="001F5B4D" w:rsidRPr="001F5B4D" w14:paraId="4C2EC855" w14:textId="77777777" w:rsidTr="001F5B4D">
        <w:trPr>
          <w:cantSplit/>
        </w:trPr>
        <w:tc>
          <w:tcPr>
            <w:tcW w:w="3080" w:type="dxa"/>
            <w:tcBorders>
              <w:bottom w:val="single" w:sz="4" w:space="0" w:color="auto"/>
            </w:tcBorders>
            <w:shd w:val="clear" w:color="auto" w:fill="B6DDE8"/>
          </w:tcPr>
          <w:p w14:paraId="513A8C21" w14:textId="35DBA3AF"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4E1EB16B" w14:textId="46234924" w:rsidR="001F5B4D" w:rsidRPr="001F5B4D" w:rsidRDefault="001F5B4D" w:rsidP="001F5B4D">
            <w:pPr>
              <w:pStyle w:val="ScSGTableHead"/>
            </w:pPr>
            <w:r w:rsidRPr="001F5B4D">
              <w:t>80 Guidepost</w:t>
            </w:r>
          </w:p>
        </w:tc>
        <w:tc>
          <w:tcPr>
            <w:tcW w:w="3081" w:type="dxa"/>
            <w:tcBorders>
              <w:bottom w:val="single" w:sz="4" w:space="0" w:color="auto"/>
            </w:tcBorders>
            <w:shd w:val="clear" w:color="auto" w:fill="B6DDE8"/>
          </w:tcPr>
          <w:p w14:paraId="0A893123" w14:textId="52B9B861" w:rsidR="001F5B4D" w:rsidRPr="001F5B4D" w:rsidRDefault="001F5B4D" w:rsidP="001F5B4D">
            <w:pPr>
              <w:pStyle w:val="ScSGTableHead"/>
            </w:pPr>
            <w:r w:rsidRPr="001F5B4D">
              <w:t>100 Guidepost</w:t>
            </w:r>
          </w:p>
        </w:tc>
      </w:tr>
      <w:tr w:rsidR="001F5B4D" w:rsidRPr="001F5B4D" w14:paraId="60B1BFB8" w14:textId="77777777" w:rsidTr="001F5B4D">
        <w:trPr>
          <w:cantSplit/>
        </w:trPr>
        <w:tc>
          <w:tcPr>
            <w:tcW w:w="3080" w:type="dxa"/>
            <w:shd w:val="clear" w:color="auto" w:fill="D2FFC3"/>
          </w:tcPr>
          <w:p w14:paraId="39C83CB2" w14:textId="627964E1" w:rsidR="001F5B4D" w:rsidRPr="001F5B4D" w:rsidRDefault="001F5B4D" w:rsidP="001F5B4D">
            <w:pPr>
              <w:pStyle w:val="ScNormal"/>
            </w:pPr>
            <w:r w:rsidRPr="001F5B4D">
              <w:t xml:space="preserve">There are </w:t>
            </w:r>
            <w:r w:rsidRPr="001F5B4D">
              <w:rPr>
                <w:b/>
              </w:rPr>
              <w:t>measures</w:t>
            </w:r>
            <w:r w:rsidRPr="001F5B4D">
              <w:t xml:space="preserve"> in place for the UoA, if necessary, that are expected to maintain or to not hinder rebuilding of the main primary species at/to levels which are likely to be above the PRI.</w:t>
            </w:r>
          </w:p>
        </w:tc>
        <w:tc>
          <w:tcPr>
            <w:tcW w:w="3081" w:type="dxa"/>
            <w:shd w:val="clear" w:color="auto" w:fill="D2FFC3"/>
          </w:tcPr>
          <w:p w14:paraId="51CD4E02" w14:textId="7D65F7F6" w:rsidR="001F5B4D" w:rsidRPr="001F5B4D" w:rsidRDefault="001F5B4D" w:rsidP="001F5B4D">
            <w:pPr>
              <w:pStyle w:val="ScNormal"/>
            </w:pPr>
            <w:r w:rsidRPr="001F5B4D">
              <w:t>There is a</w:t>
            </w:r>
            <w:r w:rsidRPr="001F5B4D">
              <w:rPr>
                <w:b/>
              </w:rPr>
              <w:t xml:space="preserve"> partial strategy</w:t>
            </w:r>
            <w:r w:rsidRPr="001F5B4D">
              <w:t xml:space="preserve"> in place for the UoA, if necessary, that is expected to maintain or to not hinder rebuilding of the main primary species at/to levels which are highly likely to be above the PRI.</w:t>
            </w:r>
          </w:p>
        </w:tc>
        <w:tc>
          <w:tcPr>
            <w:tcW w:w="3081" w:type="dxa"/>
            <w:shd w:val="clear" w:color="auto" w:fill="D2FFC3"/>
          </w:tcPr>
          <w:p w14:paraId="4C36784B" w14:textId="5F52DD6B" w:rsidR="001F5B4D" w:rsidRPr="001F5B4D" w:rsidRDefault="001F5B4D" w:rsidP="001F5B4D">
            <w:pPr>
              <w:pStyle w:val="ScNormal"/>
            </w:pPr>
            <w:r w:rsidRPr="001F5B4D">
              <w:t xml:space="preserve">There is a </w:t>
            </w:r>
            <w:r w:rsidRPr="001F5B4D">
              <w:rPr>
                <w:b/>
              </w:rPr>
              <w:t>strategy</w:t>
            </w:r>
            <w:r w:rsidRPr="001F5B4D">
              <w:t xml:space="preserve"> in place for the UoA for managing main and minor primary species.</w:t>
            </w:r>
          </w:p>
        </w:tc>
      </w:tr>
    </w:tbl>
    <w:p w14:paraId="062DEBC5" w14:textId="1220556E" w:rsidR="001F5B4D" w:rsidRPr="001F5B4D" w:rsidRDefault="001F5B4D" w:rsidP="001F5B4D">
      <w:pPr>
        <w:pStyle w:val="ScBuffer"/>
      </w:pPr>
    </w:p>
    <w:p w14:paraId="7D7A056B" w14:textId="1A5A66BD" w:rsidR="001F5B4D" w:rsidRPr="001F5B4D" w:rsidRDefault="001F5B4D" w:rsidP="001F5B4D">
      <w:pPr>
        <w:pStyle w:val="ScNormal"/>
      </w:pPr>
      <w:bookmarkStart w:id="23" w:name="J212a7FFFF03FF0F01"/>
      <w:r w:rsidRPr="001F5B4D">
        <w:t>There is a harvest strategy for all tuna and tuna-like species, as required under the UN Law of the Sea and UN Fish Stocks Agreement for highly migratory species. The strategy consists of regular assessment and management response to control and limit fishing mortality on the stocks within the RFMO jurisdiction. The objective of the strategy is consistent with maintaining stocks at or above MSY levels, and above the PRI. The strategy also includes the objective to rebuild stocks from below the PRI, although the controls that will be applied to achieve this are not well-defined. Examples of controls used within all jurisdictions include seasonal area closures, overall catch limits and limits on vessel capacity.</w:t>
      </w:r>
    </w:p>
    <w:bookmarkEnd w:id="23"/>
    <w:p w14:paraId="19241E67" w14:textId="048A4E0B"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389AF950"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834B1F0" w14:textId="6B2E98B8" w:rsidR="001F5B4D" w:rsidRPr="001F5B4D" w:rsidRDefault="001F5B4D" w:rsidP="001F5B4D">
            <w:pPr>
              <w:pStyle w:val="ScNormal"/>
            </w:pPr>
            <w:r w:rsidRPr="001F5B4D">
              <w:t>2.1.2.b Management strategy evaluation</w:t>
            </w:r>
          </w:p>
        </w:tc>
      </w:tr>
      <w:tr w:rsidR="001F5B4D" w:rsidRPr="001F5B4D" w14:paraId="7C90689A" w14:textId="77777777" w:rsidTr="001F5B4D">
        <w:trPr>
          <w:cantSplit/>
        </w:trPr>
        <w:tc>
          <w:tcPr>
            <w:tcW w:w="3080" w:type="dxa"/>
            <w:tcBorders>
              <w:bottom w:val="single" w:sz="4" w:space="0" w:color="auto"/>
            </w:tcBorders>
            <w:shd w:val="clear" w:color="auto" w:fill="B6DDE8"/>
          </w:tcPr>
          <w:p w14:paraId="2C5B4396" w14:textId="75A5B3F7"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443C9CF2" w14:textId="70F604F0" w:rsidR="001F5B4D" w:rsidRPr="001F5B4D" w:rsidRDefault="001F5B4D" w:rsidP="001F5B4D">
            <w:pPr>
              <w:pStyle w:val="ScSGTableHead"/>
            </w:pPr>
            <w:r w:rsidRPr="001F5B4D">
              <w:t>80 Guidepost</w:t>
            </w:r>
          </w:p>
        </w:tc>
        <w:tc>
          <w:tcPr>
            <w:tcW w:w="3081" w:type="dxa"/>
            <w:shd w:val="clear" w:color="auto" w:fill="B6DDE8"/>
          </w:tcPr>
          <w:p w14:paraId="645DC661" w14:textId="29284EEB" w:rsidR="001F5B4D" w:rsidRPr="001F5B4D" w:rsidRDefault="001F5B4D" w:rsidP="001F5B4D">
            <w:pPr>
              <w:pStyle w:val="ScSGTableHead"/>
            </w:pPr>
            <w:r w:rsidRPr="001F5B4D">
              <w:t>100 Guidepost</w:t>
            </w:r>
          </w:p>
        </w:tc>
      </w:tr>
      <w:tr w:rsidR="001F5B4D" w:rsidRPr="001F5B4D" w14:paraId="108DB5E5" w14:textId="77777777" w:rsidTr="001F5B4D">
        <w:trPr>
          <w:cantSplit/>
        </w:trPr>
        <w:tc>
          <w:tcPr>
            <w:tcW w:w="3080" w:type="dxa"/>
            <w:shd w:val="clear" w:color="auto" w:fill="D2FFC3"/>
          </w:tcPr>
          <w:p w14:paraId="4B09D554" w14:textId="561BD8FB" w:rsidR="001F5B4D" w:rsidRPr="001F5B4D" w:rsidRDefault="001F5B4D" w:rsidP="001F5B4D">
            <w:pPr>
              <w:pStyle w:val="ScNormal"/>
            </w:pPr>
            <w:r w:rsidRPr="001F5B4D">
              <w:t xml:space="preserve">The measures are considered </w:t>
            </w:r>
            <w:r w:rsidRPr="001F5B4D">
              <w:rPr>
                <w:b/>
              </w:rPr>
              <w:t>likely</w:t>
            </w:r>
            <w:r w:rsidRPr="001F5B4D">
              <w:t xml:space="preserve"> to work, based on plausible argument (e.g., general experience, theory or comparison with similar UoAs/species).</w:t>
            </w:r>
          </w:p>
        </w:tc>
        <w:tc>
          <w:tcPr>
            <w:tcW w:w="3081" w:type="dxa"/>
            <w:shd w:val="clear" w:color="auto" w:fill="D2FFC3"/>
          </w:tcPr>
          <w:p w14:paraId="5349DB3F" w14:textId="390C2FCE" w:rsidR="001F5B4D" w:rsidRPr="001F5B4D" w:rsidRDefault="001F5B4D" w:rsidP="001F5B4D">
            <w:pPr>
              <w:pStyle w:val="ScNormal"/>
            </w:pPr>
            <w:r w:rsidRPr="001F5B4D">
              <w:t xml:space="preserve">There is some </w:t>
            </w:r>
            <w:r w:rsidRPr="001F5B4D">
              <w:rPr>
                <w:b/>
              </w:rPr>
              <w:t>objective basis for confidence</w:t>
            </w:r>
            <w:r w:rsidRPr="001F5B4D">
              <w:t xml:space="preserve"> that the measures/ partial strategy will work, based on some information directly about the UoA and/or species involved.</w:t>
            </w:r>
          </w:p>
        </w:tc>
        <w:tc>
          <w:tcPr>
            <w:tcW w:w="3081" w:type="dxa"/>
          </w:tcPr>
          <w:p w14:paraId="536CD0A9" w14:textId="7E844C5D" w:rsidR="001F5B4D" w:rsidRPr="001F5B4D" w:rsidRDefault="001F5B4D" w:rsidP="001F5B4D">
            <w:pPr>
              <w:pStyle w:val="ScNormal"/>
            </w:pPr>
            <w:r w:rsidRPr="001F5B4D">
              <w:rPr>
                <w:b/>
              </w:rPr>
              <w:t>Testing</w:t>
            </w:r>
            <w:r w:rsidRPr="001F5B4D">
              <w:t xml:space="preserve"> supports </w:t>
            </w:r>
            <w:r w:rsidRPr="001F5B4D">
              <w:rPr>
                <w:b/>
              </w:rPr>
              <w:t>high confidence</w:t>
            </w:r>
            <w:r w:rsidRPr="001F5B4D">
              <w:t xml:space="preserve"> that the partial strategy/ strategy will work, based on information directly about the UoA and/or species involved.</w:t>
            </w:r>
          </w:p>
        </w:tc>
      </w:tr>
    </w:tbl>
    <w:p w14:paraId="48E0A32F" w14:textId="117C814B" w:rsidR="001F5B4D" w:rsidRPr="001F5B4D" w:rsidRDefault="001F5B4D" w:rsidP="001F5B4D">
      <w:pPr>
        <w:pStyle w:val="ScBuffer"/>
      </w:pPr>
    </w:p>
    <w:p w14:paraId="7078D1EA" w14:textId="6AFACFA1" w:rsidR="001F5B4D" w:rsidRPr="001F5B4D" w:rsidRDefault="001F5B4D" w:rsidP="001F5B4D">
      <w:pPr>
        <w:pStyle w:val="ScNormal"/>
      </w:pPr>
      <w:bookmarkStart w:id="24" w:name="J212b7FFFF03FF0F01"/>
      <w:r w:rsidRPr="001F5B4D">
        <w:t>There is some objective basis for confidence that the strategy will work for most, but not all stocks. There has been a response to stock status, but the response has been slow and in some cases, lacks evidence that the management controls so far have been effective in achieving outcomes consistent with B</w:t>
      </w:r>
      <w:r w:rsidRPr="001F5B4D">
        <w:rPr>
          <w:vertAlign w:val="subscript"/>
        </w:rPr>
        <w:t>MSY</w:t>
      </w:r>
      <w:r w:rsidRPr="001F5B4D">
        <w:t xml:space="preserve"> or able to maintain the stock above the PRI. Stock assessments are conducted or attempted on all tuna stocks and these provide an objective basis for assessing whether the current strategy will work. Although the stocks are monitored, parts of the strategy are not well-defined and have therefore not been tested, which limits the confidence that they will continue to work.</w:t>
      </w:r>
    </w:p>
    <w:p w14:paraId="550F7E16" w14:textId="042B1CD0" w:rsidR="001F5B4D" w:rsidRPr="001F5B4D" w:rsidRDefault="001F5B4D" w:rsidP="001F5B4D">
      <w:pPr>
        <w:pStyle w:val="ScNormal"/>
      </w:pPr>
      <w:bookmarkStart w:id="25" w:name="J212b7C00003FF0204"/>
      <w:bookmarkEnd w:id="24"/>
      <w:r w:rsidRPr="001F5B4D">
        <w:t>For eastern Pacific skipjack, yellowfin and bigeye, there is an objective basis for confidence that the strategy will maintain stocks above their PRI. There has been a long term reduction in fishing capacity and limits are applied on catches of the more vulnerable species, which also provides some protection for more robust stocks. Bigeye is the most vulnerable tropical species and has declined below MSY, but is likely above the PRI. Based on stock assessments, there is some basis for confidence that this will continue to be achieved and therefore that the strategy will work.</w:t>
      </w:r>
    </w:p>
    <w:p w14:paraId="04FCF982" w14:textId="33C1CF50" w:rsidR="001F5B4D" w:rsidRPr="001F5B4D" w:rsidRDefault="001F5B4D" w:rsidP="001F5B4D">
      <w:pPr>
        <w:pStyle w:val="ScNormal"/>
      </w:pPr>
      <w:bookmarkStart w:id="26" w:name="J212b1F80003FF0305"/>
      <w:bookmarkEnd w:id="25"/>
      <w:r w:rsidRPr="001F5B4D">
        <w:t>For North Pacific albacore, current levels of fishing activity seem highly likely to maintain the stock above the PRI. There is evidence that the stock increased after a period of low recruitment with concomitant changes in fishing mortality.</w:t>
      </w:r>
    </w:p>
    <w:p w14:paraId="2D3AF36D" w14:textId="6266F296" w:rsidR="001F5B4D" w:rsidRPr="001F5B4D" w:rsidRDefault="001F5B4D" w:rsidP="001F5B4D">
      <w:pPr>
        <w:pStyle w:val="ScNormal"/>
      </w:pPr>
      <w:bookmarkStart w:id="27" w:name="J212b1F80003FF0306"/>
      <w:bookmarkEnd w:id="26"/>
      <w:r w:rsidRPr="001F5B4D">
        <w:t xml:space="preserve">For South Pacific albacore, current levels of fishing activity seem highly likely to maintain the stock well above the PRI. Countries undertake to control catches mainly through effort limits and limits on capacity (i.e. number of vessels targeting albacore). Countries are required to monitor and report </w:t>
      </w:r>
      <w:r w:rsidRPr="001F5B4D">
        <w:lastRenderedPageBreak/>
        <w:t>catches and fishing activities, and fishing activity targeting albacore appears to be well monitored. Given the state of the stock, currently evidence indicates controls are working and achieving conservation objectives.</w:t>
      </w:r>
    </w:p>
    <w:bookmarkEnd w:id="27"/>
    <w:p w14:paraId="22755C01" w14:textId="48CB54B2"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4C5317C2"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5C75D4D" w14:textId="75148D8C" w:rsidR="001F5B4D" w:rsidRPr="001F5B4D" w:rsidRDefault="001F5B4D" w:rsidP="001F5B4D">
            <w:pPr>
              <w:pStyle w:val="ScNormal"/>
            </w:pPr>
            <w:r w:rsidRPr="001F5B4D">
              <w:t>2.1.2.c Management strategy implementation</w:t>
            </w:r>
          </w:p>
        </w:tc>
      </w:tr>
      <w:tr w:rsidR="001F5B4D" w:rsidRPr="001F5B4D" w14:paraId="22B72DD3" w14:textId="77777777" w:rsidTr="001F5B4D">
        <w:trPr>
          <w:cantSplit/>
        </w:trPr>
        <w:tc>
          <w:tcPr>
            <w:tcW w:w="3080" w:type="dxa"/>
            <w:tcBorders>
              <w:bottom w:val="single" w:sz="4" w:space="0" w:color="auto"/>
            </w:tcBorders>
            <w:shd w:val="clear" w:color="auto" w:fill="B6DDE8"/>
          </w:tcPr>
          <w:p w14:paraId="2AC33D94" w14:textId="30871DA9"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1F1E10EA" w14:textId="4A89A227" w:rsidR="001F5B4D" w:rsidRPr="001F5B4D" w:rsidRDefault="001F5B4D" w:rsidP="001F5B4D">
            <w:pPr>
              <w:pStyle w:val="ScSGTableHead"/>
            </w:pPr>
            <w:r w:rsidRPr="001F5B4D">
              <w:t>80 Guidepost</w:t>
            </w:r>
          </w:p>
        </w:tc>
        <w:tc>
          <w:tcPr>
            <w:tcW w:w="3081" w:type="dxa"/>
            <w:shd w:val="clear" w:color="auto" w:fill="B6DDE8"/>
          </w:tcPr>
          <w:p w14:paraId="5F7B92AF" w14:textId="1D1E9021" w:rsidR="001F5B4D" w:rsidRPr="001F5B4D" w:rsidRDefault="001F5B4D" w:rsidP="001F5B4D">
            <w:pPr>
              <w:pStyle w:val="ScSGTableHead"/>
            </w:pPr>
            <w:r w:rsidRPr="001F5B4D">
              <w:t>100 Guidepost</w:t>
            </w:r>
          </w:p>
        </w:tc>
      </w:tr>
      <w:tr w:rsidR="001F5B4D" w:rsidRPr="001F5B4D" w14:paraId="2281360D" w14:textId="77777777" w:rsidTr="001F5B4D">
        <w:trPr>
          <w:cantSplit/>
        </w:trPr>
        <w:tc>
          <w:tcPr>
            <w:tcW w:w="3080" w:type="dxa"/>
            <w:shd w:val="clear" w:color="auto" w:fill="D2FFC3"/>
          </w:tcPr>
          <w:p w14:paraId="6865C0DB" w14:textId="77777777" w:rsidR="001F5B4D" w:rsidRPr="001F5B4D" w:rsidRDefault="001F5B4D" w:rsidP="001F5B4D">
            <w:pPr>
              <w:pStyle w:val="ScNormal"/>
            </w:pPr>
          </w:p>
        </w:tc>
        <w:tc>
          <w:tcPr>
            <w:tcW w:w="3081" w:type="dxa"/>
            <w:shd w:val="clear" w:color="auto" w:fill="D2FFC3"/>
          </w:tcPr>
          <w:p w14:paraId="22A47D28" w14:textId="0B0D9F7C" w:rsidR="001F5B4D" w:rsidRPr="001F5B4D" w:rsidRDefault="001F5B4D" w:rsidP="001F5B4D">
            <w:pPr>
              <w:pStyle w:val="ScNormal"/>
            </w:pPr>
            <w:r w:rsidRPr="001F5B4D">
              <w:t>There is</w:t>
            </w:r>
            <w:r w:rsidRPr="001F5B4D">
              <w:rPr>
                <w:b/>
              </w:rPr>
              <w:t xml:space="preserve"> some evidence</w:t>
            </w:r>
            <w:r w:rsidRPr="001F5B4D">
              <w:t xml:space="preserve"> that the measures/ partial strategy is being </w:t>
            </w:r>
            <w:r w:rsidRPr="001F5B4D">
              <w:rPr>
                <w:b/>
              </w:rPr>
              <w:t>implemented successfully.</w:t>
            </w:r>
          </w:p>
        </w:tc>
        <w:tc>
          <w:tcPr>
            <w:tcW w:w="3081" w:type="dxa"/>
          </w:tcPr>
          <w:p w14:paraId="1B623B14" w14:textId="5C60A961" w:rsidR="001F5B4D" w:rsidRPr="001F5B4D" w:rsidRDefault="001F5B4D" w:rsidP="001F5B4D">
            <w:pPr>
              <w:pStyle w:val="ScNormal"/>
            </w:pPr>
            <w:r w:rsidRPr="001F5B4D">
              <w:t xml:space="preserve">There is </w:t>
            </w:r>
            <w:r w:rsidRPr="001F5B4D">
              <w:rPr>
                <w:b/>
              </w:rPr>
              <w:t>clear evidence</w:t>
            </w:r>
            <w:r w:rsidRPr="001F5B4D">
              <w:t xml:space="preserve"> that the partial strategy/ strategy is being</w:t>
            </w:r>
            <w:r w:rsidRPr="001F5B4D">
              <w:rPr>
                <w:b/>
              </w:rPr>
              <w:t xml:space="preserve"> implemented successfully and is achieving its overall objective as set out in scoring issue (a).</w:t>
            </w:r>
          </w:p>
        </w:tc>
      </w:tr>
    </w:tbl>
    <w:p w14:paraId="3B7D09C1" w14:textId="167F471C" w:rsidR="001F5B4D" w:rsidRPr="001F5B4D" w:rsidRDefault="001F5B4D" w:rsidP="001F5B4D">
      <w:pPr>
        <w:pStyle w:val="ScBuffer"/>
      </w:pPr>
    </w:p>
    <w:p w14:paraId="2BD7C9E6" w14:textId="654C51F1" w:rsidR="001F5B4D" w:rsidRPr="001F5B4D" w:rsidRDefault="001F5B4D" w:rsidP="001F5B4D">
      <w:pPr>
        <w:pStyle w:val="ScNormal"/>
      </w:pPr>
      <w:bookmarkStart w:id="28" w:name="J212c7FFFF03FF0F01"/>
      <w:r w:rsidRPr="001F5B4D">
        <w:t>There is some evidence that the strategies are being implemented successfully for all fisheries. All RFMOs operate a partial observer programme and VMS for larger vessels. Most landings are monitored to enforce TACs. These data amount to some evidence, meeting SG80. However, not all fleets are monitored, and there are substantial gaps in data. In addition, it is not clear that all fisheries within each jurisdiction are meeting their objectives, so SG100 is not met.</w:t>
      </w:r>
    </w:p>
    <w:bookmarkEnd w:id="28"/>
    <w:p w14:paraId="3BF07BFE" w14:textId="2FA5BD7C"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41B648B6"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055AC0E" w14:textId="70B43AFF" w:rsidR="001F5B4D" w:rsidRPr="001F5B4D" w:rsidRDefault="001F5B4D" w:rsidP="001F5B4D">
            <w:pPr>
              <w:pStyle w:val="ScNormal"/>
            </w:pPr>
            <w:r w:rsidRPr="001F5B4D">
              <w:t>2.1.2.d Shark finning</w:t>
            </w:r>
          </w:p>
        </w:tc>
      </w:tr>
      <w:tr w:rsidR="001F5B4D" w:rsidRPr="001F5B4D" w14:paraId="04992B01" w14:textId="77777777" w:rsidTr="001F5B4D">
        <w:trPr>
          <w:cantSplit/>
        </w:trPr>
        <w:tc>
          <w:tcPr>
            <w:tcW w:w="3080" w:type="dxa"/>
            <w:shd w:val="clear" w:color="auto" w:fill="B6DDE8"/>
          </w:tcPr>
          <w:p w14:paraId="09104DBB" w14:textId="4D484F0F" w:rsidR="001F5B4D" w:rsidRPr="001F5B4D" w:rsidRDefault="001F5B4D" w:rsidP="001F5B4D">
            <w:pPr>
              <w:pStyle w:val="ScSGTableHead"/>
            </w:pPr>
            <w:r w:rsidRPr="001F5B4D">
              <w:t>60 Guidepost</w:t>
            </w:r>
          </w:p>
        </w:tc>
        <w:tc>
          <w:tcPr>
            <w:tcW w:w="3081" w:type="dxa"/>
            <w:shd w:val="clear" w:color="auto" w:fill="B6DDE8"/>
          </w:tcPr>
          <w:p w14:paraId="5182A9B8" w14:textId="6A0DC731" w:rsidR="001F5B4D" w:rsidRPr="001F5B4D" w:rsidRDefault="001F5B4D" w:rsidP="001F5B4D">
            <w:pPr>
              <w:pStyle w:val="ScSGTableHead"/>
            </w:pPr>
            <w:r w:rsidRPr="001F5B4D">
              <w:t>80 Guidepost</w:t>
            </w:r>
          </w:p>
        </w:tc>
        <w:tc>
          <w:tcPr>
            <w:tcW w:w="3081" w:type="dxa"/>
            <w:shd w:val="clear" w:color="auto" w:fill="B6DDE8"/>
          </w:tcPr>
          <w:p w14:paraId="1CB5C6D2" w14:textId="2D9F8D5A" w:rsidR="001F5B4D" w:rsidRPr="001F5B4D" w:rsidRDefault="001F5B4D" w:rsidP="001F5B4D">
            <w:pPr>
              <w:pStyle w:val="ScSGTableHead"/>
            </w:pPr>
            <w:r w:rsidRPr="001F5B4D">
              <w:t>100 Guidepost</w:t>
            </w:r>
          </w:p>
        </w:tc>
      </w:tr>
      <w:tr w:rsidR="001F5B4D" w:rsidRPr="001F5B4D" w14:paraId="69B1C995" w14:textId="77777777" w:rsidTr="001F5B4D">
        <w:trPr>
          <w:cantSplit/>
        </w:trPr>
        <w:tc>
          <w:tcPr>
            <w:tcW w:w="3080" w:type="dxa"/>
          </w:tcPr>
          <w:p w14:paraId="03136822" w14:textId="2C025BFC" w:rsidR="001F5B4D" w:rsidRPr="001F5B4D" w:rsidRDefault="001F5B4D" w:rsidP="001F5B4D">
            <w:pPr>
              <w:pStyle w:val="ScNormal"/>
            </w:pPr>
            <w:r w:rsidRPr="001F5B4D">
              <w:t>It is</w:t>
            </w:r>
            <w:r w:rsidRPr="001F5B4D">
              <w:rPr>
                <w:b/>
              </w:rPr>
              <w:t xml:space="preserve"> likely</w:t>
            </w:r>
            <w:r w:rsidRPr="001F5B4D">
              <w:t xml:space="preserve"> that shark finning is not taking place.</w:t>
            </w:r>
          </w:p>
        </w:tc>
        <w:tc>
          <w:tcPr>
            <w:tcW w:w="3081" w:type="dxa"/>
          </w:tcPr>
          <w:p w14:paraId="1A8E9E9F" w14:textId="219DFC43" w:rsidR="001F5B4D" w:rsidRPr="001F5B4D" w:rsidRDefault="001F5B4D" w:rsidP="001F5B4D">
            <w:pPr>
              <w:pStyle w:val="ScNormal"/>
            </w:pPr>
            <w:r w:rsidRPr="001F5B4D">
              <w:t xml:space="preserve">It is </w:t>
            </w:r>
            <w:r w:rsidRPr="001F5B4D">
              <w:rPr>
                <w:b/>
              </w:rPr>
              <w:t>highly likely</w:t>
            </w:r>
            <w:r w:rsidRPr="001F5B4D">
              <w:t xml:space="preserve"> that shark finning is not taking place.</w:t>
            </w:r>
          </w:p>
        </w:tc>
        <w:tc>
          <w:tcPr>
            <w:tcW w:w="3081" w:type="dxa"/>
          </w:tcPr>
          <w:p w14:paraId="6C67EB11" w14:textId="59F0CAA7" w:rsidR="001F5B4D" w:rsidRPr="001F5B4D" w:rsidRDefault="001F5B4D" w:rsidP="001F5B4D">
            <w:pPr>
              <w:pStyle w:val="ScNormal"/>
            </w:pPr>
            <w:r w:rsidRPr="001F5B4D">
              <w:t xml:space="preserve">There is a </w:t>
            </w:r>
            <w:r w:rsidRPr="001F5B4D">
              <w:rPr>
                <w:b/>
              </w:rPr>
              <w:t>high degree of certainty</w:t>
            </w:r>
            <w:r w:rsidRPr="001F5B4D">
              <w:t xml:space="preserve"> that shark finning is not taking place.</w:t>
            </w:r>
          </w:p>
        </w:tc>
      </w:tr>
    </w:tbl>
    <w:p w14:paraId="046307B5" w14:textId="59CA2325" w:rsidR="001F5B4D" w:rsidRPr="001F5B4D" w:rsidRDefault="001F5B4D" w:rsidP="001F5B4D">
      <w:pPr>
        <w:pStyle w:val="ScBuffer"/>
      </w:pPr>
    </w:p>
    <w:p w14:paraId="3AB3214D" w14:textId="4607BB34" w:rsidR="001F5B4D" w:rsidRPr="001F5B4D" w:rsidRDefault="001F5B4D" w:rsidP="001F5B4D">
      <w:pPr>
        <w:pStyle w:val="ScNormal"/>
      </w:pPr>
      <w:bookmarkStart w:id="29" w:name="J212d7FFFF03FF0F01"/>
      <w:r w:rsidRPr="001F5B4D">
        <w:t>None of the primary species considered here are sharks, so shark fining is not relevant.</w:t>
      </w:r>
    </w:p>
    <w:bookmarkEnd w:id="29"/>
    <w:p w14:paraId="31A5868B" w14:textId="09EF0DAC"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7DE03D94"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F9E1032" w14:textId="5FD960A0" w:rsidR="001F5B4D" w:rsidRPr="001F5B4D" w:rsidRDefault="001F5B4D" w:rsidP="001F5B4D">
            <w:pPr>
              <w:pStyle w:val="ScNormal"/>
            </w:pPr>
            <w:r w:rsidRPr="001F5B4D">
              <w:t>2.1.2.e Review of alternative measures</w:t>
            </w:r>
          </w:p>
        </w:tc>
      </w:tr>
      <w:tr w:rsidR="001F5B4D" w:rsidRPr="001F5B4D" w14:paraId="7E8C7C90" w14:textId="77777777" w:rsidTr="001F5B4D">
        <w:trPr>
          <w:cantSplit/>
        </w:trPr>
        <w:tc>
          <w:tcPr>
            <w:tcW w:w="3080" w:type="dxa"/>
            <w:tcBorders>
              <w:bottom w:val="single" w:sz="4" w:space="0" w:color="auto"/>
            </w:tcBorders>
            <w:shd w:val="clear" w:color="auto" w:fill="B6DDE8"/>
          </w:tcPr>
          <w:p w14:paraId="1EA75ACB" w14:textId="315CC6EC"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1552D353" w14:textId="4F481BAF" w:rsidR="001F5B4D" w:rsidRPr="001F5B4D" w:rsidRDefault="001F5B4D" w:rsidP="001F5B4D">
            <w:pPr>
              <w:pStyle w:val="ScSGTableHead"/>
            </w:pPr>
            <w:r w:rsidRPr="001F5B4D">
              <w:t>80 Guidepost</w:t>
            </w:r>
          </w:p>
        </w:tc>
        <w:tc>
          <w:tcPr>
            <w:tcW w:w="3081" w:type="dxa"/>
            <w:shd w:val="clear" w:color="auto" w:fill="B6DDE8"/>
          </w:tcPr>
          <w:p w14:paraId="2581C5C2" w14:textId="1C5ADB26" w:rsidR="001F5B4D" w:rsidRPr="001F5B4D" w:rsidRDefault="001F5B4D" w:rsidP="001F5B4D">
            <w:pPr>
              <w:pStyle w:val="ScSGTableHead"/>
            </w:pPr>
            <w:r w:rsidRPr="001F5B4D">
              <w:t>100 Guidepost</w:t>
            </w:r>
          </w:p>
        </w:tc>
      </w:tr>
      <w:tr w:rsidR="001F5B4D" w:rsidRPr="001F5B4D" w14:paraId="1FCCAB02" w14:textId="77777777" w:rsidTr="001F5B4D">
        <w:trPr>
          <w:cantSplit/>
        </w:trPr>
        <w:tc>
          <w:tcPr>
            <w:tcW w:w="3080" w:type="dxa"/>
            <w:shd w:val="clear" w:color="auto" w:fill="D2FFC3"/>
          </w:tcPr>
          <w:p w14:paraId="6E939F63" w14:textId="6495FAB9" w:rsidR="001F5B4D" w:rsidRPr="001F5B4D" w:rsidRDefault="001F5B4D" w:rsidP="001F5B4D">
            <w:pPr>
              <w:pStyle w:val="ScNormal"/>
            </w:pPr>
            <w:r w:rsidRPr="001F5B4D">
              <w:t>There is a review of the potential effectiveness and practicality of alternative measures to minimise UoA-related mortality of unwanted catch of main primary species.</w:t>
            </w:r>
          </w:p>
        </w:tc>
        <w:tc>
          <w:tcPr>
            <w:tcW w:w="3081" w:type="dxa"/>
            <w:shd w:val="clear" w:color="auto" w:fill="D2FFC3"/>
          </w:tcPr>
          <w:p w14:paraId="30569B91" w14:textId="4CF5E422" w:rsidR="001F5B4D" w:rsidRPr="001F5B4D" w:rsidRDefault="001F5B4D" w:rsidP="001F5B4D">
            <w:pPr>
              <w:pStyle w:val="ScNormal"/>
            </w:pPr>
            <w:r w:rsidRPr="001F5B4D">
              <w:t xml:space="preserve">There is a </w:t>
            </w:r>
            <w:r w:rsidRPr="001F5B4D">
              <w:rPr>
                <w:b/>
              </w:rPr>
              <w:t>regular</w:t>
            </w:r>
            <w:r w:rsidRPr="001F5B4D">
              <w:t xml:space="preserve"> review of the potential effectiveness and practicality of alternative measures to minimise UoA-related mortality of unwanted catch of main primary species and they are implemented as appropriate.</w:t>
            </w:r>
          </w:p>
        </w:tc>
        <w:tc>
          <w:tcPr>
            <w:tcW w:w="3081" w:type="dxa"/>
          </w:tcPr>
          <w:p w14:paraId="059AD43C" w14:textId="6B138082" w:rsidR="001F5B4D" w:rsidRPr="001F5B4D" w:rsidRDefault="001F5B4D" w:rsidP="001F5B4D">
            <w:pPr>
              <w:pStyle w:val="ScNormal"/>
            </w:pPr>
            <w:r w:rsidRPr="001F5B4D">
              <w:t xml:space="preserve">There is a </w:t>
            </w:r>
            <w:r w:rsidRPr="001F5B4D">
              <w:rPr>
                <w:b/>
              </w:rPr>
              <w:t>biennial</w:t>
            </w:r>
            <w:r w:rsidRPr="001F5B4D">
              <w:t xml:space="preserve"> review of the potential effectiveness and practicality of alternative measures to minimise UoA-related mortality of unwanted catch of all primary species, and they are implemented, as appropriate.</w:t>
            </w:r>
          </w:p>
        </w:tc>
      </w:tr>
    </w:tbl>
    <w:p w14:paraId="32EC2A32" w14:textId="28737DA4" w:rsidR="001F5B4D" w:rsidRPr="001F5B4D" w:rsidRDefault="001F5B4D" w:rsidP="001F5B4D">
      <w:pPr>
        <w:pStyle w:val="ScBuffer"/>
      </w:pPr>
    </w:p>
    <w:p w14:paraId="71A7CB06" w14:textId="48CEF0C4" w:rsidR="001F5B4D" w:rsidRPr="001F5B4D" w:rsidRDefault="001F5B4D" w:rsidP="001F5B4D">
      <w:pPr>
        <w:pStyle w:val="ScNormal"/>
      </w:pPr>
      <w:bookmarkStart w:id="30" w:name="J212e7FFFF03FF0F01"/>
      <w:r w:rsidRPr="001F5B4D">
        <w:t>Primary species are not usually discarded. Small fish may be discarded and excessive catches may exceed processing capacity aboard vessels. Discarding is regularly considered in RFMO meetings, but these focus on perceived high-risk issues, primarily unwanted catch of secondary and ETP species (see PI 2.2.2).</w:t>
      </w:r>
    </w:p>
    <w:bookmarkEnd w:id="30"/>
    <w:p w14:paraId="45F75FD3" w14:textId="3A13F2C9" w:rsidR="001F5B4D" w:rsidRPr="001F5B4D" w:rsidRDefault="001F5B4D" w:rsidP="001F5B4D">
      <w:pPr>
        <w:pStyle w:val="ScScore"/>
      </w:pPr>
      <w:r w:rsidRPr="001F5B4D">
        <w:lastRenderedPageBreak/>
        <w:t>All SG60 and SG80 were met, and 1 out of 4 SG100 were met.</w:t>
      </w:r>
    </w:p>
    <w:p w14:paraId="2A55E6FB" w14:textId="3B04D798" w:rsidR="001F5B4D" w:rsidRPr="001F5B4D" w:rsidRDefault="001F5B4D" w:rsidP="001F5B4D">
      <w:pPr>
        <w:pStyle w:val="ScScore"/>
      </w:pPr>
      <w:r w:rsidRPr="001F5B4D">
        <w:t>PI 2.1.2 : 85</w:t>
      </w:r>
    </w:p>
    <w:p w14:paraId="43CFC50D" w14:textId="3CF8EA88" w:rsidR="001F5B4D" w:rsidRPr="001F5B4D" w:rsidRDefault="001F5B4D" w:rsidP="001F5B4D">
      <w:pPr>
        <w:pStyle w:val="ScSI"/>
        <w:rPr>
          <w:lang w:val="en-GB"/>
        </w:rPr>
      </w:pPr>
      <w:r w:rsidRPr="001F5B4D">
        <w:rPr>
          <w:lang w:val="en-GB"/>
        </w:rPr>
        <w:t>References</w:t>
      </w:r>
    </w:p>
    <w:p w14:paraId="344A383A" w14:textId="6822E90C" w:rsidR="001F5B4D" w:rsidRPr="001F5B4D" w:rsidRDefault="001F5B4D" w:rsidP="001F5B4D">
      <w:pPr>
        <w:pStyle w:val="ScReferences"/>
      </w:pPr>
      <w:r w:rsidRPr="001F5B4D">
        <w:t>Hoyle, S., Hampton, J. Davies, N. 2012. Stock assessment of albacore tuna in the south Pacific Ocean. Eighth Regular Session of the Scientific Committee, 7-15 August 2012, Busan, Republic of Korea. WCPFC-SC8-2012/SA-WP-04-REV1.</w:t>
      </w:r>
    </w:p>
    <w:p w14:paraId="1E5362E1" w14:textId="5CB6F45D" w:rsidR="001F5B4D" w:rsidRPr="001F5B4D" w:rsidRDefault="001F5B4D" w:rsidP="001F5B4D">
      <w:pPr>
        <w:pStyle w:val="ScReferences"/>
      </w:pPr>
      <w:r w:rsidRPr="001F5B4D">
        <w:t>IATTC 2014. Tunas and Billfishes in the Eastern Pacific Ocean In 2013. Inter-American Tropical Tuna Commission, La Jolla, California, 2014. Fishery Status Report No. 12.</w:t>
      </w:r>
    </w:p>
    <w:p w14:paraId="71C98BAB" w14:textId="0BAA65BC" w:rsidR="001F5B4D" w:rsidRPr="001F5B4D" w:rsidRDefault="001F5B4D" w:rsidP="001F5B4D">
      <w:pPr>
        <w:pStyle w:val="ScReferences"/>
      </w:pPr>
      <w:r w:rsidRPr="001F5B4D">
        <w:t>IATTC 2013. Multiannual Program for the Conservation of Tuna in the Eastern Pacific Ocean during 2014-2016. 85th Meeting of the Inter-American Tropical Tuna Commission, Veracruz (Mexico), 10–14 June 2013. Resolution C-13-01.</w:t>
      </w:r>
    </w:p>
    <w:p w14:paraId="230D86CF" w14:textId="7A0A4DAA" w:rsidR="001F5B4D" w:rsidRPr="001F5B4D" w:rsidRDefault="001F5B4D" w:rsidP="001F5B4D">
      <w:pPr>
        <w:pStyle w:val="ScReferences"/>
      </w:pPr>
      <w:r w:rsidRPr="001F5B4D">
        <w:t>ICCAT 2017. Basic Texts. International Commission for the Conservation of Atlantic Tunas. 6</w:t>
      </w:r>
      <w:r w:rsidRPr="001F5B4D">
        <w:rPr>
          <w:vertAlign w:val="superscript"/>
        </w:rPr>
        <w:t>th</w:t>
      </w:r>
      <w:r w:rsidRPr="001F5B4D">
        <w:t xml:space="preserve"> Revision. Madrid, Spain.</w:t>
      </w:r>
    </w:p>
    <w:p w14:paraId="03181481" w14:textId="56B281A0" w:rsidR="001F5B4D" w:rsidRPr="001F5B4D" w:rsidRDefault="001F5B4D" w:rsidP="001F5B4D">
      <w:pPr>
        <w:pStyle w:val="ScReferences"/>
      </w:pPr>
      <w:r w:rsidRPr="001F5B4D">
        <w:t>ICCAT 2011. Recommendation by ICCAT on a Multi-Annual Conservation and Management Program for Bigeye and Yellowfin Tunas. Rec. 11-01.</w:t>
      </w:r>
    </w:p>
    <w:p w14:paraId="1923B7EF" w14:textId="575E51A3" w:rsidR="001F5B4D" w:rsidRPr="001F5B4D" w:rsidRDefault="001F5B4D" w:rsidP="001F5B4D">
      <w:pPr>
        <w:pStyle w:val="ScReferences"/>
      </w:pPr>
      <w:r w:rsidRPr="001F5B4D">
        <w:t>ICCAT 2014. Report of the Standing Committee on Research and Statistics (SCRS). Madrid, Spain, 29 September–3 October 2014.</w:t>
      </w:r>
    </w:p>
    <w:p w14:paraId="586ECB48" w14:textId="25647BF9" w:rsidR="001F5B4D" w:rsidRPr="001F5B4D" w:rsidRDefault="001F5B4D" w:rsidP="001F5B4D">
      <w:pPr>
        <w:pStyle w:val="ScReferences"/>
      </w:pPr>
      <w:r w:rsidRPr="001F5B4D">
        <w:t>IOTC 2013. Report of the Fifteenth Session of the IOTC Working Party on Tropical Tunas. San Sebastian, Spain, 23–28 October 2013. IOTC–2013–WPTT15–R[E].</w:t>
      </w:r>
    </w:p>
    <w:p w14:paraId="1AF4CEBC" w14:textId="236BF2F7" w:rsidR="001F5B4D" w:rsidRPr="001F5B4D" w:rsidRDefault="001F5B4D" w:rsidP="001F5B4D">
      <w:pPr>
        <w:pStyle w:val="ScReferences"/>
      </w:pPr>
      <w:r w:rsidRPr="001F5B4D">
        <w:t>IOTC 2014. Report of the Eighteenth Session of the Indian Ocean Tuna Commission. Colombo, Sri Lanka, 1–5 June 2014. IOTC–2014–S18–R[E].</w:t>
      </w:r>
    </w:p>
    <w:p w14:paraId="7F54AD7E" w14:textId="3EF216B5" w:rsidR="001F5B4D" w:rsidRPr="001F5B4D" w:rsidRDefault="001F5B4D" w:rsidP="001F5B4D">
      <w:pPr>
        <w:pStyle w:val="ScReferences"/>
      </w:pPr>
      <w:r w:rsidRPr="001F5B4D">
        <w:t>IOTC 2015. Resolution 15/10 on Target and Limit Reference Points and a Decision Framework. Indian Ocean Tuna Commission.</w:t>
      </w:r>
    </w:p>
    <w:p w14:paraId="685DEAB4" w14:textId="42800606" w:rsidR="001F5B4D" w:rsidRPr="001F5B4D" w:rsidRDefault="001F5B4D" w:rsidP="001F5B4D">
      <w:pPr>
        <w:pStyle w:val="ScReferences"/>
      </w:pPr>
      <w:r w:rsidRPr="001F5B4D">
        <w:t>IOTC 2014. Report of the Fifth Session of the IOTC Working Party on Temperate Tunas. Busan, Republic of Korea, 28–31 July 2014. IOTC–2014–WPTmT05–R[E].</w:t>
      </w:r>
    </w:p>
    <w:p w14:paraId="4473EEC5" w14:textId="290F42B5" w:rsidR="001F5B4D" w:rsidRPr="001F5B4D" w:rsidRDefault="001F5B4D" w:rsidP="001F5B4D">
      <w:pPr>
        <w:pStyle w:val="ScReferences"/>
      </w:pPr>
      <w:r w:rsidRPr="001F5B4D">
        <w:t>ISC 2014. Stock Assessment of Albacore in the North Pacific Ocean in 2014. Report of the Albacore Working Group. International Scientific Committee for Tuna and Tuna-like Species in the North Pacific Ocean. Taipei, Taiwan, 16–21 July 2014. ISC14/Annex11.</w:t>
      </w:r>
    </w:p>
    <w:p w14:paraId="497EEBBA" w14:textId="7FF1D846" w:rsidR="001F5B4D" w:rsidRPr="001F5B4D" w:rsidRDefault="001F5B4D" w:rsidP="001F5B4D">
      <w:pPr>
        <w:pStyle w:val="ScReferences"/>
      </w:pPr>
      <w:r w:rsidRPr="001F5B4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7C03000B" w14:textId="45A7D79A" w:rsidR="001F5B4D" w:rsidRPr="001F5B4D" w:rsidRDefault="001F5B4D" w:rsidP="001F5B4D">
      <w:pPr>
        <w:pStyle w:val="ScReferences"/>
      </w:pPr>
      <w:r w:rsidRPr="001F5B4D">
        <w:t>WCPFC 2013. Conservation and Management Measure for Bigeye, Yellowfin and Skipjack Tuna in the Western and Central Pacific Ocean. Tenth Regular Session of the Western and Central Pacific Fisheries Commission, Cairns, Australia, 2–6 December 2013. CMM-2013-01.</w:t>
      </w:r>
    </w:p>
    <w:p w14:paraId="5307008B" w14:textId="060EE104" w:rsidR="001F5B4D" w:rsidRPr="001F5B4D" w:rsidRDefault="001F5B4D" w:rsidP="001F5B4D">
      <w:pPr>
        <w:pStyle w:val="ScPI"/>
        <w:rPr>
          <w:lang w:val="en-GB"/>
        </w:rPr>
      </w:pPr>
      <w:r w:rsidRPr="001F5B4D">
        <w:rPr>
          <w:lang w:val="en-GB"/>
        </w:rPr>
        <w:lastRenderedPageBreak/>
        <w:t>P.2.1.3 Information</w:t>
      </w:r>
    </w:p>
    <w:p w14:paraId="03DB1818" w14:textId="073808B2"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51844785"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863AA2" w14:textId="29ED7876" w:rsidR="001F5B4D" w:rsidRPr="001F5B4D" w:rsidRDefault="001F5B4D" w:rsidP="001F5B4D">
            <w:pPr>
              <w:pStyle w:val="ScNormal"/>
            </w:pPr>
            <w:r w:rsidRPr="001F5B4D">
              <w:t>2.1.3.a Information adequacy for assessment of impact on main species</w:t>
            </w:r>
          </w:p>
        </w:tc>
      </w:tr>
      <w:tr w:rsidR="001F5B4D" w:rsidRPr="001F5B4D" w14:paraId="5A3D190F" w14:textId="77777777" w:rsidTr="001F5B4D">
        <w:trPr>
          <w:cantSplit/>
        </w:trPr>
        <w:tc>
          <w:tcPr>
            <w:tcW w:w="3080" w:type="dxa"/>
            <w:tcBorders>
              <w:bottom w:val="single" w:sz="4" w:space="0" w:color="auto"/>
            </w:tcBorders>
            <w:shd w:val="clear" w:color="auto" w:fill="B6DDE8"/>
          </w:tcPr>
          <w:p w14:paraId="5AB89E18" w14:textId="1633140C"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7795E452" w14:textId="4094C748" w:rsidR="001F5B4D" w:rsidRPr="001F5B4D" w:rsidRDefault="001F5B4D" w:rsidP="001F5B4D">
            <w:pPr>
              <w:pStyle w:val="ScSGTableHead"/>
            </w:pPr>
            <w:r w:rsidRPr="001F5B4D">
              <w:t>80 Guidepost</w:t>
            </w:r>
          </w:p>
        </w:tc>
        <w:tc>
          <w:tcPr>
            <w:tcW w:w="3081" w:type="dxa"/>
            <w:tcBorders>
              <w:bottom w:val="single" w:sz="4" w:space="0" w:color="auto"/>
            </w:tcBorders>
            <w:shd w:val="clear" w:color="auto" w:fill="B6DDE8"/>
          </w:tcPr>
          <w:p w14:paraId="4C650351" w14:textId="26ADF478" w:rsidR="001F5B4D" w:rsidRPr="001F5B4D" w:rsidRDefault="001F5B4D" w:rsidP="001F5B4D">
            <w:pPr>
              <w:pStyle w:val="ScSGTableHead"/>
            </w:pPr>
            <w:r w:rsidRPr="001F5B4D">
              <w:t>100 Guidepost</w:t>
            </w:r>
          </w:p>
        </w:tc>
      </w:tr>
      <w:tr w:rsidR="001F5B4D" w:rsidRPr="001F5B4D" w14:paraId="1211EDB4" w14:textId="77777777" w:rsidTr="001F5B4D">
        <w:trPr>
          <w:cantSplit/>
        </w:trPr>
        <w:tc>
          <w:tcPr>
            <w:tcW w:w="3080" w:type="dxa"/>
            <w:shd w:val="clear" w:color="auto" w:fill="D2FFC3"/>
          </w:tcPr>
          <w:p w14:paraId="74F73E18" w14:textId="2848DFD4" w:rsidR="001F5B4D" w:rsidRPr="001F5B4D" w:rsidRDefault="001F5B4D" w:rsidP="001F5B4D">
            <w:pPr>
              <w:pStyle w:val="ScNormal"/>
            </w:pPr>
            <w:r w:rsidRPr="001F5B4D">
              <w:t xml:space="preserve">Qualitative information is </w:t>
            </w:r>
            <w:r w:rsidRPr="001F5B4D">
              <w:rPr>
                <w:b/>
              </w:rPr>
              <w:t>adequate to estimate</w:t>
            </w:r>
            <w:r w:rsidRPr="001F5B4D">
              <w:t xml:space="preserve"> the impact of the UoA on the main primary species with respect to status. </w:t>
            </w:r>
            <w:r w:rsidRPr="001F5B4D">
              <w:rPr>
                <w:b/>
              </w:rPr>
              <w:t>OR If RBF is used to score PI 2.1.1 for the UoA:</w:t>
            </w:r>
            <w:r w:rsidRPr="001F5B4D">
              <w:t xml:space="preserve"> Qualitative information is adequate to estimate productivity and susceptibility attributes for main primary species.</w:t>
            </w:r>
          </w:p>
        </w:tc>
        <w:tc>
          <w:tcPr>
            <w:tcW w:w="3081" w:type="dxa"/>
            <w:shd w:val="clear" w:color="auto" w:fill="D2FFC3"/>
          </w:tcPr>
          <w:p w14:paraId="4C162344" w14:textId="2CAF1153" w:rsidR="001F5B4D" w:rsidRPr="001F5B4D" w:rsidRDefault="001F5B4D" w:rsidP="001F5B4D">
            <w:pPr>
              <w:pStyle w:val="ScNormal"/>
            </w:pPr>
            <w:r w:rsidRPr="001F5B4D">
              <w:t xml:space="preserve">Some quantitative information is available and is </w:t>
            </w:r>
            <w:r w:rsidRPr="001F5B4D">
              <w:rPr>
                <w:b/>
              </w:rPr>
              <w:t>adequate to assess</w:t>
            </w:r>
            <w:r w:rsidRPr="001F5B4D">
              <w:t xml:space="preserve"> the impact of the UoA on the main primary species with respect to status. </w:t>
            </w:r>
            <w:r w:rsidRPr="001F5B4D">
              <w:rPr>
                <w:b/>
              </w:rPr>
              <w:t>OR If RBF is used to score PI 2.1.1 for the UoA:</w:t>
            </w:r>
            <w:r w:rsidRPr="001F5B4D">
              <w:t xml:space="preserve"> Some quantitative information is adequate to assess productivity and susceptibility attributes for main primary species.</w:t>
            </w:r>
          </w:p>
        </w:tc>
        <w:tc>
          <w:tcPr>
            <w:tcW w:w="3081" w:type="dxa"/>
            <w:shd w:val="clear" w:color="auto" w:fill="D2FFC3"/>
          </w:tcPr>
          <w:p w14:paraId="0853CDFC" w14:textId="1F9BFE3D" w:rsidR="001F5B4D" w:rsidRPr="001F5B4D" w:rsidRDefault="001F5B4D" w:rsidP="001F5B4D">
            <w:pPr>
              <w:pStyle w:val="ScNormal"/>
            </w:pPr>
            <w:r w:rsidRPr="001F5B4D">
              <w:t xml:space="preserve">Quantitative information is available and is </w:t>
            </w:r>
            <w:r w:rsidRPr="001F5B4D">
              <w:rPr>
                <w:b/>
              </w:rPr>
              <w:t>adequate to assess with a high degree of certainty</w:t>
            </w:r>
            <w:r w:rsidRPr="001F5B4D">
              <w:t xml:space="preserve"> the impact of the UoA on main primary species with respect to status.</w:t>
            </w:r>
          </w:p>
        </w:tc>
      </w:tr>
    </w:tbl>
    <w:p w14:paraId="0BB23C14" w14:textId="1C567C22" w:rsidR="001F5B4D" w:rsidRPr="001F5B4D" w:rsidRDefault="001F5B4D" w:rsidP="001F5B4D">
      <w:pPr>
        <w:pStyle w:val="ScBuffer"/>
      </w:pPr>
    </w:p>
    <w:p w14:paraId="3CE4F1AE" w14:textId="7D705844" w:rsidR="001F5B4D" w:rsidRPr="001F5B4D" w:rsidRDefault="001F5B4D" w:rsidP="001F5B4D">
      <w:pPr>
        <w:pStyle w:val="ScNormal"/>
      </w:pPr>
      <w:bookmarkStart w:id="31" w:name="J213a7FFFF03FF0F01"/>
      <w:r w:rsidRPr="001F5B4D">
        <w:t>For all Main primary stocks, full quantitative information is available and is adequate to assess with a high degree of certainty the impact of the fishery. Catches and other data are monitored adequately for stock assessments of all Main stocks, and these can determine status with a high degree of certainty relative to their exploitation levels.</w:t>
      </w:r>
    </w:p>
    <w:bookmarkEnd w:id="31"/>
    <w:p w14:paraId="59F71114" w14:textId="12F74B00"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34BE7B1D"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3FE7AEB" w14:textId="125D964E" w:rsidR="001F5B4D" w:rsidRPr="001F5B4D" w:rsidRDefault="001F5B4D" w:rsidP="001F5B4D">
            <w:pPr>
              <w:pStyle w:val="ScNormal"/>
            </w:pPr>
            <w:r w:rsidRPr="001F5B4D">
              <w:t>2.1.3.b Information adequacy for assessment of impact on minor species</w:t>
            </w:r>
          </w:p>
        </w:tc>
      </w:tr>
      <w:tr w:rsidR="001F5B4D" w:rsidRPr="001F5B4D" w14:paraId="1DDA667F" w14:textId="77777777" w:rsidTr="001F5B4D">
        <w:trPr>
          <w:cantSplit/>
        </w:trPr>
        <w:tc>
          <w:tcPr>
            <w:tcW w:w="3080" w:type="dxa"/>
            <w:tcBorders>
              <w:bottom w:val="single" w:sz="4" w:space="0" w:color="auto"/>
            </w:tcBorders>
            <w:shd w:val="clear" w:color="auto" w:fill="B6DDE8"/>
          </w:tcPr>
          <w:p w14:paraId="0A85D70A" w14:textId="2B5BEEE9"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4B974365" w14:textId="00E922A4" w:rsidR="001F5B4D" w:rsidRPr="001F5B4D" w:rsidRDefault="001F5B4D" w:rsidP="001F5B4D">
            <w:pPr>
              <w:pStyle w:val="ScSGTableHead"/>
            </w:pPr>
            <w:r w:rsidRPr="001F5B4D">
              <w:t>80 Guidepost</w:t>
            </w:r>
          </w:p>
        </w:tc>
        <w:tc>
          <w:tcPr>
            <w:tcW w:w="3081" w:type="dxa"/>
            <w:shd w:val="clear" w:color="auto" w:fill="B6DDE8"/>
          </w:tcPr>
          <w:p w14:paraId="05014C57" w14:textId="0AE2A9E6" w:rsidR="001F5B4D" w:rsidRPr="001F5B4D" w:rsidRDefault="001F5B4D" w:rsidP="001F5B4D">
            <w:pPr>
              <w:pStyle w:val="ScSGTableHead"/>
            </w:pPr>
            <w:r w:rsidRPr="001F5B4D">
              <w:t>100 Guidepost</w:t>
            </w:r>
          </w:p>
        </w:tc>
      </w:tr>
      <w:tr w:rsidR="001F5B4D" w:rsidRPr="001F5B4D" w14:paraId="210512F8" w14:textId="77777777" w:rsidTr="001F5B4D">
        <w:trPr>
          <w:cantSplit/>
        </w:trPr>
        <w:tc>
          <w:tcPr>
            <w:tcW w:w="3080" w:type="dxa"/>
            <w:shd w:val="clear" w:color="auto" w:fill="D2FFC3"/>
          </w:tcPr>
          <w:p w14:paraId="5E9AD526" w14:textId="77777777" w:rsidR="001F5B4D" w:rsidRPr="001F5B4D" w:rsidRDefault="001F5B4D" w:rsidP="001F5B4D">
            <w:pPr>
              <w:pStyle w:val="ScNormal"/>
            </w:pPr>
          </w:p>
        </w:tc>
        <w:tc>
          <w:tcPr>
            <w:tcW w:w="3081" w:type="dxa"/>
            <w:shd w:val="clear" w:color="auto" w:fill="D2FFC3"/>
          </w:tcPr>
          <w:p w14:paraId="74F009CA" w14:textId="77777777" w:rsidR="001F5B4D" w:rsidRPr="001F5B4D" w:rsidRDefault="001F5B4D" w:rsidP="001F5B4D">
            <w:pPr>
              <w:pStyle w:val="ScNormal"/>
            </w:pPr>
          </w:p>
        </w:tc>
        <w:tc>
          <w:tcPr>
            <w:tcW w:w="3081" w:type="dxa"/>
          </w:tcPr>
          <w:p w14:paraId="37B4754E" w14:textId="349C9880" w:rsidR="001F5B4D" w:rsidRPr="001F5B4D" w:rsidRDefault="001F5B4D" w:rsidP="001F5B4D">
            <w:pPr>
              <w:pStyle w:val="ScNormal"/>
            </w:pPr>
            <w:r w:rsidRPr="001F5B4D">
              <w:t>Some quantitative information is adequate to estimate the impact of the UoA on minor primary species with respect to status.</w:t>
            </w:r>
          </w:p>
        </w:tc>
      </w:tr>
    </w:tbl>
    <w:p w14:paraId="3405044F" w14:textId="1F3B0CED" w:rsidR="001F5B4D" w:rsidRPr="001F5B4D" w:rsidRDefault="001F5B4D" w:rsidP="001F5B4D">
      <w:pPr>
        <w:pStyle w:val="ScBuffer"/>
      </w:pPr>
    </w:p>
    <w:p w14:paraId="376BB0CC" w14:textId="1907759D" w:rsidR="001F5B4D" w:rsidRPr="001F5B4D" w:rsidRDefault="001F5B4D" w:rsidP="001F5B4D">
      <w:pPr>
        <w:pStyle w:val="ScNormal"/>
      </w:pPr>
      <w:bookmarkStart w:id="32" w:name="J213b7FFFF03FF0F01"/>
      <w:r w:rsidRPr="001F5B4D">
        <w:t>Almost by definition, the status of all fully managed stocks, minor or not, is determined quantitatively through stock assessment. This is necessary to provide scientific advice. However, with the wider definition of primary species used here, information is not sufficient to conduct stock assessments on them all, and therefore SG100 is not met.</w:t>
      </w:r>
    </w:p>
    <w:bookmarkEnd w:id="32"/>
    <w:p w14:paraId="4E37B4D7" w14:textId="77F9B1C6"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7D8EA310"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74B69E" w14:textId="792DD594" w:rsidR="001F5B4D" w:rsidRPr="001F5B4D" w:rsidRDefault="001F5B4D" w:rsidP="001F5B4D">
            <w:pPr>
              <w:pStyle w:val="ScNormal"/>
            </w:pPr>
            <w:r w:rsidRPr="001F5B4D">
              <w:t>2.1.3.c Information adequacy for management strategy</w:t>
            </w:r>
          </w:p>
        </w:tc>
      </w:tr>
      <w:tr w:rsidR="001F5B4D" w:rsidRPr="001F5B4D" w14:paraId="114C6A00" w14:textId="77777777" w:rsidTr="001F5B4D">
        <w:trPr>
          <w:cantSplit/>
        </w:trPr>
        <w:tc>
          <w:tcPr>
            <w:tcW w:w="3080" w:type="dxa"/>
            <w:tcBorders>
              <w:bottom w:val="single" w:sz="4" w:space="0" w:color="auto"/>
            </w:tcBorders>
            <w:shd w:val="clear" w:color="auto" w:fill="B6DDE8"/>
          </w:tcPr>
          <w:p w14:paraId="6412985E" w14:textId="6E67768A"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386C3C38" w14:textId="123B7C01" w:rsidR="001F5B4D" w:rsidRPr="001F5B4D" w:rsidRDefault="001F5B4D" w:rsidP="001F5B4D">
            <w:pPr>
              <w:pStyle w:val="ScSGTableHead"/>
            </w:pPr>
            <w:r w:rsidRPr="001F5B4D">
              <w:t>80 Guidepost</w:t>
            </w:r>
          </w:p>
        </w:tc>
        <w:tc>
          <w:tcPr>
            <w:tcW w:w="3081" w:type="dxa"/>
            <w:shd w:val="clear" w:color="auto" w:fill="B6DDE8"/>
          </w:tcPr>
          <w:p w14:paraId="2B4F03AA" w14:textId="0F10ED2F" w:rsidR="001F5B4D" w:rsidRPr="001F5B4D" w:rsidRDefault="001F5B4D" w:rsidP="001F5B4D">
            <w:pPr>
              <w:pStyle w:val="ScSGTableHead"/>
            </w:pPr>
            <w:r w:rsidRPr="001F5B4D">
              <w:t>100 Guidepost</w:t>
            </w:r>
          </w:p>
        </w:tc>
      </w:tr>
      <w:tr w:rsidR="001F5B4D" w:rsidRPr="001F5B4D" w14:paraId="413429A8" w14:textId="77777777" w:rsidTr="001F5B4D">
        <w:trPr>
          <w:cantSplit/>
        </w:trPr>
        <w:tc>
          <w:tcPr>
            <w:tcW w:w="3080" w:type="dxa"/>
            <w:shd w:val="clear" w:color="auto" w:fill="D2FFC3"/>
          </w:tcPr>
          <w:p w14:paraId="3B8B424A" w14:textId="0E2C70EC" w:rsidR="001F5B4D" w:rsidRPr="001F5B4D" w:rsidRDefault="001F5B4D" w:rsidP="001F5B4D">
            <w:pPr>
              <w:pStyle w:val="ScNormal"/>
            </w:pPr>
            <w:r w:rsidRPr="001F5B4D">
              <w:t xml:space="preserve">Information is adequate to support </w:t>
            </w:r>
            <w:r w:rsidRPr="001F5B4D">
              <w:rPr>
                <w:b/>
              </w:rPr>
              <w:t>measures</w:t>
            </w:r>
            <w:r w:rsidRPr="001F5B4D">
              <w:t xml:space="preserve"> to manage </w:t>
            </w:r>
            <w:r w:rsidRPr="001F5B4D">
              <w:rPr>
                <w:b/>
              </w:rPr>
              <w:t>main</w:t>
            </w:r>
            <w:r w:rsidRPr="001F5B4D">
              <w:t xml:space="preserve"> primary species.</w:t>
            </w:r>
          </w:p>
        </w:tc>
        <w:tc>
          <w:tcPr>
            <w:tcW w:w="3081" w:type="dxa"/>
            <w:shd w:val="clear" w:color="auto" w:fill="D2FFC3"/>
          </w:tcPr>
          <w:p w14:paraId="687AE4E0" w14:textId="14DDCAB1" w:rsidR="001F5B4D" w:rsidRPr="001F5B4D" w:rsidRDefault="001F5B4D" w:rsidP="001F5B4D">
            <w:pPr>
              <w:pStyle w:val="ScNormal"/>
            </w:pPr>
            <w:r w:rsidRPr="001F5B4D">
              <w:t xml:space="preserve">Information is adequate to support a </w:t>
            </w:r>
            <w:r w:rsidRPr="001F5B4D">
              <w:rPr>
                <w:b/>
              </w:rPr>
              <w:t>partial strategy</w:t>
            </w:r>
            <w:r w:rsidRPr="001F5B4D">
              <w:t xml:space="preserve"> to manage </w:t>
            </w:r>
            <w:r w:rsidRPr="001F5B4D">
              <w:rPr>
                <w:b/>
              </w:rPr>
              <w:t>main</w:t>
            </w:r>
            <w:r w:rsidRPr="001F5B4D">
              <w:t xml:space="preserve"> primary species.</w:t>
            </w:r>
          </w:p>
        </w:tc>
        <w:tc>
          <w:tcPr>
            <w:tcW w:w="3081" w:type="dxa"/>
          </w:tcPr>
          <w:p w14:paraId="4DAB56F7" w14:textId="20BBCE1F" w:rsidR="001F5B4D" w:rsidRPr="001F5B4D" w:rsidRDefault="001F5B4D" w:rsidP="001F5B4D">
            <w:pPr>
              <w:pStyle w:val="ScNormal"/>
            </w:pPr>
            <w:r w:rsidRPr="001F5B4D">
              <w:t xml:space="preserve">Information is adequate to support a </w:t>
            </w:r>
            <w:r w:rsidRPr="001F5B4D">
              <w:rPr>
                <w:b/>
              </w:rPr>
              <w:t>strategy</w:t>
            </w:r>
            <w:r w:rsidRPr="001F5B4D">
              <w:t xml:space="preserve"> to manage </w:t>
            </w:r>
            <w:r w:rsidRPr="001F5B4D">
              <w:rPr>
                <w:b/>
              </w:rPr>
              <w:t>all</w:t>
            </w:r>
            <w:r w:rsidRPr="001F5B4D">
              <w:t xml:space="preserve"> primary species, and evaluate with a </w:t>
            </w:r>
            <w:r w:rsidRPr="001F5B4D">
              <w:rPr>
                <w:b/>
              </w:rPr>
              <w:t>high degree of certainty</w:t>
            </w:r>
            <w:r w:rsidRPr="001F5B4D">
              <w:t xml:space="preserve"> whether the strategy is achieving its objective.</w:t>
            </w:r>
          </w:p>
        </w:tc>
      </w:tr>
    </w:tbl>
    <w:p w14:paraId="4125F636" w14:textId="56416A8E" w:rsidR="001F5B4D" w:rsidRPr="001F5B4D" w:rsidRDefault="001F5B4D" w:rsidP="001F5B4D">
      <w:pPr>
        <w:pStyle w:val="ScBuffer"/>
      </w:pPr>
    </w:p>
    <w:p w14:paraId="26A1BF86" w14:textId="0989FED0" w:rsidR="001F5B4D" w:rsidRPr="001F5B4D" w:rsidRDefault="001F5B4D" w:rsidP="001F5B4D">
      <w:pPr>
        <w:pStyle w:val="ScNormal"/>
      </w:pPr>
      <w:bookmarkStart w:id="33" w:name="J213c7FFFF03FF0F01"/>
      <w:r w:rsidRPr="001F5B4D">
        <w:t xml:space="preserve">For all Main primary stocks, there is sufficient data to support full quantitative stock assessments using advanced statistical models, such as Stock Synthesis 3 and Multifan CL. Where stock assessments have not yet been completed, this is because the model structure has not been adequately determined for a result which can be endorsed through the consensus of scientists involved rather the lack of information. This meets SG80. However, with the widened definition of </w:t>
      </w:r>
      <w:r w:rsidRPr="001F5B4D">
        <w:lastRenderedPageBreak/>
        <w:t>primary species used in this assessment, information is inadequate to manage all primary species. For many species, information is limited. While RFMOs are expanding the number of species that are being assessed, many lack the required information to develop appropriate harvest strategies. Therefore SG100 cannot be met.</w:t>
      </w:r>
    </w:p>
    <w:bookmarkEnd w:id="33"/>
    <w:p w14:paraId="0E011E99" w14:textId="201D93B9" w:rsidR="001F5B4D" w:rsidRPr="001F5B4D" w:rsidRDefault="001F5B4D" w:rsidP="001F5B4D">
      <w:pPr>
        <w:pStyle w:val="ScScore"/>
      </w:pPr>
      <w:r w:rsidRPr="001F5B4D">
        <w:t>All SG60 and SG80 were met, and 1 out of 3 SG100 were met.</w:t>
      </w:r>
    </w:p>
    <w:p w14:paraId="29B8D45C" w14:textId="4745AD4B" w:rsidR="001F5B4D" w:rsidRPr="001F5B4D" w:rsidRDefault="001F5B4D" w:rsidP="001F5B4D">
      <w:pPr>
        <w:pStyle w:val="ScScore"/>
      </w:pPr>
      <w:r w:rsidRPr="001F5B4D">
        <w:t>PI 2.1.3 : 85</w:t>
      </w:r>
    </w:p>
    <w:p w14:paraId="5715E7D8" w14:textId="1476CC2D" w:rsidR="001F5B4D" w:rsidRPr="001F5B4D" w:rsidRDefault="001F5B4D" w:rsidP="001F5B4D">
      <w:pPr>
        <w:pStyle w:val="ScSI"/>
        <w:rPr>
          <w:lang w:val="en-GB"/>
        </w:rPr>
      </w:pPr>
      <w:r w:rsidRPr="001F5B4D">
        <w:rPr>
          <w:lang w:val="en-GB"/>
        </w:rPr>
        <w:t>References</w:t>
      </w:r>
    </w:p>
    <w:p w14:paraId="2C83A5CD" w14:textId="16B132A4" w:rsidR="001F5B4D" w:rsidRPr="001F5B4D" w:rsidRDefault="001F5B4D" w:rsidP="001F5B4D">
      <w:pPr>
        <w:pStyle w:val="ScReferences"/>
      </w:pPr>
      <w:r w:rsidRPr="001F5B4D">
        <w:t>IATTC 2014. Tunas and Billfishes in the Eastern Pacific Ocean In 2013. Inter-American Tropical Tuna Commission, La Jolla, California, 2014. Fishery Status Report No. 12.</w:t>
      </w:r>
    </w:p>
    <w:p w14:paraId="26F06AFD" w14:textId="273F25B9" w:rsidR="001F5B4D" w:rsidRPr="001F5B4D" w:rsidRDefault="001F5B4D" w:rsidP="001F5B4D">
      <w:pPr>
        <w:pStyle w:val="ScReferences"/>
      </w:pPr>
      <w:r w:rsidRPr="001F5B4D">
        <w:t>ICCAT 2014. Report of the Standing Committee on Research and Statistics (SCRS). Madrid, Spain, 29 September–3 October 2014.</w:t>
      </w:r>
    </w:p>
    <w:p w14:paraId="3C970073" w14:textId="7A23BB8A" w:rsidR="001F5B4D" w:rsidRPr="001F5B4D" w:rsidRDefault="001F5B4D" w:rsidP="001F5B4D">
      <w:pPr>
        <w:pStyle w:val="ScReferences"/>
      </w:pPr>
      <w:r w:rsidRPr="001F5B4D">
        <w:t>IOTC 2014. Report of the Eighteenth Session of the Indian Ocean Tuna Commission. Colombo, Sri Lanka, 1–5 June 2014. IOTC–2014–S18–R[E].</w:t>
      </w:r>
    </w:p>
    <w:p w14:paraId="47DEA61A" w14:textId="60342600" w:rsidR="001F5B4D" w:rsidRPr="001F5B4D" w:rsidRDefault="001F5B4D" w:rsidP="001F5B4D">
      <w:pPr>
        <w:pStyle w:val="ScReferences"/>
      </w:pPr>
      <w:r w:rsidRPr="001F5B4D">
        <w:t>WCPFC 2014. Summary Report of the Commission for the Conservation and Management of Highly Migratory Fish Stocks in the Western and Central Pacific Ocean. Tenth Regular Session of the Scientific Committee of the WCPFC, Majuro, Republic of the Marshall Islands, 6–14 August 2014.</w:t>
      </w:r>
    </w:p>
    <w:p w14:paraId="4BA2CA15" w14:textId="094384B9" w:rsidR="001F5B4D" w:rsidRPr="001F5B4D" w:rsidRDefault="001F5B4D" w:rsidP="001F5B4D">
      <w:pPr>
        <w:pStyle w:val="ScHeading2"/>
      </w:pPr>
      <w:r w:rsidRPr="001F5B4D">
        <w:t>2.2 Secondary Species</w:t>
      </w:r>
    </w:p>
    <w:p w14:paraId="7E47549E" w14:textId="618910F4" w:rsidR="001F5B4D" w:rsidRPr="001F5B4D" w:rsidRDefault="001F5B4D" w:rsidP="001F5B4D">
      <w:pPr>
        <w:pStyle w:val="ScPI"/>
        <w:rPr>
          <w:lang w:val="en-GB"/>
        </w:rPr>
      </w:pPr>
      <w:r w:rsidRPr="001F5B4D">
        <w:rPr>
          <w:lang w:val="en-GB"/>
        </w:rPr>
        <w:t>P.2.2.1 Outcome Status</w:t>
      </w:r>
    </w:p>
    <w:p w14:paraId="625C463E" w14:textId="08FF9E0E"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38355160"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61F420A" w14:textId="70AF3185" w:rsidR="001F5B4D" w:rsidRPr="001F5B4D" w:rsidRDefault="001F5B4D" w:rsidP="001F5B4D">
            <w:pPr>
              <w:pStyle w:val="ScNormal"/>
            </w:pPr>
            <w:r w:rsidRPr="001F5B4D">
              <w:t>2.2.1.a Main secondary species stock status</w:t>
            </w:r>
          </w:p>
        </w:tc>
      </w:tr>
      <w:tr w:rsidR="001F5B4D" w:rsidRPr="001F5B4D" w14:paraId="427E7519" w14:textId="77777777" w:rsidTr="001F5B4D">
        <w:trPr>
          <w:cantSplit/>
        </w:trPr>
        <w:tc>
          <w:tcPr>
            <w:tcW w:w="3080" w:type="dxa"/>
            <w:shd w:val="clear" w:color="auto" w:fill="B6DDE8"/>
          </w:tcPr>
          <w:p w14:paraId="707F9E3F" w14:textId="0C0BAC89" w:rsidR="001F5B4D" w:rsidRPr="001F5B4D" w:rsidRDefault="001F5B4D" w:rsidP="001F5B4D">
            <w:pPr>
              <w:pStyle w:val="ScSGTableHead"/>
            </w:pPr>
            <w:r w:rsidRPr="001F5B4D">
              <w:t>60 Guidepost</w:t>
            </w:r>
          </w:p>
        </w:tc>
        <w:tc>
          <w:tcPr>
            <w:tcW w:w="3081" w:type="dxa"/>
            <w:shd w:val="clear" w:color="auto" w:fill="B6DDE8"/>
          </w:tcPr>
          <w:p w14:paraId="6AE6D6F0" w14:textId="36E6C8EE" w:rsidR="001F5B4D" w:rsidRPr="001F5B4D" w:rsidRDefault="001F5B4D" w:rsidP="001F5B4D">
            <w:pPr>
              <w:pStyle w:val="ScSGTableHead"/>
            </w:pPr>
            <w:r w:rsidRPr="001F5B4D">
              <w:t>80 Guidepost</w:t>
            </w:r>
          </w:p>
        </w:tc>
        <w:tc>
          <w:tcPr>
            <w:tcW w:w="3081" w:type="dxa"/>
            <w:shd w:val="clear" w:color="auto" w:fill="B6DDE8"/>
          </w:tcPr>
          <w:p w14:paraId="34D09F5D" w14:textId="4EB71F09" w:rsidR="001F5B4D" w:rsidRPr="001F5B4D" w:rsidRDefault="001F5B4D" w:rsidP="001F5B4D">
            <w:pPr>
              <w:pStyle w:val="ScSGTableHead"/>
            </w:pPr>
            <w:r w:rsidRPr="001F5B4D">
              <w:t>100 Guidepost</w:t>
            </w:r>
          </w:p>
        </w:tc>
      </w:tr>
      <w:tr w:rsidR="001F5B4D" w:rsidRPr="001F5B4D" w14:paraId="16F15376" w14:textId="77777777" w:rsidTr="001F5B4D">
        <w:trPr>
          <w:cantSplit/>
        </w:trPr>
        <w:tc>
          <w:tcPr>
            <w:tcW w:w="3080" w:type="dxa"/>
          </w:tcPr>
          <w:p w14:paraId="085F1069" w14:textId="20E88E86" w:rsidR="001F5B4D" w:rsidRPr="001F5B4D" w:rsidRDefault="001F5B4D" w:rsidP="001F5B4D">
            <w:pPr>
              <w:pStyle w:val="ScNormal"/>
            </w:pPr>
            <w:r w:rsidRPr="001F5B4D">
              <w:t xml:space="preserve">Main secondary species are </w:t>
            </w:r>
            <w:r w:rsidRPr="001F5B4D">
              <w:rPr>
                <w:b/>
              </w:rPr>
              <w:t>likely</w:t>
            </w:r>
            <w:r w:rsidRPr="001F5B4D">
              <w:t xml:space="preserve"> to be above biologically based limits. OR If below biologically based limits, there are </w:t>
            </w:r>
            <w:r w:rsidRPr="001F5B4D">
              <w:rPr>
                <w:b/>
              </w:rPr>
              <w:t>measures</w:t>
            </w:r>
            <w:r w:rsidRPr="001F5B4D">
              <w:t xml:space="preserve"> in place expected to ensure that the UoA does not hinder recovery and rebuilding.</w:t>
            </w:r>
          </w:p>
        </w:tc>
        <w:tc>
          <w:tcPr>
            <w:tcW w:w="3081" w:type="dxa"/>
          </w:tcPr>
          <w:p w14:paraId="420534D5" w14:textId="1E8AA5B6" w:rsidR="001F5B4D" w:rsidRPr="001F5B4D" w:rsidRDefault="001F5B4D" w:rsidP="001F5B4D">
            <w:pPr>
              <w:pStyle w:val="ScNormal"/>
            </w:pPr>
            <w:r w:rsidRPr="001F5B4D">
              <w:t xml:space="preserve">Main secondary species are </w:t>
            </w:r>
            <w:r w:rsidRPr="001F5B4D">
              <w:rPr>
                <w:b/>
              </w:rPr>
              <w:t>highly likely</w:t>
            </w:r>
            <w:r w:rsidRPr="001F5B4D">
              <w:t xml:space="preserve"> to be above biologically based limits OR If below biologically based limits, there is either </w:t>
            </w:r>
            <w:r w:rsidRPr="001F5B4D">
              <w:rPr>
                <w:b/>
              </w:rPr>
              <w:t>evidence of recovery</w:t>
            </w:r>
            <w:r w:rsidRPr="001F5B4D">
              <w:t xml:space="preserve"> or a </w:t>
            </w:r>
            <w:r w:rsidRPr="001F5B4D">
              <w:rPr>
                <w:b/>
              </w:rPr>
              <w:t>demonstrably effective partial strategy</w:t>
            </w:r>
            <w:r w:rsidRPr="001F5B4D">
              <w:t xml:space="preserve"> in place such that the UoA does not hinder recovery and rebuilding.</w:t>
            </w:r>
          </w:p>
        </w:tc>
        <w:tc>
          <w:tcPr>
            <w:tcW w:w="3081" w:type="dxa"/>
          </w:tcPr>
          <w:p w14:paraId="5CC89B0E" w14:textId="59ED597D" w:rsidR="001F5B4D" w:rsidRPr="001F5B4D" w:rsidRDefault="001F5B4D" w:rsidP="001F5B4D">
            <w:pPr>
              <w:pStyle w:val="ScNormal"/>
            </w:pPr>
            <w:r w:rsidRPr="001F5B4D">
              <w:t xml:space="preserve">There is a </w:t>
            </w:r>
            <w:r w:rsidRPr="001F5B4D">
              <w:rPr>
                <w:b/>
              </w:rPr>
              <w:t>high degree of certainty</w:t>
            </w:r>
            <w:r w:rsidRPr="001F5B4D">
              <w:t xml:space="preserve"> that main secondary species are above biologically based limits.</w:t>
            </w:r>
          </w:p>
        </w:tc>
      </w:tr>
    </w:tbl>
    <w:p w14:paraId="515F3748" w14:textId="2EF8D956" w:rsidR="001F5B4D" w:rsidRPr="001F5B4D" w:rsidRDefault="001F5B4D" w:rsidP="001F5B4D">
      <w:pPr>
        <w:pStyle w:val="ScBuffer"/>
      </w:pPr>
    </w:p>
    <w:p w14:paraId="1BB68F17" w14:textId="1123AD09" w:rsidR="001F5B4D" w:rsidRPr="001F5B4D" w:rsidRDefault="001F5B4D" w:rsidP="001F5B4D">
      <w:pPr>
        <w:pStyle w:val="ScNormal"/>
      </w:pPr>
      <w:r w:rsidRPr="001F5B4D">
        <w:t>There are no Main in-scope secondary species.</w:t>
      </w:r>
    </w:p>
    <w:p w14:paraId="20B1F256" w14:textId="70B3D32F"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6450EE88"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694C4DC" w14:textId="0CDD653D" w:rsidR="001F5B4D" w:rsidRPr="001F5B4D" w:rsidRDefault="001F5B4D" w:rsidP="001F5B4D">
            <w:pPr>
              <w:pStyle w:val="ScNormal"/>
            </w:pPr>
            <w:r w:rsidRPr="001F5B4D">
              <w:t>2.2.1.b Minor secondary species stock status</w:t>
            </w:r>
          </w:p>
        </w:tc>
      </w:tr>
      <w:tr w:rsidR="001F5B4D" w:rsidRPr="001F5B4D" w14:paraId="7AE6ABA8" w14:textId="77777777" w:rsidTr="001F5B4D">
        <w:trPr>
          <w:cantSplit/>
        </w:trPr>
        <w:tc>
          <w:tcPr>
            <w:tcW w:w="3080" w:type="dxa"/>
            <w:shd w:val="clear" w:color="auto" w:fill="B6DDE8"/>
          </w:tcPr>
          <w:p w14:paraId="0FDBC39B" w14:textId="24817E4C" w:rsidR="001F5B4D" w:rsidRPr="001F5B4D" w:rsidRDefault="001F5B4D" w:rsidP="001F5B4D">
            <w:pPr>
              <w:pStyle w:val="ScSGTableHead"/>
            </w:pPr>
            <w:r w:rsidRPr="001F5B4D">
              <w:t>60 Guidepost</w:t>
            </w:r>
          </w:p>
        </w:tc>
        <w:tc>
          <w:tcPr>
            <w:tcW w:w="3081" w:type="dxa"/>
            <w:shd w:val="clear" w:color="auto" w:fill="B6DDE8"/>
          </w:tcPr>
          <w:p w14:paraId="7CEBCFDF" w14:textId="16D6F8BD" w:rsidR="001F5B4D" w:rsidRPr="001F5B4D" w:rsidRDefault="001F5B4D" w:rsidP="001F5B4D">
            <w:pPr>
              <w:pStyle w:val="ScSGTableHead"/>
            </w:pPr>
            <w:r w:rsidRPr="001F5B4D">
              <w:t>80 Guidepost</w:t>
            </w:r>
          </w:p>
        </w:tc>
        <w:tc>
          <w:tcPr>
            <w:tcW w:w="3081" w:type="dxa"/>
            <w:shd w:val="clear" w:color="auto" w:fill="B6DDE8"/>
          </w:tcPr>
          <w:p w14:paraId="7D92918C" w14:textId="501116F1" w:rsidR="001F5B4D" w:rsidRPr="001F5B4D" w:rsidRDefault="001F5B4D" w:rsidP="001F5B4D">
            <w:pPr>
              <w:pStyle w:val="ScSGTableHead"/>
            </w:pPr>
            <w:r w:rsidRPr="001F5B4D">
              <w:t>100 Guidepost</w:t>
            </w:r>
          </w:p>
        </w:tc>
      </w:tr>
      <w:tr w:rsidR="001F5B4D" w:rsidRPr="001F5B4D" w14:paraId="7DFFEF6F" w14:textId="77777777" w:rsidTr="001F5B4D">
        <w:trPr>
          <w:cantSplit/>
        </w:trPr>
        <w:tc>
          <w:tcPr>
            <w:tcW w:w="3080" w:type="dxa"/>
          </w:tcPr>
          <w:p w14:paraId="7E543959" w14:textId="77777777" w:rsidR="001F5B4D" w:rsidRPr="001F5B4D" w:rsidRDefault="001F5B4D" w:rsidP="001F5B4D">
            <w:pPr>
              <w:pStyle w:val="ScNormal"/>
            </w:pPr>
          </w:p>
        </w:tc>
        <w:tc>
          <w:tcPr>
            <w:tcW w:w="3081" w:type="dxa"/>
          </w:tcPr>
          <w:p w14:paraId="00290C23" w14:textId="77777777" w:rsidR="001F5B4D" w:rsidRPr="001F5B4D" w:rsidRDefault="001F5B4D" w:rsidP="001F5B4D">
            <w:pPr>
              <w:pStyle w:val="ScNormal"/>
            </w:pPr>
          </w:p>
        </w:tc>
        <w:tc>
          <w:tcPr>
            <w:tcW w:w="3081" w:type="dxa"/>
          </w:tcPr>
          <w:p w14:paraId="41C3577B" w14:textId="3AAA02CD" w:rsidR="001F5B4D" w:rsidRPr="001F5B4D" w:rsidRDefault="001F5B4D" w:rsidP="001F5B4D">
            <w:pPr>
              <w:pStyle w:val="ScNormal"/>
            </w:pPr>
            <w:r w:rsidRPr="001F5B4D">
              <w:t>For minor species that are below biologically based limits there is evidence that the UoA does not hinder the recovery and rebuilding of secondary species.</w:t>
            </w:r>
          </w:p>
        </w:tc>
      </w:tr>
    </w:tbl>
    <w:p w14:paraId="3DB9A1B8" w14:textId="4A625AD6" w:rsidR="001F5B4D" w:rsidRPr="001F5B4D" w:rsidRDefault="001F5B4D" w:rsidP="001F5B4D">
      <w:pPr>
        <w:pStyle w:val="ScBuffer"/>
      </w:pPr>
    </w:p>
    <w:p w14:paraId="3A43B1AA" w14:textId="6D24228F" w:rsidR="001F5B4D" w:rsidRPr="001F5B4D" w:rsidRDefault="001F5B4D" w:rsidP="001F5B4D">
      <w:pPr>
        <w:pStyle w:val="ScCaption"/>
      </w:pPr>
      <w:r w:rsidRPr="001F5B4D">
        <w:t>Table 2.2.1 Minor in-scope secondary species status.</w:t>
      </w:r>
    </w:p>
    <w:tbl>
      <w:tblPr>
        <w:tblStyle w:val="ScTableText"/>
        <w:tblW w:w="0" w:type="auto"/>
        <w:tblLayout w:type="fixed"/>
        <w:tblLook w:val="04A0" w:firstRow="1" w:lastRow="0" w:firstColumn="1" w:lastColumn="0" w:noHBand="0" w:noVBand="1"/>
      </w:tblPr>
      <w:tblGrid>
        <w:gridCol w:w="2268"/>
        <w:gridCol w:w="851"/>
        <w:gridCol w:w="6095"/>
      </w:tblGrid>
      <w:tr w:rsidR="001F5B4D" w:rsidRPr="001F5B4D" w14:paraId="0E2C89C0" w14:textId="77777777" w:rsidTr="001F5B4D">
        <w:trPr>
          <w:cnfStyle w:val="100000000000" w:firstRow="1" w:lastRow="0" w:firstColumn="0" w:lastColumn="0" w:oddVBand="0" w:evenVBand="0" w:oddHBand="0" w:evenHBand="0" w:firstRowFirstColumn="0" w:firstRowLastColumn="0" w:lastRowFirstColumn="0" w:lastRowLastColumn="0"/>
        </w:trPr>
        <w:tc>
          <w:tcPr>
            <w:tcW w:w="2268" w:type="dxa"/>
          </w:tcPr>
          <w:p w14:paraId="3B061D05" w14:textId="5DAD39BB" w:rsidR="001F5B4D" w:rsidRPr="001F5B4D" w:rsidRDefault="001F5B4D" w:rsidP="001F5B4D">
            <w:pPr>
              <w:pStyle w:val="ScNormal"/>
            </w:pPr>
            <w:r w:rsidRPr="001F5B4D">
              <w:t>Species/ Stock</w:t>
            </w:r>
          </w:p>
        </w:tc>
        <w:tc>
          <w:tcPr>
            <w:tcW w:w="851" w:type="dxa"/>
          </w:tcPr>
          <w:p w14:paraId="749428F2" w14:textId="598C9080" w:rsidR="001F5B4D" w:rsidRPr="001F5B4D" w:rsidRDefault="001F5B4D" w:rsidP="001F5B4D">
            <w:pPr>
              <w:pStyle w:val="ScNormal"/>
            </w:pPr>
            <w:r w:rsidRPr="001F5B4D">
              <w:t>MSC Score</w:t>
            </w:r>
          </w:p>
        </w:tc>
        <w:tc>
          <w:tcPr>
            <w:tcW w:w="6095" w:type="dxa"/>
          </w:tcPr>
          <w:p w14:paraId="72F3CDD6" w14:textId="009068FA" w:rsidR="001F5B4D" w:rsidRPr="001F5B4D" w:rsidRDefault="001F5B4D" w:rsidP="001F5B4D">
            <w:pPr>
              <w:pStyle w:val="ScNormal"/>
            </w:pPr>
            <w:r w:rsidRPr="001F5B4D">
              <w:t>Justification</w:t>
            </w:r>
          </w:p>
        </w:tc>
      </w:tr>
      <w:tr w:rsidR="001F5B4D" w:rsidRPr="001F5B4D" w14:paraId="1942F1EE" w14:textId="77777777" w:rsidTr="001F5B4D">
        <w:tc>
          <w:tcPr>
            <w:tcW w:w="2268" w:type="dxa"/>
          </w:tcPr>
          <w:p w14:paraId="09860E03" w14:textId="77777777" w:rsidR="001F5B4D" w:rsidRPr="001F5B4D" w:rsidRDefault="001F5B4D" w:rsidP="001F5B4D">
            <w:pPr>
              <w:pStyle w:val="ScNormal"/>
            </w:pPr>
            <w:r w:rsidRPr="001F5B4D">
              <w:t>Tunas nei</w:t>
            </w:r>
          </w:p>
          <w:p w14:paraId="32A6C032" w14:textId="77777777" w:rsidR="001F5B4D" w:rsidRPr="001F5B4D" w:rsidRDefault="001F5B4D" w:rsidP="001F5B4D">
            <w:pPr>
              <w:pStyle w:val="ScItalic"/>
            </w:pPr>
            <w:r w:rsidRPr="001F5B4D">
              <w:t>Thunnini</w:t>
            </w:r>
          </w:p>
          <w:p w14:paraId="4949FEDB" w14:textId="48F32387" w:rsidR="001F5B4D" w:rsidRPr="001F5B4D" w:rsidRDefault="001F5B4D" w:rsidP="001F5B4D">
            <w:pPr>
              <w:pStyle w:val="ScNormal"/>
            </w:pPr>
          </w:p>
        </w:tc>
        <w:tc>
          <w:tcPr>
            <w:tcW w:w="851" w:type="dxa"/>
          </w:tcPr>
          <w:p w14:paraId="36C2F00D" w14:textId="2DAA0C62" w:rsidR="001F5B4D" w:rsidRPr="001F5B4D" w:rsidRDefault="001F5B4D" w:rsidP="001F5B4D">
            <w:pPr>
              <w:pStyle w:val="ScNormal"/>
            </w:pPr>
            <w:r w:rsidRPr="001F5B4D">
              <w:t>49</w:t>
            </w:r>
          </w:p>
        </w:tc>
        <w:tc>
          <w:tcPr>
            <w:tcW w:w="6095" w:type="dxa"/>
          </w:tcPr>
          <w:p w14:paraId="437CE762" w14:textId="77777777" w:rsidR="001F5B4D" w:rsidRPr="001F5B4D" w:rsidRDefault="001F5B4D" w:rsidP="001F5B4D">
            <w:pPr>
              <w:pStyle w:val="ScNormal"/>
            </w:pPr>
            <w:r w:rsidRPr="001F5B4D">
              <w:t>The species is 'minor' because the catch percentage (&lt;0.5%) is less than the requirement (2%).</w:t>
            </w:r>
          </w:p>
          <w:p w14:paraId="27897939" w14:textId="77777777" w:rsidR="001F5B4D" w:rsidRPr="001F5B4D" w:rsidRDefault="001F5B4D" w:rsidP="001F5B4D">
            <w:r w:rsidRPr="001F5B4D">
              <w:t xml:space="preserve">There is no stock assessment. </w:t>
            </w:r>
          </w:p>
          <w:bookmarkStart w:id="34" w:name="S_TUN"/>
          <w:p w14:paraId="16470751" w14:textId="59FC2E6D" w:rsidR="001F5B4D" w:rsidRPr="001F5B4D" w:rsidRDefault="001F5B4D" w:rsidP="001F5B4D">
            <w:r w:rsidRPr="001F5B4D">
              <w:fldChar w:fldCharType="begin"/>
            </w:r>
            <w:r w:rsidRPr="001F5B4D">
              <w:instrText xml:space="preserve"> HYPERLINK  \l "T_TUN" \o "PSA Table" </w:instrText>
            </w:r>
            <w:r w:rsidRPr="001F5B4D">
              <w:fldChar w:fldCharType="separate"/>
            </w:r>
            <w:r w:rsidRPr="001F5B4D">
              <w:rPr>
                <w:rStyle w:val="Hyperlink"/>
              </w:rPr>
              <w:t>The PSA score is 3.77.</w:t>
            </w:r>
            <w:r w:rsidRPr="001F5B4D">
              <w:fldChar w:fldCharType="end"/>
            </w:r>
            <w:r w:rsidRPr="001F5B4D">
              <w:t xml:space="preserve"> </w:t>
            </w:r>
            <w:bookmarkEnd w:id="34"/>
          </w:p>
          <w:p w14:paraId="6F7FEA0D" w14:textId="48A99AF2" w:rsidR="001F5B4D" w:rsidRPr="001F5B4D" w:rsidRDefault="001F5B4D" w:rsidP="001F5B4D">
            <w:r w:rsidRPr="001F5B4D">
              <w:t>This UoA could hinder recovery. This species makes up more than 10% of the UoA catch or the UoA species catch makes up more than 30% of the total species catch (62%).</w:t>
            </w:r>
          </w:p>
        </w:tc>
      </w:tr>
      <w:tr w:rsidR="001F5B4D" w:rsidRPr="001F5B4D" w14:paraId="2B7EA1B3" w14:textId="77777777" w:rsidTr="001F5B4D">
        <w:tc>
          <w:tcPr>
            <w:tcW w:w="2268" w:type="dxa"/>
          </w:tcPr>
          <w:p w14:paraId="6CD1DD4C" w14:textId="77777777" w:rsidR="001F5B4D" w:rsidRPr="001F5B4D" w:rsidRDefault="001F5B4D" w:rsidP="001F5B4D">
            <w:pPr>
              <w:pStyle w:val="ScNormal"/>
            </w:pPr>
            <w:r w:rsidRPr="001F5B4D">
              <w:t>Tuna-like fishes nei</w:t>
            </w:r>
          </w:p>
          <w:p w14:paraId="3A9CF1ED" w14:textId="77777777" w:rsidR="001F5B4D" w:rsidRPr="001F5B4D" w:rsidRDefault="001F5B4D" w:rsidP="001F5B4D">
            <w:pPr>
              <w:pStyle w:val="ScItalic"/>
            </w:pPr>
            <w:r w:rsidRPr="001F5B4D">
              <w:t>Scombroidei</w:t>
            </w:r>
          </w:p>
          <w:p w14:paraId="1ADBF6A9" w14:textId="536A932C" w:rsidR="001F5B4D" w:rsidRPr="001F5B4D" w:rsidRDefault="001F5B4D" w:rsidP="001F5B4D">
            <w:pPr>
              <w:pStyle w:val="ScNormal"/>
            </w:pPr>
          </w:p>
        </w:tc>
        <w:tc>
          <w:tcPr>
            <w:tcW w:w="851" w:type="dxa"/>
          </w:tcPr>
          <w:p w14:paraId="039283E5" w14:textId="1E3C8F3C" w:rsidR="001F5B4D" w:rsidRPr="001F5B4D" w:rsidRDefault="001F5B4D" w:rsidP="001F5B4D">
            <w:pPr>
              <w:pStyle w:val="ScNormal"/>
            </w:pPr>
            <w:r w:rsidRPr="001F5B4D">
              <w:t>49</w:t>
            </w:r>
          </w:p>
        </w:tc>
        <w:tc>
          <w:tcPr>
            <w:tcW w:w="6095" w:type="dxa"/>
          </w:tcPr>
          <w:p w14:paraId="6F6843A5" w14:textId="77777777" w:rsidR="001F5B4D" w:rsidRPr="001F5B4D" w:rsidRDefault="001F5B4D" w:rsidP="001F5B4D">
            <w:pPr>
              <w:pStyle w:val="ScNormal"/>
            </w:pPr>
            <w:r w:rsidRPr="001F5B4D">
              <w:t>The species is 'minor' because the catch percentage (&lt;0.5%) is less than the requirement (2%).</w:t>
            </w:r>
          </w:p>
          <w:p w14:paraId="2F1BD856" w14:textId="77777777" w:rsidR="001F5B4D" w:rsidRPr="001F5B4D" w:rsidRDefault="001F5B4D" w:rsidP="001F5B4D">
            <w:r w:rsidRPr="001F5B4D">
              <w:t xml:space="preserve">There is no stock assessment. </w:t>
            </w:r>
          </w:p>
          <w:bookmarkStart w:id="35" w:name="S_TUX"/>
          <w:p w14:paraId="29B9DF0D" w14:textId="777C54C1" w:rsidR="001F5B4D" w:rsidRPr="001F5B4D" w:rsidRDefault="001F5B4D" w:rsidP="001F5B4D">
            <w:r w:rsidRPr="001F5B4D">
              <w:fldChar w:fldCharType="begin"/>
            </w:r>
            <w:r w:rsidRPr="001F5B4D">
              <w:instrText xml:space="preserve"> HYPERLINK  \l "T_TUX" \o "PSA Table" </w:instrText>
            </w:r>
            <w:r w:rsidRPr="001F5B4D">
              <w:fldChar w:fldCharType="separate"/>
            </w:r>
            <w:r w:rsidRPr="001F5B4D">
              <w:rPr>
                <w:rStyle w:val="Hyperlink"/>
              </w:rPr>
              <w:t>The PSA score is 3.77.</w:t>
            </w:r>
            <w:r w:rsidRPr="001F5B4D">
              <w:fldChar w:fldCharType="end"/>
            </w:r>
            <w:r w:rsidRPr="001F5B4D">
              <w:t xml:space="preserve"> </w:t>
            </w:r>
            <w:bookmarkEnd w:id="35"/>
          </w:p>
          <w:p w14:paraId="26DA9B25" w14:textId="7A335479" w:rsidR="001F5B4D" w:rsidRPr="001F5B4D" w:rsidRDefault="001F5B4D" w:rsidP="001F5B4D">
            <w:r w:rsidRPr="001F5B4D">
              <w:t>This UoA could hinder recovery. This species makes up more than 10% of the UoA catch or the UoA species catch makes up more than 30% of the total species catch (73%).</w:t>
            </w:r>
          </w:p>
        </w:tc>
      </w:tr>
      <w:tr w:rsidR="001F5B4D" w:rsidRPr="001F5B4D" w14:paraId="740B6352" w14:textId="77777777" w:rsidTr="001F5B4D">
        <w:tc>
          <w:tcPr>
            <w:tcW w:w="2268" w:type="dxa"/>
          </w:tcPr>
          <w:p w14:paraId="71090EBA" w14:textId="77777777" w:rsidR="001F5B4D" w:rsidRPr="001F5B4D" w:rsidRDefault="001F5B4D" w:rsidP="001F5B4D">
            <w:pPr>
              <w:pStyle w:val="ScNormal"/>
            </w:pPr>
            <w:r w:rsidRPr="001F5B4D">
              <w:t>Marlins,sailfishes,etc. nei</w:t>
            </w:r>
          </w:p>
          <w:p w14:paraId="1859DC0B" w14:textId="77777777" w:rsidR="001F5B4D" w:rsidRPr="001F5B4D" w:rsidRDefault="001F5B4D" w:rsidP="001F5B4D">
            <w:pPr>
              <w:pStyle w:val="ScItalic"/>
            </w:pPr>
            <w:r w:rsidRPr="001F5B4D">
              <w:t>Istiophoridae</w:t>
            </w:r>
          </w:p>
          <w:p w14:paraId="7F5D5675" w14:textId="6C83D39B" w:rsidR="001F5B4D" w:rsidRPr="001F5B4D" w:rsidRDefault="001F5B4D" w:rsidP="001F5B4D">
            <w:pPr>
              <w:pStyle w:val="ScNormal"/>
            </w:pPr>
          </w:p>
        </w:tc>
        <w:tc>
          <w:tcPr>
            <w:tcW w:w="851" w:type="dxa"/>
          </w:tcPr>
          <w:p w14:paraId="3ACAC2F6" w14:textId="25CB1713" w:rsidR="001F5B4D" w:rsidRPr="001F5B4D" w:rsidRDefault="001F5B4D" w:rsidP="001F5B4D">
            <w:pPr>
              <w:pStyle w:val="ScNormal"/>
            </w:pPr>
            <w:r w:rsidRPr="001F5B4D">
              <w:t>54</w:t>
            </w:r>
          </w:p>
        </w:tc>
        <w:tc>
          <w:tcPr>
            <w:tcW w:w="6095" w:type="dxa"/>
          </w:tcPr>
          <w:p w14:paraId="76DFF023" w14:textId="77777777" w:rsidR="001F5B4D" w:rsidRPr="001F5B4D" w:rsidRDefault="001F5B4D" w:rsidP="001F5B4D">
            <w:pPr>
              <w:pStyle w:val="ScNormal"/>
            </w:pPr>
            <w:r w:rsidRPr="001F5B4D">
              <w:t>The species is 'minor' because the catch percentage (&lt;0.5%) is less than the requirement (5%).</w:t>
            </w:r>
          </w:p>
          <w:p w14:paraId="18C53894" w14:textId="77777777" w:rsidR="001F5B4D" w:rsidRPr="001F5B4D" w:rsidRDefault="001F5B4D" w:rsidP="001F5B4D">
            <w:r w:rsidRPr="001F5B4D">
              <w:t xml:space="preserve">There is no stock assessment. </w:t>
            </w:r>
          </w:p>
          <w:bookmarkStart w:id="36" w:name="S_BIL"/>
          <w:p w14:paraId="14A48D28" w14:textId="617A22F8" w:rsidR="001F5B4D" w:rsidRPr="001F5B4D" w:rsidRDefault="001F5B4D" w:rsidP="001F5B4D">
            <w:r w:rsidRPr="001F5B4D">
              <w:fldChar w:fldCharType="begin"/>
            </w:r>
            <w:r w:rsidRPr="001F5B4D">
              <w:instrText xml:space="preserve"> HYPERLINK  \l "T_BIL" \o "PSA Table" </w:instrText>
            </w:r>
            <w:r w:rsidRPr="001F5B4D">
              <w:fldChar w:fldCharType="separate"/>
            </w:r>
            <w:r w:rsidRPr="001F5B4D">
              <w:rPr>
                <w:rStyle w:val="Hyperlink"/>
              </w:rPr>
              <w:t>The PSA score is 3.61.</w:t>
            </w:r>
            <w:r w:rsidRPr="001F5B4D">
              <w:fldChar w:fldCharType="end"/>
            </w:r>
            <w:r w:rsidRPr="001F5B4D">
              <w:t xml:space="preserve"> </w:t>
            </w:r>
            <w:bookmarkEnd w:id="36"/>
          </w:p>
          <w:p w14:paraId="0FA625F8" w14:textId="1C02783A" w:rsidR="001F5B4D" w:rsidRPr="001F5B4D" w:rsidRDefault="001F5B4D" w:rsidP="001F5B4D">
            <w:r w:rsidRPr="001F5B4D">
              <w:t>This UoA could hinder recovery. This species makes up more than 10% of the UoA catch or the UoA species catch makes up more than 30% of the total species catch (63%).</w:t>
            </w:r>
          </w:p>
        </w:tc>
      </w:tr>
      <w:tr w:rsidR="001F5B4D" w:rsidRPr="001F5B4D" w14:paraId="7860E2D1" w14:textId="77777777" w:rsidTr="001F5B4D">
        <w:tc>
          <w:tcPr>
            <w:tcW w:w="2268" w:type="dxa"/>
          </w:tcPr>
          <w:p w14:paraId="587AE353" w14:textId="77777777" w:rsidR="001F5B4D" w:rsidRPr="001F5B4D" w:rsidRDefault="001F5B4D" w:rsidP="001F5B4D">
            <w:pPr>
              <w:pStyle w:val="ScNormal"/>
            </w:pPr>
            <w:r w:rsidRPr="001F5B4D">
              <w:t>Plain bonito</w:t>
            </w:r>
          </w:p>
          <w:p w14:paraId="7E680E0B" w14:textId="77777777" w:rsidR="001F5B4D" w:rsidRPr="001F5B4D" w:rsidRDefault="001F5B4D" w:rsidP="001F5B4D">
            <w:pPr>
              <w:pStyle w:val="ScItalic"/>
            </w:pPr>
            <w:r w:rsidRPr="001F5B4D">
              <w:t>Orcynopsis unicolor</w:t>
            </w:r>
          </w:p>
          <w:p w14:paraId="4895817D" w14:textId="4220C666" w:rsidR="001F5B4D" w:rsidRPr="001F5B4D" w:rsidRDefault="001F5B4D" w:rsidP="001F5B4D">
            <w:pPr>
              <w:pStyle w:val="ScNormal"/>
            </w:pPr>
          </w:p>
        </w:tc>
        <w:tc>
          <w:tcPr>
            <w:tcW w:w="851" w:type="dxa"/>
          </w:tcPr>
          <w:p w14:paraId="2A958189" w14:textId="279009B0" w:rsidR="001F5B4D" w:rsidRPr="001F5B4D" w:rsidRDefault="001F5B4D" w:rsidP="001F5B4D">
            <w:pPr>
              <w:pStyle w:val="ScNormal"/>
            </w:pPr>
            <w:r w:rsidRPr="001F5B4D">
              <w:t>84</w:t>
            </w:r>
          </w:p>
        </w:tc>
        <w:tc>
          <w:tcPr>
            <w:tcW w:w="6095" w:type="dxa"/>
          </w:tcPr>
          <w:p w14:paraId="46D39071" w14:textId="77777777" w:rsidR="001F5B4D" w:rsidRPr="001F5B4D" w:rsidRDefault="001F5B4D" w:rsidP="001F5B4D">
            <w:pPr>
              <w:pStyle w:val="ScNormal"/>
            </w:pPr>
            <w:r w:rsidRPr="001F5B4D">
              <w:t>The species is 'minor' because the catch percentage (&lt;0.5%) is less than the requirement (5%).</w:t>
            </w:r>
          </w:p>
          <w:p w14:paraId="12E788F2" w14:textId="77777777" w:rsidR="001F5B4D" w:rsidRPr="001F5B4D" w:rsidRDefault="001F5B4D" w:rsidP="001F5B4D">
            <w:r w:rsidRPr="001F5B4D">
              <w:t xml:space="preserve">There is no stock assessment. </w:t>
            </w:r>
          </w:p>
          <w:bookmarkStart w:id="37" w:name="S_BOP"/>
          <w:p w14:paraId="683C2F88" w14:textId="7FF05754" w:rsidR="001F5B4D" w:rsidRPr="001F5B4D" w:rsidRDefault="001F5B4D" w:rsidP="001F5B4D">
            <w:r w:rsidRPr="001F5B4D">
              <w:fldChar w:fldCharType="begin"/>
            </w:r>
            <w:r w:rsidRPr="001F5B4D">
              <w:instrText xml:space="preserve"> HYPERLINK  \l "T_BOP" \o "PSA Table" </w:instrText>
            </w:r>
            <w:r w:rsidRPr="001F5B4D">
              <w:fldChar w:fldCharType="separate"/>
            </w:r>
            <w:r w:rsidRPr="001F5B4D">
              <w:rPr>
                <w:rStyle w:val="Hyperlink"/>
              </w:rPr>
              <w:t>The PSA score is 2.59.</w:t>
            </w:r>
            <w:r w:rsidRPr="001F5B4D">
              <w:fldChar w:fldCharType="end"/>
            </w:r>
            <w:r w:rsidRPr="001F5B4D">
              <w:t xml:space="preserve"> </w:t>
            </w:r>
            <w:bookmarkEnd w:id="37"/>
          </w:p>
          <w:p w14:paraId="4497388A" w14:textId="4195B6BB" w:rsidR="001F5B4D" w:rsidRPr="001F5B4D" w:rsidRDefault="001F5B4D" w:rsidP="001F5B4D">
            <w:r w:rsidRPr="001F5B4D">
              <w:t>This UoA could hinder recovery. This species makes up more than 10% of the UoA catch or the UoA species catch makes up more than 30% of the total species catch (80%).</w:t>
            </w:r>
          </w:p>
        </w:tc>
      </w:tr>
      <w:tr w:rsidR="001F5B4D" w:rsidRPr="001F5B4D" w14:paraId="3FCC7F6C" w14:textId="77777777" w:rsidTr="001F5B4D">
        <w:tc>
          <w:tcPr>
            <w:tcW w:w="2268" w:type="dxa"/>
          </w:tcPr>
          <w:p w14:paraId="3F026432" w14:textId="77777777" w:rsidR="001F5B4D" w:rsidRPr="001F5B4D" w:rsidRDefault="001F5B4D" w:rsidP="001F5B4D">
            <w:pPr>
              <w:pStyle w:val="ScNormal"/>
            </w:pPr>
            <w:r w:rsidRPr="001F5B4D">
              <w:t>West African Spanish mackerel</w:t>
            </w:r>
          </w:p>
          <w:p w14:paraId="23DAD33B" w14:textId="77777777" w:rsidR="001F5B4D" w:rsidRPr="001F5B4D" w:rsidRDefault="001F5B4D" w:rsidP="001F5B4D">
            <w:pPr>
              <w:pStyle w:val="ScItalic"/>
            </w:pPr>
            <w:r w:rsidRPr="001F5B4D">
              <w:t>Scomberomorus tritor</w:t>
            </w:r>
          </w:p>
          <w:p w14:paraId="25A2EB05" w14:textId="4C7AF376" w:rsidR="001F5B4D" w:rsidRPr="001F5B4D" w:rsidRDefault="001F5B4D" w:rsidP="001F5B4D">
            <w:pPr>
              <w:pStyle w:val="ScNormal"/>
            </w:pPr>
          </w:p>
        </w:tc>
        <w:tc>
          <w:tcPr>
            <w:tcW w:w="851" w:type="dxa"/>
          </w:tcPr>
          <w:p w14:paraId="761EDB6E" w14:textId="41B5D17D" w:rsidR="001F5B4D" w:rsidRPr="001F5B4D" w:rsidRDefault="001F5B4D" w:rsidP="001F5B4D">
            <w:pPr>
              <w:pStyle w:val="ScNormal"/>
            </w:pPr>
            <w:r w:rsidRPr="001F5B4D">
              <w:t>92</w:t>
            </w:r>
          </w:p>
        </w:tc>
        <w:tc>
          <w:tcPr>
            <w:tcW w:w="6095" w:type="dxa"/>
          </w:tcPr>
          <w:p w14:paraId="44EA6BAA" w14:textId="77777777" w:rsidR="001F5B4D" w:rsidRPr="001F5B4D" w:rsidRDefault="001F5B4D" w:rsidP="001F5B4D">
            <w:pPr>
              <w:pStyle w:val="ScNormal"/>
            </w:pPr>
            <w:r w:rsidRPr="001F5B4D">
              <w:t>The species is 'minor' because the catch percentage (&lt;0.5%) is less than the requirement (5%).</w:t>
            </w:r>
          </w:p>
          <w:p w14:paraId="32CCA842" w14:textId="77777777" w:rsidR="001F5B4D" w:rsidRPr="001F5B4D" w:rsidRDefault="001F5B4D" w:rsidP="001F5B4D">
            <w:r w:rsidRPr="001F5B4D">
              <w:t xml:space="preserve">There is no stock assessment. </w:t>
            </w:r>
          </w:p>
          <w:bookmarkStart w:id="38" w:name="S_MAW"/>
          <w:p w14:paraId="2E9501D0" w14:textId="0294FF33" w:rsidR="001F5B4D" w:rsidRPr="001F5B4D" w:rsidRDefault="001F5B4D" w:rsidP="001F5B4D">
            <w:r w:rsidRPr="001F5B4D">
              <w:fldChar w:fldCharType="begin"/>
            </w:r>
            <w:r w:rsidRPr="001F5B4D">
              <w:instrText xml:space="preserve"> HYPERLINK  \l "T_MAW" \o "PSA Table" </w:instrText>
            </w:r>
            <w:r w:rsidRPr="001F5B4D">
              <w:fldChar w:fldCharType="separate"/>
            </w:r>
            <w:r w:rsidRPr="001F5B4D">
              <w:rPr>
                <w:rStyle w:val="Hyperlink"/>
              </w:rPr>
              <w:t>The PSA score is 2.18.</w:t>
            </w:r>
            <w:r w:rsidRPr="001F5B4D">
              <w:fldChar w:fldCharType="end"/>
            </w:r>
            <w:r w:rsidRPr="001F5B4D">
              <w:t xml:space="preserve"> </w:t>
            </w:r>
            <w:bookmarkEnd w:id="38"/>
          </w:p>
          <w:p w14:paraId="18D50925" w14:textId="543CF5FD" w:rsidR="001F5B4D" w:rsidRPr="001F5B4D" w:rsidRDefault="001F5B4D" w:rsidP="001F5B4D">
            <w:r w:rsidRPr="001F5B4D">
              <w:t>This UoA would probably not hinder recovery. This species makes up less than 10% of the UoA catch and the UoA species catch makes up less than 30% of the total species catch (16%).</w:t>
            </w:r>
          </w:p>
        </w:tc>
      </w:tr>
      <w:tr w:rsidR="001F5B4D" w:rsidRPr="001F5B4D" w14:paraId="3127113C" w14:textId="77777777" w:rsidTr="001F5B4D">
        <w:tc>
          <w:tcPr>
            <w:tcW w:w="2268" w:type="dxa"/>
          </w:tcPr>
          <w:p w14:paraId="7EFD1E85" w14:textId="77777777" w:rsidR="001F5B4D" w:rsidRPr="001F5B4D" w:rsidRDefault="001F5B4D" w:rsidP="001F5B4D">
            <w:pPr>
              <w:pStyle w:val="ScNormal"/>
            </w:pPr>
            <w:r w:rsidRPr="001F5B4D">
              <w:lastRenderedPageBreak/>
              <w:t>Shortfin mako</w:t>
            </w:r>
          </w:p>
          <w:p w14:paraId="2A36E52E" w14:textId="77777777" w:rsidR="001F5B4D" w:rsidRPr="001F5B4D" w:rsidRDefault="001F5B4D" w:rsidP="001F5B4D">
            <w:pPr>
              <w:pStyle w:val="ScItalic"/>
            </w:pPr>
            <w:r w:rsidRPr="001F5B4D">
              <w:t>Isurus oxyrinchus</w:t>
            </w:r>
          </w:p>
          <w:p w14:paraId="05D3658B" w14:textId="77777777" w:rsidR="001F5B4D" w:rsidRPr="001F5B4D" w:rsidRDefault="001F5B4D" w:rsidP="001F5B4D">
            <w:pPr>
              <w:pStyle w:val="ScNormal"/>
            </w:pPr>
            <w:r w:rsidRPr="001F5B4D">
              <w:t>Eastern Pacific Shortfin Mako</w:t>
            </w:r>
          </w:p>
          <w:p w14:paraId="46B5140C" w14:textId="63992954" w:rsidR="001F5B4D" w:rsidRPr="001F5B4D" w:rsidRDefault="001F5B4D" w:rsidP="001F5B4D"/>
        </w:tc>
        <w:tc>
          <w:tcPr>
            <w:tcW w:w="851" w:type="dxa"/>
          </w:tcPr>
          <w:p w14:paraId="2BCEF2E4" w14:textId="59A48C61" w:rsidR="001F5B4D" w:rsidRPr="001F5B4D" w:rsidRDefault="001F5B4D" w:rsidP="001F5B4D">
            <w:pPr>
              <w:pStyle w:val="ScNormal"/>
            </w:pPr>
            <w:r w:rsidRPr="001F5B4D">
              <w:t>80</w:t>
            </w:r>
          </w:p>
        </w:tc>
        <w:tc>
          <w:tcPr>
            <w:tcW w:w="6095" w:type="dxa"/>
          </w:tcPr>
          <w:p w14:paraId="7461AA2C" w14:textId="77777777" w:rsidR="001F5B4D" w:rsidRPr="001F5B4D" w:rsidRDefault="001F5B4D" w:rsidP="001F5B4D">
            <w:pPr>
              <w:pStyle w:val="ScNormal"/>
            </w:pPr>
            <w:r w:rsidRPr="001F5B4D">
              <w:t>The species is 'minor' because the catch percentage (&lt;0.5%) is less than the requirement (2%).</w:t>
            </w:r>
          </w:p>
          <w:p w14:paraId="289C4F5E" w14:textId="77777777" w:rsidR="001F5B4D" w:rsidRPr="001F5B4D" w:rsidRDefault="001F5B4D" w:rsidP="001F5B4D">
            <w:r w:rsidRPr="001F5B4D">
              <w:t>The population has not been assessed.  Target/shark catch ratios suggest that longline catches of shortfin mako are most significant but there may also be sometimes a significant purse seine bycatch. No direct measures have been adopted by IATTC.</w:t>
            </w:r>
          </w:p>
          <w:p w14:paraId="3B3B682B" w14:textId="77777777" w:rsidR="001F5B4D" w:rsidRPr="001F5B4D" w:rsidRDefault="001F5B4D" w:rsidP="001F5B4D">
            <w:r w:rsidRPr="001F5B4D">
              <w:t xml:space="preserve">There is no stock assessment. </w:t>
            </w:r>
          </w:p>
          <w:bookmarkStart w:id="39" w:name="S_SMA"/>
          <w:p w14:paraId="63CCB440" w14:textId="0CE55337" w:rsidR="001F5B4D" w:rsidRPr="001F5B4D" w:rsidRDefault="001F5B4D" w:rsidP="001F5B4D">
            <w:r w:rsidRPr="001F5B4D">
              <w:fldChar w:fldCharType="begin"/>
            </w:r>
            <w:r w:rsidRPr="001F5B4D">
              <w:instrText xml:space="preserve"> HYPERLINK  \l "T_SMA" \o "PSA Table" </w:instrText>
            </w:r>
            <w:r w:rsidRPr="001F5B4D">
              <w:fldChar w:fldCharType="separate"/>
            </w:r>
            <w:r w:rsidRPr="001F5B4D">
              <w:rPr>
                <w:rStyle w:val="Hyperlink"/>
              </w:rPr>
              <w:t>The PSA score is 3.42.</w:t>
            </w:r>
            <w:r w:rsidRPr="001F5B4D">
              <w:fldChar w:fldCharType="end"/>
            </w:r>
            <w:r w:rsidRPr="001F5B4D">
              <w:t xml:space="preserve"> </w:t>
            </w:r>
            <w:bookmarkEnd w:id="39"/>
          </w:p>
          <w:p w14:paraId="3D48E933" w14:textId="1326FC2A" w:rsidR="001F5B4D" w:rsidRPr="001F5B4D" w:rsidRDefault="001F5B4D" w:rsidP="001F5B4D">
            <w:r w:rsidRPr="001F5B4D">
              <w:t>This UoA would probably not hinder recovery. This species makes up less than 10% of the UoA catch and the UoA species catch makes up less than 30% of the total species catch (1%).</w:t>
            </w:r>
          </w:p>
        </w:tc>
      </w:tr>
      <w:tr w:rsidR="001F5B4D" w:rsidRPr="001F5B4D" w14:paraId="68986F35" w14:textId="77777777" w:rsidTr="001F5B4D">
        <w:tc>
          <w:tcPr>
            <w:tcW w:w="2268" w:type="dxa"/>
          </w:tcPr>
          <w:p w14:paraId="64C7C441" w14:textId="77777777" w:rsidR="001F5B4D" w:rsidRPr="001F5B4D" w:rsidRDefault="001F5B4D" w:rsidP="001F5B4D">
            <w:pPr>
              <w:pStyle w:val="ScNormal"/>
            </w:pPr>
            <w:r w:rsidRPr="001F5B4D">
              <w:t>Various sharks nei</w:t>
            </w:r>
          </w:p>
          <w:p w14:paraId="0A93C4F8" w14:textId="77777777" w:rsidR="001F5B4D" w:rsidRPr="001F5B4D" w:rsidRDefault="001F5B4D" w:rsidP="001F5B4D">
            <w:pPr>
              <w:pStyle w:val="ScItalic"/>
            </w:pPr>
            <w:r w:rsidRPr="001F5B4D">
              <w:t>Selachimorpha (Pleurotremata)</w:t>
            </w:r>
          </w:p>
          <w:p w14:paraId="6ACDB84C" w14:textId="2999C127" w:rsidR="001F5B4D" w:rsidRPr="001F5B4D" w:rsidRDefault="001F5B4D" w:rsidP="001F5B4D">
            <w:pPr>
              <w:pStyle w:val="ScNormal"/>
            </w:pPr>
          </w:p>
        </w:tc>
        <w:tc>
          <w:tcPr>
            <w:tcW w:w="851" w:type="dxa"/>
          </w:tcPr>
          <w:p w14:paraId="712434FE" w14:textId="4C31FE99" w:rsidR="001F5B4D" w:rsidRPr="001F5B4D" w:rsidRDefault="001F5B4D" w:rsidP="001F5B4D">
            <w:pPr>
              <w:pStyle w:val="ScNormal"/>
            </w:pPr>
            <w:r w:rsidRPr="001F5B4D">
              <w:t>80</w:t>
            </w:r>
          </w:p>
        </w:tc>
        <w:tc>
          <w:tcPr>
            <w:tcW w:w="6095" w:type="dxa"/>
          </w:tcPr>
          <w:p w14:paraId="017DDB79" w14:textId="77777777" w:rsidR="001F5B4D" w:rsidRPr="001F5B4D" w:rsidRDefault="001F5B4D" w:rsidP="001F5B4D">
            <w:pPr>
              <w:pStyle w:val="ScNormal"/>
            </w:pPr>
            <w:r w:rsidRPr="001F5B4D">
              <w:t>The species is 'minor' because the catch percentage (&lt;0.5%) is less than the requirement (2%).</w:t>
            </w:r>
          </w:p>
          <w:p w14:paraId="03A15636" w14:textId="77777777" w:rsidR="001F5B4D" w:rsidRPr="001F5B4D" w:rsidRDefault="001F5B4D" w:rsidP="001F5B4D">
            <w:r w:rsidRPr="001F5B4D">
              <w:t xml:space="preserve">There is no stock assessment. </w:t>
            </w:r>
          </w:p>
          <w:bookmarkStart w:id="40" w:name="S_SKH"/>
          <w:p w14:paraId="3734AAAF" w14:textId="04C00A92" w:rsidR="001F5B4D" w:rsidRPr="001F5B4D" w:rsidRDefault="001F5B4D" w:rsidP="001F5B4D">
            <w:r w:rsidRPr="001F5B4D">
              <w:fldChar w:fldCharType="begin"/>
            </w:r>
            <w:r w:rsidRPr="001F5B4D">
              <w:instrText xml:space="preserve"> HYPERLINK  \l "T_SKH" \o "PSA Table" </w:instrText>
            </w:r>
            <w:r w:rsidRPr="001F5B4D">
              <w:fldChar w:fldCharType="separate"/>
            </w:r>
            <w:r w:rsidRPr="001F5B4D">
              <w:rPr>
                <w:rStyle w:val="Hyperlink"/>
              </w:rPr>
              <w:t>The PSA score is 4.24.</w:t>
            </w:r>
            <w:r w:rsidRPr="001F5B4D">
              <w:fldChar w:fldCharType="end"/>
            </w:r>
            <w:r w:rsidRPr="001F5B4D">
              <w:t xml:space="preserve"> </w:t>
            </w:r>
            <w:bookmarkEnd w:id="40"/>
          </w:p>
          <w:p w14:paraId="1511D802" w14:textId="54D6B6DC" w:rsidR="001F5B4D" w:rsidRPr="001F5B4D" w:rsidRDefault="001F5B4D" w:rsidP="001F5B4D">
            <w:r w:rsidRPr="001F5B4D">
              <w:t>This UoA would probably not hinder recovery. This species makes up less than 10% of the UoA catch and the UoA species catch makes up less than 30% of the total species catch (22%).</w:t>
            </w:r>
          </w:p>
        </w:tc>
      </w:tr>
      <w:tr w:rsidR="001F5B4D" w:rsidRPr="001F5B4D" w14:paraId="6C16C09C" w14:textId="77777777" w:rsidTr="001F5B4D">
        <w:tc>
          <w:tcPr>
            <w:tcW w:w="2268" w:type="dxa"/>
          </w:tcPr>
          <w:p w14:paraId="55FDB40F" w14:textId="77777777" w:rsidR="001F5B4D" w:rsidRPr="001F5B4D" w:rsidRDefault="001F5B4D" w:rsidP="001F5B4D">
            <w:pPr>
              <w:pStyle w:val="ScNormal"/>
            </w:pPr>
            <w:r w:rsidRPr="001F5B4D">
              <w:t>Seerfishes nei</w:t>
            </w:r>
          </w:p>
          <w:p w14:paraId="603678F5" w14:textId="77777777" w:rsidR="001F5B4D" w:rsidRPr="001F5B4D" w:rsidRDefault="001F5B4D" w:rsidP="001F5B4D">
            <w:pPr>
              <w:pStyle w:val="ScItalic"/>
            </w:pPr>
            <w:r w:rsidRPr="001F5B4D">
              <w:t>Scomberomorus spp</w:t>
            </w:r>
          </w:p>
          <w:p w14:paraId="2ED714F6" w14:textId="4EC46A7F" w:rsidR="001F5B4D" w:rsidRPr="001F5B4D" w:rsidRDefault="001F5B4D" w:rsidP="001F5B4D">
            <w:pPr>
              <w:pStyle w:val="ScNormal"/>
            </w:pPr>
          </w:p>
        </w:tc>
        <w:tc>
          <w:tcPr>
            <w:tcW w:w="851" w:type="dxa"/>
          </w:tcPr>
          <w:p w14:paraId="0C4BF704" w14:textId="2BEA1D1A" w:rsidR="001F5B4D" w:rsidRPr="001F5B4D" w:rsidRDefault="001F5B4D" w:rsidP="001F5B4D">
            <w:pPr>
              <w:pStyle w:val="ScNormal"/>
            </w:pPr>
            <w:r w:rsidRPr="001F5B4D">
              <w:t>49</w:t>
            </w:r>
          </w:p>
        </w:tc>
        <w:tc>
          <w:tcPr>
            <w:tcW w:w="6095" w:type="dxa"/>
          </w:tcPr>
          <w:p w14:paraId="57F38187" w14:textId="77777777" w:rsidR="001F5B4D" w:rsidRPr="001F5B4D" w:rsidRDefault="001F5B4D" w:rsidP="001F5B4D">
            <w:pPr>
              <w:pStyle w:val="ScNormal"/>
            </w:pPr>
            <w:r w:rsidRPr="001F5B4D">
              <w:t>The species is 'minor' because the catch percentage (&lt;0.5%) is less than the requirement (2%).</w:t>
            </w:r>
          </w:p>
          <w:p w14:paraId="4F101398" w14:textId="77777777" w:rsidR="001F5B4D" w:rsidRPr="001F5B4D" w:rsidRDefault="001F5B4D" w:rsidP="001F5B4D">
            <w:r w:rsidRPr="001F5B4D">
              <w:t xml:space="preserve">There is no stock assessment. </w:t>
            </w:r>
          </w:p>
          <w:bookmarkStart w:id="41" w:name="S_KGX"/>
          <w:p w14:paraId="0C4827AE" w14:textId="43D475B1" w:rsidR="001F5B4D" w:rsidRPr="001F5B4D" w:rsidRDefault="001F5B4D" w:rsidP="001F5B4D">
            <w:r w:rsidRPr="001F5B4D">
              <w:fldChar w:fldCharType="begin"/>
            </w:r>
            <w:r w:rsidRPr="001F5B4D">
              <w:instrText xml:space="preserve"> HYPERLINK  \l "T_KGX" \o "PSA Table" </w:instrText>
            </w:r>
            <w:r w:rsidRPr="001F5B4D">
              <w:fldChar w:fldCharType="separate"/>
            </w:r>
            <w:r w:rsidRPr="001F5B4D">
              <w:rPr>
                <w:rStyle w:val="Hyperlink"/>
              </w:rPr>
              <w:t>The PSA score is 3.77.</w:t>
            </w:r>
            <w:r w:rsidRPr="001F5B4D">
              <w:fldChar w:fldCharType="end"/>
            </w:r>
            <w:r w:rsidRPr="001F5B4D">
              <w:t xml:space="preserve"> </w:t>
            </w:r>
            <w:bookmarkEnd w:id="41"/>
          </w:p>
          <w:p w14:paraId="594FF92B" w14:textId="3E6E6374" w:rsidR="001F5B4D" w:rsidRPr="001F5B4D" w:rsidRDefault="001F5B4D" w:rsidP="001F5B4D">
            <w:r w:rsidRPr="001F5B4D">
              <w:t>This UoA could hinder recovery. This species makes up more than 10% of the UoA catch or the UoA species catch makes up more than 30% of the total species catch (96%).</w:t>
            </w:r>
          </w:p>
        </w:tc>
      </w:tr>
      <w:tr w:rsidR="001F5B4D" w:rsidRPr="001F5B4D" w14:paraId="4C809373" w14:textId="77777777" w:rsidTr="001F5B4D">
        <w:tc>
          <w:tcPr>
            <w:tcW w:w="2268" w:type="dxa"/>
          </w:tcPr>
          <w:p w14:paraId="4C8FB175" w14:textId="77777777" w:rsidR="001F5B4D" w:rsidRPr="001F5B4D" w:rsidRDefault="001F5B4D" w:rsidP="001F5B4D">
            <w:pPr>
              <w:pStyle w:val="ScNormal"/>
            </w:pPr>
            <w:r w:rsidRPr="001F5B4D">
              <w:t>Silky shark</w:t>
            </w:r>
          </w:p>
          <w:p w14:paraId="35247B69" w14:textId="77777777" w:rsidR="001F5B4D" w:rsidRPr="001F5B4D" w:rsidRDefault="001F5B4D" w:rsidP="001F5B4D">
            <w:pPr>
              <w:pStyle w:val="ScItalic"/>
            </w:pPr>
            <w:r w:rsidRPr="001F5B4D">
              <w:t>Carcharhinus falciformis</w:t>
            </w:r>
          </w:p>
          <w:p w14:paraId="38E651DF" w14:textId="77777777" w:rsidR="001F5B4D" w:rsidRPr="001F5B4D" w:rsidRDefault="001F5B4D" w:rsidP="001F5B4D">
            <w:pPr>
              <w:pStyle w:val="ScNormal"/>
            </w:pPr>
            <w:r w:rsidRPr="001F5B4D">
              <w:t>Eastern Pacific Silky Shark</w:t>
            </w:r>
          </w:p>
          <w:p w14:paraId="0A7542DF" w14:textId="1F9F2F4D" w:rsidR="001F5B4D" w:rsidRPr="001F5B4D" w:rsidRDefault="001F5B4D" w:rsidP="001F5B4D"/>
        </w:tc>
        <w:tc>
          <w:tcPr>
            <w:tcW w:w="851" w:type="dxa"/>
          </w:tcPr>
          <w:p w14:paraId="4F932AB2" w14:textId="2DFDD5F1" w:rsidR="001F5B4D" w:rsidRPr="001F5B4D" w:rsidRDefault="001F5B4D" w:rsidP="001F5B4D">
            <w:pPr>
              <w:pStyle w:val="ScNormal"/>
            </w:pPr>
            <w:r w:rsidRPr="001F5B4D">
              <w:t>60</w:t>
            </w:r>
          </w:p>
        </w:tc>
        <w:tc>
          <w:tcPr>
            <w:tcW w:w="6095" w:type="dxa"/>
          </w:tcPr>
          <w:p w14:paraId="52F999B3" w14:textId="77777777" w:rsidR="001F5B4D" w:rsidRPr="001F5B4D" w:rsidRDefault="001F5B4D" w:rsidP="001F5B4D">
            <w:pPr>
              <w:pStyle w:val="ScNormal"/>
            </w:pPr>
            <w:r w:rsidRPr="001F5B4D">
              <w:t>The species is 'minor' because the catch percentage (&lt;0.5%) is less than the requirement (2%).</w:t>
            </w:r>
          </w:p>
          <w:p w14:paraId="58C1E2AB" w14:textId="77777777" w:rsidR="001F5B4D" w:rsidRPr="001F5B4D" w:rsidRDefault="001F5B4D" w:rsidP="001F5B4D">
            <w:r w:rsidRPr="001F5B4D">
              <w:t xml:space="preserve">In 2013 the IATTC attempted to assess the status of the northern and southern stocks of silky sharks in the eastern Pacific Ocean, but the result was unsuccessful due to limited data. Since a conventional stock assessment was not possible, in 2014 a suite of possible stock status indicators (SSIs), such as the standardized CPUE indices from the purse-seine fishery, were proposed as the best indicators for representing trends in the silky shark populations. The data were updated in 2015 and the results indicated that in the northern area, the CPUE index shows an initial sharp decline during 1994-1998, followed by a period of relative stability at a low level (1999-2009), then a sharp increase from 2009 to 2010, a sharp decrease from 2010 through 2012, and again a sharp increase from 2012 through 2015. For the southern area, the CPUE indicator shows a sharp decline during 1994-2004, followed by a period of stability at much lower levels until 2013, and then a small increase in 2014, with little change in 2015. However, it is not possible to attribute these results to changes in biomass abundance, rather than changes in availability due, for example, to environmental effects. </w:t>
            </w:r>
          </w:p>
          <w:p w14:paraId="08A2A3C1" w14:textId="77777777" w:rsidR="001F5B4D" w:rsidRPr="001F5B4D" w:rsidRDefault="001F5B4D" w:rsidP="001F5B4D">
            <w:r w:rsidRPr="001F5B4D">
              <w:t>Therefore, it is not possible to determine that the stocks are highly likely above the PRI, although with current values of CPUE indices, it can be said that recruitment has not declined catastrophically.</w:t>
            </w:r>
          </w:p>
          <w:p w14:paraId="2ADD6A98" w14:textId="77777777" w:rsidR="001F5B4D" w:rsidRPr="001F5B4D" w:rsidRDefault="001F5B4D" w:rsidP="001F5B4D">
            <w:r w:rsidRPr="001F5B4D">
              <w:lastRenderedPageBreak/>
              <w:t>IATTC Resolution C-16-06 establishes a series of conservation measures for the protections of silky sharks as the prohibition of the onboard retention, transshipping, landing, or storing of any part or whole carcasses of silky sharks caught by purse-seine vessels. Moreover, longline vessels that catch sharks incidentally, must limit bycatch of silky sharks to a maximum of 20% of the total catch. It also defines monitoring measures and penalties.</w:t>
            </w:r>
          </w:p>
          <w:bookmarkStart w:id="42" w:name="S_FAL"/>
          <w:p w14:paraId="3A114FF8" w14:textId="774C6E4D" w:rsidR="001F5B4D" w:rsidRPr="001F5B4D" w:rsidRDefault="001F5B4D" w:rsidP="001F5B4D">
            <w:r w:rsidRPr="001F5B4D">
              <w:fldChar w:fldCharType="begin"/>
            </w:r>
            <w:r w:rsidRPr="001F5B4D">
              <w:instrText xml:space="preserve"> HYPERLINK  \l "T_FAL" \o "PSA Table" </w:instrText>
            </w:r>
            <w:r w:rsidRPr="001F5B4D">
              <w:fldChar w:fldCharType="separate"/>
            </w:r>
            <w:r w:rsidRPr="001F5B4D">
              <w:rPr>
                <w:rStyle w:val="Hyperlink"/>
              </w:rPr>
              <w:t>The PSA score is 3.10.</w:t>
            </w:r>
            <w:r w:rsidRPr="001F5B4D">
              <w:fldChar w:fldCharType="end"/>
            </w:r>
            <w:r w:rsidRPr="001F5B4D">
              <w:t xml:space="preserve"> </w:t>
            </w:r>
            <w:bookmarkEnd w:id="42"/>
          </w:p>
          <w:p w14:paraId="5BD9C5A8" w14:textId="366A7B02" w:rsidR="001F5B4D" w:rsidRPr="001F5B4D" w:rsidRDefault="001F5B4D" w:rsidP="001F5B4D">
            <w:r w:rsidRPr="001F5B4D">
              <w:t>This UoA could hinder recovery. This species makes up more than 10% of the UoA catch or the UoA species catch makes up more than 30% of the total species catch (50%).</w:t>
            </w:r>
          </w:p>
        </w:tc>
      </w:tr>
      <w:tr w:rsidR="001F5B4D" w:rsidRPr="001F5B4D" w14:paraId="57475FF0" w14:textId="77777777" w:rsidTr="001F5B4D">
        <w:tc>
          <w:tcPr>
            <w:tcW w:w="2268" w:type="dxa"/>
          </w:tcPr>
          <w:p w14:paraId="67994FD3" w14:textId="77777777" w:rsidR="001F5B4D" w:rsidRPr="001F5B4D" w:rsidRDefault="001F5B4D" w:rsidP="001F5B4D">
            <w:pPr>
              <w:pStyle w:val="ScNormal"/>
            </w:pPr>
            <w:r w:rsidRPr="001F5B4D">
              <w:lastRenderedPageBreak/>
              <w:t>Requiem sharks nei</w:t>
            </w:r>
          </w:p>
          <w:p w14:paraId="69ECFD69" w14:textId="77777777" w:rsidR="001F5B4D" w:rsidRPr="001F5B4D" w:rsidRDefault="001F5B4D" w:rsidP="001F5B4D">
            <w:pPr>
              <w:pStyle w:val="ScItalic"/>
            </w:pPr>
            <w:r w:rsidRPr="001F5B4D">
              <w:t>Carcharhinidae</w:t>
            </w:r>
          </w:p>
          <w:p w14:paraId="0146F5AB" w14:textId="1146F335" w:rsidR="001F5B4D" w:rsidRPr="001F5B4D" w:rsidRDefault="001F5B4D" w:rsidP="001F5B4D">
            <w:pPr>
              <w:pStyle w:val="ScNormal"/>
            </w:pPr>
          </w:p>
        </w:tc>
        <w:tc>
          <w:tcPr>
            <w:tcW w:w="851" w:type="dxa"/>
          </w:tcPr>
          <w:p w14:paraId="1A4B4AB5" w14:textId="41FF8377" w:rsidR="001F5B4D" w:rsidRPr="001F5B4D" w:rsidRDefault="001F5B4D" w:rsidP="001F5B4D">
            <w:pPr>
              <w:pStyle w:val="ScNormal"/>
            </w:pPr>
            <w:r w:rsidRPr="001F5B4D">
              <w:t>80</w:t>
            </w:r>
          </w:p>
        </w:tc>
        <w:tc>
          <w:tcPr>
            <w:tcW w:w="6095" w:type="dxa"/>
          </w:tcPr>
          <w:p w14:paraId="1972DE1C" w14:textId="77777777" w:rsidR="001F5B4D" w:rsidRPr="001F5B4D" w:rsidRDefault="001F5B4D" w:rsidP="001F5B4D">
            <w:pPr>
              <w:pStyle w:val="ScNormal"/>
            </w:pPr>
            <w:r w:rsidRPr="001F5B4D">
              <w:t>The species is 'minor' because the catch percentage (&lt;0.5%) is less than the requirement (2%).</w:t>
            </w:r>
          </w:p>
          <w:p w14:paraId="76C621F5" w14:textId="77777777" w:rsidR="001F5B4D" w:rsidRPr="001F5B4D" w:rsidRDefault="001F5B4D" w:rsidP="001F5B4D">
            <w:r w:rsidRPr="001F5B4D">
              <w:t xml:space="preserve">There is no stock assessment. </w:t>
            </w:r>
          </w:p>
          <w:bookmarkStart w:id="43" w:name="S_RSK"/>
          <w:p w14:paraId="4175637E" w14:textId="6D76F88F" w:rsidR="001F5B4D" w:rsidRPr="001F5B4D" w:rsidRDefault="001F5B4D" w:rsidP="001F5B4D">
            <w:r w:rsidRPr="001F5B4D">
              <w:fldChar w:fldCharType="begin"/>
            </w:r>
            <w:r w:rsidRPr="001F5B4D">
              <w:instrText xml:space="preserve"> HYPERLINK  \l "T_RSK" \o "PSA Table" </w:instrText>
            </w:r>
            <w:r w:rsidRPr="001F5B4D">
              <w:fldChar w:fldCharType="separate"/>
            </w:r>
            <w:r w:rsidRPr="001F5B4D">
              <w:rPr>
                <w:rStyle w:val="Hyperlink"/>
              </w:rPr>
              <w:t>The PSA score is 4.24.</w:t>
            </w:r>
            <w:r w:rsidRPr="001F5B4D">
              <w:fldChar w:fldCharType="end"/>
            </w:r>
            <w:r w:rsidRPr="001F5B4D">
              <w:t xml:space="preserve"> </w:t>
            </w:r>
            <w:bookmarkEnd w:id="43"/>
          </w:p>
          <w:p w14:paraId="557DD453" w14:textId="163673A7" w:rsidR="001F5B4D" w:rsidRPr="001F5B4D" w:rsidRDefault="001F5B4D" w:rsidP="001F5B4D">
            <w:r w:rsidRPr="001F5B4D">
              <w:t>This UoA would probably not hinder recovery. This species makes up less than 10% of the UoA catch and the UoA species catch makes up less than 30% of the total species catch (23%).</w:t>
            </w:r>
          </w:p>
        </w:tc>
      </w:tr>
      <w:tr w:rsidR="001F5B4D" w:rsidRPr="001F5B4D" w14:paraId="27AA4F4F" w14:textId="77777777" w:rsidTr="001F5B4D">
        <w:tc>
          <w:tcPr>
            <w:tcW w:w="2268" w:type="dxa"/>
          </w:tcPr>
          <w:p w14:paraId="6974EE98" w14:textId="77777777" w:rsidR="001F5B4D" w:rsidRPr="001F5B4D" w:rsidRDefault="001F5B4D" w:rsidP="001F5B4D">
            <w:pPr>
              <w:pStyle w:val="ScNormal"/>
            </w:pPr>
            <w:r w:rsidRPr="001F5B4D">
              <w:t>Oceanic triggerfish</w:t>
            </w:r>
          </w:p>
          <w:p w14:paraId="6B2DEB7F" w14:textId="77777777" w:rsidR="001F5B4D" w:rsidRPr="001F5B4D" w:rsidRDefault="001F5B4D" w:rsidP="001F5B4D">
            <w:pPr>
              <w:pStyle w:val="ScItalic"/>
            </w:pPr>
            <w:r w:rsidRPr="001F5B4D">
              <w:t>Canthidermis maculata</w:t>
            </w:r>
          </w:p>
          <w:p w14:paraId="4B7CCC59" w14:textId="74909EED" w:rsidR="001F5B4D" w:rsidRPr="001F5B4D" w:rsidRDefault="001F5B4D" w:rsidP="001F5B4D">
            <w:pPr>
              <w:pStyle w:val="ScNormal"/>
            </w:pPr>
          </w:p>
        </w:tc>
        <w:tc>
          <w:tcPr>
            <w:tcW w:w="851" w:type="dxa"/>
          </w:tcPr>
          <w:p w14:paraId="0DB842A9" w14:textId="1BDD93CA" w:rsidR="001F5B4D" w:rsidRPr="001F5B4D" w:rsidRDefault="001F5B4D" w:rsidP="001F5B4D">
            <w:pPr>
              <w:pStyle w:val="ScNormal"/>
            </w:pPr>
            <w:r w:rsidRPr="001F5B4D">
              <w:t>89</w:t>
            </w:r>
          </w:p>
        </w:tc>
        <w:tc>
          <w:tcPr>
            <w:tcW w:w="6095" w:type="dxa"/>
          </w:tcPr>
          <w:p w14:paraId="29A4441D" w14:textId="77777777" w:rsidR="001F5B4D" w:rsidRPr="001F5B4D" w:rsidRDefault="001F5B4D" w:rsidP="001F5B4D">
            <w:pPr>
              <w:pStyle w:val="ScNormal"/>
            </w:pPr>
            <w:r w:rsidRPr="001F5B4D">
              <w:t>The species is 'minor' because the catch percentage (&lt;0.5%) is less than the requirement (5%).</w:t>
            </w:r>
          </w:p>
          <w:p w14:paraId="08019684" w14:textId="77777777" w:rsidR="001F5B4D" w:rsidRPr="001F5B4D" w:rsidRDefault="001F5B4D" w:rsidP="001F5B4D">
            <w:r w:rsidRPr="001F5B4D">
              <w:t xml:space="preserve">There is no stock assessment. </w:t>
            </w:r>
          </w:p>
          <w:bookmarkStart w:id="44" w:name="S_CNT"/>
          <w:p w14:paraId="007E6555" w14:textId="67E9A1E5" w:rsidR="001F5B4D" w:rsidRPr="001F5B4D" w:rsidRDefault="001F5B4D" w:rsidP="001F5B4D">
            <w:r w:rsidRPr="001F5B4D">
              <w:fldChar w:fldCharType="begin"/>
            </w:r>
            <w:r w:rsidRPr="001F5B4D">
              <w:instrText xml:space="preserve"> HYPERLINK  \l "T_CNT" \o "PSA Table" </w:instrText>
            </w:r>
            <w:r w:rsidRPr="001F5B4D">
              <w:fldChar w:fldCharType="separate"/>
            </w:r>
            <w:r w:rsidRPr="001F5B4D">
              <w:rPr>
                <w:rStyle w:val="Hyperlink"/>
              </w:rPr>
              <w:t>The PSA score is 2.34.</w:t>
            </w:r>
            <w:r w:rsidRPr="001F5B4D">
              <w:fldChar w:fldCharType="end"/>
            </w:r>
            <w:r w:rsidRPr="001F5B4D">
              <w:t xml:space="preserve"> </w:t>
            </w:r>
            <w:bookmarkEnd w:id="44"/>
          </w:p>
          <w:p w14:paraId="70E1F614" w14:textId="4722C49D" w:rsidR="001F5B4D" w:rsidRPr="001F5B4D" w:rsidRDefault="001F5B4D" w:rsidP="001F5B4D">
            <w:r w:rsidRPr="001F5B4D">
              <w:t>This UoA could hinder recovery. This species makes up more than 10% of the UoA catch or the UoA species catch makes up more than 30% of the total species catch (100%).</w:t>
            </w:r>
          </w:p>
        </w:tc>
      </w:tr>
      <w:tr w:rsidR="001F5B4D" w:rsidRPr="001F5B4D" w14:paraId="4FA974C7" w14:textId="77777777" w:rsidTr="001F5B4D">
        <w:tc>
          <w:tcPr>
            <w:tcW w:w="2268" w:type="dxa"/>
          </w:tcPr>
          <w:p w14:paraId="29ACB9EB" w14:textId="77777777" w:rsidR="001F5B4D" w:rsidRPr="001F5B4D" w:rsidRDefault="001F5B4D" w:rsidP="001F5B4D">
            <w:pPr>
              <w:pStyle w:val="ScNormal"/>
            </w:pPr>
            <w:r w:rsidRPr="001F5B4D">
              <w:t>Small-spotted catshark</w:t>
            </w:r>
          </w:p>
          <w:p w14:paraId="170F9639" w14:textId="77777777" w:rsidR="001F5B4D" w:rsidRPr="001F5B4D" w:rsidRDefault="001F5B4D" w:rsidP="001F5B4D">
            <w:pPr>
              <w:pStyle w:val="ScItalic"/>
            </w:pPr>
            <w:r w:rsidRPr="001F5B4D">
              <w:t>Scyliorhinus canicula</w:t>
            </w:r>
          </w:p>
          <w:p w14:paraId="74AAEED3" w14:textId="60C23F9F" w:rsidR="001F5B4D" w:rsidRPr="001F5B4D" w:rsidRDefault="001F5B4D" w:rsidP="001F5B4D">
            <w:pPr>
              <w:pStyle w:val="ScNormal"/>
            </w:pPr>
          </w:p>
        </w:tc>
        <w:tc>
          <w:tcPr>
            <w:tcW w:w="851" w:type="dxa"/>
          </w:tcPr>
          <w:p w14:paraId="5C9900EC" w14:textId="271A16AA" w:rsidR="001F5B4D" w:rsidRPr="001F5B4D" w:rsidRDefault="001F5B4D" w:rsidP="001F5B4D">
            <w:pPr>
              <w:pStyle w:val="ScNormal"/>
            </w:pPr>
            <w:r w:rsidRPr="001F5B4D">
              <w:t>84</w:t>
            </w:r>
          </w:p>
        </w:tc>
        <w:tc>
          <w:tcPr>
            <w:tcW w:w="6095" w:type="dxa"/>
          </w:tcPr>
          <w:p w14:paraId="50BCDDD1" w14:textId="77777777" w:rsidR="001F5B4D" w:rsidRPr="001F5B4D" w:rsidRDefault="001F5B4D" w:rsidP="001F5B4D">
            <w:pPr>
              <w:pStyle w:val="ScNormal"/>
            </w:pPr>
            <w:r w:rsidRPr="001F5B4D">
              <w:t>The species is 'minor' because the catch percentage (&lt;0.5%) is less than the requirement (2%).</w:t>
            </w:r>
          </w:p>
          <w:p w14:paraId="78EB92F1" w14:textId="77777777" w:rsidR="001F5B4D" w:rsidRPr="001F5B4D" w:rsidRDefault="001F5B4D" w:rsidP="001F5B4D">
            <w:r w:rsidRPr="001F5B4D">
              <w:t xml:space="preserve">There is no stock assessment. </w:t>
            </w:r>
          </w:p>
          <w:bookmarkStart w:id="45" w:name="S_SYC"/>
          <w:p w14:paraId="35F0A2D4" w14:textId="485BEFF8" w:rsidR="001F5B4D" w:rsidRPr="001F5B4D" w:rsidRDefault="001F5B4D" w:rsidP="001F5B4D">
            <w:r w:rsidRPr="001F5B4D">
              <w:fldChar w:fldCharType="begin"/>
            </w:r>
            <w:r w:rsidRPr="001F5B4D">
              <w:instrText xml:space="preserve"> HYPERLINK  \l "T_SYC" \o "PSA Table" </w:instrText>
            </w:r>
            <w:r w:rsidRPr="001F5B4D">
              <w:fldChar w:fldCharType="separate"/>
            </w:r>
            <w:r w:rsidRPr="001F5B4D">
              <w:rPr>
                <w:rStyle w:val="Hyperlink"/>
              </w:rPr>
              <w:t>The PSA score is 2.58.</w:t>
            </w:r>
            <w:r w:rsidRPr="001F5B4D">
              <w:fldChar w:fldCharType="end"/>
            </w:r>
            <w:r w:rsidRPr="001F5B4D">
              <w:t xml:space="preserve"> </w:t>
            </w:r>
            <w:bookmarkEnd w:id="45"/>
          </w:p>
          <w:p w14:paraId="74C549B4" w14:textId="7982B9AD" w:rsidR="001F5B4D" w:rsidRPr="001F5B4D" w:rsidRDefault="001F5B4D" w:rsidP="001F5B4D">
            <w:r w:rsidRPr="001F5B4D">
              <w:t>This UoA would probably not hinder recovery. This species makes up less than 10% of the UoA catch and the UoA species catch makes up less than 30% of the total species catch (20%).</w:t>
            </w:r>
          </w:p>
        </w:tc>
      </w:tr>
      <w:tr w:rsidR="001F5B4D" w:rsidRPr="001F5B4D" w14:paraId="24DD0F51" w14:textId="77777777" w:rsidTr="001F5B4D">
        <w:tc>
          <w:tcPr>
            <w:tcW w:w="2268" w:type="dxa"/>
          </w:tcPr>
          <w:p w14:paraId="065B39F4" w14:textId="77777777" w:rsidR="001F5B4D" w:rsidRPr="001F5B4D" w:rsidRDefault="001F5B4D" w:rsidP="001F5B4D">
            <w:pPr>
              <w:pStyle w:val="ScNormal"/>
            </w:pPr>
            <w:r w:rsidRPr="001F5B4D">
              <w:t>Smooth hammerhead</w:t>
            </w:r>
          </w:p>
          <w:p w14:paraId="34F30346" w14:textId="77777777" w:rsidR="001F5B4D" w:rsidRPr="001F5B4D" w:rsidRDefault="001F5B4D" w:rsidP="001F5B4D">
            <w:pPr>
              <w:pStyle w:val="ScItalic"/>
            </w:pPr>
            <w:r w:rsidRPr="001F5B4D">
              <w:t>Sphyrna zygaena</w:t>
            </w:r>
          </w:p>
          <w:p w14:paraId="2449C66E" w14:textId="2A3100A8" w:rsidR="001F5B4D" w:rsidRPr="001F5B4D" w:rsidRDefault="001F5B4D" w:rsidP="001F5B4D">
            <w:pPr>
              <w:pStyle w:val="ScNormal"/>
            </w:pPr>
          </w:p>
        </w:tc>
        <w:tc>
          <w:tcPr>
            <w:tcW w:w="851" w:type="dxa"/>
          </w:tcPr>
          <w:p w14:paraId="3D4E24A1" w14:textId="32DCD74D" w:rsidR="001F5B4D" w:rsidRPr="001F5B4D" w:rsidRDefault="001F5B4D" w:rsidP="001F5B4D">
            <w:pPr>
              <w:pStyle w:val="ScNormal"/>
            </w:pPr>
            <w:r w:rsidRPr="001F5B4D">
              <w:t>52</w:t>
            </w:r>
          </w:p>
        </w:tc>
        <w:tc>
          <w:tcPr>
            <w:tcW w:w="6095" w:type="dxa"/>
          </w:tcPr>
          <w:p w14:paraId="3BC88C39" w14:textId="77777777" w:rsidR="001F5B4D" w:rsidRPr="001F5B4D" w:rsidRDefault="001F5B4D" w:rsidP="001F5B4D">
            <w:pPr>
              <w:pStyle w:val="ScNormal"/>
            </w:pPr>
            <w:r w:rsidRPr="001F5B4D">
              <w:t>The species is 'minor' because the catch percentage (&lt;0.5%) is less than the requirement (2%).</w:t>
            </w:r>
          </w:p>
          <w:p w14:paraId="7F1ADC9B" w14:textId="77777777" w:rsidR="001F5B4D" w:rsidRPr="001F5B4D" w:rsidRDefault="001F5B4D" w:rsidP="001F5B4D">
            <w:r w:rsidRPr="001F5B4D">
              <w:t xml:space="preserve">There is no stock assessment. </w:t>
            </w:r>
          </w:p>
          <w:bookmarkStart w:id="46" w:name="S_SPZ"/>
          <w:p w14:paraId="49E07DB8" w14:textId="498DAB52" w:rsidR="001F5B4D" w:rsidRPr="001F5B4D" w:rsidRDefault="001F5B4D" w:rsidP="001F5B4D">
            <w:r w:rsidRPr="001F5B4D">
              <w:fldChar w:fldCharType="begin"/>
            </w:r>
            <w:r w:rsidRPr="001F5B4D">
              <w:instrText xml:space="preserve"> HYPERLINK  \l "T_SPZ" \o "PSA Table" </w:instrText>
            </w:r>
            <w:r w:rsidRPr="001F5B4D">
              <w:fldChar w:fldCharType="separate"/>
            </w:r>
            <w:r w:rsidRPr="001F5B4D">
              <w:rPr>
                <w:rStyle w:val="Hyperlink"/>
              </w:rPr>
              <w:t>The PSA score is 3.68.</w:t>
            </w:r>
            <w:r w:rsidRPr="001F5B4D">
              <w:fldChar w:fldCharType="end"/>
            </w:r>
            <w:r w:rsidRPr="001F5B4D">
              <w:t xml:space="preserve"> </w:t>
            </w:r>
            <w:bookmarkEnd w:id="46"/>
          </w:p>
          <w:p w14:paraId="79E016F1" w14:textId="7A97F69D" w:rsidR="001F5B4D" w:rsidRPr="001F5B4D" w:rsidRDefault="001F5B4D" w:rsidP="001F5B4D">
            <w:r w:rsidRPr="001F5B4D">
              <w:t>This UoA could hinder recovery. This species makes up more than 10% of the UoA catch or the UoA species catch makes up more than 30% of the total species catch (73%).</w:t>
            </w:r>
          </w:p>
        </w:tc>
      </w:tr>
      <w:tr w:rsidR="001F5B4D" w:rsidRPr="001F5B4D" w14:paraId="094A3B13" w14:textId="77777777" w:rsidTr="001F5B4D">
        <w:tc>
          <w:tcPr>
            <w:tcW w:w="2268" w:type="dxa"/>
          </w:tcPr>
          <w:p w14:paraId="3DD8FC1A" w14:textId="77777777" w:rsidR="001F5B4D" w:rsidRPr="001F5B4D" w:rsidRDefault="001F5B4D" w:rsidP="001F5B4D">
            <w:pPr>
              <w:pStyle w:val="ScNormal"/>
            </w:pPr>
            <w:r w:rsidRPr="001F5B4D">
              <w:t>Dogfish sharks, etc. nei</w:t>
            </w:r>
          </w:p>
          <w:p w14:paraId="77DBC035" w14:textId="77777777" w:rsidR="001F5B4D" w:rsidRPr="001F5B4D" w:rsidRDefault="001F5B4D" w:rsidP="001F5B4D">
            <w:pPr>
              <w:pStyle w:val="ScItalic"/>
            </w:pPr>
            <w:r w:rsidRPr="001F5B4D">
              <w:t>Squaliformes</w:t>
            </w:r>
          </w:p>
          <w:p w14:paraId="3776D625" w14:textId="32C2D7C0" w:rsidR="001F5B4D" w:rsidRPr="001F5B4D" w:rsidRDefault="001F5B4D" w:rsidP="001F5B4D">
            <w:pPr>
              <w:pStyle w:val="ScNormal"/>
            </w:pPr>
          </w:p>
        </w:tc>
        <w:tc>
          <w:tcPr>
            <w:tcW w:w="851" w:type="dxa"/>
          </w:tcPr>
          <w:p w14:paraId="6502151E" w14:textId="769E9EA8" w:rsidR="001F5B4D" w:rsidRPr="001F5B4D" w:rsidRDefault="001F5B4D" w:rsidP="001F5B4D">
            <w:pPr>
              <w:pStyle w:val="ScNormal"/>
            </w:pPr>
            <w:r w:rsidRPr="001F5B4D">
              <w:t>80</w:t>
            </w:r>
          </w:p>
        </w:tc>
        <w:tc>
          <w:tcPr>
            <w:tcW w:w="6095" w:type="dxa"/>
          </w:tcPr>
          <w:p w14:paraId="2D1137A1" w14:textId="77777777" w:rsidR="001F5B4D" w:rsidRPr="001F5B4D" w:rsidRDefault="001F5B4D" w:rsidP="001F5B4D">
            <w:pPr>
              <w:pStyle w:val="ScNormal"/>
            </w:pPr>
            <w:r w:rsidRPr="001F5B4D">
              <w:t>The species is 'minor' because the catch percentage (&lt;0.5%) is less than the requirement (2%).</w:t>
            </w:r>
          </w:p>
          <w:p w14:paraId="420B13F2" w14:textId="77777777" w:rsidR="001F5B4D" w:rsidRPr="001F5B4D" w:rsidRDefault="001F5B4D" w:rsidP="001F5B4D">
            <w:r w:rsidRPr="001F5B4D">
              <w:t xml:space="preserve">There is no stock assessment. </w:t>
            </w:r>
          </w:p>
          <w:bookmarkStart w:id="47" w:name="S_SHX"/>
          <w:p w14:paraId="4A1D57ED" w14:textId="659C297A" w:rsidR="001F5B4D" w:rsidRPr="001F5B4D" w:rsidRDefault="001F5B4D" w:rsidP="001F5B4D">
            <w:r w:rsidRPr="001F5B4D">
              <w:fldChar w:fldCharType="begin"/>
            </w:r>
            <w:r w:rsidRPr="001F5B4D">
              <w:instrText xml:space="preserve"> HYPERLINK  \l "T_SHX" \o "PSA Table" </w:instrText>
            </w:r>
            <w:r w:rsidRPr="001F5B4D">
              <w:fldChar w:fldCharType="separate"/>
            </w:r>
            <w:r w:rsidRPr="001F5B4D">
              <w:rPr>
                <w:rStyle w:val="Hyperlink"/>
              </w:rPr>
              <w:t>The PSA score is 3.18.</w:t>
            </w:r>
            <w:r w:rsidRPr="001F5B4D">
              <w:fldChar w:fldCharType="end"/>
            </w:r>
            <w:r w:rsidRPr="001F5B4D">
              <w:t xml:space="preserve"> </w:t>
            </w:r>
            <w:bookmarkEnd w:id="47"/>
          </w:p>
          <w:p w14:paraId="1BF10B46" w14:textId="6E560F87" w:rsidR="001F5B4D" w:rsidRPr="001F5B4D" w:rsidRDefault="001F5B4D" w:rsidP="001F5B4D">
            <w:r w:rsidRPr="001F5B4D">
              <w:t>This UoA would probably not hinder recovery. This species makes up less than 10% of the UoA catch and the UoA species catch makes up less than 30% of the total species catch (19%).</w:t>
            </w:r>
          </w:p>
        </w:tc>
      </w:tr>
      <w:tr w:rsidR="001F5B4D" w:rsidRPr="001F5B4D" w14:paraId="783ED684" w14:textId="77777777" w:rsidTr="001F5B4D">
        <w:tc>
          <w:tcPr>
            <w:tcW w:w="2268" w:type="dxa"/>
          </w:tcPr>
          <w:p w14:paraId="79F09679" w14:textId="77777777" w:rsidR="001F5B4D" w:rsidRPr="001F5B4D" w:rsidRDefault="001F5B4D" w:rsidP="001F5B4D">
            <w:pPr>
              <w:pStyle w:val="ScNormal"/>
            </w:pPr>
            <w:r w:rsidRPr="001F5B4D">
              <w:t>Blue runner</w:t>
            </w:r>
          </w:p>
          <w:p w14:paraId="216B5866" w14:textId="77777777" w:rsidR="001F5B4D" w:rsidRPr="001F5B4D" w:rsidRDefault="001F5B4D" w:rsidP="001F5B4D">
            <w:pPr>
              <w:pStyle w:val="ScItalic"/>
            </w:pPr>
            <w:r w:rsidRPr="001F5B4D">
              <w:t>Caranx crysos</w:t>
            </w:r>
          </w:p>
          <w:p w14:paraId="2E3FA67A" w14:textId="585A75F0" w:rsidR="001F5B4D" w:rsidRPr="001F5B4D" w:rsidRDefault="001F5B4D" w:rsidP="001F5B4D">
            <w:pPr>
              <w:pStyle w:val="ScNormal"/>
            </w:pPr>
          </w:p>
        </w:tc>
        <w:tc>
          <w:tcPr>
            <w:tcW w:w="851" w:type="dxa"/>
          </w:tcPr>
          <w:p w14:paraId="5AE2546F" w14:textId="656A0018" w:rsidR="001F5B4D" w:rsidRPr="001F5B4D" w:rsidRDefault="001F5B4D" w:rsidP="001F5B4D">
            <w:pPr>
              <w:pStyle w:val="ScNormal"/>
            </w:pPr>
            <w:r w:rsidRPr="001F5B4D">
              <w:lastRenderedPageBreak/>
              <w:t>97</w:t>
            </w:r>
          </w:p>
        </w:tc>
        <w:tc>
          <w:tcPr>
            <w:tcW w:w="6095" w:type="dxa"/>
          </w:tcPr>
          <w:p w14:paraId="5D76EEF8" w14:textId="77777777" w:rsidR="001F5B4D" w:rsidRPr="001F5B4D" w:rsidRDefault="001F5B4D" w:rsidP="001F5B4D">
            <w:pPr>
              <w:pStyle w:val="ScNormal"/>
            </w:pPr>
            <w:r w:rsidRPr="001F5B4D">
              <w:t>The species is 'minor' because the catch percentage (&lt;0.5%) is less than the requirement (5%).</w:t>
            </w:r>
          </w:p>
          <w:p w14:paraId="317A880F" w14:textId="77777777" w:rsidR="001F5B4D" w:rsidRPr="001F5B4D" w:rsidRDefault="001F5B4D" w:rsidP="001F5B4D">
            <w:r w:rsidRPr="001F5B4D">
              <w:lastRenderedPageBreak/>
              <w:t xml:space="preserve">There is no stock assessment. </w:t>
            </w:r>
          </w:p>
          <w:bookmarkStart w:id="48" w:name="S_RUB"/>
          <w:p w14:paraId="0E46C2A4" w14:textId="5BD0782A" w:rsidR="001F5B4D" w:rsidRPr="001F5B4D" w:rsidRDefault="001F5B4D" w:rsidP="001F5B4D">
            <w:r w:rsidRPr="001F5B4D">
              <w:fldChar w:fldCharType="begin"/>
            </w:r>
            <w:r w:rsidRPr="001F5B4D">
              <w:instrText xml:space="preserve"> HYPERLINK  \l "T_RUB" \o "PSA Table" </w:instrText>
            </w:r>
            <w:r w:rsidRPr="001F5B4D">
              <w:fldChar w:fldCharType="separate"/>
            </w:r>
            <w:r w:rsidRPr="001F5B4D">
              <w:rPr>
                <w:rStyle w:val="Hyperlink"/>
              </w:rPr>
              <w:t>The PSA score is 1.92.</w:t>
            </w:r>
            <w:r w:rsidRPr="001F5B4D">
              <w:fldChar w:fldCharType="end"/>
            </w:r>
            <w:r w:rsidRPr="001F5B4D">
              <w:t xml:space="preserve"> </w:t>
            </w:r>
            <w:bookmarkEnd w:id="48"/>
          </w:p>
          <w:p w14:paraId="37CE166B" w14:textId="347E1EA2" w:rsidR="001F5B4D" w:rsidRPr="001F5B4D" w:rsidRDefault="001F5B4D" w:rsidP="001F5B4D">
            <w:r w:rsidRPr="001F5B4D">
              <w:t>This UoA could hinder recovery. This species makes up more than 10% of the UoA catch or the UoA species catch makes up more than 30% of the total species catch (93%).</w:t>
            </w:r>
          </w:p>
        </w:tc>
      </w:tr>
      <w:tr w:rsidR="001F5B4D" w:rsidRPr="001F5B4D" w14:paraId="47CFE7B1" w14:textId="77777777" w:rsidTr="001F5B4D">
        <w:tc>
          <w:tcPr>
            <w:tcW w:w="2268" w:type="dxa"/>
          </w:tcPr>
          <w:p w14:paraId="5AC0EF6C" w14:textId="77777777" w:rsidR="001F5B4D" w:rsidRPr="001F5B4D" w:rsidRDefault="001F5B4D" w:rsidP="001F5B4D">
            <w:pPr>
              <w:pStyle w:val="ScNormal"/>
            </w:pPr>
            <w:r w:rsidRPr="001F5B4D">
              <w:lastRenderedPageBreak/>
              <w:t>True tunas nei</w:t>
            </w:r>
          </w:p>
          <w:p w14:paraId="2536AF17" w14:textId="77777777" w:rsidR="001F5B4D" w:rsidRPr="001F5B4D" w:rsidRDefault="001F5B4D" w:rsidP="001F5B4D">
            <w:pPr>
              <w:pStyle w:val="ScItalic"/>
            </w:pPr>
            <w:r w:rsidRPr="001F5B4D">
              <w:t>Thunnus spp</w:t>
            </w:r>
          </w:p>
          <w:p w14:paraId="13EAF3BC" w14:textId="46A4394A" w:rsidR="001F5B4D" w:rsidRPr="001F5B4D" w:rsidRDefault="001F5B4D" w:rsidP="001F5B4D">
            <w:pPr>
              <w:pStyle w:val="ScNormal"/>
            </w:pPr>
          </w:p>
        </w:tc>
        <w:tc>
          <w:tcPr>
            <w:tcW w:w="851" w:type="dxa"/>
          </w:tcPr>
          <w:p w14:paraId="3795231A" w14:textId="12CB8907" w:rsidR="001F5B4D" w:rsidRPr="001F5B4D" w:rsidRDefault="001F5B4D" w:rsidP="001F5B4D">
            <w:pPr>
              <w:pStyle w:val="ScNormal"/>
            </w:pPr>
            <w:r w:rsidRPr="001F5B4D">
              <w:t>49</w:t>
            </w:r>
          </w:p>
        </w:tc>
        <w:tc>
          <w:tcPr>
            <w:tcW w:w="6095" w:type="dxa"/>
          </w:tcPr>
          <w:p w14:paraId="21752990" w14:textId="77777777" w:rsidR="001F5B4D" w:rsidRPr="001F5B4D" w:rsidRDefault="001F5B4D" w:rsidP="001F5B4D">
            <w:pPr>
              <w:pStyle w:val="ScNormal"/>
            </w:pPr>
            <w:r w:rsidRPr="001F5B4D">
              <w:t>The species is 'minor' because the catch percentage (&lt;0.5%) is less than the requirement (2%).</w:t>
            </w:r>
          </w:p>
          <w:p w14:paraId="54C796C4" w14:textId="77777777" w:rsidR="001F5B4D" w:rsidRPr="001F5B4D" w:rsidRDefault="001F5B4D" w:rsidP="001F5B4D">
            <w:r w:rsidRPr="001F5B4D">
              <w:t xml:space="preserve">There is no stock assessment. </w:t>
            </w:r>
          </w:p>
          <w:bookmarkStart w:id="49" w:name="S_TUS"/>
          <w:p w14:paraId="7132B131" w14:textId="7DE25E45" w:rsidR="001F5B4D" w:rsidRPr="001F5B4D" w:rsidRDefault="001F5B4D" w:rsidP="001F5B4D">
            <w:r w:rsidRPr="001F5B4D">
              <w:fldChar w:fldCharType="begin"/>
            </w:r>
            <w:r w:rsidRPr="001F5B4D">
              <w:instrText xml:space="preserve"> HYPERLINK  \l "T_TUS" \o "PSA Table" </w:instrText>
            </w:r>
            <w:r w:rsidRPr="001F5B4D">
              <w:fldChar w:fldCharType="separate"/>
            </w:r>
            <w:r w:rsidRPr="001F5B4D">
              <w:rPr>
                <w:rStyle w:val="Hyperlink"/>
              </w:rPr>
              <w:t>The PSA score is 3.77.</w:t>
            </w:r>
            <w:r w:rsidRPr="001F5B4D">
              <w:fldChar w:fldCharType="end"/>
            </w:r>
            <w:r w:rsidRPr="001F5B4D">
              <w:t xml:space="preserve"> </w:t>
            </w:r>
            <w:bookmarkEnd w:id="49"/>
          </w:p>
          <w:p w14:paraId="6F7071F0" w14:textId="512EFDCD" w:rsidR="001F5B4D" w:rsidRPr="001F5B4D" w:rsidRDefault="001F5B4D" w:rsidP="001F5B4D">
            <w:r w:rsidRPr="001F5B4D">
              <w:t>This UoA could hinder recovery. This species makes up more than 10% of the UoA catch or the UoA species catch makes up more than 30% of the total species catch (77%).</w:t>
            </w:r>
          </w:p>
        </w:tc>
      </w:tr>
      <w:tr w:rsidR="001F5B4D" w:rsidRPr="001F5B4D" w14:paraId="2C706BAE" w14:textId="77777777" w:rsidTr="001F5B4D">
        <w:tc>
          <w:tcPr>
            <w:tcW w:w="2268" w:type="dxa"/>
          </w:tcPr>
          <w:p w14:paraId="51EDBC8B" w14:textId="77777777" w:rsidR="001F5B4D" w:rsidRPr="001F5B4D" w:rsidRDefault="001F5B4D" w:rsidP="001F5B4D">
            <w:pPr>
              <w:pStyle w:val="ScNormal"/>
            </w:pPr>
            <w:r w:rsidRPr="001F5B4D">
              <w:t>Starry smooth-hound</w:t>
            </w:r>
          </w:p>
          <w:p w14:paraId="77748DDB" w14:textId="77777777" w:rsidR="001F5B4D" w:rsidRPr="001F5B4D" w:rsidRDefault="001F5B4D" w:rsidP="001F5B4D">
            <w:pPr>
              <w:pStyle w:val="ScItalic"/>
            </w:pPr>
            <w:r w:rsidRPr="001F5B4D">
              <w:t>Mustelus asterias</w:t>
            </w:r>
          </w:p>
          <w:p w14:paraId="260B1F8A" w14:textId="148CC52A" w:rsidR="001F5B4D" w:rsidRPr="001F5B4D" w:rsidRDefault="001F5B4D" w:rsidP="001F5B4D">
            <w:pPr>
              <w:pStyle w:val="ScNormal"/>
            </w:pPr>
          </w:p>
        </w:tc>
        <w:tc>
          <w:tcPr>
            <w:tcW w:w="851" w:type="dxa"/>
          </w:tcPr>
          <w:p w14:paraId="13C5B219" w14:textId="5DEDB4C0" w:rsidR="001F5B4D" w:rsidRPr="001F5B4D" w:rsidRDefault="001F5B4D" w:rsidP="001F5B4D">
            <w:pPr>
              <w:pStyle w:val="ScNormal"/>
            </w:pPr>
            <w:r w:rsidRPr="001F5B4D">
              <w:t>78</w:t>
            </w:r>
          </w:p>
        </w:tc>
        <w:tc>
          <w:tcPr>
            <w:tcW w:w="6095" w:type="dxa"/>
          </w:tcPr>
          <w:p w14:paraId="3141F513" w14:textId="77777777" w:rsidR="001F5B4D" w:rsidRPr="001F5B4D" w:rsidRDefault="001F5B4D" w:rsidP="001F5B4D">
            <w:pPr>
              <w:pStyle w:val="ScNormal"/>
            </w:pPr>
            <w:r w:rsidRPr="001F5B4D">
              <w:t>The species is 'minor' because the catch percentage (&lt;0.5%) is less than the requirement (2%).</w:t>
            </w:r>
          </w:p>
          <w:p w14:paraId="0943E51E" w14:textId="77777777" w:rsidR="001F5B4D" w:rsidRPr="001F5B4D" w:rsidRDefault="001F5B4D" w:rsidP="001F5B4D">
            <w:r w:rsidRPr="001F5B4D">
              <w:t xml:space="preserve">There is no stock assessment. </w:t>
            </w:r>
          </w:p>
          <w:bookmarkStart w:id="50" w:name="S_SDS"/>
          <w:p w14:paraId="22DF8F1F" w14:textId="4FD1292B" w:rsidR="001F5B4D" w:rsidRPr="001F5B4D" w:rsidRDefault="001F5B4D" w:rsidP="001F5B4D">
            <w:r w:rsidRPr="001F5B4D">
              <w:fldChar w:fldCharType="begin"/>
            </w:r>
            <w:r w:rsidRPr="001F5B4D">
              <w:instrText xml:space="preserve"> HYPERLINK  \l "T_SDS" \o "PSA Table" </w:instrText>
            </w:r>
            <w:r w:rsidRPr="001F5B4D">
              <w:fldChar w:fldCharType="separate"/>
            </w:r>
            <w:r w:rsidRPr="001F5B4D">
              <w:rPr>
                <w:rStyle w:val="Hyperlink"/>
              </w:rPr>
              <w:t>The PSA score is 2.84.</w:t>
            </w:r>
            <w:r w:rsidRPr="001F5B4D">
              <w:fldChar w:fldCharType="end"/>
            </w:r>
            <w:r w:rsidRPr="001F5B4D">
              <w:t xml:space="preserve"> </w:t>
            </w:r>
            <w:bookmarkEnd w:id="50"/>
          </w:p>
          <w:p w14:paraId="224E2F11" w14:textId="26607824" w:rsidR="001F5B4D" w:rsidRPr="001F5B4D" w:rsidRDefault="001F5B4D" w:rsidP="001F5B4D">
            <w:r w:rsidRPr="001F5B4D">
              <w:t>This UoA could hinder recovery. This species makes up more than 10% of the UoA catch or the UoA species catch makes up more than 30% of the total species catch (100%).</w:t>
            </w:r>
          </w:p>
        </w:tc>
      </w:tr>
      <w:tr w:rsidR="001F5B4D" w:rsidRPr="001F5B4D" w14:paraId="4CDD7CFF" w14:textId="77777777" w:rsidTr="001F5B4D">
        <w:tc>
          <w:tcPr>
            <w:tcW w:w="2268" w:type="dxa"/>
          </w:tcPr>
          <w:p w14:paraId="64724A65" w14:textId="77777777" w:rsidR="001F5B4D" w:rsidRPr="001F5B4D" w:rsidRDefault="001F5B4D" w:rsidP="001F5B4D">
            <w:pPr>
              <w:pStyle w:val="ScNormal"/>
            </w:pPr>
            <w:r w:rsidRPr="001F5B4D">
              <w:t>Smooth-hounds nei</w:t>
            </w:r>
          </w:p>
          <w:p w14:paraId="05C9DD56" w14:textId="77777777" w:rsidR="001F5B4D" w:rsidRPr="001F5B4D" w:rsidRDefault="001F5B4D" w:rsidP="001F5B4D">
            <w:pPr>
              <w:pStyle w:val="ScItalic"/>
            </w:pPr>
            <w:r w:rsidRPr="001F5B4D">
              <w:t>Mustelus spp</w:t>
            </w:r>
          </w:p>
          <w:p w14:paraId="0D59C84C" w14:textId="118A6824" w:rsidR="001F5B4D" w:rsidRPr="001F5B4D" w:rsidRDefault="001F5B4D" w:rsidP="001F5B4D">
            <w:pPr>
              <w:pStyle w:val="ScNormal"/>
            </w:pPr>
          </w:p>
        </w:tc>
        <w:tc>
          <w:tcPr>
            <w:tcW w:w="851" w:type="dxa"/>
          </w:tcPr>
          <w:p w14:paraId="4865CB86" w14:textId="742A68DA" w:rsidR="001F5B4D" w:rsidRPr="001F5B4D" w:rsidRDefault="001F5B4D" w:rsidP="001F5B4D">
            <w:pPr>
              <w:pStyle w:val="ScNormal"/>
            </w:pPr>
            <w:r w:rsidRPr="001F5B4D">
              <w:t>72</w:t>
            </w:r>
          </w:p>
        </w:tc>
        <w:tc>
          <w:tcPr>
            <w:tcW w:w="6095" w:type="dxa"/>
          </w:tcPr>
          <w:p w14:paraId="59C615A7" w14:textId="77777777" w:rsidR="001F5B4D" w:rsidRPr="001F5B4D" w:rsidRDefault="001F5B4D" w:rsidP="001F5B4D">
            <w:pPr>
              <w:pStyle w:val="ScNormal"/>
            </w:pPr>
            <w:r w:rsidRPr="001F5B4D">
              <w:t>The species is 'minor' because the catch percentage (&lt;0.5%) is less than the requirement (2%).</w:t>
            </w:r>
          </w:p>
          <w:p w14:paraId="68470F78" w14:textId="77777777" w:rsidR="001F5B4D" w:rsidRPr="001F5B4D" w:rsidRDefault="001F5B4D" w:rsidP="001F5B4D">
            <w:r w:rsidRPr="001F5B4D">
              <w:t xml:space="preserve">There is no stock assessment. </w:t>
            </w:r>
          </w:p>
          <w:bookmarkStart w:id="51" w:name="S_SDV"/>
          <w:p w14:paraId="0D5762F3" w14:textId="0E43DD00" w:rsidR="001F5B4D" w:rsidRPr="001F5B4D" w:rsidRDefault="001F5B4D" w:rsidP="001F5B4D">
            <w:r w:rsidRPr="001F5B4D">
              <w:fldChar w:fldCharType="begin"/>
            </w:r>
            <w:r w:rsidRPr="001F5B4D">
              <w:instrText xml:space="preserve"> HYPERLINK  \l "T_SDV" \o "PSA Table" </w:instrText>
            </w:r>
            <w:r w:rsidRPr="001F5B4D">
              <w:fldChar w:fldCharType="separate"/>
            </w:r>
            <w:r w:rsidRPr="001F5B4D">
              <w:rPr>
                <w:rStyle w:val="Hyperlink"/>
              </w:rPr>
              <w:t>The PSA score is 3.06.</w:t>
            </w:r>
            <w:r w:rsidRPr="001F5B4D">
              <w:fldChar w:fldCharType="end"/>
            </w:r>
            <w:r w:rsidRPr="001F5B4D">
              <w:t xml:space="preserve"> </w:t>
            </w:r>
            <w:bookmarkEnd w:id="51"/>
          </w:p>
          <w:p w14:paraId="043DAB33" w14:textId="645035BC" w:rsidR="001F5B4D" w:rsidRPr="001F5B4D" w:rsidRDefault="001F5B4D" w:rsidP="001F5B4D">
            <w:r w:rsidRPr="001F5B4D">
              <w:t>This UoA could hinder recovery. This species makes up more than 10% of the UoA catch or the UoA species catch makes up more than 30% of the total species catch (46%).</w:t>
            </w:r>
          </w:p>
        </w:tc>
      </w:tr>
      <w:tr w:rsidR="001F5B4D" w:rsidRPr="001F5B4D" w14:paraId="0B69C7C0" w14:textId="77777777" w:rsidTr="001F5B4D">
        <w:tc>
          <w:tcPr>
            <w:tcW w:w="2268" w:type="dxa"/>
          </w:tcPr>
          <w:p w14:paraId="6BD4BB5B" w14:textId="77777777" w:rsidR="001F5B4D" w:rsidRPr="001F5B4D" w:rsidRDefault="001F5B4D" w:rsidP="001F5B4D">
            <w:pPr>
              <w:pStyle w:val="ScNormal"/>
            </w:pPr>
            <w:r w:rsidRPr="001F5B4D">
              <w:t>Porbeagle</w:t>
            </w:r>
          </w:p>
          <w:p w14:paraId="665F6D90" w14:textId="77777777" w:rsidR="001F5B4D" w:rsidRPr="001F5B4D" w:rsidRDefault="001F5B4D" w:rsidP="001F5B4D">
            <w:pPr>
              <w:pStyle w:val="ScItalic"/>
            </w:pPr>
            <w:r w:rsidRPr="001F5B4D">
              <w:t>Lamna nasus</w:t>
            </w:r>
          </w:p>
          <w:p w14:paraId="626E28B9" w14:textId="77777777" w:rsidR="001F5B4D" w:rsidRPr="001F5B4D" w:rsidRDefault="001F5B4D" w:rsidP="001F5B4D">
            <w:pPr>
              <w:pStyle w:val="ScNormal"/>
            </w:pPr>
            <w:r w:rsidRPr="001F5B4D">
              <w:t>Eastern Pacific Porbeagle</w:t>
            </w:r>
          </w:p>
          <w:p w14:paraId="5E120B52" w14:textId="3FBD763F" w:rsidR="001F5B4D" w:rsidRPr="001F5B4D" w:rsidRDefault="001F5B4D" w:rsidP="001F5B4D"/>
        </w:tc>
        <w:tc>
          <w:tcPr>
            <w:tcW w:w="851" w:type="dxa"/>
          </w:tcPr>
          <w:p w14:paraId="7549204D" w14:textId="1255A829" w:rsidR="001F5B4D" w:rsidRPr="001F5B4D" w:rsidRDefault="001F5B4D" w:rsidP="001F5B4D">
            <w:pPr>
              <w:pStyle w:val="ScNormal"/>
            </w:pPr>
            <w:r w:rsidRPr="001F5B4D">
              <w:t>80</w:t>
            </w:r>
          </w:p>
        </w:tc>
        <w:tc>
          <w:tcPr>
            <w:tcW w:w="6095" w:type="dxa"/>
          </w:tcPr>
          <w:p w14:paraId="1B73573C" w14:textId="77777777" w:rsidR="001F5B4D" w:rsidRPr="001F5B4D" w:rsidRDefault="001F5B4D" w:rsidP="001F5B4D">
            <w:pPr>
              <w:pStyle w:val="ScNormal"/>
            </w:pPr>
            <w:r w:rsidRPr="001F5B4D">
              <w:t>The species is 'minor' because the catch percentage (&lt;0.5%) is less than the requirement (2%).</w:t>
            </w:r>
          </w:p>
          <w:p w14:paraId="2A4E2269" w14:textId="77777777" w:rsidR="001F5B4D" w:rsidRPr="001F5B4D" w:rsidRDefault="001F5B4D" w:rsidP="001F5B4D">
            <w:r w:rsidRPr="001F5B4D">
              <w:t>The population has not been assessed.  No catch estimates available. No direct measures have been adopted by IATTC.</w:t>
            </w:r>
          </w:p>
          <w:p w14:paraId="5B94A77F" w14:textId="77777777" w:rsidR="001F5B4D" w:rsidRPr="001F5B4D" w:rsidRDefault="001F5B4D" w:rsidP="001F5B4D">
            <w:r w:rsidRPr="001F5B4D">
              <w:t xml:space="preserve">There is no stock assessment. </w:t>
            </w:r>
          </w:p>
          <w:bookmarkStart w:id="52" w:name="S_POR"/>
          <w:p w14:paraId="30FFFF32" w14:textId="1C62DAA2" w:rsidR="001F5B4D" w:rsidRPr="001F5B4D" w:rsidRDefault="001F5B4D" w:rsidP="001F5B4D">
            <w:r w:rsidRPr="001F5B4D">
              <w:fldChar w:fldCharType="begin"/>
            </w:r>
            <w:r w:rsidRPr="001F5B4D">
              <w:instrText xml:space="preserve"> HYPERLINK  \l "T_POR" \o "PSA Table" </w:instrText>
            </w:r>
            <w:r w:rsidRPr="001F5B4D">
              <w:fldChar w:fldCharType="separate"/>
            </w:r>
            <w:r w:rsidRPr="001F5B4D">
              <w:rPr>
                <w:rStyle w:val="Hyperlink"/>
              </w:rPr>
              <w:t>The PSA score is 3.07.</w:t>
            </w:r>
            <w:r w:rsidRPr="001F5B4D">
              <w:fldChar w:fldCharType="end"/>
            </w:r>
            <w:r w:rsidRPr="001F5B4D">
              <w:t xml:space="preserve"> </w:t>
            </w:r>
            <w:bookmarkEnd w:id="52"/>
          </w:p>
          <w:p w14:paraId="1169302C" w14:textId="2EAF3374" w:rsidR="001F5B4D" w:rsidRPr="001F5B4D" w:rsidRDefault="001F5B4D" w:rsidP="001F5B4D">
            <w:r w:rsidRPr="001F5B4D">
              <w:t>This UoA would probably not hinder recovery. This species makes up less than 10% of the UoA catch and the UoA species catch makes up less than 30% of the total species catch (8%).</w:t>
            </w:r>
          </w:p>
        </w:tc>
      </w:tr>
      <w:tr w:rsidR="001F5B4D" w:rsidRPr="001F5B4D" w14:paraId="1159A5E6" w14:textId="77777777" w:rsidTr="001F5B4D">
        <w:tc>
          <w:tcPr>
            <w:tcW w:w="2268" w:type="dxa"/>
          </w:tcPr>
          <w:p w14:paraId="1374DDE0" w14:textId="77777777" w:rsidR="001F5B4D" w:rsidRPr="001F5B4D" w:rsidRDefault="001F5B4D" w:rsidP="001F5B4D">
            <w:pPr>
              <w:pStyle w:val="ScNormal"/>
            </w:pPr>
            <w:r w:rsidRPr="001F5B4D">
              <w:t>Bluntnose sixgill shark</w:t>
            </w:r>
          </w:p>
          <w:p w14:paraId="2BB040BC" w14:textId="77777777" w:rsidR="001F5B4D" w:rsidRPr="001F5B4D" w:rsidRDefault="001F5B4D" w:rsidP="001F5B4D">
            <w:pPr>
              <w:pStyle w:val="ScItalic"/>
            </w:pPr>
            <w:r w:rsidRPr="001F5B4D">
              <w:t>Hexanchus griseus</w:t>
            </w:r>
          </w:p>
          <w:p w14:paraId="39C12C63" w14:textId="4C491B7C" w:rsidR="001F5B4D" w:rsidRPr="001F5B4D" w:rsidRDefault="001F5B4D" w:rsidP="001F5B4D">
            <w:pPr>
              <w:pStyle w:val="ScNormal"/>
            </w:pPr>
          </w:p>
        </w:tc>
        <w:tc>
          <w:tcPr>
            <w:tcW w:w="851" w:type="dxa"/>
          </w:tcPr>
          <w:p w14:paraId="42D0A4C3" w14:textId="0968F487" w:rsidR="001F5B4D" w:rsidRPr="001F5B4D" w:rsidRDefault="001F5B4D" w:rsidP="001F5B4D">
            <w:pPr>
              <w:pStyle w:val="ScNormal"/>
            </w:pPr>
            <w:r w:rsidRPr="001F5B4D">
              <w:t>72</w:t>
            </w:r>
          </w:p>
        </w:tc>
        <w:tc>
          <w:tcPr>
            <w:tcW w:w="6095" w:type="dxa"/>
          </w:tcPr>
          <w:p w14:paraId="0464B0BE" w14:textId="77777777" w:rsidR="001F5B4D" w:rsidRPr="001F5B4D" w:rsidRDefault="001F5B4D" w:rsidP="001F5B4D">
            <w:pPr>
              <w:pStyle w:val="ScNormal"/>
            </w:pPr>
            <w:r w:rsidRPr="001F5B4D">
              <w:t>The species is 'minor' because the catch percentage (&lt;0.5%) is less than the requirement (2%).</w:t>
            </w:r>
          </w:p>
          <w:p w14:paraId="72550948" w14:textId="77777777" w:rsidR="001F5B4D" w:rsidRPr="001F5B4D" w:rsidRDefault="001F5B4D" w:rsidP="001F5B4D">
            <w:r w:rsidRPr="001F5B4D">
              <w:t xml:space="preserve">There is no stock assessment. </w:t>
            </w:r>
          </w:p>
          <w:bookmarkStart w:id="53" w:name="S_SBL"/>
          <w:p w14:paraId="4EF0CD40" w14:textId="24A1641A" w:rsidR="001F5B4D" w:rsidRPr="001F5B4D" w:rsidRDefault="001F5B4D" w:rsidP="001F5B4D">
            <w:r w:rsidRPr="001F5B4D">
              <w:fldChar w:fldCharType="begin"/>
            </w:r>
            <w:r w:rsidRPr="001F5B4D">
              <w:instrText xml:space="preserve"> HYPERLINK  \l "T_SBL" \o "PSA Table" </w:instrText>
            </w:r>
            <w:r w:rsidRPr="001F5B4D">
              <w:fldChar w:fldCharType="separate"/>
            </w:r>
            <w:r w:rsidRPr="001F5B4D">
              <w:rPr>
                <w:rStyle w:val="Hyperlink"/>
              </w:rPr>
              <w:t>The PSA score is 3.06.</w:t>
            </w:r>
            <w:r w:rsidRPr="001F5B4D">
              <w:fldChar w:fldCharType="end"/>
            </w:r>
            <w:r w:rsidRPr="001F5B4D">
              <w:t xml:space="preserve"> </w:t>
            </w:r>
            <w:bookmarkEnd w:id="53"/>
          </w:p>
          <w:p w14:paraId="594D9BAA" w14:textId="7BEE8B75" w:rsidR="001F5B4D" w:rsidRPr="001F5B4D" w:rsidRDefault="001F5B4D" w:rsidP="001F5B4D">
            <w:r w:rsidRPr="001F5B4D">
              <w:t>This UoA could hinder recovery. This species makes up more than 10% of the UoA catch or the UoA species catch makes up more than 30% of the total species catch (100%).</w:t>
            </w:r>
          </w:p>
        </w:tc>
      </w:tr>
      <w:tr w:rsidR="001F5B4D" w:rsidRPr="001F5B4D" w14:paraId="4BD67E18" w14:textId="77777777" w:rsidTr="001F5B4D">
        <w:tc>
          <w:tcPr>
            <w:tcW w:w="2268" w:type="dxa"/>
          </w:tcPr>
          <w:p w14:paraId="6BB23375" w14:textId="77777777" w:rsidR="001F5B4D" w:rsidRPr="001F5B4D" w:rsidRDefault="001F5B4D" w:rsidP="001F5B4D">
            <w:pPr>
              <w:pStyle w:val="ScNormal"/>
            </w:pPr>
            <w:r w:rsidRPr="001F5B4D">
              <w:t>Hammerhead sharks nei</w:t>
            </w:r>
          </w:p>
          <w:p w14:paraId="253F52A2" w14:textId="77777777" w:rsidR="001F5B4D" w:rsidRPr="001F5B4D" w:rsidRDefault="001F5B4D" w:rsidP="001F5B4D">
            <w:pPr>
              <w:pStyle w:val="ScItalic"/>
            </w:pPr>
            <w:r w:rsidRPr="001F5B4D">
              <w:t>Sphyrna spp</w:t>
            </w:r>
          </w:p>
          <w:p w14:paraId="430CE0B4" w14:textId="77777777" w:rsidR="001F5B4D" w:rsidRPr="001F5B4D" w:rsidRDefault="001F5B4D" w:rsidP="001F5B4D">
            <w:pPr>
              <w:pStyle w:val="ScNormal"/>
            </w:pPr>
            <w:r w:rsidRPr="001F5B4D">
              <w:t>Eastern Pacific Hammerhead Sharks</w:t>
            </w:r>
          </w:p>
          <w:p w14:paraId="3CC25E35" w14:textId="218694F3" w:rsidR="001F5B4D" w:rsidRPr="001F5B4D" w:rsidRDefault="001F5B4D" w:rsidP="001F5B4D"/>
        </w:tc>
        <w:tc>
          <w:tcPr>
            <w:tcW w:w="851" w:type="dxa"/>
          </w:tcPr>
          <w:p w14:paraId="07A4F2E5" w14:textId="73D40263" w:rsidR="001F5B4D" w:rsidRPr="001F5B4D" w:rsidRDefault="001F5B4D" w:rsidP="001F5B4D">
            <w:pPr>
              <w:pStyle w:val="ScNormal"/>
            </w:pPr>
            <w:r w:rsidRPr="001F5B4D">
              <w:t>80</w:t>
            </w:r>
          </w:p>
        </w:tc>
        <w:tc>
          <w:tcPr>
            <w:tcW w:w="6095" w:type="dxa"/>
          </w:tcPr>
          <w:p w14:paraId="25B30988" w14:textId="77777777" w:rsidR="001F5B4D" w:rsidRPr="001F5B4D" w:rsidRDefault="001F5B4D" w:rsidP="001F5B4D">
            <w:pPr>
              <w:pStyle w:val="ScNormal"/>
            </w:pPr>
            <w:r w:rsidRPr="001F5B4D">
              <w:t>The species is 'minor' because the catch percentage (&lt;0.5%) is less than the requirement (2%).</w:t>
            </w:r>
          </w:p>
          <w:p w14:paraId="7DA405A1" w14:textId="77777777" w:rsidR="001F5B4D" w:rsidRPr="001F5B4D" w:rsidRDefault="001F5B4D" w:rsidP="001F5B4D">
            <w:r w:rsidRPr="001F5B4D">
              <w:t xml:space="preserve">The population has not been assessed. Catches of hammerhead sharks in the EPO are primarily from purse seine sets, especially those on floating objects. There are recent estimates of incidental catches by purse-seine vessels in the EPO recorded by </w:t>
            </w:r>
            <w:r w:rsidRPr="001F5B4D">
              <w:lastRenderedPageBreak/>
              <w:t>observers during 1993-2013. After a considerable spike to over 3,000 animals in 2004, the observed annual bycatches have decreased in recent years about 750 and 1,400 animals since 2006. However, there is no certainty that these decreases are due to population decline or to the fact that purse-seine fishery is moving further offshore. On the other hand, data on bycatches of hammerheads in the industrial longline fisheries are scarce. The longline observer program between 1999 and 2010 indicate that bycatch of hammerhead sharks also occurs in this gear.</w:t>
            </w:r>
          </w:p>
          <w:p w14:paraId="003B0DAB" w14:textId="77777777" w:rsidR="001F5B4D" w:rsidRPr="001F5B4D" w:rsidRDefault="001F5B4D" w:rsidP="001F5B4D">
            <w:r w:rsidRPr="001F5B4D">
              <w:t xml:space="preserve">The IATTC has recognized the hammerhead shark as one of the shark species most frequently caught by purse-seine vessels in the Convention Area and has adopted Resolution C-16-04, which amends Resolution C-05-03 and urges the CPCs to take a series of measures to improve the selectivity of fishing gears, enhance knowledge of biological/ecological parameters of key shark species and improve handling practices for live sharks to maximise their post-release survival. Resolution C-16-05 establishes data reporting obligations and sets safe release requirements for all sharks not retained aboard. </w:t>
            </w:r>
          </w:p>
          <w:p w14:paraId="1F59C5DC" w14:textId="77777777" w:rsidR="001F5B4D" w:rsidRPr="001F5B4D" w:rsidRDefault="001F5B4D" w:rsidP="001F5B4D">
            <w:r w:rsidRPr="001F5B4D">
              <w:t xml:space="preserve">There is no stock assessment. </w:t>
            </w:r>
          </w:p>
          <w:bookmarkStart w:id="54" w:name="S_SPN"/>
          <w:p w14:paraId="661D9EC2" w14:textId="4A6C3AFA" w:rsidR="001F5B4D" w:rsidRPr="001F5B4D" w:rsidRDefault="001F5B4D" w:rsidP="001F5B4D">
            <w:r w:rsidRPr="001F5B4D">
              <w:fldChar w:fldCharType="begin"/>
            </w:r>
            <w:r w:rsidRPr="001F5B4D">
              <w:instrText xml:space="preserve"> HYPERLINK  \l "T_SPN" \o "PSA Table" </w:instrText>
            </w:r>
            <w:r w:rsidRPr="001F5B4D">
              <w:fldChar w:fldCharType="separate"/>
            </w:r>
            <w:r w:rsidRPr="001F5B4D">
              <w:rPr>
                <w:rStyle w:val="Hyperlink"/>
              </w:rPr>
              <w:t>The PSA score is 4.14.</w:t>
            </w:r>
            <w:r w:rsidRPr="001F5B4D">
              <w:fldChar w:fldCharType="end"/>
            </w:r>
            <w:r w:rsidRPr="001F5B4D">
              <w:t xml:space="preserve"> </w:t>
            </w:r>
            <w:bookmarkEnd w:id="54"/>
          </w:p>
          <w:p w14:paraId="5E06F449" w14:textId="223F5CB3" w:rsidR="001F5B4D" w:rsidRPr="001F5B4D" w:rsidRDefault="001F5B4D" w:rsidP="001F5B4D">
            <w:r w:rsidRPr="001F5B4D">
              <w:t>This UoA would probably not hinder recovery. This species makes up less than 10% of the UoA catch and the UoA species catch makes up less than 30% of the total species catch (4%).</w:t>
            </w:r>
          </w:p>
        </w:tc>
      </w:tr>
      <w:tr w:rsidR="001F5B4D" w:rsidRPr="001F5B4D" w14:paraId="65709A7F" w14:textId="77777777" w:rsidTr="001F5B4D">
        <w:tc>
          <w:tcPr>
            <w:tcW w:w="2268" w:type="dxa"/>
          </w:tcPr>
          <w:p w14:paraId="5D70EA6D" w14:textId="77777777" w:rsidR="001F5B4D" w:rsidRPr="001F5B4D" w:rsidRDefault="001F5B4D" w:rsidP="001F5B4D">
            <w:pPr>
              <w:pStyle w:val="ScNormal"/>
            </w:pPr>
            <w:r w:rsidRPr="001F5B4D">
              <w:lastRenderedPageBreak/>
              <w:t>Thresher</w:t>
            </w:r>
          </w:p>
          <w:p w14:paraId="41EC6E64" w14:textId="77777777" w:rsidR="001F5B4D" w:rsidRPr="001F5B4D" w:rsidRDefault="001F5B4D" w:rsidP="001F5B4D">
            <w:pPr>
              <w:pStyle w:val="ScItalic"/>
            </w:pPr>
            <w:r w:rsidRPr="001F5B4D">
              <w:t>Alopias vulpinus</w:t>
            </w:r>
          </w:p>
          <w:p w14:paraId="794E5F05" w14:textId="1A40C5AE" w:rsidR="001F5B4D" w:rsidRPr="001F5B4D" w:rsidRDefault="001F5B4D" w:rsidP="001F5B4D">
            <w:pPr>
              <w:pStyle w:val="ScNormal"/>
            </w:pPr>
          </w:p>
        </w:tc>
        <w:tc>
          <w:tcPr>
            <w:tcW w:w="851" w:type="dxa"/>
          </w:tcPr>
          <w:p w14:paraId="4EA03B00" w14:textId="1B183F28" w:rsidR="001F5B4D" w:rsidRPr="001F5B4D" w:rsidRDefault="001F5B4D" w:rsidP="001F5B4D">
            <w:pPr>
              <w:pStyle w:val="ScNormal"/>
            </w:pPr>
            <w:r w:rsidRPr="001F5B4D">
              <w:t>80</w:t>
            </w:r>
          </w:p>
        </w:tc>
        <w:tc>
          <w:tcPr>
            <w:tcW w:w="6095" w:type="dxa"/>
          </w:tcPr>
          <w:p w14:paraId="31AF5F7A" w14:textId="77777777" w:rsidR="001F5B4D" w:rsidRPr="001F5B4D" w:rsidRDefault="001F5B4D" w:rsidP="001F5B4D">
            <w:pPr>
              <w:pStyle w:val="ScNormal"/>
            </w:pPr>
            <w:r w:rsidRPr="001F5B4D">
              <w:t>The species is 'minor' because the catch percentage (&lt;0.5%) is less than the requirement (2%).</w:t>
            </w:r>
          </w:p>
          <w:p w14:paraId="0D6C7121" w14:textId="77777777" w:rsidR="001F5B4D" w:rsidRPr="001F5B4D" w:rsidRDefault="001F5B4D" w:rsidP="001F5B4D">
            <w:r w:rsidRPr="001F5B4D">
              <w:t xml:space="preserve">There is no stock assessment. </w:t>
            </w:r>
          </w:p>
          <w:bookmarkStart w:id="55" w:name="S_ALV"/>
          <w:p w14:paraId="039F3523" w14:textId="6439DDE5" w:rsidR="001F5B4D" w:rsidRPr="001F5B4D" w:rsidRDefault="001F5B4D" w:rsidP="001F5B4D">
            <w:r w:rsidRPr="001F5B4D">
              <w:fldChar w:fldCharType="begin"/>
            </w:r>
            <w:r w:rsidRPr="001F5B4D">
              <w:instrText xml:space="preserve"> HYPERLINK  \l "T_ALV" \o "PSA Table" </w:instrText>
            </w:r>
            <w:r w:rsidRPr="001F5B4D">
              <w:fldChar w:fldCharType="separate"/>
            </w:r>
            <w:r w:rsidRPr="001F5B4D">
              <w:rPr>
                <w:rStyle w:val="Hyperlink"/>
              </w:rPr>
              <w:t>The PSA score is 3.47.</w:t>
            </w:r>
            <w:r w:rsidRPr="001F5B4D">
              <w:fldChar w:fldCharType="end"/>
            </w:r>
            <w:r w:rsidRPr="001F5B4D">
              <w:t xml:space="preserve"> </w:t>
            </w:r>
            <w:bookmarkEnd w:id="55"/>
          </w:p>
          <w:p w14:paraId="74045653" w14:textId="06703E72" w:rsidR="001F5B4D" w:rsidRPr="001F5B4D" w:rsidRDefault="001F5B4D" w:rsidP="001F5B4D">
            <w:r w:rsidRPr="001F5B4D">
              <w:t>This UoA would probably not hinder recovery. This species makes up less than 10% of the UoA catch and the UoA species catch makes up less than 30% of the total species catch (6%).</w:t>
            </w:r>
          </w:p>
        </w:tc>
      </w:tr>
      <w:tr w:rsidR="001F5B4D" w:rsidRPr="001F5B4D" w14:paraId="766B2854" w14:textId="77777777" w:rsidTr="001F5B4D">
        <w:tc>
          <w:tcPr>
            <w:tcW w:w="2268" w:type="dxa"/>
          </w:tcPr>
          <w:p w14:paraId="28EEC060" w14:textId="77777777" w:rsidR="001F5B4D" w:rsidRPr="001F5B4D" w:rsidRDefault="001F5B4D" w:rsidP="001F5B4D">
            <w:pPr>
              <w:pStyle w:val="ScNormal"/>
            </w:pPr>
            <w:r w:rsidRPr="001F5B4D">
              <w:t>Thresher sharks nei</w:t>
            </w:r>
          </w:p>
          <w:p w14:paraId="1D05F30D" w14:textId="77777777" w:rsidR="001F5B4D" w:rsidRPr="001F5B4D" w:rsidRDefault="001F5B4D" w:rsidP="001F5B4D">
            <w:pPr>
              <w:pStyle w:val="ScItalic"/>
            </w:pPr>
            <w:r w:rsidRPr="001F5B4D">
              <w:t>Alopias spp</w:t>
            </w:r>
          </w:p>
          <w:p w14:paraId="4579C759" w14:textId="22EDEF66" w:rsidR="001F5B4D" w:rsidRPr="001F5B4D" w:rsidRDefault="001F5B4D" w:rsidP="001F5B4D">
            <w:pPr>
              <w:pStyle w:val="ScNormal"/>
            </w:pPr>
          </w:p>
        </w:tc>
        <w:tc>
          <w:tcPr>
            <w:tcW w:w="851" w:type="dxa"/>
          </w:tcPr>
          <w:p w14:paraId="6BE18BBA" w14:textId="413DCBAE" w:rsidR="001F5B4D" w:rsidRPr="001F5B4D" w:rsidRDefault="001F5B4D" w:rsidP="001F5B4D">
            <w:pPr>
              <w:pStyle w:val="ScNormal"/>
            </w:pPr>
            <w:r w:rsidRPr="001F5B4D">
              <w:t>80</w:t>
            </w:r>
          </w:p>
        </w:tc>
        <w:tc>
          <w:tcPr>
            <w:tcW w:w="6095" w:type="dxa"/>
          </w:tcPr>
          <w:p w14:paraId="79D1095D" w14:textId="77777777" w:rsidR="001F5B4D" w:rsidRPr="001F5B4D" w:rsidRDefault="001F5B4D" w:rsidP="001F5B4D">
            <w:pPr>
              <w:pStyle w:val="ScNormal"/>
            </w:pPr>
            <w:r w:rsidRPr="001F5B4D">
              <w:t>The species is 'minor' because the catch percentage (&lt;0.5%) is less than the requirement (2%).</w:t>
            </w:r>
          </w:p>
          <w:p w14:paraId="5019759C" w14:textId="77777777" w:rsidR="001F5B4D" w:rsidRPr="001F5B4D" w:rsidRDefault="001F5B4D" w:rsidP="001F5B4D">
            <w:r w:rsidRPr="001F5B4D">
              <w:t xml:space="preserve">There is no stock assessment. </w:t>
            </w:r>
          </w:p>
          <w:bookmarkStart w:id="56" w:name="S_THR"/>
          <w:p w14:paraId="4F25AAAD" w14:textId="36DE52BA" w:rsidR="001F5B4D" w:rsidRPr="001F5B4D" w:rsidRDefault="001F5B4D" w:rsidP="001F5B4D">
            <w:r w:rsidRPr="001F5B4D">
              <w:fldChar w:fldCharType="begin"/>
            </w:r>
            <w:r w:rsidRPr="001F5B4D">
              <w:instrText xml:space="preserve"> HYPERLINK  \l "T_THR" \o "PSA Table" </w:instrText>
            </w:r>
            <w:r w:rsidRPr="001F5B4D">
              <w:fldChar w:fldCharType="separate"/>
            </w:r>
            <w:r w:rsidRPr="001F5B4D">
              <w:rPr>
                <w:rStyle w:val="Hyperlink"/>
              </w:rPr>
              <w:t>The PSA score is 3.68.</w:t>
            </w:r>
            <w:r w:rsidRPr="001F5B4D">
              <w:fldChar w:fldCharType="end"/>
            </w:r>
            <w:r w:rsidRPr="001F5B4D">
              <w:t xml:space="preserve"> </w:t>
            </w:r>
            <w:bookmarkEnd w:id="56"/>
          </w:p>
          <w:p w14:paraId="46BA5C13" w14:textId="01374AD0" w:rsidR="001F5B4D" w:rsidRPr="001F5B4D" w:rsidRDefault="001F5B4D" w:rsidP="001F5B4D">
            <w:r w:rsidRPr="001F5B4D">
              <w:t>This UoA would probably not hinder recovery. This species makes up less than 10% of the UoA catch and the UoA species catch makes up less than 30% of the total species catch (6%).</w:t>
            </w:r>
          </w:p>
        </w:tc>
      </w:tr>
      <w:tr w:rsidR="001F5B4D" w:rsidRPr="001F5B4D" w14:paraId="496300FE" w14:textId="77777777" w:rsidTr="001F5B4D">
        <w:tc>
          <w:tcPr>
            <w:tcW w:w="2268" w:type="dxa"/>
          </w:tcPr>
          <w:p w14:paraId="28A38167" w14:textId="77777777" w:rsidR="001F5B4D" w:rsidRPr="001F5B4D" w:rsidRDefault="001F5B4D" w:rsidP="001F5B4D">
            <w:pPr>
              <w:pStyle w:val="ScNormal"/>
            </w:pPr>
            <w:r w:rsidRPr="001F5B4D">
              <w:t>Tope shark</w:t>
            </w:r>
          </w:p>
          <w:p w14:paraId="155CC63E" w14:textId="77777777" w:rsidR="001F5B4D" w:rsidRPr="001F5B4D" w:rsidRDefault="001F5B4D" w:rsidP="001F5B4D">
            <w:pPr>
              <w:pStyle w:val="ScItalic"/>
            </w:pPr>
            <w:r w:rsidRPr="001F5B4D">
              <w:t>Galeorhinus galeus</w:t>
            </w:r>
          </w:p>
          <w:p w14:paraId="67F6AD87" w14:textId="040A2C93" w:rsidR="001F5B4D" w:rsidRPr="001F5B4D" w:rsidRDefault="001F5B4D" w:rsidP="001F5B4D">
            <w:pPr>
              <w:pStyle w:val="ScNormal"/>
            </w:pPr>
          </w:p>
        </w:tc>
        <w:tc>
          <w:tcPr>
            <w:tcW w:w="851" w:type="dxa"/>
          </w:tcPr>
          <w:p w14:paraId="7D6C0EFF" w14:textId="42B829AD" w:rsidR="001F5B4D" w:rsidRPr="001F5B4D" w:rsidRDefault="001F5B4D" w:rsidP="001F5B4D">
            <w:pPr>
              <w:pStyle w:val="ScNormal"/>
            </w:pPr>
            <w:r w:rsidRPr="001F5B4D">
              <w:t>80</w:t>
            </w:r>
          </w:p>
        </w:tc>
        <w:tc>
          <w:tcPr>
            <w:tcW w:w="6095" w:type="dxa"/>
          </w:tcPr>
          <w:p w14:paraId="1B6BCF90" w14:textId="77777777" w:rsidR="001F5B4D" w:rsidRPr="001F5B4D" w:rsidRDefault="001F5B4D" w:rsidP="001F5B4D">
            <w:pPr>
              <w:pStyle w:val="ScNormal"/>
            </w:pPr>
            <w:r w:rsidRPr="001F5B4D">
              <w:t>The species is 'minor' because the catch percentage (&lt;0.5%) is less than the requirement (2%).</w:t>
            </w:r>
          </w:p>
          <w:p w14:paraId="74FA93E1" w14:textId="77777777" w:rsidR="001F5B4D" w:rsidRPr="001F5B4D" w:rsidRDefault="001F5B4D" w:rsidP="001F5B4D">
            <w:r w:rsidRPr="001F5B4D">
              <w:t xml:space="preserve">There is no stock assessment. </w:t>
            </w:r>
          </w:p>
          <w:bookmarkStart w:id="57" w:name="S_GAG"/>
          <w:p w14:paraId="20E92A24" w14:textId="77A4F9D6" w:rsidR="001F5B4D" w:rsidRPr="001F5B4D" w:rsidRDefault="001F5B4D" w:rsidP="001F5B4D">
            <w:r w:rsidRPr="001F5B4D">
              <w:fldChar w:fldCharType="begin"/>
            </w:r>
            <w:r w:rsidRPr="001F5B4D">
              <w:instrText xml:space="preserve"> HYPERLINK  \l "T_GAG" \o "PSA Table" </w:instrText>
            </w:r>
            <w:r w:rsidRPr="001F5B4D">
              <w:fldChar w:fldCharType="separate"/>
            </w:r>
            <w:r w:rsidRPr="001F5B4D">
              <w:rPr>
                <w:rStyle w:val="Hyperlink"/>
              </w:rPr>
              <w:t>The PSA score is 2.94.</w:t>
            </w:r>
            <w:r w:rsidRPr="001F5B4D">
              <w:fldChar w:fldCharType="end"/>
            </w:r>
            <w:r w:rsidRPr="001F5B4D">
              <w:t xml:space="preserve"> </w:t>
            </w:r>
            <w:bookmarkEnd w:id="57"/>
          </w:p>
          <w:p w14:paraId="35884F9D" w14:textId="74B44496" w:rsidR="001F5B4D" w:rsidRPr="001F5B4D" w:rsidRDefault="001F5B4D" w:rsidP="001F5B4D">
            <w:r w:rsidRPr="001F5B4D">
              <w:t>This UoA would probably not hinder recovery. This species makes up less than 10% of the UoA catch and the UoA species catch makes up less than 30% of the total species catch (6%).</w:t>
            </w:r>
          </w:p>
        </w:tc>
      </w:tr>
      <w:tr w:rsidR="001F5B4D" w:rsidRPr="001F5B4D" w14:paraId="5F5AAE28" w14:textId="77777777" w:rsidTr="001F5B4D">
        <w:tc>
          <w:tcPr>
            <w:tcW w:w="2268" w:type="dxa"/>
          </w:tcPr>
          <w:p w14:paraId="751F4918" w14:textId="77777777" w:rsidR="001F5B4D" w:rsidRPr="001F5B4D" w:rsidRDefault="001F5B4D" w:rsidP="001F5B4D">
            <w:pPr>
              <w:pStyle w:val="ScNormal"/>
            </w:pPr>
            <w:r w:rsidRPr="001F5B4D">
              <w:t>Scalloped hammerhead</w:t>
            </w:r>
          </w:p>
          <w:p w14:paraId="0A52A1B5" w14:textId="77777777" w:rsidR="001F5B4D" w:rsidRPr="001F5B4D" w:rsidRDefault="001F5B4D" w:rsidP="001F5B4D">
            <w:pPr>
              <w:pStyle w:val="ScItalic"/>
            </w:pPr>
            <w:r w:rsidRPr="001F5B4D">
              <w:t>Sphyrna lewini</w:t>
            </w:r>
          </w:p>
          <w:p w14:paraId="56A3AE4B" w14:textId="6AEC67AF" w:rsidR="001F5B4D" w:rsidRPr="001F5B4D" w:rsidRDefault="001F5B4D" w:rsidP="001F5B4D">
            <w:pPr>
              <w:pStyle w:val="ScNormal"/>
            </w:pPr>
          </w:p>
        </w:tc>
        <w:tc>
          <w:tcPr>
            <w:tcW w:w="851" w:type="dxa"/>
          </w:tcPr>
          <w:p w14:paraId="6062650F" w14:textId="21F3415B" w:rsidR="001F5B4D" w:rsidRPr="001F5B4D" w:rsidRDefault="001F5B4D" w:rsidP="001F5B4D">
            <w:pPr>
              <w:pStyle w:val="ScNormal"/>
            </w:pPr>
            <w:r w:rsidRPr="001F5B4D">
              <w:t>80</w:t>
            </w:r>
          </w:p>
        </w:tc>
        <w:tc>
          <w:tcPr>
            <w:tcW w:w="6095" w:type="dxa"/>
          </w:tcPr>
          <w:p w14:paraId="13DEE6F5" w14:textId="77777777" w:rsidR="001F5B4D" w:rsidRPr="001F5B4D" w:rsidRDefault="001F5B4D" w:rsidP="001F5B4D">
            <w:pPr>
              <w:pStyle w:val="ScNormal"/>
            </w:pPr>
            <w:r w:rsidRPr="001F5B4D">
              <w:t>The species is 'minor' because the catch percentage (&lt;0.5%) is less than the requirement (2%).</w:t>
            </w:r>
          </w:p>
          <w:p w14:paraId="5DA38F28" w14:textId="77777777" w:rsidR="001F5B4D" w:rsidRPr="001F5B4D" w:rsidRDefault="001F5B4D" w:rsidP="001F5B4D">
            <w:r w:rsidRPr="001F5B4D">
              <w:t xml:space="preserve">There is no stock assessment. </w:t>
            </w:r>
          </w:p>
          <w:bookmarkStart w:id="58" w:name="S_SPL"/>
          <w:p w14:paraId="30AE16B5" w14:textId="3DC7C33E" w:rsidR="001F5B4D" w:rsidRPr="001F5B4D" w:rsidRDefault="001F5B4D" w:rsidP="001F5B4D">
            <w:r w:rsidRPr="001F5B4D">
              <w:fldChar w:fldCharType="begin"/>
            </w:r>
            <w:r w:rsidRPr="001F5B4D">
              <w:instrText xml:space="preserve"> HYPERLINK  \l "T_SPL" \o "PSA Table" </w:instrText>
            </w:r>
            <w:r w:rsidRPr="001F5B4D">
              <w:fldChar w:fldCharType="separate"/>
            </w:r>
            <w:r w:rsidRPr="001F5B4D">
              <w:rPr>
                <w:rStyle w:val="Hyperlink"/>
              </w:rPr>
              <w:t>The PSA score is 3.68.</w:t>
            </w:r>
            <w:r w:rsidRPr="001F5B4D">
              <w:fldChar w:fldCharType="end"/>
            </w:r>
            <w:r w:rsidRPr="001F5B4D">
              <w:t xml:space="preserve"> </w:t>
            </w:r>
            <w:bookmarkEnd w:id="58"/>
          </w:p>
          <w:p w14:paraId="39CBED48" w14:textId="0F4D4240" w:rsidR="001F5B4D" w:rsidRPr="001F5B4D" w:rsidRDefault="001F5B4D" w:rsidP="001F5B4D">
            <w:r w:rsidRPr="001F5B4D">
              <w:lastRenderedPageBreak/>
              <w:t>This UoA would probably not hinder recovery. This species makes up less than 10% of the UoA catch and the UoA species catch makes up less than 30% of the total species catch (7%).</w:t>
            </w:r>
          </w:p>
        </w:tc>
      </w:tr>
      <w:tr w:rsidR="001F5B4D" w:rsidRPr="001F5B4D" w14:paraId="2A5BB0FF" w14:textId="77777777" w:rsidTr="001F5B4D">
        <w:tc>
          <w:tcPr>
            <w:tcW w:w="2268" w:type="dxa"/>
          </w:tcPr>
          <w:p w14:paraId="47121317" w14:textId="77777777" w:rsidR="001F5B4D" w:rsidRPr="001F5B4D" w:rsidRDefault="001F5B4D" w:rsidP="001F5B4D">
            <w:pPr>
              <w:pStyle w:val="ScNormal"/>
            </w:pPr>
            <w:r w:rsidRPr="001F5B4D">
              <w:lastRenderedPageBreak/>
              <w:t>Dogfish sharks nei</w:t>
            </w:r>
          </w:p>
          <w:p w14:paraId="1468C18F" w14:textId="77777777" w:rsidR="001F5B4D" w:rsidRPr="001F5B4D" w:rsidRDefault="001F5B4D" w:rsidP="001F5B4D">
            <w:pPr>
              <w:pStyle w:val="ScItalic"/>
            </w:pPr>
            <w:r w:rsidRPr="001F5B4D">
              <w:t>Squalidae</w:t>
            </w:r>
          </w:p>
          <w:p w14:paraId="729064F1" w14:textId="2E12703E" w:rsidR="001F5B4D" w:rsidRPr="001F5B4D" w:rsidRDefault="001F5B4D" w:rsidP="001F5B4D">
            <w:pPr>
              <w:pStyle w:val="ScNormal"/>
            </w:pPr>
          </w:p>
        </w:tc>
        <w:tc>
          <w:tcPr>
            <w:tcW w:w="851" w:type="dxa"/>
          </w:tcPr>
          <w:p w14:paraId="287D6A69" w14:textId="296CD222" w:rsidR="001F5B4D" w:rsidRPr="001F5B4D" w:rsidRDefault="001F5B4D" w:rsidP="001F5B4D">
            <w:pPr>
              <w:pStyle w:val="ScNormal"/>
            </w:pPr>
            <w:r w:rsidRPr="001F5B4D">
              <w:t>80</w:t>
            </w:r>
          </w:p>
        </w:tc>
        <w:tc>
          <w:tcPr>
            <w:tcW w:w="6095" w:type="dxa"/>
          </w:tcPr>
          <w:p w14:paraId="4AF66686" w14:textId="77777777" w:rsidR="001F5B4D" w:rsidRPr="001F5B4D" w:rsidRDefault="001F5B4D" w:rsidP="001F5B4D">
            <w:pPr>
              <w:pStyle w:val="ScNormal"/>
            </w:pPr>
            <w:r w:rsidRPr="001F5B4D">
              <w:t>The species is 'minor' because the catch percentage (&lt;0.5%) is less than the requirement (2%).</w:t>
            </w:r>
          </w:p>
          <w:p w14:paraId="1993EE90" w14:textId="77777777" w:rsidR="001F5B4D" w:rsidRPr="001F5B4D" w:rsidRDefault="001F5B4D" w:rsidP="001F5B4D">
            <w:r w:rsidRPr="001F5B4D">
              <w:t xml:space="preserve">There is no stock assessment. </w:t>
            </w:r>
          </w:p>
          <w:bookmarkStart w:id="59" w:name="S_DGX"/>
          <w:p w14:paraId="67AE587E" w14:textId="5F8329A4" w:rsidR="001F5B4D" w:rsidRPr="001F5B4D" w:rsidRDefault="001F5B4D" w:rsidP="001F5B4D">
            <w:r w:rsidRPr="001F5B4D">
              <w:fldChar w:fldCharType="begin"/>
            </w:r>
            <w:r w:rsidRPr="001F5B4D">
              <w:instrText xml:space="preserve"> HYPERLINK  \l "T_DGX" \o "PSA Table" </w:instrText>
            </w:r>
            <w:r w:rsidRPr="001F5B4D">
              <w:fldChar w:fldCharType="separate"/>
            </w:r>
            <w:r w:rsidRPr="001F5B4D">
              <w:rPr>
                <w:rStyle w:val="Hyperlink"/>
              </w:rPr>
              <w:t>The PSA score is 4.05.</w:t>
            </w:r>
            <w:r w:rsidRPr="001F5B4D">
              <w:fldChar w:fldCharType="end"/>
            </w:r>
            <w:r w:rsidRPr="001F5B4D">
              <w:t xml:space="preserve"> </w:t>
            </w:r>
            <w:bookmarkEnd w:id="59"/>
          </w:p>
          <w:p w14:paraId="6E681788" w14:textId="77D45FD1" w:rsidR="001F5B4D" w:rsidRPr="001F5B4D" w:rsidRDefault="001F5B4D" w:rsidP="001F5B4D">
            <w:r w:rsidRPr="001F5B4D">
              <w:t>This UoA would probably not hinder recovery. This species makes up less than 10% of the UoA catch and the UoA species catch makes up less than 30% of the total species catch (9%).</w:t>
            </w:r>
          </w:p>
        </w:tc>
      </w:tr>
      <w:tr w:rsidR="001F5B4D" w:rsidRPr="001F5B4D" w14:paraId="6FC4AA58" w14:textId="77777777" w:rsidTr="001F5B4D">
        <w:tc>
          <w:tcPr>
            <w:tcW w:w="2268" w:type="dxa"/>
          </w:tcPr>
          <w:p w14:paraId="6F5AEEA4" w14:textId="77777777" w:rsidR="001F5B4D" w:rsidRPr="001F5B4D" w:rsidRDefault="001F5B4D" w:rsidP="001F5B4D">
            <w:pPr>
              <w:pStyle w:val="ScNormal"/>
            </w:pPr>
            <w:r w:rsidRPr="001F5B4D">
              <w:t>Oilfish</w:t>
            </w:r>
          </w:p>
          <w:p w14:paraId="2A624E67" w14:textId="77777777" w:rsidR="001F5B4D" w:rsidRPr="001F5B4D" w:rsidRDefault="001F5B4D" w:rsidP="001F5B4D">
            <w:pPr>
              <w:pStyle w:val="ScItalic"/>
            </w:pPr>
            <w:r w:rsidRPr="001F5B4D">
              <w:t>Ruvettus pretiosus</w:t>
            </w:r>
          </w:p>
          <w:p w14:paraId="02B93F16" w14:textId="2E310A3B" w:rsidR="001F5B4D" w:rsidRPr="001F5B4D" w:rsidRDefault="001F5B4D" w:rsidP="001F5B4D">
            <w:pPr>
              <w:pStyle w:val="ScNormal"/>
            </w:pPr>
          </w:p>
        </w:tc>
        <w:tc>
          <w:tcPr>
            <w:tcW w:w="851" w:type="dxa"/>
          </w:tcPr>
          <w:p w14:paraId="17B5E3AB" w14:textId="278F80BB" w:rsidR="001F5B4D" w:rsidRPr="001F5B4D" w:rsidRDefault="001F5B4D" w:rsidP="001F5B4D">
            <w:pPr>
              <w:pStyle w:val="ScNormal"/>
            </w:pPr>
            <w:r w:rsidRPr="001F5B4D">
              <w:t>90</w:t>
            </w:r>
          </w:p>
        </w:tc>
        <w:tc>
          <w:tcPr>
            <w:tcW w:w="6095" w:type="dxa"/>
          </w:tcPr>
          <w:p w14:paraId="0F792ECA" w14:textId="77777777" w:rsidR="001F5B4D" w:rsidRPr="001F5B4D" w:rsidRDefault="001F5B4D" w:rsidP="001F5B4D">
            <w:pPr>
              <w:pStyle w:val="ScNormal"/>
            </w:pPr>
            <w:r w:rsidRPr="001F5B4D">
              <w:t>The species is 'minor' because the catch percentage (&lt;0.5%) is less than the requirement (5%).</w:t>
            </w:r>
          </w:p>
          <w:p w14:paraId="7E2F400A" w14:textId="77777777" w:rsidR="001F5B4D" w:rsidRPr="001F5B4D" w:rsidRDefault="001F5B4D" w:rsidP="001F5B4D">
            <w:r w:rsidRPr="001F5B4D">
              <w:t xml:space="preserve">There is no stock assessment. </w:t>
            </w:r>
          </w:p>
          <w:bookmarkStart w:id="60" w:name="S_OIL"/>
          <w:p w14:paraId="08CC63F1" w14:textId="10043CB4" w:rsidR="001F5B4D" w:rsidRPr="001F5B4D" w:rsidRDefault="001F5B4D" w:rsidP="001F5B4D">
            <w:r w:rsidRPr="001F5B4D">
              <w:fldChar w:fldCharType="begin"/>
            </w:r>
            <w:r w:rsidRPr="001F5B4D">
              <w:instrText xml:space="preserve"> HYPERLINK  \l "T_OIL" \o "PSA Table" </w:instrText>
            </w:r>
            <w:r w:rsidRPr="001F5B4D">
              <w:fldChar w:fldCharType="separate"/>
            </w:r>
            <w:r w:rsidRPr="001F5B4D">
              <w:rPr>
                <w:rStyle w:val="Hyperlink"/>
              </w:rPr>
              <w:t>The PSA score is 2.33.</w:t>
            </w:r>
            <w:r w:rsidRPr="001F5B4D">
              <w:fldChar w:fldCharType="end"/>
            </w:r>
            <w:r w:rsidRPr="001F5B4D">
              <w:t xml:space="preserve"> </w:t>
            </w:r>
            <w:bookmarkEnd w:id="60"/>
          </w:p>
          <w:p w14:paraId="37EBE533" w14:textId="64D3AC8D" w:rsidR="001F5B4D" w:rsidRPr="001F5B4D" w:rsidRDefault="001F5B4D" w:rsidP="001F5B4D">
            <w:r w:rsidRPr="001F5B4D">
              <w:t>This UoA would probably not hinder recovery. This species makes up less than 10% of the UoA catch and the UoA species catch makes up less than 30% of the total species catch (1%).</w:t>
            </w:r>
          </w:p>
        </w:tc>
      </w:tr>
      <w:tr w:rsidR="001F5B4D" w:rsidRPr="001F5B4D" w14:paraId="495904CC" w14:textId="77777777" w:rsidTr="001F5B4D">
        <w:tc>
          <w:tcPr>
            <w:tcW w:w="2268" w:type="dxa"/>
          </w:tcPr>
          <w:p w14:paraId="757A9902" w14:textId="77777777" w:rsidR="001F5B4D" w:rsidRPr="001F5B4D" w:rsidRDefault="001F5B4D" w:rsidP="001F5B4D">
            <w:pPr>
              <w:pStyle w:val="ScNormal"/>
            </w:pPr>
            <w:r w:rsidRPr="001F5B4D">
              <w:t>Dogfishes and hounds nei</w:t>
            </w:r>
          </w:p>
          <w:p w14:paraId="57EB6876" w14:textId="77777777" w:rsidR="001F5B4D" w:rsidRPr="001F5B4D" w:rsidRDefault="001F5B4D" w:rsidP="001F5B4D">
            <w:pPr>
              <w:pStyle w:val="ScItalic"/>
            </w:pPr>
            <w:r w:rsidRPr="001F5B4D">
              <w:t>Squalidae, Scyliorhinidae</w:t>
            </w:r>
          </w:p>
          <w:p w14:paraId="6668795C" w14:textId="4E1A0981" w:rsidR="001F5B4D" w:rsidRPr="001F5B4D" w:rsidRDefault="001F5B4D" w:rsidP="001F5B4D">
            <w:pPr>
              <w:pStyle w:val="ScNormal"/>
            </w:pPr>
          </w:p>
        </w:tc>
        <w:tc>
          <w:tcPr>
            <w:tcW w:w="851" w:type="dxa"/>
          </w:tcPr>
          <w:p w14:paraId="5104A5BF" w14:textId="1C4098DE" w:rsidR="001F5B4D" w:rsidRPr="001F5B4D" w:rsidRDefault="001F5B4D" w:rsidP="001F5B4D">
            <w:pPr>
              <w:pStyle w:val="ScNormal"/>
            </w:pPr>
            <w:r w:rsidRPr="001F5B4D">
              <w:t>80</w:t>
            </w:r>
          </w:p>
        </w:tc>
        <w:tc>
          <w:tcPr>
            <w:tcW w:w="6095" w:type="dxa"/>
          </w:tcPr>
          <w:p w14:paraId="5ED01FC6" w14:textId="77777777" w:rsidR="001F5B4D" w:rsidRPr="001F5B4D" w:rsidRDefault="001F5B4D" w:rsidP="001F5B4D">
            <w:pPr>
              <w:pStyle w:val="ScNormal"/>
            </w:pPr>
            <w:r w:rsidRPr="001F5B4D">
              <w:t>The species is 'minor' because the catch percentage (&lt;0.5%) is less than the requirement (2%).</w:t>
            </w:r>
          </w:p>
          <w:p w14:paraId="6FC1B7E5" w14:textId="77777777" w:rsidR="001F5B4D" w:rsidRPr="001F5B4D" w:rsidRDefault="001F5B4D" w:rsidP="001F5B4D">
            <w:r w:rsidRPr="001F5B4D">
              <w:t xml:space="preserve">There is no stock assessment. </w:t>
            </w:r>
          </w:p>
          <w:bookmarkStart w:id="61" w:name="S_DGH"/>
          <w:p w14:paraId="0EC00E2F" w14:textId="2CCAB53C" w:rsidR="001F5B4D" w:rsidRPr="001F5B4D" w:rsidRDefault="001F5B4D" w:rsidP="001F5B4D">
            <w:r w:rsidRPr="001F5B4D">
              <w:fldChar w:fldCharType="begin"/>
            </w:r>
            <w:r w:rsidRPr="001F5B4D">
              <w:instrText xml:space="preserve"> HYPERLINK  \l "T_DGH" \o "PSA Table" </w:instrText>
            </w:r>
            <w:r w:rsidRPr="001F5B4D">
              <w:fldChar w:fldCharType="separate"/>
            </w:r>
            <w:r w:rsidRPr="001F5B4D">
              <w:rPr>
                <w:rStyle w:val="Hyperlink"/>
              </w:rPr>
              <w:t>The PSA score is 3.18.</w:t>
            </w:r>
            <w:r w:rsidRPr="001F5B4D">
              <w:fldChar w:fldCharType="end"/>
            </w:r>
            <w:r w:rsidRPr="001F5B4D">
              <w:t xml:space="preserve"> </w:t>
            </w:r>
            <w:bookmarkEnd w:id="61"/>
          </w:p>
          <w:p w14:paraId="3A577CBC" w14:textId="3104B280" w:rsidR="001F5B4D" w:rsidRPr="001F5B4D" w:rsidRDefault="001F5B4D" w:rsidP="001F5B4D">
            <w:r w:rsidRPr="001F5B4D">
              <w:t>This UoA would probably not hinder recovery. This species makes up less than 10% of the UoA catch and the UoA species catch makes up less than 30% of the total species catch (9%).</w:t>
            </w:r>
          </w:p>
        </w:tc>
      </w:tr>
      <w:tr w:rsidR="001F5B4D" w:rsidRPr="001F5B4D" w14:paraId="1296D50F" w14:textId="77777777" w:rsidTr="001F5B4D">
        <w:tc>
          <w:tcPr>
            <w:tcW w:w="2268" w:type="dxa"/>
          </w:tcPr>
          <w:p w14:paraId="5080E86D" w14:textId="77777777" w:rsidR="001F5B4D" w:rsidRPr="001F5B4D" w:rsidRDefault="001F5B4D" w:rsidP="001F5B4D">
            <w:pPr>
              <w:pStyle w:val="ScNormal"/>
            </w:pPr>
            <w:r w:rsidRPr="001F5B4D">
              <w:t>Atlantic saury</w:t>
            </w:r>
          </w:p>
          <w:p w14:paraId="4BFED0C6" w14:textId="77777777" w:rsidR="001F5B4D" w:rsidRPr="001F5B4D" w:rsidRDefault="001F5B4D" w:rsidP="001F5B4D">
            <w:pPr>
              <w:pStyle w:val="ScItalic"/>
            </w:pPr>
            <w:r w:rsidRPr="001F5B4D">
              <w:t>Scomberesox saurus</w:t>
            </w:r>
          </w:p>
          <w:p w14:paraId="09ABBF24" w14:textId="41B15B0D" w:rsidR="001F5B4D" w:rsidRPr="001F5B4D" w:rsidRDefault="001F5B4D" w:rsidP="001F5B4D">
            <w:pPr>
              <w:pStyle w:val="ScNormal"/>
            </w:pPr>
          </w:p>
        </w:tc>
        <w:tc>
          <w:tcPr>
            <w:tcW w:w="851" w:type="dxa"/>
          </w:tcPr>
          <w:p w14:paraId="1CD08140" w14:textId="5E2531BA" w:rsidR="001F5B4D" w:rsidRPr="001F5B4D" w:rsidRDefault="001F5B4D" w:rsidP="001F5B4D">
            <w:pPr>
              <w:pStyle w:val="ScNormal"/>
            </w:pPr>
            <w:r w:rsidRPr="001F5B4D">
              <w:t>92</w:t>
            </w:r>
          </w:p>
        </w:tc>
        <w:tc>
          <w:tcPr>
            <w:tcW w:w="6095" w:type="dxa"/>
          </w:tcPr>
          <w:p w14:paraId="4A72E837" w14:textId="77777777" w:rsidR="001F5B4D" w:rsidRPr="001F5B4D" w:rsidRDefault="001F5B4D" w:rsidP="001F5B4D">
            <w:pPr>
              <w:pStyle w:val="ScNormal"/>
            </w:pPr>
            <w:r w:rsidRPr="001F5B4D">
              <w:t>The species is 'minor' because the catch percentage (&lt;0.5%) is less than the requirement (5%).</w:t>
            </w:r>
          </w:p>
          <w:p w14:paraId="403F6311" w14:textId="77777777" w:rsidR="001F5B4D" w:rsidRPr="001F5B4D" w:rsidRDefault="001F5B4D" w:rsidP="001F5B4D">
            <w:r w:rsidRPr="001F5B4D">
              <w:t xml:space="preserve">There is no stock assessment. </w:t>
            </w:r>
          </w:p>
          <w:bookmarkStart w:id="62" w:name="S_SAU"/>
          <w:p w14:paraId="4C98EDB7" w14:textId="3420CF6A" w:rsidR="001F5B4D" w:rsidRPr="001F5B4D" w:rsidRDefault="001F5B4D" w:rsidP="001F5B4D">
            <w:r w:rsidRPr="001F5B4D">
              <w:fldChar w:fldCharType="begin"/>
            </w:r>
            <w:r w:rsidRPr="001F5B4D">
              <w:instrText xml:space="preserve"> HYPERLINK  \l "T_SAU" \o "PSA Table" </w:instrText>
            </w:r>
            <w:r w:rsidRPr="001F5B4D">
              <w:fldChar w:fldCharType="separate"/>
            </w:r>
            <w:r w:rsidRPr="001F5B4D">
              <w:rPr>
                <w:rStyle w:val="Hyperlink"/>
              </w:rPr>
              <w:t>The PSA score is 2.18.</w:t>
            </w:r>
            <w:r w:rsidRPr="001F5B4D">
              <w:fldChar w:fldCharType="end"/>
            </w:r>
            <w:r w:rsidRPr="001F5B4D">
              <w:t xml:space="preserve"> </w:t>
            </w:r>
            <w:bookmarkEnd w:id="62"/>
          </w:p>
          <w:p w14:paraId="05FB3E6F" w14:textId="5209D45F" w:rsidR="001F5B4D" w:rsidRPr="001F5B4D" w:rsidRDefault="001F5B4D" w:rsidP="001F5B4D">
            <w:r w:rsidRPr="001F5B4D">
              <w:t>This UoA could hinder recovery. This species makes up more than 10% of the UoA catch or the UoA species catch makes up more than 30% of the total species catch (51%).</w:t>
            </w:r>
          </w:p>
        </w:tc>
      </w:tr>
      <w:tr w:rsidR="001F5B4D" w:rsidRPr="001F5B4D" w14:paraId="1837DCCD" w14:textId="77777777" w:rsidTr="001F5B4D">
        <w:tc>
          <w:tcPr>
            <w:tcW w:w="2268" w:type="dxa"/>
          </w:tcPr>
          <w:p w14:paraId="0FF77971" w14:textId="77777777" w:rsidR="001F5B4D" w:rsidRPr="001F5B4D" w:rsidRDefault="001F5B4D" w:rsidP="001F5B4D">
            <w:pPr>
              <w:pStyle w:val="ScNormal"/>
            </w:pPr>
            <w:r w:rsidRPr="001F5B4D">
              <w:t>Oceanic whitetip shark</w:t>
            </w:r>
          </w:p>
          <w:p w14:paraId="59E6C6FA" w14:textId="77777777" w:rsidR="001F5B4D" w:rsidRPr="001F5B4D" w:rsidRDefault="001F5B4D" w:rsidP="001F5B4D">
            <w:pPr>
              <w:pStyle w:val="ScItalic"/>
            </w:pPr>
            <w:r w:rsidRPr="001F5B4D">
              <w:t>Carcharhinus longimanus</w:t>
            </w:r>
          </w:p>
          <w:p w14:paraId="2FFD1E14" w14:textId="77777777" w:rsidR="001F5B4D" w:rsidRPr="001F5B4D" w:rsidRDefault="001F5B4D" w:rsidP="001F5B4D">
            <w:pPr>
              <w:pStyle w:val="ScNormal"/>
            </w:pPr>
            <w:r w:rsidRPr="001F5B4D">
              <w:t>Eastern Pacific Oceanic Whitetip Shark</w:t>
            </w:r>
          </w:p>
          <w:p w14:paraId="667F834D" w14:textId="28A07D8C" w:rsidR="001F5B4D" w:rsidRPr="001F5B4D" w:rsidRDefault="001F5B4D" w:rsidP="001F5B4D"/>
        </w:tc>
        <w:tc>
          <w:tcPr>
            <w:tcW w:w="851" w:type="dxa"/>
          </w:tcPr>
          <w:p w14:paraId="44DCFD22" w14:textId="05DF5C4E" w:rsidR="001F5B4D" w:rsidRPr="001F5B4D" w:rsidRDefault="001F5B4D" w:rsidP="001F5B4D">
            <w:pPr>
              <w:pStyle w:val="ScNormal"/>
            </w:pPr>
            <w:r w:rsidRPr="001F5B4D">
              <w:t>80</w:t>
            </w:r>
          </w:p>
        </w:tc>
        <w:tc>
          <w:tcPr>
            <w:tcW w:w="6095" w:type="dxa"/>
          </w:tcPr>
          <w:p w14:paraId="6D101287" w14:textId="77777777" w:rsidR="001F5B4D" w:rsidRPr="001F5B4D" w:rsidRDefault="001F5B4D" w:rsidP="001F5B4D">
            <w:pPr>
              <w:pStyle w:val="ScNormal"/>
            </w:pPr>
            <w:r w:rsidRPr="001F5B4D">
              <w:t>The species is 'minor' because the catch percentage (&lt;0.5%) is less than the requirement (2%).</w:t>
            </w:r>
          </w:p>
          <w:p w14:paraId="2BA963B2" w14:textId="77777777" w:rsidR="001F5B4D" w:rsidRPr="001F5B4D" w:rsidRDefault="001F5B4D" w:rsidP="001F5B4D">
            <w:r w:rsidRPr="001F5B4D">
              <w:t xml:space="preserve">The population status of oceanic whitetip sharks in the eastern Pacific has not been assessed but the data that is available has shown catch has steadily decreased. Declines in catch per unit effort (CPUE) and biomass have been estimated at 30 to 90% in the Pacific, but precise estimates are not available. Oceanic whitetip sharks are the second most commonly caught species in purse seine fisheries in the eastern Pacific Ocean and longline fisheries also catches this species as bycatch, but due to the high value of their fins, they were often not released. Since 2012, IATTC Resolution C-11-10 prohibits retaining onboard, transhipping, landing, storing, selling, or offering for sale any part or whole carcass of oceanic whitetip sharks and requires the release of specimens that are alive when caught. It also forces to record and report the number of discards and releases of oceanic whitetip sharks with indication of status (dead or alive). </w:t>
            </w:r>
          </w:p>
          <w:p w14:paraId="00357271" w14:textId="77777777" w:rsidR="001F5B4D" w:rsidRPr="001F5B4D" w:rsidRDefault="001F5B4D" w:rsidP="001F5B4D">
            <w:r w:rsidRPr="001F5B4D">
              <w:t xml:space="preserve">There is no stock assessment. </w:t>
            </w:r>
          </w:p>
          <w:bookmarkStart w:id="63" w:name="S_OCS"/>
          <w:p w14:paraId="3500D48A" w14:textId="09FCE3CC" w:rsidR="001F5B4D" w:rsidRPr="001F5B4D" w:rsidRDefault="001F5B4D" w:rsidP="001F5B4D">
            <w:r w:rsidRPr="001F5B4D">
              <w:lastRenderedPageBreak/>
              <w:fldChar w:fldCharType="begin"/>
            </w:r>
            <w:r w:rsidRPr="001F5B4D">
              <w:instrText xml:space="preserve"> HYPERLINK  \l "T_OCS" \o "PSA Table" </w:instrText>
            </w:r>
            <w:r w:rsidRPr="001F5B4D">
              <w:fldChar w:fldCharType="separate"/>
            </w:r>
            <w:r w:rsidRPr="001F5B4D">
              <w:rPr>
                <w:rStyle w:val="Hyperlink"/>
              </w:rPr>
              <w:t>The PSA score is 4.05.</w:t>
            </w:r>
            <w:r w:rsidRPr="001F5B4D">
              <w:fldChar w:fldCharType="end"/>
            </w:r>
            <w:r w:rsidRPr="001F5B4D">
              <w:t xml:space="preserve"> </w:t>
            </w:r>
            <w:bookmarkEnd w:id="63"/>
          </w:p>
          <w:p w14:paraId="6CE7EB39" w14:textId="5383E46F" w:rsidR="001F5B4D" w:rsidRPr="001F5B4D" w:rsidRDefault="001F5B4D" w:rsidP="001F5B4D">
            <w:r w:rsidRPr="001F5B4D">
              <w:t>This UoA would probably not hinder recovery. This species makes up less than 10% of the UoA catch and the UoA species catch makes up less than 30% of the total species catch (11%).</w:t>
            </w:r>
          </w:p>
        </w:tc>
      </w:tr>
      <w:tr w:rsidR="001F5B4D" w:rsidRPr="001F5B4D" w14:paraId="0DEA2FDC" w14:textId="77777777" w:rsidTr="001F5B4D">
        <w:tc>
          <w:tcPr>
            <w:tcW w:w="2268" w:type="dxa"/>
          </w:tcPr>
          <w:p w14:paraId="71EFAC3B" w14:textId="77777777" w:rsidR="001F5B4D" w:rsidRPr="001F5B4D" w:rsidRDefault="001F5B4D" w:rsidP="001F5B4D">
            <w:pPr>
              <w:pStyle w:val="ScNormal"/>
            </w:pPr>
            <w:r w:rsidRPr="001F5B4D">
              <w:lastRenderedPageBreak/>
              <w:t xml:space="preserve">Slender sunfish </w:t>
            </w:r>
          </w:p>
          <w:p w14:paraId="37192A85" w14:textId="77777777" w:rsidR="001F5B4D" w:rsidRPr="001F5B4D" w:rsidRDefault="001F5B4D" w:rsidP="001F5B4D">
            <w:pPr>
              <w:pStyle w:val="ScItalic"/>
            </w:pPr>
            <w:r w:rsidRPr="001F5B4D">
              <w:t>Ranzania laevis</w:t>
            </w:r>
          </w:p>
          <w:p w14:paraId="00EDF0C5" w14:textId="6B5F0394" w:rsidR="001F5B4D" w:rsidRPr="001F5B4D" w:rsidRDefault="001F5B4D" w:rsidP="001F5B4D">
            <w:pPr>
              <w:pStyle w:val="ScNormal"/>
            </w:pPr>
          </w:p>
        </w:tc>
        <w:tc>
          <w:tcPr>
            <w:tcW w:w="851" w:type="dxa"/>
          </w:tcPr>
          <w:p w14:paraId="433A5ABB" w14:textId="66348AA7" w:rsidR="001F5B4D" w:rsidRPr="001F5B4D" w:rsidRDefault="001F5B4D" w:rsidP="001F5B4D">
            <w:pPr>
              <w:pStyle w:val="ScNormal"/>
            </w:pPr>
            <w:r w:rsidRPr="001F5B4D">
              <w:t>54</w:t>
            </w:r>
          </w:p>
        </w:tc>
        <w:tc>
          <w:tcPr>
            <w:tcW w:w="6095" w:type="dxa"/>
          </w:tcPr>
          <w:p w14:paraId="704790A5" w14:textId="77777777" w:rsidR="001F5B4D" w:rsidRPr="001F5B4D" w:rsidRDefault="001F5B4D" w:rsidP="001F5B4D">
            <w:pPr>
              <w:pStyle w:val="ScNormal"/>
            </w:pPr>
            <w:r w:rsidRPr="001F5B4D">
              <w:t>The species is 'minor' because the catch percentage (&lt;0.5%) is less than the requirement (5%).</w:t>
            </w:r>
          </w:p>
          <w:p w14:paraId="51A51D84" w14:textId="77777777" w:rsidR="001F5B4D" w:rsidRPr="001F5B4D" w:rsidRDefault="001F5B4D" w:rsidP="001F5B4D">
            <w:r w:rsidRPr="001F5B4D">
              <w:t xml:space="preserve">There is no stock assessment. </w:t>
            </w:r>
          </w:p>
          <w:bookmarkStart w:id="64" w:name="S_RZV"/>
          <w:p w14:paraId="531E5D34" w14:textId="3677C210" w:rsidR="001F5B4D" w:rsidRPr="001F5B4D" w:rsidRDefault="001F5B4D" w:rsidP="001F5B4D">
            <w:r w:rsidRPr="001F5B4D">
              <w:fldChar w:fldCharType="begin"/>
            </w:r>
            <w:r w:rsidRPr="001F5B4D">
              <w:instrText xml:space="preserve"> HYPERLINK  \l "T_RZV" \o "PSA Table" </w:instrText>
            </w:r>
            <w:r w:rsidRPr="001F5B4D">
              <w:fldChar w:fldCharType="separate"/>
            </w:r>
            <w:r w:rsidRPr="001F5B4D">
              <w:rPr>
                <w:rStyle w:val="Hyperlink"/>
              </w:rPr>
              <w:t>The PSA score is 3.61.</w:t>
            </w:r>
            <w:r w:rsidRPr="001F5B4D">
              <w:fldChar w:fldCharType="end"/>
            </w:r>
            <w:r w:rsidRPr="001F5B4D">
              <w:t xml:space="preserve"> </w:t>
            </w:r>
            <w:bookmarkEnd w:id="64"/>
          </w:p>
          <w:p w14:paraId="30B7955F" w14:textId="13A2C38C" w:rsidR="001F5B4D" w:rsidRPr="001F5B4D" w:rsidRDefault="001F5B4D" w:rsidP="001F5B4D">
            <w:r w:rsidRPr="001F5B4D">
              <w:t>This UoA could hinder recovery. This species makes up more than 10% of the UoA catch or the UoA species catch makes up more than 30% of the total species catch (100%).</w:t>
            </w:r>
          </w:p>
        </w:tc>
      </w:tr>
      <w:tr w:rsidR="001F5B4D" w:rsidRPr="001F5B4D" w14:paraId="33C07CDF" w14:textId="77777777" w:rsidTr="001F5B4D">
        <w:tc>
          <w:tcPr>
            <w:tcW w:w="2268" w:type="dxa"/>
          </w:tcPr>
          <w:p w14:paraId="131E5284" w14:textId="77777777" w:rsidR="001F5B4D" w:rsidRPr="001F5B4D" w:rsidRDefault="001F5B4D" w:rsidP="001F5B4D">
            <w:pPr>
              <w:pStyle w:val="ScNormal"/>
            </w:pPr>
            <w:r w:rsidRPr="001F5B4D">
              <w:t>Dusky shark</w:t>
            </w:r>
          </w:p>
          <w:p w14:paraId="6A2B7393" w14:textId="77777777" w:rsidR="001F5B4D" w:rsidRPr="001F5B4D" w:rsidRDefault="001F5B4D" w:rsidP="001F5B4D">
            <w:pPr>
              <w:pStyle w:val="ScItalic"/>
            </w:pPr>
            <w:r w:rsidRPr="001F5B4D">
              <w:t>Carcharhinus obscurus</w:t>
            </w:r>
          </w:p>
          <w:p w14:paraId="6F367F1B" w14:textId="5DA3A630" w:rsidR="001F5B4D" w:rsidRPr="001F5B4D" w:rsidRDefault="001F5B4D" w:rsidP="001F5B4D">
            <w:pPr>
              <w:pStyle w:val="ScNormal"/>
            </w:pPr>
          </w:p>
        </w:tc>
        <w:tc>
          <w:tcPr>
            <w:tcW w:w="851" w:type="dxa"/>
          </w:tcPr>
          <w:p w14:paraId="18B71BFB" w14:textId="6352F1F9" w:rsidR="001F5B4D" w:rsidRPr="001F5B4D" w:rsidRDefault="001F5B4D" w:rsidP="001F5B4D">
            <w:pPr>
              <w:pStyle w:val="ScNormal"/>
            </w:pPr>
            <w:r w:rsidRPr="001F5B4D">
              <w:t>80</w:t>
            </w:r>
          </w:p>
        </w:tc>
        <w:tc>
          <w:tcPr>
            <w:tcW w:w="6095" w:type="dxa"/>
          </w:tcPr>
          <w:p w14:paraId="35EC6929" w14:textId="77777777" w:rsidR="001F5B4D" w:rsidRPr="001F5B4D" w:rsidRDefault="001F5B4D" w:rsidP="001F5B4D">
            <w:pPr>
              <w:pStyle w:val="ScNormal"/>
            </w:pPr>
            <w:r w:rsidRPr="001F5B4D">
              <w:t>The species is 'minor' because the catch percentage (&lt;0.5%) is less than the requirement (2%).</w:t>
            </w:r>
          </w:p>
          <w:p w14:paraId="79EEE664" w14:textId="77777777" w:rsidR="001F5B4D" w:rsidRPr="001F5B4D" w:rsidRDefault="001F5B4D" w:rsidP="001F5B4D">
            <w:r w:rsidRPr="001F5B4D">
              <w:t xml:space="preserve">There is no stock assessment. </w:t>
            </w:r>
          </w:p>
          <w:bookmarkStart w:id="65" w:name="S_DUS"/>
          <w:p w14:paraId="4CF53CA7" w14:textId="2677288C" w:rsidR="001F5B4D" w:rsidRPr="001F5B4D" w:rsidRDefault="001F5B4D" w:rsidP="001F5B4D">
            <w:r w:rsidRPr="001F5B4D">
              <w:fldChar w:fldCharType="begin"/>
            </w:r>
            <w:r w:rsidRPr="001F5B4D">
              <w:instrText xml:space="preserve"> HYPERLINK  \l "T_DUS" \o "PSA Table" </w:instrText>
            </w:r>
            <w:r w:rsidRPr="001F5B4D">
              <w:fldChar w:fldCharType="separate"/>
            </w:r>
            <w:r w:rsidRPr="001F5B4D">
              <w:rPr>
                <w:rStyle w:val="Hyperlink"/>
              </w:rPr>
              <w:t>The PSA score is 3.32.</w:t>
            </w:r>
            <w:r w:rsidRPr="001F5B4D">
              <w:fldChar w:fldCharType="end"/>
            </w:r>
            <w:r w:rsidRPr="001F5B4D">
              <w:t xml:space="preserve"> </w:t>
            </w:r>
            <w:bookmarkEnd w:id="65"/>
          </w:p>
          <w:p w14:paraId="43B938AF" w14:textId="54768ED9" w:rsidR="001F5B4D" w:rsidRPr="001F5B4D" w:rsidRDefault="001F5B4D" w:rsidP="001F5B4D">
            <w:r w:rsidRPr="001F5B4D">
              <w:t>This UoA would probably not hinder recovery. This species makes up less than 10% of the UoA catch and the UoA species catch makes up less than 30% of the total species catch (14%).</w:t>
            </w:r>
          </w:p>
        </w:tc>
      </w:tr>
      <w:tr w:rsidR="001F5B4D" w:rsidRPr="001F5B4D" w14:paraId="4BE4A798" w14:textId="77777777" w:rsidTr="001F5B4D">
        <w:tc>
          <w:tcPr>
            <w:tcW w:w="2268" w:type="dxa"/>
          </w:tcPr>
          <w:p w14:paraId="4DD60C32" w14:textId="77777777" w:rsidR="001F5B4D" w:rsidRPr="001F5B4D" w:rsidRDefault="001F5B4D" w:rsidP="001F5B4D">
            <w:pPr>
              <w:pStyle w:val="ScNormal"/>
            </w:pPr>
            <w:r w:rsidRPr="001F5B4D">
              <w:t>Smooth-hound</w:t>
            </w:r>
          </w:p>
          <w:p w14:paraId="1F537BC1" w14:textId="77777777" w:rsidR="001F5B4D" w:rsidRPr="001F5B4D" w:rsidRDefault="001F5B4D" w:rsidP="001F5B4D">
            <w:pPr>
              <w:pStyle w:val="ScItalic"/>
            </w:pPr>
            <w:r w:rsidRPr="001F5B4D">
              <w:t>Mustelus mustelus</w:t>
            </w:r>
          </w:p>
          <w:p w14:paraId="346107A0" w14:textId="0E4F9D55" w:rsidR="001F5B4D" w:rsidRPr="001F5B4D" w:rsidRDefault="001F5B4D" w:rsidP="001F5B4D">
            <w:pPr>
              <w:pStyle w:val="ScNormal"/>
            </w:pPr>
          </w:p>
        </w:tc>
        <w:tc>
          <w:tcPr>
            <w:tcW w:w="851" w:type="dxa"/>
          </w:tcPr>
          <w:p w14:paraId="096E47D1" w14:textId="67239D1A" w:rsidR="001F5B4D" w:rsidRPr="001F5B4D" w:rsidRDefault="001F5B4D" w:rsidP="001F5B4D">
            <w:pPr>
              <w:pStyle w:val="ScNormal"/>
            </w:pPr>
            <w:r w:rsidRPr="001F5B4D">
              <w:t>80</w:t>
            </w:r>
          </w:p>
        </w:tc>
        <w:tc>
          <w:tcPr>
            <w:tcW w:w="6095" w:type="dxa"/>
          </w:tcPr>
          <w:p w14:paraId="5D28B8DD" w14:textId="77777777" w:rsidR="001F5B4D" w:rsidRPr="001F5B4D" w:rsidRDefault="001F5B4D" w:rsidP="001F5B4D">
            <w:pPr>
              <w:pStyle w:val="ScNormal"/>
            </w:pPr>
            <w:r w:rsidRPr="001F5B4D">
              <w:t>The species is 'minor' because the catch percentage (&lt;0.5%) is less than the requirement (2%).</w:t>
            </w:r>
          </w:p>
          <w:p w14:paraId="0072D73B" w14:textId="77777777" w:rsidR="001F5B4D" w:rsidRPr="001F5B4D" w:rsidRDefault="001F5B4D" w:rsidP="001F5B4D">
            <w:r w:rsidRPr="001F5B4D">
              <w:t xml:space="preserve">There is no stock assessment. </w:t>
            </w:r>
          </w:p>
          <w:bookmarkStart w:id="66" w:name="S_SMD"/>
          <w:p w14:paraId="641AA674" w14:textId="23BD45E1" w:rsidR="001F5B4D" w:rsidRPr="001F5B4D" w:rsidRDefault="001F5B4D" w:rsidP="001F5B4D">
            <w:r w:rsidRPr="001F5B4D">
              <w:fldChar w:fldCharType="begin"/>
            </w:r>
            <w:r w:rsidRPr="001F5B4D">
              <w:instrText xml:space="preserve"> HYPERLINK  \l "T_SMD" \o "PSA Table" </w:instrText>
            </w:r>
            <w:r w:rsidRPr="001F5B4D">
              <w:fldChar w:fldCharType="separate"/>
            </w:r>
            <w:r w:rsidRPr="001F5B4D">
              <w:rPr>
                <w:rStyle w:val="Hyperlink"/>
              </w:rPr>
              <w:t>The PSA score is 2.84.</w:t>
            </w:r>
            <w:r w:rsidRPr="001F5B4D">
              <w:fldChar w:fldCharType="end"/>
            </w:r>
            <w:r w:rsidRPr="001F5B4D">
              <w:t xml:space="preserve"> </w:t>
            </w:r>
            <w:bookmarkEnd w:id="66"/>
          </w:p>
          <w:p w14:paraId="66C5C35D" w14:textId="13921B07" w:rsidR="001F5B4D" w:rsidRPr="001F5B4D" w:rsidRDefault="001F5B4D" w:rsidP="001F5B4D">
            <w:r w:rsidRPr="001F5B4D">
              <w:t>This UoA would probably not hinder recovery. This species makes up less than 10% of the UoA catch and the UoA species catch makes up less than 30% of the total species catch (&lt;0.5%).</w:t>
            </w:r>
          </w:p>
        </w:tc>
      </w:tr>
      <w:tr w:rsidR="001F5B4D" w:rsidRPr="001F5B4D" w14:paraId="3800715C" w14:textId="77777777" w:rsidTr="001F5B4D">
        <w:tc>
          <w:tcPr>
            <w:tcW w:w="2268" w:type="dxa"/>
          </w:tcPr>
          <w:p w14:paraId="0B308894" w14:textId="77777777" w:rsidR="001F5B4D" w:rsidRPr="001F5B4D" w:rsidRDefault="001F5B4D" w:rsidP="001F5B4D">
            <w:pPr>
              <w:pStyle w:val="ScNormal"/>
            </w:pPr>
            <w:r w:rsidRPr="001F5B4D">
              <w:t>Unicorn leatherjacket filefish</w:t>
            </w:r>
          </w:p>
          <w:p w14:paraId="09B43D55" w14:textId="77777777" w:rsidR="001F5B4D" w:rsidRPr="001F5B4D" w:rsidRDefault="001F5B4D" w:rsidP="001F5B4D">
            <w:pPr>
              <w:pStyle w:val="ScItalic"/>
            </w:pPr>
            <w:r w:rsidRPr="001F5B4D">
              <w:t>Aluterus monoceros</w:t>
            </w:r>
          </w:p>
          <w:p w14:paraId="5C253E26" w14:textId="378879C5" w:rsidR="001F5B4D" w:rsidRPr="001F5B4D" w:rsidRDefault="001F5B4D" w:rsidP="001F5B4D">
            <w:pPr>
              <w:pStyle w:val="ScNormal"/>
            </w:pPr>
          </w:p>
        </w:tc>
        <w:tc>
          <w:tcPr>
            <w:tcW w:w="851" w:type="dxa"/>
          </w:tcPr>
          <w:p w14:paraId="1BCE2B0C" w14:textId="0DC85D2B" w:rsidR="001F5B4D" w:rsidRPr="001F5B4D" w:rsidRDefault="001F5B4D" w:rsidP="001F5B4D">
            <w:pPr>
              <w:pStyle w:val="ScNormal"/>
            </w:pPr>
            <w:r w:rsidRPr="001F5B4D">
              <w:t>57</w:t>
            </w:r>
          </w:p>
        </w:tc>
        <w:tc>
          <w:tcPr>
            <w:tcW w:w="6095" w:type="dxa"/>
          </w:tcPr>
          <w:p w14:paraId="628BA32D" w14:textId="77777777" w:rsidR="001F5B4D" w:rsidRPr="001F5B4D" w:rsidRDefault="001F5B4D" w:rsidP="001F5B4D">
            <w:pPr>
              <w:pStyle w:val="ScNormal"/>
            </w:pPr>
            <w:r w:rsidRPr="001F5B4D">
              <w:t>The species is 'minor' because the catch percentage (&lt;0.5%) is less than the requirement (5%).</w:t>
            </w:r>
          </w:p>
          <w:p w14:paraId="481496D4" w14:textId="77777777" w:rsidR="001F5B4D" w:rsidRPr="001F5B4D" w:rsidRDefault="001F5B4D" w:rsidP="001F5B4D">
            <w:r w:rsidRPr="001F5B4D">
              <w:t xml:space="preserve">There is no stock assessment. </w:t>
            </w:r>
          </w:p>
          <w:bookmarkStart w:id="67" w:name="S_ALM"/>
          <w:p w14:paraId="5833AFE8" w14:textId="44806A49" w:rsidR="001F5B4D" w:rsidRPr="001F5B4D" w:rsidRDefault="001F5B4D" w:rsidP="001F5B4D">
            <w:r w:rsidRPr="001F5B4D">
              <w:fldChar w:fldCharType="begin"/>
            </w:r>
            <w:r w:rsidRPr="001F5B4D">
              <w:instrText xml:space="preserve"> HYPERLINK  \l "T_ALM" \o "PSA Table" </w:instrText>
            </w:r>
            <w:r w:rsidRPr="001F5B4D">
              <w:fldChar w:fldCharType="separate"/>
            </w:r>
            <w:r w:rsidRPr="001F5B4D">
              <w:rPr>
                <w:rStyle w:val="Hyperlink"/>
              </w:rPr>
              <w:t>The PSA score is 3.53.</w:t>
            </w:r>
            <w:r w:rsidRPr="001F5B4D">
              <w:fldChar w:fldCharType="end"/>
            </w:r>
            <w:r w:rsidRPr="001F5B4D">
              <w:t xml:space="preserve"> </w:t>
            </w:r>
            <w:bookmarkEnd w:id="67"/>
          </w:p>
          <w:p w14:paraId="4F562CC5" w14:textId="0593AFB5" w:rsidR="001F5B4D" w:rsidRPr="001F5B4D" w:rsidRDefault="001F5B4D" w:rsidP="001F5B4D">
            <w:r w:rsidRPr="001F5B4D">
              <w:t>This UoA could hinder recovery. This species makes up more than 10% of the UoA catch or the UoA species catch makes up more than 30% of the total species catch (100%).</w:t>
            </w:r>
          </w:p>
        </w:tc>
      </w:tr>
      <w:tr w:rsidR="001F5B4D" w:rsidRPr="001F5B4D" w14:paraId="6904098C" w14:textId="77777777" w:rsidTr="001F5B4D">
        <w:tc>
          <w:tcPr>
            <w:tcW w:w="2268" w:type="dxa"/>
          </w:tcPr>
          <w:p w14:paraId="7CBAD8DC" w14:textId="77777777" w:rsidR="001F5B4D" w:rsidRPr="001F5B4D" w:rsidRDefault="001F5B4D" w:rsidP="001F5B4D">
            <w:pPr>
              <w:pStyle w:val="ScNormal"/>
            </w:pPr>
            <w:r w:rsidRPr="001F5B4D">
              <w:t xml:space="preserve">Snake mackerel </w:t>
            </w:r>
          </w:p>
          <w:p w14:paraId="5763FE9E" w14:textId="77777777" w:rsidR="001F5B4D" w:rsidRPr="001F5B4D" w:rsidRDefault="001F5B4D" w:rsidP="001F5B4D">
            <w:pPr>
              <w:pStyle w:val="ScItalic"/>
            </w:pPr>
            <w:r w:rsidRPr="001F5B4D">
              <w:t xml:space="preserve">Gempylus serpens </w:t>
            </w:r>
          </w:p>
          <w:p w14:paraId="4CEBB638" w14:textId="54DA57B8" w:rsidR="001F5B4D" w:rsidRPr="001F5B4D" w:rsidRDefault="001F5B4D" w:rsidP="001F5B4D">
            <w:pPr>
              <w:pStyle w:val="ScNormal"/>
            </w:pPr>
          </w:p>
        </w:tc>
        <w:tc>
          <w:tcPr>
            <w:tcW w:w="851" w:type="dxa"/>
          </w:tcPr>
          <w:p w14:paraId="09BA4DF3" w14:textId="601E2247" w:rsidR="001F5B4D" w:rsidRPr="001F5B4D" w:rsidRDefault="001F5B4D" w:rsidP="001F5B4D">
            <w:pPr>
              <w:pStyle w:val="ScNormal"/>
            </w:pPr>
            <w:r w:rsidRPr="001F5B4D">
              <w:t>74</w:t>
            </w:r>
          </w:p>
        </w:tc>
        <w:tc>
          <w:tcPr>
            <w:tcW w:w="6095" w:type="dxa"/>
          </w:tcPr>
          <w:p w14:paraId="2B4D317C" w14:textId="77777777" w:rsidR="001F5B4D" w:rsidRPr="001F5B4D" w:rsidRDefault="001F5B4D" w:rsidP="001F5B4D">
            <w:pPr>
              <w:pStyle w:val="ScNormal"/>
            </w:pPr>
            <w:r w:rsidRPr="001F5B4D">
              <w:t>The species is 'minor' because the catch percentage (&lt;0.5%) is less than the requirement (5%).</w:t>
            </w:r>
          </w:p>
          <w:p w14:paraId="3FF225A5" w14:textId="77777777" w:rsidR="001F5B4D" w:rsidRPr="001F5B4D" w:rsidRDefault="001F5B4D" w:rsidP="001F5B4D">
            <w:r w:rsidRPr="001F5B4D">
              <w:t xml:space="preserve">There is no stock assessment. </w:t>
            </w:r>
          </w:p>
          <w:bookmarkStart w:id="68" w:name="S_GES"/>
          <w:p w14:paraId="5ACA2EEA" w14:textId="410D77D9" w:rsidR="001F5B4D" w:rsidRPr="001F5B4D" w:rsidRDefault="001F5B4D" w:rsidP="001F5B4D">
            <w:r w:rsidRPr="001F5B4D">
              <w:fldChar w:fldCharType="begin"/>
            </w:r>
            <w:r w:rsidRPr="001F5B4D">
              <w:instrText xml:space="preserve"> HYPERLINK  \l "T_GES" \o "PSA Table" </w:instrText>
            </w:r>
            <w:r w:rsidRPr="001F5B4D">
              <w:fldChar w:fldCharType="separate"/>
            </w:r>
            <w:r w:rsidRPr="001F5B4D">
              <w:rPr>
                <w:rStyle w:val="Hyperlink"/>
              </w:rPr>
              <w:t>The PSA score is 2.98.</w:t>
            </w:r>
            <w:r w:rsidRPr="001F5B4D">
              <w:fldChar w:fldCharType="end"/>
            </w:r>
            <w:r w:rsidRPr="001F5B4D">
              <w:t xml:space="preserve"> </w:t>
            </w:r>
            <w:bookmarkEnd w:id="68"/>
          </w:p>
          <w:p w14:paraId="4B4D2151" w14:textId="7AB72BF4" w:rsidR="001F5B4D" w:rsidRPr="001F5B4D" w:rsidRDefault="001F5B4D" w:rsidP="001F5B4D">
            <w:r w:rsidRPr="001F5B4D">
              <w:t>This UoA could hinder recovery. This species makes up more than 10% of the UoA catch or the UoA species catch makes up more than 30% of the total species catch (99%).</w:t>
            </w:r>
          </w:p>
        </w:tc>
      </w:tr>
      <w:tr w:rsidR="001F5B4D" w:rsidRPr="001F5B4D" w14:paraId="0283AE18" w14:textId="77777777" w:rsidTr="001F5B4D">
        <w:tc>
          <w:tcPr>
            <w:tcW w:w="2268" w:type="dxa"/>
          </w:tcPr>
          <w:p w14:paraId="647D8162" w14:textId="77777777" w:rsidR="001F5B4D" w:rsidRPr="001F5B4D" w:rsidRDefault="001F5B4D" w:rsidP="001F5B4D">
            <w:pPr>
              <w:pStyle w:val="ScNormal"/>
            </w:pPr>
            <w:r w:rsidRPr="001F5B4D">
              <w:t xml:space="preserve">Great barracuda </w:t>
            </w:r>
          </w:p>
          <w:p w14:paraId="362DCEEC" w14:textId="77777777" w:rsidR="001F5B4D" w:rsidRPr="001F5B4D" w:rsidRDefault="001F5B4D" w:rsidP="001F5B4D">
            <w:pPr>
              <w:pStyle w:val="ScItalic"/>
            </w:pPr>
            <w:r w:rsidRPr="001F5B4D">
              <w:t>Sphyraena barracuda</w:t>
            </w:r>
          </w:p>
          <w:p w14:paraId="3C1F6067" w14:textId="5BB126E4" w:rsidR="001F5B4D" w:rsidRPr="001F5B4D" w:rsidRDefault="001F5B4D" w:rsidP="001F5B4D">
            <w:pPr>
              <w:pStyle w:val="ScNormal"/>
            </w:pPr>
          </w:p>
        </w:tc>
        <w:tc>
          <w:tcPr>
            <w:tcW w:w="851" w:type="dxa"/>
          </w:tcPr>
          <w:p w14:paraId="1AC2146E" w14:textId="73980F48" w:rsidR="001F5B4D" w:rsidRPr="001F5B4D" w:rsidRDefault="001F5B4D" w:rsidP="001F5B4D">
            <w:pPr>
              <w:pStyle w:val="ScNormal"/>
            </w:pPr>
            <w:r w:rsidRPr="001F5B4D">
              <w:t>87</w:t>
            </w:r>
          </w:p>
        </w:tc>
        <w:tc>
          <w:tcPr>
            <w:tcW w:w="6095" w:type="dxa"/>
          </w:tcPr>
          <w:p w14:paraId="33B146CE" w14:textId="77777777" w:rsidR="001F5B4D" w:rsidRPr="001F5B4D" w:rsidRDefault="001F5B4D" w:rsidP="001F5B4D">
            <w:pPr>
              <w:pStyle w:val="ScNormal"/>
            </w:pPr>
            <w:r w:rsidRPr="001F5B4D">
              <w:t>The species is 'minor' because the catch percentage (&lt;0.5%) is less than the requirement (5%).</w:t>
            </w:r>
          </w:p>
          <w:p w14:paraId="5E410338" w14:textId="77777777" w:rsidR="001F5B4D" w:rsidRPr="001F5B4D" w:rsidRDefault="001F5B4D" w:rsidP="001F5B4D">
            <w:r w:rsidRPr="001F5B4D">
              <w:t xml:space="preserve">There is no stock assessment. </w:t>
            </w:r>
          </w:p>
          <w:bookmarkStart w:id="69" w:name="S_GBA"/>
          <w:p w14:paraId="2C69453D" w14:textId="0FC94564" w:rsidR="001F5B4D" w:rsidRPr="001F5B4D" w:rsidRDefault="001F5B4D" w:rsidP="001F5B4D">
            <w:r w:rsidRPr="001F5B4D">
              <w:fldChar w:fldCharType="begin"/>
            </w:r>
            <w:r w:rsidRPr="001F5B4D">
              <w:instrText xml:space="preserve"> HYPERLINK  \l "T_GBA" \o "PSA Table" </w:instrText>
            </w:r>
            <w:r w:rsidRPr="001F5B4D">
              <w:fldChar w:fldCharType="separate"/>
            </w:r>
            <w:r w:rsidRPr="001F5B4D">
              <w:rPr>
                <w:rStyle w:val="Hyperlink"/>
              </w:rPr>
              <w:t>The PSA score is 2.46.</w:t>
            </w:r>
            <w:r w:rsidRPr="001F5B4D">
              <w:fldChar w:fldCharType="end"/>
            </w:r>
            <w:r w:rsidRPr="001F5B4D">
              <w:t xml:space="preserve"> </w:t>
            </w:r>
            <w:bookmarkEnd w:id="69"/>
          </w:p>
          <w:p w14:paraId="22967E9A" w14:textId="44510776" w:rsidR="001F5B4D" w:rsidRPr="001F5B4D" w:rsidRDefault="001F5B4D" w:rsidP="001F5B4D">
            <w:r w:rsidRPr="001F5B4D">
              <w:t>This UoA would probably not hinder recovery. This species makes up less than 10% of the UoA catch and the UoA species catch makes up less than 30% of the total species catch (3%).</w:t>
            </w:r>
          </w:p>
        </w:tc>
      </w:tr>
      <w:tr w:rsidR="001F5B4D" w:rsidRPr="001F5B4D" w14:paraId="16C80EB3" w14:textId="77777777" w:rsidTr="001F5B4D">
        <w:tc>
          <w:tcPr>
            <w:tcW w:w="2268" w:type="dxa"/>
          </w:tcPr>
          <w:p w14:paraId="18CC91BD" w14:textId="77777777" w:rsidR="001F5B4D" w:rsidRPr="001F5B4D" w:rsidRDefault="001F5B4D" w:rsidP="001F5B4D">
            <w:pPr>
              <w:pStyle w:val="ScNormal"/>
            </w:pPr>
            <w:r w:rsidRPr="001F5B4D">
              <w:t>Great hammerhead</w:t>
            </w:r>
          </w:p>
          <w:p w14:paraId="1B201146" w14:textId="77777777" w:rsidR="001F5B4D" w:rsidRPr="001F5B4D" w:rsidRDefault="001F5B4D" w:rsidP="001F5B4D">
            <w:pPr>
              <w:pStyle w:val="ScItalic"/>
            </w:pPr>
            <w:r w:rsidRPr="001F5B4D">
              <w:t>Sphyrna mokarran</w:t>
            </w:r>
          </w:p>
          <w:p w14:paraId="5FBEFF96" w14:textId="4184B4FC" w:rsidR="001F5B4D" w:rsidRPr="001F5B4D" w:rsidRDefault="001F5B4D" w:rsidP="001F5B4D">
            <w:pPr>
              <w:pStyle w:val="ScNormal"/>
            </w:pPr>
          </w:p>
        </w:tc>
        <w:tc>
          <w:tcPr>
            <w:tcW w:w="851" w:type="dxa"/>
          </w:tcPr>
          <w:p w14:paraId="3D60044B" w14:textId="2B1EBFF2" w:rsidR="001F5B4D" w:rsidRPr="001F5B4D" w:rsidRDefault="001F5B4D" w:rsidP="001F5B4D">
            <w:pPr>
              <w:pStyle w:val="ScNormal"/>
            </w:pPr>
            <w:r w:rsidRPr="001F5B4D">
              <w:lastRenderedPageBreak/>
              <w:t>80</w:t>
            </w:r>
          </w:p>
        </w:tc>
        <w:tc>
          <w:tcPr>
            <w:tcW w:w="6095" w:type="dxa"/>
          </w:tcPr>
          <w:p w14:paraId="62AE0585" w14:textId="77777777" w:rsidR="001F5B4D" w:rsidRPr="001F5B4D" w:rsidRDefault="001F5B4D" w:rsidP="001F5B4D">
            <w:pPr>
              <w:pStyle w:val="ScNormal"/>
            </w:pPr>
            <w:r w:rsidRPr="001F5B4D">
              <w:t>The species is 'minor' because the catch percentage (&lt;0.5%) is less than the requirement (2%).</w:t>
            </w:r>
          </w:p>
          <w:p w14:paraId="5CB1BBA8" w14:textId="77777777" w:rsidR="001F5B4D" w:rsidRPr="001F5B4D" w:rsidRDefault="001F5B4D" w:rsidP="001F5B4D">
            <w:r w:rsidRPr="001F5B4D">
              <w:lastRenderedPageBreak/>
              <w:t xml:space="preserve">There is no stock assessment. </w:t>
            </w:r>
          </w:p>
          <w:bookmarkStart w:id="70" w:name="S_SPK"/>
          <w:p w14:paraId="2D8A21DF" w14:textId="6C258D74" w:rsidR="001F5B4D" w:rsidRPr="001F5B4D" w:rsidRDefault="001F5B4D" w:rsidP="001F5B4D">
            <w:r w:rsidRPr="001F5B4D">
              <w:fldChar w:fldCharType="begin"/>
            </w:r>
            <w:r w:rsidRPr="001F5B4D">
              <w:instrText xml:space="preserve"> HYPERLINK  \l "T_SPK" \o "PSA Table" </w:instrText>
            </w:r>
            <w:r w:rsidRPr="001F5B4D">
              <w:fldChar w:fldCharType="separate"/>
            </w:r>
            <w:r w:rsidRPr="001F5B4D">
              <w:rPr>
                <w:rStyle w:val="Hyperlink"/>
              </w:rPr>
              <w:t>The PSA score is 3.42.</w:t>
            </w:r>
            <w:r w:rsidRPr="001F5B4D">
              <w:fldChar w:fldCharType="end"/>
            </w:r>
            <w:r w:rsidRPr="001F5B4D">
              <w:t xml:space="preserve"> </w:t>
            </w:r>
            <w:bookmarkEnd w:id="70"/>
          </w:p>
          <w:p w14:paraId="2791932E" w14:textId="2F13F159" w:rsidR="001F5B4D" w:rsidRPr="001F5B4D" w:rsidRDefault="001F5B4D" w:rsidP="001F5B4D">
            <w:r w:rsidRPr="001F5B4D">
              <w:t>This UoA would probably not hinder recovery. This species makes up less than 10% of the UoA catch and the UoA species catch makes up less than 30% of the total species catch (4%).</w:t>
            </w:r>
          </w:p>
        </w:tc>
      </w:tr>
      <w:tr w:rsidR="001F5B4D" w:rsidRPr="001F5B4D" w14:paraId="5B1A5B2C" w14:textId="77777777" w:rsidTr="001F5B4D">
        <w:tc>
          <w:tcPr>
            <w:tcW w:w="2268" w:type="dxa"/>
          </w:tcPr>
          <w:p w14:paraId="5D45AB33" w14:textId="77777777" w:rsidR="001F5B4D" w:rsidRPr="001F5B4D" w:rsidRDefault="001F5B4D" w:rsidP="001F5B4D">
            <w:pPr>
              <w:pStyle w:val="ScNormal"/>
            </w:pPr>
            <w:r w:rsidRPr="001F5B4D">
              <w:lastRenderedPageBreak/>
              <w:t>Catsharks, nursehounds nei</w:t>
            </w:r>
          </w:p>
          <w:p w14:paraId="04A5EDCE" w14:textId="77777777" w:rsidR="001F5B4D" w:rsidRPr="001F5B4D" w:rsidRDefault="001F5B4D" w:rsidP="001F5B4D">
            <w:pPr>
              <w:pStyle w:val="ScItalic"/>
            </w:pPr>
            <w:r w:rsidRPr="001F5B4D">
              <w:t>Scyliorhinus spp</w:t>
            </w:r>
          </w:p>
          <w:p w14:paraId="03489447" w14:textId="407FDF4A" w:rsidR="001F5B4D" w:rsidRPr="001F5B4D" w:rsidRDefault="001F5B4D" w:rsidP="001F5B4D">
            <w:pPr>
              <w:pStyle w:val="ScNormal"/>
            </w:pPr>
          </w:p>
        </w:tc>
        <w:tc>
          <w:tcPr>
            <w:tcW w:w="851" w:type="dxa"/>
          </w:tcPr>
          <w:p w14:paraId="126D1248" w14:textId="49EE01F8" w:rsidR="001F5B4D" w:rsidRPr="001F5B4D" w:rsidRDefault="001F5B4D" w:rsidP="001F5B4D">
            <w:pPr>
              <w:pStyle w:val="ScNormal"/>
            </w:pPr>
            <w:r w:rsidRPr="001F5B4D">
              <w:t>80</w:t>
            </w:r>
          </w:p>
        </w:tc>
        <w:tc>
          <w:tcPr>
            <w:tcW w:w="6095" w:type="dxa"/>
          </w:tcPr>
          <w:p w14:paraId="1CC1C659" w14:textId="77777777" w:rsidR="001F5B4D" w:rsidRPr="001F5B4D" w:rsidRDefault="001F5B4D" w:rsidP="001F5B4D">
            <w:pPr>
              <w:pStyle w:val="ScNormal"/>
            </w:pPr>
            <w:r w:rsidRPr="001F5B4D">
              <w:t>The species is 'minor' because the catch percentage (&lt;0.5%) is less than the requirement (2%).</w:t>
            </w:r>
          </w:p>
          <w:p w14:paraId="7AA2E367" w14:textId="77777777" w:rsidR="001F5B4D" w:rsidRPr="001F5B4D" w:rsidRDefault="001F5B4D" w:rsidP="001F5B4D">
            <w:r w:rsidRPr="001F5B4D">
              <w:t xml:space="preserve">There is no stock assessment. </w:t>
            </w:r>
          </w:p>
          <w:bookmarkStart w:id="71" w:name="S_SCL"/>
          <w:p w14:paraId="0FE6B9F5" w14:textId="75CFD401" w:rsidR="001F5B4D" w:rsidRPr="001F5B4D" w:rsidRDefault="001F5B4D" w:rsidP="001F5B4D">
            <w:r w:rsidRPr="001F5B4D">
              <w:fldChar w:fldCharType="begin"/>
            </w:r>
            <w:r w:rsidRPr="001F5B4D">
              <w:instrText xml:space="preserve"> HYPERLINK  \l "T_SCL" \o "PSA Table" </w:instrText>
            </w:r>
            <w:r w:rsidRPr="001F5B4D">
              <w:fldChar w:fldCharType="separate"/>
            </w:r>
            <w:r w:rsidRPr="001F5B4D">
              <w:rPr>
                <w:rStyle w:val="Hyperlink"/>
              </w:rPr>
              <w:t>The PSA score is 2.94.</w:t>
            </w:r>
            <w:r w:rsidRPr="001F5B4D">
              <w:fldChar w:fldCharType="end"/>
            </w:r>
            <w:r w:rsidRPr="001F5B4D">
              <w:t xml:space="preserve"> </w:t>
            </w:r>
            <w:bookmarkEnd w:id="71"/>
          </w:p>
          <w:p w14:paraId="7D630742" w14:textId="2CB8D5C7" w:rsidR="001F5B4D" w:rsidRPr="001F5B4D" w:rsidRDefault="001F5B4D" w:rsidP="001F5B4D">
            <w:r w:rsidRPr="001F5B4D">
              <w:t>This UoA would probably not hinder recovery. This species makes up less than 10% of the UoA catch and the UoA species catch makes up less than 30% of the total species catch (3%).</w:t>
            </w:r>
          </w:p>
        </w:tc>
      </w:tr>
      <w:tr w:rsidR="001F5B4D" w:rsidRPr="001F5B4D" w14:paraId="336519A7" w14:textId="77777777" w:rsidTr="001F5B4D">
        <w:tc>
          <w:tcPr>
            <w:tcW w:w="2268" w:type="dxa"/>
          </w:tcPr>
          <w:p w14:paraId="093AA096" w14:textId="77777777" w:rsidR="001F5B4D" w:rsidRPr="001F5B4D" w:rsidRDefault="001F5B4D" w:rsidP="001F5B4D">
            <w:pPr>
              <w:pStyle w:val="ScNormal"/>
            </w:pPr>
            <w:r w:rsidRPr="001F5B4D">
              <w:t>Catsharks, etc. nei</w:t>
            </w:r>
          </w:p>
          <w:p w14:paraId="758E2275" w14:textId="77777777" w:rsidR="001F5B4D" w:rsidRPr="001F5B4D" w:rsidRDefault="001F5B4D" w:rsidP="001F5B4D">
            <w:pPr>
              <w:pStyle w:val="ScItalic"/>
            </w:pPr>
            <w:r w:rsidRPr="001F5B4D">
              <w:t>Scyliorhinidae</w:t>
            </w:r>
          </w:p>
          <w:p w14:paraId="4C985B7A" w14:textId="14900EA2" w:rsidR="001F5B4D" w:rsidRPr="001F5B4D" w:rsidRDefault="001F5B4D" w:rsidP="001F5B4D">
            <w:pPr>
              <w:pStyle w:val="ScNormal"/>
            </w:pPr>
          </w:p>
        </w:tc>
        <w:tc>
          <w:tcPr>
            <w:tcW w:w="851" w:type="dxa"/>
          </w:tcPr>
          <w:p w14:paraId="0BFA246D" w14:textId="2AB4E340" w:rsidR="001F5B4D" w:rsidRPr="001F5B4D" w:rsidRDefault="001F5B4D" w:rsidP="001F5B4D">
            <w:pPr>
              <w:pStyle w:val="ScNormal"/>
            </w:pPr>
            <w:r w:rsidRPr="001F5B4D">
              <w:t>80</w:t>
            </w:r>
          </w:p>
        </w:tc>
        <w:tc>
          <w:tcPr>
            <w:tcW w:w="6095" w:type="dxa"/>
          </w:tcPr>
          <w:p w14:paraId="2214FE50" w14:textId="77777777" w:rsidR="001F5B4D" w:rsidRPr="001F5B4D" w:rsidRDefault="001F5B4D" w:rsidP="001F5B4D">
            <w:pPr>
              <w:pStyle w:val="ScNormal"/>
            </w:pPr>
            <w:r w:rsidRPr="001F5B4D">
              <w:t>The species is 'minor' because the catch percentage (&lt;0.5%) is less than the requirement (2%).</w:t>
            </w:r>
          </w:p>
          <w:p w14:paraId="593885D3" w14:textId="77777777" w:rsidR="001F5B4D" w:rsidRPr="001F5B4D" w:rsidRDefault="001F5B4D" w:rsidP="001F5B4D">
            <w:r w:rsidRPr="001F5B4D">
              <w:t xml:space="preserve">There is no stock assessment. </w:t>
            </w:r>
          </w:p>
          <w:bookmarkStart w:id="72" w:name="S_SYX"/>
          <w:p w14:paraId="09C80869" w14:textId="07CEBC37" w:rsidR="001F5B4D" w:rsidRPr="001F5B4D" w:rsidRDefault="001F5B4D" w:rsidP="001F5B4D">
            <w:r w:rsidRPr="001F5B4D">
              <w:fldChar w:fldCharType="begin"/>
            </w:r>
            <w:r w:rsidRPr="001F5B4D">
              <w:instrText xml:space="preserve"> HYPERLINK  \l "T_SYX" \o "PSA Table" </w:instrText>
            </w:r>
            <w:r w:rsidRPr="001F5B4D">
              <w:fldChar w:fldCharType="separate"/>
            </w:r>
            <w:r w:rsidRPr="001F5B4D">
              <w:rPr>
                <w:rStyle w:val="Hyperlink"/>
              </w:rPr>
              <w:t>The PSA score is 2.94.</w:t>
            </w:r>
            <w:r w:rsidRPr="001F5B4D">
              <w:fldChar w:fldCharType="end"/>
            </w:r>
            <w:r w:rsidRPr="001F5B4D">
              <w:t xml:space="preserve"> </w:t>
            </w:r>
            <w:bookmarkEnd w:id="72"/>
          </w:p>
          <w:p w14:paraId="1654198E" w14:textId="0230F1B2" w:rsidR="001F5B4D" w:rsidRPr="001F5B4D" w:rsidRDefault="001F5B4D" w:rsidP="001F5B4D">
            <w:r w:rsidRPr="001F5B4D">
              <w:t>This UoA would probably not hinder recovery. This species makes up less than 10% of the UoA catch and the UoA species catch makes up less than 30% of the total species catch (2%).</w:t>
            </w:r>
          </w:p>
        </w:tc>
      </w:tr>
      <w:tr w:rsidR="001F5B4D" w:rsidRPr="001F5B4D" w14:paraId="010FA392" w14:textId="77777777" w:rsidTr="001F5B4D">
        <w:tc>
          <w:tcPr>
            <w:tcW w:w="2268" w:type="dxa"/>
          </w:tcPr>
          <w:p w14:paraId="49B9CF7A" w14:textId="77777777" w:rsidR="001F5B4D" w:rsidRPr="001F5B4D" w:rsidRDefault="001F5B4D" w:rsidP="001F5B4D">
            <w:pPr>
              <w:pStyle w:val="ScNormal"/>
            </w:pPr>
            <w:r w:rsidRPr="001F5B4D">
              <w:t>Ocean sunfish</w:t>
            </w:r>
          </w:p>
          <w:p w14:paraId="7B1AA006" w14:textId="77777777" w:rsidR="001F5B4D" w:rsidRPr="001F5B4D" w:rsidRDefault="001F5B4D" w:rsidP="001F5B4D">
            <w:pPr>
              <w:pStyle w:val="ScItalic"/>
            </w:pPr>
            <w:r w:rsidRPr="001F5B4D">
              <w:t>Mola mola</w:t>
            </w:r>
          </w:p>
          <w:p w14:paraId="337554D1" w14:textId="156FBFB8" w:rsidR="001F5B4D" w:rsidRPr="001F5B4D" w:rsidRDefault="001F5B4D" w:rsidP="001F5B4D">
            <w:pPr>
              <w:pStyle w:val="ScNormal"/>
            </w:pPr>
          </w:p>
        </w:tc>
        <w:tc>
          <w:tcPr>
            <w:tcW w:w="851" w:type="dxa"/>
          </w:tcPr>
          <w:p w14:paraId="37439E15" w14:textId="486764E0" w:rsidR="001F5B4D" w:rsidRPr="001F5B4D" w:rsidRDefault="001F5B4D" w:rsidP="001F5B4D">
            <w:pPr>
              <w:pStyle w:val="ScNormal"/>
            </w:pPr>
            <w:r w:rsidRPr="001F5B4D">
              <w:t>66</w:t>
            </w:r>
          </w:p>
        </w:tc>
        <w:tc>
          <w:tcPr>
            <w:tcW w:w="6095" w:type="dxa"/>
          </w:tcPr>
          <w:p w14:paraId="5F9F80CC" w14:textId="77777777" w:rsidR="001F5B4D" w:rsidRPr="001F5B4D" w:rsidRDefault="001F5B4D" w:rsidP="001F5B4D">
            <w:pPr>
              <w:pStyle w:val="ScNormal"/>
            </w:pPr>
            <w:r w:rsidRPr="001F5B4D">
              <w:t>The species is 'minor' because the catch percentage (&lt;0.5%) is less than the requirement (2%).</w:t>
            </w:r>
          </w:p>
          <w:p w14:paraId="19CECCD7" w14:textId="77777777" w:rsidR="001F5B4D" w:rsidRPr="001F5B4D" w:rsidRDefault="001F5B4D" w:rsidP="001F5B4D">
            <w:r w:rsidRPr="001F5B4D">
              <w:t xml:space="preserve">There is no stock assessment. </w:t>
            </w:r>
          </w:p>
          <w:bookmarkStart w:id="73" w:name="S_MOX"/>
          <w:p w14:paraId="3E48AAD4" w14:textId="68EE6C64" w:rsidR="001F5B4D" w:rsidRPr="001F5B4D" w:rsidRDefault="001F5B4D" w:rsidP="001F5B4D">
            <w:r w:rsidRPr="001F5B4D">
              <w:fldChar w:fldCharType="begin"/>
            </w:r>
            <w:r w:rsidRPr="001F5B4D">
              <w:instrText xml:space="preserve"> HYPERLINK  \l "T_MOX" \o "PSA Table" </w:instrText>
            </w:r>
            <w:r w:rsidRPr="001F5B4D">
              <w:fldChar w:fldCharType="separate"/>
            </w:r>
            <w:r w:rsidRPr="001F5B4D">
              <w:rPr>
                <w:rStyle w:val="Hyperlink"/>
              </w:rPr>
              <w:t>The PSA score is 3.26.</w:t>
            </w:r>
            <w:r w:rsidRPr="001F5B4D">
              <w:fldChar w:fldCharType="end"/>
            </w:r>
            <w:r w:rsidRPr="001F5B4D">
              <w:t xml:space="preserve"> </w:t>
            </w:r>
            <w:bookmarkEnd w:id="73"/>
          </w:p>
          <w:p w14:paraId="38146266" w14:textId="7E240F2E" w:rsidR="001F5B4D" w:rsidRPr="001F5B4D" w:rsidRDefault="001F5B4D" w:rsidP="001F5B4D">
            <w:r w:rsidRPr="001F5B4D">
              <w:t>This UoA could hinder recovery. This species makes up more than 10% of the UoA catch or the UoA species catch makes up more than 30% of the total species catch (32%).</w:t>
            </w:r>
          </w:p>
        </w:tc>
      </w:tr>
      <w:tr w:rsidR="001F5B4D" w:rsidRPr="001F5B4D" w14:paraId="5723754C" w14:textId="77777777" w:rsidTr="001F5B4D">
        <w:tc>
          <w:tcPr>
            <w:tcW w:w="2268" w:type="dxa"/>
          </w:tcPr>
          <w:p w14:paraId="70B1B8C3" w14:textId="77777777" w:rsidR="001F5B4D" w:rsidRPr="001F5B4D" w:rsidRDefault="001F5B4D" w:rsidP="001F5B4D">
            <w:pPr>
              <w:pStyle w:val="ScNormal"/>
            </w:pPr>
            <w:r w:rsidRPr="001F5B4D">
              <w:t>Grey triggerfish</w:t>
            </w:r>
          </w:p>
          <w:p w14:paraId="2622DAD5" w14:textId="77777777" w:rsidR="001F5B4D" w:rsidRPr="001F5B4D" w:rsidRDefault="001F5B4D" w:rsidP="001F5B4D">
            <w:pPr>
              <w:pStyle w:val="ScItalic"/>
            </w:pPr>
            <w:r w:rsidRPr="001F5B4D">
              <w:t>Balistes capriscus</w:t>
            </w:r>
          </w:p>
          <w:p w14:paraId="2E03C593" w14:textId="3681A1A4" w:rsidR="001F5B4D" w:rsidRPr="001F5B4D" w:rsidRDefault="001F5B4D" w:rsidP="001F5B4D">
            <w:pPr>
              <w:pStyle w:val="ScNormal"/>
            </w:pPr>
          </w:p>
        </w:tc>
        <w:tc>
          <w:tcPr>
            <w:tcW w:w="851" w:type="dxa"/>
          </w:tcPr>
          <w:p w14:paraId="61BF6773" w14:textId="4B26B326" w:rsidR="001F5B4D" w:rsidRPr="001F5B4D" w:rsidRDefault="001F5B4D" w:rsidP="001F5B4D">
            <w:pPr>
              <w:pStyle w:val="ScNormal"/>
            </w:pPr>
            <w:r w:rsidRPr="001F5B4D">
              <w:t>92</w:t>
            </w:r>
          </w:p>
        </w:tc>
        <w:tc>
          <w:tcPr>
            <w:tcW w:w="6095" w:type="dxa"/>
          </w:tcPr>
          <w:p w14:paraId="682F3D83" w14:textId="77777777" w:rsidR="001F5B4D" w:rsidRPr="001F5B4D" w:rsidRDefault="001F5B4D" w:rsidP="001F5B4D">
            <w:pPr>
              <w:pStyle w:val="ScNormal"/>
            </w:pPr>
            <w:r w:rsidRPr="001F5B4D">
              <w:t>The species is 'minor' because the catch percentage (&lt;0.5%) is less than the requirement (5%).</w:t>
            </w:r>
          </w:p>
          <w:p w14:paraId="506DBCB8" w14:textId="77777777" w:rsidR="001F5B4D" w:rsidRPr="001F5B4D" w:rsidRDefault="001F5B4D" w:rsidP="001F5B4D">
            <w:r w:rsidRPr="001F5B4D">
              <w:t xml:space="preserve">There is no stock assessment. </w:t>
            </w:r>
          </w:p>
          <w:bookmarkStart w:id="74" w:name="S_TRG"/>
          <w:p w14:paraId="75B17858" w14:textId="656CCCE8" w:rsidR="001F5B4D" w:rsidRPr="001F5B4D" w:rsidRDefault="001F5B4D" w:rsidP="001F5B4D">
            <w:r w:rsidRPr="001F5B4D">
              <w:fldChar w:fldCharType="begin"/>
            </w:r>
            <w:r w:rsidRPr="001F5B4D">
              <w:instrText xml:space="preserve"> HYPERLINK  \l "T_TRG" \o "PSA Table" </w:instrText>
            </w:r>
            <w:r w:rsidRPr="001F5B4D">
              <w:fldChar w:fldCharType="separate"/>
            </w:r>
            <w:r w:rsidRPr="001F5B4D">
              <w:rPr>
                <w:rStyle w:val="Hyperlink"/>
              </w:rPr>
              <w:t>The PSA score is 2.23.</w:t>
            </w:r>
            <w:r w:rsidRPr="001F5B4D">
              <w:fldChar w:fldCharType="end"/>
            </w:r>
            <w:r w:rsidRPr="001F5B4D">
              <w:t xml:space="preserve"> </w:t>
            </w:r>
            <w:bookmarkEnd w:id="74"/>
          </w:p>
          <w:p w14:paraId="06F098D2" w14:textId="4D442AB1" w:rsidR="001F5B4D" w:rsidRPr="001F5B4D" w:rsidRDefault="001F5B4D" w:rsidP="001F5B4D">
            <w:r w:rsidRPr="001F5B4D">
              <w:t>This UoA could hinder recovery. This species makes up more than 10% of the UoA catch or the UoA species catch makes up more than 30% of the total species catch (100%).</w:t>
            </w:r>
          </w:p>
        </w:tc>
      </w:tr>
      <w:tr w:rsidR="001F5B4D" w:rsidRPr="001F5B4D" w14:paraId="550AEBE7" w14:textId="77777777" w:rsidTr="001F5B4D">
        <w:tc>
          <w:tcPr>
            <w:tcW w:w="2268" w:type="dxa"/>
          </w:tcPr>
          <w:p w14:paraId="620D3020" w14:textId="77777777" w:rsidR="001F5B4D" w:rsidRPr="001F5B4D" w:rsidRDefault="001F5B4D" w:rsidP="001F5B4D">
            <w:pPr>
              <w:pStyle w:val="ScNormal"/>
            </w:pPr>
            <w:r w:rsidRPr="001F5B4D">
              <w:t>Devil fish</w:t>
            </w:r>
          </w:p>
          <w:p w14:paraId="7E559BCE" w14:textId="77777777" w:rsidR="001F5B4D" w:rsidRPr="001F5B4D" w:rsidRDefault="001F5B4D" w:rsidP="001F5B4D">
            <w:pPr>
              <w:pStyle w:val="ScItalic"/>
            </w:pPr>
            <w:r w:rsidRPr="001F5B4D">
              <w:t>Mobula mobular</w:t>
            </w:r>
          </w:p>
          <w:p w14:paraId="1D3A22DA" w14:textId="1C623345" w:rsidR="001F5B4D" w:rsidRPr="001F5B4D" w:rsidRDefault="001F5B4D" w:rsidP="001F5B4D">
            <w:pPr>
              <w:pStyle w:val="ScNormal"/>
            </w:pPr>
          </w:p>
        </w:tc>
        <w:tc>
          <w:tcPr>
            <w:tcW w:w="851" w:type="dxa"/>
          </w:tcPr>
          <w:p w14:paraId="5A57D418" w14:textId="2AD9DD36" w:rsidR="001F5B4D" w:rsidRPr="001F5B4D" w:rsidRDefault="001F5B4D" w:rsidP="001F5B4D">
            <w:pPr>
              <w:pStyle w:val="ScNormal"/>
            </w:pPr>
            <w:r w:rsidRPr="001F5B4D">
              <w:t>72</w:t>
            </w:r>
          </w:p>
        </w:tc>
        <w:tc>
          <w:tcPr>
            <w:tcW w:w="6095" w:type="dxa"/>
          </w:tcPr>
          <w:p w14:paraId="64F876F6" w14:textId="77777777" w:rsidR="001F5B4D" w:rsidRPr="001F5B4D" w:rsidRDefault="001F5B4D" w:rsidP="001F5B4D">
            <w:pPr>
              <w:pStyle w:val="ScNormal"/>
            </w:pPr>
            <w:r w:rsidRPr="001F5B4D">
              <w:t>The species is 'minor' because the catch percentage (&lt;0.5%) is less than the requirement (2%).</w:t>
            </w:r>
          </w:p>
          <w:p w14:paraId="4E61DB59" w14:textId="77777777" w:rsidR="001F5B4D" w:rsidRPr="001F5B4D" w:rsidRDefault="001F5B4D" w:rsidP="001F5B4D">
            <w:r w:rsidRPr="001F5B4D">
              <w:t xml:space="preserve">There is no stock assessment. </w:t>
            </w:r>
          </w:p>
          <w:bookmarkStart w:id="75" w:name="S_RMM"/>
          <w:p w14:paraId="68875945" w14:textId="0458F9CE" w:rsidR="001F5B4D" w:rsidRPr="001F5B4D" w:rsidRDefault="001F5B4D" w:rsidP="001F5B4D">
            <w:r w:rsidRPr="001F5B4D">
              <w:fldChar w:fldCharType="begin"/>
            </w:r>
            <w:r w:rsidRPr="001F5B4D">
              <w:instrText xml:space="preserve"> HYPERLINK  \l "T_RMM" \o "PSA Table" </w:instrText>
            </w:r>
            <w:r w:rsidRPr="001F5B4D">
              <w:fldChar w:fldCharType="separate"/>
            </w:r>
            <w:r w:rsidRPr="001F5B4D">
              <w:rPr>
                <w:rStyle w:val="Hyperlink"/>
              </w:rPr>
              <w:t>The PSA score is 3.06.</w:t>
            </w:r>
            <w:r w:rsidRPr="001F5B4D">
              <w:fldChar w:fldCharType="end"/>
            </w:r>
            <w:r w:rsidRPr="001F5B4D">
              <w:t xml:space="preserve"> </w:t>
            </w:r>
            <w:bookmarkEnd w:id="75"/>
          </w:p>
          <w:p w14:paraId="767080D2" w14:textId="4C426998" w:rsidR="001F5B4D" w:rsidRPr="001F5B4D" w:rsidRDefault="001F5B4D" w:rsidP="001F5B4D">
            <w:r w:rsidRPr="001F5B4D">
              <w:t>This UoA could hinder recovery. This species makes up more than 10% of the UoA catch or the UoA species catch makes up more than 30% of the total species catch (100%).</w:t>
            </w:r>
          </w:p>
        </w:tc>
      </w:tr>
      <w:tr w:rsidR="001F5B4D" w:rsidRPr="001F5B4D" w14:paraId="0EE1B4DF" w14:textId="77777777" w:rsidTr="001F5B4D">
        <w:tc>
          <w:tcPr>
            <w:tcW w:w="2268" w:type="dxa"/>
          </w:tcPr>
          <w:p w14:paraId="1950EA89" w14:textId="77777777" w:rsidR="001F5B4D" w:rsidRPr="001F5B4D" w:rsidRDefault="001F5B4D" w:rsidP="001F5B4D">
            <w:pPr>
              <w:pStyle w:val="ScNormal"/>
            </w:pPr>
            <w:r w:rsidRPr="001F5B4D">
              <w:t>Ground sharks</w:t>
            </w:r>
          </w:p>
          <w:p w14:paraId="0A006897" w14:textId="77777777" w:rsidR="001F5B4D" w:rsidRPr="001F5B4D" w:rsidRDefault="001F5B4D" w:rsidP="001F5B4D">
            <w:pPr>
              <w:pStyle w:val="ScItalic"/>
            </w:pPr>
            <w:r w:rsidRPr="001F5B4D">
              <w:t>Carcharhiniformes</w:t>
            </w:r>
          </w:p>
          <w:p w14:paraId="6C5315F7" w14:textId="1BE06146" w:rsidR="001F5B4D" w:rsidRPr="001F5B4D" w:rsidRDefault="001F5B4D" w:rsidP="001F5B4D">
            <w:pPr>
              <w:pStyle w:val="ScNormal"/>
            </w:pPr>
          </w:p>
        </w:tc>
        <w:tc>
          <w:tcPr>
            <w:tcW w:w="851" w:type="dxa"/>
          </w:tcPr>
          <w:p w14:paraId="4A7E8F47" w14:textId="36A5F070" w:rsidR="001F5B4D" w:rsidRPr="001F5B4D" w:rsidRDefault="001F5B4D" w:rsidP="001F5B4D">
            <w:pPr>
              <w:pStyle w:val="ScNormal"/>
            </w:pPr>
            <w:r w:rsidRPr="001F5B4D">
              <w:t>80</w:t>
            </w:r>
          </w:p>
        </w:tc>
        <w:tc>
          <w:tcPr>
            <w:tcW w:w="6095" w:type="dxa"/>
          </w:tcPr>
          <w:p w14:paraId="6A1A62BC" w14:textId="77777777" w:rsidR="001F5B4D" w:rsidRPr="001F5B4D" w:rsidRDefault="001F5B4D" w:rsidP="001F5B4D">
            <w:pPr>
              <w:pStyle w:val="ScNormal"/>
            </w:pPr>
            <w:r w:rsidRPr="001F5B4D">
              <w:t>The species is 'minor' because the catch percentage (&lt;0.5%) is less than the requirement (2%).</w:t>
            </w:r>
          </w:p>
          <w:p w14:paraId="443762D3" w14:textId="77777777" w:rsidR="001F5B4D" w:rsidRPr="001F5B4D" w:rsidRDefault="001F5B4D" w:rsidP="001F5B4D">
            <w:r w:rsidRPr="001F5B4D">
              <w:t xml:space="preserve">There is no stock assessment. </w:t>
            </w:r>
          </w:p>
          <w:bookmarkStart w:id="76" w:name="S_CVX"/>
          <w:p w14:paraId="0D598DF5" w14:textId="48FDB452" w:rsidR="001F5B4D" w:rsidRPr="001F5B4D" w:rsidRDefault="001F5B4D" w:rsidP="001F5B4D">
            <w:r w:rsidRPr="001F5B4D">
              <w:fldChar w:fldCharType="begin"/>
            </w:r>
            <w:r w:rsidRPr="001F5B4D">
              <w:instrText xml:space="preserve"> HYPERLINK  \l "T_CVX" \o "PSA Table" </w:instrText>
            </w:r>
            <w:r w:rsidRPr="001F5B4D">
              <w:fldChar w:fldCharType="separate"/>
            </w:r>
            <w:r w:rsidRPr="001F5B4D">
              <w:rPr>
                <w:rStyle w:val="Hyperlink"/>
              </w:rPr>
              <w:t>The PSA score is 3.80.</w:t>
            </w:r>
            <w:r w:rsidRPr="001F5B4D">
              <w:fldChar w:fldCharType="end"/>
            </w:r>
            <w:r w:rsidRPr="001F5B4D">
              <w:t xml:space="preserve"> </w:t>
            </w:r>
            <w:bookmarkEnd w:id="76"/>
          </w:p>
          <w:p w14:paraId="744B7C05" w14:textId="1E8D87F8" w:rsidR="001F5B4D" w:rsidRPr="001F5B4D" w:rsidRDefault="001F5B4D" w:rsidP="001F5B4D">
            <w:r w:rsidRPr="001F5B4D">
              <w:t>This UoA would probably not hinder recovery. This species makes up less than 10% of the UoA catch and the UoA species catch makes up less than 30% of the total species catch (&lt;0.5%).</w:t>
            </w:r>
          </w:p>
        </w:tc>
      </w:tr>
      <w:tr w:rsidR="001F5B4D" w:rsidRPr="001F5B4D" w14:paraId="7CBF3C4E" w14:textId="77777777" w:rsidTr="001F5B4D">
        <w:tc>
          <w:tcPr>
            <w:tcW w:w="2268" w:type="dxa"/>
          </w:tcPr>
          <w:p w14:paraId="49C12FB8" w14:textId="77777777" w:rsidR="001F5B4D" w:rsidRPr="001F5B4D" w:rsidRDefault="001F5B4D" w:rsidP="001F5B4D">
            <w:pPr>
              <w:pStyle w:val="ScNormal"/>
            </w:pPr>
            <w:r w:rsidRPr="001F5B4D">
              <w:t>Nursehound</w:t>
            </w:r>
          </w:p>
          <w:p w14:paraId="77A30D19" w14:textId="77777777" w:rsidR="001F5B4D" w:rsidRPr="001F5B4D" w:rsidRDefault="001F5B4D" w:rsidP="001F5B4D">
            <w:pPr>
              <w:pStyle w:val="ScItalic"/>
            </w:pPr>
            <w:r w:rsidRPr="001F5B4D">
              <w:lastRenderedPageBreak/>
              <w:t>Scyliorhinus stellaris</w:t>
            </w:r>
          </w:p>
          <w:p w14:paraId="419241A3" w14:textId="11229B0D" w:rsidR="001F5B4D" w:rsidRPr="001F5B4D" w:rsidRDefault="001F5B4D" w:rsidP="001F5B4D">
            <w:pPr>
              <w:pStyle w:val="ScNormal"/>
            </w:pPr>
          </w:p>
        </w:tc>
        <w:tc>
          <w:tcPr>
            <w:tcW w:w="851" w:type="dxa"/>
          </w:tcPr>
          <w:p w14:paraId="22ECED59" w14:textId="6BCA6219" w:rsidR="001F5B4D" w:rsidRPr="001F5B4D" w:rsidRDefault="001F5B4D" w:rsidP="001F5B4D">
            <w:pPr>
              <w:pStyle w:val="ScNormal"/>
            </w:pPr>
            <w:r w:rsidRPr="001F5B4D">
              <w:lastRenderedPageBreak/>
              <w:t>81</w:t>
            </w:r>
          </w:p>
        </w:tc>
        <w:tc>
          <w:tcPr>
            <w:tcW w:w="6095" w:type="dxa"/>
          </w:tcPr>
          <w:p w14:paraId="150FAE27" w14:textId="77777777" w:rsidR="001F5B4D" w:rsidRPr="001F5B4D" w:rsidRDefault="001F5B4D" w:rsidP="001F5B4D">
            <w:pPr>
              <w:pStyle w:val="ScNormal"/>
            </w:pPr>
            <w:r w:rsidRPr="001F5B4D">
              <w:t xml:space="preserve">The species is 'minor' because the catch percentage (&lt;0.5%) is </w:t>
            </w:r>
            <w:r w:rsidRPr="001F5B4D">
              <w:lastRenderedPageBreak/>
              <w:t>less than the requirement (2%).</w:t>
            </w:r>
          </w:p>
          <w:p w14:paraId="2EF1B2DE" w14:textId="77777777" w:rsidR="001F5B4D" w:rsidRPr="001F5B4D" w:rsidRDefault="001F5B4D" w:rsidP="001F5B4D">
            <w:r w:rsidRPr="001F5B4D">
              <w:t xml:space="preserve">There is no stock assessment. </w:t>
            </w:r>
          </w:p>
          <w:bookmarkStart w:id="77" w:name="S_SYT"/>
          <w:p w14:paraId="57ACA85A" w14:textId="5D236F9D" w:rsidR="001F5B4D" w:rsidRPr="001F5B4D" w:rsidRDefault="001F5B4D" w:rsidP="001F5B4D">
            <w:r w:rsidRPr="001F5B4D">
              <w:fldChar w:fldCharType="begin"/>
            </w:r>
            <w:r w:rsidRPr="001F5B4D">
              <w:instrText xml:space="preserve"> HYPERLINK  \l "T_SYT" \o "PSA Table" </w:instrText>
            </w:r>
            <w:r w:rsidRPr="001F5B4D">
              <w:fldChar w:fldCharType="separate"/>
            </w:r>
            <w:r w:rsidRPr="001F5B4D">
              <w:rPr>
                <w:rStyle w:val="Hyperlink"/>
              </w:rPr>
              <w:t>The PSA score is 2.71.</w:t>
            </w:r>
            <w:r w:rsidRPr="001F5B4D">
              <w:fldChar w:fldCharType="end"/>
            </w:r>
            <w:r w:rsidRPr="001F5B4D">
              <w:t xml:space="preserve"> </w:t>
            </w:r>
            <w:bookmarkEnd w:id="77"/>
          </w:p>
          <w:p w14:paraId="765A2EB8" w14:textId="046D2FAB" w:rsidR="001F5B4D" w:rsidRPr="001F5B4D" w:rsidRDefault="001F5B4D" w:rsidP="001F5B4D">
            <w:r w:rsidRPr="001F5B4D">
              <w:t>This UoA would probably not hinder recovery. This species makes up less than 10% of the UoA catch and the UoA species catch makes up less than 30% of the total species catch (2%).</w:t>
            </w:r>
          </w:p>
        </w:tc>
      </w:tr>
      <w:tr w:rsidR="001F5B4D" w:rsidRPr="001F5B4D" w14:paraId="6DD3CD75" w14:textId="77777777" w:rsidTr="001F5B4D">
        <w:tc>
          <w:tcPr>
            <w:tcW w:w="2268" w:type="dxa"/>
          </w:tcPr>
          <w:p w14:paraId="4790E22C" w14:textId="77777777" w:rsidR="001F5B4D" w:rsidRPr="001F5B4D" w:rsidRDefault="001F5B4D" w:rsidP="001F5B4D">
            <w:pPr>
              <w:pStyle w:val="ScNormal"/>
            </w:pPr>
            <w:r w:rsidRPr="001F5B4D">
              <w:lastRenderedPageBreak/>
              <w:t>Giant manta</w:t>
            </w:r>
          </w:p>
          <w:p w14:paraId="243CCD79" w14:textId="77777777" w:rsidR="001F5B4D" w:rsidRPr="001F5B4D" w:rsidRDefault="001F5B4D" w:rsidP="001F5B4D">
            <w:pPr>
              <w:pStyle w:val="ScItalic"/>
            </w:pPr>
            <w:r w:rsidRPr="001F5B4D">
              <w:t>Manta birostris</w:t>
            </w:r>
          </w:p>
          <w:p w14:paraId="5653FA40" w14:textId="170E8CD0" w:rsidR="001F5B4D" w:rsidRPr="001F5B4D" w:rsidRDefault="001F5B4D" w:rsidP="001F5B4D">
            <w:pPr>
              <w:pStyle w:val="ScNormal"/>
            </w:pPr>
          </w:p>
        </w:tc>
        <w:tc>
          <w:tcPr>
            <w:tcW w:w="851" w:type="dxa"/>
          </w:tcPr>
          <w:p w14:paraId="6EB43EAA" w14:textId="37507D27" w:rsidR="001F5B4D" w:rsidRPr="001F5B4D" w:rsidRDefault="001F5B4D" w:rsidP="001F5B4D">
            <w:pPr>
              <w:pStyle w:val="ScNormal"/>
            </w:pPr>
            <w:r w:rsidRPr="001F5B4D">
              <w:t>80</w:t>
            </w:r>
          </w:p>
        </w:tc>
        <w:tc>
          <w:tcPr>
            <w:tcW w:w="6095" w:type="dxa"/>
          </w:tcPr>
          <w:p w14:paraId="4A0FC4AD" w14:textId="77777777" w:rsidR="001F5B4D" w:rsidRPr="001F5B4D" w:rsidRDefault="001F5B4D" w:rsidP="001F5B4D">
            <w:pPr>
              <w:pStyle w:val="ScNormal"/>
            </w:pPr>
            <w:r w:rsidRPr="001F5B4D">
              <w:t>The species is 'minor' because the catch percentage (&lt;0.5%) is less than the requirement (2%).</w:t>
            </w:r>
          </w:p>
          <w:p w14:paraId="77DC1237" w14:textId="77777777" w:rsidR="001F5B4D" w:rsidRPr="001F5B4D" w:rsidRDefault="001F5B4D" w:rsidP="001F5B4D">
            <w:r w:rsidRPr="001F5B4D">
              <w:t xml:space="preserve">There is no stock assessment. </w:t>
            </w:r>
          </w:p>
          <w:bookmarkStart w:id="78" w:name="S_RMB"/>
          <w:p w14:paraId="65081240" w14:textId="746647FB" w:rsidR="001F5B4D" w:rsidRPr="001F5B4D" w:rsidRDefault="001F5B4D" w:rsidP="001F5B4D">
            <w:r w:rsidRPr="001F5B4D">
              <w:fldChar w:fldCharType="begin"/>
            </w:r>
            <w:r w:rsidRPr="001F5B4D">
              <w:instrText xml:space="preserve"> HYPERLINK  \l "T_RMB" \o "PSA Table" </w:instrText>
            </w:r>
            <w:r w:rsidRPr="001F5B4D">
              <w:fldChar w:fldCharType="separate"/>
            </w:r>
            <w:r w:rsidRPr="001F5B4D">
              <w:rPr>
                <w:rStyle w:val="Hyperlink"/>
              </w:rPr>
              <w:t>The PSA score is 3.18.</w:t>
            </w:r>
            <w:r w:rsidRPr="001F5B4D">
              <w:fldChar w:fldCharType="end"/>
            </w:r>
            <w:r w:rsidRPr="001F5B4D">
              <w:t xml:space="preserve"> </w:t>
            </w:r>
            <w:bookmarkEnd w:id="78"/>
          </w:p>
          <w:p w14:paraId="13D502A9" w14:textId="0115AB12" w:rsidR="001F5B4D" w:rsidRPr="001F5B4D" w:rsidRDefault="001F5B4D" w:rsidP="001F5B4D">
            <w:r w:rsidRPr="001F5B4D">
              <w:t>This UoA would probably not hinder recovery. This species makes up less than 10% of the UoA catch and the UoA species catch makes up less than 30% of the total species catch (10%).</w:t>
            </w:r>
          </w:p>
        </w:tc>
      </w:tr>
      <w:tr w:rsidR="001F5B4D" w:rsidRPr="001F5B4D" w14:paraId="4A629C23" w14:textId="77777777" w:rsidTr="001F5B4D">
        <w:tc>
          <w:tcPr>
            <w:tcW w:w="2268" w:type="dxa"/>
          </w:tcPr>
          <w:p w14:paraId="5601C457" w14:textId="77777777" w:rsidR="001F5B4D" w:rsidRPr="001F5B4D" w:rsidRDefault="001F5B4D" w:rsidP="001F5B4D">
            <w:pPr>
              <w:pStyle w:val="ScNormal"/>
            </w:pPr>
            <w:r w:rsidRPr="001F5B4D">
              <w:t>Spinner shark</w:t>
            </w:r>
          </w:p>
          <w:p w14:paraId="1F2245B2" w14:textId="77777777" w:rsidR="001F5B4D" w:rsidRPr="001F5B4D" w:rsidRDefault="001F5B4D" w:rsidP="001F5B4D">
            <w:pPr>
              <w:pStyle w:val="ScItalic"/>
            </w:pPr>
            <w:r w:rsidRPr="001F5B4D">
              <w:t>Carcharhinus brevipinna</w:t>
            </w:r>
          </w:p>
          <w:p w14:paraId="08AA1955" w14:textId="6061B324" w:rsidR="001F5B4D" w:rsidRPr="001F5B4D" w:rsidRDefault="001F5B4D" w:rsidP="001F5B4D">
            <w:pPr>
              <w:pStyle w:val="ScNormal"/>
            </w:pPr>
          </w:p>
        </w:tc>
        <w:tc>
          <w:tcPr>
            <w:tcW w:w="851" w:type="dxa"/>
          </w:tcPr>
          <w:p w14:paraId="009A934C" w14:textId="6EE43B2D" w:rsidR="001F5B4D" w:rsidRPr="001F5B4D" w:rsidRDefault="001F5B4D" w:rsidP="001F5B4D">
            <w:pPr>
              <w:pStyle w:val="ScNormal"/>
            </w:pPr>
            <w:r w:rsidRPr="001F5B4D">
              <w:t>72</w:t>
            </w:r>
          </w:p>
        </w:tc>
        <w:tc>
          <w:tcPr>
            <w:tcW w:w="6095" w:type="dxa"/>
          </w:tcPr>
          <w:p w14:paraId="53444095" w14:textId="77777777" w:rsidR="001F5B4D" w:rsidRPr="001F5B4D" w:rsidRDefault="001F5B4D" w:rsidP="001F5B4D">
            <w:pPr>
              <w:pStyle w:val="ScNormal"/>
            </w:pPr>
            <w:r w:rsidRPr="001F5B4D">
              <w:t>The species is 'minor' because the catch percentage (&lt;0.5%) is less than the requirement (2%).</w:t>
            </w:r>
          </w:p>
          <w:p w14:paraId="540A9A29" w14:textId="77777777" w:rsidR="001F5B4D" w:rsidRPr="001F5B4D" w:rsidRDefault="001F5B4D" w:rsidP="001F5B4D">
            <w:r w:rsidRPr="001F5B4D">
              <w:t xml:space="preserve">There is no stock assessment. </w:t>
            </w:r>
          </w:p>
          <w:bookmarkStart w:id="79" w:name="S_CCB"/>
          <w:p w14:paraId="3F389B16" w14:textId="08AF2381" w:rsidR="001F5B4D" w:rsidRPr="001F5B4D" w:rsidRDefault="001F5B4D" w:rsidP="001F5B4D">
            <w:r w:rsidRPr="001F5B4D">
              <w:fldChar w:fldCharType="begin"/>
            </w:r>
            <w:r w:rsidRPr="001F5B4D">
              <w:instrText xml:space="preserve"> HYPERLINK  \l "T_CCB" \o "PSA Table" </w:instrText>
            </w:r>
            <w:r w:rsidRPr="001F5B4D">
              <w:fldChar w:fldCharType="separate"/>
            </w:r>
            <w:r w:rsidRPr="001F5B4D">
              <w:rPr>
                <w:rStyle w:val="Hyperlink"/>
              </w:rPr>
              <w:t>The PSA score is 3.07.</w:t>
            </w:r>
            <w:r w:rsidRPr="001F5B4D">
              <w:fldChar w:fldCharType="end"/>
            </w:r>
            <w:r w:rsidRPr="001F5B4D">
              <w:t xml:space="preserve"> </w:t>
            </w:r>
            <w:bookmarkEnd w:id="79"/>
          </w:p>
          <w:p w14:paraId="4511792D" w14:textId="6A76E962" w:rsidR="001F5B4D" w:rsidRPr="001F5B4D" w:rsidRDefault="001F5B4D" w:rsidP="001F5B4D">
            <w:r w:rsidRPr="001F5B4D">
              <w:t>This UoA could hinder recovery. This species makes up more than 10% of the UoA catch or the UoA species catch makes up more than 30% of the total species catch (100%).</w:t>
            </w:r>
          </w:p>
        </w:tc>
      </w:tr>
      <w:tr w:rsidR="001F5B4D" w:rsidRPr="001F5B4D" w14:paraId="0D8410D4" w14:textId="77777777" w:rsidTr="001F5B4D">
        <w:tc>
          <w:tcPr>
            <w:tcW w:w="2268" w:type="dxa"/>
          </w:tcPr>
          <w:p w14:paraId="41B41380" w14:textId="77777777" w:rsidR="001F5B4D" w:rsidRPr="001F5B4D" w:rsidRDefault="001F5B4D" w:rsidP="001F5B4D">
            <w:pPr>
              <w:pStyle w:val="ScNormal"/>
            </w:pPr>
            <w:r w:rsidRPr="001F5B4D">
              <w:t>Longfin mako</w:t>
            </w:r>
          </w:p>
          <w:p w14:paraId="2D27BED6" w14:textId="77777777" w:rsidR="001F5B4D" w:rsidRPr="001F5B4D" w:rsidRDefault="001F5B4D" w:rsidP="001F5B4D">
            <w:pPr>
              <w:pStyle w:val="ScItalic"/>
            </w:pPr>
            <w:r w:rsidRPr="001F5B4D">
              <w:t>Isurus paucus</w:t>
            </w:r>
          </w:p>
          <w:p w14:paraId="7CBCB4D4" w14:textId="6B8D7754" w:rsidR="001F5B4D" w:rsidRPr="001F5B4D" w:rsidRDefault="001F5B4D" w:rsidP="001F5B4D">
            <w:pPr>
              <w:pStyle w:val="ScNormal"/>
            </w:pPr>
          </w:p>
        </w:tc>
        <w:tc>
          <w:tcPr>
            <w:tcW w:w="851" w:type="dxa"/>
          </w:tcPr>
          <w:p w14:paraId="6E721D74" w14:textId="52E940A7" w:rsidR="001F5B4D" w:rsidRPr="001F5B4D" w:rsidRDefault="001F5B4D" w:rsidP="001F5B4D">
            <w:pPr>
              <w:pStyle w:val="ScNormal"/>
            </w:pPr>
            <w:r w:rsidRPr="001F5B4D">
              <w:t>80</w:t>
            </w:r>
          </w:p>
        </w:tc>
        <w:tc>
          <w:tcPr>
            <w:tcW w:w="6095" w:type="dxa"/>
          </w:tcPr>
          <w:p w14:paraId="7D9B8AFC" w14:textId="77777777" w:rsidR="001F5B4D" w:rsidRPr="001F5B4D" w:rsidRDefault="001F5B4D" w:rsidP="001F5B4D">
            <w:pPr>
              <w:pStyle w:val="ScNormal"/>
            </w:pPr>
            <w:r w:rsidRPr="001F5B4D">
              <w:t>The species is 'minor' because the catch percentage (&lt;0.5%) is less than the requirement (2%).</w:t>
            </w:r>
          </w:p>
          <w:p w14:paraId="23AD1F33" w14:textId="77777777" w:rsidR="001F5B4D" w:rsidRPr="001F5B4D" w:rsidRDefault="001F5B4D" w:rsidP="001F5B4D">
            <w:r w:rsidRPr="001F5B4D">
              <w:t xml:space="preserve">There is no stock assessment. </w:t>
            </w:r>
          </w:p>
          <w:bookmarkStart w:id="80" w:name="S_LMA"/>
          <w:p w14:paraId="39F1A56C" w14:textId="7B78CBD6" w:rsidR="001F5B4D" w:rsidRPr="001F5B4D" w:rsidRDefault="001F5B4D" w:rsidP="001F5B4D">
            <w:r w:rsidRPr="001F5B4D">
              <w:fldChar w:fldCharType="begin"/>
            </w:r>
            <w:r w:rsidRPr="001F5B4D">
              <w:instrText xml:space="preserve"> HYPERLINK  \l "T_LMA" \o "PSA Table" </w:instrText>
            </w:r>
            <w:r w:rsidRPr="001F5B4D">
              <w:fldChar w:fldCharType="separate"/>
            </w:r>
            <w:r w:rsidRPr="001F5B4D">
              <w:rPr>
                <w:rStyle w:val="Hyperlink"/>
              </w:rPr>
              <w:t>The PSA score is 3.30.</w:t>
            </w:r>
            <w:r w:rsidRPr="001F5B4D">
              <w:fldChar w:fldCharType="end"/>
            </w:r>
            <w:r w:rsidRPr="001F5B4D">
              <w:t xml:space="preserve"> </w:t>
            </w:r>
            <w:bookmarkEnd w:id="80"/>
          </w:p>
          <w:p w14:paraId="2AE0CF79" w14:textId="40CEA6FE" w:rsidR="001F5B4D" w:rsidRPr="001F5B4D" w:rsidRDefault="001F5B4D" w:rsidP="001F5B4D">
            <w:r w:rsidRPr="001F5B4D">
              <w:t>This UoA would probably not hinder recovery. This species makes up less than 10% of the UoA catch and the UoA species catch makes up less than 30% of the total species catch (&lt;0.5%).</w:t>
            </w:r>
          </w:p>
        </w:tc>
      </w:tr>
      <w:tr w:rsidR="001F5B4D" w:rsidRPr="001F5B4D" w14:paraId="3FDDBC05" w14:textId="77777777" w:rsidTr="001F5B4D">
        <w:tc>
          <w:tcPr>
            <w:tcW w:w="2268" w:type="dxa"/>
          </w:tcPr>
          <w:p w14:paraId="58EAAA2C" w14:textId="77777777" w:rsidR="001F5B4D" w:rsidRPr="001F5B4D" w:rsidRDefault="001F5B4D" w:rsidP="001F5B4D">
            <w:pPr>
              <w:pStyle w:val="ScNormal"/>
            </w:pPr>
            <w:r w:rsidRPr="001F5B4D">
              <w:t xml:space="preserve">Cottonmouth jack </w:t>
            </w:r>
          </w:p>
          <w:p w14:paraId="35ECEC1E" w14:textId="77777777" w:rsidR="001F5B4D" w:rsidRPr="001F5B4D" w:rsidRDefault="001F5B4D" w:rsidP="001F5B4D">
            <w:pPr>
              <w:pStyle w:val="ScItalic"/>
            </w:pPr>
            <w:r w:rsidRPr="001F5B4D">
              <w:t>Uraspis secunda</w:t>
            </w:r>
          </w:p>
          <w:p w14:paraId="640EB170" w14:textId="39315DEC" w:rsidR="001F5B4D" w:rsidRPr="001F5B4D" w:rsidRDefault="001F5B4D" w:rsidP="001F5B4D">
            <w:pPr>
              <w:pStyle w:val="ScNormal"/>
            </w:pPr>
          </w:p>
        </w:tc>
        <w:tc>
          <w:tcPr>
            <w:tcW w:w="851" w:type="dxa"/>
          </w:tcPr>
          <w:p w14:paraId="22B9FF30" w14:textId="7377309A" w:rsidR="001F5B4D" w:rsidRPr="001F5B4D" w:rsidRDefault="001F5B4D" w:rsidP="001F5B4D">
            <w:pPr>
              <w:pStyle w:val="ScNormal"/>
            </w:pPr>
            <w:r w:rsidRPr="001F5B4D">
              <w:t>57</w:t>
            </w:r>
          </w:p>
        </w:tc>
        <w:tc>
          <w:tcPr>
            <w:tcW w:w="6095" w:type="dxa"/>
          </w:tcPr>
          <w:p w14:paraId="65088F1D" w14:textId="77777777" w:rsidR="001F5B4D" w:rsidRPr="001F5B4D" w:rsidRDefault="001F5B4D" w:rsidP="001F5B4D">
            <w:pPr>
              <w:pStyle w:val="ScNormal"/>
            </w:pPr>
            <w:r w:rsidRPr="001F5B4D">
              <w:t>The species is 'minor' because the catch percentage (&lt;0.5%) is less than the requirement (5%).</w:t>
            </w:r>
          </w:p>
          <w:p w14:paraId="2FAD9C70" w14:textId="77777777" w:rsidR="001F5B4D" w:rsidRPr="001F5B4D" w:rsidRDefault="001F5B4D" w:rsidP="001F5B4D">
            <w:r w:rsidRPr="001F5B4D">
              <w:t xml:space="preserve">There is no stock assessment. </w:t>
            </w:r>
          </w:p>
          <w:bookmarkStart w:id="81" w:name="S_USE"/>
          <w:p w14:paraId="5D5F2F31" w14:textId="39E93965" w:rsidR="001F5B4D" w:rsidRPr="001F5B4D" w:rsidRDefault="001F5B4D" w:rsidP="001F5B4D">
            <w:r w:rsidRPr="001F5B4D">
              <w:fldChar w:fldCharType="begin"/>
            </w:r>
            <w:r w:rsidRPr="001F5B4D">
              <w:instrText xml:space="preserve"> HYPERLINK  \l "T_USE" \o "PSA Table" </w:instrText>
            </w:r>
            <w:r w:rsidRPr="001F5B4D">
              <w:fldChar w:fldCharType="separate"/>
            </w:r>
            <w:r w:rsidRPr="001F5B4D">
              <w:rPr>
                <w:rStyle w:val="Hyperlink"/>
              </w:rPr>
              <w:t>The PSA score is 3.53.</w:t>
            </w:r>
            <w:r w:rsidRPr="001F5B4D">
              <w:fldChar w:fldCharType="end"/>
            </w:r>
            <w:r w:rsidRPr="001F5B4D">
              <w:t xml:space="preserve"> </w:t>
            </w:r>
            <w:bookmarkEnd w:id="81"/>
          </w:p>
          <w:p w14:paraId="547FA4AF" w14:textId="1B324B15" w:rsidR="001F5B4D" w:rsidRPr="001F5B4D" w:rsidRDefault="001F5B4D" w:rsidP="001F5B4D">
            <w:r w:rsidRPr="001F5B4D">
              <w:t>This UoA could hinder recovery. This species makes up more than 10% of the UoA catch or the UoA species catch makes up more than 30% of the total species catch (48%).</w:t>
            </w:r>
          </w:p>
        </w:tc>
      </w:tr>
      <w:tr w:rsidR="001F5B4D" w:rsidRPr="001F5B4D" w14:paraId="0B580B6D" w14:textId="77777777" w:rsidTr="001F5B4D">
        <w:tc>
          <w:tcPr>
            <w:tcW w:w="2268" w:type="dxa"/>
          </w:tcPr>
          <w:p w14:paraId="53369034" w14:textId="77777777" w:rsidR="001F5B4D" w:rsidRPr="001F5B4D" w:rsidRDefault="001F5B4D" w:rsidP="001F5B4D">
            <w:pPr>
              <w:pStyle w:val="ScNormal"/>
            </w:pPr>
            <w:r w:rsidRPr="001F5B4D">
              <w:t>Pelagic stingray</w:t>
            </w:r>
          </w:p>
          <w:p w14:paraId="57A4A6E9" w14:textId="77777777" w:rsidR="001F5B4D" w:rsidRPr="001F5B4D" w:rsidRDefault="001F5B4D" w:rsidP="001F5B4D">
            <w:pPr>
              <w:pStyle w:val="ScItalic"/>
            </w:pPr>
            <w:r w:rsidRPr="001F5B4D">
              <w:t>Pteroplatytrygon violacea</w:t>
            </w:r>
          </w:p>
          <w:p w14:paraId="4DDB5D4B" w14:textId="108EF6F4" w:rsidR="001F5B4D" w:rsidRPr="001F5B4D" w:rsidRDefault="001F5B4D" w:rsidP="001F5B4D">
            <w:pPr>
              <w:pStyle w:val="ScNormal"/>
            </w:pPr>
          </w:p>
        </w:tc>
        <w:tc>
          <w:tcPr>
            <w:tcW w:w="851" w:type="dxa"/>
          </w:tcPr>
          <w:p w14:paraId="7396E0AF" w14:textId="71D434DC" w:rsidR="001F5B4D" w:rsidRPr="001F5B4D" w:rsidRDefault="001F5B4D" w:rsidP="001F5B4D">
            <w:pPr>
              <w:pStyle w:val="ScNormal"/>
            </w:pPr>
            <w:r w:rsidRPr="001F5B4D">
              <w:t>80</w:t>
            </w:r>
          </w:p>
        </w:tc>
        <w:tc>
          <w:tcPr>
            <w:tcW w:w="6095" w:type="dxa"/>
          </w:tcPr>
          <w:p w14:paraId="04D9E32B" w14:textId="77777777" w:rsidR="001F5B4D" w:rsidRPr="001F5B4D" w:rsidRDefault="001F5B4D" w:rsidP="001F5B4D">
            <w:pPr>
              <w:pStyle w:val="ScNormal"/>
            </w:pPr>
            <w:r w:rsidRPr="001F5B4D">
              <w:t>The species is 'minor' because the catch percentage (&lt;0.5%) is less than the requirement (5%).</w:t>
            </w:r>
          </w:p>
          <w:p w14:paraId="6565470F" w14:textId="77777777" w:rsidR="001F5B4D" w:rsidRPr="001F5B4D" w:rsidRDefault="001F5B4D" w:rsidP="001F5B4D">
            <w:r w:rsidRPr="001F5B4D">
              <w:t xml:space="preserve">There is no stock assessment. </w:t>
            </w:r>
          </w:p>
          <w:bookmarkStart w:id="82" w:name="S_PLS"/>
          <w:p w14:paraId="2130AB09" w14:textId="73EDB103" w:rsidR="001F5B4D" w:rsidRPr="001F5B4D" w:rsidRDefault="001F5B4D" w:rsidP="001F5B4D">
            <w:r w:rsidRPr="001F5B4D">
              <w:fldChar w:fldCharType="begin"/>
            </w:r>
            <w:r w:rsidRPr="001F5B4D">
              <w:instrText xml:space="preserve"> HYPERLINK  \l "T_PLS" \o "PSA Table" </w:instrText>
            </w:r>
            <w:r w:rsidRPr="001F5B4D">
              <w:fldChar w:fldCharType="separate"/>
            </w:r>
            <w:r w:rsidRPr="001F5B4D">
              <w:rPr>
                <w:rStyle w:val="Hyperlink"/>
              </w:rPr>
              <w:t>The PSA score is 3.07.</w:t>
            </w:r>
            <w:r w:rsidRPr="001F5B4D">
              <w:fldChar w:fldCharType="end"/>
            </w:r>
            <w:r w:rsidRPr="001F5B4D">
              <w:t xml:space="preserve"> </w:t>
            </w:r>
            <w:bookmarkEnd w:id="82"/>
          </w:p>
          <w:p w14:paraId="7E367CA0" w14:textId="19FF4A5B" w:rsidR="001F5B4D" w:rsidRPr="001F5B4D" w:rsidRDefault="001F5B4D" w:rsidP="001F5B4D">
            <w:r w:rsidRPr="001F5B4D">
              <w:t>This UoA would probably not hinder recovery. This species makes up less than 10% of the UoA catch and the UoA species catch makes up less than 30% of the total species catch (&lt;0.5%).</w:t>
            </w:r>
          </w:p>
        </w:tc>
      </w:tr>
      <w:tr w:rsidR="001F5B4D" w:rsidRPr="001F5B4D" w14:paraId="545218B0" w14:textId="77777777" w:rsidTr="001F5B4D">
        <w:tc>
          <w:tcPr>
            <w:tcW w:w="2268" w:type="dxa"/>
          </w:tcPr>
          <w:p w14:paraId="60DB0F9E" w14:textId="77777777" w:rsidR="001F5B4D" w:rsidRPr="001F5B4D" w:rsidRDefault="001F5B4D" w:rsidP="001F5B4D">
            <w:pPr>
              <w:pStyle w:val="ScNormal"/>
            </w:pPr>
            <w:r w:rsidRPr="001F5B4D">
              <w:t>Flyingfish</w:t>
            </w:r>
          </w:p>
          <w:p w14:paraId="44AD9207" w14:textId="77777777" w:rsidR="001F5B4D" w:rsidRPr="001F5B4D" w:rsidRDefault="001F5B4D" w:rsidP="001F5B4D">
            <w:pPr>
              <w:pStyle w:val="ScItalic"/>
            </w:pPr>
            <w:r w:rsidRPr="001F5B4D">
              <w:t>Family Exocoetidae</w:t>
            </w:r>
          </w:p>
          <w:p w14:paraId="4875A63A" w14:textId="5D84A4A7" w:rsidR="001F5B4D" w:rsidRPr="001F5B4D" w:rsidRDefault="001F5B4D" w:rsidP="001F5B4D">
            <w:pPr>
              <w:pStyle w:val="ScNormal"/>
            </w:pPr>
          </w:p>
        </w:tc>
        <w:tc>
          <w:tcPr>
            <w:tcW w:w="851" w:type="dxa"/>
          </w:tcPr>
          <w:p w14:paraId="6476D383" w14:textId="50C30854" w:rsidR="001F5B4D" w:rsidRPr="001F5B4D" w:rsidRDefault="001F5B4D" w:rsidP="001F5B4D">
            <w:pPr>
              <w:pStyle w:val="ScNormal"/>
            </w:pPr>
            <w:r w:rsidRPr="001F5B4D">
              <w:t>81</w:t>
            </w:r>
          </w:p>
        </w:tc>
        <w:tc>
          <w:tcPr>
            <w:tcW w:w="6095" w:type="dxa"/>
          </w:tcPr>
          <w:p w14:paraId="632F8207" w14:textId="77777777" w:rsidR="001F5B4D" w:rsidRPr="001F5B4D" w:rsidRDefault="001F5B4D" w:rsidP="001F5B4D">
            <w:pPr>
              <w:pStyle w:val="ScNormal"/>
            </w:pPr>
            <w:r w:rsidRPr="001F5B4D">
              <w:t>The species is 'minor' because the catch percentage (&lt;0.5%) is less than the requirement (5%).</w:t>
            </w:r>
          </w:p>
          <w:p w14:paraId="5F0EACF7" w14:textId="77777777" w:rsidR="001F5B4D" w:rsidRPr="001F5B4D" w:rsidRDefault="001F5B4D" w:rsidP="001F5B4D">
            <w:r w:rsidRPr="001F5B4D">
              <w:t xml:space="preserve">There is no stock assessment. </w:t>
            </w:r>
          </w:p>
          <w:bookmarkStart w:id="83" w:name="S_FLY"/>
          <w:p w14:paraId="42B9B834" w14:textId="69116F30" w:rsidR="001F5B4D" w:rsidRPr="001F5B4D" w:rsidRDefault="001F5B4D" w:rsidP="001F5B4D">
            <w:r w:rsidRPr="001F5B4D">
              <w:fldChar w:fldCharType="begin"/>
            </w:r>
            <w:r w:rsidRPr="001F5B4D">
              <w:instrText xml:space="preserve"> HYPERLINK  \l "T_FLY" \o "PSA Table" </w:instrText>
            </w:r>
            <w:r w:rsidRPr="001F5B4D">
              <w:fldChar w:fldCharType="separate"/>
            </w:r>
            <w:r w:rsidRPr="001F5B4D">
              <w:rPr>
                <w:rStyle w:val="Hyperlink"/>
              </w:rPr>
              <w:t>The PSA score is 2.73.</w:t>
            </w:r>
            <w:r w:rsidRPr="001F5B4D">
              <w:fldChar w:fldCharType="end"/>
            </w:r>
            <w:r w:rsidRPr="001F5B4D">
              <w:t xml:space="preserve"> </w:t>
            </w:r>
            <w:bookmarkEnd w:id="83"/>
          </w:p>
          <w:p w14:paraId="3D9D3DA1" w14:textId="4C8CCDE1" w:rsidR="001F5B4D" w:rsidRPr="001F5B4D" w:rsidRDefault="001F5B4D" w:rsidP="001F5B4D">
            <w:r w:rsidRPr="001F5B4D">
              <w:t>This UoA would probably not hinder recovery. This species makes up less than 10% of the UoA catch and the UoA species catch makes up less than 30% of the total species catch (1%).</w:t>
            </w:r>
          </w:p>
        </w:tc>
      </w:tr>
      <w:tr w:rsidR="001F5B4D" w:rsidRPr="001F5B4D" w14:paraId="5C5D73DA" w14:textId="77777777" w:rsidTr="001F5B4D">
        <w:tc>
          <w:tcPr>
            <w:tcW w:w="2268" w:type="dxa"/>
          </w:tcPr>
          <w:p w14:paraId="50DF3AC7" w14:textId="77777777" w:rsidR="001F5B4D" w:rsidRPr="001F5B4D" w:rsidRDefault="001F5B4D" w:rsidP="001F5B4D">
            <w:pPr>
              <w:pStyle w:val="ScNormal"/>
            </w:pPr>
            <w:r w:rsidRPr="001F5B4D">
              <w:lastRenderedPageBreak/>
              <w:t>Sharptail mola</w:t>
            </w:r>
          </w:p>
          <w:p w14:paraId="1C6CBFE5" w14:textId="77777777" w:rsidR="001F5B4D" w:rsidRPr="001F5B4D" w:rsidRDefault="001F5B4D" w:rsidP="001F5B4D">
            <w:pPr>
              <w:pStyle w:val="ScItalic"/>
            </w:pPr>
            <w:r w:rsidRPr="001F5B4D">
              <w:t>Masturus lanceolatus</w:t>
            </w:r>
          </w:p>
          <w:p w14:paraId="3E784075" w14:textId="60B860F7" w:rsidR="001F5B4D" w:rsidRPr="001F5B4D" w:rsidRDefault="001F5B4D" w:rsidP="001F5B4D">
            <w:pPr>
              <w:pStyle w:val="ScNormal"/>
            </w:pPr>
          </w:p>
        </w:tc>
        <w:tc>
          <w:tcPr>
            <w:tcW w:w="851" w:type="dxa"/>
          </w:tcPr>
          <w:p w14:paraId="264D98D4" w14:textId="6F9EBCD5" w:rsidR="001F5B4D" w:rsidRPr="001F5B4D" w:rsidRDefault="001F5B4D" w:rsidP="001F5B4D">
            <w:pPr>
              <w:pStyle w:val="ScNormal"/>
            </w:pPr>
            <w:r w:rsidRPr="001F5B4D">
              <w:t>80</w:t>
            </w:r>
          </w:p>
        </w:tc>
        <w:tc>
          <w:tcPr>
            <w:tcW w:w="6095" w:type="dxa"/>
          </w:tcPr>
          <w:p w14:paraId="55FAB5BD" w14:textId="77777777" w:rsidR="001F5B4D" w:rsidRPr="001F5B4D" w:rsidRDefault="001F5B4D" w:rsidP="001F5B4D">
            <w:pPr>
              <w:pStyle w:val="ScNormal"/>
            </w:pPr>
            <w:r w:rsidRPr="001F5B4D">
              <w:t>The species is 'minor' because the catch percentage (&lt;0.5%) is less than the requirement (2%).</w:t>
            </w:r>
          </w:p>
          <w:p w14:paraId="08D5704C" w14:textId="77777777" w:rsidR="001F5B4D" w:rsidRPr="001F5B4D" w:rsidRDefault="001F5B4D" w:rsidP="001F5B4D">
            <w:r w:rsidRPr="001F5B4D">
              <w:t xml:space="preserve">There is no stock assessment. </w:t>
            </w:r>
          </w:p>
          <w:bookmarkStart w:id="84" w:name="S_MRW"/>
          <w:p w14:paraId="68FA4793" w14:textId="2E25961D" w:rsidR="001F5B4D" w:rsidRPr="001F5B4D" w:rsidRDefault="001F5B4D" w:rsidP="001F5B4D">
            <w:r w:rsidRPr="001F5B4D">
              <w:fldChar w:fldCharType="begin"/>
            </w:r>
            <w:r w:rsidRPr="001F5B4D">
              <w:instrText xml:space="preserve"> HYPERLINK  \l "T_MRW" \o "PSA Table" </w:instrText>
            </w:r>
            <w:r w:rsidRPr="001F5B4D">
              <w:fldChar w:fldCharType="separate"/>
            </w:r>
            <w:r w:rsidRPr="001F5B4D">
              <w:rPr>
                <w:rStyle w:val="Hyperlink"/>
              </w:rPr>
              <w:t>The PSA score is 3.26.</w:t>
            </w:r>
            <w:r w:rsidRPr="001F5B4D">
              <w:fldChar w:fldCharType="end"/>
            </w:r>
            <w:r w:rsidRPr="001F5B4D">
              <w:t xml:space="preserve"> </w:t>
            </w:r>
            <w:bookmarkEnd w:id="84"/>
          </w:p>
          <w:p w14:paraId="09ECCC12" w14:textId="54AC434D" w:rsidR="001F5B4D" w:rsidRPr="001F5B4D" w:rsidRDefault="001F5B4D" w:rsidP="001F5B4D">
            <w:r w:rsidRPr="001F5B4D">
              <w:t>This UoA would probably not hinder recovery. This species makes up less than 10% of the UoA catch and the UoA species catch makes up less than 30% of the total species catch (18%).</w:t>
            </w:r>
          </w:p>
        </w:tc>
      </w:tr>
      <w:tr w:rsidR="001F5B4D" w:rsidRPr="001F5B4D" w14:paraId="68A93BCC" w14:textId="77777777" w:rsidTr="001F5B4D">
        <w:tc>
          <w:tcPr>
            <w:tcW w:w="2268" w:type="dxa"/>
          </w:tcPr>
          <w:p w14:paraId="792C0558" w14:textId="77777777" w:rsidR="001F5B4D" w:rsidRPr="001F5B4D" w:rsidRDefault="001F5B4D" w:rsidP="001F5B4D">
            <w:pPr>
              <w:pStyle w:val="ScNormal"/>
            </w:pPr>
            <w:r w:rsidRPr="001F5B4D">
              <w:t xml:space="preserve">Garfish </w:t>
            </w:r>
          </w:p>
          <w:p w14:paraId="7B35C401" w14:textId="77777777" w:rsidR="001F5B4D" w:rsidRPr="001F5B4D" w:rsidRDefault="001F5B4D" w:rsidP="001F5B4D">
            <w:pPr>
              <w:pStyle w:val="ScItalic"/>
            </w:pPr>
            <w:r w:rsidRPr="001F5B4D">
              <w:t xml:space="preserve">Belone belone </w:t>
            </w:r>
          </w:p>
          <w:p w14:paraId="0151A35E" w14:textId="34960B21" w:rsidR="001F5B4D" w:rsidRPr="001F5B4D" w:rsidRDefault="001F5B4D" w:rsidP="001F5B4D">
            <w:pPr>
              <w:pStyle w:val="ScNormal"/>
            </w:pPr>
          </w:p>
        </w:tc>
        <w:tc>
          <w:tcPr>
            <w:tcW w:w="851" w:type="dxa"/>
          </w:tcPr>
          <w:p w14:paraId="33F5063F" w14:textId="60116363" w:rsidR="001F5B4D" w:rsidRPr="001F5B4D" w:rsidRDefault="001F5B4D" w:rsidP="001F5B4D">
            <w:pPr>
              <w:pStyle w:val="ScNormal"/>
            </w:pPr>
            <w:r w:rsidRPr="001F5B4D">
              <w:t>84</w:t>
            </w:r>
          </w:p>
        </w:tc>
        <w:tc>
          <w:tcPr>
            <w:tcW w:w="6095" w:type="dxa"/>
          </w:tcPr>
          <w:p w14:paraId="354E2F29" w14:textId="77777777" w:rsidR="001F5B4D" w:rsidRPr="001F5B4D" w:rsidRDefault="001F5B4D" w:rsidP="001F5B4D">
            <w:pPr>
              <w:pStyle w:val="ScNormal"/>
            </w:pPr>
            <w:r w:rsidRPr="001F5B4D">
              <w:t>The species is 'minor' because the catch percentage (&lt;0.5%) is less than the requirement (5%).</w:t>
            </w:r>
          </w:p>
          <w:p w14:paraId="7F44A042" w14:textId="77777777" w:rsidR="001F5B4D" w:rsidRPr="001F5B4D" w:rsidRDefault="001F5B4D" w:rsidP="001F5B4D">
            <w:r w:rsidRPr="001F5B4D">
              <w:t xml:space="preserve">There is no stock assessment. </w:t>
            </w:r>
          </w:p>
          <w:bookmarkStart w:id="85" w:name="S_GAR"/>
          <w:p w14:paraId="00A4BFB4" w14:textId="4BBEE18D" w:rsidR="001F5B4D" w:rsidRPr="001F5B4D" w:rsidRDefault="001F5B4D" w:rsidP="001F5B4D">
            <w:r w:rsidRPr="001F5B4D">
              <w:fldChar w:fldCharType="begin"/>
            </w:r>
            <w:r w:rsidRPr="001F5B4D">
              <w:instrText xml:space="preserve"> HYPERLINK  \l "T_GAR" \o "PSA Table" </w:instrText>
            </w:r>
            <w:r w:rsidRPr="001F5B4D">
              <w:fldChar w:fldCharType="separate"/>
            </w:r>
            <w:r w:rsidRPr="001F5B4D">
              <w:rPr>
                <w:rStyle w:val="Hyperlink"/>
              </w:rPr>
              <w:t>The PSA score is 2.59.</w:t>
            </w:r>
            <w:r w:rsidRPr="001F5B4D">
              <w:fldChar w:fldCharType="end"/>
            </w:r>
            <w:r w:rsidRPr="001F5B4D">
              <w:t xml:space="preserve"> </w:t>
            </w:r>
            <w:bookmarkEnd w:id="85"/>
          </w:p>
          <w:p w14:paraId="59FD6219" w14:textId="7DDE9BF1" w:rsidR="001F5B4D" w:rsidRPr="001F5B4D" w:rsidRDefault="001F5B4D" w:rsidP="001F5B4D">
            <w:r w:rsidRPr="001F5B4D">
              <w:t>This UoA would probably not hinder recovery. This species makes up less than 10% of the UoA catch and the UoA species catch makes up less than 30% of the total species catch (&lt;0.5%).</w:t>
            </w:r>
          </w:p>
        </w:tc>
      </w:tr>
      <w:tr w:rsidR="001F5B4D" w:rsidRPr="001F5B4D" w14:paraId="34F29908" w14:textId="77777777" w:rsidTr="001F5B4D">
        <w:tc>
          <w:tcPr>
            <w:tcW w:w="2268" w:type="dxa"/>
          </w:tcPr>
          <w:p w14:paraId="79D50DCC" w14:textId="77777777" w:rsidR="001F5B4D" w:rsidRPr="001F5B4D" w:rsidRDefault="001F5B4D" w:rsidP="001F5B4D">
            <w:pPr>
              <w:pStyle w:val="ScNormal"/>
            </w:pPr>
            <w:r w:rsidRPr="001F5B4D">
              <w:t>Pilotfish</w:t>
            </w:r>
          </w:p>
          <w:p w14:paraId="6AD6E2D6" w14:textId="77777777" w:rsidR="001F5B4D" w:rsidRPr="001F5B4D" w:rsidRDefault="001F5B4D" w:rsidP="001F5B4D">
            <w:pPr>
              <w:pStyle w:val="ScItalic"/>
            </w:pPr>
            <w:r w:rsidRPr="001F5B4D">
              <w:t>Naucrates ductor</w:t>
            </w:r>
          </w:p>
          <w:p w14:paraId="6BFF368B" w14:textId="17427032" w:rsidR="001F5B4D" w:rsidRPr="001F5B4D" w:rsidRDefault="001F5B4D" w:rsidP="001F5B4D">
            <w:pPr>
              <w:pStyle w:val="ScNormal"/>
            </w:pPr>
          </w:p>
        </w:tc>
        <w:tc>
          <w:tcPr>
            <w:tcW w:w="851" w:type="dxa"/>
          </w:tcPr>
          <w:p w14:paraId="38DC631D" w14:textId="66C9E5CC" w:rsidR="001F5B4D" w:rsidRPr="001F5B4D" w:rsidRDefault="001F5B4D" w:rsidP="001F5B4D">
            <w:pPr>
              <w:pStyle w:val="ScNormal"/>
            </w:pPr>
            <w:r w:rsidRPr="001F5B4D">
              <w:t>87</w:t>
            </w:r>
          </w:p>
        </w:tc>
        <w:tc>
          <w:tcPr>
            <w:tcW w:w="6095" w:type="dxa"/>
          </w:tcPr>
          <w:p w14:paraId="2B9E86CA" w14:textId="77777777" w:rsidR="001F5B4D" w:rsidRPr="001F5B4D" w:rsidRDefault="001F5B4D" w:rsidP="001F5B4D">
            <w:pPr>
              <w:pStyle w:val="ScNormal"/>
            </w:pPr>
            <w:r w:rsidRPr="001F5B4D">
              <w:t>The species is 'minor' because the catch percentage (&lt;0.5%) is less than the requirement (5%).</w:t>
            </w:r>
          </w:p>
          <w:p w14:paraId="5AE60278" w14:textId="77777777" w:rsidR="001F5B4D" w:rsidRPr="001F5B4D" w:rsidRDefault="001F5B4D" w:rsidP="001F5B4D">
            <w:r w:rsidRPr="001F5B4D">
              <w:t xml:space="preserve">There is no stock assessment. </w:t>
            </w:r>
          </w:p>
          <w:bookmarkStart w:id="86" w:name="S_NAU"/>
          <w:p w14:paraId="6434DE90" w14:textId="0E7323EA" w:rsidR="001F5B4D" w:rsidRPr="001F5B4D" w:rsidRDefault="001F5B4D" w:rsidP="001F5B4D">
            <w:r w:rsidRPr="001F5B4D">
              <w:fldChar w:fldCharType="begin"/>
            </w:r>
            <w:r w:rsidRPr="001F5B4D">
              <w:instrText xml:space="preserve"> HYPERLINK  \l "T_NAU" \o "PSA Table" </w:instrText>
            </w:r>
            <w:r w:rsidRPr="001F5B4D">
              <w:fldChar w:fldCharType="separate"/>
            </w:r>
            <w:r w:rsidRPr="001F5B4D">
              <w:rPr>
                <w:rStyle w:val="Hyperlink"/>
              </w:rPr>
              <w:t>The PSA score is 2.45.</w:t>
            </w:r>
            <w:r w:rsidRPr="001F5B4D">
              <w:fldChar w:fldCharType="end"/>
            </w:r>
            <w:r w:rsidRPr="001F5B4D">
              <w:t xml:space="preserve"> </w:t>
            </w:r>
            <w:bookmarkEnd w:id="86"/>
          </w:p>
          <w:p w14:paraId="79D329AC" w14:textId="6C3C77B9" w:rsidR="001F5B4D" w:rsidRPr="001F5B4D" w:rsidRDefault="001F5B4D" w:rsidP="001F5B4D">
            <w:r w:rsidRPr="001F5B4D">
              <w:t>This UoA would probably not hinder recovery. This species makes up less than 10% of the UoA catch and the UoA species catch makes up less than 30% of the total species catch (&lt;0.5%).</w:t>
            </w:r>
          </w:p>
        </w:tc>
      </w:tr>
    </w:tbl>
    <w:p w14:paraId="1E4EADDB" w14:textId="0447CF26" w:rsidR="001F5B4D" w:rsidRPr="001F5B4D" w:rsidRDefault="001F5B4D" w:rsidP="001F5B4D">
      <w:pPr>
        <w:pStyle w:val="ScBuffer"/>
      </w:pPr>
    </w:p>
    <w:p w14:paraId="51E29C2D" w14:textId="0C5CCCD8" w:rsidR="001F5B4D" w:rsidRPr="001F5B4D" w:rsidRDefault="001F5B4D" w:rsidP="001F5B4D">
      <w:pPr>
        <w:pStyle w:val="ScPI"/>
        <w:rPr>
          <w:lang w:val="en-GB"/>
        </w:rPr>
      </w:pPr>
      <w:r w:rsidRPr="001F5B4D">
        <w:rPr>
          <w:lang w:val="en-GB"/>
        </w:rPr>
        <w:t>Overall Score for Species Elements</w:t>
      </w:r>
    </w:p>
    <w:p w14:paraId="5F2B2361" w14:textId="346CF74D" w:rsidR="001F5B4D" w:rsidRPr="001F5B4D" w:rsidRDefault="001F5B4D" w:rsidP="001F5B4D">
      <w:pPr>
        <w:pStyle w:val="ScNormal"/>
      </w:pPr>
      <w:r w:rsidRPr="001F5B4D">
        <w:t>All SG60 and SG80 were met, and 1 out of 3 SG100 were met. Out-of-scope species have not been evaluated.</w:t>
      </w:r>
    </w:p>
    <w:p w14:paraId="535804BC" w14:textId="7A3C5C3B" w:rsidR="001F5B4D" w:rsidRPr="001F5B4D" w:rsidRDefault="001F5B4D" w:rsidP="001F5B4D">
      <w:pPr>
        <w:pStyle w:val="ScNormal"/>
      </w:pPr>
      <w:r w:rsidRPr="001F5B4D">
        <w:t>There were no main species.</w:t>
      </w:r>
    </w:p>
    <w:p w14:paraId="78AB4F2C" w14:textId="089164B2" w:rsidR="001F5B4D" w:rsidRPr="001F5B4D" w:rsidRDefault="001F5B4D" w:rsidP="001F5B4D">
      <w:pPr>
        <w:pStyle w:val="ScNormal"/>
      </w:pPr>
      <w:r w:rsidRPr="001F5B4D">
        <w:t>Of the 53 minor species: 4 minor species are highly likely to be at or above their MSY level. 9 minor species may not be at or above MSY, but are still highly likely to be above their PRI level. Although the populations may be below their PRI, it is still likely that this UoA is not hindering the recovery of 23 minor species. 8 minor species are only 'likely' to be above their PRI and this UoA could be preventing any recovery. 9 minor species may not be above their PRI level and this UoA could be preventing recovery.</w:t>
      </w:r>
    </w:p>
    <w:p w14:paraId="4CD0B989" w14:textId="7240DE18" w:rsidR="001F5B4D" w:rsidRPr="001F5B4D" w:rsidRDefault="001F5B4D" w:rsidP="001F5B4D">
      <w:pPr>
        <w:pStyle w:val="ScScore"/>
      </w:pPr>
      <w:r w:rsidRPr="001F5B4D">
        <w:t>PI 2.2.1 : 90</w:t>
      </w:r>
    </w:p>
    <w:p w14:paraId="3D954225" w14:textId="7364B935" w:rsidR="001F5B4D" w:rsidRPr="001F5B4D" w:rsidRDefault="001F5B4D" w:rsidP="001F5B4D">
      <w:pPr>
        <w:pStyle w:val="ScSI"/>
        <w:rPr>
          <w:lang w:val="en-GB"/>
        </w:rPr>
      </w:pPr>
      <w:r w:rsidRPr="001F5B4D">
        <w:rPr>
          <w:lang w:val="en-GB"/>
        </w:rPr>
        <w:t>References</w:t>
      </w:r>
    </w:p>
    <w:p w14:paraId="7A2222B5" w14:textId="1BA43732" w:rsidR="001F5B4D" w:rsidRPr="001F5B4D" w:rsidRDefault="001F5B4D" w:rsidP="001F5B4D">
      <w:pPr>
        <w:pStyle w:val="ScReferences"/>
      </w:pPr>
      <w:r w:rsidRPr="001F5B4D">
        <w:t>Fishbase webpage (www.fishbase.org)</w:t>
      </w:r>
    </w:p>
    <w:p w14:paraId="05E636D5" w14:textId="44C5E2CB" w:rsidR="001F5B4D" w:rsidRPr="001F5B4D" w:rsidRDefault="001F5B4D" w:rsidP="001F5B4D">
      <w:pPr>
        <w:pStyle w:val="ScReferences"/>
      </w:pPr>
      <w:r w:rsidRPr="001F5B4D">
        <w:t xml:space="preserve">Musick, J.A., Stevens, J.D., Baum, J.K., Bradai, M., Clò, S., Fergusson, I., Grubbs, R.D., Soldo, A., Vacchi, M., Vooren, C.M. 2009. </w:t>
      </w:r>
      <w:r w:rsidRPr="001F5B4D">
        <w:rPr>
          <w:i/>
        </w:rPr>
        <w:t>Carcharhinus plumbeus</w:t>
      </w:r>
      <w:r w:rsidRPr="001F5B4D">
        <w:t>. The IUCN Red List of Threatened Species 2009: e.T3853A10130397 (downloaded on 4 May 2018).</w:t>
      </w:r>
    </w:p>
    <w:p w14:paraId="592A06B7" w14:textId="508FC537" w:rsidR="001F5B4D" w:rsidRPr="001F5B4D" w:rsidRDefault="001F5B4D" w:rsidP="001F5B4D">
      <w:pPr>
        <w:pStyle w:val="ScReferences"/>
      </w:pPr>
      <w:r w:rsidRPr="001F5B4D">
        <w:t xml:space="preserve">Serena, F., Mancusi, C., Clo, S., Ellis, J., Valenti, S.V. 2009. </w:t>
      </w:r>
      <w:r w:rsidRPr="001F5B4D">
        <w:rPr>
          <w:i/>
        </w:rPr>
        <w:t>Mustelus mustelus</w:t>
      </w:r>
      <w:r w:rsidRPr="001F5B4D">
        <w:t>. The IUCN Red List of Threatened Species 2009: e.T39358A10214694 (downloaded on 4 May 2018).</w:t>
      </w:r>
    </w:p>
    <w:p w14:paraId="614BF045" w14:textId="296BDB26" w:rsidR="001F5B4D" w:rsidRPr="001F5B4D" w:rsidRDefault="001F5B4D" w:rsidP="001F5B4D">
      <w:pPr>
        <w:pStyle w:val="ScPI"/>
        <w:rPr>
          <w:lang w:val="en-GB"/>
        </w:rPr>
      </w:pPr>
      <w:r w:rsidRPr="001F5B4D">
        <w:rPr>
          <w:lang w:val="en-GB"/>
        </w:rPr>
        <w:lastRenderedPageBreak/>
        <w:t>P.2.2.2 Management strategy</w:t>
      </w:r>
    </w:p>
    <w:p w14:paraId="29C3090A" w14:textId="3A3E7C01"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5D469B85"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14FCBB5" w14:textId="13D08C72" w:rsidR="001F5B4D" w:rsidRPr="001F5B4D" w:rsidRDefault="001F5B4D" w:rsidP="001F5B4D">
            <w:pPr>
              <w:pStyle w:val="ScNormal"/>
            </w:pPr>
            <w:r w:rsidRPr="001F5B4D">
              <w:t>2.2.2.a Management strategy in place</w:t>
            </w:r>
          </w:p>
        </w:tc>
      </w:tr>
      <w:tr w:rsidR="001F5B4D" w:rsidRPr="001F5B4D" w14:paraId="4E929F7E" w14:textId="77777777" w:rsidTr="001F5B4D">
        <w:trPr>
          <w:cantSplit/>
        </w:trPr>
        <w:tc>
          <w:tcPr>
            <w:tcW w:w="3080" w:type="dxa"/>
            <w:tcBorders>
              <w:bottom w:val="single" w:sz="4" w:space="0" w:color="auto"/>
            </w:tcBorders>
            <w:shd w:val="clear" w:color="auto" w:fill="B6DDE8"/>
          </w:tcPr>
          <w:p w14:paraId="78C92311" w14:textId="42A89E39" w:rsidR="001F5B4D" w:rsidRPr="001F5B4D" w:rsidRDefault="001F5B4D" w:rsidP="001F5B4D">
            <w:pPr>
              <w:pStyle w:val="ScSGTableHead"/>
            </w:pPr>
            <w:r w:rsidRPr="001F5B4D">
              <w:t>60 Guidepost</w:t>
            </w:r>
          </w:p>
        </w:tc>
        <w:tc>
          <w:tcPr>
            <w:tcW w:w="3081" w:type="dxa"/>
            <w:shd w:val="clear" w:color="auto" w:fill="B6DDE8"/>
          </w:tcPr>
          <w:p w14:paraId="575336A4" w14:textId="59CABC02" w:rsidR="001F5B4D" w:rsidRPr="001F5B4D" w:rsidRDefault="001F5B4D" w:rsidP="001F5B4D">
            <w:pPr>
              <w:pStyle w:val="ScSGTableHead"/>
            </w:pPr>
            <w:r w:rsidRPr="001F5B4D">
              <w:t>80 Guidepost</w:t>
            </w:r>
          </w:p>
        </w:tc>
        <w:tc>
          <w:tcPr>
            <w:tcW w:w="3081" w:type="dxa"/>
            <w:shd w:val="clear" w:color="auto" w:fill="B6DDE8"/>
          </w:tcPr>
          <w:p w14:paraId="2E6407F9" w14:textId="519B879F" w:rsidR="001F5B4D" w:rsidRPr="001F5B4D" w:rsidRDefault="001F5B4D" w:rsidP="001F5B4D">
            <w:pPr>
              <w:pStyle w:val="ScSGTableHead"/>
            </w:pPr>
            <w:r w:rsidRPr="001F5B4D">
              <w:t>100 Guidepost</w:t>
            </w:r>
          </w:p>
        </w:tc>
      </w:tr>
      <w:tr w:rsidR="001F5B4D" w:rsidRPr="001F5B4D" w14:paraId="33B7155E" w14:textId="77777777" w:rsidTr="001F5B4D">
        <w:trPr>
          <w:cantSplit/>
        </w:trPr>
        <w:tc>
          <w:tcPr>
            <w:tcW w:w="3080" w:type="dxa"/>
            <w:shd w:val="clear" w:color="auto" w:fill="D2FFC3"/>
          </w:tcPr>
          <w:p w14:paraId="69FD7BEA" w14:textId="5000FA09" w:rsidR="001F5B4D" w:rsidRPr="001F5B4D" w:rsidRDefault="001F5B4D" w:rsidP="001F5B4D">
            <w:pPr>
              <w:pStyle w:val="ScNormal"/>
            </w:pPr>
            <w:r w:rsidRPr="001F5B4D">
              <w:t xml:space="preserve">There are </w:t>
            </w:r>
            <w:r w:rsidRPr="001F5B4D">
              <w:rPr>
                <w:b/>
              </w:rPr>
              <w:t>measures</w:t>
            </w:r>
            <w:r w:rsidRPr="001F5B4D">
              <w:t xml:space="preserve"> in place, if necessary, which are expected to maintain or not hinder rebuilding of main secondary species at/to levels which are highly likely to be above biologically based limits or to ensure that the UoA does not hinder their recovery.</w:t>
            </w:r>
          </w:p>
        </w:tc>
        <w:tc>
          <w:tcPr>
            <w:tcW w:w="3081" w:type="dxa"/>
          </w:tcPr>
          <w:p w14:paraId="3C87A35D" w14:textId="359D33CF" w:rsidR="001F5B4D" w:rsidRPr="001F5B4D" w:rsidRDefault="001F5B4D" w:rsidP="001F5B4D">
            <w:pPr>
              <w:pStyle w:val="ScNormal"/>
            </w:pPr>
            <w:r w:rsidRPr="001F5B4D">
              <w:t xml:space="preserve">There is a </w:t>
            </w:r>
            <w:r w:rsidRPr="001F5B4D">
              <w:rPr>
                <w:b/>
              </w:rPr>
              <w:t>partial strategy</w:t>
            </w:r>
            <w:r w:rsidRPr="001F5B4D">
              <w:t xml:space="preserve"> in place, if necessary, for the UoA that is expected to maintain or not hinder rebuilding of main secondary species at/to levels which are highly likely to be above biologically based limits or to ensure that the UoA does not hinder their recovery.</w:t>
            </w:r>
          </w:p>
        </w:tc>
        <w:tc>
          <w:tcPr>
            <w:tcW w:w="3081" w:type="dxa"/>
          </w:tcPr>
          <w:p w14:paraId="3A92FB15" w14:textId="180505C3" w:rsidR="001F5B4D" w:rsidRPr="001F5B4D" w:rsidRDefault="001F5B4D" w:rsidP="001F5B4D">
            <w:pPr>
              <w:pStyle w:val="ScNormal"/>
            </w:pPr>
            <w:r w:rsidRPr="001F5B4D">
              <w:t xml:space="preserve">There is a </w:t>
            </w:r>
            <w:r w:rsidRPr="001F5B4D">
              <w:rPr>
                <w:b/>
              </w:rPr>
              <w:t>strategy</w:t>
            </w:r>
            <w:r w:rsidRPr="001F5B4D">
              <w:t xml:space="preserve"> in place for the UoA for managing main and minor secondary species.</w:t>
            </w:r>
          </w:p>
        </w:tc>
      </w:tr>
    </w:tbl>
    <w:p w14:paraId="0A28151F" w14:textId="3BD7BFFF" w:rsidR="001F5B4D" w:rsidRPr="001F5B4D" w:rsidRDefault="001F5B4D" w:rsidP="001F5B4D">
      <w:pPr>
        <w:pStyle w:val="ScBuffer"/>
      </w:pPr>
    </w:p>
    <w:p w14:paraId="5EED5E7F" w14:textId="062E93D7" w:rsidR="001F5B4D" w:rsidRPr="001F5B4D" w:rsidRDefault="001F5B4D" w:rsidP="001F5B4D">
      <w:pPr>
        <w:pStyle w:val="ScNormal"/>
      </w:pPr>
      <w:bookmarkStart w:id="87" w:name="J222a7FFFF00730F01"/>
      <w:r w:rsidRPr="001F5B4D">
        <w:t>With respect to sharks, as well as some ETP species, National Plans of Action (NPOA) should be developed by RFMO member states with fisheries where shark bycatch occurs. For tuna fisheries where no such plan has been developed, but one might be considered necessary, such as for longline and purse seine, it will be difficult to argue that there is any type of strategy for relevant secondary species, which may prevent SG80 being met.</w:t>
      </w:r>
    </w:p>
    <w:p w14:paraId="43EA4D09" w14:textId="40379D5E" w:rsidR="001F5B4D" w:rsidRPr="001F5B4D" w:rsidRDefault="001F5B4D" w:rsidP="001F5B4D">
      <w:pPr>
        <w:pStyle w:val="ScNormal"/>
      </w:pPr>
      <w:bookmarkStart w:id="88" w:name="J222a7F80003F30304"/>
      <w:bookmarkEnd w:id="87"/>
      <w:r w:rsidRPr="001F5B4D">
        <w:t>WCPFC has introduced a number of shark conservation management measures (CMM) and most recently has included bans on the use of both dedicated shark lines and wire traces on the same longline set, which should reduce shark catches somewhat. CMM 2009-02 addresses purse seine operations including bycatch and discards in a very general way. If properly implemented, it is expected that the CMM should reduce bycatch mortality across a wide range of species.  As for WCPFC, IATTC operate a collection of measures primarily to reduce shark bycatch. IATTC Resolution C-11-10 prohibits retaining any oceanic whitetip shark and to promptly release unharmed any oceanic whitetip sharks when possible. Resolution C-13-04 concerns FAD registration, identification and design principles to reduce entanglement (mainly of ETP species). There is no other general bycatch reduction strategy. In common with the other RFMOs, IATTC and WCPFC collect information on bycatch which could lead to development some sort of strategy to reduce bycatch and keep mortality of unwanted at low levels, but such a strategy has not been developed yet. Measures might be expected to allow recovery of main vulnerable species, meeting SG60, but is not a partial strategy, so SG80 is not met.</w:t>
      </w:r>
    </w:p>
    <w:bookmarkEnd w:id="88"/>
    <w:p w14:paraId="309CF252" w14:textId="7EB9D081"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6E671EA9"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01FC8CC" w14:textId="570DB49C" w:rsidR="001F5B4D" w:rsidRPr="001F5B4D" w:rsidRDefault="001F5B4D" w:rsidP="001F5B4D">
            <w:pPr>
              <w:pStyle w:val="ScNormal"/>
            </w:pPr>
            <w:r w:rsidRPr="001F5B4D">
              <w:t>2.2.2.b Management strategy evaluation</w:t>
            </w:r>
          </w:p>
        </w:tc>
      </w:tr>
      <w:tr w:rsidR="001F5B4D" w:rsidRPr="001F5B4D" w14:paraId="1D8114BE" w14:textId="77777777" w:rsidTr="001F5B4D">
        <w:trPr>
          <w:cantSplit/>
        </w:trPr>
        <w:tc>
          <w:tcPr>
            <w:tcW w:w="3080" w:type="dxa"/>
            <w:shd w:val="clear" w:color="auto" w:fill="B6DDE8"/>
          </w:tcPr>
          <w:p w14:paraId="05103076" w14:textId="43D6AB40" w:rsidR="001F5B4D" w:rsidRPr="001F5B4D" w:rsidRDefault="001F5B4D" w:rsidP="001F5B4D">
            <w:pPr>
              <w:pStyle w:val="ScSGTableHead"/>
            </w:pPr>
            <w:r w:rsidRPr="001F5B4D">
              <w:t>60 Guidepost</w:t>
            </w:r>
          </w:p>
        </w:tc>
        <w:tc>
          <w:tcPr>
            <w:tcW w:w="3081" w:type="dxa"/>
            <w:shd w:val="clear" w:color="auto" w:fill="B6DDE8"/>
          </w:tcPr>
          <w:p w14:paraId="591FC41B" w14:textId="1D748347" w:rsidR="001F5B4D" w:rsidRPr="001F5B4D" w:rsidRDefault="001F5B4D" w:rsidP="001F5B4D">
            <w:pPr>
              <w:pStyle w:val="ScSGTableHead"/>
            </w:pPr>
            <w:r w:rsidRPr="001F5B4D">
              <w:t>80 Guidepost</w:t>
            </w:r>
          </w:p>
        </w:tc>
        <w:tc>
          <w:tcPr>
            <w:tcW w:w="3081" w:type="dxa"/>
            <w:shd w:val="clear" w:color="auto" w:fill="B6DDE8"/>
          </w:tcPr>
          <w:p w14:paraId="32B32437" w14:textId="19DD0A25" w:rsidR="001F5B4D" w:rsidRPr="001F5B4D" w:rsidRDefault="001F5B4D" w:rsidP="001F5B4D">
            <w:pPr>
              <w:pStyle w:val="ScSGTableHead"/>
            </w:pPr>
            <w:r w:rsidRPr="001F5B4D">
              <w:t>100 Guidepost</w:t>
            </w:r>
          </w:p>
        </w:tc>
      </w:tr>
      <w:tr w:rsidR="001F5B4D" w:rsidRPr="001F5B4D" w14:paraId="492A5570" w14:textId="77777777" w:rsidTr="001F5B4D">
        <w:trPr>
          <w:cantSplit/>
        </w:trPr>
        <w:tc>
          <w:tcPr>
            <w:tcW w:w="3080" w:type="dxa"/>
          </w:tcPr>
          <w:p w14:paraId="7C0590CA" w14:textId="69A8D380" w:rsidR="001F5B4D" w:rsidRPr="001F5B4D" w:rsidRDefault="001F5B4D" w:rsidP="001F5B4D">
            <w:pPr>
              <w:pStyle w:val="ScNormal"/>
            </w:pPr>
            <w:r w:rsidRPr="001F5B4D">
              <w:t xml:space="preserve">The measures are considered </w:t>
            </w:r>
            <w:r w:rsidRPr="001F5B4D">
              <w:rPr>
                <w:b/>
              </w:rPr>
              <w:t>likely</w:t>
            </w:r>
            <w:r w:rsidRPr="001F5B4D">
              <w:t xml:space="preserve"> to work, based on plausible argument (e.g. general experience, theory or comparison with similar UoAs/ species).</w:t>
            </w:r>
          </w:p>
        </w:tc>
        <w:tc>
          <w:tcPr>
            <w:tcW w:w="3081" w:type="dxa"/>
          </w:tcPr>
          <w:p w14:paraId="7C90986E" w14:textId="24074271" w:rsidR="001F5B4D" w:rsidRPr="001F5B4D" w:rsidRDefault="001F5B4D" w:rsidP="001F5B4D">
            <w:pPr>
              <w:pStyle w:val="ScNormal"/>
            </w:pPr>
            <w:r w:rsidRPr="001F5B4D">
              <w:t xml:space="preserve">There is </w:t>
            </w:r>
            <w:r w:rsidRPr="001F5B4D">
              <w:rPr>
                <w:b/>
              </w:rPr>
              <w:t>some objective basis for confidence</w:t>
            </w:r>
            <w:r w:rsidRPr="001F5B4D">
              <w:t xml:space="preserve"> that the measures/ partial strategy will work, based on some information directly about the UoA and/or species involved.</w:t>
            </w:r>
          </w:p>
        </w:tc>
        <w:tc>
          <w:tcPr>
            <w:tcW w:w="3081" w:type="dxa"/>
          </w:tcPr>
          <w:p w14:paraId="5234A853" w14:textId="53A4ED7B" w:rsidR="001F5B4D" w:rsidRPr="001F5B4D" w:rsidRDefault="001F5B4D" w:rsidP="001F5B4D">
            <w:pPr>
              <w:pStyle w:val="ScNormal"/>
            </w:pPr>
            <w:r w:rsidRPr="001F5B4D">
              <w:rPr>
                <w:b/>
              </w:rPr>
              <w:t>Testing</w:t>
            </w:r>
            <w:r w:rsidRPr="001F5B4D">
              <w:t xml:space="preserve"> supports </w:t>
            </w:r>
            <w:r w:rsidRPr="001F5B4D">
              <w:rPr>
                <w:b/>
              </w:rPr>
              <w:t>high confidence</w:t>
            </w:r>
            <w:r w:rsidRPr="001F5B4D">
              <w:t xml:space="preserve"> that the partial strategy/ strategy will work, based on information directly about the UoA and/or species involved.</w:t>
            </w:r>
          </w:p>
        </w:tc>
      </w:tr>
    </w:tbl>
    <w:p w14:paraId="3980CEAA" w14:textId="1E146B0E" w:rsidR="001F5B4D" w:rsidRPr="001F5B4D" w:rsidRDefault="001F5B4D" w:rsidP="001F5B4D">
      <w:pPr>
        <w:pStyle w:val="ScBuffer"/>
      </w:pPr>
    </w:p>
    <w:p w14:paraId="105BBA07" w14:textId="118DA4DE" w:rsidR="001F5B4D" w:rsidRPr="001F5B4D" w:rsidRDefault="001F5B4D" w:rsidP="001F5B4D">
      <w:pPr>
        <w:pStyle w:val="ScNormal"/>
      </w:pPr>
      <w:bookmarkStart w:id="89" w:name="J222b7F80003F30304"/>
      <w:r w:rsidRPr="001F5B4D">
        <w:t>A recent stock assessment for blue sharks (</w:t>
      </w:r>
      <w:r w:rsidRPr="001F5B4D">
        <w:rPr>
          <w:i/>
        </w:rPr>
        <w:t>Prionace glauca</w:t>
      </w:r>
      <w:r w:rsidRPr="001F5B4D">
        <w:t xml:space="preserve">) in the North Pacific Ocean suggests that the population is around its MSY level. Oceanic whitetip and silky sharks, both commonly caught in tuna fisheries, show decreasing trends in abundance and a high risk of being below levels consistent with MSY. Assessments of other species have not been undertaken. Pacific wide assessments would likely be required to monitor these and other sharks. With the exception of these shark species, there has been no evaluation yet of whether the measures work collectively, or whether they will </w:t>
      </w:r>
      <w:r w:rsidRPr="001F5B4D">
        <w:lastRenderedPageBreak/>
        <w:t>achieve management objectives. For example, even if wire traces are not used, what proportion of sharks might die from swallowing the hook is unknown. While prohibiting retention plausibly discourages capture, discarding dead animals or indirect mortality (e.g. post capture mortality from swallowing a hook) may still be prevalent. Therefore, without further evidence, it is not possible to state that the current measures are likely to achieve SG80 on secondary species status (PI2.1.1), so the SG60 is not met.</w:t>
      </w:r>
    </w:p>
    <w:bookmarkEnd w:id="89"/>
    <w:p w14:paraId="3CA6A19D" w14:textId="45E0561A"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5D53D851"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A266093" w14:textId="01AF1ACC" w:rsidR="001F5B4D" w:rsidRPr="001F5B4D" w:rsidRDefault="001F5B4D" w:rsidP="001F5B4D">
            <w:pPr>
              <w:pStyle w:val="ScNormal"/>
            </w:pPr>
            <w:r w:rsidRPr="001F5B4D">
              <w:t>2.2.2.c Management strategy implementation</w:t>
            </w:r>
          </w:p>
        </w:tc>
      </w:tr>
      <w:tr w:rsidR="001F5B4D" w:rsidRPr="001F5B4D" w14:paraId="14BB01D7" w14:textId="77777777" w:rsidTr="001F5B4D">
        <w:trPr>
          <w:cantSplit/>
        </w:trPr>
        <w:tc>
          <w:tcPr>
            <w:tcW w:w="3080" w:type="dxa"/>
            <w:tcBorders>
              <w:bottom w:val="single" w:sz="4" w:space="0" w:color="auto"/>
            </w:tcBorders>
            <w:shd w:val="clear" w:color="auto" w:fill="B6DDE8"/>
          </w:tcPr>
          <w:p w14:paraId="749E915C" w14:textId="35A3A8E6" w:rsidR="001F5B4D" w:rsidRPr="001F5B4D" w:rsidRDefault="001F5B4D" w:rsidP="001F5B4D">
            <w:pPr>
              <w:pStyle w:val="ScSGTableHead"/>
            </w:pPr>
            <w:r w:rsidRPr="001F5B4D">
              <w:t>60 Guidepost</w:t>
            </w:r>
          </w:p>
        </w:tc>
        <w:tc>
          <w:tcPr>
            <w:tcW w:w="3081" w:type="dxa"/>
            <w:shd w:val="clear" w:color="auto" w:fill="B6DDE8"/>
          </w:tcPr>
          <w:p w14:paraId="023B72E2" w14:textId="62936083" w:rsidR="001F5B4D" w:rsidRPr="001F5B4D" w:rsidRDefault="001F5B4D" w:rsidP="001F5B4D">
            <w:pPr>
              <w:pStyle w:val="ScSGTableHead"/>
            </w:pPr>
            <w:r w:rsidRPr="001F5B4D">
              <w:t>80 Guidepost</w:t>
            </w:r>
          </w:p>
        </w:tc>
        <w:tc>
          <w:tcPr>
            <w:tcW w:w="3081" w:type="dxa"/>
            <w:shd w:val="clear" w:color="auto" w:fill="B6DDE8"/>
          </w:tcPr>
          <w:p w14:paraId="3DB2F057" w14:textId="4AEA7414" w:rsidR="001F5B4D" w:rsidRPr="001F5B4D" w:rsidRDefault="001F5B4D" w:rsidP="001F5B4D">
            <w:pPr>
              <w:pStyle w:val="ScSGTableHead"/>
            </w:pPr>
            <w:r w:rsidRPr="001F5B4D">
              <w:t>100 Guidepost</w:t>
            </w:r>
          </w:p>
        </w:tc>
      </w:tr>
      <w:tr w:rsidR="001F5B4D" w:rsidRPr="001F5B4D" w14:paraId="0800874F" w14:textId="77777777" w:rsidTr="001F5B4D">
        <w:trPr>
          <w:cantSplit/>
        </w:trPr>
        <w:tc>
          <w:tcPr>
            <w:tcW w:w="3080" w:type="dxa"/>
            <w:shd w:val="clear" w:color="auto" w:fill="D2FFC3"/>
          </w:tcPr>
          <w:p w14:paraId="6542637A" w14:textId="77777777" w:rsidR="001F5B4D" w:rsidRPr="001F5B4D" w:rsidRDefault="001F5B4D" w:rsidP="001F5B4D">
            <w:pPr>
              <w:pStyle w:val="ScNormal"/>
            </w:pPr>
          </w:p>
        </w:tc>
        <w:tc>
          <w:tcPr>
            <w:tcW w:w="3081" w:type="dxa"/>
          </w:tcPr>
          <w:p w14:paraId="3EEF3F60" w14:textId="2E413EEC" w:rsidR="001F5B4D" w:rsidRPr="001F5B4D" w:rsidRDefault="001F5B4D" w:rsidP="001F5B4D">
            <w:pPr>
              <w:pStyle w:val="ScNormal"/>
            </w:pPr>
            <w:r w:rsidRPr="001F5B4D">
              <w:t xml:space="preserve">There is </w:t>
            </w:r>
            <w:r w:rsidRPr="001F5B4D">
              <w:rPr>
                <w:b/>
              </w:rPr>
              <w:t>some evidence</w:t>
            </w:r>
            <w:r w:rsidRPr="001F5B4D">
              <w:t xml:space="preserve"> that the measures/ partial strategy is being </w:t>
            </w:r>
            <w:r w:rsidRPr="001F5B4D">
              <w:rPr>
                <w:b/>
              </w:rPr>
              <w:t>implemented successfully</w:t>
            </w:r>
            <w:r w:rsidRPr="001F5B4D">
              <w:t>.</w:t>
            </w:r>
          </w:p>
        </w:tc>
        <w:tc>
          <w:tcPr>
            <w:tcW w:w="3081" w:type="dxa"/>
          </w:tcPr>
          <w:p w14:paraId="7B5F099B" w14:textId="10481159" w:rsidR="001F5B4D" w:rsidRPr="001F5B4D" w:rsidRDefault="001F5B4D" w:rsidP="001F5B4D">
            <w:pPr>
              <w:pStyle w:val="ScNormal"/>
            </w:pPr>
            <w:r w:rsidRPr="001F5B4D">
              <w:t xml:space="preserve">There is </w:t>
            </w:r>
            <w:r w:rsidRPr="001F5B4D">
              <w:rPr>
                <w:b/>
              </w:rPr>
              <w:t>clear evidence</w:t>
            </w:r>
            <w:r w:rsidRPr="001F5B4D">
              <w:t xml:space="preserve"> that the partial strategy/ strategy is being </w:t>
            </w:r>
            <w:r w:rsidRPr="001F5B4D">
              <w:rPr>
                <w:b/>
              </w:rPr>
              <w:t>implemented successfully and is achieving its overall objective as set out in scoring issue (a).</w:t>
            </w:r>
          </w:p>
        </w:tc>
      </w:tr>
    </w:tbl>
    <w:p w14:paraId="4A540334" w14:textId="5DB13C18" w:rsidR="001F5B4D" w:rsidRPr="001F5B4D" w:rsidRDefault="001F5B4D" w:rsidP="001F5B4D">
      <w:pPr>
        <w:pStyle w:val="ScBuffer"/>
      </w:pPr>
    </w:p>
    <w:p w14:paraId="735B406E" w14:textId="09A87025" w:rsidR="001F5B4D" w:rsidRPr="001F5B4D" w:rsidRDefault="001F5B4D" w:rsidP="001F5B4D">
      <w:pPr>
        <w:pStyle w:val="ScNormal"/>
      </w:pPr>
      <w:bookmarkStart w:id="90" w:name="J222c7FFFF03FF0F01"/>
      <w:r w:rsidRPr="001F5B4D">
        <w:t>There is some evidence that the measures which are required are being implemented successfully in some fleets where information exists. Information from landings inspections and observers may indicate rules on the retention of sharks are being applied where such inspections take place. Compliance is not routinely reported, but low compliance is suspected in some cases. Because enforcement is not universal and effectively absent from some fleets, the SG80 may not be met. Where compliance for a particular fleet can be demonstrated, SG80 could be met, but this cannot be assumed. In any case, there is no evidence that the overall objectives are being achieved at this stage, so SG100 cannot be met except in those cases where there catches of secondary species are demonstrably negligible.</w:t>
      </w:r>
    </w:p>
    <w:bookmarkEnd w:id="90"/>
    <w:p w14:paraId="1DE2F31E" w14:textId="0BF1E616"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7971BF04"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BA16377" w14:textId="606CEB49" w:rsidR="001F5B4D" w:rsidRPr="001F5B4D" w:rsidRDefault="001F5B4D" w:rsidP="001F5B4D">
            <w:pPr>
              <w:pStyle w:val="ScNormal"/>
            </w:pPr>
            <w:r w:rsidRPr="001F5B4D">
              <w:t>2.2.2.d Shark finning</w:t>
            </w:r>
          </w:p>
        </w:tc>
      </w:tr>
      <w:tr w:rsidR="001F5B4D" w:rsidRPr="001F5B4D" w14:paraId="08ACB12A" w14:textId="77777777" w:rsidTr="001F5B4D">
        <w:trPr>
          <w:cantSplit/>
        </w:trPr>
        <w:tc>
          <w:tcPr>
            <w:tcW w:w="3080" w:type="dxa"/>
            <w:tcBorders>
              <w:bottom w:val="single" w:sz="4" w:space="0" w:color="auto"/>
            </w:tcBorders>
            <w:shd w:val="clear" w:color="auto" w:fill="B6DDE8"/>
          </w:tcPr>
          <w:p w14:paraId="1BBA0726" w14:textId="4D8B4648" w:rsidR="001F5B4D" w:rsidRPr="001F5B4D" w:rsidRDefault="001F5B4D" w:rsidP="001F5B4D">
            <w:pPr>
              <w:pStyle w:val="ScSGTableHead"/>
            </w:pPr>
            <w:r w:rsidRPr="001F5B4D">
              <w:t>60 Guidepost</w:t>
            </w:r>
          </w:p>
        </w:tc>
        <w:tc>
          <w:tcPr>
            <w:tcW w:w="3081" w:type="dxa"/>
            <w:shd w:val="clear" w:color="auto" w:fill="B6DDE8"/>
          </w:tcPr>
          <w:p w14:paraId="4AB0F8AC" w14:textId="73140E2C" w:rsidR="001F5B4D" w:rsidRPr="001F5B4D" w:rsidRDefault="001F5B4D" w:rsidP="001F5B4D">
            <w:pPr>
              <w:pStyle w:val="ScSGTableHead"/>
            </w:pPr>
            <w:r w:rsidRPr="001F5B4D">
              <w:t>80 Guidepost</w:t>
            </w:r>
          </w:p>
        </w:tc>
        <w:tc>
          <w:tcPr>
            <w:tcW w:w="3081" w:type="dxa"/>
            <w:shd w:val="clear" w:color="auto" w:fill="B6DDE8"/>
          </w:tcPr>
          <w:p w14:paraId="0240BD59" w14:textId="63709BE7" w:rsidR="001F5B4D" w:rsidRPr="001F5B4D" w:rsidRDefault="001F5B4D" w:rsidP="001F5B4D">
            <w:pPr>
              <w:pStyle w:val="ScSGTableHead"/>
            </w:pPr>
            <w:r w:rsidRPr="001F5B4D">
              <w:t>100 Guidepost</w:t>
            </w:r>
          </w:p>
        </w:tc>
      </w:tr>
      <w:tr w:rsidR="001F5B4D" w:rsidRPr="001F5B4D" w14:paraId="79782BD2" w14:textId="77777777" w:rsidTr="001F5B4D">
        <w:trPr>
          <w:cantSplit/>
        </w:trPr>
        <w:tc>
          <w:tcPr>
            <w:tcW w:w="3080" w:type="dxa"/>
            <w:shd w:val="clear" w:color="auto" w:fill="D2FFC3"/>
          </w:tcPr>
          <w:p w14:paraId="641543B7" w14:textId="128255DA" w:rsidR="001F5B4D" w:rsidRPr="001F5B4D" w:rsidRDefault="001F5B4D" w:rsidP="001F5B4D">
            <w:pPr>
              <w:pStyle w:val="ScNormal"/>
            </w:pPr>
            <w:r w:rsidRPr="001F5B4D">
              <w:t xml:space="preserve">It is </w:t>
            </w:r>
            <w:r w:rsidRPr="001F5B4D">
              <w:rPr>
                <w:b/>
              </w:rPr>
              <w:t>likely</w:t>
            </w:r>
            <w:r w:rsidRPr="001F5B4D">
              <w:t xml:space="preserve"> that shark finning is not taking place.</w:t>
            </w:r>
          </w:p>
        </w:tc>
        <w:tc>
          <w:tcPr>
            <w:tcW w:w="3081" w:type="dxa"/>
          </w:tcPr>
          <w:p w14:paraId="1ED3C1CD" w14:textId="3288AB08" w:rsidR="001F5B4D" w:rsidRPr="001F5B4D" w:rsidRDefault="001F5B4D" w:rsidP="001F5B4D">
            <w:pPr>
              <w:pStyle w:val="ScNormal"/>
            </w:pPr>
            <w:r w:rsidRPr="001F5B4D">
              <w:t xml:space="preserve">It is </w:t>
            </w:r>
            <w:r w:rsidRPr="001F5B4D">
              <w:rPr>
                <w:b/>
              </w:rPr>
              <w:t>highly likely</w:t>
            </w:r>
            <w:r w:rsidRPr="001F5B4D">
              <w:t xml:space="preserve"> that shark finning is not taking place.</w:t>
            </w:r>
          </w:p>
        </w:tc>
        <w:tc>
          <w:tcPr>
            <w:tcW w:w="3081" w:type="dxa"/>
          </w:tcPr>
          <w:p w14:paraId="3CBEA978" w14:textId="1460F1E9" w:rsidR="001F5B4D" w:rsidRPr="001F5B4D" w:rsidRDefault="001F5B4D" w:rsidP="001F5B4D">
            <w:pPr>
              <w:pStyle w:val="ScNormal"/>
            </w:pPr>
            <w:r w:rsidRPr="001F5B4D">
              <w:t xml:space="preserve">There is a </w:t>
            </w:r>
            <w:r w:rsidRPr="001F5B4D">
              <w:rPr>
                <w:b/>
              </w:rPr>
              <w:t>high degree of certainty</w:t>
            </w:r>
            <w:r w:rsidRPr="001F5B4D">
              <w:t xml:space="preserve"> that shark finning is not taking place.</w:t>
            </w:r>
          </w:p>
        </w:tc>
      </w:tr>
    </w:tbl>
    <w:p w14:paraId="5A149290" w14:textId="6B2BCFA9" w:rsidR="001F5B4D" w:rsidRPr="001F5B4D" w:rsidRDefault="001F5B4D" w:rsidP="001F5B4D">
      <w:pPr>
        <w:pStyle w:val="ScBuffer"/>
      </w:pPr>
    </w:p>
    <w:p w14:paraId="0ACA7D29" w14:textId="42E99686" w:rsidR="001F5B4D" w:rsidRPr="001F5B4D" w:rsidRDefault="001F5B4D" w:rsidP="001F5B4D">
      <w:pPr>
        <w:pStyle w:val="ScNormal"/>
      </w:pPr>
      <w:bookmarkStart w:id="91" w:name="J222d7FFFF03FF0F01"/>
      <w:r w:rsidRPr="001F5B4D">
        <w:t>Each RFMO has a measure that concerns the conservation of sharks caught in association with fisheries they manage. The resolutions or measures include minimum reporting requirements for sharks, and call for full utilization, including a specified ratio of fin-to-body weight for shark fins retained onboard a vessel. This effectively requires that shark finning does not take place. Observer coverage and landings inspections would be necessary as clearly there is a market for shark fins and finning has and will take place in some fisheries. Where there is no information supporting compliance with the measure, SG60 may not be met.</w:t>
      </w:r>
    </w:p>
    <w:bookmarkEnd w:id="91"/>
    <w:p w14:paraId="16406301" w14:textId="635CE704"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354D3D28"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C95438C" w14:textId="4F9CEC0E" w:rsidR="001F5B4D" w:rsidRPr="001F5B4D" w:rsidRDefault="001F5B4D" w:rsidP="001F5B4D">
            <w:pPr>
              <w:pStyle w:val="ScNormal"/>
            </w:pPr>
            <w:r w:rsidRPr="001F5B4D">
              <w:t>2.2.2.e Review of alternative measures to minimise mortality of unwanted catch</w:t>
            </w:r>
          </w:p>
        </w:tc>
      </w:tr>
      <w:tr w:rsidR="001F5B4D" w:rsidRPr="001F5B4D" w14:paraId="5133C58D" w14:textId="77777777" w:rsidTr="001F5B4D">
        <w:trPr>
          <w:cantSplit/>
        </w:trPr>
        <w:tc>
          <w:tcPr>
            <w:tcW w:w="3080" w:type="dxa"/>
            <w:tcBorders>
              <w:bottom w:val="single" w:sz="4" w:space="0" w:color="auto"/>
            </w:tcBorders>
            <w:shd w:val="clear" w:color="auto" w:fill="B6DDE8"/>
          </w:tcPr>
          <w:p w14:paraId="6F300590" w14:textId="5218A70F" w:rsidR="001F5B4D" w:rsidRPr="001F5B4D" w:rsidRDefault="001F5B4D" w:rsidP="001F5B4D">
            <w:pPr>
              <w:pStyle w:val="ScSGTableHead"/>
            </w:pPr>
            <w:r w:rsidRPr="001F5B4D">
              <w:t>60 Guidepost</w:t>
            </w:r>
          </w:p>
        </w:tc>
        <w:tc>
          <w:tcPr>
            <w:tcW w:w="3081" w:type="dxa"/>
            <w:shd w:val="clear" w:color="auto" w:fill="B6DDE8"/>
          </w:tcPr>
          <w:p w14:paraId="205263F2" w14:textId="16CDB95A" w:rsidR="001F5B4D" w:rsidRPr="001F5B4D" w:rsidRDefault="001F5B4D" w:rsidP="001F5B4D">
            <w:pPr>
              <w:pStyle w:val="ScSGTableHead"/>
            </w:pPr>
            <w:r w:rsidRPr="001F5B4D">
              <w:t>80 Guidepost</w:t>
            </w:r>
          </w:p>
        </w:tc>
        <w:tc>
          <w:tcPr>
            <w:tcW w:w="3081" w:type="dxa"/>
            <w:shd w:val="clear" w:color="auto" w:fill="B6DDE8"/>
          </w:tcPr>
          <w:p w14:paraId="13D0ED7E" w14:textId="6D4C6F6F" w:rsidR="001F5B4D" w:rsidRPr="001F5B4D" w:rsidRDefault="001F5B4D" w:rsidP="001F5B4D">
            <w:pPr>
              <w:pStyle w:val="ScSGTableHead"/>
            </w:pPr>
            <w:r w:rsidRPr="001F5B4D">
              <w:t>100 Guidepost</w:t>
            </w:r>
          </w:p>
        </w:tc>
      </w:tr>
      <w:tr w:rsidR="001F5B4D" w:rsidRPr="001F5B4D" w14:paraId="2C06F4C8" w14:textId="77777777" w:rsidTr="001F5B4D">
        <w:trPr>
          <w:cantSplit/>
        </w:trPr>
        <w:tc>
          <w:tcPr>
            <w:tcW w:w="3080" w:type="dxa"/>
            <w:shd w:val="clear" w:color="auto" w:fill="D2FFC3"/>
          </w:tcPr>
          <w:p w14:paraId="4A2E96B4" w14:textId="32A81CAD" w:rsidR="001F5B4D" w:rsidRPr="001F5B4D" w:rsidRDefault="001F5B4D" w:rsidP="001F5B4D">
            <w:pPr>
              <w:pStyle w:val="ScNormal"/>
            </w:pPr>
            <w:r w:rsidRPr="001F5B4D">
              <w:t xml:space="preserve">There is a review of the potential effectiveness and practicality of alternative measures to minimise UoA-related mortality of </w:t>
            </w:r>
            <w:r w:rsidRPr="001F5B4D">
              <w:rPr>
                <w:b/>
              </w:rPr>
              <w:t>unwanted</w:t>
            </w:r>
            <w:r w:rsidRPr="001F5B4D">
              <w:t xml:space="preserve"> catch of main secondary species.</w:t>
            </w:r>
          </w:p>
        </w:tc>
        <w:tc>
          <w:tcPr>
            <w:tcW w:w="3081" w:type="dxa"/>
          </w:tcPr>
          <w:p w14:paraId="7858411E" w14:textId="05B4376D" w:rsidR="001F5B4D" w:rsidRPr="001F5B4D" w:rsidRDefault="001F5B4D" w:rsidP="001F5B4D">
            <w:pPr>
              <w:pStyle w:val="ScNormal"/>
            </w:pPr>
            <w:r w:rsidRPr="001F5B4D">
              <w:t xml:space="preserve">There is a </w:t>
            </w:r>
            <w:r w:rsidRPr="001F5B4D">
              <w:rPr>
                <w:b/>
              </w:rPr>
              <w:t>regular</w:t>
            </w:r>
            <w:r w:rsidRPr="001F5B4D">
              <w:t xml:space="preserve"> review of the potential effectiveness and practicality of alternative measures to minimise UoA-related mortality of </w:t>
            </w:r>
            <w:r w:rsidRPr="001F5B4D">
              <w:rPr>
                <w:b/>
              </w:rPr>
              <w:t>unwanted</w:t>
            </w:r>
            <w:r w:rsidRPr="001F5B4D">
              <w:t xml:space="preserve"> catch of main secondary species and they are implemented as appropriate.</w:t>
            </w:r>
          </w:p>
        </w:tc>
        <w:tc>
          <w:tcPr>
            <w:tcW w:w="3081" w:type="dxa"/>
          </w:tcPr>
          <w:p w14:paraId="6CC711E8" w14:textId="03FE5BC3" w:rsidR="001F5B4D" w:rsidRPr="001F5B4D" w:rsidRDefault="001F5B4D" w:rsidP="001F5B4D">
            <w:pPr>
              <w:pStyle w:val="ScNormal"/>
            </w:pPr>
            <w:r w:rsidRPr="001F5B4D">
              <w:t xml:space="preserve">There is a </w:t>
            </w:r>
            <w:r w:rsidRPr="001F5B4D">
              <w:rPr>
                <w:b/>
              </w:rPr>
              <w:t>biennial</w:t>
            </w:r>
            <w:r w:rsidRPr="001F5B4D">
              <w:t xml:space="preserve"> review of the potential effectiveness and practicality of alternative measures to minimise UoA-related mortality of </w:t>
            </w:r>
            <w:r w:rsidRPr="001F5B4D">
              <w:rPr>
                <w:b/>
              </w:rPr>
              <w:t>unwanted</w:t>
            </w:r>
            <w:r w:rsidRPr="001F5B4D">
              <w:t xml:space="preserve"> catch of all secondary species, and they are implemented, as appropriate.</w:t>
            </w:r>
          </w:p>
        </w:tc>
      </w:tr>
    </w:tbl>
    <w:p w14:paraId="7E175D9D" w14:textId="3829220B" w:rsidR="001F5B4D" w:rsidRPr="001F5B4D" w:rsidRDefault="001F5B4D" w:rsidP="001F5B4D">
      <w:pPr>
        <w:pStyle w:val="ScBuffer"/>
      </w:pPr>
    </w:p>
    <w:p w14:paraId="1D0BC4EF" w14:textId="4A78A228" w:rsidR="001F5B4D" w:rsidRPr="001F5B4D" w:rsidRDefault="001F5B4D" w:rsidP="001F5B4D">
      <w:pPr>
        <w:pStyle w:val="ScNormal"/>
      </w:pPr>
      <w:bookmarkStart w:id="92" w:name="J222e7FFFF03FF0F01"/>
      <w:r w:rsidRPr="001F5B4D">
        <w:t>There is evidence of ongoing review of mitigation measures for fisheries related to reducing unwanted catch of common and vulnerable secondary species in all RFMOs. The reviews are based on studies of bycatch risks and techniques that might reduce bycatch. Such studies are shared among RFMOs and are regularly discussed, so RFMO members should be aware of issues raised and the potential impact on their fisheries. This meets the SG60. However, few measures have been implemented despite evidence they may be appropriate at least for wider trials, so SG80 is not met.</w:t>
      </w:r>
    </w:p>
    <w:bookmarkEnd w:id="92"/>
    <w:p w14:paraId="10F1BD50" w14:textId="68C663B2" w:rsidR="001F5B4D" w:rsidRPr="001F5B4D" w:rsidRDefault="001F5B4D" w:rsidP="001F5B4D">
      <w:pPr>
        <w:pStyle w:val="ScScore"/>
      </w:pPr>
      <w:r w:rsidRPr="001F5B4D">
        <w:t>Only 3 out of 4 SG60 were met.</w:t>
      </w:r>
    </w:p>
    <w:p w14:paraId="1DEB9868" w14:textId="7FD24B33" w:rsidR="001F5B4D" w:rsidRPr="001F5B4D" w:rsidRDefault="001F5B4D" w:rsidP="001F5B4D">
      <w:pPr>
        <w:pStyle w:val="ScScore"/>
      </w:pPr>
      <w:r w:rsidRPr="001F5B4D">
        <w:t>PI 2.2.2 : Fail</w:t>
      </w:r>
    </w:p>
    <w:p w14:paraId="419BEC6C" w14:textId="77CB44E2" w:rsidR="001F5B4D" w:rsidRPr="001F5B4D" w:rsidRDefault="001F5B4D" w:rsidP="001F5B4D">
      <w:pPr>
        <w:pStyle w:val="ScSI"/>
        <w:rPr>
          <w:lang w:val="en-GB"/>
        </w:rPr>
      </w:pPr>
      <w:r w:rsidRPr="001F5B4D">
        <w:rPr>
          <w:lang w:val="en-GB"/>
        </w:rPr>
        <w:t>References</w:t>
      </w:r>
    </w:p>
    <w:p w14:paraId="4C1E87AA" w14:textId="2F5CCD1D" w:rsidR="001F5B4D" w:rsidRPr="001F5B4D" w:rsidRDefault="001F5B4D" w:rsidP="001F5B4D">
      <w:pPr>
        <w:pStyle w:val="ScReferences"/>
      </w:pPr>
      <w:r w:rsidRPr="001F5B4D">
        <w:t>Ardill, D., Itano, D., Gillett, R. 2013. A review of bycatch and discard issues in Indian Ocean tuna fisheries. SmartFish Programme Report SF/2013/32.</w:t>
      </w:r>
    </w:p>
    <w:p w14:paraId="16358F0E" w14:textId="4E25A094" w:rsidR="001F5B4D" w:rsidRPr="001F5B4D" w:rsidRDefault="001F5B4D" w:rsidP="001F5B4D">
      <w:pPr>
        <w:pStyle w:val="ScReferences"/>
      </w:pPr>
      <w:r w:rsidRPr="001F5B4D">
        <w:t>Gilman, E., Passfield, K., Nakamura, K. 2012. Performance assessment of bycatch and discards governance by regional fisheries management organizations. International Union for the Conservation of Nature and Natural Resources, 484 pp.</w:t>
      </w:r>
    </w:p>
    <w:p w14:paraId="148E27D5" w14:textId="0381F7DC" w:rsidR="001F5B4D" w:rsidRPr="001F5B4D" w:rsidRDefault="001F5B4D" w:rsidP="001F5B4D">
      <w:pPr>
        <w:pStyle w:val="ScReferences"/>
      </w:pPr>
      <w:r w:rsidRPr="001F5B4D">
        <w:t>IATTC 2005. Resolution on the Conservation of Sharks Caught in Association with Fisheries in the Eastern Pacific Ocean. 73</w:t>
      </w:r>
      <w:r w:rsidRPr="001F5B4D">
        <w:rPr>
          <w:vertAlign w:val="superscript"/>
        </w:rPr>
        <w:t>rd</w:t>
      </w:r>
      <w:r w:rsidRPr="001F5B4D">
        <w:t xml:space="preserve"> Meeting of the Inter-American Tropical Tuna Commission, Lanzarote, Spain, 20–24 June 2005. Resolution C-05-03.</w:t>
      </w:r>
    </w:p>
    <w:p w14:paraId="77148758" w14:textId="36A816EC" w:rsidR="001F5B4D" w:rsidRPr="001F5B4D" w:rsidRDefault="001F5B4D" w:rsidP="001F5B4D">
      <w:pPr>
        <w:pStyle w:val="ScReferences"/>
      </w:pPr>
      <w:r w:rsidRPr="001F5B4D">
        <w:t>IATTC 2014. Ecosystem considerations. Fifth Meeting of the IATTC Scientific Advisory Committee, La Jolla, California (USA), 12–16 May 2014. Document SAC-05-13.</w:t>
      </w:r>
    </w:p>
    <w:p w14:paraId="698428C2" w14:textId="78D468FC" w:rsidR="001F5B4D" w:rsidRPr="001F5B4D" w:rsidRDefault="001F5B4D" w:rsidP="001F5B4D">
      <w:pPr>
        <w:pStyle w:val="ScReferences"/>
      </w:pPr>
      <w:r w:rsidRPr="001F5B4D">
        <w:t>ICCAT 2004. Recommendation Concerning the Conservation of Sharks Caught in Association with Fisheries Managed by ICCAT. Rec. 04-10</w:t>
      </w:r>
    </w:p>
    <w:p w14:paraId="07CC8CCD" w14:textId="04B7B0F8" w:rsidR="001F5B4D" w:rsidRPr="001F5B4D" w:rsidRDefault="001F5B4D" w:rsidP="001F5B4D">
      <w:pPr>
        <w:pStyle w:val="ScReferences"/>
      </w:pPr>
      <w:r w:rsidRPr="001F5B4D">
        <w:t>IOTC 2014. Report of the Tenth Session of the IOTC Working Party on Ecosystems and Bycatch. Yokohama, Japan, 27–31 October 2014. IOTC-2014-WPEB10-R.</w:t>
      </w:r>
    </w:p>
    <w:p w14:paraId="160CC315" w14:textId="0512D5D1" w:rsidR="001F5B4D" w:rsidRPr="001F5B4D" w:rsidRDefault="001F5B4D" w:rsidP="001F5B4D">
      <w:pPr>
        <w:pStyle w:val="ScReferences"/>
      </w:pPr>
      <w:r w:rsidRPr="001F5B4D">
        <w:t>IOTC 2014. Review of Conservation and Management Measures Relevant to Ecosystems and Bycatch. IOTC Secretariat, 12 September 2014. IOTC–2014–WPEB10–05.</w:t>
      </w:r>
    </w:p>
    <w:p w14:paraId="3EA17311" w14:textId="64EF028D" w:rsidR="001F5B4D" w:rsidRPr="001F5B4D" w:rsidRDefault="001F5B4D" w:rsidP="001F5B4D">
      <w:pPr>
        <w:pStyle w:val="ScReferences"/>
      </w:pPr>
      <w:r w:rsidRPr="001F5B4D">
        <w:t>WCPFC 2010. Conservation and Management Measure for Sharks. Seventh Regular Session of the Western and Central Pacific Fisheries Commission, Honolulu, Hawaii (USA), 6–10 December 2010. CMM 2010-071.</w:t>
      </w:r>
    </w:p>
    <w:p w14:paraId="4041C120" w14:textId="0D511ED6" w:rsidR="001F5B4D" w:rsidRPr="001F5B4D" w:rsidRDefault="001F5B4D" w:rsidP="001F5B4D">
      <w:pPr>
        <w:pStyle w:val="ScReferences"/>
      </w:pPr>
      <w:r w:rsidRPr="001F5B4D">
        <w:t>WCPFC-OFP-SPC 2012. Preliminary analysis of the potential impacts of wire traces on shark catches in WCPO tuna longline fisheries. Ninth Regular Session of the Western and Central Pacific Fisheries Commission, 19 November 2012. WCPFC9-2012-IP14.</w:t>
      </w:r>
    </w:p>
    <w:p w14:paraId="7C18B58E" w14:textId="3F9BD7F0" w:rsidR="001F5B4D" w:rsidRPr="001F5B4D" w:rsidRDefault="001F5B4D" w:rsidP="001F5B4D">
      <w:pPr>
        <w:pStyle w:val="ScPI"/>
        <w:rPr>
          <w:lang w:val="en-GB"/>
        </w:rPr>
      </w:pPr>
      <w:r w:rsidRPr="001F5B4D">
        <w:rPr>
          <w:lang w:val="en-GB"/>
        </w:rPr>
        <w:lastRenderedPageBreak/>
        <w:t>P.2.2.3 Information</w:t>
      </w:r>
    </w:p>
    <w:p w14:paraId="58B7EAAD" w14:textId="22B2DC8B"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67295B89"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C2F478" w14:textId="0DD16E3C" w:rsidR="001F5B4D" w:rsidRPr="001F5B4D" w:rsidRDefault="001F5B4D" w:rsidP="001F5B4D">
            <w:pPr>
              <w:pStyle w:val="ScNormal"/>
            </w:pPr>
            <w:r w:rsidRPr="001F5B4D">
              <w:t>2.2.3.a Information adequacy for assessment of impact on main secondary species</w:t>
            </w:r>
          </w:p>
        </w:tc>
      </w:tr>
      <w:tr w:rsidR="001F5B4D" w:rsidRPr="001F5B4D" w14:paraId="01BC6F18" w14:textId="77777777" w:rsidTr="001F5B4D">
        <w:trPr>
          <w:cantSplit/>
        </w:trPr>
        <w:tc>
          <w:tcPr>
            <w:tcW w:w="3080" w:type="dxa"/>
            <w:tcBorders>
              <w:bottom w:val="single" w:sz="4" w:space="0" w:color="auto"/>
            </w:tcBorders>
            <w:shd w:val="clear" w:color="auto" w:fill="B6DDE8"/>
          </w:tcPr>
          <w:p w14:paraId="38A97C99" w14:textId="367EA46D"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591DCDA6" w14:textId="3376BF04" w:rsidR="001F5B4D" w:rsidRPr="001F5B4D" w:rsidRDefault="001F5B4D" w:rsidP="001F5B4D">
            <w:pPr>
              <w:pStyle w:val="ScSGTableHead"/>
            </w:pPr>
            <w:r w:rsidRPr="001F5B4D">
              <w:t>80 Guidepost</w:t>
            </w:r>
          </w:p>
        </w:tc>
        <w:tc>
          <w:tcPr>
            <w:tcW w:w="3081" w:type="dxa"/>
            <w:shd w:val="clear" w:color="auto" w:fill="B6DDE8"/>
          </w:tcPr>
          <w:p w14:paraId="676751DD" w14:textId="6D8AD8FD" w:rsidR="001F5B4D" w:rsidRPr="001F5B4D" w:rsidRDefault="001F5B4D" w:rsidP="001F5B4D">
            <w:pPr>
              <w:pStyle w:val="ScSGTableHead"/>
            </w:pPr>
            <w:r w:rsidRPr="001F5B4D">
              <w:t>100 Guidepost</w:t>
            </w:r>
          </w:p>
        </w:tc>
      </w:tr>
      <w:tr w:rsidR="001F5B4D" w:rsidRPr="001F5B4D" w14:paraId="00D51A33" w14:textId="77777777" w:rsidTr="001F5B4D">
        <w:trPr>
          <w:cantSplit/>
        </w:trPr>
        <w:tc>
          <w:tcPr>
            <w:tcW w:w="3080" w:type="dxa"/>
            <w:shd w:val="clear" w:color="auto" w:fill="D2FFC3"/>
          </w:tcPr>
          <w:p w14:paraId="34FE9D19" w14:textId="4CFAEC00" w:rsidR="001F5B4D" w:rsidRPr="001F5B4D" w:rsidRDefault="001F5B4D" w:rsidP="001F5B4D">
            <w:pPr>
              <w:pStyle w:val="ScNormal"/>
            </w:pPr>
            <w:r w:rsidRPr="001F5B4D">
              <w:t xml:space="preserve">Qualitative information is </w:t>
            </w:r>
            <w:r w:rsidRPr="001F5B4D">
              <w:rPr>
                <w:b/>
              </w:rPr>
              <w:t>adequate to estimate</w:t>
            </w:r>
            <w:r w:rsidRPr="001F5B4D">
              <w:t xml:space="preserve"> the impact of the UoA on the main secondary species with respect to status. OR </w:t>
            </w:r>
            <w:r w:rsidRPr="001F5B4D">
              <w:rPr>
                <w:b/>
              </w:rPr>
              <w:t>If RBF is used to score PI 2.2.1 for the UoA:</w:t>
            </w:r>
            <w:r w:rsidRPr="001F5B4D">
              <w:t xml:space="preserve"> Qualitative information is adequate to estimate productivity and susceptibility attributes for main secondary species.</w:t>
            </w:r>
          </w:p>
        </w:tc>
        <w:tc>
          <w:tcPr>
            <w:tcW w:w="3081" w:type="dxa"/>
            <w:shd w:val="clear" w:color="auto" w:fill="D2FFC3"/>
          </w:tcPr>
          <w:p w14:paraId="26DD9676" w14:textId="689A523B" w:rsidR="001F5B4D" w:rsidRPr="001F5B4D" w:rsidRDefault="001F5B4D" w:rsidP="001F5B4D">
            <w:pPr>
              <w:pStyle w:val="ScNormal"/>
            </w:pPr>
            <w:r w:rsidRPr="001F5B4D">
              <w:t xml:space="preserve">Some quantitative information is available and is </w:t>
            </w:r>
            <w:r w:rsidRPr="001F5B4D">
              <w:rPr>
                <w:b/>
              </w:rPr>
              <w:t>adequate to assess</w:t>
            </w:r>
            <w:r w:rsidRPr="001F5B4D">
              <w:t xml:space="preserve"> the impact of the UoA on the main secondary species with respect to status. OR </w:t>
            </w:r>
            <w:r w:rsidRPr="001F5B4D">
              <w:rPr>
                <w:b/>
              </w:rPr>
              <w:t>If RBF is used to score PI 2.2.1 for the UoA:</w:t>
            </w:r>
            <w:r w:rsidRPr="001F5B4D">
              <w:t xml:space="preserve"> Some quantitative information is adequate to assess productivity and susceptibility attributes for main secondary species.</w:t>
            </w:r>
          </w:p>
        </w:tc>
        <w:tc>
          <w:tcPr>
            <w:tcW w:w="3081" w:type="dxa"/>
          </w:tcPr>
          <w:p w14:paraId="1DE1F733" w14:textId="1E93729E" w:rsidR="001F5B4D" w:rsidRPr="001F5B4D" w:rsidRDefault="001F5B4D" w:rsidP="001F5B4D">
            <w:pPr>
              <w:pStyle w:val="ScNormal"/>
            </w:pPr>
            <w:r w:rsidRPr="001F5B4D">
              <w:t xml:space="preserve">Quantitative information is available and is </w:t>
            </w:r>
            <w:r w:rsidRPr="001F5B4D">
              <w:rPr>
                <w:b/>
              </w:rPr>
              <w:t>adequate to assess with a high degree of certainty</w:t>
            </w:r>
            <w:r w:rsidRPr="001F5B4D">
              <w:t xml:space="preserve"> the impact of the UoA on main secondary species with respect to status.</w:t>
            </w:r>
          </w:p>
        </w:tc>
      </w:tr>
    </w:tbl>
    <w:p w14:paraId="42C39757" w14:textId="64AC88F8" w:rsidR="001F5B4D" w:rsidRPr="001F5B4D" w:rsidRDefault="001F5B4D" w:rsidP="001F5B4D">
      <w:pPr>
        <w:pStyle w:val="ScBuffer"/>
      </w:pPr>
    </w:p>
    <w:p w14:paraId="4A0F7BBE" w14:textId="1D05D985" w:rsidR="001F5B4D" w:rsidRPr="001F5B4D" w:rsidRDefault="001F5B4D" w:rsidP="001F5B4D">
      <w:pPr>
        <w:pStyle w:val="ScNormal"/>
      </w:pPr>
      <w:bookmarkStart w:id="93" w:name="J223a7FFFF03FF0F01"/>
      <w:r w:rsidRPr="001F5B4D">
        <w:t>RBF has been used to score all species. There is a fairly complete species list of fish and other animals which interact with the fisheries. In general, qualitative information is adequate to score productivity attributes for all these species, although some information is inferred from the taxon and size of the animal. For susceptibility attributes, information is generally less clear, but would probably be available for individual fleets (e.g. better information on the areal extent of the fishery compared to the likely stock, and more specific depth profile for the gear). Given that a higher score is allocated where it is uncertain, the RBF scoring is robust. This meets SG60. In addition, there is some quantitative information (catches) which can be used among other things to identify main species. Ostensibly, this meets SG80.  Data may not be adequate for all gears in all areas. Generally, public data used here available for the Atlantic, and to a lesser extent Indian Ocean, appears more precise in terms of estimates by species and area than data from the Pacific fisheries. Because RBF is used, the SG100 cannot be achieved.</w:t>
      </w:r>
    </w:p>
    <w:bookmarkEnd w:id="93"/>
    <w:p w14:paraId="04768422" w14:textId="0751CA2A"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72993ADF"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57C123" w14:textId="229A750C" w:rsidR="001F5B4D" w:rsidRPr="001F5B4D" w:rsidRDefault="001F5B4D" w:rsidP="001F5B4D">
            <w:pPr>
              <w:pStyle w:val="ScNormal"/>
            </w:pPr>
            <w:r w:rsidRPr="001F5B4D">
              <w:t>2.2.3.b Information adequacy for assessment of impact on minor secondary species</w:t>
            </w:r>
          </w:p>
        </w:tc>
      </w:tr>
      <w:tr w:rsidR="001F5B4D" w:rsidRPr="001F5B4D" w14:paraId="619A2E96" w14:textId="77777777" w:rsidTr="001F5B4D">
        <w:trPr>
          <w:cantSplit/>
        </w:trPr>
        <w:tc>
          <w:tcPr>
            <w:tcW w:w="3080" w:type="dxa"/>
            <w:tcBorders>
              <w:bottom w:val="single" w:sz="4" w:space="0" w:color="auto"/>
            </w:tcBorders>
            <w:shd w:val="clear" w:color="auto" w:fill="B6DDE8"/>
          </w:tcPr>
          <w:p w14:paraId="7B747113" w14:textId="1A891512" w:rsidR="001F5B4D" w:rsidRPr="001F5B4D" w:rsidRDefault="001F5B4D" w:rsidP="001F5B4D">
            <w:pPr>
              <w:pStyle w:val="ScSGTableHead"/>
            </w:pPr>
            <w:r w:rsidRPr="001F5B4D">
              <w:t>60 Guidepost</w:t>
            </w:r>
          </w:p>
        </w:tc>
        <w:tc>
          <w:tcPr>
            <w:tcW w:w="3081" w:type="dxa"/>
            <w:shd w:val="clear" w:color="auto" w:fill="B6DDE8"/>
          </w:tcPr>
          <w:p w14:paraId="3D22CDAE" w14:textId="17FA0080" w:rsidR="001F5B4D" w:rsidRPr="001F5B4D" w:rsidRDefault="001F5B4D" w:rsidP="001F5B4D">
            <w:pPr>
              <w:pStyle w:val="ScSGTableHead"/>
            </w:pPr>
            <w:r w:rsidRPr="001F5B4D">
              <w:t>80 Guidepost</w:t>
            </w:r>
          </w:p>
        </w:tc>
        <w:tc>
          <w:tcPr>
            <w:tcW w:w="3081" w:type="dxa"/>
            <w:shd w:val="clear" w:color="auto" w:fill="B6DDE8"/>
          </w:tcPr>
          <w:p w14:paraId="7B3955B6" w14:textId="6CF1E160" w:rsidR="001F5B4D" w:rsidRPr="001F5B4D" w:rsidRDefault="001F5B4D" w:rsidP="001F5B4D">
            <w:pPr>
              <w:pStyle w:val="ScSGTableHead"/>
            </w:pPr>
            <w:r w:rsidRPr="001F5B4D">
              <w:t>100 Guidepost</w:t>
            </w:r>
          </w:p>
        </w:tc>
      </w:tr>
      <w:tr w:rsidR="001F5B4D" w:rsidRPr="001F5B4D" w14:paraId="1B37C141" w14:textId="77777777" w:rsidTr="001F5B4D">
        <w:trPr>
          <w:cantSplit/>
        </w:trPr>
        <w:tc>
          <w:tcPr>
            <w:tcW w:w="3080" w:type="dxa"/>
            <w:shd w:val="clear" w:color="auto" w:fill="D2FFC3"/>
          </w:tcPr>
          <w:p w14:paraId="72FA19EA" w14:textId="77777777" w:rsidR="001F5B4D" w:rsidRPr="001F5B4D" w:rsidRDefault="001F5B4D" w:rsidP="001F5B4D">
            <w:pPr>
              <w:pStyle w:val="ScNormal"/>
            </w:pPr>
          </w:p>
        </w:tc>
        <w:tc>
          <w:tcPr>
            <w:tcW w:w="3081" w:type="dxa"/>
          </w:tcPr>
          <w:p w14:paraId="7FC115A6" w14:textId="77777777" w:rsidR="001F5B4D" w:rsidRPr="001F5B4D" w:rsidRDefault="001F5B4D" w:rsidP="001F5B4D">
            <w:pPr>
              <w:pStyle w:val="ScNormal"/>
            </w:pPr>
          </w:p>
        </w:tc>
        <w:tc>
          <w:tcPr>
            <w:tcW w:w="3081" w:type="dxa"/>
          </w:tcPr>
          <w:p w14:paraId="2D687405" w14:textId="16600688" w:rsidR="001F5B4D" w:rsidRPr="001F5B4D" w:rsidRDefault="001F5B4D" w:rsidP="001F5B4D">
            <w:pPr>
              <w:pStyle w:val="ScNormal"/>
            </w:pPr>
            <w:r w:rsidRPr="001F5B4D">
              <w:t>Some quantitative information is adequate to estimate the impact of the UoA on minor secondary species with respect to status.</w:t>
            </w:r>
          </w:p>
        </w:tc>
      </w:tr>
    </w:tbl>
    <w:p w14:paraId="67C56BF9" w14:textId="0717BAF2" w:rsidR="001F5B4D" w:rsidRPr="001F5B4D" w:rsidRDefault="001F5B4D" w:rsidP="001F5B4D">
      <w:pPr>
        <w:pStyle w:val="ScBuffer"/>
      </w:pPr>
    </w:p>
    <w:p w14:paraId="346B9BC0" w14:textId="04674EC4" w:rsidR="001F5B4D" w:rsidRPr="001F5B4D" w:rsidRDefault="001F5B4D" w:rsidP="001F5B4D">
      <w:pPr>
        <w:pStyle w:val="ScNormal"/>
      </w:pPr>
      <w:bookmarkStart w:id="94" w:name="J223b7FFFF03FF0F01"/>
      <w:r w:rsidRPr="001F5B4D">
        <w:t xml:space="preserve">Information should be sufficient to support measures to manage main secondary species. Landings by species are reported and monitored. All RFMOs include programmes to collect data related on bycatch. Observer programmes report on activities and catches at sea for main industrial fleets, including all interactions with various species as well as catches and discards, but coverages are generally low. However, information remains patchy, and researchers have struggled to develop strategies to manage bycatch effectively. This meets SG60. Information is not adequate to develop a partial strategy. RFMOs have not managed to develop more general strategies, and appear to be struggling to adopt effective measures which might apply to other secondary species, covering, for example, other non-shark, non-ETP species. This does not meet SG80. Data are not adequate to evaluate whether any strategy is achieving its objective, and the diverse nature of some catches would make it difficult to manage all secondary species for these gears. It is unlikely that gears making a diverse catch, like longline or driftnet, will be able to meet SG100 in the foreseeable future. </w:t>
      </w:r>
      <w:r w:rsidRPr="001F5B4D">
        <w:lastRenderedPageBreak/>
        <w:t>Where it can be shown there is little or no bycatch of any species other than primary species, the SG100 could be met in future, but information will need to be demonstrated to show this.</w:t>
      </w:r>
    </w:p>
    <w:bookmarkEnd w:id="94"/>
    <w:p w14:paraId="0A455FC4" w14:textId="3DBA71E5"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4AB4560F"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A7236FD" w14:textId="5D1DA71F" w:rsidR="001F5B4D" w:rsidRPr="001F5B4D" w:rsidRDefault="001F5B4D" w:rsidP="001F5B4D">
            <w:pPr>
              <w:pStyle w:val="ScNormal"/>
            </w:pPr>
            <w:r w:rsidRPr="001F5B4D">
              <w:t>2.2.3.c Information adequacy for management strategy</w:t>
            </w:r>
          </w:p>
        </w:tc>
      </w:tr>
      <w:tr w:rsidR="001F5B4D" w:rsidRPr="001F5B4D" w14:paraId="3EE91EE3" w14:textId="77777777" w:rsidTr="001F5B4D">
        <w:trPr>
          <w:cantSplit/>
        </w:trPr>
        <w:tc>
          <w:tcPr>
            <w:tcW w:w="3080" w:type="dxa"/>
            <w:tcBorders>
              <w:bottom w:val="single" w:sz="4" w:space="0" w:color="auto"/>
            </w:tcBorders>
            <w:shd w:val="clear" w:color="auto" w:fill="B6DDE8"/>
          </w:tcPr>
          <w:p w14:paraId="0356689A" w14:textId="55A12634" w:rsidR="001F5B4D" w:rsidRPr="001F5B4D" w:rsidRDefault="001F5B4D" w:rsidP="001F5B4D">
            <w:pPr>
              <w:pStyle w:val="ScSGTableHead"/>
            </w:pPr>
            <w:r w:rsidRPr="001F5B4D">
              <w:t>60 Guidepost</w:t>
            </w:r>
          </w:p>
        </w:tc>
        <w:tc>
          <w:tcPr>
            <w:tcW w:w="3081" w:type="dxa"/>
            <w:shd w:val="clear" w:color="auto" w:fill="B6DDE8"/>
          </w:tcPr>
          <w:p w14:paraId="24F785AF" w14:textId="22437FD8" w:rsidR="001F5B4D" w:rsidRPr="001F5B4D" w:rsidRDefault="001F5B4D" w:rsidP="001F5B4D">
            <w:pPr>
              <w:pStyle w:val="ScSGTableHead"/>
            </w:pPr>
            <w:r w:rsidRPr="001F5B4D">
              <w:t>80 Guidepost</w:t>
            </w:r>
          </w:p>
        </w:tc>
        <w:tc>
          <w:tcPr>
            <w:tcW w:w="3081" w:type="dxa"/>
            <w:shd w:val="clear" w:color="auto" w:fill="B6DDE8"/>
          </w:tcPr>
          <w:p w14:paraId="46D044B8" w14:textId="128C4AFA" w:rsidR="001F5B4D" w:rsidRPr="001F5B4D" w:rsidRDefault="001F5B4D" w:rsidP="001F5B4D">
            <w:pPr>
              <w:pStyle w:val="ScSGTableHead"/>
            </w:pPr>
            <w:r w:rsidRPr="001F5B4D">
              <w:t>100 Guidepost</w:t>
            </w:r>
          </w:p>
        </w:tc>
      </w:tr>
      <w:tr w:rsidR="001F5B4D" w:rsidRPr="001F5B4D" w14:paraId="7F1A35B6" w14:textId="77777777" w:rsidTr="001F5B4D">
        <w:trPr>
          <w:cantSplit/>
        </w:trPr>
        <w:tc>
          <w:tcPr>
            <w:tcW w:w="3080" w:type="dxa"/>
            <w:shd w:val="clear" w:color="auto" w:fill="D2FFC3"/>
          </w:tcPr>
          <w:p w14:paraId="1052AE5A" w14:textId="67FC757B" w:rsidR="001F5B4D" w:rsidRPr="001F5B4D" w:rsidRDefault="001F5B4D" w:rsidP="001F5B4D">
            <w:pPr>
              <w:pStyle w:val="ScNormal"/>
            </w:pPr>
            <w:r w:rsidRPr="001F5B4D">
              <w:t xml:space="preserve">Information is adequate to support </w:t>
            </w:r>
            <w:r w:rsidRPr="001F5B4D">
              <w:rPr>
                <w:b/>
              </w:rPr>
              <w:t>measures</w:t>
            </w:r>
            <w:r w:rsidRPr="001F5B4D">
              <w:t xml:space="preserve"> to manage </w:t>
            </w:r>
            <w:r w:rsidRPr="001F5B4D">
              <w:rPr>
                <w:b/>
              </w:rPr>
              <w:t>main</w:t>
            </w:r>
            <w:r w:rsidRPr="001F5B4D">
              <w:t xml:space="preserve"> secondary species.</w:t>
            </w:r>
          </w:p>
        </w:tc>
        <w:tc>
          <w:tcPr>
            <w:tcW w:w="3081" w:type="dxa"/>
          </w:tcPr>
          <w:p w14:paraId="4EF77BE6" w14:textId="3BA76D87" w:rsidR="001F5B4D" w:rsidRPr="001F5B4D" w:rsidRDefault="001F5B4D" w:rsidP="001F5B4D">
            <w:pPr>
              <w:pStyle w:val="ScNormal"/>
            </w:pPr>
            <w:r w:rsidRPr="001F5B4D">
              <w:t xml:space="preserve">Information is adequate to support a </w:t>
            </w:r>
            <w:r w:rsidRPr="001F5B4D">
              <w:rPr>
                <w:b/>
              </w:rPr>
              <w:t>partial strategy</w:t>
            </w:r>
            <w:r w:rsidRPr="001F5B4D">
              <w:t xml:space="preserve"> to manage </w:t>
            </w:r>
            <w:r w:rsidRPr="001F5B4D">
              <w:rPr>
                <w:b/>
              </w:rPr>
              <w:t>main</w:t>
            </w:r>
            <w:r w:rsidRPr="001F5B4D">
              <w:t xml:space="preserve"> secondary species.</w:t>
            </w:r>
          </w:p>
        </w:tc>
        <w:tc>
          <w:tcPr>
            <w:tcW w:w="3081" w:type="dxa"/>
          </w:tcPr>
          <w:p w14:paraId="07591228" w14:textId="3CDD340B" w:rsidR="001F5B4D" w:rsidRPr="001F5B4D" w:rsidRDefault="001F5B4D" w:rsidP="001F5B4D">
            <w:pPr>
              <w:pStyle w:val="ScNormal"/>
            </w:pPr>
            <w:r w:rsidRPr="001F5B4D">
              <w:t xml:space="preserve">Information is adequate to support a </w:t>
            </w:r>
            <w:r w:rsidRPr="001F5B4D">
              <w:rPr>
                <w:b/>
              </w:rPr>
              <w:t>strategy</w:t>
            </w:r>
            <w:r w:rsidRPr="001F5B4D">
              <w:t xml:space="preserve"> to manage </w:t>
            </w:r>
            <w:r w:rsidRPr="001F5B4D">
              <w:rPr>
                <w:b/>
              </w:rPr>
              <w:t>all</w:t>
            </w:r>
            <w:r w:rsidRPr="001F5B4D">
              <w:t xml:space="preserve"> secondary species, and evaluate with a </w:t>
            </w:r>
            <w:r w:rsidRPr="001F5B4D">
              <w:rPr>
                <w:b/>
              </w:rPr>
              <w:t>high degree of certainty</w:t>
            </w:r>
            <w:r w:rsidRPr="001F5B4D">
              <w:t xml:space="preserve"> whether the strategy is </w:t>
            </w:r>
            <w:r w:rsidRPr="001F5B4D">
              <w:rPr>
                <w:b/>
              </w:rPr>
              <w:t>achieving its objective</w:t>
            </w:r>
            <w:r w:rsidRPr="001F5B4D">
              <w:t>.</w:t>
            </w:r>
          </w:p>
        </w:tc>
      </w:tr>
    </w:tbl>
    <w:p w14:paraId="34B03329" w14:textId="479FCFBF" w:rsidR="001F5B4D" w:rsidRPr="001F5B4D" w:rsidRDefault="001F5B4D" w:rsidP="001F5B4D">
      <w:pPr>
        <w:pStyle w:val="ScBuffer"/>
      </w:pPr>
    </w:p>
    <w:p w14:paraId="58F1B5AA" w14:textId="381D4BB6" w:rsidR="001F5B4D" w:rsidRPr="001F5B4D" w:rsidRDefault="001F5B4D" w:rsidP="001F5B4D">
      <w:pPr>
        <w:pStyle w:val="ScNormal"/>
      </w:pPr>
      <w:bookmarkStart w:id="95" w:name="J223c7FFFF03FF0F01"/>
      <w:r w:rsidRPr="001F5B4D">
        <w:t>For secondary species, there is sufficient data to support measures to reduce bycatch and therefore manage main secondary species populations. They are able to determine with current data when and where secondary species are being caught in the main fishing fleets, which would allow management to introduce controls. This meets SG60. However, there are significant gaps in secondary species data, with high levels of discarding likely, low observer coverage for many fleets and missing catch data. For this pre-assessment, publicly availble catch data are poor, which may have led to misclassification between main and minor species. It is unlikely a partial strategy could be developed for all secondary species without improved information, so SG80 is not met.</w:t>
      </w:r>
    </w:p>
    <w:bookmarkEnd w:id="95"/>
    <w:p w14:paraId="56EE458E" w14:textId="028889BE" w:rsidR="001F5B4D" w:rsidRPr="001F5B4D" w:rsidRDefault="001F5B4D" w:rsidP="001F5B4D">
      <w:pPr>
        <w:pStyle w:val="ScScore"/>
      </w:pPr>
      <w:r w:rsidRPr="001F5B4D">
        <w:t>All SG60 were met, and 1 out of 2 SG80 were met.</w:t>
      </w:r>
    </w:p>
    <w:p w14:paraId="4B18F445" w14:textId="55630F55" w:rsidR="001F5B4D" w:rsidRPr="001F5B4D" w:rsidRDefault="001F5B4D" w:rsidP="001F5B4D">
      <w:pPr>
        <w:pStyle w:val="ScScore"/>
      </w:pPr>
      <w:r w:rsidRPr="001F5B4D">
        <w:t>PI 2.2.3 : 70</w:t>
      </w:r>
    </w:p>
    <w:p w14:paraId="545002E6" w14:textId="4519624B" w:rsidR="001F5B4D" w:rsidRPr="001F5B4D" w:rsidRDefault="001F5B4D" w:rsidP="001F5B4D">
      <w:pPr>
        <w:pStyle w:val="ScSI"/>
        <w:rPr>
          <w:lang w:val="en-GB"/>
        </w:rPr>
      </w:pPr>
      <w:r w:rsidRPr="001F5B4D">
        <w:rPr>
          <w:lang w:val="en-GB"/>
        </w:rPr>
        <w:t>References</w:t>
      </w:r>
    </w:p>
    <w:p w14:paraId="79DCA9BD" w14:textId="48B04BD2" w:rsidR="001F5B4D" w:rsidRPr="001F5B4D" w:rsidRDefault="001F5B4D" w:rsidP="001F5B4D">
      <w:pPr>
        <w:pStyle w:val="ScReferences"/>
      </w:pPr>
      <w:r w:rsidRPr="001F5B4D">
        <w:t>BIM 2001. Diversification Trials with Alternative Tuna Fishing Techniques Including the Use of Remote Sensing Technology: Final Report. Commission of the European Communities Directorate General for Fisheries EU Contract No. 98/010 and PESCA Contract No. 98.IR.PA.29.</w:t>
      </w:r>
    </w:p>
    <w:p w14:paraId="2E599AF2" w14:textId="34F40C76" w:rsidR="001F5B4D" w:rsidRPr="001F5B4D" w:rsidRDefault="001F5B4D" w:rsidP="001F5B4D">
      <w:pPr>
        <w:pStyle w:val="ScReferences"/>
      </w:pPr>
      <w:r w:rsidRPr="001F5B4D">
        <w:t>Birdlife International (http://www.birdlife.org)</w:t>
      </w:r>
    </w:p>
    <w:p w14:paraId="118EE3CF" w14:textId="1E9DC94D" w:rsidR="001F5B4D" w:rsidRPr="001F5B4D" w:rsidRDefault="001F5B4D" w:rsidP="001F5B4D">
      <w:pPr>
        <w:pStyle w:val="ScReferences"/>
      </w:pPr>
      <w:r w:rsidRPr="001F5B4D">
        <w:t>Catch reports from ICCAT, IOTC, WCPFC and IATTC</w:t>
      </w:r>
    </w:p>
    <w:p w14:paraId="264058B4" w14:textId="11D579B2" w:rsidR="001F5B4D" w:rsidRPr="001F5B4D" w:rsidRDefault="001F5B4D" w:rsidP="001F5B4D">
      <w:pPr>
        <w:pStyle w:val="ScReferences"/>
      </w:pPr>
      <w:r w:rsidRPr="001F5B4D">
        <w:t>CMS. Convention on the Conservation of Migratory Species of Wild Animals (http://www.cms.int)</w:t>
      </w:r>
    </w:p>
    <w:p w14:paraId="45AA6C11" w14:textId="53738CAE" w:rsidR="001F5B4D" w:rsidRPr="001F5B4D" w:rsidRDefault="001F5B4D" w:rsidP="001F5B4D">
      <w:pPr>
        <w:pStyle w:val="ScReferences"/>
      </w:pPr>
      <w:r w:rsidRPr="001F5B4D">
        <w:t>Fishbase webpage (www.fishbase.org)</w:t>
      </w:r>
    </w:p>
    <w:p w14:paraId="12E8E35A" w14:textId="7F4730B3" w:rsidR="001F5B4D" w:rsidRPr="001F5B4D" w:rsidRDefault="001F5B4D" w:rsidP="001F5B4D">
      <w:pPr>
        <w:pStyle w:val="ScReferences"/>
      </w:pPr>
      <w:r w:rsidRPr="001F5B4D">
        <w:t>Foster, D.G., Epperly, S.P., Shah, A.K., Watson, J.W. 2012. Evaluation of hook and bait type on the catch rates in the western North Atlantic Ocean pelagic longline fishery. Bulletin of Marine Science 88: 529–545.</w:t>
      </w:r>
    </w:p>
    <w:p w14:paraId="69244806" w14:textId="0A923E13" w:rsidR="001F5B4D" w:rsidRPr="001F5B4D" w:rsidRDefault="001F5B4D" w:rsidP="001F5B4D">
      <w:pPr>
        <w:pStyle w:val="ScReferences"/>
      </w:pPr>
      <w:r w:rsidRPr="001F5B4D">
        <w:t>Froese, R., Binohlan, C. 2000. Empirical relationships to estimate asymptotic length, length at first maturity, and length at maximum yield per recruit in fishes, with a simple method to evaluate length frequency data. Journal of Fish Biology 56: 758–773.</w:t>
      </w:r>
    </w:p>
    <w:p w14:paraId="27641A9F" w14:textId="69A109DF" w:rsidR="001F5B4D" w:rsidRPr="001F5B4D" w:rsidRDefault="001F5B4D" w:rsidP="001F5B4D">
      <w:pPr>
        <w:pStyle w:val="ScReferences"/>
      </w:pPr>
      <w:r w:rsidRPr="001F5B4D">
        <w:t>Gabr, M.H., El-Haweet, A. 2012. Pelagic longline fishery for albacore (</w:t>
      </w:r>
      <w:r w:rsidRPr="001F5B4D">
        <w:rPr>
          <w:i/>
        </w:rPr>
        <w:t>Thunnus alalunga</w:t>
      </w:r>
      <w:r w:rsidRPr="001F5B4D">
        <w:t>) in the Mediterranean Sea of Egypt. Turkish Journal of Fisheries and Aquatic Sciences 12: 735–741.</w:t>
      </w:r>
    </w:p>
    <w:p w14:paraId="663AD5CC" w14:textId="0D5EF484" w:rsidR="001F5B4D" w:rsidRPr="001F5B4D" w:rsidRDefault="001F5B4D" w:rsidP="001F5B4D">
      <w:pPr>
        <w:pStyle w:val="ScReferences"/>
      </w:pPr>
      <w:r w:rsidRPr="001F5B4D">
        <w:t>ICCAT 2014. Task-I Nominal Catch from 1950 to 2013.</w:t>
      </w:r>
    </w:p>
    <w:p w14:paraId="0ED734B6" w14:textId="3E1FE931" w:rsidR="001F5B4D" w:rsidRPr="001F5B4D" w:rsidRDefault="001F5B4D" w:rsidP="001F5B4D">
      <w:pPr>
        <w:pStyle w:val="ScReferences"/>
      </w:pPr>
      <w:r w:rsidRPr="001F5B4D">
        <w:t>IOTC 2014. Report of the Tenth Session of the IOTC Working Party on Ecosystems and Bycatch. Yokohama, Japan, 27–31 October 2014. IOTC-2014-WPEB10-R.</w:t>
      </w:r>
    </w:p>
    <w:p w14:paraId="6941C268" w14:textId="2015792A" w:rsidR="001F5B4D" w:rsidRPr="001F5B4D" w:rsidRDefault="001F5B4D" w:rsidP="001F5B4D">
      <w:pPr>
        <w:pStyle w:val="ScReferences"/>
      </w:pPr>
      <w:r w:rsidRPr="001F5B4D">
        <w:t>IUCN Red List of Threatened Species (http://www.iucnredlist.org)</w:t>
      </w:r>
    </w:p>
    <w:p w14:paraId="72D5F60E" w14:textId="54FA746D" w:rsidR="001F5B4D" w:rsidRPr="001F5B4D" w:rsidRDefault="001F5B4D" w:rsidP="001F5B4D">
      <w:pPr>
        <w:pStyle w:val="ScReferences"/>
      </w:pPr>
      <w:r w:rsidRPr="001F5B4D">
        <w:t>Kirby, D.S., Hobday, A. 2007. Ecological Risk Assessment for the Effects of Fishing in the Western and Central Pacific Ocean. Productivity-Susceptibility Analysis. Third Regular Session of the Scientific Committee of the WCPFC. Honolulu, United States of America, 13–24 August 2007. WCPFC-SC3-EB SWG/WP-1.</w:t>
      </w:r>
    </w:p>
    <w:p w14:paraId="27516D83" w14:textId="1790B1C4" w:rsidR="001F5B4D" w:rsidRPr="001F5B4D" w:rsidRDefault="001F5B4D" w:rsidP="001F5B4D">
      <w:pPr>
        <w:pStyle w:val="ScReferences"/>
      </w:pPr>
      <w:r w:rsidRPr="001F5B4D">
        <w:t>Lutz, P.L., Musick, J.A. (Eds.) 1997. The Biology of Sea Turtles. CRC Press, Boca Raton, Florida (USA), 475 pp.</w:t>
      </w:r>
    </w:p>
    <w:p w14:paraId="2500636D" w14:textId="7C55D105" w:rsidR="001F5B4D" w:rsidRPr="001F5B4D" w:rsidRDefault="001F5B4D" w:rsidP="001F5B4D">
      <w:pPr>
        <w:pStyle w:val="ScReferences"/>
      </w:pPr>
      <w:r w:rsidRPr="001F5B4D">
        <w:lastRenderedPageBreak/>
        <w:t>Mannocci, L., Dabin, W., Augeraud-Véron, E., Dupuy, J.F., Barbraud, C., Ridoux, V. 2012. Assessing the Impact of Bycatch on Dolphin Populations: The Case of the Common Dolphin in the Eastern North Atlantic. PLoS One 7(2): e32615.</w:t>
      </w:r>
    </w:p>
    <w:p w14:paraId="0340B424" w14:textId="14D8511F" w:rsidR="001F5B4D" w:rsidRPr="001F5B4D" w:rsidRDefault="001F5B4D" w:rsidP="001F5B4D">
      <w:pPr>
        <w:pStyle w:val="ScReferences"/>
      </w:pPr>
      <w:r w:rsidRPr="001F5B4D">
        <w:t xml:space="preserve">Ozumi, Y.U. 1998. Fishery Biology of Arrow Squids, </w:t>
      </w:r>
      <w:r w:rsidRPr="001F5B4D">
        <w:rPr>
          <w:i/>
        </w:rPr>
        <w:t>Nototodarus gouldi</w:t>
      </w:r>
      <w:r w:rsidRPr="001F5B4D">
        <w:t xml:space="preserve"> and </w:t>
      </w:r>
      <w:r w:rsidRPr="001F5B4D">
        <w:rPr>
          <w:i/>
        </w:rPr>
        <w:t>N. sloanii</w:t>
      </w:r>
      <w:r w:rsidRPr="001F5B4D">
        <w:t xml:space="preserve"> in New Zealand Waters. Bull. Nat. Res. Inst. Far Seas Fish. 35: 1–111.</w:t>
      </w:r>
    </w:p>
    <w:p w14:paraId="5A9A32BE" w14:textId="67574DEA" w:rsidR="001F5B4D" w:rsidRPr="001F5B4D" w:rsidRDefault="001F5B4D" w:rsidP="001F5B4D">
      <w:pPr>
        <w:pStyle w:val="ScReferences"/>
      </w:pPr>
      <w:r w:rsidRPr="001F5B4D">
        <w:t>Pauly, D., Trites, A. W., Capuli, E., and Christensen, V. 1998. Diet composition and trophic levels of marine mammals. ICES Journal of Marine Science 55: 467–481.</w:t>
      </w:r>
    </w:p>
    <w:p w14:paraId="1B550079" w14:textId="40ABA97D" w:rsidR="001F5B4D" w:rsidRPr="001F5B4D" w:rsidRDefault="001F5B4D" w:rsidP="001F5B4D">
      <w:pPr>
        <w:pStyle w:val="ScReferences"/>
      </w:pPr>
      <w:r w:rsidRPr="001F5B4D">
        <w:t>Xu, L. Zhu, G., Song, L. 2006. Profile of hook depth of Chinese fresh tuna longline in the tropical Indian Ocean based on TDR data. IOTC-2006-WPTT-33.</w:t>
      </w:r>
    </w:p>
    <w:p w14:paraId="1491E44C" w14:textId="0CA856D1" w:rsidR="001F5B4D" w:rsidRPr="001F5B4D" w:rsidRDefault="001F5B4D" w:rsidP="001F5B4D">
      <w:pPr>
        <w:pStyle w:val="ScHeading2"/>
      </w:pPr>
      <w:r w:rsidRPr="001F5B4D">
        <w:t>2.3 ETP Species</w:t>
      </w:r>
    </w:p>
    <w:p w14:paraId="31174D25" w14:textId="5A764988" w:rsidR="001F5B4D" w:rsidRPr="001F5B4D" w:rsidRDefault="001F5B4D" w:rsidP="001F5B4D">
      <w:pPr>
        <w:pStyle w:val="ScPI"/>
        <w:rPr>
          <w:lang w:val="en-GB"/>
        </w:rPr>
      </w:pPr>
      <w:r w:rsidRPr="001F5B4D">
        <w:rPr>
          <w:lang w:val="en-GB"/>
        </w:rPr>
        <w:t>P.2.3.1 Outcome Status</w:t>
      </w:r>
    </w:p>
    <w:p w14:paraId="06EFBEFA" w14:textId="367E24C2"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0FF2B619"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45C31E3" w14:textId="197F9D60" w:rsidR="001F5B4D" w:rsidRPr="001F5B4D" w:rsidRDefault="001F5B4D" w:rsidP="001F5B4D">
            <w:pPr>
              <w:pStyle w:val="ScNormal"/>
            </w:pPr>
            <w:r w:rsidRPr="001F5B4D">
              <w:t>2.3.1.a Effects of the UoA on population/ stocks within national or international limits, where applicable</w:t>
            </w:r>
          </w:p>
        </w:tc>
      </w:tr>
      <w:tr w:rsidR="001F5B4D" w:rsidRPr="001F5B4D" w14:paraId="66E9C074" w14:textId="77777777" w:rsidTr="001F5B4D">
        <w:trPr>
          <w:cantSplit/>
        </w:trPr>
        <w:tc>
          <w:tcPr>
            <w:tcW w:w="3080" w:type="dxa"/>
            <w:tcBorders>
              <w:bottom w:val="single" w:sz="4" w:space="0" w:color="auto"/>
            </w:tcBorders>
            <w:shd w:val="clear" w:color="auto" w:fill="B6DDE8"/>
          </w:tcPr>
          <w:p w14:paraId="6D408E75" w14:textId="4FC51EE7" w:rsidR="001F5B4D" w:rsidRPr="001F5B4D" w:rsidRDefault="001F5B4D" w:rsidP="001F5B4D">
            <w:pPr>
              <w:pStyle w:val="ScSGTableHead"/>
            </w:pPr>
            <w:r w:rsidRPr="001F5B4D">
              <w:t>60 Guidepost</w:t>
            </w:r>
          </w:p>
        </w:tc>
        <w:tc>
          <w:tcPr>
            <w:tcW w:w="3081" w:type="dxa"/>
            <w:shd w:val="clear" w:color="auto" w:fill="B6DDE8"/>
          </w:tcPr>
          <w:p w14:paraId="60A6133E" w14:textId="583F5224" w:rsidR="001F5B4D" w:rsidRPr="001F5B4D" w:rsidRDefault="001F5B4D" w:rsidP="001F5B4D">
            <w:pPr>
              <w:pStyle w:val="ScSGTableHead"/>
            </w:pPr>
            <w:r w:rsidRPr="001F5B4D">
              <w:t>80 Guidepost</w:t>
            </w:r>
          </w:p>
        </w:tc>
        <w:tc>
          <w:tcPr>
            <w:tcW w:w="3081" w:type="dxa"/>
            <w:shd w:val="clear" w:color="auto" w:fill="B6DDE8"/>
          </w:tcPr>
          <w:p w14:paraId="5E3D0B5C" w14:textId="103F2132" w:rsidR="001F5B4D" w:rsidRPr="001F5B4D" w:rsidRDefault="001F5B4D" w:rsidP="001F5B4D">
            <w:pPr>
              <w:pStyle w:val="ScSGTableHead"/>
            </w:pPr>
            <w:r w:rsidRPr="001F5B4D">
              <w:t>100 Guidepost</w:t>
            </w:r>
          </w:p>
        </w:tc>
      </w:tr>
      <w:tr w:rsidR="001F5B4D" w:rsidRPr="001F5B4D" w14:paraId="466DC61A" w14:textId="77777777" w:rsidTr="001F5B4D">
        <w:trPr>
          <w:cantSplit/>
        </w:trPr>
        <w:tc>
          <w:tcPr>
            <w:tcW w:w="3080" w:type="dxa"/>
            <w:shd w:val="clear" w:color="auto" w:fill="D2FFC3"/>
          </w:tcPr>
          <w:p w14:paraId="308921E5" w14:textId="6EA2BA65" w:rsidR="001F5B4D" w:rsidRPr="001F5B4D" w:rsidRDefault="001F5B4D" w:rsidP="001F5B4D">
            <w:pPr>
              <w:pStyle w:val="ScNormal"/>
            </w:pPr>
            <w:r w:rsidRPr="001F5B4D">
              <w:t xml:space="preserve">Where national and/or international requirements set limits for ETP species, the </w:t>
            </w:r>
            <w:r w:rsidRPr="001F5B4D">
              <w:rPr>
                <w:b/>
              </w:rPr>
              <w:t>effects of the UoA</w:t>
            </w:r>
            <w:r w:rsidRPr="001F5B4D">
              <w:t xml:space="preserve"> on the population/ stock are known and </w:t>
            </w:r>
            <w:r w:rsidRPr="001F5B4D">
              <w:rPr>
                <w:b/>
              </w:rPr>
              <w:t>likely</w:t>
            </w:r>
            <w:r w:rsidRPr="001F5B4D">
              <w:t xml:space="preserve"> to be within these limits.</w:t>
            </w:r>
          </w:p>
        </w:tc>
        <w:tc>
          <w:tcPr>
            <w:tcW w:w="3081" w:type="dxa"/>
          </w:tcPr>
          <w:p w14:paraId="17E61C6B" w14:textId="1EF705F1" w:rsidR="001F5B4D" w:rsidRPr="001F5B4D" w:rsidRDefault="001F5B4D" w:rsidP="001F5B4D">
            <w:pPr>
              <w:pStyle w:val="ScNormal"/>
            </w:pPr>
            <w:r w:rsidRPr="001F5B4D">
              <w:t xml:space="preserve">Where national and/or international requirements set limits for ETP species, the </w:t>
            </w:r>
            <w:r w:rsidRPr="001F5B4D">
              <w:rPr>
                <w:b/>
              </w:rPr>
              <w:t>combined effects of the MSC UoAs</w:t>
            </w:r>
            <w:r w:rsidRPr="001F5B4D">
              <w:t xml:space="preserve"> on the population /stock are known and </w:t>
            </w:r>
            <w:r w:rsidRPr="001F5B4D">
              <w:rPr>
                <w:b/>
              </w:rPr>
              <w:t>highly likely</w:t>
            </w:r>
            <w:r w:rsidRPr="001F5B4D">
              <w:t xml:space="preserve"> to be within these limits.</w:t>
            </w:r>
          </w:p>
        </w:tc>
        <w:tc>
          <w:tcPr>
            <w:tcW w:w="3081" w:type="dxa"/>
          </w:tcPr>
          <w:p w14:paraId="71DD009F" w14:textId="783975F4" w:rsidR="001F5B4D" w:rsidRPr="001F5B4D" w:rsidRDefault="001F5B4D" w:rsidP="001F5B4D">
            <w:pPr>
              <w:pStyle w:val="ScNormal"/>
            </w:pPr>
            <w:r w:rsidRPr="001F5B4D">
              <w:t xml:space="preserve">Where national and/or international requirements set limits for ETP species, there is a </w:t>
            </w:r>
            <w:r w:rsidRPr="001F5B4D">
              <w:rPr>
                <w:b/>
              </w:rPr>
              <w:t>high degree of certainty</w:t>
            </w:r>
            <w:r w:rsidRPr="001F5B4D">
              <w:t xml:space="preserve"> that the </w:t>
            </w:r>
            <w:r w:rsidRPr="001F5B4D">
              <w:rPr>
                <w:b/>
              </w:rPr>
              <w:t xml:space="preserve">combined effects of the MSC UoAs </w:t>
            </w:r>
            <w:r w:rsidRPr="001F5B4D">
              <w:t>are within these limits.</w:t>
            </w:r>
          </w:p>
        </w:tc>
      </w:tr>
    </w:tbl>
    <w:p w14:paraId="2054F933" w14:textId="1D58432D" w:rsidR="001F5B4D" w:rsidRPr="001F5B4D" w:rsidRDefault="001F5B4D" w:rsidP="001F5B4D">
      <w:pPr>
        <w:pStyle w:val="ScBuffer"/>
      </w:pPr>
    </w:p>
    <w:p w14:paraId="255C940E" w14:textId="2DB84941" w:rsidR="001F5B4D" w:rsidRPr="001F5B4D" w:rsidRDefault="001F5B4D" w:rsidP="001F5B4D">
      <w:pPr>
        <w:pStyle w:val="ScNormal"/>
      </w:pPr>
      <w:bookmarkStart w:id="96" w:name="J231a7FFFF03FF0F01"/>
      <w:r w:rsidRPr="001F5B4D">
        <w:t>Tuna occupies the same space in the pelagic ecosystem as a number of ETP species therefore there is a potential for interaction and impact between tuna fisheries and the ETP species which must be assessed and scored. ETP species are those which are:</w:t>
      </w:r>
    </w:p>
    <w:p w14:paraId="06F43F9F" w14:textId="534D29E0" w:rsidR="001F5B4D" w:rsidRPr="001F5B4D" w:rsidRDefault="001F5B4D" w:rsidP="001F5B4D">
      <w:pPr>
        <w:pStyle w:val="ScNormal"/>
        <w:numPr>
          <w:ilvl w:val="0"/>
          <w:numId w:val="37"/>
        </w:numPr>
      </w:pPr>
      <w:r w:rsidRPr="001F5B4D">
        <w:t>Out of scope of MSC certification (birds, mammals, amphibians, reptiles) and which are also listed as Critically Endangered, Endangered or Vulnerable on the IUCN Redlist.</w:t>
      </w:r>
    </w:p>
    <w:p w14:paraId="196A8DAF" w14:textId="7CDD2FA8" w:rsidR="001F5B4D" w:rsidRPr="001F5B4D" w:rsidRDefault="001F5B4D" w:rsidP="001F5B4D">
      <w:pPr>
        <w:pStyle w:val="ScNormal"/>
        <w:numPr>
          <w:ilvl w:val="0"/>
          <w:numId w:val="37"/>
        </w:numPr>
      </w:pPr>
      <w:r w:rsidRPr="001F5B4D">
        <w:t>Species listed on Appendix I of the Convention on International Trade in Endangered Species (CITES) or other key agreements under the Convention on Migratory Species (CMS), such as the Agreement on Conservation of Albatross and Petrels (ACAP).</w:t>
      </w:r>
    </w:p>
    <w:p w14:paraId="17D500EA" w14:textId="28B55882" w:rsidR="001F5B4D" w:rsidRPr="001F5B4D" w:rsidRDefault="001F5B4D" w:rsidP="001F5B4D">
      <w:pPr>
        <w:pStyle w:val="ScNormal"/>
        <w:numPr>
          <w:ilvl w:val="0"/>
          <w:numId w:val="37"/>
        </w:numPr>
      </w:pPr>
      <w:r w:rsidRPr="001F5B4D">
        <w:t>Species that are recognized by national ETP legislation.</w:t>
      </w:r>
    </w:p>
    <w:p w14:paraId="17905954" w14:textId="21661800" w:rsidR="001F5B4D" w:rsidRPr="001F5B4D" w:rsidRDefault="001F5B4D" w:rsidP="001F5B4D">
      <w:pPr>
        <w:pStyle w:val="ScNormal"/>
      </w:pPr>
      <w:r w:rsidRPr="001F5B4D">
        <w:t xml:space="preserve">It should be noted that not all species of marine turtle, dolphin, bird or cetacean are necessarily ETP (where not classified as ETP they would be scored as ‘secondary’). By contrast, as sharks are “in scope”, they would only qualify as ETP if protected by relevant legislation, regardless of their IUCN Redlist status. It should also be noted that the classification of ETP species is independent of the type of gear interaction, with no ‘main’ qualifier for those with the greatest interaction, as there for primary and secondary species.  The ETP species which are likely to be most significant to scoring of tuna fisheries are whales (e.g. </w:t>
      </w:r>
      <w:r w:rsidRPr="001F5B4D">
        <w:rPr>
          <w:i/>
        </w:rPr>
        <w:t>Balaenoptera physalus</w:t>
      </w:r>
      <w:r w:rsidRPr="001F5B4D">
        <w:t xml:space="preserve">, </w:t>
      </w:r>
      <w:r w:rsidRPr="001F5B4D">
        <w:rPr>
          <w:i/>
        </w:rPr>
        <w:t>Balaenoptera borealis</w:t>
      </w:r>
      <w:r w:rsidRPr="001F5B4D">
        <w:t xml:space="preserve">, </w:t>
      </w:r>
      <w:r w:rsidRPr="001F5B4D">
        <w:rPr>
          <w:i/>
        </w:rPr>
        <w:t>Balaenoptera edeni</w:t>
      </w:r>
      <w:r w:rsidRPr="001F5B4D">
        <w:t xml:space="preserve">), marine turtles (e.g. </w:t>
      </w:r>
      <w:r w:rsidRPr="001F5B4D">
        <w:rPr>
          <w:i/>
        </w:rPr>
        <w:t>Caretta caretta</w:t>
      </w:r>
      <w:r w:rsidRPr="001F5B4D">
        <w:t xml:space="preserve">, </w:t>
      </w:r>
      <w:r w:rsidRPr="001F5B4D">
        <w:rPr>
          <w:i/>
        </w:rPr>
        <w:t>Chelonia mydas</w:t>
      </w:r>
      <w:r w:rsidRPr="001F5B4D">
        <w:t xml:space="preserve">, </w:t>
      </w:r>
      <w:r w:rsidRPr="001F5B4D">
        <w:rPr>
          <w:i/>
        </w:rPr>
        <w:t>Eretmochelys imbricate</w:t>
      </w:r>
      <w:r w:rsidRPr="001F5B4D">
        <w:t xml:space="preserve">, </w:t>
      </w:r>
      <w:r w:rsidRPr="001F5B4D">
        <w:rPr>
          <w:i/>
        </w:rPr>
        <w:t>Lepidochelis olivacea</w:t>
      </w:r>
      <w:r w:rsidRPr="001F5B4D">
        <w:t xml:space="preserve">) and to a lesser extent some protected birds (primarily those listed under the Agreement on Conservation of Albatross and Petrels [ACAP]). Sharks are less likely to be listed as ETP species as none are listed on CITES Appendix I (although a number are on Appendix II), and sharks are within scope of the MSC programme and therefore would not be automatically considered ETP on account of their IUCN Redlist status score. The only shark species that are ETP will be those protected by National legislation or other international conventions. For example, whale shark, a species sometimes associated with tuna fisheries is protected and therefore considered ETP in certain </w:t>
      </w:r>
      <w:r w:rsidRPr="001F5B4D">
        <w:lastRenderedPageBreak/>
        <w:t>waters such as Australia, the Maldives, Philippines, India, Thailand, Malaysia, Honduras, Mexico, US Atlantic waters and a small area off Belize.</w:t>
      </w:r>
    </w:p>
    <w:p w14:paraId="5E15D110" w14:textId="6691AA12" w:rsidR="001F5B4D" w:rsidRPr="001F5B4D" w:rsidRDefault="001F5B4D" w:rsidP="001F5B4D">
      <w:pPr>
        <w:pStyle w:val="ScNormal"/>
      </w:pPr>
      <w:r w:rsidRPr="001F5B4D">
        <w:t>To meet SG80, there is a new requirement in the latest version of the MSC Fisheries Certification Requirements (FCR v2 October 2014) that necessitates the consideration the cumulative impacts of all MSC UoAs. This is done by considering what impact overlapping in-assessment and certified UoAs have on the same ETP species. For the purposes of this assessment, we treat all tuna fisheries as being certified.</w:t>
      </w:r>
    </w:p>
    <w:p w14:paraId="175829EB" w14:textId="5B330455" w:rsidR="001F5B4D" w:rsidRPr="001F5B4D" w:rsidRDefault="001F5B4D" w:rsidP="001F5B4D">
      <w:pPr>
        <w:pStyle w:val="ScNormal"/>
      </w:pPr>
      <w:bookmarkStart w:id="97" w:name="J231a7FFFF00010F05"/>
      <w:bookmarkEnd w:id="96"/>
      <w:r w:rsidRPr="001F5B4D">
        <w:t>Drift nets are designed to entangle, and therefore it might be expected that where ETP are encountered, ETP mortality could be very high. However, whether a drift net will impact on ETP will depend on a number of factors including location, scale and time of set. The problem for most drift nets is a lack of evidence to exclude the probability of significant ETP mortality even if that mortality is low in reality. Given high impact of some drift net fisheries on ETP, the onus would be on fisheries to show their impact is low. Gill and drift net fisheries in areas where ETP encounters are likely would not meet SG60, and in areas where such encounters are unlikely, would meet SG60 but not SG80.</w:t>
      </w:r>
    </w:p>
    <w:bookmarkEnd w:id="97"/>
    <w:p w14:paraId="4F3A0A0B" w14:textId="7135D13D"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64924A21"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EABEC3A" w14:textId="0A44C9D2" w:rsidR="001F5B4D" w:rsidRPr="001F5B4D" w:rsidRDefault="001F5B4D" w:rsidP="001F5B4D">
            <w:pPr>
              <w:pStyle w:val="ScNormal"/>
            </w:pPr>
            <w:r w:rsidRPr="001F5B4D">
              <w:t>2.3.1.b Direct effects</w:t>
            </w:r>
          </w:p>
        </w:tc>
      </w:tr>
      <w:tr w:rsidR="001F5B4D" w:rsidRPr="001F5B4D" w14:paraId="5CEC1EC9" w14:textId="77777777" w:rsidTr="001F5B4D">
        <w:trPr>
          <w:cantSplit/>
        </w:trPr>
        <w:tc>
          <w:tcPr>
            <w:tcW w:w="3080" w:type="dxa"/>
            <w:tcBorders>
              <w:bottom w:val="single" w:sz="4" w:space="0" w:color="auto"/>
            </w:tcBorders>
            <w:shd w:val="clear" w:color="auto" w:fill="B6DDE8"/>
          </w:tcPr>
          <w:p w14:paraId="5B32C4C1" w14:textId="0BFF2B86"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45B3081D" w14:textId="573569ED" w:rsidR="001F5B4D" w:rsidRPr="001F5B4D" w:rsidRDefault="001F5B4D" w:rsidP="001F5B4D">
            <w:pPr>
              <w:pStyle w:val="ScSGTableHead"/>
            </w:pPr>
            <w:r w:rsidRPr="001F5B4D">
              <w:t>80 Guidepost</w:t>
            </w:r>
          </w:p>
        </w:tc>
        <w:tc>
          <w:tcPr>
            <w:tcW w:w="3081" w:type="dxa"/>
            <w:tcBorders>
              <w:bottom w:val="single" w:sz="4" w:space="0" w:color="auto"/>
            </w:tcBorders>
            <w:shd w:val="clear" w:color="auto" w:fill="B6DDE8"/>
          </w:tcPr>
          <w:p w14:paraId="004B1EE0" w14:textId="372D966B" w:rsidR="001F5B4D" w:rsidRPr="001F5B4D" w:rsidRDefault="001F5B4D" w:rsidP="001F5B4D">
            <w:pPr>
              <w:pStyle w:val="ScSGTableHead"/>
            </w:pPr>
            <w:r w:rsidRPr="001F5B4D">
              <w:t>100 Guidepost</w:t>
            </w:r>
          </w:p>
        </w:tc>
      </w:tr>
      <w:tr w:rsidR="001F5B4D" w:rsidRPr="001F5B4D" w14:paraId="4448F946" w14:textId="77777777" w:rsidTr="001F5B4D">
        <w:trPr>
          <w:cantSplit/>
        </w:trPr>
        <w:tc>
          <w:tcPr>
            <w:tcW w:w="3080" w:type="dxa"/>
            <w:shd w:val="clear" w:color="auto" w:fill="D2FFC3"/>
          </w:tcPr>
          <w:p w14:paraId="6965F3B0" w14:textId="47D27BC9" w:rsidR="001F5B4D" w:rsidRPr="001F5B4D" w:rsidRDefault="001F5B4D" w:rsidP="001F5B4D">
            <w:pPr>
              <w:pStyle w:val="ScNormal"/>
            </w:pPr>
            <w:r w:rsidRPr="001F5B4D">
              <w:t xml:space="preserve">Known direct effects of the UoA are likely to not </w:t>
            </w:r>
            <w:r w:rsidRPr="001F5B4D">
              <w:rPr>
                <w:b/>
              </w:rPr>
              <w:t>hinder recovery</w:t>
            </w:r>
            <w:r w:rsidRPr="001F5B4D">
              <w:t xml:space="preserve"> of ETP species.</w:t>
            </w:r>
          </w:p>
        </w:tc>
        <w:tc>
          <w:tcPr>
            <w:tcW w:w="3081" w:type="dxa"/>
            <w:shd w:val="clear" w:color="auto" w:fill="D2FFC3"/>
          </w:tcPr>
          <w:p w14:paraId="07429A08" w14:textId="35CFCDBD" w:rsidR="001F5B4D" w:rsidRPr="001F5B4D" w:rsidRDefault="001F5B4D" w:rsidP="001F5B4D">
            <w:pPr>
              <w:pStyle w:val="ScNormal"/>
            </w:pPr>
            <w:r w:rsidRPr="001F5B4D">
              <w:t xml:space="preserve">Direct effects of the UoA are </w:t>
            </w:r>
            <w:r w:rsidRPr="001F5B4D">
              <w:rPr>
                <w:b/>
              </w:rPr>
              <w:t>highly likely</w:t>
            </w:r>
            <w:r w:rsidRPr="001F5B4D">
              <w:t xml:space="preserve"> to not </w:t>
            </w:r>
            <w:r w:rsidRPr="001F5B4D">
              <w:rPr>
                <w:b/>
              </w:rPr>
              <w:t>hinder recovery</w:t>
            </w:r>
            <w:r w:rsidRPr="001F5B4D">
              <w:t xml:space="preserve"> of ETP species.</w:t>
            </w:r>
          </w:p>
        </w:tc>
        <w:tc>
          <w:tcPr>
            <w:tcW w:w="3081" w:type="dxa"/>
            <w:shd w:val="clear" w:color="auto" w:fill="D2FFC3"/>
          </w:tcPr>
          <w:p w14:paraId="211BD862" w14:textId="26CE914A" w:rsidR="001F5B4D" w:rsidRPr="001F5B4D" w:rsidRDefault="001F5B4D" w:rsidP="001F5B4D">
            <w:pPr>
              <w:pStyle w:val="ScNormal"/>
            </w:pPr>
            <w:r w:rsidRPr="001F5B4D">
              <w:t xml:space="preserve">There is a </w:t>
            </w:r>
            <w:r w:rsidRPr="001F5B4D">
              <w:rPr>
                <w:b/>
              </w:rPr>
              <w:t>high degree of confidence</w:t>
            </w:r>
            <w:r w:rsidRPr="001F5B4D">
              <w:t xml:space="preserve"> that there are no </w:t>
            </w:r>
            <w:r w:rsidRPr="001F5B4D">
              <w:rPr>
                <w:b/>
              </w:rPr>
              <w:t>significant detrimental direct effects</w:t>
            </w:r>
            <w:r w:rsidRPr="001F5B4D">
              <w:t xml:space="preserve"> of the UoA on ETP species.</w:t>
            </w:r>
          </w:p>
        </w:tc>
      </w:tr>
    </w:tbl>
    <w:p w14:paraId="38A8FFE8" w14:textId="26AAFF5F" w:rsidR="001F5B4D" w:rsidRPr="001F5B4D" w:rsidRDefault="001F5B4D" w:rsidP="001F5B4D">
      <w:pPr>
        <w:pStyle w:val="ScBuffer"/>
      </w:pPr>
    </w:p>
    <w:p w14:paraId="09139E61" w14:textId="37BBBB37" w:rsidR="001F5B4D" w:rsidRPr="001F5B4D" w:rsidRDefault="001F5B4D" w:rsidP="001F5B4D">
      <w:pPr>
        <w:pStyle w:val="ScNormal"/>
      </w:pPr>
      <w:bookmarkStart w:id="98" w:name="J231b7FFFF03FF0F01"/>
      <w:r w:rsidRPr="001F5B4D">
        <w:t>This scoring issue focuses on the direct impacts of the UoA and the likelihood that this would hinder recovery of the ETP species. This will examine the amount of direct mortality that is attributable to the UoA and view this in comparison to overall mortality on the ETP species (including from other fisheries and other sources of mortality) and the overall status (and status trend, if known) of the ETP species. For example, where it can be shown that the mortality attributed to the UoA is small compared to a known other source of mortality, which is connected to the endangerment of the ETP species, then it may be argued that it is not the UoA that is hindering recovery. Similarly, if it can be shown that the stock status of the ETP species is improving, then it may also be argued that the UoA cannot be hindering recovery. The context of other fisheries, other sources of mortality and stock status is therefore important (see SA3.1.5).</w:t>
      </w:r>
    </w:p>
    <w:bookmarkEnd w:id="98"/>
    <w:p w14:paraId="3809F297" w14:textId="71F600C3"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3578416E"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07C8E9F" w14:textId="1326C799" w:rsidR="001F5B4D" w:rsidRPr="001F5B4D" w:rsidRDefault="001F5B4D" w:rsidP="001F5B4D">
            <w:pPr>
              <w:pStyle w:val="ScNormal"/>
            </w:pPr>
            <w:r w:rsidRPr="001F5B4D">
              <w:t>2.3.1.c Indirect effects</w:t>
            </w:r>
          </w:p>
        </w:tc>
      </w:tr>
      <w:tr w:rsidR="001F5B4D" w:rsidRPr="001F5B4D" w14:paraId="1ABE0FBA" w14:textId="77777777" w:rsidTr="001F5B4D">
        <w:trPr>
          <w:cantSplit/>
        </w:trPr>
        <w:tc>
          <w:tcPr>
            <w:tcW w:w="3080" w:type="dxa"/>
            <w:tcBorders>
              <w:bottom w:val="single" w:sz="4" w:space="0" w:color="auto"/>
            </w:tcBorders>
            <w:shd w:val="clear" w:color="auto" w:fill="B6DDE8"/>
          </w:tcPr>
          <w:p w14:paraId="6172E05E" w14:textId="51C3F041" w:rsidR="001F5B4D" w:rsidRPr="001F5B4D" w:rsidRDefault="001F5B4D" w:rsidP="001F5B4D">
            <w:pPr>
              <w:pStyle w:val="ScSGTableHead"/>
            </w:pPr>
            <w:r w:rsidRPr="001F5B4D">
              <w:t>60 Guidepost</w:t>
            </w:r>
          </w:p>
        </w:tc>
        <w:tc>
          <w:tcPr>
            <w:tcW w:w="3081" w:type="dxa"/>
            <w:shd w:val="clear" w:color="auto" w:fill="B6DDE8"/>
          </w:tcPr>
          <w:p w14:paraId="0F1653F6" w14:textId="64E4C5E0" w:rsidR="001F5B4D" w:rsidRPr="001F5B4D" w:rsidRDefault="001F5B4D" w:rsidP="001F5B4D">
            <w:pPr>
              <w:pStyle w:val="ScSGTableHead"/>
            </w:pPr>
            <w:r w:rsidRPr="001F5B4D">
              <w:t>80 Guidepost</w:t>
            </w:r>
          </w:p>
        </w:tc>
        <w:tc>
          <w:tcPr>
            <w:tcW w:w="3081" w:type="dxa"/>
            <w:shd w:val="clear" w:color="auto" w:fill="B6DDE8"/>
          </w:tcPr>
          <w:p w14:paraId="669FC7BA" w14:textId="37882187" w:rsidR="001F5B4D" w:rsidRPr="001F5B4D" w:rsidRDefault="001F5B4D" w:rsidP="001F5B4D">
            <w:pPr>
              <w:pStyle w:val="ScSGTableHead"/>
            </w:pPr>
            <w:r w:rsidRPr="001F5B4D">
              <w:t>100 Guidepost</w:t>
            </w:r>
          </w:p>
        </w:tc>
      </w:tr>
      <w:tr w:rsidR="001F5B4D" w:rsidRPr="001F5B4D" w14:paraId="6BBB3023" w14:textId="77777777" w:rsidTr="001F5B4D">
        <w:trPr>
          <w:cantSplit/>
        </w:trPr>
        <w:tc>
          <w:tcPr>
            <w:tcW w:w="3080" w:type="dxa"/>
            <w:shd w:val="clear" w:color="auto" w:fill="D2FFC3"/>
          </w:tcPr>
          <w:p w14:paraId="086E0E4B" w14:textId="77777777" w:rsidR="001F5B4D" w:rsidRPr="001F5B4D" w:rsidRDefault="001F5B4D" w:rsidP="001F5B4D">
            <w:pPr>
              <w:pStyle w:val="ScNormal"/>
            </w:pPr>
          </w:p>
        </w:tc>
        <w:tc>
          <w:tcPr>
            <w:tcW w:w="3081" w:type="dxa"/>
          </w:tcPr>
          <w:p w14:paraId="0126FDCF" w14:textId="65A9D026" w:rsidR="001F5B4D" w:rsidRPr="001F5B4D" w:rsidRDefault="001F5B4D" w:rsidP="001F5B4D">
            <w:pPr>
              <w:pStyle w:val="ScNormal"/>
            </w:pPr>
            <w:r w:rsidRPr="001F5B4D">
              <w:t xml:space="preserve">Indirect effects have been considered for the UoA and are thought to be </w:t>
            </w:r>
            <w:r w:rsidRPr="001F5B4D">
              <w:rPr>
                <w:b/>
              </w:rPr>
              <w:t>highly likely</w:t>
            </w:r>
            <w:r w:rsidRPr="001F5B4D">
              <w:t xml:space="preserve"> to not create unacceptable impacts.</w:t>
            </w:r>
          </w:p>
        </w:tc>
        <w:tc>
          <w:tcPr>
            <w:tcW w:w="3081" w:type="dxa"/>
          </w:tcPr>
          <w:p w14:paraId="4FE3A845" w14:textId="7F4D5EC5" w:rsidR="001F5B4D" w:rsidRPr="001F5B4D" w:rsidRDefault="001F5B4D" w:rsidP="001F5B4D">
            <w:pPr>
              <w:pStyle w:val="ScNormal"/>
            </w:pPr>
            <w:r w:rsidRPr="001F5B4D">
              <w:t xml:space="preserve">There is a </w:t>
            </w:r>
            <w:r w:rsidRPr="001F5B4D">
              <w:rPr>
                <w:b/>
              </w:rPr>
              <w:t>high degree of confidence</w:t>
            </w:r>
            <w:r w:rsidRPr="001F5B4D">
              <w:t xml:space="preserve"> that there are no </w:t>
            </w:r>
            <w:r w:rsidRPr="001F5B4D">
              <w:rPr>
                <w:b/>
              </w:rPr>
              <w:t>significant detrimental indirect effects</w:t>
            </w:r>
            <w:r w:rsidRPr="001F5B4D">
              <w:t xml:space="preserve"> of the UoA on ETP species.</w:t>
            </w:r>
          </w:p>
        </w:tc>
      </w:tr>
    </w:tbl>
    <w:p w14:paraId="058823FE" w14:textId="0BC1BF82" w:rsidR="001F5B4D" w:rsidRPr="001F5B4D" w:rsidRDefault="001F5B4D" w:rsidP="001F5B4D">
      <w:pPr>
        <w:pStyle w:val="ScBuffer"/>
      </w:pPr>
    </w:p>
    <w:p w14:paraId="22DC94DA" w14:textId="5BEA1B26" w:rsidR="001F5B4D" w:rsidRPr="001F5B4D" w:rsidRDefault="001F5B4D" w:rsidP="001F5B4D">
      <w:pPr>
        <w:pStyle w:val="ScNormal"/>
      </w:pPr>
      <w:bookmarkStart w:id="99" w:name="J231c7FFFF03FF0F01"/>
      <w:r w:rsidRPr="001F5B4D">
        <w:t>As there is no scoring guidepost provided at the SG60, a lack of consideration of the indirect effects would not cause any fishery to fail. However, if the SG80 is not met, this may cause a condition in some tuna fisheries.</w:t>
      </w:r>
    </w:p>
    <w:p w14:paraId="3F207B03" w14:textId="5B66406B" w:rsidR="001F5B4D" w:rsidRPr="001F5B4D" w:rsidRDefault="001F5B4D" w:rsidP="001F5B4D">
      <w:pPr>
        <w:pStyle w:val="ScNormal"/>
      </w:pPr>
      <w:bookmarkStart w:id="100" w:name="J231c7FFFF00010F05"/>
      <w:bookmarkEnd w:id="99"/>
      <w:r w:rsidRPr="001F5B4D">
        <w:t xml:space="preserve">Possible sources of indirect impact would be on issues such as ghost fishing, waste / pollution, or resource competition. Dependent on the size and scale of drift nets used, such impacts could be significant. Evaluation of the indirect impacts of drift nets is generally lacking, but is likely to be of </w:t>
      </w:r>
      <w:r w:rsidRPr="001F5B4D">
        <w:lastRenderedPageBreak/>
        <w:t>similar scale as direct impacts. Overall, these fisheries would not meet SG80 without further direct evidence.</w:t>
      </w:r>
    </w:p>
    <w:bookmarkEnd w:id="100"/>
    <w:p w14:paraId="7CC221CF" w14:textId="684DA53E" w:rsidR="001F5B4D" w:rsidRPr="001F5B4D" w:rsidRDefault="001F5B4D" w:rsidP="001F5B4D">
      <w:pPr>
        <w:pStyle w:val="ScScore"/>
      </w:pPr>
      <w:r w:rsidRPr="001F5B4D">
        <w:t>All SG60 were met, and 1 out of 3 SG80 were met.</w:t>
      </w:r>
    </w:p>
    <w:p w14:paraId="05C92F24" w14:textId="457D4648" w:rsidR="001F5B4D" w:rsidRPr="001F5B4D" w:rsidRDefault="001F5B4D" w:rsidP="001F5B4D">
      <w:pPr>
        <w:pStyle w:val="ScScore"/>
      </w:pPr>
      <w:r w:rsidRPr="001F5B4D">
        <w:t>PI 2.3.1 : 65</w:t>
      </w:r>
    </w:p>
    <w:p w14:paraId="71FE142A" w14:textId="4FD4EFFE" w:rsidR="001F5B4D" w:rsidRPr="001F5B4D" w:rsidRDefault="001F5B4D" w:rsidP="001F5B4D">
      <w:pPr>
        <w:pStyle w:val="ScSI"/>
        <w:rPr>
          <w:lang w:val="en-GB"/>
        </w:rPr>
      </w:pPr>
      <w:r w:rsidRPr="001F5B4D">
        <w:rPr>
          <w:lang w:val="en-GB"/>
        </w:rPr>
        <w:t>References</w:t>
      </w:r>
    </w:p>
    <w:p w14:paraId="3707C355" w14:textId="081F1ABE" w:rsidR="001F5B4D" w:rsidRPr="001F5B4D" w:rsidRDefault="001F5B4D" w:rsidP="001F5B4D">
      <w:pPr>
        <w:pStyle w:val="ScReferences"/>
      </w:pPr>
      <w:r w:rsidRPr="001F5B4D">
        <w:t>Convention on International Trade in Endangered Species of Wild Fauna and Flora. Signed at Washington D.C. on 3 March 1973, amended at Bonn on 22 June 1979. Appendix 1. Available at: http://www.cites.org/eng/app/appendices.php</w:t>
      </w:r>
    </w:p>
    <w:p w14:paraId="2C519014" w14:textId="397BDF6C" w:rsidR="001F5B4D" w:rsidRPr="001F5B4D" w:rsidRDefault="001F5B4D" w:rsidP="001F5B4D">
      <w:pPr>
        <w:pStyle w:val="ScReferences"/>
      </w:pPr>
      <w:r w:rsidRPr="001F5B4D">
        <w:t>IUCN 2017. Redlist of Threatened Species. Searchable Database available at: http://www.iucnredlist.org</w:t>
      </w:r>
    </w:p>
    <w:p w14:paraId="6037051A" w14:textId="568F96F6" w:rsidR="001F5B4D" w:rsidRPr="001F5B4D" w:rsidRDefault="001F5B4D" w:rsidP="001F5B4D">
      <w:pPr>
        <w:pStyle w:val="ScReferences"/>
      </w:pPr>
      <w:r w:rsidRPr="001F5B4D">
        <w:t>MSC 2014. SA3.1.5. In: MSC General Certification Requirements Version 2. Marine Stewardship Council, October 2014.</w:t>
      </w:r>
    </w:p>
    <w:p w14:paraId="5D9F2D1D" w14:textId="1EF6F623" w:rsidR="001F5B4D" w:rsidRPr="001F5B4D" w:rsidRDefault="001F5B4D" w:rsidP="001F5B4D">
      <w:pPr>
        <w:pStyle w:val="ScReferences"/>
      </w:pPr>
      <w:r w:rsidRPr="001F5B4D">
        <w:t xml:space="preserve">Pierce, S.J., Norman, B. 2016. </w:t>
      </w:r>
      <w:r w:rsidRPr="001F5B4D">
        <w:rPr>
          <w:i/>
        </w:rPr>
        <w:t>Rhincodon typus</w:t>
      </w:r>
      <w:r w:rsidRPr="001F5B4D">
        <w:t>. The IUCN Red List of Threatened Species 2016: e.T19488A2365291 (downloaded on 10 May 2018).</w:t>
      </w:r>
    </w:p>
    <w:p w14:paraId="7E57D7BC" w14:textId="17A07086" w:rsidR="001F5B4D" w:rsidRPr="001F5B4D" w:rsidRDefault="001F5B4D" w:rsidP="001F5B4D">
      <w:pPr>
        <w:pStyle w:val="ScReferences"/>
      </w:pPr>
      <w:r w:rsidRPr="001F5B4D">
        <w:t>Stelfox, M.R., Hudgins, J.A., Ali, K., Anderson, R.C. 2014. High mortality of olive ridley turtles (</w:t>
      </w:r>
      <w:r w:rsidRPr="001F5B4D">
        <w:rPr>
          <w:i/>
        </w:rPr>
        <w:t>Lepidochelys olivacea</w:t>
      </w:r>
      <w:r w:rsidRPr="001F5B4D">
        <w:t>) in ghost nets in the central Indian Ocean. IOTC-2014-WPEB10-28.</w:t>
      </w:r>
    </w:p>
    <w:p w14:paraId="1F65199D" w14:textId="1369B296" w:rsidR="001F5B4D" w:rsidRPr="001F5B4D" w:rsidRDefault="001F5B4D" w:rsidP="001F5B4D">
      <w:pPr>
        <w:pStyle w:val="ScPI"/>
        <w:rPr>
          <w:lang w:val="en-GB"/>
        </w:rPr>
      </w:pPr>
      <w:r w:rsidRPr="001F5B4D">
        <w:rPr>
          <w:lang w:val="en-GB"/>
        </w:rPr>
        <w:t>P.2.3.2 Management strategy</w:t>
      </w:r>
    </w:p>
    <w:p w14:paraId="58F4D26C" w14:textId="43396056"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1A05ED98"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89D6A5C" w14:textId="279F7390" w:rsidR="001F5B4D" w:rsidRPr="001F5B4D" w:rsidRDefault="001F5B4D" w:rsidP="001F5B4D">
            <w:pPr>
              <w:pStyle w:val="ScNormal"/>
            </w:pPr>
            <w:r w:rsidRPr="001F5B4D">
              <w:t>2.3.2.a Management strategy in place (national and international requirements)</w:t>
            </w:r>
          </w:p>
        </w:tc>
      </w:tr>
      <w:tr w:rsidR="001F5B4D" w:rsidRPr="001F5B4D" w14:paraId="2D6B5BFA" w14:textId="77777777" w:rsidTr="001F5B4D">
        <w:trPr>
          <w:cantSplit/>
        </w:trPr>
        <w:tc>
          <w:tcPr>
            <w:tcW w:w="3080" w:type="dxa"/>
            <w:tcBorders>
              <w:bottom w:val="single" w:sz="4" w:space="0" w:color="auto"/>
            </w:tcBorders>
            <w:shd w:val="clear" w:color="auto" w:fill="B6DDE8"/>
          </w:tcPr>
          <w:p w14:paraId="70788D19" w14:textId="2B211010"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5BC9F0B7" w14:textId="2E720ADC" w:rsidR="001F5B4D" w:rsidRPr="001F5B4D" w:rsidRDefault="001F5B4D" w:rsidP="001F5B4D">
            <w:pPr>
              <w:pStyle w:val="ScSGTableHead"/>
            </w:pPr>
            <w:r w:rsidRPr="001F5B4D">
              <w:t>80 Guidepost</w:t>
            </w:r>
          </w:p>
        </w:tc>
        <w:tc>
          <w:tcPr>
            <w:tcW w:w="3081" w:type="dxa"/>
            <w:shd w:val="clear" w:color="auto" w:fill="B6DDE8"/>
          </w:tcPr>
          <w:p w14:paraId="6D248767" w14:textId="6817539D" w:rsidR="001F5B4D" w:rsidRPr="001F5B4D" w:rsidRDefault="001F5B4D" w:rsidP="001F5B4D">
            <w:pPr>
              <w:pStyle w:val="ScSGTableHead"/>
            </w:pPr>
            <w:r w:rsidRPr="001F5B4D">
              <w:t>100 Guidepost</w:t>
            </w:r>
          </w:p>
        </w:tc>
      </w:tr>
      <w:tr w:rsidR="001F5B4D" w:rsidRPr="001F5B4D" w14:paraId="6E69EDFD" w14:textId="77777777" w:rsidTr="001F5B4D">
        <w:trPr>
          <w:cantSplit/>
        </w:trPr>
        <w:tc>
          <w:tcPr>
            <w:tcW w:w="3080" w:type="dxa"/>
            <w:shd w:val="clear" w:color="auto" w:fill="D2FFC3"/>
          </w:tcPr>
          <w:p w14:paraId="0AB44C7B" w14:textId="4268AF1B" w:rsidR="001F5B4D" w:rsidRPr="001F5B4D" w:rsidRDefault="001F5B4D" w:rsidP="001F5B4D">
            <w:pPr>
              <w:pStyle w:val="ScNormal"/>
            </w:pPr>
            <w:r w:rsidRPr="001F5B4D">
              <w:t xml:space="preserve">There are </w:t>
            </w:r>
            <w:r w:rsidRPr="001F5B4D">
              <w:rPr>
                <w:b/>
              </w:rPr>
              <w:t>measures</w:t>
            </w:r>
            <w:r w:rsidRPr="001F5B4D">
              <w:t xml:space="preserve"> in place that minimise the UoA-related mortality of ETP species, and are expected to be </w:t>
            </w:r>
            <w:r w:rsidRPr="001F5B4D">
              <w:rPr>
                <w:b/>
              </w:rPr>
              <w:t>highly likely to achieve</w:t>
            </w:r>
            <w:r w:rsidRPr="001F5B4D">
              <w:t xml:space="preserve"> national and international requirements for the protection of ETP species.</w:t>
            </w:r>
          </w:p>
        </w:tc>
        <w:tc>
          <w:tcPr>
            <w:tcW w:w="3081" w:type="dxa"/>
            <w:shd w:val="clear" w:color="auto" w:fill="D2FFC3"/>
          </w:tcPr>
          <w:p w14:paraId="41E6C92D" w14:textId="1DD7EE3D" w:rsidR="001F5B4D" w:rsidRPr="001F5B4D" w:rsidRDefault="001F5B4D" w:rsidP="001F5B4D">
            <w:pPr>
              <w:pStyle w:val="ScNormal"/>
            </w:pPr>
            <w:r w:rsidRPr="001F5B4D">
              <w:t xml:space="preserve">There is a </w:t>
            </w:r>
            <w:r w:rsidRPr="001F5B4D">
              <w:rPr>
                <w:b/>
              </w:rPr>
              <w:t>strategy</w:t>
            </w:r>
            <w:r w:rsidRPr="001F5B4D">
              <w:t xml:space="preserve"> in place for managing the UoA’s impact on ETP species, including measures to minimise mortality, which is designed to be</w:t>
            </w:r>
            <w:r w:rsidRPr="001F5B4D">
              <w:rPr>
                <w:b/>
              </w:rPr>
              <w:t xml:space="preserve"> highly likely to achieve</w:t>
            </w:r>
            <w:r w:rsidRPr="001F5B4D">
              <w:t xml:space="preserve"> national and international requirements for the protection of ETP species.</w:t>
            </w:r>
          </w:p>
        </w:tc>
        <w:tc>
          <w:tcPr>
            <w:tcW w:w="3081" w:type="dxa"/>
          </w:tcPr>
          <w:p w14:paraId="4DC0898E" w14:textId="511314ED" w:rsidR="001F5B4D" w:rsidRPr="001F5B4D" w:rsidRDefault="001F5B4D" w:rsidP="001F5B4D">
            <w:pPr>
              <w:pStyle w:val="ScNormal"/>
            </w:pPr>
            <w:r w:rsidRPr="001F5B4D">
              <w:t xml:space="preserve">There is a </w:t>
            </w:r>
            <w:r w:rsidRPr="001F5B4D">
              <w:rPr>
                <w:b/>
              </w:rPr>
              <w:t>comprehensive strategy</w:t>
            </w:r>
            <w:r w:rsidRPr="001F5B4D">
              <w:t xml:space="preserve"> in place for managing the UoA’s impact on ETP species, including measures to minimise mortality, which is designed to </w:t>
            </w:r>
            <w:r w:rsidRPr="001F5B4D">
              <w:rPr>
                <w:b/>
              </w:rPr>
              <w:t>achieve above</w:t>
            </w:r>
            <w:r w:rsidRPr="001F5B4D">
              <w:t xml:space="preserve"> national and international requirements for the protection of ETP species.</w:t>
            </w:r>
          </w:p>
        </w:tc>
      </w:tr>
    </w:tbl>
    <w:p w14:paraId="0B319AB0" w14:textId="1E63A1A0" w:rsidR="001F5B4D" w:rsidRPr="001F5B4D" w:rsidRDefault="001F5B4D" w:rsidP="001F5B4D">
      <w:pPr>
        <w:pStyle w:val="ScBuffer"/>
      </w:pPr>
    </w:p>
    <w:p w14:paraId="6F3C432D" w14:textId="087682E4" w:rsidR="001F5B4D" w:rsidRPr="001F5B4D" w:rsidRDefault="001F5B4D" w:rsidP="001F5B4D">
      <w:pPr>
        <w:pStyle w:val="ScNormal"/>
      </w:pPr>
      <w:bookmarkStart w:id="101" w:name="J232a7FFFF03FF0F01"/>
      <w:r w:rsidRPr="001F5B4D">
        <w:t>The scoring of the management that is in place to mitigate against unwanted ETP bycatch will vary according to fleet nationality, on-board operational practices (such as training and handling) and Codes of Conduct. As such, although scoring commentary may refer to the management in place within a particular tuna RFMO, applying to a particular region or gear type, it is likely that a more tightly defined client group (UoA) may specify further management measures for consideration at the time of a full MSC assessment. Whilst such local or on-board initiatives or mitigation measures may be discussed in relation to 2.3.2, credit is not given in the scoring of this pre-assessment exercise unless they are universally adopted (i.e. an RFMO requirement).</w:t>
      </w:r>
    </w:p>
    <w:p w14:paraId="4CBAA7CE" w14:textId="48F75CC0" w:rsidR="001F5B4D" w:rsidRPr="001F5B4D" w:rsidRDefault="001F5B4D" w:rsidP="001F5B4D">
      <w:pPr>
        <w:pStyle w:val="ScNormal"/>
      </w:pPr>
      <w:bookmarkStart w:id="102" w:name="J232a7C00003FF0205"/>
      <w:bookmarkEnd w:id="101"/>
      <w:r w:rsidRPr="001F5B4D">
        <w:t>The IATTC adopts Resolutions and Recommendations for all contracting parties. A number of these are relevant to ETP species, including:</w:t>
      </w:r>
    </w:p>
    <w:p w14:paraId="7B6C6633" w14:textId="769AD1E4" w:rsidR="001F5B4D" w:rsidRPr="001F5B4D" w:rsidRDefault="001F5B4D" w:rsidP="001F5B4D">
      <w:pPr>
        <w:pStyle w:val="ScNormal"/>
        <w:numPr>
          <w:ilvl w:val="0"/>
          <w:numId w:val="38"/>
        </w:numPr>
      </w:pPr>
      <w:r w:rsidRPr="001F5B4D">
        <w:t>Resolution C-16-01 Collection and Analyses of Data on FADs (replaced C-13-04 and C-15-03): To require the use of non-entangling FADs and places stipulations on contracting parties to provide information on the type and number of FADs in use, prohibits the setting a purse seine on a school of tuna associated with a live whale shark, and stipulates requirements for release and reporting</w:t>
      </w:r>
    </w:p>
    <w:p w14:paraId="762955E7" w14:textId="4D738BDE" w:rsidR="001F5B4D" w:rsidRPr="001F5B4D" w:rsidRDefault="001F5B4D" w:rsidP="001F5B4D">
      <w:pPr>
        <w:pStyle w:val="ScNormal"/>
        <w:numPr>
          <w:ilvl w:val="0"/>
          <w:numId w:val="38"/>
        </w:numPr>
      </w:pPr>
      <w:r w:rsidRPr="001F5B4D">
        <w:t>Resolution C-11-02 (replaced C-10-02): To mitigate the impact on seabirds of fishing for species covered by the IATTC</w:t>
      </w:r>
    </w:p>
    <w:p w14:paraId="37133C1B" w14:textId="0FF4CA79" w:rsidR="001F5B4D" w:rsidRPr="001F5B4D" w:rsidRDefault="001F5B4D" w:rsidP="001F5B4D">
      <w:pPr>
        <w:pStyle w:val="ScNormal"/>
        <w:numPr>
          <w:ilvl w:val="0"/>
          <w:numId w:val="38"/>
        </w:numPr>
      </w:pPr>
      <w:r w:rsidRPr="001F5B4D">
        <w:lastRenderedPageBreak/>
        <w:t>Resolution C-07-03 (replaced C-04-07): To mitigate the impact of tuna fishing vessels on sea turtles</w:t>
      </w:r>
    </w:p>
    <w:p w14:paraId="45881E00" w14:textId="1A6492AF" w:rsidR="001F5B4D" w:rsidRPr="001F5B4D" w:rsidRDefault="001F5B4D" w:rsidP="001F5B4D">
      <w:pPr>
        <w:pStyle w:val="ScNormal"/>
      </w:pPr>
      <w:r w:rsidRPr="001F5B4D">
        <w:t>The IATTC also provides a secretariat for the Agreement on the International Dolphin Conservation Program (AIDCP), a legally binding multilateral agreement, which seeks to progressively reduce incidental dolphin mortalities in the tuna purse seine fishery to levels approaching zero, through the setting of annual limits and where necessary seek ecologically sound means of capturing large yellowfin tunas not in association with dolphins. The AIDCP also adopts a number of resolutions that place specific requirements on contracting parties in relation to reporting and observers. These resolutions collectively constitute an in-place strategy that is highly likely to achieve national and international ETP protection requirements. SG100 is not met since there is not a comprehensive strategy that is designed to achieve protection levels above national and international requirements.</w:t>
      </w:r>
    </w:p>
    <w:bookmarkEnd w:id="102"/>
    <w:p w14:paraId="2C66F26C" w14:textId="75465E23"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49484D10"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27478BB" w14:textId="3D74E621" w:rsidR="001F5B4D" w:rsidRPr="001F5B4D" w:rsidRDefault="001F5B4D" w:rsidP="001F5B4D">
            <w:pPr>
              <w:pStyle w:val="ScNormal"/>
            </w:pPr>
            <w:r w:rsidRPr="001F5B4D">
              <w:t>2.3.2.b Management strategy in place (alternative)</w:t>
            </w:r>
          </w:p>
        </w:tc>
      </w:tr>
      <w:tr w:rsidR="001F5B4D" w:rsidRPr="001F5B4D" w14:paraId="04C5F533" w14:textId="77777777" w:rsidTr="001F5B4D">
        <w:trPr>
          <w:cantSplit/>
        </w:trPr>
        <w:tc>
          <w:tcPr>
            <w:tcW w:w="3080" w:type="dxa"/>
            <w:shd w:val="clear" w:color="auto" w:fill="B6DDE8"/>
          </w:tcPr>
          <w:p w14:paraId="75C14251" w14:textId="48AD4286" w:rsidR="001F5B4D" w:rsidRPr="001F5B4D" w:rsidRDefault="001F5B4D" w:rsidP="001F5B4D">
            <w:pPr>
              <w:pStyle w:val="ScSGTableHead"/>
            </w:pPr>
            <w:r w:rsidRPr="001F5B4D">
              <w:t>60 Guidepost</w:t>
            </w:r>
          </w:p>
        </w:tc>
        <w:tc>
          <w:tcPr>
            <w:tcW w:w="3081" w:type="dxa"/>
            <w:shd w:val="clear" w:color="auto" w:fill="B6DDE8"/>
          </w:tcPr>
          <w:p w14:paraId="121A16AA" w14:textId="39DDF3E9" w:rsidR="001F5B4D" w:rsidRPr="001F5B4D" w:rsidRDefault="001F5B4D" w:rsidP="001F5B4D">
            <w:pPr>
              <w:pStyle w:val="ScSGTableHead"/>
            </w:pPr>
            <w:r w:rsidRPr="001F5B4D">
              <w:t>80 Guidepost</w:t>
            </w:r>
          </w:p>
        </w:tc>
        <w:tc>
          <w:tcPr>
            <w:tcW w:w="3081" w:type="dxa"/>
            <w:shd w:val="clear" w:color="auto" w:fill="B6DDE8"/>
          </w:tcPr>
          <w:p w14:paraId="0DE42757" w14:textId="12E2F455" w:rsidR="001F5B4D" w:rsidRPr="001F5B4D" w:rsidRDefault="001F5B4D" w:rsidP="001F5B4D">
            <w:pPr>
              <w:pStyle w:val="ScSGTableHead"/>
            </w:pPr>
            <w:r w:rsidRPr="001F5B4D">
              <w:t>100 Guidepost</w:t>
            </w:r>
          </w:p>
        </w:tc>
      </w:tr>
      <w:tr w:rsidR="001F5B4D" w:rsidRPr="001F5B4D" w14:paraId="335A746B" w14:textId="77777777" w:rsidTr="001F5B4D">
        <w:trPr>
          <w:cantSplit/>
        </w:trPr>
        <w:tc>
          <w:tcPr>
            <w:tcW w:w="3080" w:type="dxa"/>
          </w:tcPr>
          <w:p w14:paraId="395C48AB" w14:textId="59840CA0" w:rsidR="001F5B4D" w:rsidRPr="001F5B4D" w:rsidRDefault="001F5B4D" w:rsidP="001F5B4D">
            <w:pPr>
              <w:pStyle w:val="ScNormal"/>
            </w:pPr>
            <w:r w:rsidRPr="001F5B4D">
              <w:t xml:space="preserve">There are </w:t>
            </w:r>
            <w:r w:rsidRPr="001F5B4D">
              <w:rPr>
                <w:b/>
              </w:rPr>
              <w:t>measures</w:t>
            </w:r>
            <w:r w:rsidRPr="001F5B4D">
              <w:t xml:space="preserve"> in place that are expected to ensure the UoA does not hinder the recovery of ETP species.</w:t>
            </w:r>
          </w:p>
        </w:tc>
        <w:tc>
          <w:tcPr>
            <w:tcW w:w="3081" w:type="dxa"/>
          </w:tcPr>
          <w:p w14:paraId="245CA93B" w14:textId="03DB18F1" w:rsidR="001F5B4D" w:rsidRPr="001F5B4D" w:rsidRDefault="001F5B4D" w:rsidP="001F5B4D">
            <w:pPr>
              <w:pStyle w:val="ScNormal"/>
            </w:pPr>
            <w:r w:rsidRPr="001F5B4D">
              <w:t xml:space="preserve">There is a </w:t>
            </w:r>
            <w:r w:rsidRPr="001F5B4D">
              <w:rPr>
                <w:b/>
              </w:rPr>
              <w:t>strategy</w:t>
            </w:r>
            <w:r w:rsidRPr="001F5B4D">
              <w:t xml:space="preserve"> in place that is expected to ensure the UoA does not hinder the recovery of ETP species.</w:t>
            </w:r>
          </w:p>
        </w:tc>
        <w:tc>
          <w:tcPr>
            <w:tcW w:w="3081" w:type="dxa"/>
          </w:tcPr>
          <w:p w14:paraId="11D4FF7F" w14:textId="1C5E4C72" w:rsidR="001F5B4D" w:rsidRPr="001F5B4D" w:rsidRDefault="001F5B4D" w:rsidP="001F5B4D">
            <w:pPr>
              <w:pStyle w:val="ScNormal"/>
            </w:pPr>
            <w:r w:rsidRPr="001F5B4D">
              <w:t xml:space="preserve">There is a </w:t>
            </w:r>
            <w:r w:rsidRPr="001F5B4D">
              <w:rPr>
                <w:b/>
              </w:rPr>
              <w:t>comprehensive strategy</w:t>
            </w:r>
            <w:r w:rsidRPr="001F5B4D">
              <w:t xml:space="preserve"> in place for managing ETP species, to ensure the UoA does not hinder the recovery of ETP species.</w:t>
            </w:r>
          </w:p>
        </w:tc>
      </w:tr>
    </w:tbl>
    <w:p w14:paraId="27965542" w14:textId="33D6EBC2" w:rsidR="001F5B4D" w:rsidRPr="001F5B4D" w:rsidRDefault="001F5B4D" w:rsidP="001F5B4D">
      <w:pPr>
        <w:pStyle w:val="ScBuffer"/>
      </w:pPr>
    </w:p>
    <w:p w14:paraId="571F3FED" w14:textId="37F0ADBD" w:rsidR="001F5B4D" w:rsidRPr="001F5B4D" w:rsidRDefault="001F5B4D" w:rsidP="001F5B4D">
      <w:pPr>
        <w:pStyle w:val="ScNormal"/>
      </w:pPr>
      <w:bookmarkStart w:id="103" w:name="J232b7FFFF03FF0F01"/>
      <w:r w:rsidRPr="001F5B4D">
        <w:t>When scoring ETP management strategy, either scoring issue (a) or scoring issue (b) is scored, not both (MSC FCR 2.0 SA3.11.2). Scoring issue (a) is scored where there are requirements for protection and rebuilding provided through national ETP legislation or international agreements. Where these are absent, scoring issue (b) is scored. For the purposes of this pre-assessment exercise, in the context of ETP management measures being applied through an RFMO, it is appropriate to score issue (a) only. However, an artisanal fishery in a country that is not signatory to international agreements may be more appropriately scored under issue (b). In this case, locally specific management measures are likely to be the key determinant of scoring outcome. This is beyond the scope of this pre-assessment.</w:t>
      </w:r>
    </w:p>
    <w:bookmarkEnd w:id="103"/>
    <w:p w14:paraId="27460919" w14:textId="6F97F741"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3DE2BA1B"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4AC37BA" w14:textId="32B0D88C" w:rsidR="001F5B4D" w:rsidRPr="001F5B4D" w:rsidRDefault="001F5B4D" w:rsidP="001F5B4D">
            <w:pPr>
              <w:pStyle w:val="ScNormal"/>
            </w:pPr>
            <w:r w:rsidRPr="001F5B4D">
              <w:t>2.3.2.c Management strategy evaluation</w:t>
            </w:r>
          </w:p>
        </w:tc>
      </w:tr>
      <w:tr w:rsidR="001F5B4D" w:rsidRPr="001F5B4D" w14:paraId="6E5FC776" w14:textId="77777777" w:rsidTr="001F5B4D">
        <w:trPr>
          <w:cantSplit/>
        </w:trPr>
        <w:tc>
          <w:tcPr>
            <w:tcW w:w="3080" w:type="dxa"/>
            <w:tcBorders>
              <w:bottom w:val="single" w:sz="4" w:space="0" w:color="auto"/>
            </w:tcBorders>
            <w:shd w:val="clear" w:color="auto" w:fill="B6DDE8"/>
          </w:tcPr>
          <w:p w14:paraId="3E0A67FD" w14:textId="45704FC5"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30442802" w14:textId="00B11B67" w:rsidR="001F5B4D" w:rsidRPr="001F5B4D" w:rsidRDefault="001F5B4D" w:rsidP="001F5B4D">
            <w:pPr>
              <w:pStyle w:val="ScSGTableHead"/>
            </w:pPr>
            <w:r w:rsidRPr="001F5B4D">
              <w:t>80 Guidepost</w:t>
            </w:r>
          </w:p>
        </w:tc>
        <w:tc>
          <w:tcPr>
            <w:tcW w:w="3081" w:type="dxa"/>
            <w:shd w:val="clear" w:color="auto" w:fill="B6DDE8"/>
          </w:tcPr>
          <w:p w14:paraId="41BF9910" w14:textId="2574E1F0" w:rsidR="001F5B4D" w:rsidRPr="001F5B4D" w:rsidRDefault="001F5B4D" w:rsidP="001F5B4D">
            <w:pPr>
              <w:pStyle w:val="ScSGTableHead"/>
            </w:pPr>
            <w:r w:rsidRPr="001F5B4D">
              <w:t>100 Guidepost</w:t>
            </w:r>
          </w:p>
        </w:tc>
      </w:tr>
      <w:tr w:rsidR="001F5B4D" w:rsidRPr="001F5B4D" w14:paraId="297BBEC0" w14:textId="77777777" w:rsidTr="001F5B4D">
        <w:trPr>
          <w:cantSplit/>
        </w:trPr>
        <w:tc>
          <w:tcPr>
            <w:tcW w:w="3080" w:type="dxa"/>
            <w:shd w:val="clear" w:color="auto" w:fill="D2FFC3"/>
          </w:tcPr>
          <w:p w14:paraId="6B73F319" w14:textId="7F6E3EA6" w:rsidR="001F5B4D" w:rsidRPr="001F5B4D" w:rsidRDefault="001F5B4D" w:rsidP="001F5B4D">
            <w:pPr>
              <w:pStyle w:val="ScNormal"/>
            </w:pPr>
            <w:r w:rsidRPr="001F5B4D">
              <w:t xml:space="preserve">The measures are </w:t>
            </w:r>
            <w:r w:rsidRPr="001F5B4D">
              <w:rPr>
                <w:b/>
              </w:rPr>
              <w:t>considered likely</w:t>
            </w:r>
            <w:r w:rsidRPr="001F5B4D">
              <w:t xml:space="preserve"> to work, based on </w:t>
            </w:r>
            <w:r w:rsidRPr="001F5B4D">
              <w:rPr>
                <w:b/>
              </w:rPr>
              <w:t>plausible argument</w:t>
            </w:r>
            <w:r w:rsidRPr="001F5B4D">
              <w:t xml:space="preserve"> (e.g. general experience, theory or comparison with similar UoAs/ species).</w:t>
            </w:r>
          </w:p>
        </w:tc>
        <w:tc>
          <w:tcPr>
            <w:tcW w:w="3081" w:type="dxa"/>
            <w:shd w:val="clear" w:color="auto" w:fill="D2FFC3"/>
          </w:tcPr>
          <w:p w14:paraId="5A420263" w14:textId="283F8759" w:rsidR="001F5B4D" w:rsidRPr="001F5B4D" w:rsidRDefault="001F5B4D" w:rsidP="001F5B4D">
            <w:pPr>
              <w:pStyle w:val="ScNormal"/>
            </w:pPr>
            <w:r w:rsidRPr="001F5B4D">
              <w:t xml:space="preserve">There is an </w:t>
            </w:r>
            <w:r w:rsidRPr="001F5B4D">
              <w:rPr>
                <w:b/>
              </w:rPr>
              <w:t>objective basis for confidence</w:t>
            </w:r>
            <w:r w:rsidRPr="001F5B4D">
              <w:t xml:space="preserve"> that the partial strategy/ strategy will work, based on </w:t>
            </w:r>
            <w:r w:rsidRPr="001F5B4D">
              <w:rPr>
                <w:b/>
              </w:rPr>
              <w:t>information</w:t>
            </w:r>
            <w:r w:rsidRPr="001F5B4D">
              <w:t xml:space="preserve"> directly about the UoA and/or the species involved.</w:t>
            </w:r>
          </w:p>
        </w:tc>
        <w:tc>
          <w:tcPr>
            <w:tcW w:w="3081" w:type="dxa"/>
          </w:tcPr>
          <w:p w14:paraId="316276FE" w14:textId="6F0F89B1" w:rsidR="001F5B4D" w:rsidRPr="001F5B4D" w:rsidRDefault="001F5B4D" w:rsidP="001F5B4D">
            <w:pPr>
              <w:pStyle w:val="ScNormal"/>
            </w:pPr>
            <w:r w:rsidRPr="001F5B4D">
              <w:t xml:space="preserve">The strategy/ comprehensive strategy is mainly based on information directly about the UoA and/or species involved, and a </w:t>
            </w:r>
            <w:r w:rsidRPr="001F5B4D">
              <w:rPr>
                <w:b/>
              </w:rPr>
              <w:t>quantitative analysis</w:t>
            </w:r>
            <w:r w:rsidRPr="001F5B4D">
              <w:t xml:space="preserve"> supports </w:t>
            </w:r>
            <w:r w:rsidRPr="001F5B4D">
              <w:rPr>
                <w:b/>
              </w:rPr>
              <w:t>high confidence</w:t>
            </w:r>
            <w:r w:rsidRPr="001F5B4D">
              <w:t xml:space="preserve"> that the strategy will work.</w:t>
            </w:r>
          </w:p>
        </w:tc>
      </w:tr>
    </w:tbl>
    <w:p w14:paraId="33F5602A" w14:textId="59D5630D" w:rsidR="001F5B4D" w:rsidRPr="001F5B4D" w:rsidRDefault="001F5B4D" w:rsidP="001F5B4D">
      <w:pPr>
        <w:pStyle w:val="ScBuffer"/>
      </w:pPr>
    </w:p>
    <w:p w14:paraId="6A45C642" w14:textId="3DA7F5E2" w:rsidR="001F5B4D" w:rsidRPr="001F5B4D" w:rsidRDefault="001F5B4D" w:rsidP="001F5B4D">
      <w:pPr>
        <w:pStyle w:val="ScNormal"/>
      </w:pPr>
      <w:bookmarkStart w:id="104" w:name="J232c7FFFF03FF0F01"/>
      <w:r w:rsidRPr="001F5B4D">
        <w:t xml:space="preserve">Confidence about the success of the management strategy / measures applied at the RFMO level for all tuna fishing fleets comes from the associated requirement for fleets to report ETP interactions and for the contracting state to submit this data annually to the RFMO. This provides some empirical basis, augmented by observer reports upon which analysis can be undertaken and the level of confidence objectively determined. Additionally, there is a good body of independent research on possible approaches to ETP mitigation in tuna fisheries for a wide variety of gears and locations. In many cases, this body of research will be analogous or applicable to the UoA and may be used by the management authority (whether national or RFMO) to evaluate and give confidence to the choice of </w:t>
      </w:r>
      <w:r w:rsidRPr="001F5B4D">
        <w:lastRenderedPageBreak/>
        <w:t>management strategy to be applied. SG80 is met but not SG100 since a quantitative analysis to support high confidence has not be done.</w:t>
      </w:r>
    </w:p>
    <w:p w14:paraId="6F90C0F5" w14:textId="19006F50" w:rsidR="001F5B4D" w:rsidRPr="001F5B4D" w:rsidRDefault="001F5B4D" w:rsidP="001F5B4D">
      <w:pPr>
        <w:pStyle w:val="ScNormal"/>
      </w:pPr>
      <w:bookmarkStart w:id="105" w:name="J232c7C00003FF0202"/>
      <w:bookmarkEnd w:id="104"/>
      <w:r w:rsidRPr="001F5B4D">
        <w:t>The Annual Report of the IATTC provides some review of the current Resolutions and Resolutions of the IATTC, including those in relation to ETP species. However, the most recent of these published on the IATTC website is from 2009, and there are no reviews of the more recent resolutions relating to ETP species. More up-to-date and formal evaluations may be expected to give greater confidence in the success or otherwise of resolutions relating to ETP species. This could be the cause of reduced scoring at the time of a full MSC assessment.  The Agreement on the International Dolphin Conservation Program (AIDCP) is subject to executive review each year which provides a brief summary of the operation of the Agreement during the preceding year including reviewing latest catch statistics. This provides objective basis for confidence that the management measures are working, meeting SG80. SG100 is not met since a quantitative analysis to support high confidence has not be done.</w:t>
      </w:r>
    </w:p>
    <w:bookmarkEnd w:id="105"/>
    <w:p w14:paraId="40BB0FAD" w14:textId="41B6E9B2"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6964DA55"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F73D2A6" w14:textId="1967851B" w:rsidR="001F5B4D" w:rsidRPr="001F5B4D" w:rsidRDefault="001F5B4D" w:rsidP="001F5B4D">
            <w:pPr>
              <w:pStyle w:val="ScNormal"/>
            </w:pPr>
            <w:r w:rsidRPr="001F5B4D">
              <w:t>2.3.2.d Management strategy implementation</w:t>
            </w:r>
          </w:p>
        </w:tc>
      </w:tr>
      <w:tr w:rsidR="001F5B4D" w:rsidRPr="001F5B4D" w14:paraId="6D022401" w14:textId="77777777" w:rsidTr="001F5B4D">
        <w:trPr>
          <w:cantSplit/>
        </w:trPr>
        <w:tc>
          <w:tcPr>
            <w:tcW w:w="3080" w:type="dxa"/>
            <w:tcBorders>
              <w:bottom w:val="single" w:sz="4" w:space="0" w:color="auto"/>
            </w:tcBorders>
            <w:shd w:val="clear" w:color="auto" w:fill="B6DDE8"/>
          </w:tcPr>
          <w:p w14:paraId="5D18D947" w14:textId="336A2C4F"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1D544FF0" w14:textId="0B32A1D4" w:rsidR="001F5B4D" w:rsidRPr="001F5B4D" w:rsidRDefault="001F5B4D" w:rsidP="001F5B4D">
            <w:pPr>
              <w:pStyle w:val="ScSGTableHead"/>
            </w:pPr>
            <w:r w:rsidRPr="001F5B4D">
              <w:t>80 Guidepost</w:t>
            </w:r>
          </w:p>
        </w:tc>
        <w:tc>
          <w:tcPr>
            <w:tcW w:w="3081" w:type="dxa"/>
            <w:shd w:val="clear" w:color="auto" w:fill="B6DDE8"/>
          </w:tcPr>
          <w:p w14:paraId="468B672E" w14:textId="3076EE4D" w:rsidR="001F5B4D" w:rsidRPr="001F5B4D" w:rsidRDefault="001F5B4D" w:rsidP="001F5B4D">
            <w:pPr>
              <w:pStyle w:val="ScSGTableHead"/>
            </w:pPr>
            <w:r w:rsidRPr="001F5B4D">
              <w:t>100 Guidepost</w:t>
            </w:r>
          </w:p>
        </w:tc>
      </w:tr>
      <w:tr w:rsidR="001F5B4D" w:rsidRPr="001F5B4D" w14:paraId="4371B481" w14:textId="77777777" w:rsidTr="001F5B4D">
        <w:trPr>
          <w:cantSplit/>
        </w:trPr>
        <w:tc>
          <w:tcPr>
            <w:tcW w:w="3080" w:type="dxa"/>
            <w:shd w:val="clear" w:color="auto" w:fill="D2FFC3"/>
          </w:tcPr>
          <w:p w14:paraId="062C2178" w14:textId="77777777" w:rsidR="001F5B4D" w:rsidRPr="001F5B4D" w:rsidRDefault="001F5B4D" w:rsidP="001F5B4D">
            <w:pPr>
              <w:pStyle w:val="ScNormal"/>
            </w:pPr>
          </w:p>
        </w:tc>
        <w:tc>
          <w:tcPr>
            <w:tcW w:w="3081" w:type="dxa"/>
            <w:shd w:val="clear" w:color="auto" w:fill="D2FFC3"/>
          </w:tcPr>
          <w:p w14:paraId="660CA9AB" w14:textId="70B1B7C3" w:rsidR="001F5B4D" w:rsidRPr="001F5B4D" w:rsidRDefault="001F5B4D" w:rsidP="001F5B4D">
            <w:pPr>
              <w:pStyle w:val="ScNormal"/>
            </w:pPr>
            <w:r w:rsidRPr="001F5B4D">
              <w:t xml:space="preserve">There is some </w:t>
            </w:r>
            <w:r w:rsidRPr="001F5B4D">
              <w:rPr>
                <w:b/>
              </w:rPr>
              <w:t>evidence</w:t>
            </w:r>
            <w:r w:rsidRPr="001F5B4D">
              <w:t xml:space="preserve"> that the measures/strategy is being implemented successfully.</w:t>
            </w:r>
          </w:p>
        </w:tc>
        <w:tc>
          <w:tcPr>
            <w:tcW w:w="3081" w:type="dxa"/>
          </w:tcPr>
          <w:p w14:paraId="0ED6045A" w14:textId="2AD35848" w:rsidR="001F5B4D" w:rsidRPr="001F5B4D" w:rsidRDefault="001F5B4D" w:rsidP="001F5B4D">
            <w:pPr>
              <w:pStyle w:val="ScNormal"/>
            </w:pPr>
            <w:r w:rsidRPr="001F5B4D">
              <w:t xml:space="preserve">There is </w:t>
            </w:r>
            <w:r w:rsidRPr="001F5B4D">
              <w:rPr>
                <w:b/>
              </w:rPr>
              <w:t>clear evidence</w:t>
            </w:r>
            <w:r w:rsidRPr="001F5B4D">
              <w:t xml:space="preserve"> that the strategy/ comprehensive strategy is being implemented successfully and is </w:t>
            </w:r>
            <w:r w:rsidRPr="001F5B4D">
              <w:rPr>
                <w:b/>
              </w:rPr>
              <w:t>achieving its objective as set out in scoring issue (a) or (b).</w:t>
            </w:r>
          </w:p>
        </w:tc>
      </w:tr>
    </w:tbl>
    <w:p w14:paraId="21301986" w14:textId="4CF141E5" w:rsidR="001F5B4D" w:rsidRPr="001F5B4D" w:rsidRDefault="001F5B4D" w:rsidP="001F5B4D">
      <w:pPr>
        <w:pStyle w:val="ScBuffer"/>
      </w:pPr>
    </w:p>
    <w:p w14:paraId="5E79C7A7" w14:textId="1BC9F576" w:rsidR="001F5B4D" w:rsidRPr="001F5B4D" w:rsidRDefault="001F5B4D" w:rsidP="001F5B4D">
      <w:pPr>
        <w:pStyle w:val="ScNormal"/>
      </w:pPr>
      <w:bookmarkStart w:id="106" w:name="J232d7FFFF03FF0F01"/>
      <w:r w:rsidRPr="001F5B4D">
        <w:t>The scoring of ‘implementation’ of management strategies and measures is in many ways linked to the scoring of strategies and measures being ‘in place’ in scoring issue (a). The justification provided there is not repeated here. However, in addition the degree of ‘implementation’ scored here will depend upon the observations of the assessors during site visits to determine the degree to which the measures and strategies referred to in scoring issue (a) are in day-to-day operational use. For example, where has an RFMO resolution or recommendation been adopted? To what extent has this been implemented at fleet level? Is there evidence of appropriate training having occurred and relevant logbooks, species identification guides or necessary equipment being in place on board vessels? Do crews have an understanding of the Codes of Good Practice for handling and release of ETP species? Is it evident from logbooks that the requirements for compulsory reporting of ETP interactions are being complied with? This degree of local / fleet level implementation will vary according to the client grouping and the nationality therefore cannot be remotely scored as part of this global generic pre-assessment exercise. At this time, no instances of obvious lack of implementation have been identified; however, this would be further scrutinized at the time of full assessment. Some RFMOs provide details of the level of implementation of their management measures / resolutions and recommendations by contracting parties (i.e. nations). Where available, these lists would also be consulted upon to determine the degree to which the UoA flag state was compliant with the implementation requirements for RFMO management measures (for example, the IOTC provide updates on the level of implementation of national plans of action for sharks and seabirds and implementation of FOA guidelines to reduce marine turtle mortality in fishing operations). Therefore, SG80 is met since there is some evidence that the strategy is being implemented successfully, but due to a lack of clear evidence, SG100 is not met.</w:t>
      </w:r>
    </w:p>
    <w:bookmarkEnd w:id="106"/>
    <w:p w14:paraId="2DDA637F" w14:textId="5BA1D578"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4D9D930E"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E7C322D" w14:textId="0D39C50E" w:rsidR="001F5B4D" w:rsidRPr="001F5B4D" w:rsidRDefault="001F5B4D" w:rsidP="001F5B4D">
            <w:pPr>
              <w:pStyle w:val="ScNormal"/>
            </w:pPr>
            <w:r w:rsidRPr="001F5B4D">
              <w:t>2.3.2.e Review of alternative measures to minimise mortality of ETP species</w:t>
            </w:r>
          </w:p>
        </w:tc>
      </w:tr>
      <w:tr w:rsidR="001F5B4D" w:rsidRPr="001F5B4D" w14:paraId="0C0FFCCA" w14:textId="77777777" w:rsidTr="001F5B4D">
        <w:trPr>
          <w:cantSplit/>
        </w:trPr>
        <w:tc>
          <w:tcPr>
            <w:tcW w:w="3080" w:type="dxa"/>
            <w:tcBorders>
              <w:bottom w:val="single" w:sz="4" w:space="0" w:color="auto"/>
            </w:tcBorders>
            <w:shd w:val="clear" w:color="auto" w:fill="B6DDE8"/>
          </w:tcPr>
          <w:p w14:paraId="311F6E75" w14:textId="7C49510C" w:rsidR="001F5B4D" w:rsidRPr="001F5B4D" w:rsidRDefault="001F5B4D" w:rsidP="001F5B4D">
            <w:pPr>
              <w:pStyle w:val="ScSGTableHead"/>
            </w:pPr>
            <w:r w:rsidRPr="001F5B4D">
              <w:t>60 Guidepost</w:t>
            </w:r>
          </w:p>
        </w:tc>
        <w:tc>
          <w:tcPr>
            <w:tcW w:w="3081" w:type="dxa"/>
            <w:shd w:val="clear" w:color="auto" w:fill="B6DDE8"/>
          </w:tcPr>
          <w:p w14:paraId="1DDD4756" w14:textId="23B72495" w:rsidR="001F5B4D" w:rsidRPr="001F5B4D" w:rsidRDefault="001F5B4D" w:rsidP="001F5B4D">
            <w:pPr>
              <w:pStyle w:val="ScSGTableHead"/>
            </w:pPr>
            <w:r w:rsidRPr="001F5B4D">
              <w:t>80 Guidepost</w:t>
            </w:r>
          </w:p>
        </w:tc>
        <w:tc>
          <w:tcPr>
            <w:tcW w:w="3081" w:type="dxa"/>
            <w:shd w:val="clear" w:color="auto" w:fill="B6DDE8"/>
          </w:tcPr>
          <w:p w14:paraId="4D0676FF" w14:textId="44033F45" w:rsidR="001F5B4D" w:rsidRPr="001F5B4D" w:rsidRDefault="001F5B4D" w:rsidP="001F5B4D">
            <w:pPr>
              <w:pStyle w:val="ScSGTableHead"/>
            </w:pPr>
            <w:r w:rsidRPr="001F5B4D">
              <w:t>100 Guidepost</w:t>
            </w:r>
          </w:p>
        </w:tc>
      </w:tr>
      <w:tr w:rsidR="001F5B4D" w:rsidRPr="001F5B4D" w14:paraId="5089C5C7" w14:textId="77777777" w:rsidTr="001F5B4D">
        <w:trPr>
          <w:cantSplit/>
        </w:trPr>
        <w:tc>
          <w:tcPr>
            <w:tcW w:w="3080" w:type="dxa"/>
            <w:shd w:val="clear" w:color="auto" w:fill="D2FFC3"/>
          </w:tcPr>
          <w:p w14:paraId="5C61974A" w14:textId="4B9F1D6C" w:rsidR="001F5B4D" w:rsidRPr="001F5B4D" w:rsidRDefault="001F5B4D" w:rsidP="001F5B4D">
            <w:pPr>
              <w:pStyle w:val="ScNormal"/>
            </w:pPr>
            <w:r w:rsidRPr="001F5B4D">
              <w:t>There is a review of the potential effectiveness and practicality of alternative measures to minimise UoA-related mortality of ETP species.</w:t>
            </w:r>
          </w:p>
        </w:tc>
        <w:tc>
          <w:tcPr>
            <w:tcW w:w="3081" w:type="dxa"/>
          </w:tcPr>
          <w:p w14:paraId="26F5DDC8" w14:textId="13A42967" w:rsidR="001F5B4D" w:rsidRPr="001F5B4D" w:rsidRDefault="001F5B4D" w:rsidP="001F5B4D">
            <w:pPr>
              <w:pStyle w:val="ScNormal"/>
            </w:pPr>
            <w:r w:rsidRPr="001F5B4D">
              <w:t xml:space="preserve">There is a </w:t>
            </w:r>
            <w:r w:rsidRPr="001F5B4D">
              <w:rPr>
                <w:b/>
              </w:rPr>
              <w:t>regular</w:t>
            </w:r>
            <w:r w:rsidRPr="001F5B4D">
              <w:t xml:space="preserve"> review of the potential effectiveness and practicality of alternative measures to minimise UoA-related mortality of ETP species and they are implemented as appropriate.</w:t>
            </w:r>
          </w:p>
        </w:tc>
        <w:tc>
          <w:tcPr>
            <w:tcW w:w="3081" w:type="dxa"/>
          </w:tcPr>
          <w:p w14:paraId="414A0AB6" w14:textId="78E5AD73" w:rsidR="001F5B4D" w:rsidRPr="001F5B4D" w:rsidRDefault="001F5B4D" w:rsidP="001F5B4D">
            <w:pPr>
              <w:pStyle w:val="ScNormal"/>
            </w:pPr>
            <w:r w:rsidRPr="001F5B4D">
              <w:t xml:space="preserve">There is a </w:t>
            </w:r>
            <w:r w:rsidRPr="001F5B4D">
              <w:rPr>
                <w:b/>
              </w:rPr>
              <w:t>biannual</w:t>
            </w:r>
            <w:r w:rsidRPr="001F5B4D">
              <w:t xml:space="preserve"> review of the potential effectiveness and practicality of alternative measures to minimise UoA-related mortality ETP species, and they are implemented, as appropriate.</w:t>
            </w:r>
          </w:p>
        </w:tc>
      </w:tr>
    </w:tbl>
    <w:p w14:paraId="6A874A5D" w14:textId="34CCACF4" w:rsidR="001F5B4D" w:rsidRPr="001F5B4D" w:rsidRDefault="001F5B4D" w:rsidP="001F5B4D">
      <w:pPr>
        <w:pStyle w:val="ScBuffer"/>
      </w:pPr>
    </w:p>
    <w:p w14:paraId="2B13D074" w14:textId="2A92E326" w:rsidR="001F5B4D" w:rsidRPr="001F5B4D" w:rsidRDefault="001F5B4D" w:rsidP="001F5B4D">
      <w:pPr>
        <w:pStyle w:val="ScNormal"/>
      </w:pPr>
      <w:bookmarkStart w:id="107" w:name="J232e7FFFF03FF0F01"/>
      <w:r w:rsidRPr="001F5B4D">
        <w:t>This scoring issue is new to the latest version of the MSC fisheries certification requirements (FCRv2 October 2014). The ‘Alternative Measures’ that are under consideration here may include alternative fishing gears and / or practices in an effort to reduce the level of incidental ETP mortality to the lowest achievable levels. To meet SG80, a review must be regular (i.e. at least once every 5 years). The SG80 requirement for implementation ‘as appropriate’ allows for sensible consideration of cost effectiveness, vessel and crew safety and loss of target catches. It is likely that, when scored, this will look in turn at each of the ETP species that have been identified in 2.3.1 and determine the extent to which these species have been included in reviews of alternative measures (i.e. scoring species separately as scoring elements).  The reviews and evaluations referred to in 2.3.2 and the resulting RFMO management measures or recommendations are sufficient to demonstrate that there has been some review of the alternative measures to minimize UoA related mortality of many ETP species. However, even if it can be demonstrated that some ETP species have met the requirement for regular review and implementation, it is possible that for at least some of the identified ETP species the review to date will have only happened once with no plan for regular repeat.  The requirement for ‘Regular Review of Alternative Measures’ is one area in which it may be possible for the client fishery (or UoA) to commission or undertake their own review work. Where it can be demonstrated that this is a regular review of alternative methods and that recommendations are implements as appropriate, then this may enable the client fishery to achieve higher scores than might otherwise be the case (if solely reliant on reviews at the RFMO level).</w:t>
      </w:r>
    </w:p>
    <w:p w14:paraId="6020E8DE" w14:textId="69DD3768" w:rsidR="001F5B4D" w:rsidRPr="001F5B4D" w:rsidRDefault="001F5B4D" w:rsidP="001F5B4D">
      <w:pPr>
        <w:pStyle w:val="ScNormal"/>
      </w:pPr>
      <w:bookmarkStart w:id="108" w:name="J232e7C00003FF0205"/>
      <w:bookmarkEnd w:id="107"/>
      <w:r w:rsidRPr="001F5B4D">
        <w:t>Although the IATTC has in-place resolutions in relation to various aspects such as FAD design, mitigating against marine turtle bycatch and marine mammal interactions, there is perhaps less evidence of these being regular reviews.  However, Resolution C-07-03 to mitigate the impact of tuna fishing vessels on sea turtles does require Commission staff to “review information submitted, results of research and fishing trials provided by CPCs (including the development of modified FADs and effectiveness of circle hook/bait combinations), and any new information available regarding proven techniques to reduce sea turtle bycatch, injury and mortality in fisheries targeting tuna and tuna-like species. Results of this review shall be made available to all CPCs and shall be presented at the next meeting of the IATTC Bycatch Working Group, with the view toward strengthening these resolutions as necessary”. This is the type of review and consideration of alternative measures that this scoring issue is seeking to address; albeit this resolution is now a number of years old.  It is perhaps in relation to seabirds where there is more evidence of reviewing and updating of resolutions. Resolution C-11-02 to mitigate the impact on seabirds of fishing for species covered by the IATTC replaces Recommendation C-10-02 and Resolution C-05-01. This states that the requirements of the resolution will be subject to review and possible modification. SG80 is not met since regular reviews (i.e. once every five years) do not seem to be occurring.</w:t>
      </w:r>
    </w:p>
    <w:bookmarkEnd w:id="108"/>
    <w:p w14:paraId="66A37748" w14:textId="563F91B4" w:rsidR="001F5B4D" w:rsidRPr="001F5B4D" w:rsidRDefault="001F5B4D" w:rsidP="001F5B4D">
      <w:pPr>
        <w:pStyle w:val="ScScore"/>
      </w:pPr>
      <w:r w:rsidRPr="001F5B4D">
        <w:lastRenderedPageBreak/>
        <w:t>All SG60 were met, and 3 out of 4 SG80 were met.</w:t>
      </w:r>
    </w:p>
    <w:p w14:paraId="5FC59270" w14:textId="576D4DA1" w:rsidR="001F5B4D" w:rsidRPr="001F5B4D" w:rsidRDefault="001F5B4D" w:rsidP="001F5B4D">
      <w:pPr>
        <w:pStyle w:val="ScScore"/>
      </w:pPr>
      <w:r w:rsidRPr="001F5B4D">
        <w:t>PI 2.3.2 : 75</w:t>
      </w:r>
    </w:p>
    <w:p w14:paraId="1747F607" w14:textId="6D8A81E3" w:rsidR="001F5B4D" w:rsidRPr="001F5B4D" w:rsidRDefault="001F5B4D" w:rsidP="001F5B4D">
      <w:pPr>
        <w:pStyle w:val="ScSI"/>
        <w:rPr>
          <w:lang w:val="en-GB"/>
        </w:rPr>
      </w:pPr>
      <w:r w:rsidRPr="001F5B4D">
        <w:rPr>
          <w:lang w:val="en-GB"/>
        </w:rPr>
        <w:t>References</w:t>
      </w:r>
    </w:p>
    <w:p w14:paraId="75A5E38A" w14:textId="5664CDBC" w:rsidR="001F5B4D" w:rsidRPr="001F5B4D" w:rsidRDefault="001F5B4D" w:rsidP="001F5B4D">
      <w:pPr>
        <w:pStyle w:val="ScReferences"/>
      </w:pPr>
      <w:r w:rsidRPr="001F5B4D">
        <w:t>IATTC (https://www.iattc.org)</w:t>
      </w:r>
    </w:p>
    <w:p w14:paraId="7435782A" w14:textId="0D3ABE9A" w:rsidR="001F5B4D" w:rsidRPr="001F5B4D" w:rsidRDefault="001F5B4D" w:rsidP="001F5B4D">
      <w:pPr>
        <w:pStyle w:val="ScReferences"/>
      </w:pPr>
      <w:r w:rsidRPr="001F5B4D">
        <w:t>IOTC 2016. Status of development and implementation of National Plans of Action (NPOA) for seabirds and sharks and implementation of the FAO guidelines to reduce marine turtle mortality in fishing operations. IOTC–2016–SC19–06[E].</w:t>
      </w:r>
    </w:p>
    <w:p w14:paraId="21AECC4D" w14:textId="3F305E50" w:rsidR="001F5B4D" w:rsidRPr="001F5B4D" w:rsidRDefault="001F5B4D" w:rsidP="001F5B4D">
      <w:pPr>
        <w:pStyle w:val="ScReferences"/>
      </w:pPr>
      <w:r w:rsidRPr="001F5B4D">
        <w:t>MSC 2014. SA3.11.2. In: MSC General Certification Requirements Version 2. Marine Stewardship Council, October 2014.</w:t>
      </w:r>
    </w:p>
    <w:p w14:paraId="3D9EEBAB" w14:textId="38758665" w:rsidR="001F5B4D" w:rsidRPr="001F5B4D" w:rsidRDefault="001F5B4D" w:rsidP="001F5B4D">
      <w:pPr>
        <w:pStyle w:val="ScReferences"/>
      </w:pPr>
      <w:r w:rsidRPr="001F5B4D">
        <w:t>MSC 2014. SA3.5.3 &amp; SA3.11.3. In: MSC General Certification Requirements Version 2. Marine Stewardship Council, October 2014.</w:t>
      </w:r>
    </w:p>
    <w:p w14:paraId="0FB1957B" w14:textId="4923D80E" w:rsidR="001F5B4D" w:rsidRPr="001F5B4D" w:rsidRDefault="001F5B4D" w:rsidP="001F5B4D">
      <w:pPr>
        <w:pStyle w:val="ScPI"/>
        <w:rPr>
          <w:lang w:val="en-GB"/>
        </w:rPr>
      </w:pPr>
      <w:r w:rsidRPr="001F5B4D">
        <w:rPr>
          <w:lang w:val="en-GB"/>
        </w:rPr>
        <w:t>P.2.3.3 Information</w:t>
      </w:r>
    </w:p>
    <w:p w14:paraId="7F247EB4" w14:textId="361DB5A1"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021C79C2"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85766A" w14:textId="097504AE" w:rsidR="001F5B4D" w:rsidRPr="001F5B4D" w:rsidRDefault="001F5B4D" w:rsidP="001F5B4D">
            <w:pPr>
              <w:pStyle w:val="ScNormal"/>
            </w:pPr>
            <w:r w:rsidRPr="001F5B4D">
              <w:t>2.3.3.a Information adequacy for assessment of impacts</w:t>
            </w:r>
          </w:p>
        </w:tc>
      </w:tr>
      <w:tr w:rsidR="001F5B4D" w:rsidRPr="001F5B4D" w14:paraId="6B8CA324" w14:textId="77777777" w:rsidTr="001F5B4D">
        <w:trPr>
          <w:cantSplit/>
        </w:trPr>
        <w:tc>
          <w:tcPr>
            <w:tcW w:w="3080" w:type="dxa"/>
            <w:tcBorders>
              <w:bottom w:val="single" w:sz="4" w:space="0" w:color="auto"/>
            </w:tcBorders>
            <w:shd w:val="clear" w:color="auto" w:fill="B6DDE8"/>
          </w:tcPr>
          <w:p w14:paraId="1977B243" w14:textId="69414673" w:rsidR="001F5B4D" w:rsidRPr="001F5B4D" w:rsidRDefault="001F5B4D" w:rsidP="001F5B4D">
            <w:pPr>
              <w:pStyle w:val="ScSGTableHead"/>
            </w:pPr>
            <w:r w:rsidRPr="001F5B4D">
              <w:t>60 Guidepost</w:t>
            </w:r>
          </w:p>
        </w:tc>
        <w:tc>
          <w:tcPr>
            <w:tcW w:w="3081" w:type="dxa"/>
            <w:shd w:val="clear" w:color="auto" w:fill="B6DDE8"/>
          </w:tcPr>
          <w:p w14:paraId="1FFE8352" w14:textId="08388F4F" w:rsidR="001F5B4D" w:rsidRPr="001F5B4D" w:rsidRDefault="001F5B4D" w:rsidP="001F5B4D">
            <w:pPr>
              <w:pStyle w:val="ScSGTableHead"/>
            </w:pPr>
            <w:r w:rsidRPr="001F5B4D">
              <w:t>80 Guidepost</w:t>
            </w:r>
          </w:p>
        </w:tc>
        <w:tc>
          <w:tcPr>
            <w:tcW w:w="3081" w:type="dxa"/>
            <w:shd w:val="clear" w:color="auto" w:fill="B6DDE8"/>
          </w:tcPr>
          <w:p w14:paraId="02009624" w14:textId="7CDE81E4" w:rsidR="001F5B4D" w:rsidRPr="001F5B4D" w:rsidRDefault="001F5B4D" w:rsidP="001F5B4D">
            <w:pPr>
              <w:pStyle w:val="ScSGTableHead"/>
            </w:pPr>
            <w:r w:rsidRPr="001F5B4D">
              <w:t>100 Guidepost</w:t>
            </w:r>
          </w:p>
        </w:tc>
      </w:tr>
      <w:tr w:rsidR="001F5B4D" w:rsidRPr="001F5B4D" w14:paraId="6DB316F1" w14:textId="77777777" w:rsidTr="001F5B4D">
        <w:trPr>
          <w:cantSplit/>
        </w:trPr>
        <w:tc>
          <w:tcPr>
            <w:tcW w:w="3080" w:type="dxa"/>
            <w:shd w:val="clear" w:color="auto" w:fill="D2FFC3"/>
          </w:tcPr>
          <w:p w14:paraId="0D5B8189" w14:textId="70D9DEE6" w:rsidR="001F5B4D" w:rsidRPr="001F5B4D" w:rsidRDefault="001F5B4D" w:rsidP="001F5B4D">
            <w:pPr>
              <w:pStyle w:val="ScNormal"/>
            </w:pPr>
            <w:r w:rsidRPr="001F5B4D">
              <w:t xml:space="preserve">Qualitative information is </w:t>
            </w:r>
            <w:r w:rsidRPr="001F5B4D">
              <w:rPr>
                <w:b/>
              </w:rPr>
              <w:t>adequate to estimate</w:t>
            </w:r>
            <w:r w:rsidRPr="001F5B4D">
              <w:t xml:space="preserve"> the UoA related mortality on ETP species. </w:t>
            </w:r>
            <w:r w:rsidRPr="001F5B4D">
              <w:rPr>
                <w:b/>
              </w:rPr>
              <w:t xml:space="preserve">OR If RBF is used to score PI 2.3.1 for the UoA: </w:t>
            </w:r>
            <w:r w:rsidRPr="001F5B4D">
              <w:t xml:space="preserve"> Qualitative information is </w:t>
            </w:r>
            <w:r w:rsidRPr="001F5B4D">
              <w:rPr>
                <w:b/>
              </w:rPr>
              <w:t>adequate to estimate productivity and susceptibility</w:t>
            </w:r>
            <w:r w:rsidRPr="001F5B4D">
              <w:t xml:space="preserve"> attributes for ETP species.</w:t>
            </w:r>
          </w:p>
        </w:tc>
        <w:tc>
          <w:tcPr>
            <w:tcW w:w="3081" w:type="dxa"/>
          </w:tcPr>
          <w:p w14:paraId="0A852D14" w14:textId="59971D70" w:rsidR="001F5B4D" w:rsidRPr="001F5B4D" w:rsidRDefault="001F5B4D" w:rsidP="001F5B4D">
            <w:pPr>
              <w:pStyle w:val="ScNormal"/>
            </w:pPr>
            <w:r w:rsidRPr="001F5B4D">
              <w:t xml:space="preserve">Some quantitative information is </w:t>
            </w:r>
            <w:r w:rsidRPr="001F5B4D">
              <w:rPr>
                <w:b/>
              </w:rPr>
              <w:t>adequate to assess</w:t>
            </w:r>
            <w:r w:rsidRPr="001F5B4D">
              <w:t xml:space="preserve"> the UoA related mortality and impact and to determine whether the UoA may be a threat to protection and recovery of the ETP species. </w:t>
            </w:r>
            <w:r w:rsidRPr="001F5B4D">
              <w:rPr>
                <w:b/>
              </w:rPr>
              <w:t>OR If RBF is used to score PI 2.3.1 for the UoA:</w:t>
            </w:r>
            <w:r w:rsidRPr="001F5B4D">
              <w:t xml:space="preserve"> Some quantitative information is </w:t>
            </w:r>
            <w:r w:rsidRPr="001F5B4D">
              <w:rPr>
                <w:b/>
              </w:rPr>
              <w:t>adequate to estimate productivity and susceptibility</w:t>
            </w:r>
            <w:r w:rsidRPr="001F5B4D">
              <w:t xml:space="preserve"> attributes for ETP species.</w:t>
            </w:r>
          </w:p>
        </w:tc>
        <w:tc>
          <w:tcPr>
            <w:tcW w:w="3081" w:type="dxa"/>
          </w:tcPr>
          <w:p w14:paraId="321F169B" w14:textId="636B1497" w:rsidR="001F5B4D" w:rsidRPr="001F5B4D" w:rsidRDefault="001F5B4D" w:rsidP="001F5B4D">
            <w:pPr>
              <w:pStyle w:val="ScNormal"/>
            </w:pPr>
            <w:r w:rsidRPr="001F5B4D">
              <w:t xml:space="preserve">Quantitative information is available to assess with a high degree of certainty the </w:t>
            </w:r>
            <w:r w:rsidRPr="001F5B4D">
              <w:rPr>
                <w:b/>
              </w:rPr>
              <w:t>magnitude of UoA-related impacts, mortalities and injuries and the consequences for the status</w:t>
            </w:r>
            <w:r w:rsidRPr="001F5B4D">
              <w:t xml:space="preserve"> of ETP species.</w:t>
            </w:r>
          </w:p>
        </w:tc>
      </w:tr>
    </w:tbl>
    <w:p w14:paraId="2CCDAD3E" w14:textId="48D11B22" w:rsidR="001F5B4D" w:rsidRPr="001F5B4D" w:rsidRDefault="001F5B4D" w:rsidP="001F5B4D">
      <w:pPr>
        <w:pStyle w:val="ScBuffer"/>
      </w:pPr>
    </w:p>
    <w:p w14:paraId="190ACB62" w14:textId="5205D67F" w:rsidR="001F5B4D" w:rsidRPr="001F5B4D" w:rsidRDefault="001F5B4D" w:rsidP="001F5B4D">
      <w:pPr>
        <w:pStyle w:val="ScNormal"/>
      </w:pPr>
      <w:bookmarkStart w:id="109" w:name="J233a7FFFF03FF0F01"/>
      <w:r w:rsidRPr="001F5B4D">
        <w:t xml:space="preserve">ETP interactions with tuna fisheries has been subject to many studies over a range of ecosystems, target fisheries and fishing strategies. There is an extensive list of publications that provide insight into this subject. For most if not all tuna fisheries, it will therefore be possible to draw some qualitative conclusions about the likely scale of impact, in particular when further information about vessel numbers, fishing intensity, ETP species distribution and gear type are included in the consideration. This ensures that all tuna fisheries meet at least the SG60 requirement.  By contrast, ETP interactions are not routinely reliably recorded in most tuna fisheries, although RFMO management measures are increasingly including this as a requirement. There is awareness on the part of most fleets that ETP interactions are potentially illegal, are focus of considerable NGO scrutiny and above all are potentially damaging to the reputation of their product with end consumers. Regardless of efforts to avoid ETP interaction and capture (as discussed in 2.3.2), it is certainly conceivable that attempts at self-recording of interactions (for example in logbooks – whether voluntary or a legal requirement) may be inaccurate or represent an under-estimation. Given this potential incentive to under-report interactions, considerable focus of this information performance indicator will fall on the independence and likely veracity of any quantitative data on interaction. Fisheries with more observer coverage are likely to score higher in this performance indicator. In some tuna fisheries, there is 100% observer coverage. Where the remit for this observer work includes quantifying ETP interactions, perhaps complemented by research work focused on the specific fleet or UoA characteristics, then it is likely that this may meet the SG100 level, almost regardless of the level of impact since the focus of this performance indicator is on the quality of </w:t>
      </w:r>
      <w:r w:rsidRPr="001F5B4D">
        <w:lastRenderedPageBreak/>
        <w:t>information not the scale of the impact. By contrast, those fisheries that lack the high level of observer coverage or independent research are likely to suffer lower scores, even where attempts have been made to augment the level of quantitative information by implementing onboard recording of interactions (for example in logbooks).  The score for this performance indicator will therefore likely be influenced by local fleet factors and to some extent nationality / national policy.  However, it should be noted that a number of MSC assessments have concluded that there is insufficient quantitative information to assess the UoA related mortality and impact thus triggering a condition. This applies in both the Pacific and Indian Ocean and with both pole and line and purse seine fleets. From a harmonisation point of view, it is therefore likely that this would trigger a condition in any new tuna MSC assessments, unless it was clearly demonstrated that the information gaps identified in these previous assessments did not apply in this instance.</w:t>
      </w:r>
    </w:p>
    <w:bookmarkEnd w:id="109"/>
    <w:p w14:paraId="4502A047" w14:textId="4C0625C1"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3FF5AA6B"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0BF24DC" w14:textId="014FB517" w:rsidR="001F5B4D" w:rsidRPr="001F5B4D" w:rsidRDefault="001F5B4D" w:rsidP="001F5B4D">
            <w:pPr>
              <w:pStyle w:val="ScNormal"/>
            </w:pPr>
            <w:r w:rsidRPr="001F5B4D">
              <w:t>2.3.3.b Information adequacy for management strategy</w:t>
            </w:r>
          </w:p>
        </w:tc>
      </w:tr>
      <w:tr w:rsidR="001F5B4D" w:rsidRPr="001F5B4D" w14:paraId="0FE154ED" w14:textId="77777777" w:rsidTr="001F5B4D">
        <w:trPr>
          <w:cantSplit/>
        </w:trPr>
        <w:tc>
          <w:tcPr>
            <w:tcW w:w="3080" w:type="dxa"/>
            <w:tcBorders>
              <w:bottom w:val="single" w:sz="4" w:space="0" w:color="auto"/>
            </w:tcBorders>
            <w:shd w:val="clear" w:color="auto" w:fill="B6DDE8"/>
          </w:tcPr>
          <w:p w14:paraId="4E97A1F0" w14:textId="69E2D6CB"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2A2C5C0A" w14:textId="3E5726BA" w:rsidR="001F5B4D" w:rsidRPr="001F5B4D" w:rsidRDefault="001F5B4D" w:rsidP="001F5B4D">
            <w:pPr>
              <w:pStyle w:val="ScSGTableHead"/>
            </w:pPr>
            <w:r w:rsidRPr="001F5B4D">
              <w:t>80 Guidepost</w:t>
            </w:r>
          </w:p>
        </w:tc>
        <w:tc>
          <w:tcPr>
            <w:tcW w:w="3081" w:type="dxa"/>
            <w:shd w:val="clear" w:color="auto" w:fill="B6DDE8"/>
          </w:tcPr>
          <w:p w14:paraId="02D3BC09" w14:textId="307591FA" w:rsidR="001F5B4D" w:rsidRPr="001F5B4D" w:rsidRDefault="001F5B4D" w:rsidP="001F5B4D">
            <w:pPr>
              <w:pStyle w:val="ScSGTableHead"/>
            </w:pPr>
            <w:r w:rsidRPr="001F5B4D">
              <w:t>100 Guidepost</w:t>
            </w:r>
          </w:p>
        </w:tc>
      </w:tr>
      <w:tr w:rsidR="001F5B4D" w:rsidRPr="001F5B4D" w14:paraId="0DC8B040" w14:textId="77777777" w:rsidTr="001F5B4D">
        <w:trPr>
          <w:cantSplit/>
        </w:trPr>
        <w:tc>
          <w:tcPr>
            <w:tcW w:w="3080" w:type="dxa"/>
            <w:shd w:val="clear" w:color="auto" w:fill="D2FFC3"/>
          </w:tcPr>
          <w:p w14:paraId="5283CFA8" w14:textId="649FA12A" w:rsidR="001F5B4D" w:rsidRPr="001F5B4D" w:rsidRDefault="001F5B4D" w:rsidP="001F5B4D">
            <w:pPr>
              <w:pStyle w:val="ScNormal"/>
            </w:pPr>
            <w:r w:rsidRPr="001F5B4D">
              <w:t xml:space="preserve">Information is adequate to support </w:t>
            </w:r>
            <w:r w:rsidRPr="001F5B4D">
              <w:rPr>
                <w:b/>
              </w:rPr>
              <w:t>measures</w:t>
            </w:r>
            <w:r w:rsidRPr="001F5B4D">
              <w:t xml:space="preserve"> to manage the impacts on ETP species</w:t>
            </w:r>
          </w:p>
        </w:tc>
        <w:tc>
          <w:tcPr>
            <w:tcW w:w="3081" w:type="dxa"/>
            <w:shd w:val="clear" w:color="auto" w:fill="D2FFC3"/>
          </w:tcPr>
          <w:p w14:paraId="25C23C6B" w14:textId="2D896E33" w:rsidR="001F5B4D" w:rsidRPr="001F5B4D" w:rsidRDefault="001F5B4D" w:rsidP="001F5B4D">
            <w:pPr>
              <w:pStyle w:val="ScNormal"/>
            </w:pPr>
            <w:r w:rsidRPr="001F5B4D">
              <w:t xml:space="preserve">Information is adequate to measure trends and support a </w:t>
            </w:r>
            <w:r w:rsidRPr="001F5B4D">
              <w:rPr>
                <w:b/>
              </w:rPr>
              <w:t>strategy</w:t>
            </w:r>
            <w:r w:rsidRPr="001F5B4D">
              <w:t xml:space="preserve"> to manage impacts on ETP species</w:t>
            </w:r>
          </w:p>
        </w:tc>
        <w:tc>
          <w:tcPr>
            <w:tcW w:w="3081" w:type="dxa"/>
          </w:tcPr>
          <w:p w14:paraId="2794AD4A" w14:textId="2B0D6016" w:rsidR="001F5B4D" w:rsidRPr="001F5B4D" w:rsidRDefault="001F5B4D" w:rsidP="001F5B4D">
            <w:pPr>
              <w:pStyle w:val="ScNormal"/>
            </w:pPr>
            <w:r w:rsidRPr="001F5B4D">
              <w:t xml:space="preserve">Information is adequate to support a </w:t>
            </w:r>
            <w:r w:rsidRPr="001F5B4D">
              <w:rPr>
                <w:b/>
              </w:rPr>
              <w:t>comprehensive strategy</w:t>
            </w:r>
            <w:r w:rsidRPr="001F5B4D">
              <w:t xml:space="preserve"> to manage impacts, minimize mortality and injury of ETP species, and evaluate with a </w:t>
            </w:r>
            <w:r w:rsidRPr="001F5B4D">
              <w:rPr>
                <w:b/>
              </w:rPr>
              <w:t>high degree of certainty</w:t>
            </w:r>
            <w:r w:rsidRPr="001F5B4D">
              <w:t xml:space="preserve"> whether a strategy is achieving its objectives.</w:t>
            </w:r>
          </w:p>
        </w:tc>
      </w:tr>
    </w:tbl>
    <w:p w14:paraId="22E329C4" w14:textId="1F898BC3" w:rsidR="001F5B4D" w:rsidRPr="001F5B4D" w:rsidRDefault="001F5B4D" w:rsidP="001F5B4D">
      <w:pPr>
        <w:pStyle w:val="ScBuffer"/>
      </w:pPr>
    </w:p>
    <w:p w14:paraId="7AC36FE2" w14:textId="2FE61849" w:rsidR="001F5B4D" w:rsidRPr="001F5B4D" w:rsidRDefault="001F5B4D" w:rsidP="001F5B4D">
      <w:pPr>
        <w:pStyle w:val="ScNormal"/>
      </w:pPr>
      <w:bookmarkStart w:id="110" w:name="J233b7FFFF03FF0F01"/>
      <w:r w:rsidRPr="001F5B4D">
        <w:t xml:space="preserve">The information adequacy for a management strategy implies not only information in relation to the UoA (which is more the focus of scoring issue a) but also information about the ETP species themselves.  There is some understanding as to the status of most ETP species. Indeed, it is partly this understanding of status that has led to their protection under relevant national legislation or international agreements or their classification on the IUCN Redlist. For those ETP species that qualify as such on the basis of being both out of MSC scope (i.e. reptiles, amphibians, birds or mammals) and classified by IUCN as either critically endangered, endangered or vulnerable, the IUCN listing typically provides some information on stock status trends, although this is not always regularly or recently updated.   From the perspective of the UoA, there is comprehensive information available in relation to the fleet operations (spatial effort, temporal activity, overall effort). And as seen from scoring issue (a), there is also good understanding of the impacts of different gear types on ETP species and how these may be changed by appropriate mitigation, and the tuna RFMOs are also increasingly requiring that all interactions with ETPs are reported upon.  Taken in combination, these separate fields of information could be seen as adequate to support a full strategy to manage impacts on ETP species. This is particularly relevant in the context of a precautionary approach to management where any lack of information should not be taken as a reason for delaying management.  However, some past MSC assessments (such as the reference below for Fiji Albacore Tuna Longline) have focused more explicitly on the adequacy of information to support stock assessments on relevant ETP species and have concluded this to be insufficient, therefore triggering a condition.  Other assessments have focused less on the quality of available information for ETP stock assessments and more on the availability of information of fleet related impacts.  The best approach to scoring of this scoring issue under the latest version of the MSC certification requirements is for each ETP species affected by the fishery (unless the interaction is demonstrably negligible) to be scored as an ‘element’ for the quality and availability of information for a management strategy for that species.  Given that many ETP species are not subject to regular assessments, and in many cases, there is only limited understanding on overall anthropogenic causes of mortality, it is probable that for a number of ETP species it may be concluded that information is </w:t>
      </w:r>
      <w:r w:rsidRPr="001F5B4D">
        <w:lastRenderedPageBreak/>
        <w:t>not sufficient to measure trends (a requirement of SG80), thus triggering a condition. It is not necessarily clear what this scoring issue is addressing. If it is looking for overall information to measure ETP stock trends, then many ETP species will not meet this requirement. The following challenge would be that any condition will be hard to address and will certainly beyond the ability of a client fishery. SG80 is met but not SG100 since the level of information does not support a high degree of certainty regarding the strategy’s success.</w:t>
      </w:r>
    </w:p>
    <w:bookmarkEnd w:id="110"/>
    <w:p w14:paraId="293E8728" w14:textId="714EF095" w:rsidR="001F5B4D" w:rsidRPr="001F5B4D" w:rsidRDefault="001F5B4D" w:rsidP="001F5B4D">
      <w:pPr>
        <w:pStyle w:val="ScScore"/>
      </w:pPr>
      <w:r w:rsidRPr="001F5B4D">
        <w:t>All SG60 were met, and 1 out of 2 SG80 were met.</w:t>
      </w:r>
    </w:p>
    <w:p w14:paraId="7C706B14" w14:textId="559E8F46" w:rsidR="001F5B4D" w:rsidRPr="001F5B4D" w:rsidRDefault="001F5B4D" w:rsidP="001F5B4D">
      <w:pPr>
        <w:pStyle w:val="ScScore"/>
      </w:pPr>
      <w:r w:rsidRPr="001F5B4D">
        <w:t>PI 2.3.3 : 70</w:t>
      </w:r>
    </w:p>
    <w:p w14:paraId="3EEB58A8" w14:textId="69B1390E" w:rsidR="001F5B4D" w:rsidRPr="001F5B4D" w:rsidRDefault="001F5B4D" w:rsidP="001F5B4D">
      <w:pPr>
        <w:pStyle w:val="ScSI"/>
        <w:rPr>
          <w:lang w:val="en-GB"/>
        </w:rPr>
      </w:pPr>
      <w:r w:rsidRPr="001F5B4D">
        <w:rPr>
          <w:lang w:val="en-GB"/>
        </w:rPr>
        <w:t>References</w:t>
      </w:r>
    </w:p>
    <w:p w14:paraId="4EE6BDE1" w14:textId="1F88D1D3" w:rsidR="001F5B4D" w:rsidRPr="001F5B4D" w:rsidRDefault="001F5B4D" w:rsidP="001F5B4D">
      <w:pPr>
        <w:pStyle w:val="ScReferences"/>
      </w:pPr>
      <w:r w:rsidRPr="001F5B4D">
        <w:t>Akroyd, J., Huntington, T., McLoughlin, K. 2012. MSC Assessment Report for Fiji Albacore Tuna Longline Fishery. Marine Stewardship Council Public Certification Report Version 5, November 2012. 20121212_PCR_TUN288.</w:t>
      </w:r>
    </w:p>
    <w:p w14:paraId="5EE65C0D" w14:textId="5A022494" w:rsidR="001F5B4D" w:rsidRPr="001F5B4D" w:rsidRDefault="001F5B4D" w:rsidP="001F5B4D">
      <w:pPr>
        <w:pStyle w:val="ScReferences"/>
      </w:pPr>
      <w:r w:rsidRPr="001F5B4D">
        <w:t>Arreguin-Sanchez F., Muhlia A., Pilling G., Scott I. 2012. MSC Assessment Report for Mexico Baja California Pole and Line Yellowfin and Skipjack Tuna Fishery. Marine Stewardship Council Public Certification Report Version 5, April 2012. 0120501_PCR.</w:t>
      </w:r>
    </w:p>
    <w:p w14:paraId="1F422D84" w14:textId="38ECD6F4" w:rsidR="001F5B4D" w:rsidRPr="001F5B4D" w:rsidRDefault="001F5B4D" w:rsidP="001F5B4D">
      <w:pPr>
        <w:pStyle w:val="ScHeading2"/>
      </w:pPr>
      <w:r w:rsidRPr="001F5B4D">
        <w:t>2.4 Habitats</w:t>
      </w:r>
    </w:p>
    <w:p w14:paraId="70FF2C73" w14:textId="5E6710BA" w:rsidR="001F5B4D" w:rsidRPr="001F5B4D" w:rsidRDefault="001F5B4D" w:rsidP="001F5B4D">
      <w:pPr>
        <w:pStyle w:val="ScPI"/>
        <w:rPr>
          <w:lang w:val="en-GB"/>
        </w:rPr>
      </w:pPr>
      <w:r w:rsidRPr="001F5B4D">
        <w:rPr>
          <w:lang w:val="en-GB"/>
        </w:rPr>
        <w:t>P.2.4.1 Outcome Status</w:t>
      </w:r>
    </w:p>
    <w:p w14:paraId="32F9989F" w14:textId="2C60D891"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021AE975"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5716006B" w14:textId="0CD64C1F" w:rsidR="001F5B4D" w:rsidRPr="001F5B4D" w:rsidRDefault="001F5B4D" w:rsidP="001F5B4D">
            <w:pPr>
              <w:pStyle w:val="ScNormal"/>
            </w:pPr>
            <w:r w:rsidRPr="001F5B4D">
              <w:t>2.4.1.a Commonly encountered habitat status</w:t>
            </w:r>
          </w:p>
        </w:tc>
      </w:tr>
      <w:tr w:rsidR="001F5B4D" w:rsidRPr="001F5B4D" w14:paraId="433CCECA" w14:textId="77777777" w:rsidTr="001F5B4D">
        <w:trPr>
          <w:cantSplit/>
        </w:trPr>
        <w:tc>
          <w:tcPr>
            <w:tcW w:w="3080" w:type="dxa"/>
            <w:tcBorders>
              <w:bottom w:val="single" w:sz="4" w:space="0" w:color="auto"/>
            </w:tcBorders>
            <w:shd w:val="clear" w:color="auto" w:fill="B6DDE8"/>
          </w:tcPr>
          <w:p w14:paraId="5D7AE626" w14:textId="1432E78E"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4EDC25EF" w14:textId="7FE9DF17" w:rsidR="001F5B4D" w:rsidRPr="001F5B4D" w:rsidRDefault="001F5B4D" w:rsidP="001F5B4D">
            <w:pPr>
              <w:pStyle w:val="ScSGTableHead"/>
            </w:pPr>
            <w:r w:rsidRPr="001F5B4D">
              <w:t>80 Guidepost</w:t>
            </w:r>
          </w:p>
        </w:tc>
        <w:tc>
          <w:tcPr>
            <w:tcW w:w="3081" w:type="dxa"/>
            <w:tcBorders>
              <w:bottom w:val="single" w:sz="4" w:space="0" w:color="auto"/>
            </w:tcBorders>
            <w:shd w:val="clear" w:color="auto" w:fill="B6DDE8"/>
          </w:tcPr>
          <w:p w14:paraId="6EA82267" w14:textId="4A207183" w:rsidR="001F5B4D" w:rsidRPr="001F5B4D" w:rsidRDefault="001F5B4D" w:rsidP="001F5B4D">
            <w:pPr>
              <w:pStyle w:val="ScSGTableHead"/>
            </w:pPr>
            <w:r w:rsidRPr="001F5B4D">
              <w:t>100 Guidepost</w:t>
            </w:r>
          </w:p>
        </w:tc>
      </w:tr>
      <w:tr w:rsidR="001F5B4D" w:rsidRPr="001F5B4D" w14:paraId="2ECDEEF8" w14:textId="77777777" w:rsidTr="001F5B4D">
        <w:trPr>
          <w:cantSplit/>
        </w:trPr>
        <w:tc>
          <w:tcPr>
            <w:tcW w:w="3080" w:type="dxa"/>
            <w:shd w:val="clear" w:color="auto" w:fill="D2FFC3"/>
          </w:tcPr>
          <w:p w14:paraId="0ED60183" w14:textId="0117CEC1" w:rsidR="001F5B4D" w:rsidRPr="001F5B4D" w:rsidRDefault="001F5B4D" w:rsidP="001F5B4D">
            <w:pPr>
              <w:pStyle w:val="ScNormal"/>
            </w:pPr>
            <w:r w:rsidRPr="001F5B4D">
              <w:t xml:space="preserve">The UoA is </w:t>
            </w:r>
            <w:r w:rsidRPr="001F5B4D">
              <w:rPr>
                <w:b/>
              </w:rPr>
              <w:t>unlikely</w:t>
            </w:r>
            <w:r w:rsidRPr="001F5B4D">
              <w:t xml:space="preserve"> to reduce structure and function of the commonly encountered habitats to a point where there would be serious or irreversible harm.</w:t>
            </w:r>
          </w:p>
        </w:tc>
        <w:tc>
          <w:tcPr>
            <w:tcW w:w="3081" w:type="dxa"/>
            <w:shd w:val="clear" w:color="auto" w:fill="D2FFC3"/>
          </w:tcPr>
          <w:p w14:paraId="4304C82B" w14:textId="1EB302F7" w:rsidR="001F5B4D" w:rsidRPr="001F5B4D" w:rsidRDefault="001F5B4D" w:rsidP="001F5B4D">
            <w:pPr>
              <w:pStyle w:val="ScNormal"/>
            </w:pPr>
            <w:r w:rsidRPr="001F5B4D">
              <w:t xml:space="preserve">The UoA is </w:t>
            </w:r>
            <w:r w:rsidRPr="001F5B4D">
              <w:rPr>
                <w:b/>
              </w:rPr>
              <w:t>highly unlikely</w:t>
            </w:r>
            <w:r w:rsidRPr="001F5B4D">
              <w:t xml:space="preserve"> to reduce structure and function of the commonly encountered habitats to a point where there would be serious or irreversible harm.</w:t>
            </w:r>
          </w:p>
        </w:tc>
        <w:tc>
          <w:tcPr>
            <w:tcW w:w="3081" w:type="dxa"/>
            <w:shd w:val="clear" w:color="auto" w:fill="D2FFC3"/>
          </w:tcPr>
          <w:p w14:paraId="298001B3" w14:textId="1E5ED326" w:rsidR="001F5B4D" w:rsidRPr="001F5B4D" w:rsidRDefault="001F5B4D" w:rsidP="001F5B4D">
            <w:pPr>
              <w:pStyle w:val="ScNormal"/>
            </w:pPr>
            <w:r w:rsidRPr="001F5B4D">
              <w:t xml:space="preserve">There is </w:t>
            </w:r>
            <w:r w:rsidRPr="001F5B4D">
              <w:rPr>
                <w:b/>
              </w:rPr>
              <w:t>evidence</w:t>
            </w:r>
            <w:r w:rsidRPr="001F5B4D">
              <w:t xml:space="preserve"> that the UoA is highly unlikely to reduce structure and function of the commonly encountered habitats to a point where there would be serious or irreversible harm.</w:t>
            </w:r>
          </w:p>
        </w:tc>
      </w:tr>
    </w:tbl>
    <w:p w14:paraId="1A60ED1F" w14:textId="684ED519" w:rsidR="001F5B4D" w:rsidRPr="001F5B4D" w:rsidRDefault="001F5B4D" w:rsidP="001F5B4D">
      <w:pPr>
        <w:pStyle w:val="ScBuffer"/>
      </w:pPr>
    </w:p>
    <w:p w14:paraId="3352053C" w14:textId="4ABD879D" w:rsidR="001F5B4D" w:rsidRPr="001F5B4D" w:rsidRDefault="001F5B4D" w:rsidP="001F5B4D">
      <w:pPr>
        <w:pStyle w:val="ScNormal"/>
      </w:pPr>
      <w:bookmarkStart w:id="111" w:name="J241a7FFFF03FF0F01"/>
      <w:r w:rsidRPr="001F5B4D">
        <w:t>Tuna fisheries considered here occur in deep oceanic waters and do not physically impact the seafloor during their operation. The effect on oceanic waters would be negligible. Discarding of trash or pollutants would be detrimental to the habitat. Based on observer data, this is prohibited and appears to be broadly complied with, but a good record in this respect would need to be verified for any UoC vessels. Ghost fishing due to lost or discarded gear would also negatively impact seafloor habitat. However, since tuna fisheries are limited to oceanic waters and the impact of fishing on this habitat is negligible, SG100 is met.</w:t>
      </w:r>
    </w:p>
    <w:bookmarkEnd w:id="111"/>
    <w:p w14:paraId="64088127" w14:textId="2C128CE3"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4A2BBDF3"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D7F5D50" w14:textId="069BEFB2" w:rsidR="001F5B4D" w:rsidRPr="001F5B4D" w:rsidRDefault="001F5B4D" w:rsidP="001F5B4D">
            <w:pPr>
              <w:pStyle w:val="ScNormal"/>
            </w:pPr>
            <w:r w:rsidRPr="001F5B4D">
              <w:t>2.4.1.b VME habitat status</w:t>
            </w:r>
          </w:p>
        </w:tc>
      </w:tr>
      <w:tr w:rsidR="001F5B4D" w:rsidRPr="001F5B4D" w14:paraId="35992642" w14:textId="77777777" w:rsidTr="001F5B4D">
        <w:trPr>
          <w:cantSplit/>
        </w:trPr>
        <w:tc>
          <w:tcPr>
            <w:tcW w:w="3080" w:type="dxa"/>
            <w:shd w:val="clear" w:color="auto" w:fill="B6DDE8"/>
          </w:tcPr>
          <w:p w14:paraId="0B22DEBC" w14:textId="27472D13" w:rsidR="001F5B4D" w:rsidRPr="001F5B4D" w:rsidRDefault="001F5B4D" w:rsidP="001F5B4D">
            <w:pPr>
              <w:pStyle w:val="ScSGTableHead"/>
            </w:pPr>
            <w:r w:rsidRPr="001F5B4D">
              <w:t>60 Guidepost</w:t>
            </w:r>
          </w:p>
        </w:tc>
        <w:tc>
          <w:tcPr>
            <w:tcW w:w="3081" w:type="dxa"/>
            <w:shd w:val="clear" w:color="auto" w:fill="B6DDE8"/>
          </w:tcPr>
          <w:p w14:paraId="53C78266" w14:textId="7098E839" w:rsidR="001F5B4D" w:rsidRPr="001F5B4D" w:rsidRDefault="001F5B4D" w:rsidP="001F5B4D">
            <w:pPr>
              <w:pStyle w:val="ScSGTableHead"/>
            </w:pPr>
            <w:r w:rsidRPr="001F5B4D">
              <w:t>80 Guidepost</w:t>
            </w:r>
          </w:p>
        </w:tc>
        <w:tc>
          <w:tcPr>
            <w:tcW w:w="3081" w:type="dxa"/>
            <w:shd w:val="clear" w:color="auto" w:fill="B6DDE8"/>
          </w:tcPr>
          <w:p w14:paraId="27E2746C" w14:textId="3511C6FF" w:rsidR="001F5B4D" w:rsidRPr="001F5B4D" w:rsidRDefault="001F5B4D" w:rsidP="001F5B4D">
            <w:pPr>
              <w:pStyle w:val="ScSGTableHead"/>
            </w:pPr>
            <w:r w:rsidRPr="001F5B4D">
              <w:t>100 Guidepost</w:t>
            </w:r>
          </w:p>
        </w:tc>
      </w:tr>
      <w:tr w:rsidR="001F5B4D" w:rsidRPr="001F5B4D" w14:paraId="1C3831A2" w14:textId="77777777" w:rsidTr="001F5B4D">
        <w:trPr>
          <w:cantSplit/>
        </w:trPr>
        <w:tc>
          <w:tcPr>
            <w:tcW w:w="3080" w:type="dxa"/>
          </w:tcPr>
          <w:p w14:paraId="4F5D6F58" w14:textId="289ED479" w:rsidR="001F5B4D" w:rsidRPr="001F5B4D" w:rsidRDefault="001F5B4D" w:rsidP="001F5B4D">
            <w:pPr>
              <w:pStyle w:val="ScNormal"/>
            </w:pPr>
            <w:r w:rsidRPr="001F5B4D">
              <w:t xml:space="preserve">The UoA is </w:t>
            </w:r>
            <w:r w:rsidRPr="001F5B4D">
              <w:rPr>
                <w:b/>
              </w:rPr>
              <w:t>unlikely</w:t>
            </w:r>
            <w:r w:rsidRPr="001F5B4D">
              <w:t xml:space="preserve"> to reduce structure and function of the VME habitats to a point where there would be serious or irreversible harm.</w:t>
            </w:r>
          </w:p>
        </w:tc>
        <w:tc>
          <w:tcPr>
            <w:tcW w:w="3081" w:type="dxa"/>
          </w:tcPr>
          <w:p w14:paraId="4E8553BE" w14:textId="3EA95AD8" w:rsidR="001F5B4D" w:rsidRPr="001F5B4D" w:rsidRDefault="001F5B4D" w:rsidP="001F5B4D">
            <w:pPr>
              <w:pStyle w:val="ScNormal"/>
            </w:pPr>
            <w:r w:rsidRPr="001F5B4D">
              <w:t xml:space="preserve">The UoA is </w:t>
            </w:r>
            <w:r w:rsidRPr="001F5B4D">
              <w:rPr>
                <w:b/>
              </w:rPr>
              <w:t>highly unlikely</w:t>
            </w:r>
            <w:r w:rsidRPr="001F5B4D">
              <w:t xml:space="preserve"> to reduce structure and function of the VME habitats to a point where there would be serious or irreversible harm.</w:t>
            </w:r>
          </w:p>
        </w:tc>
        <w:tc>
          <w:tcPr>
            <w:tcW w:w="3081" w:type="dxa"/>
          </w:tcPr>
          <w:p w14:paraId="6BEA7284" w14:textId="2CA173F9" w:rsidR="001F5B4D" w:rsidRPr="001F5B4D" w:rsidRDefault="001F5B4D" w:rsidP="001F5B4D">
            <w:pPr>
              <w:pStyle w:val="ScNormal"/>
            </w:pPr>
            <w:r w:rsidRPr="001F5B4D">
              <w:t xml:space="preserve">There is </w:t>
            </w:r>
            <w:r w:rsidRPr="001F5B4D">
              <w:rPr>
                <w:b/>
              </w:rPr>
              <w:t>evidence</w:t>
            </w:r>
            <w:r w:rsidRPr="001F5B4D">
              <w:t xml:space="preserve"> that the UoA is highly unlikely to reduce structure and function of the VME habitats to a point where there would be serious or irreversible harm.</w:t>
            </w:r>
          </w:p>
        </w:tc>
      </w:tr>
    </w:tbl>
    <w:p w14:paraId="5EB39CEE" w14:textId="5CBD4E6F" w:rsidR="001F5B4D" w:rsidRPr="001F5B4D" w:rsidRDefault="001F5B4D" w:rsidP="001F5B4D">
      <w:pPr>
        <w:pStyle w:val="ScBuffer"/>
      </w:pPr>
    </w:p>
    <w:p w14:paraId="008F3D50" w14:textId="77777777" w:rsidR="001F5B4D" w:rsidRPr="001F5B4D" w:rsidRDefault="001F5B4D" w:rsidP="001F5B4D">
      <w:pPr>
        <w:pStyle w:val="ScNormal"/>
      </w:pPr>
      <w:bookmarkStart w:id="112" w:name="J241b7FFFF03FF0F01"/>
      <w:r w:rsidRPr="001F5B4D">
        <w:t xml:space="preserve">There are no VME habitats within tuna fishery areas within any of the oceans. Coral reefs and habitats associated with seamounts would not be affected directly by fishing activities, as they occur strictly near the surface in deep oceanic waters. This is verified by VMS and observer records. Gear could drift onshore if lost, and therefore impact coral reefs, mangroves and seagrass beds, but there is no evidence that this is a significant problem. </w:t>
      </w:r>
    </w:p>
    <w:p w14:paraId="6576F1C8" w14:textId="41D11E28" w:rsidR="001F5B4D" w:rsidRPr="001F5B4D" w:rsidRDefault="001F5B4D" w:rsidP="001F5B4D">
      <w:pPr>
        <w:pStyle w:val="ScNormal"/>
      </w:pPr>
      <w:r w:rsidRPr="001F5B4D">
        <w:t>Within the MSC scoring template, the 2.4.1.b scoring issue can be marked as “not relevant”. This implies this issue should not be scored as long as the fishery can show it does not take place on any VMEs. In this case, noting exceptions for some fisheries, the directed fishery on tuna does not take place on VMEs, and therefore this issue was not scored.</w:t>
      </w:r>
    </w:p>
    <w:bookmarkEnd w:id="112"/>
    <w:p w14:paraId="0E7EA98B" w14:textId="7F6E5DDE"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2739EF86"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AB25A2A" w14:textId="44E91C35" w:rsidR="001F5B4D" w:rsidRPr="001F5B4D" w:rsidRDefault="001F5B4D" w:rsidP="001F5B4D">
            <w:pPr>
              <w:pStyle w:val="ScNormal"/>
            </w:pPr>
            <w:r w:rsidRPr="001F5B4D">
              <w:t>2.4.1.c Minor habitat status</w:t>
            </w:r>
          </w:p>
        </w:tc>
      </w:tr>
      <w:tr w:rsidR="001F5B4D" w:rsidRPr="001F5B4D" w14:paraId="27D68B9B" w14:textId="77777777" w:rsidTr="001F5B4D">
        <w:trPr>
          <w:cantSplit/>
        </w:trPr>
        <w:tc>
          <w:tcPr>
            <w:tcW w:w="3080" w:type="dxa"/>
            <w:tcBorders>
              <w:bottom w:val="single" w:sz="4" w:space="0" w:color="auto"/>
            </w:tcBorders>
            <w:shd w:val="clear" w:color="auto" w:fill="B6DDE8"/>
          </w:tcPr>
          <w:p w14:paraId="74A6C1AA" w14:textId="3DEBEA0E"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3C609CBB" w14:textId="1E7EFBE5" w:rsidR="001F5B4D" w:rsidRPr="001F5B4D" w:rsidRDefault="001F5B4D" w:rsidP="001F5B4D">
            <w:pPr>
              <w:pStyle w:val="ScSGTableHead"/>
            </w:pPr>
            <w:r w:rsidRPr="001F5B4D">
              <w:t>80 Guidepost</w:t>
            </w:r>
          </w:p>
        </w:tc>
        <w:tc>
          <w:tcPr>
            <w:tcW w:w="3081" w:type="dxa"/>
            <w:tcBorders>
              <w:bottom w:val="single" w:sz="4" w:space="0" w:color="auto"/>
            </w:tcBorders>
            <w:shd w:val="clear" w:color="auto" w:fill="B6DDE8"/>
          </w:tcPr>
          <w:p w14:paraId="61698314" w14:textId="08924DBF" w:rsidR="001F5B4D" w:rsidRPr="001F5B4D" w:rsidRDefault="001F5B4D" w:rsidP="001F5B4D">
            <w:pPr>
              <w:pStyle w:val="ScSGTableHead"/>
            </w:pPr>
            <w:r w:rsidRPr="001F5B4D">
              <w:t>100 Guidepost</w:t>
            </w:r>
          </w:p>
        </w:tc>
      </w:tr>
      <w:tr w:rsidR="001F5B4D" w:rsidRPr="001F5B4D" w14:paraId="06F5722A" w14:textId="77777777" w:rsidTr="001F5B4D">
        <w:trPr>
          <w:cantSplit/>
        </w:trPr>
        <w:tc>
          <w:tcPr>
            <w:tcW w:w="3080" w:type="dxa"/>
            <w:shd w:val="clear" w:color="auto" w:fill="D2FFC3"/>
          </w:tcPr>
          <w:p w14:paraId="6CB67E04" w14:textId="77777777" w:rsidR="001F5B4D" w:rsidRPr="001F5B4D" w:rsidRDefault="001F5B4D" w:rsidP="001F5B4D">
            <w:pPr>
              <w:pStyle w:val="ScNormal"/>
            </w:pPr>
          </w:p>
        </w:tc>
        <w:tc>
          <w:tcPr>
            <w:tcW w:w="3081" w:type="dxa"/>
            <w:shd w:val="clear" w:color="auto" w:fill="D2FFC3"/>
          </w:tcPr>
          <w:p w14:paraId="300D4EF3" w14:textId="77777777" w:rsidR="001F5B4D" w:rsidRPr="001F5B4D" w:rsidRDefault="001F5B4D" w:rsidP="001F5B4D">
            <w:pPr>
              <w:pStyle w:val="ScNormal"/>
            </w:pPr>
          </w:p>
        </w:tc>
        <w:tc>
          <w:tcPr>
            <w:tcW w:w="3081" w:type="dxa"/>
            <w:shd w:val="clear" w:color="auto" w:fill="D2FFC3"/>
          </w:tcPr>
          <w:p w14:paraId="099A7E8C" w14:textId="3FB72F85" w:rsidR="001F5B4D" w:rsidRPr="001F5B4D" w:rsidRDefault="001F5B4D" w:rsidP="001F5B4D">
            <w:pPr>
              <w:pStyle w:val="ScNormal"/>
            </w:pPr>
            <w:r w:rsidRPr="001F5B4D">
              <w:t xml:space="preserve">There is </w:t>
            </w:r>
            <w:r w:rsidRPr="001F5B4D">
              <w:rPr>
                <w:b/>
              </w:rPr>
              <w:t>evidence</w:t>
            </w:r>
            <w:r w:rsidRPr="001F5B4D">
              <w:t xml:space="preserve"> that the UoA is highly unlikely to reduce structure and function of the minor habitats to a point where there would be serious or irreversible harm.</w:t>
            </w:r>
          </w:p>
        </w:tc>
      </w:tr>
    </w:tbl>
    <w:p w14:paraId="48141951" w14:textId="28A59F4A" w:rsidR="001F5B4D" w:rsidRPr="001F5B4D" w:rsidRDefault="001F5B4D" w:rsidP="001F5B4D">
      <w:pPr>
        <w:pStyle w:val="ScBuffer"/>
      </w:pPr>
    </w:p>
    <w:p w14:paraId="74DCAB7A" w14:textId="267773A4" w:rsidR="001F5B4D" w:rsidRPr="001F5B4D" w:rsidRDefault="001F5B4D" w:rsidP="001F5B4D">
      <w:pPr>
        <w:pStyle w:val="ScNormal"/>
      </w:pPr>
      <w:bookmarkStart w:id="113" w:name="J241c7FFFF03FF0F01"/>
      <w:r w:rsidRPr="001F5B4D">
        <w:t>Minor habitats in this case are more homogeneous waters away from seamounts, current interfaces and other areas where tuna abundance is lower. There is direct evidence from observer programmes and other sources that the tuna fisheries would not have a direct significant impact on any minor habitat structure and function. This meets SG100.</w:t>
      </w:r>
    </w:p>
    <w:bookmarkEnd w:id="113"/>
    <w:p w14:paraId="4F9C3431" w14:textId="309E5266" w:rsidR="001F5B4D" w:rsidRPr="001F5B4D" w:rsidRDefault="001F5B4D" w:rsidP="001F5B4D">
      <w:pPr>
        <w:pStyle w:val="ScScore"/>
      </w:pPr>
      <w:r w:rsidRPr="001F5B4D">
        <w:t>All SG60, SG80 and SG100 were met.</w:t>
      </w:r>
    </w:p>
    <w:p w14:paraId="44CBEF5E" w14:textId="56C54411" w:rsidR="001F5B4D" w:rsidRPr="001F5B4D" w:rsidRDefault="001F5B4D" w:rsidP="001F5B4D">
      <w:pPr>
        <w:pStyle w:val="ScScore"/>
      </w:pPr>
      <w:r w:rsidRPr="001F5B4D">
        <w:t>PI 2.4.1 : 100</w:t>
      </w:r>
    </w:p>
    <w:p w14:paraId="68D11AC3" w14:textId="4DF310EC" w:rsidR="001F5B4D" w:rsidRPr="001F5B4D" w:rsidRDefault="001F5B4D" w:rsidP="001F5B4D">
      <w:pPr>
        <w:pStyle w:val="ScSI"/>
        <w:rPr>
          <w:lang w:val="en-GB"/>
        </w:rPr>
      </w:pPr>
      <w:r w:rsidRPr="001F5B4D">
        <w:rPr>
          <w:lang w:val="en-GB"/>
        </w:rPr>
        <w:t>References</w:t>
      </w:r>
    </w:p>
    <w:p w14:paraId="00DCFFB6" w14:textId="68085467" w:rsidR="001F5B4D" w:rsidRPr="001F5B4D" w:rsidRDefault="001F5B4D" w:rsidP="001F5B4D">
      <w:pPr>
        <w:pStyle w:val="ScReferences"/>
      </w:pPr>
      <w:r w:rsidRPr="001F5B4D">
        <w:t>IATTC 2014. Ecosystem considerations. Fifth Meeting of the IATTC Scientific Advisory Committee, La Jolla, California (USA), 12–16 May 2014. Document SAC-05-13.</w:t>
      </w:r>
    </w:p>
    <w:p w14:paraId="229AF3FF" w14:textId="6D5B492A" w:rsidR="001F5B4D" w:rsidRPr="001F5B4D" w:rsidRDefault="001F5B4D" w:rsidP="001F5B4D">
      <w:pPr>
        <w:pStyle w:val="ScReferences"/>
      </w:pPr>
      <w:r w:rsidRPr="001F5B4D">
        <w:t>ICCAT 2014. Report of the 2014 Inter-Sessional Meeting of the Sub-Committee on Ecosystems. Olhão, Portugal, 1–5 September 2014.</w:t>
      </w:r>
    </w:p>
    <w:p w14:paraId="6212C6B8" w14:textId="10CC719C" w:rsidR="001F5B4D" w:rsidRPr="001F5B4D" w:rsidRDefault="001F5B4D" w:rsidP="001F5B4D">
      <w:pPr>
        <w:pStyle w:val="ScReferences"/>
      </w:pPr>
      <w:r w:rsidRPr="001F5B4D">
        <w:t>IOTC 2017. Report of the Thirteenth Session of the IOTC Working Party on Ecosystems and Bycatch. San Sebastian, Spain 4–8 September 2017. IOTC–2017–WPEB13–R[E].</w:t>
      </w:r>
    </w:p>
    <w:p w14:paraId="0E2F2D70" w14:textId="62C477C7" w:rsidR="001F5B4D" w:rsidRPr="001F5B4D" w:rsidRDefault="001F5B4D" w:rsidP="001F5B4D">
      <w:pPr>
        <w:pStyle w:val="ScReferences"/>
      </w:pPr>
      <w:r w:rsidRPr="001F5B4D">
        <w:t>MRAG 2009. FAD Management. A study of the impacts of fish aggregating devices (FADs) and the development of effective management strategies for their responsible use by industrial tuna fishing fleets. A report prepared for the WTPO. June 2009.</w:t>
      </w:r>
    </w:p>
    <w:p w14:paraId="2633F299" w14:textId="2AAC69D8" w:rsidR="001F5B4D" w:rsidRPr="001F5B4D" w:rsidRDefault="001F5B4D" w:rsidP="001F5B4D">
      <w:pPr>
        <w:pStyle w:val="ScReferences"/>
      </w:pPr>
      <w:r w:rsidRPr="001F5B4D">
        <w:t>MSC 2014. MSC Full Assessment Reporting Template v2.0. https://www.msc.org/documents/scheme-documents/forms-and-templates/msc-full-assessment-reporting-template-v2.0/view</w:t>
      </w:r>
    </w:p>
    <w:p w14:paraId="33653E4A" w14:textId="0033707B" w:rsidR="001F5B4D" w:rsidRPr="001F5B4D" w:rsidRDefault="001F5B4D" w:rsidP="001F5B4D">
      <w:pPr>
        <w:pStyle w:val="ScPI"/>
        <w:rPr>
          <w:lang w:val="en-GB"/>
        </w:rPr>
      </w:pPr>
      <w:r w:rsidRPr="001F5B4D">
        <w:rPr>
          <w:lang w:val="en-GB"/>
        </w:rPr>
        <w:lastRenderedPageBreak/>
        <w:t>P.2.4.2 Management strategy</w:t>
      </w:r>
    </w:p>
    <w:p w14:paraId="506EDBD3" w14:textId="47F40FE2"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1CB6B235"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9542907" w14:textId="1BDAC439" w:rsidR="001F5B4D" w:rsidRPr="001F5B4D" w:rsidRDefault="001F5B4D" w:rsidP="001F5B4D">
            <w:pPr>
              <w:pStyle w:val="ScNormal"/>
            </w:pPr>
            <w:r w:rsidRPr="001F5B4D">
              <w:t>2.4.2.a Management strategy in place</w:t>
            </w:r>
          </w:p>
        </w:tc>
      </w:tr>
      <w:tr w:rsidR="001F5B4D" w:rsidRPr="001F5B4D" w14:paraId="378A1BB9" w14:textId="77777777" w:rsidTr="001F5B4D">
        <w:trPr>
          <w:cantSplit/>
        </w:trPr>
        <w:tc>
          <w:tcPr>
            <w:tcW w:w="3080" w:type="dxa"/>
            <w:tcBorders>
              <w:bottom w:val="single" w:sz="4" w:space="0" w:color="auto"/>
            </w:tcBorders>
            <w:shd w:val="clear" w:color="auto" w:fill="B6DDE8"/>
          </w:tcPr>
          <w:p w14:paraId="27DF6BBB" w14:textId="32A68597"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41349B8E" w14:textId="395FC540" w:rsidR="001F5B4D" w:rsidRPr="001F5B4D" w:rsidRDefault="001F5B4D" w:rsidP="001F5B4D">
            <w:pPr>
              <w:pStyle w:val="ScSGTableHead"/>
            </w:pPr>
            <w:r w:rsidRPr="001F5B4D">
              <w:t>80 Guidepost</w:t>
            </w:r>
          </w:p>
        </w:tc>
        <w:tc>
          <w:tcPr>
            <w:tcW w:w="3081" w:type="dxa"/>
            <w:shd w:val="clear" w:color="auto" w:fill="B6DDE8"/>
          </w:tcPr>
          <w:p w14:paraId="1A408063" w14:textId="2A1F0876" w:rsidR="001F5B4D" w:rsidRPr="001F5B4D" w:rsidRDefault="001F5B4D" w:rsidP="001F5B4D">
            <w:pPr>
              <w:pStyle w:val="ScSGTableHead"/>
            </w:pPr>
            <w:r w:rsidRPr="001F5B4D">
              <w:t>100 Guidepost</w:t>
            </w:r>
          </w:p>
        </w:tc>
      </w:tr>
      <w:tr w:rsidR="001F5B4D" w:rsidRPr="001F5B4D" w14:paraId="51BFC0FC" w14:textId="77777777" w:rsidTr="001F5B4D">
        <w:trPr>
          <w:cantSplit/>
        </w:trPr>
        <w:tc>
          <w:tcPr>
            <w:tcW w:w="3080" w:type="dxa"/>
            <w:shd w:val="clear" w:color="auto" w:fill="D2FFC3"/>
          </w:tcPr>
          <w:p w14:paraId="4856662B" w14:textId="26AA5FC7" w:rsidR="001F5B4D" w:rsidRPr="001F5B4D" w:rsidRDefault="001F5B4D" w:rsidP="001F5B4D">
            <w:pPr>
              <w:pStyle w:val="ScNormal"/>
            </w:pPr>
            <w:r w:rsidRPr="001F5B4D">
              <w:t xml:space="preserve">There are </w:t>
            </w:r>
            <w:r w:rsidRPr="001F5B4D">
              <w:rPr>
                <w:b/>
              </w:rPr>
              <w:t>measures</w:t>
            </w:r>
            <w:r w:rsidRPr="001F5B4D">
              <w:t xml:space="preserve"> in place, if necessary, that are expected to achieve the Habitat Outcome 80 level of performance.</w:t>
            </w:r>
          </w:p>
        </w:tc>
        <w:tc>
          <w:tcPr>
            <w:tcW w:w="3081" w:type="dxa"/>
            <w:shd w:val="clear" w:color="auto" w:fill="D2FFC3"/>
          </w:tcPr>
          <w:p w14:paraId="359A50EB" w14:textId="58F9A335" w:rsidR="001F5B4D" w:rsidRPr="001F5B4D" w:rsidRDefault="001F5B4D" w:rsidP="001F5B4D">
            <w:pPr>
              <w:pStyle w:val="ScNormal"/>
            </w:pPr>
            <w:r w:rsidRPr="001F5B4D">
              <w:t xml:space="preserve">There is a </w:t>
            </w:r>
            <w:r w:rsidRPr="001F5B4D">
              <w:rPr>
                <w:b/>
              </w:rPr>
              <w:t>partial strategy</w:t>
            </w:r>
            <w:r w:rsidRPr="001F5B4D">
              <w:t xml:space="preserve"> in place, if necessary, that is expected to achieve the Habitat Outcome 80 level of performance or above.</w:t>
            </w:r>
          </w:p>
        </w:tc>
        <w:tc>
          <w:tcPr>
            <w:tcW w:w="3081" w:type="dxa"/>
          </w:tcPr>
          <w:p w14:paraId="7C1F2447" w14:textId="69BF82DC" w:rsidR="001F5B4D" w:rsidRPr="001F5B4D" w:rsidRDefault="001F5B4D" w:rsidP="001F5B4D">
            <w:pPr>
              <w:pStyle w:val="ScNormal"/>
            </w:pPr>
            <w:r w:rsidRPr="001F5B4D">
              <w:t xml:space="preserve">There is a </w:t>
            </w:r>
            <w:r w:rsidRPr="001F5B4D">
              <w:rPr>
                <w:b/>
              </w:rPr>
              <w:t>strategy</w:t>
            </w:r>
            <w:r w:rsidRPr="001F5B4D">
              <w:t xml:space="preserve"> in place for managing the impact of all MSC UoAs/non-MSC fisheries on habitats.</w:t>
            </w:r>
          </w:p>
        </w:tc>
      </w:tr>
    </w:tbl>
    <w:p w14:paraId="79123E58" w14:textId="2F2EE2B8" w:rsidR="001F5B4D" w:rsidRPr="001F5B4D" w:rsidRDefault="001F5B4D" w:rsidP="001F5B4D">
      <w:pPr>
        <w:pStyle w:val="ScBuffer"/>
      </w:pPr>
    </w:p>
    <w:p w14:paraId="34BC6A96" w14:textId="1AF079D9" w:rsidR="001F5B4D" w:rsidRPr="001F5B4D" w:rsidRDefault="001F5B4D" w:rsidP="001F5B4D">
      <w:pPr>
        <w:pStyle w:val="ScNormal"/>
      </w:pPr>
      <w:bookmarkStart w:id="114" w:name="J242a7FFFF03BF0F01"/>
      <w:r w:rsidRPr="001F5B4D">
        <w:t xml:space="preserve">Because the guideposts refer to a partial strategy “where necessary”, the strategy applied across all gears is considered in scoring this issue. For all gears except purse seine, there is no strategy in place for managing impact on habitat because it is not considered necessary. This meets SG80. Additionally, in order to meet SG100, the management strategy should be in place even for gears that do not regularly contact benthic habitats since gear loss or unexpected seafloor impacts could occur.  </w:t>
      </w:r>
    </w:p>
    <w:bookmarkEnd w:id="114"/>
    <w:p w14:paraId="167F4463" w14:textId="72E5227C"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0E9ED7A8"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5BC94A1" w14:textId="49EE6166" w:rsidR="001F5B4D" w:rsidRPr="001F5B4D" w:rsidRDefault="001F5B4D" w:rsidP="001F5B4D">
            <w:pPr>
              <w:pStyle w:val="ScNormal"/>
            </w:pPr>
            <w:r w:rsidRPr="001F5B4D">
              <w:t>2.4.2.b Management strategy evaluation</w:t>
            </w:r>
          </w:p>
        </w:tc>
      </w:tr>
      <w:tr w:rsidR="001F5B4D" w:rsidRPr="001F5B4D" w14:paraId="0360B7DF" w14:textId="77777777" w:rsidTr="001F5B4D">
        <w:trPr>
          <w:cantSplit/>
        </w:trPr>
        <w:tc>
          <w:tcPr>
            <w:tcW w:w="3080" w:type="dxa"/>
            <w:tcBorders>
              <w:bottom w:val="single" w:sz="4" w:space="0" w:color="auto"/>
            </w:tcBorders>
            <w:shd w:val="clear" w:color="auto" w:fill="B6DDE8"/>
          </w:tcPr>
          <w:p w14:paraId="7EC40279" w14:textId="591B7399"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409FCFDF" w14:textId="0D2EA3DB" w:rsidR="001F5B4D" w:rsidRPr="001F5B4D" w:rsidRDefault="001F5B4D" w:rsidP="001F5B4D">
            <w:pPr>
              <w:pStyle w:val="ScSGTableHead"/>
            </w:pPr>
            <w:r w:rsidRPr="001F5B4D">
              <w:t>80 Guidepost</w:t>
            </w:r>
          </w:p>
        </w:tc>
        <w:tc>
          <w:tcPr>
            <w:tcW w:w="3081" w:type="dxa"/>
            <w:shd w:val="clear" w:color="auto" w:fill="B6DDE8"/>
          </w:tcPr>
          <w:p w14:paraId="4DF677DA" w14:textId="5150B1EB" w:rsidR="001F5B4D" w:rsidRPr="001F5B4D" w:rsidRDefault="001F5B4D" w:rsidP="001F5B4D">
            <w:pPr>
              <w:pStyle w:val="ScSGTableHead"/>
            </w:pPr>
            <w:r w:rsidRPr="001F5B4D">
              <w:t>100 Guidepost</w:t>
            </w:r>
          </w:p>
        </w:tc>
      </w:tr>
      <w:tr w:rsidR="001F5B4D" w:rsidRPr="001F5B4D" w14:paraId="5AB901D3" w14:textId="77777777" w:rsidTr="001F5B4D">
        <w:trPr>
          <w:cantSplit/>
        </w:trPr>
        <w:tc>
          <w:tcPr>
            <w:tcW w:w="3080" w:type="dxa"/>
            <w:shd w:val="clear" w:color="auto" w:fill="D2FFC3"/>
          </w:tcPr>
          <w:p w14:paraId="307A990A" w14:textId="0E056695" w:rsidR="001F5B4D" w:rsidRPr="001F5B4D" w:rsidRDefault="001F5B4D" w:rsidP="001F5B4D">
            <w:pPr>
              <w:pStyle w:val="ScNormal"/>
            </w:pPr>
            <w:r w:rsidRPr="001F5B4D">
              <w:t xml:space="preserve">The measures are </w:t>
            </w:r>
            <w:r w:rsidRPr="001F5B4D">
              <w:rPr>
                <w:b/>
              </w:rPr>
              <w:t>considered likely</w:t>
            </w:r>
            <w:r w:rsidRPr="001F5B4D">
              <w:t xml:space="preserve"> to work, based on plausible argument (e.g. general experience, theory or comparison with similar UoAs/ habitats).</w:t>
            </w:r>
          </w:p>
        </w:tc>
        <w:tc>
          <w:tcPr>
            <w:tcW w:w="3081" w:type="dxa"/>
            <w:shd w:val="clear" w:color="auto" w:fill="D2FFC3"/>
          </w:tcPr>
          <w:p w14:paraId="6A4DE2DB" w14:textId="34881D55" w:rsidR="001F5B4D" w:rsidRPr="001F5B4D" w:rsidRDefault="001F5B4D" w:rsidP="001F5B4D">
            <w:pPr>
              <w:pStyle w:val="ScNormal"/>
            </w:pPr>
            <w:r w:rsidRPr="001F5B4D">
              <w:t xml:space="preserve">There is some </w:t>
            </w:r>
            <w:r w:rsidRPr="001F5B4D">
              <w:rPr>
                <w:b/>
              </w:rPr>
              <w:t>objective basis for confidence</w:t>
            </w:r>
            <w:r w:rsidRPr="001F5B4D">
              <w:t xml:space="preserve"> that the measures/ partial strategy will work, based on </w:t>
            </w:r>
            <w:r w:rsidRPr="001F5B4D">
              <w:rPr>
                <w:b/>
              </w:rPr>
              <w:t>information directly about the UoA and/or habitats</w:t>
            </w:r>
            <w:r w:rsidRPr="001F5B4D">
              <w:t xml:space="preserve"> involved.</w:t>
            </w:r>
          </w:p>
        </w:tc>
        <w:tc>
          <w:tcPr>
            <w:tcW w:w="3081" w:type="dxa"/>
          </w:tcPr>
          <w:p w14:paraId="4904DDAD" w14:textId="1FF83E32" w:rsidR="001F5B4D" w:rsidRPr="001F5B4D" w:rsidRDefault="001F5B4D" w:rsidP="001F5B4D">
            <w:pPr>
              <w:pStyle w:val="ScNormal"/>
            </w:pPr>
            <w:r w:rsidRPr="001F5B4D">
              <w:rPr>
                <w:b/>
              </w:rPr>
              <w:t>Testing</w:t>
            </w:r>
            <w:r w:rsidRPr="001F5B4D">
              <w:t xml:space="preserve"> supports </w:t>
            </w:r>
            <w:r w:rsidRPr="001F5B4D">
              <w:rPr>
                <w:b/>
              </w:rPr>
              <w:t>high confidence</w:t>
            </w:r>
            <w:r w:rsidRPr="001F5B4D">
              <w:t xml:space="preserve"> that the partial strategy/strategy will work, based on </w:t>
            </w:r>
            <w:r w:rsidRPr="001F5B4D">
              <w:rPr>
                <w:b/>
              </w:rPr>
              <w:t>information directly about the UoA and/or habitats</w:t>
            </w:r>
            <w:r w:rsidRPr="001F5B4D">
              <w:t xml:space="preserve"> involved.</w:t>
            </w:r>
          </w:p>
        </w:tc>
      </w:tr>
    </w:tbl>
    <w:p w14:paraId="5B68E5A8" w14:textId="72C90B36" w:rsidR="001F5B4D" w:rsidRPr="001F5B4D" w:rsidRDefault="001F5B4D" w:rsidP="001F5B4D">
      <w:pPr>
        <w:pStyle w:val="ScBuffer"/>
      </w:pPr>
    </w:p>
    <w:p w14:paraId="25C01912" w14:textId="384BFBFB" w:rsidR="001F5B4D" w:rsidRPr="001F5B4D" w:rsidRDefault="001F5B4D" w:rsidP="001F5B4D">
      <w:pPr>
        <w:pStyle w:val="ScNormal"/>
      </w:pPr>
      <w:bookmarkStart w:id="115" w:name="J242b7FFFF03FF0F01"/>
      <w:r w:rsidRPr="001F5B4D">
        <w:t>The main threat to tuna habitat is likely to be FAD use. Even though the full effects of FADs are unknown, no negative impact has been detected, and further research is planned. Based on research to date and expert evaluation, there is reason for confidence that the current partial strategy and measures have eliminated high risk to habitat, meeting SG80. Across all gears, no habitat management strategy has been tested so SG100 cannot be met.</w:t>
      </w:r>
    </w:p>
    <w:bookmarkEnd w:id="115"/>
    <w:p w14:paraId="560EAA5E" w14:textId="10173923"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7148E31B"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9F54446" w14:textId="663590EE" w:rsidR="001F5B4D" w:rsidRPr="001F5B4D" w:rsidRDefault="001F5B4D" w:rsidP="001F5B4D">
            <w:pPr>
              <w:pStyle w:val="ScNormal"/>
            </w:pPr>
            <w:r w:rsidRPr="001F5B4D">
              <w:t>2.4.2.c Management strategy implementation</w:t>
            </w:r>
          </w:p>
        </w:tc>
      </w:tr>
      <w:tr w:rsidR="001F5B4D" w:rsidRPr="001F5B4D" w14:paraId="7F692B07" w14:textId="77777777" w:rsidTr="001F5B4D">
        <w:trPr>
          <w:cantSplit/>
        </w:trPr>
        <w:tc>
          <w:tcPr>
            <w:tcW w:w="3080" w:type="dxa"/>
            <w:tcBorders>
              <w:bottom w:val="single" w:sz="4" w:space="0" w:color="auto"/>
            </w:tcBorders>
            <w:shd w:val="clear" w:color="auto" w:fill="B6DDE8"/>
          </w:tcPr>
          <w:p w14:paraId="143D6D0F" w14:textId="3005EEC0"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138DA1CF" w14:textId="6EA511FD" w:rsidR="001F5B4D" w:rsidRPr="001F5B4D" w:rsidRDefault="001F5B4D" w:rsidP="001F5B4D">
            <w:pPr>
              <w:pStyle w:val="ScSGTableHead"/>
            </w:pPr>
            <w:r w:rsidRPr="001F5B4D">
              <w:t>80 Guidepost</w:t>
            </w:r>
          </w:p>
        </w:tc>
        <w:tc>
          <w:tcPr>
            <w:tcW w:w="3081" w:type="dxa"/>
            <w:tcBorders>
              <w:bottom w:val="single" w:sz="4" w:space="0" w:color="auto"/>
            </w:tcBorders>
            <w:shd w:val="clear" w:color="auto" w:fill="B6DDE8"/>
          </w:tcPr>
          <w:p w14:paraId="3B852F02" w14:textId="4DB019BC" w:rsidR="001F5B4D" w:rsidRPr="001F5B4D" w:rsidRDefault="001F5B4D" w:rsidP="001F5B4D">
            <w:pPr>
              <w:pStyle w:val="ScSGTableHead"/>
            </w:pPr>
            <w:r w:rsidRPr="001F5B4D">
              <w:t>100 Guidepost</w:t>
            </w:r>
          </w:p>
        </w:tc>
      </w:tr>
      <w:tr w:rsidR="001F5B4D" w:rsidRPr="001F5B4D" w14:paraId="08227AF6" w14:textId="77777777" w:rsidTr="001F5B4D">
        <w:trPr>
          <w:cantSplit/>
        </w:trPr>
        <w:tc>
          <w:tcPr>
            <w:tcW w:w="3080" w:type="dxa"/>
            <w:shd w:val="clear" w:color="auto" w:fill="D2FFC3"/>
          </w:tcPr>
          <w:p w14:paraId="00A49A71" w14:textId="77777777" w:rsidR="001F5B4D" w:rsidRPr="001F5B4D" w:rsidRDefault="001F5B4D" w:rsidP="001F5B4D">
            <w:pPr>
              <w:pStyle w:val="ScNormal"/>
            </w:pPr>
          </w:p>
        </w:tc>
        <w:tc>
          <w:tcPr>
            <w:tcW w:w="3081" w:type="dxa"/>
            <w:shd w:val="clear" w:color="auto" w:fill="D2FFC3"/>
          </w:tcPr>
          <w:p w14:paraId="45C58DEF" w14:textId="475DA846" w:rsidR="001F5B4D" w:rsidRPr="001F5B4D" w:rsidRDefault="001F5B4D" w:rsidP="001F5B4D">
            <w:pPr>
              <w:pStyle w:val="ScNormal"/>
            </w:pPr>
            <w:r w:rsidRPr="001F5B4D">
              <w:t xml:space="preserve">There is some </w:t>
            </w:r>
            <w:r w:rsidRPr="001F5B4D">
              <w:rPr>
                <w:b/>
              </w:rPr>
              <w:t>quantitative evidence</w:t>
            </w:r>
            <w:r w:rsidRPr="001F5B4D">
              <w:t xml:space="preserve"> that the measures/ partial strategy is being implemented successfully.</w:t>
            </w:r>
          </w:p>
        </w:tc>
        <w:tc>
          <w:tcPr>
            <w:tcW w:w="3081" w:type="dxa"/>
            <w:shd w:val="clear" w:color="auto" w:fill="D2FFC3"/>
          </w:tcPr>
          <w:p w14:paraId="46E2DC19" w14:textId="6D08A2A3" w:rsidR="001F5B4D" w:rsidRPr="001F5B4D" w:rsidRDefault="001F5B4D" w:rsidP="001F5B4D">
            <w:pPr>
              <w:pStyle w:val="ScNormal"/>
            </w:pPr>
            <w:r w:rsidRPr="001F5B4D">
              <w:t xml:space="preserve">There is </w:t>
            </w:r>
            <w:r w:rsidRPr="001F5B4D">
              <w:rPr>
                <w:b/>
              </w:rPr>
              <w:t>clear quantitative evidence</w:t>
            </w:r>
            <w:r w:rsidRPr="001F5B4D">
              <w:t xml:space="preserve"> that the partial strategy/strategy is being implemented successfully and is achieving its objective, as outlined in scoring issue (a).</w:t>
            </w:r>
          </w:p>
        </w:tc>
      </w:tr>
    </w:tbl>
    <w:p w14:paraId="65F7A7CA" w14:textId="1D00A0BA" w:rsidR="001F5B4D" w:rsidRPr="001F5B4D" w:rsidRDefault="001F5B4D" w:rsidP="001F5B4D">
      <w:pPr>
        <w:pStyle w:val="ScBuffer"/>
      </w:pPr>
    </w:p>
    <w:p w14:paraId="3C22B79E" w14:textId="037E7869" w:rsidR="001F5B4D" w:rsidRPr="001F5B4D" w:rsidRDefault="001F5B4D" w:rsidP="001F5B4D">
      <w:pPr>
        <w:pStyle w:val="ScNormal"/>
      </w:pPr>
      <w:bookmarkStart w:id="116" w:name="J242c7FFFF03FF0F01"/>
      <w:r w:rsidRPr="001F5B4D">
        <w:t>For tuna fishing itself, there is no incentive to fish on or near vulnerable habitats. With verifiable VMS data and some observer coverage, it should be possible to provide clear quantitative evidence that the impact on habitats is negligible. A lack of such independent evidence, as might the case for smaller scale fisheries, would likely lead to a lower score here, as alternative monitoring information will be incomplete but is still unlikely to fall below SG80.</w:t>
      </w:r>
    </w:p>
    <w:bookmarkEnd w:id="116"/>
    <w:p w14:paraId="25DE0DD7" w14:textId="7FBB786F"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4F955F2D"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B20421E" w14:textId="3FAC1092" w:rsidR="001F5B4D" w:rsidRPr="001F5B4D" w:rsidRDefault="001F5B4D" w:rsidP="001F5B4D">
            <w:pPr>
              <w:pStyle w:val="ScNormal"/>
            </w:pPr>
            <w:r w:rsidRPr="001F5B4D">
              <w:t>2.4.2.d Compliance with management requirements and other MSC UoAs’/non-MSC fisheries’ measures to protect VMEs</w:t>
            </w:r>
          </w:p>
        </w:tc>
      </w:tr>
      <w:tr w:rsidR="001F5B4D" w:rsidRPr="001F5B4D" w14:paraId="6B3EDD87" w14:textId="77777777" w:rsidTr="001F5B4D">
        <w:trPr>
          <w:cantSplit/>
        </w:trPr>
        <w:tc>
          <w:tcPr>
            <w:tcW w:w="3080" w:type="dxa"/>
            <w:shd w:val="clear" w:color="auto" w:fill="B6DDE8"/>
          </w:tcPr>
          <w:p w14:paraId="307118F1" w14:textId="470495F8" w:rsidR="001F5B4D" w:rsidRPr="001F5B4D" w:rsidRDefault="001F5B4D" w:rsidP="001F5B4D">
            <w:pPr>
              <w:pStyle w:val="ScSGTableHead"/>
            </w:pPr>
            <w:r w:rsidRPr="001F5B4D">
              <w:t>60 Guidepost</w:t>
            </w:r>
          </w:p>
        </w:tc>
        <w:tc>
          <w:tcPr>
            <w:tcW w:w="3081" w:type="dxa"/>
            <w:shd w:val="clear" w:color="auto" w:fill="B6DDE8"/>
          </w:tcPr>
          <w:p w14:paraId="7DD695FC" w14:textId="15FA1846" w:rsidR="001F5B4D" w:rsidRPr="001F5B4D" w:rsidRDefault="001F5B4D" w:rsidP="001F5B4D">
            <w:pPr>
              <w:pStyle w:val="ScSGTableHead"/>
            </w:pPr>
            <w:r w:rsidRPr="001F5B4D">
              <w:t>80 Guidepost</w:t>
            </w:r>
          </w:p>
        </w:tc>
        <w:tc>
          <w:tcPr>
            <w:tcW w:w="3081" w:type="dxa"/>
            <w:shd w:val="clear" w:color="auto" w:fill="B6DDE8"/>
          </w:tcPr>
          <w:p w14:paraId="2C44ECD8" w14:textId="3681EC5A" w:rsidR="001F5B4D" w:rsidRPr="001F5B4D" w:rsidRDefault="001F5B4D" w:rsidP="001F5B4D">
            <w:pPr>
              <w:pStyle w:val="ScSGTableHead"/>
            </w:pPr>
            <w:r w:rsidRPr="001F5B4D">
              <w:t>100 Guidepost</w:t>
            </w:r>
          </w:p>
        </w:tc>
      </w:tr>
      <w:tr w:rsidR="001F5B4D" w:rsidRPr="001F5B4D" w14:paraId="19F29FCE" w14:textId="77777777" w:rsidTr="001F5B4D">
        <w:trPr>
          <w:cantSplit/>
        </w:trPr>
        <w:tc>
          <w:tcPr>
            <w:tcW w:w="3080" w:type="dxa"/>
          </w:tcPr>
          <w:p w14:paraId="65C573AF" w14:textId="134B3521" w:rsidR="001F5B4D" w:rsidRPr="001F5B4D" w:rsidRDefault="001F5B4D" w:rsidP="001F5B4D">
            <w:pPr>
              <w:pStyle w:val="ScNormal"/>
            </w:pPr>
            <w:r w:rsidRPr="001F5B4D">
              <w:t xml:space="preserve">There is </w:t>
            </w:r>
            <w:r w:rsidRPr="001F5B4D">
              <w:rPr>
                <w:b/>
              </w:rPr>
              <w:t>qualitative evidence</w:t>
            </w:r>
            <w:r w:rsidRPr="001F5B4D">
              <w:t xml:space="preserve"> that the UoA complies with its management requirements to protect VMEs.</w:t>
            </w:r>
          </w:p>
        </w:tc>
        <w:tc>
          <w:tcPr>
            <w:tcW w:w="3081" w:type="dxa"/>
          </w:tcPr>
          <w:p w14:paraId="62F3F34A" w14:textId="7791516F" w:rsidR="001F5B4D" w:rsidRPr="001F5B4D" w:rsidRDefault="001F5B4D" w:rsidP="001F5B4D">
            <w:pPr>
              <w:pStyle w:val="ScNormal"/>
            </w:pPr>
            <w:r w:rsidRPr="001F5B4D">
              <w:t xml:space="preserve">There is </w:t>
            </w:r>
            <w:r w:rsidRPr="001F5B4D">
              <w:rPr>
                <w:b/>
              </w:rPr>
              <w:t>some quantitative evidence</w:t>
            </w:r>
            <w:r w:rsidRPr="001F5B4D">
              <w:t xml:space="preserve"> that the UoA complies with both its management requirements and with protection measures afforded to VMEs by other MSC UoAs/ non-MSC fisheries, where relevant.</w:t>
            </w:r>
          </w:p>
        </w:tc>
        <w:tc>
          <w:tcPr>
            <w:tcW w:w="3081" w:type="dxa"/>
          </w:tcPr>
          <w:p w14:paraId="43C93B3E" w14:textId="73C63627" w:rsidR="001F5B4D" w:rsidRPr="001F5B4D" w:rsidRDefault="001F5B4D" w:rsidP="001F5B4D">
            <w:pPr>
              <w:pStyle w:val="ScNormal"/>
            </w:pPr>
            <w:r w:rsidRPr="001F5B4D">
              <w:t xml:space="preserve">There is </w:t>
            </w:r>
            <w:r w:rsidRPr="001F5B4D">
              <w:rPr>
                <w:b/>
              </w:rPr>
              <w:t>clear quantitative evidence</w:t>
            </w:r>
            <w:r w:rsidRPr="001F5B4D">
              <w:t xml:space="preserve"> that the UoA complies with both its management requirements and with protection measures afforded to VMEs by other MSC UoAs/ non-MSC fisheries, where relevant.</w:t>
            </w:r>
          </w:p>
        </w:tc>
      </w:tr>
    </w:tbl>
    <w:p w14:paraId="56084398" w14:textId="01E97C79" w:rsidR="001F5B4D" w:rsidRPr="001F5B4D" w:rsidRDefault="001F5B4D" w:rsidP="001F5B4D">
      <w:pPr>
        <w:pStyle w:val="ScBuffer"/>
      </w:pPr>
    </w:p>
    <w:p w14:paraId="7558D90A" w14:textId="3E761C5B" w:rsidR="001F5B4D" w:rsidRPr="001F5B4D" w:rsidRDefault="001F5B4D" w:rsidP="001F5B4D">
      <w:pPr>
        <w:pStyle w:val="ScNormal"/>
      </w:pPr>
      <w:bookmarkStart w:id="117" w:name="J242d7FFFF03FF0F01"/>
      <w:r w:rsidRPr="001F5B4D">
        <w:t>Larger vessels are required to carry VMS, and relevant fleets have observer programmes. Where VMS and observers are used and it can be clearly demonstrated that all fishing activities do not interact with VMEs, SG100 is met. Smaller vessels with incomplete coverage may only meet SG80 where some risk exists. However, VMEs should not occur within the normal areas of vessel operations, and this should be verifiable. As a result, for most tuna fishing operations, this scoring issue would be treated as “not relevant” because VMEs would not be encountered.</w:t>
      </w:r>
    </w:p>
    <w:bookmarkEnd w:id="117"/>
    <w:p w14:paraId="542AA719" w14:textId="2B5FEE71" w:rsidR="001F5B4D" w:rsidRPr="001F5B4D" w:rsidRDefault="001F5B4D" w:rsidP="001F5B4D">
      <w:pPr>
        <w:pStyle w:val="ScScore"/>
      </w:pPr>
      <w:r w:rsidRPr="001F5B4D">
        <w:t>All SG60 and SG80 were met, and 1 out of 3 SG100 were met.</w:t>
      </w:r>
    </w:p>
    <w:p w14:paraId="1A4B3826" w14:textId="23B207BB" w:rsidR="001F5B4D" w:rsidRPr="001F5B4D" w:rsidRDefault="001F5B4D" w:rsidP="001F5B4D">
      <w:pPr>
        <w:pStyle w:val="ScScore"/>
      </w:pPr>
      <w:r w:rsidRPr="001F5B4D">
        <w:t>PI 2.4.2 : 85</w:t>
      </w:r>
    </w:p>
    <w:p w14:paraId="7FDF63CD" w14:textId="26391894" w:rsidR="001F5B4D" w:rsidRPr="001F5B4D" w:rsidRDefault="001F5B4D" w:rsidP="001F5B4D">
      <w:pPr>
        <w:pStyle w:val="ScSI"/>
        <w:rPr>
          <w:lang w:val="en-GB"/>
        </w:rPr>
      </w:pPr>
      <w:r w:rsidRPr="001F5B4D">
        <w:rPr>
          <w:lang w:val="en-GB"/>
        </w:rPr>
        <w:t>References</w:t>
      </w:r>
    </w:p>
    <w:p w14:paraId="7770BE7A" w14:textId="1D245618" w:rsidR="001F5B4D" w:rsidRPr="001F5B4D" w:rsidRDefault="001F5B4D" w:rsidP="001F5B4D">
      <w:pPr>
        <w:pStyle w:val="ScReferences"/>
      </w:pPr>
      <w:r w:rsidRPr="001F5B4D">
        <w:t>IATTC 2014. Ecosystem considerations. Fifth Meeting of the IATTC Scientific Advisory Committee, La Jolla, California (USA), 12–16 May 2014. Document SAC-05-13.</w:t>
      </w:r>
    </w:p>
    <w:p w14:paraId="16079D3B" w14:textId="31F2085C" w:rsidR="001F5B4D" w:rsidRPr="001F5B4D" w:rsidRDefault="001F5B4D" w:rsidP="001F5B4D">
      <w:pPr>
        <w:pStyle w:val="ScReferences"/>
      </w:pPr>
      <w:r w:rsidRPr="001F5B4D">
        <w:t>ICCAT 2014. Report of the 2014 Inter-Sessional Meeting of the Sub-Committee on Ecosystems. Olhão, Portugal, 1–5 September 2014.</w:t>
      </w:r>
    </w:p>
    <w:p w14:paraId="2D379215" w14:textId="4145FF88" w:rsidR="001F5B4D" w:rsidRPr="001F5B4D" w:rsidRDefault="001F5B4D" w:rsidP="001F5B4D">
      <w:pPr>
        <w:pStyle w:val="ScReferences"/>
      </w:pPr>
      <w:r w:rsidRPr="001F5B4D">
        <w:t>IOTC 2017. Report of the Thirteenth Session of the IOTC Working Party on Ecosystems and Bycatch. San Sebastian, Spain 4–8 September 2017. IOTC–2017–WPEB13–R[E].</w:t>
      </w:r>
    </w:p>
    <w:p w14:paraId="3568CE5D" w14:textId="6AF0DE84" w:rsidR="001F5B4D" w:rsidRPr="001F5B4D" w:rsidRDefault="001F5B4D" w:rsidP="001F5B4D">
      <w:pPr>
        <w:pStyle w:val="ScReferences"/>
      </w:pPr>
      <w:r w:rsidRPr="001F5B4D">
        <w:t>MSC 2014. MSC Full Assessment Reporting Template v2.0. https://www.msc.org/documents/scheme-documents/forms-and-templates/msc-full-assessment-reporting-template-v2.0/view</w:t>
      </w:r>
    </w:p>
    <w:p w14:paraId="35955FD8" w14:textId="6BCA9129" w:rsidR="001F5B4D" w:rsidRPr="001F5B4D" w:rsidRDefault="001F5B4D" w:rsidP="001F5B4D">
      <w:pPr>
        <w:pStyle w:val="ScReferences"/>
      </w:pPr>
      <w:r w:rsidRPr="001F5B4D">
        <w:t>WCPFC 2016. Summary Report of the Second Meeting of the FAD Management Options Intersessional Working Group. China Gymnasium, Palikir, Pohnpei, Federated States of Micronesia, 28–29 September 2016. WCPFC-TCC13-2017-16B.</w:t>
      </w:r>
    </w:p>
    <w:p w14:paraId="552FCBA7" w14:textId="5A9D924F" w:rsidR="001F5B4D" w:rsidRPr="001F5B4D" w:rsidRDefault="001F5B4D" w:rsidP="001F5B4D">
      <w:pPr>
        <w:pStyle w:val="ScPI"/>
        <w:rPr>
          <w:lang w:val="en-GB"/>
        </w:rPr>
      </w:pPr>
      <w:r w:rsidRPr="001F5B4D">
        <w:rPr>
          <w:lang w:val="en-GB"/>
        </w:rPr>
        <w:lastRenderedPageBreak/>
        <w:t>P.2.4.3 Information / monitoring</w:t>
      </w:r>
    </w:p>
    <w:p w14:paraId="6A02C939" w14:textId="07EE7876"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29EBE73E"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E407597" w14:textId="28B9F794" w:rsidR="001F5B4D" w:rsidRPr="001F5B4D" w:rsidRDefault="001F5B4D" w:rsidP="001F5B4D">
            <w:pPr>
              <w:pStyle w:val="ScNormal"/>
            </w:pPr>
            <w:r w:rsidRPr="001F5B4D">
              <w:t>2.4.3.a Information quality</w:t>
            </w:r>
          </w:p>
        </w:tc>
      </w:tr>
      <w:tr w:rsidR="001F5B4D" w:rsidRPr="001F5B4D" w14:paraId="39FBBD48" w14:textId="77777777" w:rsidTr="001F5B4D">
        <w:trPr>
          <w:cantSplit/>
        </w:trPr>
        <w:tc>
          <w:tcPr>
            <w:tcW w:w="3080" w:type="dxa"/>
            <w:tcBorders>
              <w:bottom w:val="single" w:sz="4" w:space="0" w:color="auto"/>
            </w:tcBorders>
            <w:shd w:val="clear" w:color="auto" w:fill="B6DDE8"/>
          </w:tcPr>
          <w:p w14:paraId="5A12F0A4" w14:textId="015BBFC3"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23A6A97C" w14:textId="37D84AE5" w:rsidR="001F5B4D" w:rsidRPr="001F5B4D" w:rsidRDefault="001F5B4D" w:rsidP="001F5B4D">
            <w:pPr>
              <w:pStyle w:val="ScSGTableHead"/>
            </w:pPr>
            <w:r w:rsidRPr="001F5B4D">
              <w:t>80 Guidepost</w:t>
            </w:r>
          </w:p>
        </w:tc>
        <w:tc>
          <w:tcPr>
            <w:tcW w:w="3081" w:type="dxa"/>
            <w:tcBorders>
              <w:bottom w:val="single" w:sz="4" w:space="0" w:color="auto"/>
            </w:tcBorders>
            <w:shd w:val="clear" w:color="auto" w:fill="B6DDE8"/>
          </w:tcPr>
          <w:p w14:paraId="4BC0AEB9" w14:textId="7FBE0FBA" w:rsidR="001F5B4D" w:rsidRPr="001F5B4D" w:rsidRDefault="001F5B4D" w:rsidP="001F5B4D">
            <w:pPr>
              <w:pStyle w:val="ScSGTableHead"/>
            </w:pPr>
            <w:r w:rsidRPr="001F5B4D">
              <w:t>100 Guidepost</w:t>
            </w:r>
          </w:p>
        </w:tc>
      </w:tr>
      <w:tr w:rsidR="001F5B4D" w:rsidRPr="001F5B4D" w14:paraId="7BA3308F" w14:textId="77777777" w:rsidTr="001F5B4D">
        <w:trPr>
          <w:cantSplit/>
        </w:trPr>
        <w:tc>
          <w:tcPr>
            <w:tcW w:w="3080" w:type="dxa"/>
            <w:shd w:val="clear" w:color="auto" w:fill="D2FFC3"/>
          </w:tcPr>
          <w:p w14:paraId="09995757" w14:textId="1BE0EF4D" w:rsidR="001F5B4D" w:rsidRPr="001F5B4D" w:rsidRDefault="001F5B4D" w:rsidP="001F5B4D">
            <w:pPr>
              <w:pStyle w:val="ScNormal"/>
            </w:pPr>
            <w:r w:rsidRPr="001F5B4D">
              <w:t xml:space="preserve">The types and distribution of the main habitats are </w:t>
            </w:r>
            <w:r w:rsidRPr="001F5B4D">
              <w:rPr>
                <w:b/>
              </w:rPr>
              <w:t>broadly understood. OR If CSA is used to score PI 2.4.1 for the UoA:</w:t>
            </w:r>
            <w:r w:rsidRPr="001F5B4D">
              <w:t>Qualitative information is adequate to estimate the types and distribution of the main habitats.</w:t>
            </w:r>
          </w:p>
        </w:tc>
        <w:tc>
          <w:tcPr>
            <w:tcW w:w="3081" w:type="dxa"/>
            <w:shd w:val="clear" w:color="auto" w:fill="D2FFC3"/>
          </w:tcPr>
          <w:p w14:paraId="5AB85276" w14:textId="3BF8C256" w:rsidR="001F5B4D" w:rsidRPr="001F5B4D" w:rsidRDefault="001F5B4D" w:rsidP="001F5B4D">
            <w:pPr>
              <w:pStyle w:val="ScNormal"/>
            </w:pPr>
            <w:r w:rsidRPr="001F5B4D">
              <w:t xml:space="preserve">The nature, distribution and </w:t>
            </w:r>
            <w:r w:rsidRPr="001F5B4D">
              <w:rPr>
                <w:b/>
              </w:rPr>
              <w:t>vulnerability</w:t>
            </w:r>
            <w:r w:rsidRPr="001F5B4D">
              <w:t xml:space="preserve"> of the main habitats in the UoA area are known at a level of detail relevant to the scale and intensity of the UoA. </w:t>
            </w:r>
            <w:r w:rsidRPr="001F5B4D">
              <w:rPr>
                <w:b/>
              </w:rPr>
              <w:t>OR If CSA is used to score PI 2.4.1 for the UoA:</w:t>
            </w:r>
            <w:r w:rsidRPr="001F5B4D">
              <w:t xml:space="preserve"> Some quantitative information is available and is adequate to estimate the types and distribution of the main habitats.</w:t>
            </w:r>
          </w:p>
        </w:tc>
        <w:tc>
          <w:tcPr>
            <w:tcW w:w="3081" w:type="dxa"/>
            <w:shd w:val="clear" w:color="auto" w:fill="D2FFC3"/>
          </w:tcPr>
          <w:p w14:paraId="6C4058FF" w14:textId="1C3BCC6E" w:rsidR="001F5B4D" w:rsidRPr="001F5B4D" w:rsidRDefault="001F5B4D" w:rsidP="001F5B4D">
            <w:pPr>
              <w:pStyle w:val="ScNormal"/>
            </w:pPr>
            <w:r w:rsidRPr="001F5B4D">
              <w:t>The distribution of all habitats is known over their range, with particular attention to the occurrence of vulnerable habitats.</w:t>
            </w:r>
          </w:p>
        </w:tc>
      </w:tr>
    </w:tbl>
    <w:p w14:paraId="628FF7CB" w14:textId="4DA8B551" w:rsidR="001F5B4D" w:rsidRPr="001F5B4D" w:rsidRDefault="001F5B4D" w:rsidP="001F5B4D">
      <w:pPr>
        <w:pStyle w:val="ScBuffer"/>
      </w:pPr>
    </w:p>
    <w:p w14:paraId="5C40CA8D" w14:textId="7BBCAF81" w:rsidR="001F5B4D" w:rsidRPr="001F5B4D" w:rsidRDefault="001F5B4D" w:rsidP="001F5B4D">
      <w:pPr>
        <w:pStyle w:val="ScNormal"/>
      </w:pPr>
      <w:bookmarkStart w:id="118" w:name="J243a7FFFF03FF0F01"/>
      <w:r w:rsidRPr="001F5B4D">
        <w:t>The physical, chemical and biological properties of the pelagic environment within RFMO jurisdictions are monitored, the habitat itself is adequately mapped in terms of depth and main oceanographic features, and the fishing operations and their location are also accurately recorded in relation to those features. Assessments of habitat preferences among fished species and the effect of environmental changes have also been made. All larger vessels operate a VMS, and thus there is accurate, near real-time monitoring of the spatial extent of interaction and the timing and location of use of the fishing gear. Observer programmes exist for longline and purse seine, and these record information on sets made and outcome of fishing. Information on smaller vessels is more limited, but still it is known VMEs do not occur within tuna fishing areas. Remote sensing data are available to map surface waters, productivity and depth. Shallow water vulnerable habitats, such as coral reefs and seagrass, which might be used by an associated baitfish fishery, would also be identified and mapped in most cases using remote sensing. There are no vulnerable habitats that interact directly with the tuna fishery, and the habitat is well recorded for assessment of the fishery, meeting SG100. Vulnerable habitats that might be used for baitfish would also be well-defined, also meeting SG100.</w:t>
      </w:r>
    </w:p>
    <w:bookmarkEnd w:id="118"/>
    <w:p w14:paraId="10A5E7B2" w14:textId="51A3F534"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5DD9A3D8"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9535B13" w14:textId="1E4CA578" w:rsidR="001F5B4D" w:rsidRPr="001F5B4D" w:rsidRDefault="001F5B4D" w:rsidP="001F5B4D">
            <w:pPr>
              <w:pStyle w:val="ScNormal"/>
            </w:pPr>
            <w:r w:rsidRPr="001F5B4D">
              <w:t>2.4.3.b Information adequacy for assessment of impacts</w:t>
            </w:r>
          </w:p>
        </w:tc>
      </w:tr>
      <w:tr w:rsidR="001F5B4D" w:rsidRPr="001F5B4D" w14:paraId="6E1F4C16" w14:textId="77777777" w:rsidTr="001F5B4D">
        <w:trPr>
          <w:cantSplit/>
        </w:trPr>
        <w:tc>
          <w:tcPr>
            <w:tcW w:w="3080" w:type="dxa"/>
            <w:tcBorders>
              <w:bottom w:val="single" w:sz="4" w:space="0" w:color="auto"/>
            </w:tcBorders>
            <w:shd w:val="clear" w:color="auto" w:fill="B6DDE8"/>
          </w:tcPr>
          <w:p w14:paraId="016F7B4D" w14:textId="7D74A0AA"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2CD9E6AE" w14:textId="7E44A32C" w:rsidR="001F5B4D" w:rsidRPr="001F5B4D" w:rsidRDefault="001F5B4D" w:rsidP="001F5B4D">
            <w:pPr>
              <w:pStyle w:val="ScSGTableHead"/>
            </w:pPr>
            <w:r w:rsidRPr="001F5B4D">
              <w:t>80 Guidepost</w:t>
            </w:r>
          </w:p>
        </w:tc>
        <w:tc>
          <w:tcPr>
            <w:tcW w:w="3081" w:type="dxa"/>
            <w:shd w:val="clear" w:color="auto" w:fill="B6DDE8"/>
          </w:tcPr>
          <w:p w14:paraId="3E737369" w14:textId="2A34D449" w:rsidR="001F5B4D" w:rsidRPr="001F5B4D" w:rsidRDefault="001F5B4D" w:rsidP="001F5B4D">
            <w:pPr>
              <w:pStyle w:val="ScSGTableHead"/>
            </w:pPr>
            <w:r w:rsidRPr="001F5B4D">
              <w:t>100 Guidepost</w:t>
            </w:r>
          </w:p>
        </w:tc>
      </w:tr>
      <w:tr w:rsidR="001F5B4D" w:rsidRPr="001F5B4D" w14:paraId="28119268" w14:textId="77777777" w:rsidTr="001F5B4D">
        <w:trPr>
          <w:cantSplit/>
        </w:trPr>
        <w:tc>
          <w:tcPr>
            <w:tcW w:w="3080" w:type="dxa"/>
            <w:shd w:val="clear" w:color="auto" w:fill="D2FFC3"/>
          </w:tcPr>
          <w:p w14:paraId="41B6CE58" w14:textId="3830296B" w:rsidR="001F5B4D" w:rsidRPr="001F5B4D" w:rsidRDefault="001F5B4D" w:rsidP="001F5B4D">
            <w:pPr>
              <w:pStyle w:val="ScNormal"/>
            </w:pPr>
            <w:r w:rsidRPr="001F5B4D">
              <w:t xml:space="preserve">Information is adequate to broadly understand the nature of the main impacts of gear use on the main habitats, including spatial overlap of habitat with fishing gear. </w:t>
            </w:r>
            <w:r w:rsidRPr="001F5B4D">
              <w:rPr>
                <w:b/>
              </w:rPr>
              <w:t>OR If CSA is used to score PI 2.4.1 for the UoA:</w:t>
            </w:r>
            <w:r w:rsidRPr="001F5B4D">
              <w:t xml:space="preserve"> Qualitative information is adequate to estimate the consequence and spatial attributes of the main habitats.</w:t>
            </w:r>
          </w:p>
        </w:tc>
        <w:tc>
          <w:tcPr>
            <w:tcW w:w="3081" w:type="dxa"/>
            <w:shd w:val="clear" w:color="auto" w:fill="D2FFC3"/>
          </w:tcPr>
          <w:p w14:paraId="1D16E49B" w14:textId="6F11C4DE" w:rsidR="001F5B4D" w:rsidRPr="001F5B4D" w:rsidRDefault="001F5B4D" w:rsidP="001F5B4D">
            <w:pPr>
              <w:pStyle w:val="ScNormal"/>
            </w:pPr>
            <w:r w:rsidRPr="001F5B4D">
              <w:t xml:space="preserve">Information is adequate to allow for identification of the main impacts of the UoA on the main habitats, and there is reliable information on the spatial extent of interaction and on the timing and location of use of the fishing gear. </w:t>
            </w:r>
            <w:r w:rsidRPr="001F5B4D">
              <w:rPr>
                <w:b/>
              </w:rPr>
              <w:t>OR If CSA is used to score PI 2.4.1 for the UoA:</w:t>
            </w:r>
            <w:r w:rsidRPr="001F5B4D">
              <w:t xml:space="preserve"> Some quantitative information is available and is adequate to estimate the consequence and spatial attributes of the main habitats.</w:t>
            </w:r>
          </w:p>
        </w:tc>
        <w:tc>
          <w:tcPr>
            <w:tcW w:w="3081" w:type="dxa"/>
          </w:tcPr>
          <w:p w14:paraId="124CD199" w14:textId="7CD1A172" w:rsidR="001F5B4D" w:rsidRPr="001F5B4D" w:rsidRDefault="001F5B4D" w:rsidP="001F5B4D">
            <w:pPr>
              <w:pStyle w:val="ScNormal"/>
            </w:pPr>
            <w:r w:rsidRPr="001F5B4D">
              <w:t>The physical impacts of the gear on all habitats have been quantified fully.</w:t>
            </w:r>
          </w:p>
        </w:tc>
      </w:tr>
    </w:tbl>
    <w:p w14:paraId="1A029FAA" w14:textId="798922D0" w:rsidR="001F5B4D" w:rsidRPr="001F5B4D" w:rsidRDefault="001F5B4D" w:rsidP="001F5B4D">
      <w:pPr>
        <w:pStyle w:val="ScBuffer"/>
      </w:pPr>
    </w:p>
    <w:p w14:paraId="1D098C36" w14:textId="7E63E055" w:rsidR="001F5B4D" w:rsidRPr="001F5B4D" w:rsidRDefault="001F5B4D" w:rsidP="001F5B4D">
      <w:pPr>
        <w:pStyle w:val="ScNormal"/>
      </w:pPr>
      <w:bookmarkStart w:id="119" w:name="J243b7FFFF03FF0F01"/>
      <w:r w:rsidRPr="001F5B4D">
        <w:t>Available information would suggest that physical impact of all gears on the pelagic habitats will be negligible and short-lived. The main impact would be ecological alterations to the environment through use of FADs. Information on the use and distribution of FADs is not complete, although all FADs will be required to have identification information attached from 2015 in the EPO. However, the broad extent of FAD and other gear use is adequate for assessment of impact, including the timing and extent of gear deployment. This meets the SG80. Since the physical impact of the gear on all habitats has not been quantified, the SG100 is not met.</w:t>
      </w:r>
    </w:p>
    <w:bookmarkEnd w:id="119"/>
    <w:p w14:paraId="58A2221A" w14:textId="683E00A7"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0F6F6F2F"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D28CC7" w14:textId="38B5B7D5" w:rsidR="001F5B4D" w:rsidRPr="001F5B4D" w:rsidRDefault="001F5B4D" w:rsidP="001F5B4D">
            <w:pPr>
              <w:pStyle w:val="ScNormal"/>
            </w:pPr>
            <w:r w:rsidRPr="001F5B4D">
              <w:t>2.4.3.c Monitoring</w:t>
            </w:r>
          </w:p>
        </w:tc>
      </w:tr>
      <w:tr w:rsidR="001F5B4D" w:rsidRPr="001F5B4D" w14:paraId="402FFA95" w14:textId="77777777" w:rsidTr="001F5B4D">
        <w:trPr>
          <w:cantSplit/>
        </w:trPr>
        <w:tc>
          <w:tcPr>
            <w:tcW w:w="3080" w:type="dxa"/>
            <w:tcBorders>
              <w:bottom w:val="single" w:sz="4" w:space="0" w:color="auto"/>
            </w:tcBorders>
            <w:shd w:val="clear" w:color="auto" w:fill="B6DDE8"/>
          </w:tcPr>
          <w:p w14:paraId="41091D17" w14:textId="2E5A355B"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15ADCBFB" w14:textId="55BDA8C4" w:rsidR="001F5B4D" w:rsidRPr="001F5B4D" w:rsidRDefault="001F5B4D" w:rsidP="001F5B4D">
            <w:pPr>
              <w:pStyle w:val="ScSGTableHead"/>
            </w:pPr>
            <w:r w:rsidRPr="001F5B4D">
              <w:t>80 Guidepost</w:t>
            </w:r>
          </w:p>
        </w:tc>
        <w:tc>
          <w:tcPr>
            <w:tcW w:w="3081" w:type="dxa"/>
            <w:shd w:val="clear" w:color="auto" w:fill="B6DDE8"/>
          </w:tcPr>
          <w:p w14:paraId="477720BE" w14:textId="680056B2" w:rsidR="001F5B4D" w:rsidRPr="001F5B4D" w:rsidRDefault="001F5B4D" w:rsidP="001F5B4D">
            <w:pPr>
              <w:pStyle w:val="ScSGTableHead"/>
            </w:pPr>
            <w:r w:rsidRPr="001F5B4D">
              <w:t>100 Guidepost</w:t>
            </w:r>
          </w:p>
        </w:tc>
      </w:tr>
      <w:tr w:rsidR="001F5B4D" w:rsidRPr="001F5B4D" w14:paraId="7F072720" w14:textId="77777777" w:rsidTr="001F5B4D">
        <w:trPr>
          <w:cantSplit/>
        </w:trPr>
        <w:tc>
          <w:tcPr>
            <w:tcW w:w="3080" w:type="dxa"/>
            <w:shd w:val="clear" w:color="auto" w:fill="D2FFC3"/>
          </w:tcPr>
          <w:p w14:paraId="0BACECA4" w14:textId="77777777" w:rsidR="001F5B4D" w:rsidRPr="001F5B4D" w:rsidRDefault="001F5B4D" w:rsidP="001F5B4D">
            <w:pPr>
              <w:pStyle w:val="ScNormal"/>
            </w:pPr>
          </w:p>
        </w:tc>
        <w:tc>
          <w:tcPr>
            <w:tcW w:w="3081" w:type="dxa"/>
            <w:shd w:val="clear" w:color="auto" w:fill="D2FFC3"/>
          </w:tcPr>
          <w:p w14:paraId="03FF0023" w14:textId="700ACF4A" w:rsidR="001F5B4D" w:rsidRPr="001F5B4D" w:rsidRDefault="001F5B4D" w:rsidP="001F5B4D">
            <w:pPr>
              <w:pStyle w:val="ScNormal"/>
            </w:pPr>
            <w:r w:rsidRPr="001F5B4D">
              <w:t>Adequate information continues to be collected to detect any increase in risk to the main habitats.</w:t>
            </w:r>
          </w:p>
        </w:tc>
        <w:tc>
          <w:tcPr>
            <w:tcW w:w="3081" w:type="dxa"/>
          </w:tcPr>
          <w:p w14:paraId="68B4E6CD" w14:textId="69BF47E9" w:rsidR="001F5B4D" w:rsidRPr="001F5B4D" w:rsidRDefault="001F5B4D" w:rsidP="001F5B4D">
            <w:pPr>
              <w:pStyle w:val="ScNormal"/>
            </w:pPr>
            <w:r w:rsidRPr="001F5B4D">
              <w:t>Changes in all habitat distributions over time are measured.</w:t>
            </w:r>
          </w:p>
        </w:tc>
      </w:tr>
    </w:tbl>
    <w:p w14:paraId="2DABFB8F" w14:textId="087BCDD4" w:rsidR="001F5B4D" w:rsidRPr="001F5B4D" w:rsidRDefault="001F5B4D" w:rsidP="001F5B4D">
      <w:pPr>
        <w:pStyle w:val="ScBuffer"/>
      </w:pPr>
    </w:p>
    <w:p w14:paraId="1093E5BB" w14:textId="41FBD1D1" w:rsidR="001F5B4D" w:rsidRPr="001F5B4D" w:rsidRDefault="001F5B4D" w:rsidP="001F5B4D">
      <w:pPr>
        <w:pStyle w:val="ScNormal"/>
      </w:pPr>
      <w:bookmarkStart w:id="120" w:name="J243c7FFFF03FF0F01"/>
      <w:r w:rsidRPr="001F5B4D">
        <w:t>Monitoring consists of recording the time and location of fishing and the type of set or quantity of hooks set, which can be linked to oceanographic data. Oceanographic information including basic physical (e.g. depth, temperature) and biological (e.g. phytoplankton density) data are recorded. However, on changes in deeper waters that tuna may use for foraging, such as current other changes to prey populations and feeding behaviour, are not monitored in detail. The spatial scales for these fisheries are very large, and most such monitoring depends on remote sensing.  Increases in risk to habitats should be available from observer information, which is collected routinely for larger vessels. For fisheries that monitor distribution changes to all habitats over time, not just the change to main habitats, information is adequate to meet SG100. Since most tuna fisheries are unlikely to monitor to that extent, it is unlikely that the SG100 would be met.</w:t>
      </w:r>
    </w:p>
    <w:bookmarkEnd w:id="120"/>
    <w:p w14:paraId="74AD0668" w14:textId="40E82385" w:rsidR="001F5B4D" w:rsidRPr="001F5B4D" w:rsidRDefault="001F5B4D" w:rsidP="001F5B4D">
      <w:pPr>
        <w:pStyle w:val="ScScore"/>
      </w:pPr>
      <w:r w:rsidRPr="001F5B4D">
        <w:lastRenderedPageBreak/>
        <w:t>All SG60 and SG80 were met, and 1 out of 3 SG100 were met.</w:t>
      </w:r>
    </w:p>
    <w:p w14:paraId="24A77651" w14:textId="189B1C2F" w:rsidR="001F5B4D" w:rsidRPr="001F5B4D" w:rsidRDefault="001F5B4D" w:rsidP="001F5B4D">
      <w:pPr>
        <w:pStyle w:val="ScScore"/>
      </w:pPr>
      <w:r w:rsidRPr="001F5B4D">
        <w:t>PI 2.4.3 : 85</w:t>
      </w:r>
    </w:p>
    <w:p w14:paraId="1194FF75" w14:textId="03DB3614" w:rsidR="001F5B4D" w:rsidRPr="001F5B4D" w:rsidRDefault="001F5B4D" w:rsidP="001F5B4D">
      <w:pPr>
        <w:pStyle w:val="ScSI"/>
        <w:rPr>
          <w:lang w:val="en-GB"/>
        </w:rPr>
      </w:pPr>
      <w:r w:rsidRPr="001F5B4D">
        <w:rPr>
          <w:lang w:val="en-GB"/>
        </w:rPr>
        <w:t>References</w:t>
      </w:r>
    </w:p>
    <w:p w14:paraId="0BB660EE" w14:textId="29BFBC5E" w:rsidR="001F5B4D" w:rsidRPr="001F5B4D" w:rsidRDefault="001F5B4D" w:rsidP="001F5B4D">
      <w:pPr>
        <w:pStyle w:val="ScReferences"/>
      </w:pPr>
      <w:r w:rsidRPr="001F5B4D">
        <w:t>Gillett, R. 2012. Report of the 2012 ISSF Workshop: the management of tuna baitfisheries: the results of a global study. ISSF Technical Report 2012-08. International Seafood Sustainability Foundation, Washington, D.C., USA.</w:t>
      </w:r>
    </w:p>
    <w:p w14:paraId="3BAA2DC0" w14:textId="3747D84B" w:rsidR="001F5B4D" w:rsidRPr="001F5B4D" w:rsidRDefault="001F5B4D" w:rsidP="001F5B4D">
      <w:pPr>
        <w:pStyle w:val="ScReferences"/>
      </w:pPr>
      <w:r w:rsidRPr="001F5B4D">
        <w:t>IATTC 2014. Ecosystem considerations. Fifth Meeting of the IATTC Scientific Advisory Committee, La Jolla, California (USA), 12–16 May 2014. Document SAC-05-13.</w:t>
      </w:r>
    </w:p>
    <w:p w14:paraId="5A418904" w14:textId="6513A200" w:rsidR="001F5B4D" w:rsidRPr="001F5B4D" w:rsidRDefault="001F5B4D" w:rsidP="001F5B4D">
      <w:pPr>
        <w:pStyle w:val="ScReferences"/>
      </w:pPr>
      <w:r w:rsidRPr="001F5B4D">
        <w:t>ICCAT 2014. Report of the 2014 Inter-Sessional Meeting of the Sub-Committee on Ecosystems. Olhão, Portugal, 1–5 September 2014.</w:t>
      </w:r>
    </w:p>
    <w:p w14:paraId="3D3AD69B" w14:textId="7FBA68F2" w:rsidR="001F5B4D" w:rsidRPr="001F5B4D" w:rsidRDefault="001F5B4D" w:rsidP="001F5B4D">
      <w:pPr>
        <w:pStyle w:val="ScReferences"/>
      </w:pPr>
      <w:r w:rsidRPr="001F5B4D">
        <w:t>IOTC 2017. Report of the Thirteenth Session of the IOTC Working Party on Ecosystems and Bycatch. San Sebastian, Spain 4–8 September 2017. IOTC–2017–WPEB13–R[E].</w:t>
      </w:r>
    </w:p>
    <w:p w14:paraId="2D5914E2" w14:textId="35419BA3" w:rsidR="001F5B4D" w:rsidRPr="001F5B4D" w:rsidRDefault="001F5B4D" w:rsidP="001F5B4D">
      <w:pPr>
        <w:pStyle w:val="ScReferences"/>
      </w:pPr>
      <w:r w:rsidRPr="001F5B4D">
        <w:t>MRAG 2009. FAD Management. A study of the impacts of fish aggregating devices (FADs) and the development of effective management strategies for their responsible use by industrial tuna fishing fleets. A report prepared for the WTPO. June 2009.</w:t>
      </w:r>
    </w:p>
    <w:p w14:paraId="30FC8FE9" w14:textId="7F4693D2" w:rsidR="001F5B4D" w:rsidRPr="001F5B4D" w:rsidRDefault="001F5B4D" w:rsidP="001F5B4D">
      <w:pPr>
        <w:pStyle w:val="ScHeading2"/>
      </w:pPr>
      <w:r w:rsidRPr="001F5B4D">
        <w:t>2.5 Ecosystem</w:t>
      </w:r>
    </w:p>
    <w:p w14:paraId="51A1D17B" w14:textId="177FB341" w:rsidR="001F5B4D" w:rsidRPr="001F5B4D" w:rsidRDefault="001F5B4D" w:rsidP="001F5B4D">
      <w:pPr>
        <w:pStyle w:val="ScPI"/>
        <w:rPr>
          <w:lang w:val="en-GB"/>
        </w:rPr>
      </w:pPr>
      <w:r w:rsidRPr="001F5B4D">
        <w:rPr>
          <w:lang w:val="en-GB"/>
        </w:rPr>
        <w:t>P.2.5.1 Outcome Status</w:t>
      </w:r>
    </w:p>
    <w:p w14:paraId="190C7325" w14:textId="0DAA2491"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6E8760D3"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5418B3C" w14:textId="6776316D" w:rsidR="001F5B4D" w:rsidRPr="001F5B4D" w:rsidRDefault="001F5B4D" w:rsidP="001F5B4D">
            <w:pPr>
              <w:pStyle w:val="ScNormal"/>
            </w:pPr>
            <w:r w:rsidRPr="001F5B4D">
              <w:t>2.5.1.a Ecosystem status</w:t>
            </w:r>
          </w:p>
        </w:tc>
      </w:tr>
      <w:tr w:rsidR="001F5B4D" w:rsidRPr="001F5B4D" w14:paraId="3592C333" w14:textId="77777777" w:rsidTr="001F5B4D">
        <w:trPr>
          <w:cantSplit/>
        </w:trPr>
        <w:tc>
          <w:tcPr>
            <w:tcW w:w="3080" w:type="dxa"/>
            <w:tcBorders>
              <w:bottom w:val="single" w:sz="4" w:space="0" w:color="auto"/>
            </w:tcBorders>
            <w:shd w:val="clear" w:color="auto" w:fill="B6DDE8"/>
          </w:tcPr>
          <w:p w14:paraId="5A9A6B5F" w14:textId="3C52FEE9"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71160AED" w14:textId="570A0217" w:rsidR="001F5B4D" w:rsidRPr="001F5B4D" w:rsidRDefault="001F5B4D" w:rsidP="001F5B4D">
            <w:pPr>
              <w:pStyle w:val="ScSGTableHead"/>
            </w:pPr>
            <w:r w:rsidRPr="001F5B4D">
              <w:t>80 Guidepost</w:t>
            </w:r>
          </w:p>
        </w:tc>
        <w:tc>
          <w:tcPr>
            <w:tcW w:w="3081" w:type="dxa"/>
            <w:shd w:val="clear" w:color="auto" w:fill="B6DDE8"/>
          </w:tcPr>
          <w:p w14:paraId="75AE2A1E" w14:textId="35FF1734" w:rsidR="001F5B4D" w:rsidRPr="001F5B4D" w:rsidRDefault="001F5B4D" w:rsidP="001F5B4D">
            <w:pPr>
              <w:pStyle w:val="ScSGTableHead"/>
            </w:pPr>
            <w:r w:rsidRPr="001F5B4D">
              <w:t>100 Guidepost</w:t>
            </w:r>
          </w:p>
        </w:tc>
      </w:tr>
      <w:tr w:rsidR="001F5B4D" w:rsidRPr="001F5B4D" w14:paraId="45F94976" w14:textId="77777777" w:rsidTr="001F5B4D">
        <w:trPr>
          <w:cantSplit/>
        </w:trPr>
        <w:tc>
          <w:tcPr>
            <w:tcW w:w="3080" w:type="dxa"/>
            <w:shd w:val="clear" w:color="auto" w:fill="D2FFC3"/>
          </w:tcPr>
          <w:p w14:paraId="5A575092" w14:textId="0A2309D4" w:rsidR="001F5B4D" w:rsidRPr="001F5B4D" w:rsidRDefault="001F5B4D" w:rsidP="001F5B4D">
            <w:pPr>
              <w:pStyle w:val="ScNormal"/>
            </w:pPr>
            <w:r w:rsidRPr="001F5B4D">
              <w:t xml:space="preserve">The UoA is </w:t>
            </w:r>
            <w:r w:rsidRPr="001F5B4D">
              <w:rPr>
                <w:b/>
              </w:rPr>
              <w:t>unlikely</w:t>
            </w:r>
            <w:r w:rsidRPr="001F5B4D">
              <w:t xml:space="preserve"> to disrupt the key elements underlying ecosystem structure and function to a point where there would be a serious or irreversible harm.</w:t>
            </w:r>
          </w:p>
        </w:tc>
        <w:tc>
          <w:tcPr>
            <w:tcW w:w="3081" w:type="dxa"/>
            <w:shd w:val="clear" w:color="auto" w:fill="D2FFC3"/>
          </w:tcPr>
          <w:p w14:paraId="62BAD118" w14:textId="08A97A16" w:rsidR="001F5B4D" w:rsidRPr="001F5B4D" w:rsidRDefault="001F5B4D" w:rsidP="001F5B4D">
            <w:pPr>
              <w:pStyle w:val="ScNormal"/>
            </w:pPr>
            <w:r w:rsidRPr="001F5B4D">
              <w:t xml:space="preserve">The UoA is </w:t>
            </w:r>
            <w:r w:rsidRPr="001F5B4D">
              <w:rPr>
                <w:b/>
              </w:rPr>
              <w:t>highly unlikely</w:t>
            </w:r>
            <w:r w:rsidRPr="001F5B4D">
              <w:t xml:space="preserve"> to disrupt the key elements underlying ecosystem structure and function to a point where there would be a serious or irreversible harm.</w:t>
            </w:r>
          </w:p>
        </w:tc>
        <w:tc>
          <w:tcPr>
            <w:tcW w:w="3081" w:type="dxa"/>
          </w:tcPr>
          <w:p w14:paraId="33F480AD" w14:textId="342A046C" w:rsidR="001F5B4D" w:rsidRPr="001F5B4D" w:rsidRDefault="001F5B4D" w:rsidP="001F5B4D">
            <w:pPr>
              <w:pStyle w:val="ScNormal"/>
            </w:pPr>
            <w:r w:rsidRPr="001F5B4D">
              <w:t xml:space="preserve">There is </w:t>
            </w:r>
            <w:r w:rsidRPr="001F5B4D">
              <w:rPr>
                <w:b/>
              </w:rPr>
              <w:t>evidence</w:t>
            </w:r>
            <w:r w:rsidRPr="001F5B4D">
              <w:t xml:space="preserve"> that the UoA is highly unlikely to disrupt the key elements underlying ecosystem structure and function to a point where there would be a serious or irreversible harm.</w:t>
            </w:r>
          </w:p>
        </w:tc>
      </w:tr>
    </w:tbl>
    <w:p w14:paraId="53498526" w14:textId="1D1B4791" w:rsidR="001F5B4D" w:rsidRPr="001F5B4D" w:rsidRDefault="001F5B4D" w:rsidP="001F5B4D">
      <w:pPr>
        <w:pStyle w:val="ScBuffer"/>
      </w:pPr>
    </w:p>
    <w:p w14:paraId="4CEF5639" w14:textId="77777777" w:rsidR="001F5B4D" w:rsidRPr="001F5B4D" w:rsidRDefault="001F5B4D" w:rsidP="001F5B4D">
      <w:pPr>
        <w:pStyle w:val="ScNormal"/>
      </w:pPr>
      <w:bookmarkStart w:id="121" w:name="J251a7FFFF03FF0F01"/>
      <w:r w:rsidRPr="001F5B4D">
        <w:t>In cases where there is only one scoring issue in a performance indicator, the MSC allows partial scoring. This means that, for example, a score of 90 can be given if SG80 is met and half of SG100 is also met. In this instance, it could mean that there is evidence that the UoA is not disrupting key elements but maybe that evidence has not been fully substantiated.</w:t>
      </w:r>
    </w:p>
    <w:p w14:paraId="3A954045" w14:textId="326845E2" w:rsidR="001F5B4D" w:rsidRPr="001F5B4D" w:rsidRDefault="001F5B4D" w:rsidP="001F5B4D">
      <w:pPr>
        <w:pStyle w:val="ScNormal"/>
      </w:pPr>
      <w:r w:rsidRPr="001F5B4D">
        <w:t>For these fisheries, there is no evidence of major disruption to the pelagic ecosystem beyond direct depletion due to fishing covered under other performance indicators. There are no reports of responses in the ecosystem, such as outbreaks of unexpected fluctuations, that cannot be attributed to natural responses. On balance, it is likely that the fishery would be considered highly unlikely to disrupt key elements of the ecosystem, but specific evidence is lacking to support this. Therefore, tuna fishing meets SG80 but not SG100.</w:t>
      </w:r>
    </w:p>
    <w:bookmarkEnd w:id="121"/>
    <w:p w14:paraId="654DC86A" w14:textId="368CB938" w:rsidR="001F5B4D" w:rsidRPr="001F5B4D" w:rsidRDefault="001F5B4D" w:rsidP="001F5B4D">
      <w:pPr>
        <w:pStyle w:val="ScScore"/>
      </w:pPr>
      <w:r w:rsidRPr="001F5B4D">
        <w:t>All SG60 and SG80 were met, and 0 out of 1 SG100 were met.</w:t>
      </w:r>
    </w:p>
    <w:p w14:paraId="4FAA7355" w14:textId="7150838E" w:rsidR="001F5B4D" w:rsidRPr="001F5B4D" w:rsidRDefault="001F5B4D" w:rsidP="001F5B4D">
      <w:pPr>
        <w:pStyle w:val="ScScore"/>
      </w:pPr>
      <w:r w:rsidRPr="001F5B4D">
        <w:t>PI 2.5.1 : 80</w:t>
      </w:r>
    </w:p>
    <w:p w14:paraId="38D3D3ED" w14:textId="14836113" w:rsidR="001F5B4D" w:rsidRPr="001F5B4D" w:rsidRDefault="001F5B4D" w:rsidP="001F5B4D">
      <w:pPr>
        <w:pStyle w:val="ScSI"/>
        <w:rPr>
          <w:lang w:val="en-GB"/>
        </w:rPr>
      </w:pPr>
      <w:r w:rsidRPr="001F5B4D">
        <w:rPr>
          <w:lang w:val="en-GB"/>
        </w:rPr>
        <w:t>References</w:t>
      </w:r>
    </w:p>
    <w:p w14:paraId="0F2FCBEE" w14:textId="3F45E7D7" w:rsidR="001F5B4D" w:rsidRPr="001F5B4D" w:rsidRDefault="001F5B4D" w:rsidP="001F5B4D">
      <w:pPr>
        <w:pStyle w:val="ScReferences"/>
      </w:pPr>
      <w:r w:rsidRPr="001F5B4D">
        <w:t>Brouwer, S., Pilling, G., Hampton, J., Williams, P., McKechnie, S. Tremblay-Boyer, L. 2016. The Western and Central Pacific Tuna Fishery: 2016 Overview and Status of Stocks. Oceanic Fisheries Programme. Tuna Fisheries Assessment Report No. 17.</w:t>
      </w:r>
    </w:p>
    <w:p w14:paraId="77DC02A3" w14:textId="0AC240BA" w:rsidR="001F5B4D" w:rsidRPr="001F5B4D" w:rsidRDefault="001F5B4D" w:rsidP="001F5B4D">
      <w:pPr>
        <w:pStyle w:val="ScReferences"/>
      </w:pPr>
      <w:r w:rsidRPr="001F5B4D">
        <w:lastRenderedPageBreak/>
        <w:t>IATTC 2014. Ecosystem considerations. Fifth Meeting of the IATTC Scientific Advisory Committee, La Jolla, California (USA), 12–16 May 2014. Document SAC-05-13.</w:t>
      </w:r>
    </w:p>
    <w:p w14:paraId="5939CB7A" w14:textId="45375657" w:rsidR="001F5B4D" w:rsidRPr="001F5B4D" w:rsidRDefault="001F5B4D" w:rsidP="001F5B4D">
      <w:pPr>
        <w:pStyle w:val="ScReferences"/>
      </w:pPr>
      <w:r w:rsidRPr="001F5B4D">
        <w:t>ICCAT 2014. Report of the 2014 Inter-Sessional Meeting of the Sub-Committee on Ecosystems. Olhão, Portugal, 1–5 September 2014.</w:t>
      </w:r>
    </w:p>
    <w:p w14:paraId="76F8165A" w14:textId="5CB0C1B6" w:rsidR="001F5B4D" w:rsidRPr="001F5B4D" w:rsidRDefault="001F5B4D" w:rsidP="001F5B4D">
      <w:pPr>
        <w:pStyle w:val="ScReferences"/>
      </w:pPr>
      <w:r w:rsidRPr="001F5B4D">
        <w:t>IOTC 2017. Report of the Thirteenth Session of the IOTC Working Party on Ecosystems and Bycatch. San Sebastian, Spain 4–8 September 2017. IOTC–2017–WPEB13–R[E].</w:t>
      </w:r>
    </w:p>
    <w:p w14:paraId="04045490" w14:textId="7FCF7A80" w:rsidR="001F5B4D" w:rsidRPr="001F5B4D" w:rsidRDefault="001F5B4D" w:rsidP="001F5B4D">
      <w:pPr>
        <w:pStyle w:val="ScPI"/>
        <w:rPr>
          <w:lang w:val="en-GB"/>
        </w:rPr>
      </w:pPr>
      <w:r w:rsidRPr="001F5B4D">
        <w:rPr>
          <w:lang w:val="en-GB"/>
        </w:rPr>
        <w:t>P.2.5.2 Management strategy</w:t>
      </w:r>
    </w:p>
    <w:p w14:paraId="559B8E57" w14:textId="4BB0739A"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08D630C3"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11DA1D5" w14:textId="636749CA" w:rsidR="001F5B4D" w:rsidRPr="001F5B4D" w:rsidRDefault="001F5B4D" w:rsidP="001F5B4D">
            <w:pPr>
              <w:pStyle w:val="ScNormal"/>
            </w:pPr>
            <w:r w:rsidRPr="001F5B4D">
              <w:t>2.5.2.a Management strategy in place</w:t>
            </w:r>
          </w:p>
        </w:tc>
      </w:tr>
      <w:tr w:rsidR="001F5B4D" w:rsidRPr="001F5B4D" w14:paraId="2680E171" w14:textId="77777777" w:rsidTr="001F5B4D">
        <w:trPr>
          <w:cantSplit/>
        </w:trPr>
        <w:tc>
          <w:tcPr>
            <w:tcW w:w="3080" w:type="dxa"/>
            <w:tcBorders>
              <w:bottom w:val="single" w:sz="4" w:space="0" w:color="auto"/>
            </w:tcBorders>
            <w:shd w:val="clear" w:color="auto" w:fill="B6DDE8"/>
          </w:tcPr>
          <w:p w14:paraId="1C196E27" w14:textId="0C86BE86"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16A38252" w14:textId="2847E2FD" w:rsidR="001F5B4D" w:rsidRPr="001F5B4D" w:rsidRDefault="001F5B4D" w:rsidP="001F5B4D">
            <w:pPr>
              <w:pStyle w:val="ScSGTableHead"/>
            </w:pPr>
            <w:r w:rsidRPr="001F5B4D">
              <w:t>80 Guidepost</w:t>
            </w:r>
          </w:p>
        </w:tc>
        <w:tc>
          <w:tcPr>
            <w:tcW w:w="3081" w:type="dxa"/>
            <w:shd w:val="clear" w:color="auto" w:fill="B6DDE8"/>
          </w:tcPr>
          <w:p w14:paraId="19CB4774" w14:textId="68DBC240" w:rsidR="001F5B4D" w:rsidRPr="001F5B4D" w:rsidRDefault="001F5B4D" w:rsidP="001F5B4D">
            <w:pPr>
              <w:pStyle w:val="ScSGTableHead"/>
            </w:pPr>
            <w:r w:rsidRPr="001F5B4D">
              <w:t>100 Guidepost</w:t>
            </w:r>
          </w:p>
        </w:tc>
      </w:tr>
      <w:tr w:rsidR="001F5B4D" w:rsidRPr="001F5B4D" w14:paraId="659482BF" w14:textId="77777777" w:rsidTr="001F5B4D">
        <w:trPr>
          <w:cantSplit/>
        </w:trPr>
        <w:tc>
          <w:tcPr>
            <w:tcW w:w="3080" w:type="dxa"/>
            <w:shd w:val="clear" w:color="auto" w:fill="D2FFC3"/>
          </w:tcPr>
          <w:p w14:paraId="39557DA6" w14:textId="6AA3A843" w:rsidR="001F5B4D" w:rsidRPr="001F5B4D" w:rsidRDefault="001F5B4D" w:rsidP="001F5B4D">
            <w:pPr>
              <w:pStyle w:val="ScNormal"/>
            </w:pPr>
            <w:r w:rsidRPr="001F5B4D">
              <w:t xml:space="preserve">There are </w:t>
            </w:r>
            <w:r w:rsidRPr="001F5B4D">
              <w:rPr>
                <w:b/>
              </w:rPr>
              <w:t>measures</w:t>
            </w:r>
            <w:r w:rsidRPr="001F5B4D">
              <w:t xml:space="preserve"> in place, if necessary which take into account the </w:t>
            </w:r>
            <w:r w:rsidRPr="001F5B4D">
              <w:rPr>
                <w:b/>
              </w:rPr>
              <w:t xml:space="preserve">potential impacts </w:t>
            </w:r>
            <w:r w:rsidRPr="001F5B4D">
              <w:t>of the UoA on key elements of the ecosystem.</w:t>
            </w:r>
          </w:p>
        </w:tc>
        <w:tc>
          <w:tcPr>
            <w:tcW w:w="3081" w:type="dxa"/>
            <w:shd w:val="clear" w:color="auto" w:fill="D2FFC3"/>
          </w:tcPr>
          <w:p w14:paraId="1FC21BBA" w14:textId="115144BC" w:rsidR="001F5B4D" w:rsidRPr="001F5B4D" w:rsidRDefault="001F5B4D" w:rsidP="001F5B4D">
            <w:pPr>
              <w:pStyle w:val="ScNormal"/>
            </w:pPr>
            <w:r w:rsidRPr="001F5B4D">
              <w:t xml:space="preserve">There is a </w:t>
            </w:r>
            <w:r w:rsidRPr="001F5B4D">
              <w:rPr>
                <w:b/>
              </w:rPr>
              <w:t>partial strategy</w:t>
            </w:r>
            <w:r w:rsidRPr="001F5B4D">
              <w:t xml:space="preserve"> in place, if necessary, which takes into account </w:t>
            </w:r>
            <w:r w:rsidRPr="001F5B4D">
              <w:rPr>
                <w:b/>
              </w:rPr>
              <w:t>available information and is expected to restrain impacts</w:t>
            </w:r>
            <w:r w:rsidRPr="001F5B4D">
              <w:t xml:space="preserve"> of the UoA on the ecosystem so as to achieve the Ecosystem Outcome 80 level of performance.</w:t>
            </w:r>
          </w:p>
        </w:tc>
        <w:tc>
          <w:tcPr>
            <w:tcW w:w="3081" w:type="dxa"/>
          </w:tcPr>
          <w:p w14:paraId="74AE80EA" w14:textId="5C228179" w:rsidR="001F5B4D" w:rsidRPr="001F5B4D" w:rsidRDefault="001F5B4D" w:rsidP="001F5B4D">
            <w:pPr>
              <w:pStyle w:val="ScNormal"/>
            </w:pPr>
            <w:r w:rsidRPr="001F5B4D">
              <w:t xml:space="preserve">There is a </w:t>
            </w:r>
            <w:r w:rsidRPr="001F5B4D">
              <w:rPr>
                <w:b/>
              </w:rPr>
              <w:t>strategy</w:t>
            </w:r>
            <w:r w:rsidRPr="001F5B4D">
              <w:t xml:space="preserve"> that consists of a </w:t>
            </w:r>
            <w:r w:rsidRPr="001F5B4D">
              <w:rPr>
                <w:b/>
              </w:rPr>
              <w:t>plan</w:t>
            </w:r>
            <w:r w:rsidRPr="001F5B4D">
              <w:t xml:space="preserve">, in place which contains measures to </w:t>
            </w:r>
            <w:r w:rsidRPr="001F5B4D">
              <w:rPr>
                <w:b/>
              </w:rPr>
              <w:t>address all main impacts of the UoA</w:t>
            </w:r>
            <w:r w:rsidRPr="001F5B4D">
              <w:t xml:space="preserve"> on the ecosystem, and at least some of these measures are in place.</w:t>
            </w:r>
          </w:p>
        </w:tc>
      </w:tr>
    </w:tbl>
    <w:p w14:paraId="4B4FA62C" w14:textId="1ECD51A6" w:rsidR="001F5B4D" w:rsidRPr="001F5B4D" w:rsidRDefault="001F5B4D" w:rsidP="001F5B4D">
      <w:pPr>
        <w:pStyle w:val="ScBuffer"/>
      </w:pPr>
    </w:p>
    <w:p w14:paraId="45C201FB" w14:textId="0EE66853" w:rsidR="001F5B4D" w:rsidRPr="001F5B4D" w:rsidRDefault="001F5B4D" w:rsidP="001F5B4D">
      <w:pPr>
        <w:pStyle w:val="ScNormal"/>
      </w:pPr>
      <w:bookmarkStart w:id="122" w:name="J252a7FFFF03FF0F01"/>
      <w:r w:rsidRPr="001F5B4D">
        <w:t>The management system primarily works to minimise bycatch and limit the reduction in the biomass of target species to acceptable levels (MSY). By default, where species are caught together, the management system applies controls to protect the most vulnerable reducing risks not only to this species but to the ecosystem as a whole. Hence, the ecosystem is protected to an extent by controls aimed at regulating mortality on target stocks.  In addition, activities that might cause potential hazards to marine life (such as discarding rubbish or entanglement in FADs) are controlled through resolutions, codes of practice and training.  Because of the background research and attempts to control the type of fishing and where and when fishing takes place fishing gear used and behaviour at sea, these are more than just measures and arguably amount to a partial strategy. These controls and the overall strategy of research with management responses are expected to protect the ecosystem over the longer term. This meets SG80. However, there is no overall ecosystem plan to detected risks so SG100 is not met.</w:t>
      </w:r>
    </w:p>
    <w:bookmarkEnd w:id="122"/>
    <w:p w14:paraId="383CFEBC" w14:textId="56FDD4BA"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624D5B4C"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429ED48F" w14:textId="5D881DAA" w:rsidR="001F5B4D" w:rsidRPr="001F5B4D" w:rsidRDefault="001F5B4D" w:rsidP="001F5B4D">
            <w:pPr>
              <w:pStyle w:val="ScNormal"/>
            </w:pPr>
            <w:r w:rsidRPr="001F5B4D">
              <w:t>2.5.2.b Management strategy evaluation</w:t>
            </w:r>
          </w:p>
        </w:tc>
      </w:tr>
      <w:tr w:rsidR="001F5B4D" w:rsidRPr="001F5B4D" w14:paraId="253B99FF" w14:textId="77777777" w:rsidTr="001F5B4D">
        <w:trPr>
          <w:cantSplit/>
        </w:trPr>
        <w:tc>
          <w:tcPr>
            <w:tcW w:w="3080" w:type="dxa"/>
            <w:tcBorders>
              <w:bottom w:val="single" w:sz="4" w:space="0" w:color="auto"/>
            </w:tcBorders>
            <w:shd w:val="clear" w:color="auto" w:fill="B6DDE8"/>
          </w:tcPr>
          <w:p w14:paraId="4CB45B49" w14:textId="49E6F3F9"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3E1ECFD8" w14:textId="3C2A82E8" w:rsidR="001F5B4D" w:rsidRPr="001F5B4D" w:rsidRDefault="001F5B4D" w:rsidP="001F5B4D">
            <w:pPr>
              <w:pStyle w:val="ScSGTableHead"/>
            </w:pPr>
            <w:r w:rsidRPr="001F5B4D">
              <w:t>80 Guidepost</w:t>
            </w:r>
          </w:p>
        </w:tc>
        <w:tc>
          <w:tcPr>
            <w:tcW w:w="3081" w:type="dxa"/>
            <w:shd w:val="clear" w:color="auto" w:fill="B6DDE8"/>
          </w:tcPr>
          <w:p w14:paraId="3F186085" w14:textId="45ECC3E4" w:rsidR="001F5B4D" w:rsidRPr="001F5B4D" w:rsidRDefault="001F5B4D" w:rsidP="001F5B4D">
            <w:pPr>
              <w:pStyle w:val="ScSGTableHead"/>
            </w:pPr>
            <w:r w:rsidRPr="001F5B4D">
              <w:t>100 Guidepost</w:t>
            </w:r>
          </w:p>
        </w:tc>
      </w:tr>
      <w:tr w:rsidR="001F5B4D" w:rsidRPr="001F5B4D" w14:paraId="7AF1AEAF" w14:textId="77777777" w:rsidTr="001F5B4D">
        <w:trPr>
          <w:cantSplit/>
        </w:trPr>
        <w:tc>
          <w:tcPr>
            <w:tcW w:w="3080" w:type="dxa"/>
            <w:shd w:val="clear" w:color="auto" w:fill="D2FFC3"/>
          </w:tcPr>
          <w:p w14:paraId="7A8F90A4" w14:textId="00D0289A" w:rsidR="001F5B4D" w:rsidRPr="001F5B4D" w:rsidRDefault="001F5B4D" w:rsidP="001F5B4D">
            <w:pPr>
              <w:pStyle w:val="ScNormal"/>
            </w:pPr>
            <w:r w:rsidRPr="001F5B4D">
              <w:t xml:space="preserve">The </w:t>
            </w:r>
            <w:r w:rsidRPr="001F5B4D">
              <w:rPr>
                <w:b/>
              </w:rPr>
              <w:t>measures</w:t>
            </w:r>
            <w:r w:rsidRPr="001F5B4D">
              <w:t xml:space="preserve"> are considered likely to work, based on plausible argument (e.g., general experience, theory or comparison with similar UoAs/ ecosystems).</w:t>
            </w:r>
          </w:p>
        </w:tc>
        <w:tc>
          <w:tcPr>
            <w:tcW w:w="3081" w:type="dxa"/>
            <w:shd w:val="clear" w:color="auto" w:fill="D2FFC3"/>
          </w:tcPr>
          <w:p w14:paraId="70ACEEF1" w14:textId="163B6B3B" w:rsidR="001F5B4D" w:rsidRPr="001F5B4D" w:rsidRDefault="001F5B4D" w:rsidP="001F5B4D">
            <w:pPr>
              <w:pStyle w:val="ScNormal"/>
            </w:pPr>
            <w:r w:rsidRPr="001F5B4D">
              <w:t xml:space="preserve">There is </w:t>
            </w:r>
            <w:r w:rsidRPr="001F5B4D">
              <w:rPr>
                <w:b/>
              </w:rPr>
              <w:t>some objective basis for confidence</w:t>
            </w:r>
            <w:r w:rsidRPr="001F5B4D">
              <w:t xml:space="preserve"> that the measures/ partial strategy will work, based on some information directly about the UoA and/or the ecosystem involved.</w:t>
            </w:r>
          </w:p>
        </w:tc>
        <w:tc>
          <w:tcPr>
            <w:tcW w:w="3081" w:type="dxa"/>
          </w:tcPr>
          <w:p w14:paraId="35578E0F" w14:textId="04089C21" w:rsidR="001F5B4D" w:rsidRPr="001F5B4D" w:rsidRDefault="001F5B4D" w:rsidP="001F5B4D">
            <w:pPr>
              <w:pStyle w:val="ScNormal"/>
            </w:pPr>
            <w:r w:rsidRPr="001F5B4D">
              <w:rPr>
                <w:b/>
              </w:rPr>
              <w:t>Testing</w:t>
            </w:r>
            <w:r w:rsidRPr="001F5B4D">
              <w:t xml:space="preserve"> supports </w:t>
            </w:r>
            <w:r w:rsidRPr="001F5B4D">
              <w:rPr>
                <w:b/>
              </w:rPr>
              <w:t>high confidence</w:t>
            </w:r>
            <w:r w:rsidRPr="001F5B4D">
              <w:t xml:space="preserve"> that the partial strategy/ strategy will work, based on information directly about the UoA and/or ecosystem involved.</w:t>
            </w:r>
          </w:p>
        </w:tc>
      </w:tr>
    </w:tbl>
    <w:p w14:paraId="62D6BBE9" w14:textId="27CFEFA9" w:rsidR="001F5B4D" w:rsidRPr="001F5B4D" w:rsidRDefault="001F5B4D" w:rsidP="001F5B4D">
      <w:pPr>
        <w:pStyle w:val="ScBuffer"/>
      </w:pPr>
    </w:p>
    <w:p w14:paraId="6F2A00AE" w14:textId="6AD2C3DD" w:rsidR="001F5B4D" w:rsidRPr="001F5B4D" w:rsidRDefault="001F5B4D" w:rsidP="001F5B4D">
      <w:pPr>
        <w:pStyle w:val="ScNormal"/>
      </w:pPr>
      <w:bookmarkStart w:id="123" w:name="J252b7FFFF03FF0F01"/>
      <w:r w:rsidRPr="001F5B4D">
        <w:t xml:space="preserve">The partial strategy is using available information to monitor success and is likely to restrain and reduce impacts in the medium term, achieving the Outcome SG80 for PI 2.5.1. The lack of a full strategy and lack of research prevents the management addressing all impacts. The strategy is not clear enough, and information is limited preventing testing of the strategy. Overall, there is an objective basis for confidence that the partial strategy will work based on the process of management interventions and evaluation. Monitoring and evaluation has led to responses that </w:t>
      </w:r>
      <w:r w:rsidRPr="001F5B4D">
        <w:lastRenderedPageBreak/>
        <w:t>have clearly reduced impacts. However, whether or not current controls are sufficient is uncertain so confidence is limited and based on ongoing effective measures and evaluation. The current approach meets SG80 but not SG100.</w:t>
      </w:r>
    </w:p>
    <w:bookmarkEnd w:id="123"/>
    <w:p w14:paraId="32B0ED19" w14:textId="5F1AD51F"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56EC9762"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133E4513" w14:textId="44BF0FF2" w:rsidR="001F5B4D" w:rsidRPr="001F5B4D" w:rsidRDefault="001F5B4D" w:rsidP="001F5B4D">
            <w:pPr>
              <w:pStyle w:val="ScNormal"/>
            </w:pPr>
            <w:r w:rsidRPr="001F5B4D">
              <w:t>2.5.2.c Management strategy implementation</w:t>
            </w:r>
          </w:p>
        </w:tc>
      </w:tr>
      <w:tr w:rsidR="001F5B4D" w:rsidRPr="001F5B4D" w14:paraId="2D2F845F" w14:textId="77777777" w:rsidTr="001F5B4D">
        <w:trPr>
          <w:cantSplit/>
        </w:trPr>
        <w:tc>
          <w:tcPr>
            <w:tcW w:w="3080" w:type="dxa"/>
            <w:tcBorders>
              <w:bottom w:val="single" w:sz="4" w:space="0" w:color="auto"/>
            </w:tcBorders>
            <w:shd w:val="clear" w:color="auto" w:fill="B6DDE8"/>
          </w:tcPr>
          <w:p w14:paraId="4D786E41" w14:textId="70D3836A"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202AA3C8" w14:textId="7D6564CD" w:rsidR="001F5B4D" w:rsidRPr="001F5B4D" w:rsidRDefault="001F5B4D" w:rsidP="001F5B4D">
            <w:pPr>
              <w:pStyle w:val="ScSGTableHead"/>
            </w:pPr>
            <w:r w:rsidRPr="001F5B4D">
              <w:t>80 Guidepost</w:t>
            </w:r>
          </w:p>
        </w:tc>
        <w:tc>
          <w:tcPr>
            <w:tcW w:w="3081" w:type="dxa"/>
            <w:shd w:val="clear" w:color="auto" w:fill="B6DDE8"/>
          </w:tcPr>
          <w:p w14:paraId="1EDA0647" w14:textId="35D910DF" w:rsidR="001F5B4D" w:rsidRPr="001F5B4D" w:rsidRDefault="001F5B4D" w:rsidP="001F5B4D">
            <w:pPr>
              <w:pStyle w:val="ScSGTableHead"/>
            </w:pPr>
            <w:r w:rsidRPr="001F5B4D">
              <w:t>100 Guidepost</w:t>
            </w:r>
          </w:p>
        </w:tc>
      </w:tr>
      <w:tr w:rsidR="001F5B4D" w:rsidRPr="001F5B4D" w14:paraId="1654C69B" w14:textId="77777777" w:rsidTr="001F5B4D">
        <w:trPr>
          <w:cantSplit/>
        </w:trPr>
        <w:tc>
          <w:tcPr>
            <w:tcW w:w="3080" w:type="dxa"/>
            <w:shd w:val="clear" w:color="auto" w:fill="D2FFC3"/>
          </w:tcPr>
          <w:p w14:paraId="12F5FB4B" w14:textId="77777777" w:rsidR="001F5B4D" w:rsidRPr="001F5B4D" w:rsidRDefault="001F5B4D" w:rsidP="001F5B4D">
            <w:pPr>
              <w:pStyle w:val="ScNormal"/>
            </w:pPr>
          </w:p>
        </w:tc>
        <w:tc>
          <w:tcPr>
            <w:tcW w:w="3081" w:type="dxa"/>
            <w:shd w:val="clear" w:color="auto" w:fill="D2FFC3"/>
          </w:tcPr>
          <w:p w14:paraId="01B62A5E" w14:textId="27BA49DB" w:rsidR="001F5B4D" w:rsidRPr="001F5B4D" w:rsidRDefault="001F5B4D" w:rsidP="001F5B4D">
            <w:pPr>
              <w:pStyle w:val="ScNormal"/>
            </w:pPr>
            <w:r w:rsidRPr="001F5B4D">
              <w:t xml:space="preserve">There is </w:t>
            </w:r>
            <w:r w:rsidRPr="001F5B4D">
              <w:rPr>
                <w:b/>
              </w:rPr>
              <w:t>some evidence</w:t>
            </w:r>
            <w:r w:rsidRPr="001F5B4D">
              <w:t xml:space="preserve"> that the measures/partial strategy is being </w:t>
            </w:r>
            <w:r w:rsidRPr="001F5B4D">
              <w:rPr>
                <w:b/>
              </w:rPr>
              <w:t>implemented successfully.</w:t>
            </w:r>
          </w:p>
        </w:tc>
        <w:tc>
          <w:tcPr>
            <w:tcW w:w="3081" w:type="dxa"/>
          </w:tcPr>
          <w:p w14:paraId="4483FB84" w14:textId="4027940D" w:rsidR="001F5B4D" w:rsidRPr="001F5B4D" w:rsidRDefault="001F5B4D" w:rsidP="001F5B4D">
            <w:pPr>
              <w:pStyle w:val="ScNormal"/>
            </w:pPr>
            <w:r w:rsidRPr="001F5B4D">
              <w:t xml:space="preserve">There is </w:t>
            </w:r>
            <w:r w:rsidRPr="001F5B4D">
              <w:rPr>
                <w:b/>
              </w:rPr>
              <w:t>clear evidence</w:t>
            </w:r>
            <w:r w:rsidRPr="001F5B4D">
              <w:t xml:space="preserve"> that the partial strategy/strategy is being </w:t>
            </w:r>
            <w:r w:rsidRPr="001F5B4D">
              <w:rPr>
                <w:b/>
              </w:rPr>
              <w:t>implemented successfully and is achieving its objective as set out in scoring issue (a).</w:t>
            </w:r>
          </w:p>
        </w:tc>
      </w:tr>
    </w:tbl>
    <w:p w14:paraId="236EDD55" w14:textId="22E54C52" w:rsidR="001F5B4D" w:rsidRPr="001F5B4D" w:rsidRDefault="001F5B4D" w:rsidP="001F5B4D">
      <w:pPr>
        <w:pStyle w:val="ScBuffer"/>
      </w:pPr>
    </w:p>
    <w:p w14:paraId="51ADB97C" w14:textId="0AFFFF4F" w:rsidR="001F5B4D" w:rsidRPr="001F5B4D" w:rsidRDefault="001F5B4D" w:rsidP="001F5B4D">
      <w:pPr>
        <w:pStyle w:val="ScNormal"/>
      </w:pPr>
      <w:bookmarkStart w:id="124" w:name="J252c7FFFF03FF0F01"/>
      <w:r w:rsidRPr="001F5B4D">
        <w:t>For larger longline and purse seine vessels, there is evidence from the observer program that existing measures are being implemented successfully. It is less clear that the measures are achieving objectives at this point. Furthermore, direct observations are only available for some fleets so coverage is limited. This amounts to some evidence that measures are being implemented successfully, meeting SG80, but evidence and whether overall objectives will be achieved are not yet clear so SG100 is not met.</w:t>
      </w:r>
    </w:p>
    <w:bookmarkEnd w:id="124"/>
    <w:p w14:paraId="19F2345F" w14:textId="4411AA95" w:rsidR="001F5B4D" w:rsidRPr="001F5B4D" w:rsidRDefault="001F5B4D" w:rsidP="001F5B4D">
      <w:pPr>
        <w:pStyle w:val="ScScore"/>
      </w:pPr>
      <w:r w:rsidRPr="001F5B4D">
        <w:t>All SG60 and SG80 were met, and 0 out of 3 SG100 were met.</w:t>
      </w:r>
    </w:p>
    <w:p w14:paraId="74C9F5CF" w14:textId="1A085211" w:rsidR="001F5B4D" w:rsidRPr="001F5B4D" w:rsidRDefault="001F5B4D" w:rsidP="001F5B4D">
      <w:pPr>
        <w:pStyle w:val="ScScore"/>
      </w:pPr>
      <w:r w:rsidRPr="001F5B4D">
        <w:t>PI 2.5.2 : 80</w:t>
      </w:r>
    </w:p>
    <w:p w14:paraId="4C411B43" w14:textId="6DB41898" w:rsidR="001F5B4D" w:rsidRPr="001F5B4D" w:rsidRDefault="001F5B4D" w:rsidP="001F5B4D">
      <w:pPr>
        <w:pStyle w:val="ScSI"/>
        <w:rPr>
          <w:lang w:val="en-GB"/>
        </w:rPr>
      </w:pPr>
      <w:r w:rsidRPr="001F5B4D">
        <w:rPr>
          <w:lang w:val="en-GB"/>
        </w:rPr>
        <w:t>References</w:t>
      </w:r>
    </w:p>
    <w:p w14:paraId="31208006" w14:textId="43AF7DEF" w:rsidR="001F5B4D" w:rsidRPr="001F5B4D" w:rsidRDefault="001F5B4D" w:rsidP="001F5B4D">
      <w:pPr>
        <w:pStyle w:val="ScReferences"/>
      </w:pPr>
      <w:r w:rsidRPr="001F5B4D">
        <w:t>Brouwer, S., Pilling, G., Hampton, J., Williams, P., McKechnie, S. Tremblay-Boyer, L. 2016. The Western and Central Pacific Tuna Fishery: 2016 Overview and Status of Stocks. Oceanic Fisheries Programme. Tuna Fisheries Assessment Report No. 17.</w:t>
      </w:r>
    </w:p>
    <w:p w14:paraId="3E7F1CCE" w14:textId="4483F603" w:rsidR="001F5B4D" w:rsidRPr="001F5B4D" w:rsidRDefault="001F5B4D" w:rsidP="001F5B4D">
      <w:pPr>
        <w:pStyle w:val="ScReferences"/>
      </w:pPr>
      <w:r w:rsidRPr="001F5B4D">
        <w:t>IATTC 2014. Ecosystem considerations. Fifth Meeting of the IATTC Scientific Advisory Committee, La Jolla, California (USA), 12–16 May 2014. Document SAC-05-13.</w:t>
      </w:r>
    </w:p>
    <w:p w14:paraId="1581A6A9" w14:textId="1780587A" w:rsidR="001F5B4D" w:rsidRPr="001F5B4D" w:rsidRDefault="001F5B4D" w:rsidP="001F5B4D">
      <w:pPr>
        <w:pStyle w:val="ScReferences"/>
      </w:pPr>
      <w:r w:rsidRPr="001F5B4D">
        <w:t>ICCAT 2014. Report of the 2014 Inter-Sessional Meeting of the Sub-Committee on Ecosystems. Olhão, Portugal, 1–5 September 2014.</w:t>
      </w:r>
    </w:p>
    <w:p w14:paraId="31CEFD17" w14:textId="069EDE7E" w:rsidR="001F5B4D" w:rsidRPr="001F5B4D" w:rsidRDefault="001F5B4D" w:rsidP="001F5B4D">
      <w:pPr>
        <w:pStyle w:val="ScReferences"/>
      </w:pPr>
      <w:r w:rsidRPr="001F5B4D">
        <w:t>IOTC 2017. Report of the Thirteenth Session of the IOTC Working Party on Ecosystems and Bycatch. San Sebastian, Spain 4–8 September 2017. IOTC–2017–WPEB13–R[E].</w:t>
      </w:r>
    </w:p>
    <w:p w14:paraId="17CA37CE" w14:textId="75744B26" w:rsidR="001F5B4D" w:rsidRPr="001F5B4D" w:rsidRDefault="001F5B4D" w:rsidP="001F5B4D">
      <w:pPr>
        <w:pStyle w:val="ScReferences"/>
      </w:pPr>
      <w:r w:rsidRPr="001F5B4D">
        <w:t>MRAG 2009. FAD Management. A study of the impacts of fish aggregating devices (FADs) and the development of effective management strategies for their responsible use by industrial tuna fishing fleets. A report prepared for the WTPO. June 2009.</w:t>
      </w:r>
    </w:p>
    <w:p w14:paraId="0973FA87" w14:textId="3A190ADF" w:rsidR="001F5B4D" w:rsidRPr="001F5B4D" w:rsidRDefault="001F5B4D" w:rsidP="001F5B4D">
      <w:pPr>
        <w:pStyle w:val="ScPI"/>
        <w:rPr>
          <w:lang w:val="en-GB"/>
        </w:rPr>
      </w:pPr>
      <w:r w:rsidRPr="001F5B4D">
        <w:rPr>
          <w:lang w:val="en-GB"/>
        </w:rPr>
        <w:t>P.2.5.3 Information / monitoring</w:t>
      </w:r>
    </w:p>
    <w:p w14:paraId="6DC2DA1C" w14:textId="673660DA"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4842B460"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627F49E5" w14:textId="3FBE3EA7" w:rsidR="001F5B4D" w:rsidRPr="001F5B4D" w:rsidRDefault="001F5B4D" w:rsidP="001F5B4D">
            <w:pPr>
              <w:pStyle w:val="ScNormal"/>
            </w:pPr>
            <w:r w:rsidRPr="001F5B4D">
              <w:t>2.5.3.a Information quality</w:t>
            </w:r>
          </w:p>
        </w:tc>
      </w:tr>
      <w:tr w:rsidR="001F5B4D" w:rsidRPr="001F5B4D" w14:paraId="390A08A2" w14:textId="77777777" w:rsidTr="001F5B4D">
        <w:trPr>
          <w:cantSplit/>
        </w:trPr>
        <w:tc>
          <w:tcPr>
            <w:tcW w:w="3080" w:type="dxa"/>
            <w:tcBorders>
              <w:bottom w:val="single" w:sz="4" w:space="0" w:color="auto"/>
            </w:tcBorders>
            <w:shd w:val="clear" w:color="auto" w:fill="B6DDE8"/>
          </w:tcPr>
          <w:p w14:paraId="420EAD14" w14:textId="00766DDB"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4812A8D0" w14:textId="5A610E39" w:rsidR="001F5B4D" w:rsidRPr="001F5B4D" w:rsidRDefault="001F5B4D" w:rsidP="001F5B4D">
            <w:pPr>
              <w:pStyle w:val="ScSGTableHead"/>
            </w:pPr>
            <w:r w:rsidRPr="001F5B4D">
              <w:t>80 Guidepost</w:t>
            </w:r>
          </w:p>
        </w:tc>
        <w:tc>
          <w:tcPr>
            <w:tcW w:w="3081" w:type="dxa"/>
            <w:shd w:val="clear" w:color="auto" w:fill="B6DDE8"/>
          </w:tcPr>
          <w:p w14:paraId="0EE31785" w14:textId="586B8C3B" w:rsidR="001F5B4D" w:rsidRPr="001F5B4D" w:rsidRDefault="001F5B4D" w:rsidP="001F5B4D">
            <w:pPr>
              <w:pStyle w:val="ScSGTableHead"/>
            </w:pPr>
            <w:r w:rsidRPr="001F5B4D">
              <w:t>100 Guidepost</w:t>
            </w:r>
          </w:p>
        </w:tc>
      </w:tr>
      <w:tr w:rsidR="001F5B4D" w:rsidRPr="001F5B4D" w14:paraId="545649BB" w14:textId="77777777" w:rsidTr="001F5B4D">
        <w:trPr>
          <w:cantSplit/>
        </w:trPr>
        <w:tc>
          <w:tcPr>
            <w:tcW w:w="3080" w:type="dxa"/>
            <w:shd w:val="clear" w:color="auto" w:fill="D2FFC3"/>
          </w:tcPr>
          <w:p w14:paraId="50F9F4FC" w14:textId="63083685" w:rsidR="001F5B4D" w:rsidRPr="001F5B4D" w:rsidRDefault="001F5B4D" w:rsidP="001F5B4D">
            <w:pPr>
              <w:pStyle w:val="ScNormal"/>
            </w:pPr>
            <w:r w:rsidRPr="001F5B4D">
              <w:t xml:space="preserve">Information is adequate to </w:t>
            </w:r>
            <w:r w:rsidRPr="001F5B4D">
              <w:rPr>
                <w:b/>
              </w:rPr>
              <w:t>identify</w:t>
            </w:r>
            <w:r w:rsidRPr="001F5B4D">
              <w:t xml:space="preserve"> the key elements of the ecosystem.</w:t>
            </w:r>
          </w:p>
        </w:tc>
        <w:tc>
          <w:tcPr>
            <w:tcW w:w="3081" w:type="dxa"/>
            <w:shd w:val="clear" w:color="auto" w:fill="D2FFC3"/>
          </w:tcPr>
          <w:p w14:paraId="203841FD" w14:textId="4630DA20" w:rsidR="001F5B4D" w:rsidRPr="001F5B4D" w:rsidRDefault="001F5B4D" w:rsidP="001F5B4D">
            <w:pPr>
              <w:pStyle w:val="ScNormal"/>
            </w:pPr>
            <w:r w:rsidRPr="001F5B4D">
              <w:t xml:space="preserve">Information is adequate to </w:t>
            </w:r>
            <w:r w:rsidRPr="001F5B4D">
              <w:rPr>
                <w:b/>
              </w:rPr>
              <w:t>broadly understand</w:t>
            </w:r>
            <w:r w:rsidRPr="001F5B4D">
              <w:t xml:space="preserve"> the key elements of the ecosystem.</w:t>
            </w:r>
          </w:p>
        </w:tc>
        <w:tc>
          <w:tcPr>
            <w:tcW w:w="3081" w:type="dxa"/>
          </w:tcPr>
          <w:p w14:paraId="2948439B" w14:textId="77777777" w:rsidR="001F5B4D" w:rsidRPr="001F5B4D" w:rsidRDefault="001F5B4D" w:rsidP="001F5B4D">
            <w:pPr>
              <w:pStyle w:val="ScNormal"/>
            </w:pPr>
          </w:p>
        </w:tc>
      </w:tr>
    </w:tbl>
    <w:p w14:paraId="2C2E6EA0" w14:textId="4BDCE314" w:rsidR="001F5B4D" w:rsidRPr="001F5B4D" w:rsidRDefault="001F5B4D" w:rsidP="001F5B4D">
      <w:pPr>
        <w:pStyle w:val="ScBuffer"/>
      </w:pPr>
    </w:p>
    <w:p w14:paraId="74006382" w14:textId="71549635" w:rsidR="001F5B4D" w:rsidRPr="001F5B4D" w:rsidRDefault="001F5B4D" w:rsidP="001F5B4D">
      <w:pPr>
        <w:pStyle w:val="ScNormal"/>
      </w:pPr>
      <w:bookmarkStart w:id="125" w:name="J253a7FFFF03FF0F01"/>
      <w:r w:rsidRPr="001F5B4D">
        <w:t xml:space="preserve">Information is adequate to broadly understand all key elements of ecosystems that tuna fisheries interact with. All tuna RFMOs are developing a number of measures covering key elements of the ecosystem. This includes main genus and species (including phyto- and zoo-plankton) as well their trophic relationships, which are most likely the major determinants of abundance. The broad effects of the physical oceanography are also understood. Inshore ecosystems, which might provide </w:t>
      </w:r>
      <w:r w:rsidRPr="001F5B4D">
        <w:lastRenderedPageBreak/>
        <w:t>baitfish, are managed locally, but these ecosystems are not well studied across the range they exist. Therefore, this meets SG80 but not SG100.</w:t>
      </w:r>
    </w:p>
    <w:bookmarkEnd w:id="125"/>
    <w:p w14:paraId="551367AA" w14:textId="77FB5A44"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56B9BF6C"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73B736AF" w14:textId="131C06F3" w:rsidR="001F5B4D" w:rsidRPr="001F5B4D" w:rsidRDefault="001F5B4D" w:rsidP="001F5B4D">
            <w:pPr>
              <w:pStyle w:val="ScNormal"/>
            </w:pPr>
            <w:r w:rsidRPr="001F5B4D">
              <w:t>2.5.3.b Investigation of UoA impacts</w:t>
            </w:r>
          </w:p>
        </w:tc>
      </w:tr>
      <w:tr w:rsidR="001F5B4D" w:rsidRPr="001F5B4D" w14:paraId="54A5BEA5" w14:textId="77777777" w:rsidTr="001F5B4D">
        <w:trPr>
          <w:cantSplit/>
        </w:trPr>
        <w:tc>
          <w:tcPr>
            <w:tcW w:w="3080" w:type="dxa"/>
            <w:tcBorders>
              <w:bottom w:val="single" w:sz="4" w:space="0" w:color="auto"/>
            </w:tcBorders>
            <w:shd w:val="clear" w:color="auto" w:fill="B6DDE8"/>
          </w:tcPr>
          <w:p w14:paraId="2EF18926" w14:textId="35436109"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03273466" w14:textId="74EE580E" w:rsidR="001F5B4D" w:rsidRPr="001F5B4D" w:rsidRDefault="001F5B4D" w:rsidP="001F5B4D">
            <w:pPr>
              <w:pStyle w:val="ScSGTableHead"/>
            </w:pPr>
            <w:r w:rsidRPr="001F5B4D">
              <w:t>80 Guidepost</w:t>
            </w:r>
          </w:p>
        </w:tc>
        <w:tc>
          <w:tcPr>
            <w:tcW w:w="3081" w:type="dxa"/>
            <w:shd w:val="clear" w:color="auto" w:fill="B6DDE8"/>
          </w:tcPr>
          <w:p w14:paraId="1211EC5F" w14:textId="76B4FD5B" w:rsidR="001F5B4D" w:rsidRPr="001F5B4D" w:rsidRDefault="001F5B4D" w:rsidP="001F5B4D">
            <w:pPr>
              <w:pStyle w:val="ScSGTableHead"/>
            </w:pPr>
            <w:r w:rsidRPr="001F5B4D">
              <w:t>100 Guidepost</w:t>
            </w:r>
          </w:p>
        </w:tc>
      </w:tr>
      <w:tr w:rsidR="001F5B4D" w:rsidRPr="001F5B4D" w14:paraId="00E10C41" w14:textId="77777777" w:rsidTr="001F5B4D">
        <w:trPr>
          <w:cantSplit/>
        </w:trPr>
        <w:tc>
          <w:tcPr>
            <w:tcW w:w="3080" w:type="dxa"/>
            <w:shd w:val="clear" w:color="auto" w:fill="D2FFC3"/>
          </w:tcPr>
          <w:p w14:paraId="758FB161" w14:textId="534C8B8D" w:rsidR="001F5B4D" w:rsidRPr="001F5B4D" w:rsidRDefault="001F5B4D" w:rsidP="001F5B4D">
            <w:pPr>
              <w:pStyle w:val="ScNormal"/>
            </w:pPr>
            <w:r w:rsidRPr="001F5B4D">
              <w:t xml:space="preserve">Main impacts of the UoA on these key ecosystem elements can be inferred from existing information, but </w:t>
            </w:r>
            <w:r w:rsidRPr="001F5B4D">
              <w:rPr>
                <w:b/>
              </w:rPr>
              <w:t>have not been investigated</w:t>
            </w:r>
            <w:r w:rsidRPr="001F5B4D">
              <w:t xml:space="preserve"> in detail.</w:t>
            </w:r>
          </w:p>
        </w:tc>
        <w:tc>
          <w:tcPr>
            <w:tcW w:w="3081" w:type="dxa"/>
            <w:shd w:val="clear" w:color="auto" w:fill="D2FFC3"/>
          </w:tcPr>
          <w:p w14:paraId="2494D698" w14:textId="4D6F2E22" w:rsidR="001F5B4D" w:rsidRPr="001F5B4D" w:rsidRDefault="001F5B4D" w:rsidP="001F5B4D">
            <w:pPr>
              <w:pStyle w:val="ScNormal"/>
            </w:pPr>
            <w:r w:rsidRPr="001F5B4D">
              <w:t xml:space="preserve">Main impacts of the UoA on these key ecosystem elements can be inferred from existing information, and </w:t>
            </w:r>
            <w:r w:rsidRPr="001F5B4D">
              <w:rPr>
                <w:b/>
              </w:rPr>
              <w:t>some have been investigated in detail.</w:t>
            </w:r>
          </w:p>
        </w:tc>
        <w:tc>
          <w:tcPr>
            <w:tcW w:w="3081" w:type="dxa"/>
          </w:tcPr>
          <w:p w14:paraId="7CF93E89" w14:textId="68852A90" w:rsidR="001F5B4D" w:rsidRPr="001F5B4D" w:rsidRDefault="001F5B4D" w:rsidP="001F5B4D">
            <w:pPr>
              <w:pStyle w:val="ScNormal"/>
            </w:pPr>
            <w:r w:rsidRPr="001F5B4D">
              <w:t xml:space="preserve">Main interactions between the UoA and these ecosystem elements can be inferred from existing information, and </w:t>
            </w:r>
            <w:r w:rsidRPr="001F5B4D">
              <w:rPr>
                <w:b/>
              </w:rPr>
              <w:t>have been investigated in detail.</w:t>
            </w:r>
          </w:p>
        </w:tc>
      </w:tr>
    </w:tbl>
    <w:p w14:paraId="00C2CEE7" w14:textId="7DF4E8DD" w:rsidR="001F5B4D" w:rsidRPr="001F5B4D" w:rsidRDefault="001F5B4D" w:rsidP="001F5B4D">
      <w:pPr>
        <w:pStyle w:val="ScBuffer"/>
      </w:pPr>
    </w:p>
    <w:p w14:paraId="7D135990" w14:textId="77777777" w:rsidR="001F5B4D" w:rsidRPr="001F5B4D" w:rsidRDefault="001F5B4D" w:rsidP="001F5B4D">
      <w:pPr>
        <w:pStyle w:val="ScNormal"/>
      </w:pPr>
      <w:bookmarkStart w:id="126" w:name="J253b7FFFF03FF0F01"/>
      <w:r w:rsidRPr="001F5B4D">
        <w:t xml:space="preserve">The main impact from fishing will likely be through catches affecting trophic relationships. Discards are being recorded by observers and retained catch from landings. In addition, more qualitative information has been used in a measure of susceptibility for a preliminary ecological risk assessment. Some aspects of ecosystem and the impact of fishing, including baitfish fishing, have been investigated in detail through various models. This meets SG80. </w:t>
      </w:r>
    </w:p>
    <w:p w14:paraId="379655C7" w14:textId="71576BF0" w:rsidR="001F5B4D" w:rsidRPr="001F5B4D" w:rsidRDefault="001F5B4D" w:rsidP="001F5B4D">
      <w:pPr>
        <w:pStyle w:val="ScNormal"/>
      </w:pPr>
      <w:r w:rsidRPr="001F5B4D">
        <w:t>Main interactions between tuna fisheries can be inferred from considerable ecosystem information that is available, but not all such interactions have been investigated. For example, further research is required to investigate how FADs may affect population dynamics of tuna and other pelagic species or how species interact with each other (e.g. spinner dolphins and yellowfin tuna). Although some interactions have been investigated in detail and are used in ecosystem models, not all important interactions are well enough understood for this so SG100 is not met.</w:t>
      </w:r>
    </w:p>
    <w:bookmarkEnd w:id="126"/>
    <w:p w14:paraId="41D4CB73" w14:textId="1C22545D"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65927E8D"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253E6417" w14:textId="77EFF883" w:rsidR="001F5B4D" w:rsidRPr="001F5B4D" w:rsidRDefault="001F5B4D" w:rsidP="001F5B4D">
            <w:pPr>
              <w:pStyle w:val="ScNormal"/>
            </w:pPr>
            <w:r w:rsidRPr="001F5B4D">
              <w:t>2.5.3.c Understanding of component functions</w:t>
            </w:r>
          </w:p>
        </w:tc>
      </w:tr>
      <w:tr w:rsidR="001F5B4D" w:rsidRPr="001F5B4D" w14:paraId="3AA378EA" w14:textId="77777777" w:rsidTr="001F5B4D">
        <w:trPr>
          <w:cantSplit/>
        </w:trPr>
        <w:tc>
          <w:tcPr>
            <w:tcW w:w="3080" w:type="dxa"/>
            <w:tcBorders>
              <w:bottom w:val="single" w:sz="4" w:space="0" w:color="auto"/>
            </w:tcBorders>
            <w:shd w:val="clear" w:color="auto" w:fill="B6DDE8"/>
          </w:tcPr>
          <w:p w14:paraId="400DC9E7" w14:textId="4C1DACD4"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6C078539" w14:textId="297C28F1" w:rsidR="001F5B4D" w:rsidRPr="001F5B4D" w:rsidRDefault="001F5B4D" w:rsidP="001F5B4D">
            <w:pPr>
              <w:pStyle w:val="ScSGTableHead"/>
            </w:pPr>
            <w:r w:rsidRPr="001F5B4D">
              <w:t>80 Guidepost</w:t>
            </w:r>
          </w:p>
        </w:tc>
        <w:tc>
          <w:tcPr>
            <w:tcW w:w="3081" w:type="dxa"/>
            <w:tcBorders>
              <w:bottom w:val="single" w:sz="4" w:space="0" w:color="auto"/>
            </w:tcBorders>
            <w:shd w:val="clear" w:color="auto" w:fill="B6DDE8"/>
          </w:tcPr>
          <w:p w14:paraId="778EC188" w14:textId="1B3B7CEB" w:rsidR="001F5B4D" w:rsidRPr="001F5B4D" w:rsidRDefault="001F5B4D" w:rsidP="001F5B4D">
            <w:pPr>
              <w:pStyle w:val="ScSGTableHead"/>
            </w:pPr>
            <w:r w:rsidRPr="001F5B4D">
              <w:t>100 Guidepost</w:t>
            </w:r>
          </w:p>
        </w:tc>
      </w:tr>
      <w:tr w:rsidR="001F5B4D" w:rsidRPr="001F5B4D" w14:paraId="14CBD038" w14:textId="77777777" w:rsidTr="001F5B4D">
        <w:trPr>
          <w:cantSplit/>
        </w:trPr>
        <w:tc>
          <w:tcPr>
            <w:tcW w:w="3080" w:type="dxa"/>
            <w:shd w:val="clear" w:color="auto" w:fill="D2FFC3"/>
          </w:tcPr>
          <w:p w14:paraId="2C628240" w14:textId="77777777" w:rsidR="001F5B4D" w:rsidRPr="001F5B4D" w:rsidRDefault="001F5B4D" w:rsidP="001F5B4D">
            <w:pPr>
              <w:pStyle w:val="ScNormal"/>
            </w:pPr>
          </w:p>
        </w:tc>
        <w:tc>
          <w:tcPr>
            <w:tcW w:w="3081" w:type="dxa"/>
            <w:shd w:val="clear" w:color="auto" w:fill="D2FFC3"/>
          </w:tcPr>
          <w:p w14:paraId="5A2B918A" w14:textId="38FB38D6" w:rsidR="001F5B4D" w:rsidRPr="001F5B4D" w:rsidRDefault="001F5B4D" w:rsidP="001F5B4D">
            <w:pPr>
              <w:pStyle w:val="ScNormal"/>
            </w:pPr>
            <w:r w:rsidRPr="001F5B4D">
              <w:t xml:space="preserve">The main functions of the components (i.e., P1 target species, primary, secondary and ETP species and Habitats) in the ecosystem are </w:t>
            </w:r>
            <w:r w:rsidRPr="001F5B4D">
              <w:rPr>
                <w:b/>
              </w:rPr>
              <w:t>known.</w:t>
            </w:r>
          </w:p>
        </w:tc>
        <w:tc>
          <w:tcPr>
            <w:tcW w:w="3081" w:type="dxa"/>
            <w:shd w:val="clear" w:color="auto" w:fill="D2FFC3"/>
          </w:tcPr>
          <w:p w14:paraId="547B2F20" w14:textId="2983ED5D" w:rsidR="001F5B4D" w:rsidRPr="001F5B4D" w:rsidRDefault="001F5B4D" w:rsidP="001F5B4D">
            <w:pPr>
              <w:pStyle w:val="ScNormal"/>
            </w:pPr>
            <w:r w:rsidRPr="001F5B4D">
              <w:t xml:space="preserve">The impacts of the UoA on P1 target species, primary, secondary and ETP species and Habitats are identified and the main functions of these components in the ecosystem are </w:t>
            </w:r>
            <w:r w:rsidRPr="001F5B4D">
              <w:rPr>
                <w:b/>
              </w:rPr>
              <w:t>understood.</w:t>
            </w:r>
          </w:p>
        </w:tc>
      </w:tr>
    </w:tbl>
    <w:p w14:paraId="6C0B27DC" w14:textId="69EE414F" w:rsidR="001F5B4D" w:rsidRPr="001F5B4D" w:rsidRDefault="001F5B4D" w:rsidP="001F5B4D">
      <w:pPr>
        <w:pStyle w:val="ScBuffer"/>
      </w:pPr>
    </w:p>
    <w:p w14:paraId="744C6609" w14:textId="382C4042" w:rsidR="001F5B4D" w:rsidRPr="001F5B4D" w:rsidRDefault="001F5B4D" w:rsidP="001F5B4D">
      <w:pPr>
        <w:pStyle w:val="ScNormal"/>
      </w:pPr>
      <w:bookmarkStart w:id="127" w:name="J253c7FFFF03FF0F01"/>
      <w:r w:rsidRPr="001F5B4D">
        <w:t>The main functions of all ecosystem components are known. The oceanic pelagic ecosystem has been well studied, and the ecosystem role of large species such as tuna, other tuna-like species and surface pelagic fish species is well understood. This has allowed for the development and use of spatial ecosystem models for management advice in some fisheries. Modelling however has mostly related to trophic relationships among species. Other types of interaction, such as competition, interaction with the physical environment and the effect of predation on dynamics, have been explored, and their roles are understood.  Assessment of fishery-related impacts on the ecosystem is limited by the available data on the wide range of species involved in tuna fisheries. Recording direct and indirect impacts is difficult across the large spatial scales that these fisheries operate. The impacts of the fishery on these components can be inferred. While these impacts have not been fully quantified, risks to the ecosystem and its components have been identified.  Since all potential and actual impacts on the different components of the ecosystem have been identified and the functions of these components are understood, SG100 is met.</w:t>
      </w:r>
    </w:p>
    <w:bookmarkEnd w:id="127"/>
    <w:p w14:paraId="14A9FD85" w14:textId="48965FF1"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53E98B92"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034A4945" w14:textId="37182693" w:rsidR="001F5B4D" w:rsidRPr="001F5B4D" w:rsidRDefault="001F5B4D" w:rsidP="001F5B4D">
            <w:pPr>
              <w:pStyle w:val="ScNormal"/>
            </w:pPr>
            <w:r w:rsidRPr="001F5B4D">
              <w:t>2.5.3.d Information relevance</w:t>
            </w:r>
          </w:p>
        </w:tc>
      </w:tr>
      <w:tr w:rsidR="001F5B4D" w:rsidRPr="001F5B4D" w14:paraId="38C7D20E" w14:textId="77777777" w:rsidTr="001F5B4D">
        <w:trPr>
          <w:cantSplit/>
        </w:trPr>
        <w:tc>
          <w:tcPr>
            <w:tcW w:w="3080" w:type="dxa"/>
            <w:tcBorders>
              <w:bottom w:val="single" w:sz="4" w:space="0" w:color="auto"/>
            </w:tcBorders>
            <w:shd w:val="clear" w:color="auto" w:fill="B6DDE8"/>
          </w:tcPr>
          <w:p w14:paraId="419C4006" w14:textId="348CA1E8"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22510ACF" w14:textId="122C1D39" w:rsidR="001F5B4D" w:rsidRPr="001F5B4D" w:rsidRDefault="001F5B4D" w:rsidP="001F5B4D">
            <w:pPr>
              <w:pStyle w:val="ScSGTableHead"/>
            </w:pPr>
            <w:r w:rsidRPr="001F5B4D">
              <w:t>80 Guidepost</w:t>
            </w:r>
          </w:p>
        </w:tc>
        <w:tc>
          <w:tcPr>
            <w:tcW w:w="3081" w:type="dxa"/>
            <w:shd w:val="clear" w:color="auto" w:fill="B6DDE8"/>
          </w:tcPr>
          <w:p w14:paraId="1A187EDE" w14:textId="4169C250" w:rsidR="001F5B4D" w:rsidRPr="001F5B4D" w:rsidRDefault="001F5B4D" w:rsidP="001F5B4D">
            <w:pPr>
              <w:pStyle w:val="ScSGTableHead"/>
            </w:pPr>
            <w:r w:rsidRPr="001F5B4D">
              <w:t>100 Guidepost</w:t>
            </w:r>
          </w:p>
        </w:tc>
      </w:tr>
      <w:tr w:rsidR="001F5B4D" w:rsidRPr="001F5B4D" w14:paraId="10052F21" w14:textId="77777777" w:rsidTr="001F5B4D">
        <w:trPr>
          <w:cantSplit/>
        </w:trPr>
        <w:tc>
          <w:tcPr>
            <w:tcW w:w="3080" w:type="dxa"/>
            <w:shd w:val="clear" w:color="auto" w:fill="D2FFC3"/>
          </w:tcPr>
          <w:p w14:paraId="64D240E5" w14:textId="77777777" w:rsidR="001F5B4D" w:rsidRPr="001F5B4D" w:rsidRDefault="001F5B4D" w:rsidP="001F5B4D">
            <w:pPr>
              <w:pStyle w:val="ScNormal"/>
            </w:pPr>
          </w:p>
        </w:tc>
        <w:tc>
          <w:tcPr>
            <w:tcW w:w="3081" w:type="dxa"/>
            <w:shd w:val="clear" w:color="auto" w:fill="D2FFC3"/>
          </w:tcPr>
          <w:p w14:paraId="71107AEA" w14:textId="11505028" w:rsidR="001F5B4D" w:rsidRPr="001F5B4D" w:rsidRDefault="001F5B4D" w:rsidP="001F5B4D">
            <w:pPr>
              <w:pStyle w:val="ScNormal"/>
            </w:pPr>
            <w:r w:rsidRPr="001F5B4D">
              <w:t>Adequate information is available on the impacts of the UoA on these components to allow some of the main consequences for the ecosystem to be inferred.</w:t>
            </w:r>
          </w:p>
        </w:tc>
        <w:tc>
          <w:tcPr>
            <w:tcW w:w="3081" w:type="dxa"/>
          </w:tcPr>
          <w:p w14:paraId="2048482A" w14:textId="6602259F" w:rsidR="001F5B4D" w:rsidRPr="001F5B4D" w:rsidRDefault="001F5B4D" w:rsidP="001F5B4D">
            <w:pPr>
              <w:pStyle w:val="ScNormal"/>
            </w:pPr>
            <w:r w:rsidRPr="001F5B4D">
              <w:t xml:space="preserve">Adequate information is available on the impacts of the UoA on the components </w:t>
            </w:r>
            <w:r w:rsidRPr="001F5B4D">
              <w:rPr>
                <w:b/>
              </w:rPr>
              <w:t>and elements</w:t>
            </w:r>
            <w:r w:rsidRPr="001F5B4D">
              <w:t xml:space="preserve"> to allow the main consequences for the ecosystem to be inferred.</w:t>
            </w:r>
          </w:p>
        </w:tc>
      </w:tr>
    </w:tbl>
    <w:p w14:paraId="4BEB80E8" w14:textId="4B720E82" w:rsidR="001F5B4D" w:rsidRPr="001F5B4D" w:rsidRDefault="001F5B4D" w:rsidP="001F5B4D">
      <w:pPr>
        <w:pStyle w:val="ScBuffer"/>
      </w:pPr>
    </w:p>
    <w:p w14:paraId="71A37B3F" w14:textId="4A571A53" w:rsidR="001F5B4D" w:rsidRPr="001F5B4D" w:rsidRDefault="001F5B4D" w:rsidP="001F5B4D">
      <w:pPr>
        <w:pStyle w:val="ScNormal"/>
      </w:pPr>
      <w:bookmarkStart w:id="128" w:name="J253d7FFFF03FF0F01"/>
      <w:r w:rsidRPr="001F5B4D">
        <w:t>Sufficient information is available to infer the main consequences of the fishery impact, and information is sufficient to keep risks to the ecosystem low. The implication on trophic relationships of declines in biomass of bycatch species can be obtained from the available models and qualitative consideration of the likely knock-on effects. It is not clear that the individual ecosystem elements are well enough understood that consequences at this greater level of detail might be inferred. Models and expert opinion would currently only be able to infer broad and direct effects on the ecosystem (e.g. lower natural mortality on tunas from a reduced shark population). This is adequate to infer some important consequences of fishing on the ecosystem, meeting SG80. However, although impacts on components and elements (species and habitat categories) have been considered, it is not clear that all main consequences of the fisheries can be yet determined so SG100 is not met.</w:t>
      </w:r>
    </w:p>
    <w:bookmarkEnd w:id="128"/>
    <w:p w14:paraId="0A99BD0B" w14:textId="3942DE2C" w:rsidR="001F5B4D" w:rsidRPr="001F5B4D" w:rsidRDefault="001F5B4D" w:rsidP="001F5B4D">
      <w:pPr>
        <w:pStyle w:val="ScBuffer"/>
      </w:pPr>
    </w:p>
    <w:tbl>
      <w:tblPr>
        <w:tblStyle w:val="ScTableText"/>
        <w:tblW w:w="0" w:type="auto"/>
        <w:tblLayout w:type="fixed"/>
        <w:tblLook w:val="04A0" w:firstRow="1" w:lastRow="0" w:firstColumn="1" w:lastColumn="0" w:noHBand="0" w:noVBand="1"/>
      </w:tblPr>
      <w:tblGrid>
        <w:gridCol w:w="3080"/>
        <w:gridCol w:w="3081"/>
        <w:gridCol w:w="3081"/>
      </w:tblGrid>
      <w:tr w:rsidR="001F5B4D" w:rsidRPr="001F5B4D" w14:paraId="26DCD839" w14:textId="77777777" w:rsidTr="001F5B4D">
        <w:trPr>
          <w:cnfStyle w:val="100000000000" w:firstRow="1" w:lastRow="0" w:firstColumn="0" w:lastColumn="0" w:oddVBand="0" w:evenVBand="0" w:oddHBand="0" w:evenHBand="0" w:firstRowFirstColumn="0" w:firstRowLastColumn="0" w:lastRowFirstColumn="0" w:lastRowLastColumn="0"/>
          <w:cantSplit/>
        </w:trPr>
        <w:tc>
          <w:tcPr>
            <w:tcW w:w="9242" w:type="dxa"/>
            <w:gridSpan w:val="3"/>
            <w:tcBorders>
              <w:bottom w:val="single" w:sz="4" w:space="0" w:color="auto"/>
            </w:tcBorders>
          </w:tcPr>
          <w:p w14:paraId="3587693B" w14:textId="78577350" w:rsidR="001F5B4D" w:rsidRPr="001F5B4D" w:rsidRDefault="001F5B4D" w:rsidP="001F5B4D">
            <w:pPr>
              <w:pStyle w:val="ScNormal"/>
            </w:pPr>
            <w:r w:rsidRPr="001F5B4D">
              <w:t>2.5.3.e Monitoring</w:t>
            </w:r>
          </w:p>
        </w:tc>
      </w:tr>
      <w:tr w:rsidR="001F5B4D" w:rsidRPr="001F5B4D" w14:paraId="5CEB52E7" w14:textId="77777777" w:rsidTr="001F5B4D">
        <w:trPr>
          <w:cantSplit/>
        </w:trPr>
        <w:tc>
          <w:tcPr>
            <w:tcW w:w="3080" w:type="dxa"/>
            <w:tcBorders>
              <w:bottom w:val="single" w:sz="4" w:space="0" w:color="auto"/>
            </w:tcBorders>
            <w:shd w:val="clear" w:color="auto" w:fill="B6DDE8"/>
          </w:tcPr>
          <w:p w14:paraId="015FC9BE" w14:textId="4DEFB9A0" w:rsidR="001F5B4D" w:rsidRPr="001F5B4D" w:rsidRDefault="001F5B4D" w:rsidP="001F5B4D">
            <w:pPr>
              <w:pStyle w:val="ScSGTableHead"/>
            </w:pPr>
            <w:r w:rsidRPr="001F5B4D">
              <w:t>60 Guidepost</w:t>
            </w:r>
          </w:p>
        </w:tc>
        <w:tc>
          <w:tcPr>
            <w:tcW w:w="3081" w:type="dxa"/>
            <w:tcBorders>
              <w:bottom w:val="single" w:sz="4" w:space="0" w:color="auto"/>
            </w:tcBorders>
            <w:shd w:val="clear" w:color="auto" w:fill="B6DDE8"/>
          </w:tcPr>
          <w:p w14:paraId="52CB38FE" w14:textId="00B108D1" w:rsidR="001F5B4D" w:rsidRPr="001F5B4D" w:rsidRDefault="001F5B4D" w:rsidP="001F5B4D">
            <w:pPr>
              <w:pStyle w:val="ScSGTableHead"/>
            </w:pPr>
            <w:r w:rsidRPr="001F5B4D">
              <w:t>80 Guidepost</w:t>
            </w:r>
          </w:p>
        </w:tc>
        <w:tc>
          <w:tcPr>
            <w:tcW w:w="3081" w:type="dxa"/>
            <w:shd w:val="clear" w:color="auto" w:fill="B6DDE8"/>
          </w:tcPr>
          <w:p w14:paraId="5956403D" w14:textId="22ABFDAA" w:rsidR="001F5B4D" w:rsidRPr="001F5B4D" w:rsidRDefault="001F5B4D" w:rsidP="001F5B4D">
            <w:pPr>
              <w:pStyle w:val="ScSGTableHead"/>
            </w:pPr>
            <w:r w:rsidRPr="001F5B4D">
              <w:t>100 Guidepost</w:t>
            </w:r>
          </w:p>
        </w:tc>
      </w:tr>
      <w:tr w:rsidR="001F5B4D" w:rsidRPr="001F5B4D" w14:paraId="1B9EA4A6" w14:textId="77777777" w:rsidTr="001F5B4D">
        <w:trPr>
          <w:cantSplit/>
        </w:trPr>
        <w:tc>
          <w:tcPr>
            <w:tcW w:w="3080" w:type="dxa"/>
            <w:shd w:val="clear" w:color="auto" w:fill="D2FFC3"/>
          </w:tcPr>
          <w:p w14:paraId="4AD85397" w14:textId="77777777" w:rsidR="001F5B4D" w:rsidRPr="001F5B4D" w:rsidRDefault="001F5B4D" w:rsidP="001F5B4D">
            <w:pPr>
              <w:pStyle w:val="ScNormal"/>
            </w:pPr>
          </w:p>
        </w:tc>
        <w:tc>
          <w:tcPr>
            <w:tcW w:w="3081" w:type="dxa"/>
            <w:shd w:val="clear" w:color="auto" w:fill="D2FFC3"/>
          </w:tcPr>
          <w:p w14:paraId="680BA25E" w14:textId="3B2F1E07" w:rsidR="001F5B4D" w:rsidRPr="001F5B4D" w:rsidRDefault="001F5B4D" w:rsidP="001F5B4D">
            <w:pPr>
              <w:pStyle w:val="ScNormal"/>
            </w:pPr>
            <w:r w:rsidRPr="001F5B4D">
              <w:t>Adequate data continue to be collected to detect any increase in risk level.</w:t>
            </w:r>
          </w:p>
        </w:tc>
        <w:tc>
          <w:tcPr>
            <w:tcW w:w="3081" w:type="dxa"/>
          </w:tcPr>
          <w:p w14:paraId="2160DA2D" w14:textId="199FCB86" w:rsidR="001F5B4D" w:rsidRPr="001F5B4D" w:rsidRDefault="001F5B4D" w:rsidP="001F5B4D">
            <w:pPr>
              <w:pStyle w:val="ScNormal"/>
            </w:pPr>
            <w:r w:rsidRPr="001F5B4D">
              <w:t>Information is adequate to support the development of strategies to manage ecosystem impacts.</w:t>
            </w:r>
          </w:p>
        </w:tc>
      </w:tr>
    </w:tbl>
    <w:p w14:paraId="555211C1" w14:textId="7917B69F" w:rsidR="001F5B4D" w:rsidRPr="001F5B4D" w:rsidRDefault="001F5B4D" w:rsidP="001F5B4D">
      <w:pPr>
        <w:pStyle w:val="ScBuffer"/>
      </w:pPr>
    </w:p>
    <w:p w14:paraId="1DC5DA97" w14:textId="422FA73B" w:rsidR="001F5B4D" w:rsidRPr="001F5B4D" w:rsidRDefault="001F5B4D" w:rsidP="001F5B4D">
      <w:pPr>
        <w:pStyle w:val="ScNormal"/>
      </w:pPr>
      <w:bookmarkStart w:id="129" w:name="J253e7FFFF03FF0F01"/>
      <w:r w:rsidRPr="001F5B4D">
        <w:t>Adequate data are being collected to detect increases in risk. These include monitoring all catches, bycatch and independent environmental data on the oceanic pelagic ecosystem. Data are not yet extensive enough to develop full strategies to manage ecosystem impacts. Bycatch data are not complete, and secondary effects are not well enough understood to develop these. Therefore, SG80 is met but not SG100.</w:t>
      </w:r>
    </w:p>
    <w:bookmarkEnd w:id="129"/>
    <w:p w14:paraId="392F6C15" w14:textId="3C074039" w:rsidR="001F5B4D" w:rsidRPr="001F5B4D" w:rsidRDefault="001F5B4D" w:rsidP="001F5B4D">
      <w:pPr>
        <w:pStyle w:val="ScScore"/>
      </w:pPr>
      <w:r w:rsidRPr="001F5B4D">
        <w:t>All SG60 and SG80 were met, and 1 out of 4 SG100 were met.</w:t>
      </w:r>
    </w:p>
    <w:p w14:paraId="7D37A96A" w14:textId="3B54FDC4" w:rsidR="001F5B4D" w:rsidRPr="001F5B4D" w:rsidRDefault="001F5B4D" w:rsidP="001F5B4D">
      <w:pPr>
        <w:pStyle w:val="ScScore"/>
      </w:pPr>
      <w:r w:rsidRPr="001F5B4D">
        <w:t>PI 2.5.3 : 85</w:t>
      </w:r>
    </w:p>
    <w:p w14:paraId="46980F63" w14:textId="6F2167BC" w:rsidR="001F5B4D" w:rsidRPr="001F5B4D" w:rsidRDefault="001F5B4D" w:rsidP="001F5B4D">
      <w:pPr>
        <w:pStyle w:val="ScSI"/>
        <w:rPr>
          <w:lang w:val="en-GB"/>
        </w:rPr>
      </w:pPr>
      <w:r w:rsidRPr="001F5B4D">
        <w:rPr>
          <w:lang w:val="en-GB"/>
        </w:rPr>
        <w:t>References</w:t>
      </w:r>
    </w:p>
    <w:p w14:paraId="6F957B53" w14:textId="372087BA" w:rsidR="001F5B4D" w:rsidRPr="001F5B4D" w:rsidRDefault="001F5B4D" w:rsidP="001F5B4D">
      <w:pPr>
        <w:pStyle w:val="ScReferences"/>
      </w:pPr>
      <w:r w:rsidRPr="001F5B4D">
        <w:t>Brouwer, S., Pilling, G., Hampton, J., Williams, P., McKechnie, S. Tremblay-Boyer, L. 2016. The Western and Central Pacific Tuna Fishery: 2016 Overview and Status of Stocks. Oceanic Fisheries Programme. Tuna Fisheries Assessment Report No. 17.</w:t>
      </w:r>
    </w:p>
    <w:p w14:paraId="7603C348" w14:textId="68021407" w:rsidR="001F5B4D" w:rsidRPr="001F5B4D" w:rsidRDefault="001F5B4D" w:rsidP="001F5B4D">
      <w:pPr>
        <w:pStyle w:val="ScReferences"/>
      </w:pPr>
      <w:r w:rsidRPr="001F5B4D">
        <w:t>Gillett, R. 2012. Report of the 2012 ISSF Workshop: the management of tuna baitfisheries: the results of a global study. ISSF Technical Report 2012-08. International Seafood Sustainability Foundation, Washington, D.C., USA.</w:t>
      </w:r>
    </w:p>
    <w:p w14:paraId="32C7467B" w14:textId="50C24AD1" w:rsidR="001F5B4D" w:rsidRPr="001F5B4D" w:rsidRDefault="001F5B4D" w:rsidP="001F5B4D">
      <w:pPr>
        <w:pStyle w:val="ScReferences"/>
      </w:pPr>
      <w:r w:rsidRPr="001F5B4D">
        <w:t>IATTC 2014. Ecosystem considerations. Fifth Meeting of the IATTC Scientific Advisory Committee, La Jolla, California (USA), 12–16 May 2014. Document SAC-05-13.</w:t>
      </w:r>
    </w:p>
    <w:p w14:paraId="48BD1B8D" w14:textId="61462BA5" w:rsidR="001F5B4D" w:rsidRPr="001F5B4D" w:rsidRDefault="001F5B4D" w:rsidP="001F5B4D">
      <w:pPr>
        <w:pStyle w:val="ScReferences"/>
      </w:pPr>
      <w:r w:rsidRPr="001F5B4D">
        <w:t>ICCAT 2014. Report of the 2014 Inter-Sessional Meeting of the Sub-Committee on Ecosystems. Olhão, Portugal, 1–5 September 2014.</w:t>
      </w:r>
    </w:p>
    <w:p w14:paraId="5C0545BC" w14:textId="3335BA3E" w:rsidR="001F5B4D" w:rsidRPr="001F5B4D" w:rsidRDefault="001F5B4D" w:rsidP="001F5B4D">
      <w:pPr>
        <w:pStyle w:val="ScReferences"/>
      </w:pPr>
      <w:r w:rsidRPr="001F5B4D">
        <w:t>IOTC 2017. Report of the Thirteenth Session of the IOTC Working Party on Ecosystems and Bycatch. San Sebastian, Spain 4–8 September 2017. IOTC–2017–WPEB13–R[E].</w:t>
      </w:r>
    </w:p>
    <w:p w14:paraId="2F36BCCF" w14:textId="3876F77E" w:rsidR="001F5B4D" w:rsidRPr="001F5B4D" w:rsidRDefault="001F5B4D" w:rsidP="001F5B4D">
      <w:pPr>
        <w:pStyle w:val="ScReferences"/>
      </w:pPr>
      <w:r w:rsidRPr="001F5B4D">
        <w:lastRenderedPageBreak/>
        <w:t>Lehodey, P., Senina, I., Murtugudde, R. 2008. A spatial ecosystem and populations dynamics model (SEAPODYM) – Modeling of tuna and tuna-like populations. Progress in Oceanography 78: 304–318.</w:t>
      </w:r>
    </w:p>
    <w:p w14:paraId="470164DB" w14:textId="237F8F0F" w:rsidR="001F5B4D" w:rsidRPr="001F5B4D" w:rsidRDefault="001F5B4D" w:rsidP="001F5B4D">
      <w:pPr>
        <w:pStyle w:val="ScReferences"/>
      </w:pPr>
      <w:r w:rsidRPr="001F5B4D">
        <w:t>MRAG 2009. FAD Management. A study of the impacts of fish aggregating devices (FADs) and the development of effective management strategies for their responsible use by industrial tuna fishing fleets. A report prepared for the WTPO. June 2009.</w:t>
      </w:r>
    </w:p>
    <w:p w14:paraId="6F9FF49C" w14:textId="2F6DB0BE" w:rsidR="001F5B4D" w:rsidRPr="001F5B4D" w:rsidRDefault="001F5B4D" w:rsidP="001F5B4D">
      <w:pPr>
        <w:pStyle w:val="ScHeading1"/>
      </w:pPr>
      <w:r w:rsidRPr="001F5B4D">
        <w:t>Appendix: PSA Score Justification</w:t>
      </w:r>
    </w:p>
    <w:p w14:paraId="1E222D6F" w14:textId="2035CEF2" w:rsidR="001F5B4D" w:rsidRPr="001F5B4D" w:rsidRDefault="001F5B4D" w:rsidP="001F5B4D">
      <w:pPr>
        <w:pStyle w:val="ScNormal"/>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4D5BCBE9"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0" w:name="T_SKJ" w:colFirst="0" w:colLast="0"/>
          <w:p w14:paraId="4A8F8C79" w14:textId="39907154" w:rsidR="001F5B4D" w:rsidRPr="001F5B4D" w:rsidRDefault="001F5B4D" w:rsidP="001F5B4D">
            <w:pPr>
              <w:rPr>
                <w:b/>
              </w:rPr>
            </w:pPr>
            <w:r w:rsidRPr="001F5B4D">
              <w:rPr>
                <w:b/>
              </w:rPr>
              <w:fldChar w:fldCharType="begin"/>
            </w:r>
            <w:r w:rsidRPr="001F5B4D">
              <w:rPr>
                <w:b/>
              </w:rPr>
              <w:instrText xml:space="preserve"> HYPERLINK  \l "S_SKJ" \o "PSA Score" </w:instrText>
            </w:r>
            <w:r w:rsidRPr="001F5B4D">
              <w:rPr>
                <w:b/>
              </w:rPr>
            </w:r>
            <w:r w:rsidRPr="001F5B4D">
              <w:rPr>
                <w:b/>
              </w:rPr>
              <w:fldChar w:fldCharType="separate"/>
            </w:r>
            <w:r w:rsidRPr="001F5B4D">
              <w:rPr>
                <w:rStyle w:val="Hyperlink"/>
                <w:b/>
              </w:rPr>
              <w:t>Skipjack tuna</w:t>
            </w:r>
            <w:r w:rsidRPr="001F5B4D">
              <w:rPr>
                <w:b/>
              </w:rPr>
              <w:fldChar w:fldCharType="end"/>
            </w:r>
          </w:p>
        </w:tc>
        <w:tc>
          <w:tcPr>
            <w:tcW w:w="3969" w:type="dxa"/>
            <w:gridSpan w:val="2"/>
            <w:tcBorders>
              <w:bottom w:val="single" w:sz="4" w:space="0" w:color="auto"/>
            </w:tcBorders>
            <w:shd w:val="clear" w:color="auto" w:fill="998877"/>
          </w:tcPr>
          <w:p w14:paraId="331525E7" w14:textId="063B703E" w:rsidR="001F5B4D" w:rsidRPr="001F5B4D" w:rsidRDefault="001F5B4D" w:rsidP="001F5B4D">
            <w:pPr>
              <w:rPr>
                <w:b/>
                <w:i/>
              </w:rPr>
            </w:pPr>
            <w:r w:rsidRPr="001F5B4D">
              <w:rPr>
                <w:b/>
                <w:i/>
              </w:rPr>
              <w:t>Katsuwonus pelamis</w:t>
            </w:r>
          </w:p>
        </w:tc>
      </w:tr>
      <w:bookmarkEnd w:id="130"/>
      <w:tr w:rsidR="001F5B4D" w:rsidRPr="001F5B4D" w14:paraId="745F7E04" w14:textId="77777777" w:rsidTr="005D2414">
        <w:tblPrEx>
          <w:tblCellMar>
            <w:top w:w="0" w:type="dxa"/>
            <w:bottom w:w="0" w:type="dxa"/>
          </w:tblCellMar>
        </w:tblPrEx>
        <w:trPr>
          <w:cantSplit/>
        </w:trPr>
        <w:tc>
          <w:tcPr>
            <w:tcW w:w="7938" w:type="dxa"/>
            <w:gridSpan w:val="4"/>
            <w:shd w:val="clear" w:color="auto" w:fill="998877"/>
          </w:tcPr>
          <w:p w14:paraId="20F1B954" w14:textId="3EF704CC" w:rsidR="001F5B4D" w:rsidRPr="001F5B4D" w:rsidRDefault="001F5B4D" w:rsidP="001F5B4D">
            <w:pPr>
              <w:rPr>
                <w:b/>
              </w:rPr>
            </w:pPr>
            <w:r w:rsidRPr="001F5B4D">
              <w:rPr>
                <w:b/>
              </w:rPr>
              <w:t>Productivity</w:t>
            </w:r>
          </w:p>
        </w:tc>
      </w:tr>
      <w:tr w:rsidR="001F5B4D" w:rsidRPr="001F5B4D" w14:paraId="553EA828" w14:textId="77777777" w:rsidTr="001F5B4D">
        <w:tblPrEx>
          <w:tblCellMar>
            <w:top w:w="0" w:type="dxa"/>
            <w:bottom w:w="0" w:type="dxa"/>
          </w:tblCellMar>
        </w:tblPrEx>
        <w:trPr>
          <w:cantSplit/>
        </w:trPr>
        <w:tc>
          <w:tcPr>
            <w:tcW w:w="2551" w:type="dxa"/>
            <w:shd w:val="clear" w:color="auto" w:fill="998877"/>
          </w:tcPr>
          <w:p w14:paraId="0E7249A1" w14:textId="257FE379" w:rsidR="001F5B4D" w:rsidRPr="001F5B4D" w:rsidRDefault="001F5B4D" w:rsidP="001F5B4D">
            <w:r w:rsidRPr="001F5B4D">
              <w:t>Average age at maturity</w:t>
            </w:r>
          </w:p>
        </w:tc>
        <w:tc>
          <w:tcPr>
            <w:tcW w:w="4536" w:type="dxa"/>
            <w:gridSpan w:val="2"/>
          </w:tcPr>
          <w:p w14:paraId="517F67CD" w14:textId="364658DF" w:rsidR="001F5B4D" w:rsidRPr="001F5B4D" w:rsidRDefault="001F5B4D" w:rsidP="001F5B4D">
            <w:r w:rsidRPr="001F5B4D">
              <w:t>Species growth rate (K) is 0.500, which is higher than lowest risk K (0.183) for age at maturity.</w:t>
            </w:r>
          </w:p>
        </w:tc>
        <w:tc>
          <w:tcPr>
            <w:tcW w:w="851" w:type="dxa"/>
          </w:tcPr>
          <w:p w14:paraId="1FBDF3CC" w14:textId="43CC3A87" w:rsidR="001F5B4D" w:rsidRPr="001F5B4D" w:rsidRDefault="001F5B4D" w:rsidP="001F5B4D">
            <w:r w:rsidRPr="001F5B4D">
              <w:t>1</w:t>
            </w:r>
          </w:p>
        </w:tc>
      </w:tr>
      <w:tr w:rsidR="001F5B4D" w:rsidRPr="001F5B4D" w14:paraId="57EB06F3" w14:textId="77777777" w:rsidTr="001F5B4D">
        <w:tblPrEx>
          <w:tblCellMar>
            <w:top w:w="0" w:type="dxa"/>
            <w:bottom w:w="0" w:type="dxa"/>
          </w:tblCellMar>
        </w:tblPrEx>
        <w:trPr>
          <w:cantSplit/>
        </w:trPr>
        <w:tc>
          <w:tcPr>
            <w:tcW w:w="2551" w:type="dxa"/>
            <w:shd w:val="clear" w:color="auto" w:fill="998877"/>
          </w:tcPr>
          <w:p w14:paraId="5FC5F892" w14:textId="0CEE2CE1" w:rsidR="001F5B4D" w:rsidRPr="001F5B4D" w:rsidRDefault="001F5B4D" w:rsidP="001F5B4D">
            <w:r w:rsidRPr="001F5B4D">
              <w:t>Average max age</w:t>
            </w:r>
          </w:p>
        </w:tc>
        <w:tc>
          <w:tcPr>
            <w:tcW w:w="4536" w:type="dxa"/>
            <w:gridSpan w:val="2"/>
          </w:tcPr>
          <w:p w14:paraId="48DDE469" w14:textId="283C736E" w:rsidR="001F5B4D" w:rsidRPr="001F5B4D" w:rsidRDefault="001F5B4D" w:rsidP="001F5B4D">
            <w:r w:rsidRPr="001F5B4D">
              <w:t>Species growth rate (K) is 0.500, which is higher than lowest risk K (0.30) for maximum age.</w:t>
            </w:r>
          </w:p>
        </w:tc>
        <w:tc>
          <w:tcPr>
            <w:tcW w:w="851" w:type="dxa"/>
          </w:tcPr>
          <w:p w14:paraId="03907527" w14:textId="32250593" w:rsidR="001F5B4D" w:rsidRPr="001F5B4D" w:rsidRDefault="001F5B4D" w:rsidP="001F5B4D">
            <w:r w:rsidRPr="001F5B4D">
              <w:t>1</w:t>
            </w:r>
          </w:p>
        </w:tc>
      </w:tr>
      <w:tr w:rsidR="001F5B4D" w:rsidRPr="001F5B4D" w14:paraId="60B2F43B" w14:textId="77777777" w:rsidTr="001F5B4D">
        <w:tblPrEx>
          <w:tblCellMar>
            <w:top w:w="0" w:type="dxa"/>
            <w:bottom w:w="0" w:type="dxa"/>
          </w:tblCellMar>
        </w:tblPrEx>
        <w:trPr>
          <w:cantSplit/>
        </w:trPr>
        <w:tc>
          <w:tcPr>
            <w:tcW w:w="2551" w:type="dxa"/>
            <w:shd w:val="clear" w:color="auto" w:fill="998877"/>
          </w:tcPr>
          <w:p w14:paraId="6E767171" w14:textId="51539E3C" w:rsidR="001F5B4D" w:rsidRPr="001F5B4D" w:rsidRDefault="001F5B4D" w:rsidP="001F5B4D">
            <w:r w:rsidRPr="001F5B4D">
              <w:t>Fecundity</w:t>
            </w:r>
          </w:p>
        </w:tc>
        <w:tc>
          <w:tcPr>
            <w:tcW w:w="4536" w:type="dxa"/>
            <w:gridSpan w:val="2"/>
          </w:tcPr>
          <w:p w14:paraId="50EADBBC" w14:textId="0FEA48BB" w:rsidR="001F5B4D" w:rsidRPr="001F5B4D" w:rsidRDefault="001F5B4D" w:rsidP="001F5B4D">
            <w:r w:rsidRPr="001F5B4D">
              <w:t>Species fecundity is 115821 eggs/year, which is higher than the lowest risk value (20000).</w:t>
            </w:r>
          </w:p>
        </w:tc>
        <w:tc>
          <w:tcPr>
            <w:tcW w:w="851" w:type="dxa"/>
          </w:tcPr>
          <w:p w14:paraId="5CFC937C" w14:textId="29F4D4C0" w:rsidR="001F5B4D" w:rsidRPr="001F5B4D" w:rsidRDefault="001F5B4D" w:rsidP="001F5B4D">
            <w:r w:rsidRPr="001F5B4D">
              <w:t>1</w:t>
            </w:r>
          </w:p>
        </w:tc>
      </w:tr>
      <w:tr w:rsidR="001F5B4D" w:rsidRPr="001F5B4D" w14:paraId="78B7FA76" w14:textId="77777777" w:rsidTr="001F5B4D">
        <w:tblPrEx>
          <w:tblCellMar>
            <w:top w:w="0" w:type="dxa"/>
            <w:bottom w:w="0" w:type="dxa"/>
          </w:tblCellMar>
        </w:tblPrEx>
        <w:trPr>
          <w:cantSplit/>
        </w:trPr>
        <w:tc>
          <w:tcPr>
            <w:tcW w:w="2551" w:type="dxa"/>
            <w:shd w:val="clear" w:color="auto" w:fill="998877"/>
          </w:tcPr>
          <w:p w14:paraId="4C5062C2" w14:textId="309280AC" w:rsidR="001F5B4D" w:rsidRPr="001F5B4D" w:rsidRDefault="001F5B4D" w:rsidP="001F5B4D">
            <w:r w:rsidRPr="001F5B4D">
              <w:t>Average max size</w:t>
            </w:r>
          </w:p>
        </w:tc>
        <w:tc>
          <w:tcPr>
            <w:tcW w:w="4536" w:type="dxa"/>
            <w:gridSpan w:val="2"/>
          </w:tcPr>
          <w:p w14:paraId="42E998D3" w14:textId="7F5F25CA" w:rsidR="001F5B4D" w:rsidRPr="001F5B4D" w:rsidRDefault="001F5B4D" w:rsidP="001F5B4D">
            <w:r w:rsidRPr="001F5B4D">
              <w:t>Species maximum length is 110, which is in the medium risk range (100-300cm).</w:t>
            </w:r>
          </w:p>
        </w:tc>
        <w:tc>
          <w:tcPr>
            <w:tcW w:w="851" w:type="dxa"/>
          </w:tcPr>
          <w:p w14:paraId="1698A328" w14:textId="0039B863" w:rsidR="001F5B4D" w:rsidRPr="001F5B4D" w:rsidRDefault="001F5B4D" w:rsidP="001F5B4D">
            <w:r w:rsidRPr="001F5B4D">
              <w:t>2</w:t>
            </w:r>
          </w:p>
        </w:tc>
      </w:tr>
      <w:tr w:rsidR="001F5B4D" w:rsidRPr="001F5B4D" w14:paraId="7523C632" w14:textId="77777777" w:rsidTr="001F5B4D">
        <w:tblPrEx>
          <w:tblCellMar>
            <w:top w:w="0" w:type="dxa"/>
            <w:bottom w:w="0" w:type="dxa"/>
          </w:tblCellMar>
        </w:tblPrEx>
        <w:trPr>
          <w:cantSplit/>
        </w:trPr>
        <w:tc>
          <w:tcPr>
            <w:tcW w:w="2551" w:type="dxa"/>
            <w:shd w:val="clear" w:color="auto" w:fill="998877"/>
          </w:tcPr>
          <w:p w14:paraId="45108544" w14:textId="41636723" w:rsidR="001F5B4D" w:rsidRPr="001F5B4D" w:rsidRDefault="001F5B4D" w:rsidP="001F5B4D">
            <w:r w:rsidRPr="001F5B4D">
              <w:t>Average size at maturity</w:t>
            </w:r>
          </w:p>
        </w:tc>
        <w:tc>
          <w:tcPr>
            <w:tcW w:w="4536" w:type="dxa"/>
            <w:gridSpan w:val="2"/>
          </w:tcPr>
          <w:p w14:paraId="25D55A0C" w14:textId="1D7873E6" w:rsidR="001F5B4D" w:rsidRPr="001F5B4D" w:rsidRDefault="001F5B4D" w:rsidP="001F5B4D">
            <w:r w:rsidRPr="001F5B4D">
              <w:t>Species length at maturity is 40, which is in the medium risk range (40-200cm).</w:t>
            </w:r>
          </w:p>
        </w:tc>
        <w:tc>
          <w:tcPr>
            <w:tcW w:w="851" w:type="dxa"/>
          </w:tcPr>
          <w:p w14:paraId="04EC37C2" w14:textId="3102F9AD" w:rsidR="001F5B4D" w:rsidRPr="001F5B4D" w:rsidRDefault="001F5B4D" w:rsidP="001F5B4D">
            <w:r w:rsidRPr="001F5B4D">
              <w:t>2</w:t>
            </w:r>
          </w:p>
        </w:tc>
      </w:tr>
      <w:tr w:rsidR="001F5B4D" w:rsidRPr="001F5B4D" w14:paraId="6DA4C599" w14:textId="77777777" w:rsidTr="001F5B4D">
        <w:tblPrEx>
          <w:tblCellMar>
            <w:top w:w="0" w:type="dxa"/>
            <w:bottom w:w="0" w:type="dxa"/>
          </w:tblCellMar>
        </w:tblPrEx>
        <w:trPr>
          <w:cantSplit/>
        </w:trPr>
        <w:tc>
          <w:tcPr>
            <w:tcW w:w="2551" w:type="dxa"/>
            <w:shd w:val="clear" w:color="auto" w:fill="998877"/>
          </w:tcPr>
          <w:p w14:paraId="78775942" w14:textId="5A312163" w:rsidR="001F5B4D" w:rsidRPr="001F5B4D" w:rsidRDefault="001F5B4D" w:rsidP="001F5B4D">
            <w:r w:rsidRPr="001F5B4D">
              <w:t>Reproductive strategy</w:t>
            </w:r>
          </w:p>
        </w:tc>
        <w:tc>
          <w:tcPr>
            <w:tcW w:w="4536" w:type="dxa"/>
            <w:gridSpan w:val="2"/>
          </w:tcPr>
          <w:p w14:paraId="15A824CD" w14:textId="29DAAE01" w:rsidR="001F5B4D" w:rsidRPr="001F5B4D" w:rsidRDefault="001F5B4D" w:rsidP="001F5B4D">
            <w:r w:rsidRPr="001F5B4D">
              <w:t>Species reproductive strategy is broadcast spawner, which is low risk.</w:t>
            </w:r>
          </w:p>
        </w:tc>
        <w:tc>
          <w:tcPr>
            <w:tcW w:w="851" w:type="dxa"/>
          </w:tcPr>
          <w:p w14:paraId="6E988EA2" w14:textId="45522A70" w:rsidR="001F5B4D" w:rsidRPr="001F5B4D" w:rsidRDefault="001F5B4D" w:rsidP="001F5B4D">
            <w:r w:rsidRPr="001F5B4D">
              <w:t>1</w:t>
            </w:r>
          </w:p>
        </w:tc>
      </w:tr>
      <w:tr w:rsidR="001F5B4D" w:rsidRPr="001F5B4D" w14:paraId="4BD520EE" w14:textId="77777777" w:rsidTr="001F5B4D">
        <w:tblPrEx>
          <w:tblCellMar>
            <w:top w:w="0" w:type="dxa"/>
            <w:bottom w:w="0" w:type="dxa"/>
          </w:tblCellMar>
        </w:tblPrEx>
        <w:trPr>
          <w:cantSplit/>
        </w:trPr>
        <w:tc>
          <w:tcPr>
            <w:tcW w:w="2551" w:type="dxa"/>
            <w:shd w:val="clear" w:color="auto" w:fill="998877"/>
          </w:tcPr>
          <w:p w14:paraId="653D7C62" w14:textId="7C32EEDD" w:rsidR="001F5B4D" w:rsidRPr="001F5B4D" w:rsidRDefault="001F5B4D" w:rsidP="001F5B4D">
            <w:r w:rsidRPr="001F5B4D">
              <w:t>Trophic level</w:t>
            </w:r>
          </w:p>
        </w:tc>
        <w:tc>
          <w:tcPr>
            <w:tcW w:w="4536" w:type="dxa"/>
            <w:gridSpan w:val="2"/>
            <w:tcBorders>
              <w:bottom w:val="single" w:sz="4" w:space="0" w:color="auto"/>
            </w:tcBorders>
          </w:tcPr>
          <w:p w14:paraId="02D9BAE9" w14:textId="49028EDE" w:rsidR="001F5B4D" w:rsidRPr="001F5B4D" w:rsidRDefault="001F5B4D" w:rsidP="001F5B4D">
            <w:r w:rsidRPr="001F5B4D">
              <w:t>Species trophic level is 4.4, which is higher than the highest risk value (3.25).</w:t>
            </w:r>
          </w:p>
        </w:tc>
        <w:tc>
          <w:tcPr>
            <w:tcW w:w="851" w:type="dxa"/>
          </w:tcPr>
          <w:p w14:paraId="75E4210F" w14:textId="022FBAC9" w:rsidR="001F5B4D" w:rsidRPr="001F5B4D" w:rsidRDefault="001F5B4D" w:rsidP="001F5B4D">
            <w:r w:rsidRPr="001F5B4D">
              <w:t>3</w:t>
            </w:r>
          </w:p>
        </w:tc>
      </w:tr>
      <w:tr w:rsidR="001F5B4D" w:rsidRPr="001F5B4D" w14:paraId="453EEBD5"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A5D2B31" w14:textId="77777777" w:rsidR="001F5B4D" w:rsidRPr="001F5B4D" w:rsidRDefault="001F5B4D" w:rsidP="001F5B4D"/>
        </w:tc>
        <w:tc>
          <w:tcPr>
            <w:tcW w:w="4536" w:type="dxa"/>
            <w:gridSpan w:val="2"/>
            <w:tcBorders>
              <w:bottom w:val="single" w:sz="4" w:space="0" w:color="auto"/>
            </w:tcBorders>
            <w:shd w:val="clear" w:color="auto" w:fill="998877"/>
          </w:tcPr>
          <w:p w14:paraId="734EE3BE" w14:textId="7C1D6637" w:rsidR="001F5B4D" w:rsidRPr="001F5B4D" w:rsidRDefault="001F5B4D" w:rsidP="001F5B4D">
            <w:r w:rsidRPr="001F5B4D">
              <w:t>Productivity score</w:t>
            </w:r>
          </w:p>
        </w:tc>
        <w:tc>
          <w:tcPr>
            <w:tcW w:w="851" w:type="dxa"/>
            <w:tcBorders>
              <w:bottom w:val="single" w:sz="4" w:space="0" w:color="auto"/>
            </w:tcBorders>
          </w:tcPr>
          <w:p w14:paraId="3483F446" w14:textId="0EE74AD7" w:rsidR="001F5B4D" w:rsidRPr="001F5B4D" w:rsidRDefault="001F5B4D" w:rsidP="001F5B4D">
            <w:r w:rsidRPr="001F5B4D">
              <w:t>1.57</w:t>
            </w:r>
          </w:p>
        </w:tc>
      </w:tr>
      <w:tr w:rsidR="001F5B4D" w:rsidRPr="001F5B4D" w14:paraId="2D8AE705" w14:textId="77777777" w:rsidTr="00065D64">
        <w:tblPrEx>
          <w:tblCellMar>
            <w:top w:w="0" w:type="dxa"/>
            <w:bottom w:w="0" w:type="dxa"/>
          </w:tblCellMar>
        </w:tblPrEx>
        <w:trPr>
          <w:cantSplit/>
        </w:trPr>
        <w:tc>
          <w:tcPr>
            <w:tcW w:w="7938" w:type="dxa"/>
            <w:gridSpan w:val="4"/>
            <w:shd w:val="clear" w:color="auto" w:fill="998877"/>
          </w:tcPr>
          <w:p w14:paraId="132C822E" w14:textId="1813927C" w:rsidR="001F5B4D" w:rsidRPr="001F5B4D" w:rsidRDefault="001F5B4D" w:rsidP="001F5B4D">
            <w:pPr>
              <w:rPr>
                <w:b/>
              </w:rPr>
            </w:pPr>
            <w:r w:rsidRPr="001F5B4D">
              <w:rPr>
                <w:b/>
              </w:rPr>
              <w:t>Susceptibility</w:t>
            </w:r>
          </w:p>
        </w:tc>
      </w:tr>
      <w:tr w:rsidR="001F5B4D" w:rsidRPr="001F5B4D" w14:paraId="39E51878" w14:textId="77777777" w:rsidTr="001F5B4D">
        <w:tblPrEx>
          <w:tblCellMar>
            <w:top w:w="0" w:type="dxa"/>
            <w:bottom w:w="0" w:type="dxa"/>
          </w:tblCellMar>
        </w:tblPrEx>
        <w:trPr>
          <w:cantSplit/>
        </w:trPr>
        <w:tc>
          <w:tcPr>
            <w:tcW w:w="2551" w:type="dxa"/>
            <w:shd w:val="clear" w:color="auto" w:fill="998877"/>
          </w:tcPr>
          <w:p w14:paraId="44CD6928" w14:textId="41E76255" w:rsidR="001F5B4D" w:rsidRPr="001F5B4D" w:rsidRDefault="001F5B4D" w:rsidP="001F5B4D">
            <w:r w:rsidRPr="001F5B4D">
              <w:t>Areal overlap (availability)</w:t>
            </w:r>
          </w:p>
        </w:tc>
        <w:tc>
          <w:tcPr>
            <w:tcW w:w="4536" w:type="dxa"/>
            <w:gridSpan w:val="2"/>
          </w:tcPr>
          <w:p w14:paraId="1748022B" w14:textId="64B43510" w:rsidR="001F5B4D" w:rsidRPr="001F5B4D" w:rsidRDefault="001F5B4D" w:rsidP="001F5B4D">
            <w:r w:rsidRPr="001F5B4D">
              <w:t>Worldwide pelagic distribution</w:t>
            </w:r>
          </w:p>
        </w:tc>
        <w:tc>
          <w:tcPr>
            <w:tcW w:w="851" w:type="dxa"/>
          </w:tcPr>
          <w:p w14:paraId="4087EEE8" w14:textId="70648D03" w:rsidR="001F5B4D" w:rsidRPr="001F5B4D" w:rsidRDefault="001F5B4D" w:rsidP="001F5B4D">
            <w:r w:rsidRPr="001F5B4D">
              <w:t>3</w:t>
            </w:r>
          </w:p>
        </w:tc>
      </w:tr>
      <w:tr w:rsidR="001F5B4D" w:rsidRPr="001F5B4D" w14:paraId="0B430069" w14:textId="77777777" w:rsidTr="001F5B4D">
        <w:tblPrEx>
          <w:tblCellMar>
            <w:top w:w="0" w:type="dxa"/>
            <w:bottom w:w="0" w:type="dxa"/>
          </w:tblCellMar>
        </w:tblPrEx>
        <w:trPr>
          <w:cantSplit/>
        </w:trPr>
        <w:tc>
          <w:tcPr>
            <w:tcW w:w="2551" w:type="dxa"/>
            <w:shd w:val="clear" w:color="auto" w:fill="998877"/>
          </w:tcPr>
          <w:p w14:paraId="24E8736F" w14:textId="5C82A300" w:rsidR="001F5B4D" w:rsidRPr="001F5B4D" w:rsidRDefault="001F5B4D" w:rsidP="001F5B4D">
            <w:r w:rsidRPr="001F5B4D">
              <w:t>Encounterability</w:t>
            </w:r>
          </w:p>
        </w:tc>
        <w:tc>
          <w:tcPr>
            <w:tcW w:w="4536" w:type="dxa"/>
            <w:gridSpan w:val="2"/>
          </w:tcPr>
          <w:p w14:paraId="04A139E0" w14:textId="1AB41B08" w:rsidR="001F5B4D" w:rsidRPr="001F5B4D" w:rsidRDefault="001F5B4D" w:rsidP="001F5B4D">
            <w:r w:rsidRPr="001F5B4D">
              <w:t>The depth range of the species is 1-260m. For surface gears, the vertical overlap index with this species is 38.46%.</w:t>
            </w:r>
          </w:p>
        </w:tc>
        <w:tc>
          <w:tcPr>
            <w:tcW w:w="851" w:type="dxa"/>
          </w:tcPr>
          <w:p w14:paraId="383603F8" w14:textId="0A7DC831" w:rsidR="001F5B4D" w:rsidRPr="001F5B4D" w:rsidRDefault="001F5B4D" w:rsidP="001F5B4D">
            <w:r w:rsidRPr="001F5B4D">
              <w:t>3</w:t>
            </w:r>
          </w:p>
        </w:tc>
      </w:tr>
      <w:tr w:rsidR="001F5B4D" w:rsidRPr="001F5B4D" w14:paraId="64E9A458" w14:textId="77777777" w:rsidTr="001F5B4D">
        <w:tblPrEx>
          <w:tblCellMar>
            <w:top w:w="0" w:type="dxa"/>
            <w:bottom w:w="0" w:type="dxa"/>
          </w:tblCellMar>
        </w:tblPrEx>
        <w:trPr>
          <w:cantSplit/>
        </w:trPr>
        <w:tc>
          <w:tcPr>
            <w:tcW w:w="2551" w:type="dxa"/>
            <w:shd w:val="clear" w:color="auto" w:fill="998877"/>
          </w:tcPr>
          <w:p w14:paraId="24738248" w14:textId="1675C1D1" w:rsidR="001F5B4D" w:rsidRPr="001F5B4D" w:rsidRDefault="001F5B4D" w:rsidP="001F5B4D">
            <w:r w:rsidRPr="001F5B4D">
              <w:t>Selectivity</w:t>
            </w:r>
          </w:p>
        </w:tc>
        <w:tc>
          <w:tcPr>
            <w:tcW w:w="4536" w:type="dxa"/>
            <w:gridSpan w:val="2"/>
          </w:tcPr>
          <w:p w14:paraId="7E59B83A" w14:textId="3E992360" w:rsidR="001F5B4D" w:rsidRPr="001F5B4D" w:rsidRDefault="001F5B4D" w:rsidP="001F5B4D">
            <w:r w:rsidRPr="001F5B4D">
              <w:t>The maximum length of the species is 110cm. For tropical surface fisheries, the length overlap index with this species is 100.00%.</w:t>
            </w:r>
          </w:p>
        </w:tc>
        <w:tc>
          <w:tcPr>
            <w:tcW w:w="851" w:type="dxa"/>
          </w:tcPr>
          <w:p w14:paraId="52FD927D" w14:textId="13EEF969" w:rsidR="001F5B4D" w:rsidRPr="001F5B4D" w:rsidRDefault="001F5B4D" w:rsidP="001F5B4D">
            <w:r w:rsidRPr="001F5B4D">
              <w:t>3</w:t>
            </w:r>
          </w:p>
        </w:tc>
      </w:tr>
      <w:tr w:rsidR="001F5B4D" w:rsidRPr="001F5B4D" w14:paraId="4CDE26E9" w14:textId="77777777" w:rsidTr="001F5B4D">
        <w:tblPrEx>
          <w:tblCellMar>
            <w:top w:w="0" w:type="dxa"/>
            <w:bottom w:w="0" w:type="dxa"/>
          </w:tblCellMar>
        </w:tblPrEx>
        <w:trPr>
          <w:cantSplit/>
        </w:trPr>
        <w:tc>
          <w:tcPr>
            <w:tcW w:w="2551" w:type="dxa"/>
            <w:shd w:val="clear" w:color="auto" w:fill="998877"/>
          </w:tcPr>
          <w:p w14:paraId="7252A320" w14:textId="51E2FB53" w:rsidR="001F5B4D" w:rsidRPr="001F5B4D" w:rsidRDefault="001F5B4D" w:rsidP="001F5B4D">
            <w:r w:rsidRPr="001F5B4D">
              <w:t>Post capture mortality</w:t>
            </w:r>
          </w:p>
        </w:tc>
        <w:tc>
          <w:tcPr>
            <w:tcW w:w="4536" w:type="dxa"/>
            <w:gridSpan w:val="2"/>
            <w:tcBorders>
              <w:bottom w:val="single" w:sz="4" w:space="0" w:color="auto"/>
            </w:tcBorders>
          </w:tcPr>
          <w:p w14:paraId="6748F6B0" w14:textId="0BD07240" w:rsidR="001F5B4D" w:rsidRPr="001F5B4D" w:rsidRDefault="001F5B4D" w:rsidP="001F5B4D">
            <w:r w:rsidRPr="001F5B4D">
              <w:t>No direct evidence of survival after capture.</w:t>
            </w:r>
          </w:p>
        </w:tc>
        <w:tc>
          <w:tcPr>
            <w:tcW w:w="851" w:type="dxa"/>
          </w:tcPr>
          <w:p w14:paraId="752CA5B6" w14:textId="56BBC595" w:rsidR="001F5B4D" w:rsidRPr="001F5B4D" w:rsidRDefault="001F5B4D" w:rsidP="001F5B4D">
            <w:r w:rsidRPr="001F5B4D">
              <w:t>3</w:t>
            </w:r>
          </w:p>
        </w:tc>
      </w:tr>
      <w:tr w:rsidR="001F5B4D" w:rsidRPr="001F5B4D" w14:paraId="61A9444C" w14:textId="77777777" w:rsidTr="001F5B4D">
        <w:tblPrEx>
          <w:tblCellMar>
            <w:top w:w="0" w:type="dxa"/>
            <w:bottom w:w="0" w:type="dxa"/>
          </w:tblCellMar>
        </w:tblPrEx>
        <w:trPr>
          <w:cantSplit/>
        </w:trPr>
        <w:tc>
          <w:tcPr>
            <w:tcW w:w="2551" w:type="dxa"/>
            <w:shd w:val="clear" w:color="auto" w:fill="998877"/>
          </w:tcPr>
          <w:p w14:paraId="018792CA" w14:textId="77777777" w:rsidR="001F5B4D" w:rsidRPr="001F5B4D" w:rsidRDefault="001F5B4D" w:rsidP="001F5B4D"/>
        </w:tc>
        <w:tc>
          <w:tcPr>
            <w:tcW w:w="4536" w:type="dxa"/>
            <w:gridSpan w:val="2"/>
            <w:tcBorders>
              <w:bottom w:val="single" w:sz="4" w:space="0" w:color="auto"/>
            </w:tcBorders>
            <w:shd w:val="clear" w:color="auto" w:fill="998877"/>
          </w:tcPr>
          <w:p w14:paraId="4916F034" w14:textId="7C97D824" w:rsidR="001F5B4D" w:rsidRPr="001F5B4D" w:rsidRDefault="001F5B4D" w:rsidP="001F5B4D">
            <w:r w:rsidRPr="001F5B4D">
              <w:t>Susceptibility score</w:t>
            </w:r>
          </w:p>
        </w:tc>
        <w:tc>
          <w:tcPr>
            <w:tcW w:w="851" w:type="dxa"/>
          </w:tcPr>
          <w:p w14:paraId="1009C3CD" w14:textId="684BD64F" w:rsidR="001F5B4D" w:rsidRPr="001F5B4D" w:rsidRDefault="001F5B4D" w:rsidP="001F5B4D">
            <w:r w:rsidRPr="001F5B4D">
              <w:t>3.00</w:t>
            </w:r>
          </w:p>
        </w:tc>
      </w:tr>
      <w:tr w:rsidR="001F5B4D" w:rsidRPr="001F5B4D" w14:paraId="0CA2E0E1" w14:textId="77777777" w:rsidTr="001F5B4D">
        <w:tblPrEx>
          <w:tblCellMar>
            <w:top w:w="0" w:type="dxa"/>
            <w:bottom w:w="0" w:type="dxa"/>
          </w:tblCellMar>
        </w:tblPrEx>
        <w:trPr>
          <w:cantSplit/>
        </w:trPr>
        <w:tc>
          <w:tcPr>
            <w:tcW w:w="2551" w:type="dxa"/>
            <w:shd w:val="clear" w:color="auto" w:fill="998877"/>
          </w:tcPr>
          <w:p w14:paraId="35ADF39F" w14:textId="77777777" w:rsidR="001F5B4D" w:rsidRPr="001F5B4D" w:rsidRDefault="001F5B4D" w:rsidP="001F5B4D"/>
        </w:tc>
        <w:tc>
          <w:tcPr>
            <w:tcW w:w="4536" w:type="dxa"/>
            <w:gridSpan w:val="2"/>
            <w:shd w:val="clear" w:color="auto" w:fill="998877"/>
          </w:tcPr>
          <w:p w14:paraId="6D67F6B2" w14:textId="40699101" w:rsidR="001F5B4D" w:rsidRPr="001F5B4D" w:rsidRDefault="001F5B4D" w:rsidP="001F5B4D">
            <w:r w:rsidRPr="001F5B4D">
              <w:t>Vulnerability score</w:t>
            </w:r>
          </w:p>
        </w:tc>
        <w:tc>
          <w:tcPr>
            <w:tcW w:w="851" w:type="dxa"/>
          </w:tcPr>
          <w:p w14:paraId="487005FF" w14:textId="2CECBA51" w:rsidR="001F5B4D" w:rsidRPr="001F5B4D" w:rsidRDefault="001F5B4D" w:rsidP="001F5B4D">
            <w:r w:rsidRPr="001F5B4D">
              <w:t>3.39</w:t>
            </w:r>
          </w:p>
        </w:tc>
      </w:tr>
    </w:tbl>
    <w:p w14:paraId="4B50E8AA" w14:textId="10B47EEF"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0F9208A"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1" w:name="T_BET" w:colFirst="0" w:colLast="0"/>
          <w:p w14:paraId="3A91060F" w14:textId="2F071924" w:rsidR="001F5B4D" w:rsidRPr="001F5B4D" w:rsidRDefault="001F5B4D" w:rsidP="001F5B4D">
            <w:pPr>
              <w:rPr>
                <w:b/>
              </w:rPr>
            </w:pPr>
            <w:r w:rsidRPr="001F5B4D">
              <w:rPr>
                <w:b/>
              </w:rPr>
              <w:fldChar w:fldCharType="begin"/>
            </w:r>
            <w:r w:rsidRPr="001F5B4D">
              <w:rPr>
                <w:b/>
              </w:rPr>
              <w:instrText xml:space="preserve"> HYPERLINK  \l "S_BET" \o "PSA Score" </w:instrText>
            </w:r>
            <w:r w:rsidRPr="001F5B4D">
              <w:rPr>
                <w:b/>
              </w:rPr>
            </w:r>
            <w:r w:rsidRPr="001F5B4D">
              <w:rPr>
                <w:b/>
              </w:rPr>
              <w:fldChar w:fldCharType="separate"/>
            </w:r>
            <w:r w:rsidRPr="001F5B4D">
              <w:rPr>
                <w:rStyle w:val="Hyperlink"/>
                <w:b/>
              </w:rPr>
              <w:t>Bigeye tuna</w:t>
            </w:r>
            <w:r w:rsidRPr="001F5B4D">
              <w:rPr>
                <w:b/>
              </w:rPr>
              <w:fldChar w:fldCharType="end"/>
            </w:r>
          </w:p>
        </w:tc>
        <w:tc>
          <w:tcPr>
            <w:tcW w:w="3969" w:type="dxa"/>
            <w:gridSpan w:val="2"/>
            <w:tcBorders>
              <w:bottom w:val="single" w:sz="4" w:space="0" w:color="auto"/>
            </w:tcBorders>
            <w:shd w:val="clear" w:color="auto" w:fill="998877"/>
          </w:tcPr>
          <w:p w14:paraId="70D831BD" w14:textId="34145960" w:rsidR="001F5B4D" w:rsidRPr="001F5B4D" w:rsidRDefault="001F5B4D" w:rsidP="001F5B4D">
            <w:pPr>
              <w:rPr>
                <w:b/>
                <w:i/>
              </w:rPr>
            </w:pPr>
            <w:r w:rsidRPr="001F5B4D">
              <w:rPr>
                <w:b/>
                <w:i/>
              </w:rPr>
              <w:t>Thunnus obesus</w:t>
            </w:r>
          </w:p>
        </w:tc>
      </w:tr>
      <w:bookmarkEnd w:id="131"/>
      <w:tr w:rsidR="001F5B4D" w:rsidRPr="001F5B4D" w14:paraId="2D214DE6" w14:textId="77777777" w:rsidTr="00796C43">
        <w:tblPrEx>
          <w:tblCellMar>
            <w:top w:w="0" w:type="dxa"/>
            <w:bottom w:w="0" w:type="dxa"/>
          </w:tblCellMar>
        </w:tblPrEx>
        <w:trPr>
          <w:cantSplit/>
        </w:trPr>
        <w:tc>
          <w:tcPr>
            <w:tcW w:w="7938" w:type="dxa"/>
            <w:gridSpan w:val="4"/>
            <w:shd w:val="clear" w:color="auto" w:fill="998877"/>
          </w:tcPr>
          <w:p w14:paraId="557CBB11" w14:textId="1C645786" w:rsidR="001F5B4D" w:rsidRPr="001F5B4D" w:rsidRDefault="001F5B4D" w:rsidP="001F5B4D">
            <w:pPr>
              <w:rPr>
                <w:b/>
              </w:rPr>
            </w:pPr>
            <w:r w:rsidRPr="001F5B4D">
              <w:rPr>
                <w:b/>
              </w:rPr>
              <w:t>Productivity</w:t>
            </w:r>
          </w:p>
        </w:tc>
      </w:tr>
      <w:tr w:rsidR="001F5B4D" w:rsidRPr="001F5B4D" w14:paraId="6E9526B9" w14:textId="77777777" w:rsidTr="001F5B4D">
        <w:tblPrEx>
          <w:tblCellMar>
            <w:top w:w="0" w:type="dxa"/>
            <w:bottom w:w="0" w:type="dxa"/>
          </w:tblCellMar>
        </w:tblPrEx>
        <w:trPr>
          <w:cantSplit/>
        </w:trPr>
        <w:tc>
          <w:tcPr>
            <w:tcW w:w="2551" w:type="dxa"/>
            <w:shd w:val="clear" w:color="auto" w:fill="998877"/>
          </w:tcPr>
          <w:p w14:paraId="71B63869" w14:textId="507E76F0" w:rsidR="001F5B4D" w:rsidRPr="001F5B4D" w:rsidRDefault="001F5B4D" w:rsidP="001F5B4D">
            <w:r w:rsidRPr="001F5B4D">
              <w:t>Average age at maturity</w:t>
            </w:r>
          </w:p>
        </w:tc>
        <w:tc>
          <w:tcPr>
            <w:tcW w:w="4536" w:type="dxa"/>
            <w:gridSpan w:val="2"/>
          </w:tcPr>
          <w:p w14:paraId="769EF566" w14:textId="1EA5A510" w:rsidR="001F5B4D" w:rsidRPr="001F5B4D" w:rsidRDefault="001F5B4D" w:rsidP="001F5B4D">
            <w:r w:rsidRPr="001F5B4D">
              <w:t>Species growth rate (K) is 0.200, which is higher than lowest risk K (0.183) for age at maturity.</w:t>
            </w:r>
          </w:p>
        </w:tc>
        <w:tc>
          <w:tcPr>
            <w:tcW w:w="851" w:type="dxa"/>
          </w:tcPr>
          <w:p w14:paraId="4B394191" w14:textId="53BA226A" w:rsidR="001F5B4D" w:rsidRPr="001F5B4D" w:rsidRDefault="001F5B4D" w:rsidP="001F5B4D">
            <w:r w:rsidRPr="001F5B4D">
              <w:t>1</w:t>
            </w:r>
          </w:p>
        </w:tc>
      </w:tr>
      <w:tr w:rsidR="001F5B4D" w:rsidRPr="001F5B4D" w14:paraId="63A465FA" w14:textId="77777777" w:rsidTr="001F5B4D">
        <w:tblPrEx>
          <w:tblCellMar>
            <w:top w:w="0" w:type="dxa"/>
            <w:bottom w:w="0" w:type="dxa"/>
          </w:tblCellMar>
        </w:tblPrEx>
        <w:trPr>
          <w:cantSplit/>
        </w:trPr>
        <w:tc>
          <w:tcPr>
            <w:tcW w:w="2551" w:type="dxa"/>
            <w:shd w:val="clear" w:color="auto" w:fill="998877"/>
          </w:tcPr>
          <w:p w14:paraId="6AFB793F" w14:textId="26C720EA" w:rsidR="001F5B4D" w:rsidRPr="001F5B4D" w:rsidRDefault="001F5B4D" w:rsidP="001F5B4D">
            <w:r w:rsidRPr="001F5B4D">
              <w:t>Average max age</w:t>
            </w:r>
          </w:p>
        </w:tc>
        <w:tc>
          <w:tcPr>
            <w:tcW w:w="4536" w:type="dxa"/>
            <w:gridSpan w:val="2"/>
          </w:tcPr>
          <w:p w14:paraId="4C675169" w14:textId="404673C5" w:rsidR="001F5B4D" w:rsidRPr="001F5B4D" w:rsidRDefault="001F5B4D" w:rsidP="001F5B4D">
            <w:r w:rsidRPr="001F5B4D">
              <w:t>Species growth rate (K) is 0.200, which is in the medium risk K range (0.12-0.30) for maximum age.</w:t>
            </w:r>
          </w:p>
        </w:tc>
        <w:tc>
          <w:tcPr>
            <w:tcW w:w="851" w:type="dxa"/>
          </w:tcPr>
          <w:p w14:paraId="32AAF5CC" w14:textId="69D42056" w:rsidR="001F5B4D" w:rsidRPr="001F5B4D" w:rsidRDefault="001F5B4D" w:rsidP="001F5B4D">
            <w:r w:rsidRPr="001F5B4D">
              <w:t>2</w:t>
            </w:r>
          </w:p>
        </w:tc>
      </w:tr>
      <w:tr w:rsidR="001F5B4D" w:rsidRPr="001F5B4D" w14:paraId="18D8C8D8" w14:textId="77777777" w:rsidTr="001F5B4D">
        <w:tblPrEx>
          <w:tblCellMar>
            <w:top w:w="0" w:type="dxa"/>
            <w:bottom w:w="0" w:type="dxa"/>
          </w:tblCellMar>
        </w:tblPrEx>
        <w:trPr>
          <w:cantSplit/>
        </w:trPr>
        <w:tc>
          <w:tcPr>
            <w:tcW w:w="2551" w:type="dxa"/>
            <w:shd w:val="clear" w:color="auto" w:fill="998877"/>
          </w:tcPr>
          <w:p w14:paraId="34E923FA" w14:textId="09E95FEF" w:rsidR="001F5B4D" w:rsidRPr="001F5B4D" w:rsidRDefault="001F5B4D" w:rsidP="001F5B4D">
            <w:r w:rsidRPr="001F5B4D">
              <w:t>Fecundity</w:t>
            </w:r>
          </w:p>
        </w:tc>
        <w:tc>
          <w:tcPr>
            <w:tcW w:w="4536" w:type="dxa"/>
            <w:gridSpan w:val="2"/>
          </w:tcPr>
          <w:p w14:paraId="6F1606D5" w14:textId="5911FB63" w:rsidR="001F5B4D" w:rsidRPr="001F5B4D" w:rsidRDefault="001F5B4D" w:rsidP="001F5B4D">
            <w:r w:rsidRPr="001F5B4D">
              <w:t>Species fecundity is 5531858 eggs/year, which is higher than the lowest risk value (20000).</w:t>
            </w:r>
          </w:p>
        </w:tc>
        <w:tc>
          <w:tcPr>
            <w:tcW w:w="851" w:type="dxa"/>
          </w:tcPr>
          <w:p w14:paraId="3B11117D" w14:textId="21E5DB36" w:rsidR="001F5B4D" w:rsidRPr="001F5B4D" w:rsidRDefault="001F5B4D" w:rsidP="001F5B4D">
            <w:r w:rsidRPr="001F5B4D">
              <w:t>1</w:t>
            </w:r>
          </w:p>
        </w:tc>
      </w:tr>
      <w:tr w:rsidR="001F5B4D" w:rsidRPr="001F5B4D" w14:paraId="4EBCAD6B" w14:textId="77777777" w:rsidTr="001F5B4D">
        <w:tblPrEx>
          <w:tblCellMar>
            <w:top w:w="0" w:type="dxa"/>
            <w:bottom w:w="0" w:type="dxa"/>
          </w:tblCellMar>
        </w:tblPrEx>
        <w:trPr>
          <w:cantSplit/>
        </w:trPr>
        <w:tc>
          <w:tcPr>
            <w:tcW w:w="2551" w:type="dxa"/>
            <w:shd w:val="clear" w:color="auto" w:fill="998877"/>
          </w:tcPr>
          <w:p w14:paraId="4F9DD78A" w14:textId="0A175CB8" w:rsidR="001F5B4D" w:rsidRPr="001F5B4D" w:rsidRDefault="001F5B4D" w:rsidP="001F5B4D">
            <w:r w:rsidRPr="001F5B4D">
              <w:t>Average max size</w:t>
            </w:r>
          </w:p>
        </w:tc>
        <w:tc>
          <w:tcPr>
            <w:tcW w:w="4536" w:type="dxa"/>
            <w:gridSpan w:val="2"/>
          </w:tcPr>
          <w:p w14:paraId="7562B780" w14:textId="3D4CB7DD" w:rsidR="001F5B4D" w:rsidRPr="001F5B4D" w:rsidRDefault="001F5B4D" w:rsidP="001F5B4D">
            <w:r w:rsidRPr="001F5B4D">
              <w:t>Species maximum length is 250, which is in the medium risk range (100-300cm).</w:t>
            </w:r>
          </w:p>
        </w:tc>
        <w:tc>
          <w:tcPr>
            <w:tcW w:w="851" w:type="dxa"/>
          </w:tcPr>
          <w:p w14:paraId="672698B1" w14:textId="43367BE4" w:rsidR="001F5B4D" w:rsidRPr="001F5B4D" w:rsidRDefault="001F5B4D" w:rsidP="001F5B4D">
            <w:r w:rsidRPr="001F5B4D">
              <w:t>2</w:t>
            </w:r>
          </w:p>
        </w:tc>
      </w:tr>
      <w:tr w:rsidR="001F5B4D" w:rsidRPr="001F5B4D" w14:paraId="1A71ECE3" w14:textId="77777777" w:rsidTr="001F5B4D">
        <w:tblPrEx>
          <w:tblCellMar>
            <w:top w:w="0" w:type="dxa"/>
            <w:bottom w:w="0" w:type="dxa"/>
          </w:tblCellMar>
        </w:tblPrEx>
        <w:trPr>
          <w:cantSplit/>
        </w:trPr>
        <w:tc>
          <w:tcPr>
            <w:tcW w:w="2551" w:type="dxa"/>
            <w:shd w:val="clear" w:color="auto" w:fill="998877"/>
          </w:tcPr>
          <w:p w14:paraId="3755CA06" w14:textId="1C3BB52B" w:rsidR="001F5B4D" w:rsidRPr="001F5B4D" w:rsidRDefault="001F5B4D" w:rsidP="001F5B4D">
            <w:r w:rsidRPr="001F5B4D">
              <w:lastRenderedPageBreak/>
              <w:t>Average size at maturity</w:t>
            </w:r>
          </w:p>
        </w:tc>
        <w:tc>
          <w:tcPr>
            <w:tcW w:w="4536" w:type="dxa"/>
            <w:gridSpan w:val="2"/>
          </w:tcPr>
          <w:p w14:paraId="71340E16" w14:textId="39A1F635" w:rsidR="001F5B4D" w:rsidRPr="001F5B4D" w:rsidRDefault="001F5B4D" w:rsidP="001F5B4D">
            <w:r w:rsidRPr="001F5B4D">
              <w:t>Species length at maturity is 100, which is in the medium risk range (40-200cm).</w:t>
            </w:r>
          </w:p>
        </w:tc>
        <w:tc>
          <w:tcPr>
            <w:tcW w:w="851" w:type="dxa"/>
          </w:tcPr>
          <w:p w14:paraId="750D4DE3" w14:textId="156F22F4" w:rsidR="001F5B4D" w:rsidRPr="001F5B4D" w:rsidRDefault="001F5B4D" w:rsidP="001F5B4D">
            <w:r w:rsidRPr="001F5B4D">
              <w:t>2</w:t>
            </w:r>
          </w:p>
        </w:tc>
      </w:tr>
      <w:tr w:rsidR="001F5B4D" w:rsidRPr="001F5B4D" w14:paraId="5DE411D9" w14:textId="77777777" w:rsidTr="001F5B4D">
        <w:tblPrEx>
          <w:tblCellMar>
            <w:top w:w="0" w:type="dxa"/>
            <w:bottom w:w="0" w:type="dxa"/>
          </w:tblCellMar>
        </w:tblPrEx>
        <w:trPr>
          <w:cantSplit/>
        </w:trPr>
        <w:tc>
          <w:tcPr>
            <w:tcW w:w="2551" w:type="dxa"/>
            <w:shd w:val="clear" w:color="auto" w:fill="998877"/>
          </w:tcPr>
          <w:p w14:paraId="1F9977D7" w14:textId="639C99FE" w:rsidR="001F5B4D" w:rsidRPr="001F5B4D" w:rsidRDefault="001F5B4D" w:rsidP="001F5B4D">
            <w:r w:rsidRPr="001F5B4D">
              <w:t>Reproductive strategy</w:t>
            </w:r>
          </w:p>
        </w:tc>
        <w:tc>
          <w:tcPr>
            <w:tcW w:w="4536" w:type="dxa"/>
            <w:gridSpan w:val="2"/>
          </w:tcPr>
          <w:p w14:paraId="5D972F7F" w14:textId="09CC9DB0" w:rsidR="001F5B4D" w:rsidRPr="001F5B4D" w:rsidRDefault="001F5B4D" w:rsidP="001F5B4D">
            <w:r w:rsidRPr="001F5B4D">
              <w:t>Species reproductive strategy is broadcast spawner, which is low risk.</w:t>
            </w:r>
          </w:p>
        </w:tc>
        <w:tc>
          <w:tcPr>
            <w:tcW w:w="851" w:type="dxa"/>
          </w:tcPr>
          <w:p w14:paraId="0C06046A" w14:textId="09CA1872" w:rsidR="001F5B4D" w:rsidRPr="001F5B4D" w:rsidRDefault="001F5B4D" w:rsidP="001F5B4D">
            <w:r w:rsidRPr="001F5B4D">
              <w:t>1</w:t>
            </w:r>
          </w:p>
        </w:tc>
      </w:tr>
      <w:tr w:rsidR="001F5B4D" w:rsidRPr="001F5B4D" w14:paraId="1CFD2F2E" w14:textId="77777777" w:rsidTr="001F5B4D">
        <w:tblPrEx>
          <w:tblCellMar>
            <w:top w:w="0" w:type="dxa"/>
            <w:bottom w:w="0" w:type="dxa"/>
          </w:tblCellMar>
        </w:tblPrEx>
        <w:trPr>
          <w:cantSplit/>
        </w:trPr>
        <w:tc>
          <w:tcPr>
            <w:tcW w:w="2551" w:type="dxa"/>
            <w:shd w:val="clear" w:color="auto" w:fill="998877"/>
          </w:tcPr>
          <w:p w14:paraId="118DACA5" w14:textId="29188709" w:rsidR="001F5B4D" w:rsidRPr="001F5B4D" w:rsidRDefault="001F5B4D" w:rsidP="001F5B4D">
            <w:r w:rsidRPr="001F5B4D">
              <w:t>Trophic level</w:t>
            </w:r>
          </w:p>
        </w:tc>
        <w:tc>
          <w:tcPr>
            <w:tcW w:w="4536" w:type="dxa"/>
            <w:gridSpan w:val="2"/>
            <w:tcBorders>
              <w:bottom w:val="single" w:sz="4" w:space="0" w:color="auto"/>
            </w:tcBorders>
          </w:tcPr>
          <w:p w14:paraId="0324DE42" w14:textId="2D0131E6" w:rsidR="001F5B4D" w:rsidRPr="001F5B4D" w:rsidRDefault="001F5B4D" w:rsidP="001F5B4D">
            <w:r w:rsidRPr="001F5B4D">
              <w:t>Species trophic level is 4.5, which is higher than the highest risk value (3.25).</w:t>
            </w:r>
          </w:p>
        </w:tc>
        <w:tc>
          <w:tcPr>
            <w:tcW w:w="851" w:type="dxa"/>
          </w:tcPr>
          <w:p w14:paraId="386F32D0" w14:textId="21E3FEED" w:rsidR="001F5B4D" w:rsidRPr="001F5B4D" w:rsidRDefault="001F5B4D" w:rsidP="001F5B4D">
            <w:r w:rsidRPr="001F5B4D">
              <w:t>3</w:t>
            </w:r>
          </w:p>
        </w:tc>
      </w:tr>
      <w:tr w:rsidR="001F5B4D" w:rsidRPr="001F5B4D" w14:paraId="521C1AEE"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3807CB7B" w14:textId="77777777" w:rsidR="001F5B4D" w:rsidRPr="001F5B4D" w:rsidRDefault="001F5B4D" w:rsidP="001F5B4D"/>
        </w:tc>
        <w:tc>
          <w:tcPr>
            <w:tcW w:w="4536" w:type="dxa"/>
            <w:gridSpan w:val="2"/>
            <w:tcBorders>
              <w:bottom w:val="single" w:sz="4" w:space="0" w:color="auto"/>
            </w:tcBorders>
            <w:shd w:val="clear" w:color="auto" w:fill="998877"/>
          </w:tcPr>
          <w:p w14:paraId="1E160A5F" w14:textId="42B790AE" w:rsidR="001F5B4D" w:rsidRPr="001F5B4D" w:rsidRDefault="001F5B4D" w:rsidP="001F5B4D">
            <w:r w:rsidRPr="001F5B4D">
              <w:t>Productivity score</w:t>
            </w:r>
          </w:p>
        </w:tc>
        <w:tc>
          <w:tcPr>
            <w:tcW w:w="851" w:type="dxa"/>
            <w:tcBorders>
              <w:bottom w:val="single" w:sz="4" w:space="0" w:color="auto"/>
            </w:tcBorders>
          </w:tcPr>
          <w:p w14:paraId="4E98AC70" w14:textId="17364119" w:rsidR="001F5B4D" w:rsidRPr="001F5B4D" w:rsidRDefault="001F5B4D" w:rsidP="001F5B4D">
            <w:r w:rsidRPr="001F5B4D">
              <w:t>1.71</w:t>
            </w:r>
          </w:p>
        </w:tc>
      </w:tr>
      <w:tr w:rsidR="001F5B4D" w:rsidRPr="001F5B4D" w14:paraId="77C92A33" w14:textId="77777777" w:rsidTr="00BD2C39">
        <w:tblPrEx>
          <w:tblCellMar>
            <w:top w:w="0" w:type="dxa"/>
            <w:bottom w:w="0" w:type="dxa"/>
          </w:tblCellMar>
        </w:tblPrEx>
        <w:trPr>
          <w:cantSplit/>
        </w:trPr>
        <w:tc>
          <w:tcPr>
            <w:tcW w:w="7938" w:type="dxa"/>
            <w:gridSpan w:val="4"/>
            <w:shd w:val="clear" w:color="auto" w:fill="998877"/>
          </w:tcPr>
          <w:p w14:paraId="47894281" w14:textId="40D022FD" w:rsidR="001F5B4D" w:rsidRPr="001F5B4D" w:rsidRDefault="001F5B4D" w:rsidP="001F5B4D">
            <w:pPr>
              <w:rPr>
                <w:b/>
              </w:rPr>
            </w:pPr>
            <w:r w:rsidRPr="001F5B4D">
              <w:rPr>
                <w:b/>
              </w:rPr>
              <w:t>Susceptibility</w:t>
            </w:r>
          </w:p>
        </w:tc>
      </w:tr>
      <w:tr w:rsidR="001F5B4D" w:rsidRPr="001F5B4D" w14:paraId="0C8F7CB0" w14:textId="77777777" w:rsidTr="001F5B4D">
        <w:tblPrEx>
          <w:tblCellMar>
            <w:top w:w="0" w:type="dxa"/>
            <w:bottom w:w="0" w:type="dxa"/>
          </w:tblCellMar>
        </w:tblPrEx>
        <w:trPr>
          <w:cantSplit/>
        </w:trPr>
        <w:tc>
          <w:tcPr>
            <w:tcW w:w="2551" w:type="dxa"/>
            <w:shd w:val="clear" w:color="auto" w:fill="998877"/>
          </w:tcPr>
          <w:p w14:paraId="7B64D079" w14:textId="0BDB16DC" w:rsidR="001F5B4D" w:rsidRPr="001F5B4D" w:rsidRDefault="001F5B4D" w:rsidP="001F5B4D">
            <w:r w:rsidRPr="001F5B4D">
              <w:t>Areal overlap (availability)</w:t>
            </w:r>
          </w:p>
        </w:tc>
        <w:tc>
          <w:tcPr>
            <w:tcW w:w="4536" w:type="dxa"/>
            <w:gridSpan w:val="2"/>
          </w:tcPr>
          <w:p w14:paraId="659EAC2A" w14:textId="6F08AC51" w:rsidR="001F5B4D" w:rsidRPr="001F5B4D" w:rsidRDefault="001F5B4D" w:rsidP="001F5B4D">
            <w:r w:rsidRPr="001F5B4D">
              <w:t>Worldwide pelagic distribution</w:t>
            </w:r>
          </w:p>
        </w:tc>
        <w:tc>
          <w:tcPr>
            <w:tcW w:w="851" w:type="dxa"/>
          </w:tcPr>
          <w:p w14:paraId="133FAAFE" w14:textId="3AC79AAF" w:rsidR="001F5B4D" w:rsidRPr="001F5B4D" w:rsidRDefault="001F5B4D" w:rsidP="001F5B4D">
            <w:r w:rsidRPr="001F5B4D">
              <w:t>3</w:t>
            </w:r>
          </w:p>
        </w:tc>
      </w:tr>
      <w:tr w:rsidR="001F5B4D" w:rsidRPr="001F5B4D" w14:paraId="164AF4CD" w14:textId="77777777" w:rsidTr="001F5B4D">
        <w:tblPrEx>
          <w:tblCellMar>
            <w:top w:w="0" w:type="dxa"/>
            <w:bottom w:w="0" w:type="dxa"/>
          </w:tblCellMar>
        </w:tblPrEx>
        <w:trPr>
          <w:cantSplit/>
        </w:trPr>
        <w:tc>
          <w:tcPr>
            <w:tcW w:w="2551" w:type="dxa"/>
            <w:shd w:val="clear" w:color="auto" w:fill="998877"/>
          </w:tcPr>
          <w:p w14:paraId="77AF1811" w14:textId="1685FDC6" w:rsidR="001F5B4D" w:rsidRPr="001F5B4D" w:rsidRDefault="001F5B4D" w:rsidP="001F5B4D">
            <w:r w:rsidRPr="001F5B4D">
              <w:t>Encounterability</w:t>
            </w:r>
          </w:p>
        </w:tc>
        <w:tc>
          <w:tcPr>
            <w:tcW w:w="4536" w:type="dxa"/>
            <w:gridSpan w:val="2"/>
          </w:tcPr>
          <w:p w14:paraId="133B43DB" w14:textId="2D65525F" w:rsidR="001F5B4D" w:rsidRPr="001F5B4D" w:rsidRDefault="001F5B4D" w:rsidP="001F5B4D">
            <w:r w:rsidRPr="001F5B4D">
              <w:t>The depth range of the species is 1-250m. For surface gears, the vertical overlap index with this species is 40.00%.</w:t>
            </w:r>
          </w:p>
        </w:tc>
        <w:tc>
          <w:tcPr>
            <w:tcW w:w="851" w:type="dxa"/>
          </w:tcPr>
          <w:p w14:paraId="63A6EFD0" w14:textId="2315DE41" w:rsidR="001F5B4D" w:rsidRPr="001F5B4D" w:rsidRDefault="001F5B4D" w:rsidP="001F5B4D">
            <w:r w:rsidRPr="001F5B4D">
              <w:t>3</w:t>
            </w:r>
          </w:p>
        </w:tc>
      </w:tr>
      <w:tr w:rsidR="001F5B4D" w:rsidRPr="001F5B4D" w14:paraId="28FF44A4" w14:textId="77777777" w:rsidTr="001F5B4D">
        <w:tblPrEx>
          <w:tblCellMar>
            <w:top w:w="0" w:type="dxa"/>
            <w:bottom w:w="0" w:type="dxa"/>
          </w:tblCellMar>
        </w:tblPrEx>
        <w:trPr>
          <w:cantSplit/>
        </w:trPr>
        <w:tc>
          <w:tcPr>
            <w:tcW w:w="2551" w:type="dxa"/>
            <w:shd w:val="clear" w:color="auto" w:fill="998877"/>
          </w:tcPr>
          <w:p w14:paraId="549E2813" w14:textId="18FC31FE" w:rsidR="001F5B4D" w:rsidRPr="001F5B4D" w:rsidRDefault="001F5B4D" w:rsidP="001F5B4D">
            <w:r w:rsidRPr="001F5B4D">
              <w:t>Selectivity</w:t>
            </w:r>
          </w:p>
        </w:tc>
        <w:tc>
          <w:tcPr>
            <w:tcW w:w="4536" w:type="dxa"/>
            <w:gridSpan w:val="2"/>
          </w:tcPr>
          <w:p w14:paraId="5274454E" w14:textId="1E16909A" w:rsidR="001F5B4D" w:rsidRPr="001F5B4D" w:rsidRDefault="001F5B4D" w:rsidP="001F5B4D">
            <w:r w:rsidRPr="001F5B4D">
              <w:t>The maximum length of the species is 250cm. For tropical surface fisheries, the length overlap index with this species is 100.00%.</w:t>
            </w:r>
          </w:p>
        </w:tc>
        <w:tc>
          <w:tcPr>
            <w:tcW w:w="851" w:type="dxa"/>
          </w:tcPr>
          <w:p w14:paraId="5193AA76" w14:textId="62B627AE" w:rsidR="001F5B4D" w:rsidRPr="001F5B4D" w:rsidRDefault="001F5B4D" w:rsidP="001F5B4D">
            <w:r w:rsidRPr="001F5B4D">
              <w:t>3</w:t>
            </w:r>
          </w:p>
        </w:tc>
      </w:tr>
      <w:tr w:rsidR="001F5B4D" w:rsidRPr="001F5B4D" w14:paraId="600AFA94" w14:textId="77777777" w:rsidTr="001F5B4D">
        <w:tblPrEx>
          <w:tblCellMar>
            <w:top w:w="0" w:type="dxa"/>
            <w:bottom w:w="0" w:type="dxa"/>
          </w:tblCellMar>
        </w:tblPrEx>
        <w:trPr>
          <w:cantSplit/>
        </w:trPr>
        <w:tc>
          <w:tcPr>
            <w:tcW w:w="2551" w:type="dxa"/>
            <w:shd w:val="clear" w:color="auto" w:fill="998877"/>
          </w:tcPr>
          <w:p w14:paraId="63F8FDE6" w14:textId="011D1FD9" w:rsidR="001F5B4D" w:rsidRPr="001F5B4D" w:rsidRDefault="001F5B4D" w:rsidP="001F5B4D">
            <w:r w:rsidRPr="001F5B4D">
              <w:t>Post capture mortality</w:t>
            </w:r>
          </w:p>
        </w:tc>
        <w:tc>
          <w:tcPr>
            <w:tcW w:w="4536" w:type="dxa"/>
            <w:gridSpan w:val="2"/>
            <w:tcBorders>
              <w:bottom w:val="single" w:sz="4" w:space="0" w:color="auto"/>
            </w:tcBorders>
          </w:tcPr>
          <w:p w14:paraId="623154D7" w14:textId="555B6EF2" w:rsidR="001F5B4D" w:rsidRPr="001F5B4D" w:rsidRDefault="001F5B4D" w:rsidP="001F5B4D">
            <w:r w:rsidRPr="001F5B4D">
              <w:t>No direct evidence of survival after capture.</w:t>
            </w:r>
          </w:p>
        </w:tc>
        <w:tc>
          <w:tcPr>
            <w:tcW w:w="851" w:type="dxa"/>
          </w:tcPr>
          <w:p w14:paraId="1990B8B7" w14:textId="2FBC0CB6" w:rsidR="001F5B4D" w:rsidRPr="001F5B4D" w:rsidRDefault="001F5B4D" w:rsidP="001F5B4D">
            <w:r w:rsidRPr="001F5B4D">
              <w:t>3</w:t>
            </w:r>
          </w:p>
        </w:tc>
      </w:tr>
      <w:tr w:rsidR="001F5B4D" w:rsidRPr="001F5B4D" w14:paraId="4C29C2A2" w14:textId="77777777" w:rsidTr="001F5B4D">
        <w:tblPrEx>
          <w:tblCellMar>
            <w:top w:w="0" w:type="dxa"/>
            <w:bottom w:w="0" w:type="dxa"/>
          </w:tblCellMar>
        </w:tblPrEx>
        <w:trPr>
          <w:cantSplit/>
        </w:trPr>
        <w:tc>
          <w:tcPr>
            <w:tcW w:w="2551" w:type="dxa"/>
            <w:shd w:val="clear" w:color="auto" w:fill="998877"/>
          </w:tcPr>
          <w:p w14:paraId="203BDF27" w14:textId="77777777" w:rsidR="001F5B4D" w:rsidRPr="001F5B4D" w:rsidRDefault="001F5B4D" w:rsidP="001F5B4D"/>
        </w:tc>
        <w:tc>
          <w:tcPr>
            <w:tcW w:w="4536" w:type="dxa"/>
            <w:gridSpan w:val="2"/>
            <w:tcBorders>
              <w:bottom w:val="single" w:sz="4" w:space="0" w:color="auto"/>
            </w:tcBorders>
            <w:shd w:val="clear" w:color="auto" w:fill="998877"/>
          </w:tcPr>
          <w:p w14:paraId="33EC9769" w14:textId="5C407C68" w:rsidR="001F5B4D" w:rsidRPr="001F5B4D" w:rsidRDefault="001F5B4D" w:rsidP="001F5B4D">
            <w:r w:rsidRPr="001F5B4D">
              <w:t>Susceptibility score</w:t>
            </w:r>
          </w:p>
        </w:tc>
        <w:tc>
          <w:tcPr>
            <w:tcW w:w="851" w:type="dxa"/>
          </w:tcPr>
          <w:p w14:paraId="1679727C" w14:textId="30F176E7" w:rsidR="001F5B4D" w:rsidRPr="001F5B4D" w:rsidRDefault="001F5B4D" w:rsidP="001F5B4D">
            <w:r w:rsidRPr="001F5B4D">
              <w:t>3.00</w:t>
            </w:r>
          </w:p>
        </w:tc>
      </w:tr>
      <w:tr w:rsidR="001F5B4D" w:rsidRPr="001F5B4D" w14:paraId="4A07D86E" w14:textId="77777777" w:rsidTr="001F5B4D">
        <w:tblPrEx>
          <w:tblCellMar>
            <w:top w:w="0" w:type="dxa"/>
            <w:bottom w:w="0" w:type="dxa"/>
          </w:tblCellMar>
        </w:tblPrEx>
        <w:trPr>
          <w:cantSplit/>
        </w:trPr>
        <w:tc>
          <w:tcPr>
            <w:tcW w:w="2551" w:type="dxa"/>
            <w:shd w:val="clear" w:color="auto" w:fill="998877"/>
          </w:tcPr>
          <w:p w14:paraId="791C948B" w14:textId="77777777" w:rsidR="001F5B4D" w:rsidRPr="001F5B4D" w:rsidRDefault="001F5B4D" w:rsidP="001F5B4D"/>
        </w:tc>
        <w:tc>
          <w:tcPr>
            <w:tcW w:w="4536" w:type="dxa"/>
            <w:gridSpan w:val="2"/>
            <w:shd w:val="clear" w:color="auto" w:fill="998877"/>
          </w:tcPr>
          <w:p w14:paraId="587B9494" w14:textId="3A6B3C95" w:rsidR="001F5B4D" w:rsidRPr="001F5B4D" w:rsidRDefault="001F5B4D" w:rsidP="001F5B4D">
            <w:r w:rsidRPr="001F5B4D">
              <w:t>Vulnerability score</w:t>
            </w:r>
          </w:p>
        </w:tc>
        <w:tc>
          <w:tcPr>
            <w:tcW w:w="851" w:type="dxa"/>
          </w:tcPr>
          <w:p w14:paraId="17FFC3D1" w14:textId="3EFFF09A" w:rsidR="001F5B4D" w:rsidRPr="001F5B4D" w:rsidRDefault="001F5B4D" w:rsidP="001F5B4D">
            <w:r w:rsidRPr="001F5B4D">
              <w:t>3.46</w:t>
            </w:r>
          </w:p>
        </w:tc>
      </w:tr>
    </w:tbl>
    <w:p w14:paraId="77765191" w14:textId="7BBE20EE"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5963BF2"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2" w:name="T_FRI" w:colFirst="0" w:colLast="0"/>
          <w:p w14:paraId="6E9B6202" w14:textId="2776FD1D" w:rsidR="001F5B4D" w:rsidRPr="001F5B4D" w:rsidRDefault="001F5B4D" w:rsidP="001F5B4D">
            <w:pPr>
              <w:rPr>
                <w:b/>
              </w:rPr>
            </w:pPr>
            <w:r w:rsidRPr="001F5B4D">
              <w:rPr>
                <w:b/>
              </w:rPr>
              <w:fldChar w:fldCharType="begin"/>
            </w:r>
            <w:r w:rsidRPr="001F5B4D">
              <w:rPr>
                <w:b/>
              </w:rPr>
              <w:instrText xml:space="preserve"> HYPERLINK  \l "S_FRI" \o "PSA Score" </w:instrText>
            </w:r>
            <w:r w:rsidRPr="001F5B4D">
              <w:rPr>
                <w:b/>
              </w:rPr>
            </w:r>
            <w:r w:rsidRPr="001F5B4D">
              <w:rPr>
                <w:b/>
              </w:rPr>
              <w:fldChar w:fldCharType="separate"/>
            </w:r>
            <w:r w:rsidRPr="001F5B4D">
              <w:rPr>
                <w:rStyle w:val="Hyperlink"/>
                <w:b/>
              </w:rPr>
              <w:t>Frigate tuna</w:t>
            </w:r>
            <w:r w:rsidRPr="001F5B4D">
              <w:rPr>
                <w:b/>
              </w:rPr>
              <w:fldChar w:fldCharType="end"/>
            </w:r>
          </w:p>
        </w:tc>
        <w:tc>
          <w:tcPr>
            <w:tcW w:w="3969" w:type="dxa"/>
            <w:gridSpan w:val="2"/>
            <w:tcBorders>
              <w:bottom w:val="single" w:sz="4" w:space="0" w:color="auto"/>
            </w:tcBorders>
            <w:shd w:val="clear" w:color="auto" w:fill="998877"/>
          </w:tcPr>
          <w:p w14:paraId="35A7E8AE" w14:textId="125CD02E" w:rsidR="001F5B4D" w:rsidRPr="001F5B4D" w:rsidRDefault="001F5B4D" w:rsidP="001F5B4D">
            <w:pPr>
              <w:rPr>
                <w:b/>
                <w:i/>
              </w:rPr>
            </w:pPr>
            <w:r w:rsidRPr="001F5B4D">
              <w:rPr>
                <w:b/>
                <w:i/>
              </w:rPr>
              <w:t>Auxis thazard</w:t>
            </w:r>
          </w:p>
        </w:tc>
      </w:tr>
      <w:bookmarkEnd w:id="132"/>
      <w:tr w:rsidR="001F5B4D" w:rsidRPr="001F5B4D" w14:paraId="613E1F21" w14:textId="77777777" w:rsidTr="00370BF2">
        <w:tblPrEx>
          <w:tblCellMar>
            <w:top w:w="0" w:type="dxa"/>
            <w:bottom w:w="0" w:type="dxa"/>
          </w:tblCellMar>
        </w:tblPrEx>
        <w:trPr>
          <w:cantSplit/>
        </w:trPr>
        <w:tc>
          <w:tcPr>
            <w:tcW w:w="7938" w:type="dxa"/>
            <w:gridSpan w:val="4"/>
            <w:shd w:val="clear" w:color="auto" w:fill="998877"/>
          </w:tcPr>
          <w:p w14:paraId="50B23F95" w14:textId="76508E0B" w:rsidR="001F5B4D" w:rsidRPr="001F5B4D" w:rsidRDefault="001F5B4D" w:rsidP="001F5B4D">
            <w:pPr>
              <w:rPr>
                <w:b/>
              </w:rPr>
            </w:pPr>
            <w:r w:rsidRPr="001F5B4D">
              <w:rPr>
                <w:b/>
              </w:rPr>
              <w:t>Productivity</w:t>
            </w:r>
          </w:p>
        </w:tc>
      </w:tr>
      <w:tr w:rsidR="001F5B4D" w:rsidRPr="001F5B4D" w14:paraId="3C92F1FB" w14:textId="77777777" w:rsidTr="001F5B4D">
        <w:tblPrEx>
          <w:tblCellMar>
            <w:top w:w="0" w:type="dxa"/>
            <w:bottom w:w="0" w:type="dxa"/>
          </w:tblCellMar>
        </w:tblPrEx>
        <w:trPr>
          <w:cantSplit/>
        </w:trPr>
        <w:tc>
          <w:tcPr>
            <w:tcW w:w="2551" w:type="dxa"/>
            <w:shd w:val="clear" w:color="auto" w:fill="998877"/>
          </w:tcPr>
          <w:p w14:paraId="273D1353" w14:textId="0B663DC4" w:rsidR="001F5B4D" w:rsidRPr="001F5B4D" w:rsidRDefault="001F5B4D" w:rsidP="001F5B4D">
            <w:r w:rsidRPr="001F5B4D">
              <w:t>Average age at maturity</w:t>
            </w:r>
          </w:p>
        </w:tc>
        <w:tc>
          <w:tcPr>
            <w:tcW w:w="4536" w:type="dxa"/>
            <w:gridSpan w:val="2"/>
          </w:tcPr>
          <w:p w14:paraId="6D1B24ED" w14:textId="6C5C439E" w:rsidR="001F5B4D" w:rsidRPr="001F5B4D" w:rsidRDefault="001F5B4D" w:rsidP="001F5B4D">
            <w:r w:rsidRPr="001F5B4D">
              <w:t>Species growth rate (K) is 0.787, which is higher than lowest risk K (0.183) for age at maturity.</w:t>
            </w:r>
          </w:p>
        </w:tc>
        <w:tc>
          <w:tcPr>
            <w:tcW w:w="851" w:type="dxa"/>
          </w:tcPr>
          <w:p w14:paraId="456486C4" w14:textId="2A9B062D" w:rsidR="001F5B4D" w:rsidRPr="001F5B4D" w:rsidRDefault="001F5B4D" w:rsidP="001F5B4D">
            <w:r w:rsidRPr="001F5B4D">
              <w:t>1</w:t>
            </w:r>
          </w:p>
        </w:tc>
      </w:tr>
      <w:tr w:rsidR="001F5B4D" w:rsidRPr="001F5B4D" w14:paraId="65D60F6C" w14:textId="77777777" w:rsidTr="001F5B4D">
        <w:tblPrEx>
          <w:tblCellMar>
            <w:top w:w="0" w:type="dxa"/>
            <w:bottom w:w="0" w:type="dxa"/>
          </w:tblCellMar>
        </w:tblPrEx>
        <w:trPr>
          <w:cantSplit/>
        </w:trPr>
        <w:tc>
          <w:tcPr>
            <w:tcW w:w="2551" w:type="dxa"/>
            <w:shd w:val="clear" w:color="auto" w:fill="998877"/>
          </w:tcPr>
          <w:p w14:paraId="6C5A0FC9" w14:textId="1848B6E7" w:rsidR="001F5B4D" w:rsidRPr="001F5B4D" w:rsidRDefault="001F5B4D" w:rsidP="001F5B4D">
            <w:r w:rsidRPr="001F5B4D">
              <w:t>Average max age</w:t>
            </w:r>
          </w:p>
        </w:tc>
        <w:tc>
          <w:tcPr>
            <w:tcW w:w="4536" w:type="dxa"/>
            <w:gridSpan w:val="2"/>
          </w:tcPr>
          <w:p w14:paraId="561C778C" w14:textId="389D8B7E" w:rsidR="001F5B4D" w:rsidRPr="001F5B4D" w:rsidRDefault="001F5B4D" w:rsidP="001F5B4D">
            <w:r w:rsidRPr="001F5B4D">
              <w:t>Species growth rate (K) is 0.787, which is higher than lowest risk K (0.30) for maximum age.</w:t>
            </w:r>
          </w:p>
        </w:tc>
        <w:tc>
          <w:tcPr>
            <w:tcW w:w="851" w:type="dxa"/>
          </w:tcPr>
          <w:p w14:paraId="1D23147F" w14:textId="0EFD36DF" w:rsidR="001F5B4D" w:rsidRPr="001F5B4D" w:rsidRDefault="001F5B4D" w:rsidP="001F5B4D">
            <w:r w:rsidRPr="001F5B4D">
              <w:t>1</w:t>
            </w:r>
          </w:p>
        </w:tc>
      </w:tr>
      <w:tr w:rsidR="001F5B4D" w:rsidRPr="001F5B4D" w14:paraId="4E93ABCE" w14:textId="77777777" w:rsidTr="001F5B4D">
        <w:tblPrEx>
          <w:tblCellMar>
            <w:top w:w="0" w:type="dxa"/>
            <w:bottom w:w="0" w:type="dxa"/>
          </w:tblCellMar>
        </w:tblPrEx>
        <w:trPr>
          <w:cantSplit/>
        </w:trPr>
        <w:tc>
          <w:tcPr>
            <w:tcW w:w="2551" w:type="dxa"/>
            <w:shd w:val="clear" w:color="auto" w:fill="998877"/>
          </w:tcPr>
          <w:p w14:paraId="601A806B" w14:textId="232EB12D" w:rsidR="001F5B4D" w:rsidRPr="001F5B4D" w:rsidRDefault="001F5B4D" w:rsidP="001F5B4D">
            <w:r w:rsidRPr="001F5B4D">
              <w:t>Fecundity</w:t>
            </w:r>
          </w:p>
        </w:tc>
        <w:tc>
          <w:tcPr>
            <w:tcW w:w="4536" w:type="dxa"/>
            <w:gridSpan w:val="2"/>
          </w:tcPr>
          <w:p w14:paraId="73BD6F12" w14:textId="514FCC9C" w:rsidR="001F5B4D" w:rsidRPr="001F5B4D" w:rsidRDefault="001F5B4D" w:rsidP="001F5B4D">
            <w:r w:rsidRPr="001F5B4D">
              <w:t>Species fecundity is 200000 eggs/year, which is higher than the lowest risk value (20000).</w:t>
            </w:r>
          </w:p>
        </w:tc>
        <w:tc>
          <w:tcPr>
            <w:tcW w:w="851" w:type="dxa"/>
          </w:tcPr>
          <w:p w14:paraId="455AFC73" w14:textId="7D695E86" w:rsidR="001F5B4D" w:rsidRPr="001F5B4D" w:rsidRDefault="001F5B4D" w:rsidP="001F5B4D">
            <w:r w:rsidRPr="001F5B4D">
              <w:t>1</w:t>
            </w:r>
          </w:p>
        </w:tc>
      </w:tr>
      <w:tr w:rsidR="001F5B4D" w:rsidRPr="001F5B4D" w14:paraId="05143CE1" w14:textId="77777777" w:rsidTr="001F5B4D">
        <w:tblPrEx>
          <w:tblCellMar>
            <w:top w:w="0" w:type="dxa"/>
            <w:bottom w:w="0" w:type="dxa"/>
          </w:tblCellMar>
        </w:tblPrEx>
        <w:trPr>
          <w:cantSplit/>
        </w:trPr>
        <w:tc>
          <w:tcPr>
            <w:tcW w:w="2551" w:type="dxa"/>
            <w:shd w:val="clear" w:color="auto" w:fill="998877"/>
          </w:tcPr>
          <w:p w14:paraId="1232EA7C" w14:textId="4E5C436C" w:rsidR="001F5B4D" w:rsidRPr="001F5B4D" w:rsidRDefault="001F5B4D" w:rsidP="001F5B4D">
            <w:r w:rsidRPr="001F5B4D">
              <w:t>Average max size</w:t>
            </w:r>
          </w:p>
        </w:tc>
        <w:tc>
          <w:tcPr>
            <w:tcW w:w="4536" w:type="dxa"/>
            <w:gridSpan w:val="2"/>
          </w:tcPr>
          <w:p w14:paraId="465A590F" w14:textId="4493731B" w:rsidR="001F5B4D" w:rsidRPr="001F5B4D" w:rsidRDefault="001F5B4D" w:rsidP="001F5B4D">
            <w:r w:rsidRPr="001F5B4D">
              <w:t>Species maximum length is 65, which is lower than the lowest risk value (100cm).</w:t>
            </w:r>
          </w:p>
        </w:tc>
        <w:tc>
          <w:tcPr>
            <w:tcW w:w="851" w:type="dxa"/>
          </w:tcPr>
          <w:p w14:paraId="13176F44" w14:textId="67B3A9B9" w:rsidR="001F5B4D" w:rsidRPr="001F5B4D" w:rsidRDefault="001F5B4D" w:rsidP="001F5B4D">
            <w:r w:rsidRPr="001F5B4D">
              <w:t>1</w:t>
            </w:r>
          </w:p>
        </w:tc>
      </w:tr>
      <w:tr w:rsidR="001F5B4D" w:rsidRPr="001F5B4D" w14:paraId="2C8BAD2B" w14:textId="77777777" w:rsidTr="001F5B4D">
        <w:tblPrEx>
          <w:tblCellMar>
            <w:top w:w="0" w:type="dxa"/>
            <w:bottom w:w="0" w:type="dxa"/>
          </w:tblCellMar>
        </w:tblPrEx>
        <w:trPr>
          <w:cantSplit/>
        </w:trPr>
        <w:tc>
          <w:tcPr>
            <w:tcW w:w="2551" w:type="dxa"/>
            <w:shd w:val="clear" w:color="auto" w:fill="998877"/>
          </w:tcPr>
          <w:p w14:paraId="7470278D" w14:textId="72831304" w:rsidR="001F5B4D" w:rsidRPr="001F5B4D" w:rsidRDefault="001F5B4D" w:rsidP="001F5B4D">
            <w:r w:rsidRPr="001F5B4D">
              <w:t>Average size at maturity</w:t>
            </w:r>
          </w:p>
        </w:tc>
        <w:tc>
          <w:tcPr>
            <w:tcW w:w="4536" w:type="dxa"/>
            <w:gridSpan w:val="2"/>
          </w:tcPr>
          <w:p w14:paraId="0DAA45AF" w14:textId="297D877A" w:rsidR="001F5B4D" w:rsidRPr="001F5B4D" w:rsidRDefault="001F5B4D" w:rsidP="001F5B4D">
            <w:r w:rsidRPr="001F5B4D">
              <w:t>Species length at maturity is 30, which is lower than the lowest risk value (40cm).</w:t>
            </w:r>
          </w:p>
        </w:tc>
        <w:tc>
          <w:tcPr>
            <w:tcW w:w="851" w:type="dxa"/>
          </w:tcPr>
          <w:p w14:paraId="58400EFC" w14:textId="4FC31315" w:rsidR="001F5B4D" w:rsidRPr="001F5B4D" w:rsidRDefault="001F5B4D" w:rsidP="001F5B4D">
            <w:r w:rsidRPr="001F5B4D">
              <w:t>1</w:t>
            </w:r>
          </w:p>
        </w:tc>
      </w:tr>
      <w:tr w:rsidR="001F5B4D" w:rsidRPr="001F5B4D" w14:paraId="7348C3F8" w14:textId="77777777" w:rsidTr="001F5B4D">
        <w:tblPrEx>
          <w:tblCellMar>
            <w:top w:w="0" w:type="dxa"/>
            <w:bottom w:w="0" w:type="dxa"/>
          </w:tblCellMar>
        </w:tblPrEx>
        <w:trPr>
          <w:cantSplit/>
        </w:trPr>
        <w:tc>
          <w:tcPr>
            <w:tcW w:w="2551" w:type="dxa"/>
            <w:shd w:val="clear" w:color="auto" w:fill="998877"/>
          </w:tcPr>
          <w:p w14:paraId="057F1960" w14:textId="09BFFC93" w:rsidR="001F5B4D" w:rsidRPr="001F5B4D" w:rsidRDefault="001F5B4D" w:rsidP="001F5B4D">
            <w:r w:rsidRPr="001F5B4D">
              <w:t>Reproductive strategy</w:t>
            </w:r>
          </w:p>
        </w:tc>
        <w:tc>
          <w:tcPr>
            <w:tcW w:w="4536" w:type="dxa"/>
            <w:gridSpan w:val="2"/>
          </w:tcPr>
          <w:p w14:paraId="77FD27AD" w14:textId="2549551E" w:rsidR="001F5B4D" w:rsidRPr="001F5B4D" w:rsidRDefault="001F5B4D" w:rsidP="001F5B4D">
            <w:r w:rsidRPr="001F5B4D">
              <w:t>Species reproductive strategy is broadcast spawner, which is low risk.</w:t>
            </w:r>
          </w:p>
        </w:tc>
        <w:tc>
          <w:tcPr>
            <w:tcW w:w="851" w:type="dxa"/>
          </w:tcPr>
          <w:p w14:paraId="45E813B4" w14:textId="09531ED8" w:rsidR="001F5B4D" w:rsidRPr="001F5B4D" w:rsidRDefault="001F5B4D" w:rsidP="001F5B4D">
            <w:r w:rsidRPr="001F5B4D">
              <w:t>1</w:t>
            </w:r>
          </w:p>
        </w:tc>
      </w:tr>
      <w:tr w:rsidR="001F5B4D" w:rsidRPr="001F5B4D" w14:paraId="4C2F73D6" w14:textId="77777777" w:rsidTr="001F5B4D">
        <w:tblPrEx>
          <w:tblCellMar>
            <w:top w:w="0" w:type="dxa"/>
            <w:bottom w:w="0" w:type="dxa"/>
          </w:tblCellMar>
        </w:tblPrEx>
        <w:trPr>
          <w:cantSplit/>
        </w:trPr>
        <w:tc>
          <w:tcPr>
            <w:tcW w:w="2551" w:type="dxa"/>
            <w:shd w:val="clear" w:color="auto" w:fill="998877"/>
          </w:tcPr>
          <w:p w14:paraId="4992EA4B" w14:textId="54D2E7C2" w:rsidR="001F5B4D" w:rsidRPr="001F5B4D" w:rsidRDefault="001F5B4D" w:rsidP="001F5B4D">
            <w:r w:rsidRPr="001F5B4D">
              <w:t>Trophic level</w:t>
            </w:r>
          </w:p>
        </w:tc>
        <w:tc>
          <w:tcPr>
            <w:tcW w:w="4536" w:type="dxa"/>
            <w:gridSpan w:val="2"/>
            <w:tcBorders>
              <w:bottom w:val="single" w:sz="4" w:space="0" w:color="auto"/>
            </w:tcBorders>
          </w:tcPr>
          <w:p w14:paraId="243319FC" w14:textId="3A11EC85" w:rsidR="001F5B4D" w:rsidRPr="001F5B4D" w:rsidRDefault="001F5B4D" w:rsidP="001F5B4D">
            <w:r w:rsidRPr="001F5B4D">
              <w:t>Species trophic level is 4.4, which is higher than the highest risk value (3.25).</w:t>
            </w:r>
          </w:p>
        </w:tc>
        <w:tc>
          <w:tcPr>
            <w:tcW w:w="851" w:type="dxa"/>
          </w:tcPr>
          <w:p w14:paraId="5778B11C" w14:textId="5CAB8B7F" w:rsidR="001F5B4D" w:rsidRPr="001F5B4D" w:rsidRDefault="001F5B4D" w:rsidP="001F5B4D">
            <w:r w:rsidRPr="001F5B4D">
              <w:t>3</w:t>
            </w:r>
          </w:p>
        </w:tc>
      </w:tr>
      <w:tr w:rsidR="001F5B4D" w:rsidRPr="001F5B4D" w14:paraId="0E995D40"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37BAB76" w14:textId="77777777" w:rsidR="001F5B4D" w:rsidRPr="001F5B4D" w:rsidRDefault="001F5B4D" w:rsidP="001F5B4D"/>
        </w:tc>
        <w:tc>
          <w:tcPr>
            <w:tcW w:w="4536" w:type="dxa"/>
            <w:gridSpan w:val="2"/>
            <w:tcBorders>
              <w:bottom w:val="single" w:sz="4" w:space="0" w:color="auto"/>
            </w:tcBorders>
            <w:shd w:val="clear" w:color="auto" w:fill="998877"/>
          </w:tcPr>
          <w:p w14:paraId="4A6DBC16" w14:textId="3C137788" w:rsidR="001F5B4D" w:rsidRPr="001F5B4D" w:rsidRDefault="001F5B4D" w:rsidP="001F5B4D">
            <w:r w:rsidRPr="001F5B4D">
              <w:t>Productivity score</w:t>
            </w:r>
          </w:p>
        </w:tc>
        <w:tc>
          <w:tcPr>
            <w:tcW w:w="851" w:type="dxa"/>
            <w:tcBorders>
              <w:bottom w:val="single" w:sz="4" w:space="0" w:color="auto"/>
            </w:tcBorders>
          </w:tcPr>
          <w:p w14:paraId="6ED5793F" w14:textId="51DD6190" w:rsidR="001F5B4D" w:rsidRPr="001F5B4D" w:rsidRDefault="001F5B4D" w:rsidP="001F5B4D">
            <w:r w:rsidRPr="001F5B4D">
              <w:t>1.29</w:t>
            </w:r>
          </w:p>
        </w:tc>
      </w:tr>
      <w:tr w:rsidR="001F5B4D" w:rsidRPr="001F5B4D" w14:paraId="2F2CF323" w14:textId="77777777" w:rsidTr="00873AAC">
        <w:tblPrEx>
          <w:tblCellMar>
            <w:top w:w="0" w:type="dxa"/>
            <w:bottom w:w="0" w:type="dxa"/>
          </w:tblCellMar>
        </w:tblPrEx>
        <w:trPr>
          <w:cantSplit/>
        </w:trPr>
        <w:tc>
          <w:tcPr>
            <w:tcW w:w="7938" w:type="dxa"/>
            <w:gridSpan w:val="4"/>
            <w:shd w:val="clear" w:color="auto" w:fill="998877"/>
          </w:tcPr>
          <w:p w14:paraId="18FCA404" w14:textId="19CA8F27" w:rsidR="001F5B4D" w:rsidRPr="001F5B4D" w:rsidRDefault="001F5B4D" w:rsidP="001F5B4D">
            <w:pPr>
              <w:rPr>
                <w:b/>
              </w:rPr>
            </w:pPr>
            <w:r w:rsidRPr="001F5B4D">
              <w:rPr>
                <w:b/>
              </w:rPr>
              <w:t>Susceptibility</w:t>
            </w:r>
          </w:p>
        </w:tc>
      </w:tr>
      <w:tr w:rsidR="001F5B4D" w:rsidRPr="001F5B4D" w14:paraId="61E421AB" w14:textId="77777777" w:rsidTr="001F5B4D">
        <w:tblPrEx>
          <w:tblCellMar>
            <w:top w:w="0" w:type="dxa"/>
            <w:bottom w:w="0" w:type="dxa"/>
          </w:tblCellMar>
        </w:tblPrEx>
        <w:trPr>
          <w:cantSplit/>
        </w:trPr>
        <w:tc>
          <w:tcPr>
            <w:tcW w:w="2551" w:type="dxa"/>
            <w:shd w:val="clear" w:color="auto" w:fill="998877"/>
          </w:tcPr>
          <w:p w14:paraId="6A785CB4" w14:textId="0AE299C5" w:rsidR="001F5B4D" w:rsidRPr="001F5B4D" w:rsidRDefault="001F5B4D" w:rsidP="001F5B4D">
            <w:r w:rsidRPr="001F5B4D">
              <w:t>Areal overlap (availability)</w:t>
            </w:r>
          </w:p>
        </w:tc>
        <w:tc>
          <w:tcPr>
            <w:tcW w:w="4536" w:type="dxa"/>
            <w:gridSpan w:val="2"/>
          </w:tcPr>
          <w:p w14:paraId="2689612D" w14:textId="3231E2CC" w:rsidR="001F5B4D" w:rsidRPr="001F5B4D" w:rsidRDefault="001F5B4D" w:rsidP="001F5B4D">
            <w:r w:rsidRPr="001F5B4D">
              <w:t>Worldwide pelagic distribution</w:t>
            </w:r>
          </w:p>
        </w:tc>
        <w:tc>
          <w:tcPr>
            <w:tcW w:w="851" w:type="dxa"/>
          </w:tcPr>
          <w:p w14:paraId="7F61B184" w14:textId="3ED689D8" w:rsidR="001F5B4D" w:rsidRPr="001F5B4D" w:rsidRDefault="001F5B4D" w:rsidP="001F5B4D">
            <w:r w:rsidRPr="001F5B4D">
              <w:t>3</w:t>
            </w:r>
          </w:p>
        </w:tc>
      </w:tr>
      <w:tr w:rsidR="001F5B4D" w:rsidRPr="001F5B4D" w14:paraId="2291CB62" w14:textId="77777777" w:rsidTr="001F5B4D">
        <w:tblPrEx>
          <w:tblCellMar>
            <w:top w:w="0" w:type="dxa"/>
            <w:bottom w:w="0" w:type="dxa"/>
          </w:tblCellMar>
        </w:tblPrEx>
        <w:trPr>
          <w:cantSplit/>
        </w:trPr>
        <w:tc>
          <w:tcPr>
            <w:tcW w:w="2551" w:type="dxa"/>
            <w:shd w:val="clear" w:color="auto" w:fill="998877"/>
          </w:tcPr>
          <w:p w14:paraId="07EC7BC2" w14:textId="47730639" w:rsidR="001F5B4D" w:rsidRPr="001F5B4D" w:rsidRDefault="001F5B4D" w:rsidP="001F5B4D">
            <w:r w:rsidRPr="001F5B4D">
              <w:t>Encounterability</w:t>
            </w:r>
          </w:p>
        </w:tc>
        <w:tc>
          <w:tcPr>
            <w:tcW w:w="4536" w:type="dxa"/>
            <w:gridSpan w:val="2"/>
          </w:tcPr>
          <w:p w14:paraId="165484C4" w14:textId="22C2A1FC" w:rsidR="001F5B4D" w:rsidRPr="001F5B4D" w:rsidRDefault="001F5B4D" w:rsidP="001F5B4D">
            <w:r w:rsidRPr="001F5B4D">
              <w:t>The depth range of the species is 50-200m. For surface gears, the vertical overlap index with this species is 33.77%.</w:t>
            </w:r>
          </w:p>
        </w:tc>
        <w:tc>
          <w:tcPr>
            <w:tcW w:w="851" w:type="dxa"/>
          </w:tcPr>
          <w:p w14:paraId="43760B06" w14:textId="1FCCFBE4" w:rsidR="001F5B4D" w:rsidRPr="001F5B4D" w:rsidRDefault="001F5B4D" w:rsidP="001F5B4D">
            <w:r w:rsidRPr="001F5B4D">
              <w:t>3</w:t>
            </w:r>
          </w:p>
        </w:tc>
      </w:tr>
      <w:tr w:rsidR="001F5B4D" w:rsidRPr="001F5B4D" w14:paraId="1DF714AB" w14:textId="77777777" w:rsidTr="001F5B4D">
        <w:tblPrEx>
          <w:tblCellMar>
            <w:top w:w="0" w:type="dxa"/>
            <w:bottom w:w="0" w:type="dxa"/>
          </w:tblCellMar>
        </w:tblPrEx>
        <w:trPr>
          <w:cantSplit/>
        </w:trPr>
        <w:tc>
          <w:tcPr>
            <w:tcW w:w="2551" w:type="dxa"/>
            <w:shd w:val="clear" w:color="auto" w:fill="998877"/>
          </w:tcPr>
          <w:p w14:paraId="4E343F26" w14:textId="15E82E46" w:rsidR="001F5B4D" w:rsidRPr="001F5B4D" w:rsidRDefault="001F5B4D" w:rsidP="001F5B4D">
            <w:r w:rsidRPr="001F5B4D">
              <w:t>Selectivity</w:t>
            </w:r>
          </w:p>
        </w:tc>
        <w:tc>
          <w:tcPr>
            <w:tcW w:w="4536" w:type="dxa"/>
            <w:gridSpan w:val="2"/>
          </w:tcPr>
          <w:p w14:paraId="456778C2" w14:textId="0744021C" w:rsidR="001F5B4D" w:rsidRPr="001F5B4D" w:rsidRDefault="001F5B4D" w:rsidP="001F5B4D">
            <w:r w:rsidRPr="001F5B4D">
              <w:t>The maximum length of the species is 65cm. For tropical surface fisheries, the length overlap index with this species is 59.09%.</w:t>
            </w:r>
          </w:p>
        </w:tc>
        <w:tc>
          <w:tcPr>
            <w:tcW w:w="851" w:type="dxa"/>
          </w:tcPr>
          <w:p w14:paraId="2D909028" w14:textId="57119502" w:rsidR="001F5B4D" w:rsidRPr="001F5B4D" w:rsidRDefault="001F5B4D" w:rsidP="001F5B4D">
            <w:r w:rsidRPr="001F5B4D">
              <w:t>3</w:t>
            </w:r>
          </w:p>
        </w:tc>
      </w:tr>
      <w:tr w:rsidR="001F5B4D" w:rsidRPr="001F5B4D" w14:paraId="5C7D3B36" w14:textId="77777777" w:rsidTr="001F5B4D">
        <w:tblPrEx>
          <w:tblCellMar>
            <w:top w:w="0" w:type="dxa"/>
            <w:bottom w:w="0" w:type="dxa"/>
          </w:tblCellMar>
        </w:tblPrEx>
        <w:trPr>
          <w:cantSplit/>
        </w:trPr>
        <w:tc>
          <w:tcPr>
            <w:tcW w:w="2551" w:type="dxa"/>
            <w:shd w:val="clear" w:color="auto" w:fill="998877"/>
          </w:tcPr>
          <w:p w14:paraId="2AE09833" w14:textId="588E4757" w:rsidR="001F5B4D" w:rsidRPr="001F5B4D" w:rsidRDefault="001F5B4D" w:rsidP="001F5B4D">
            <w:r w:rsidRPr="001F5B4D">
              <w:t>Post capture mortality</w:t>
            </w:r>
          </w:p>
        </w:tc>
        <w:tc>
          <w:tcPr>
            <w:tcW w:w="4536" w:type="dxa"/>
            <w:gridSpan w:val="2"/>
            <w:tcBorders>
              <w:bottom w:val="single" w:sz="4" w:space="0" w:color="auto"/>
            </w:tcBorders>
          </w:tcPr>
          <w:p w14:paraId="053B9939" w14:textId="6553B7BC" w:rsidR="001F5B4D" w:rsidRPr="001F5B4D" w:rsidRDefault="001F5B4D" w:rsidP="001F5B4D">
            <w:r w:rsidRPr="001F5B4D">
              <w:t>No direct evidence of survival after capture.</w:t>
            </w:r>
          </w:p>
        </w:tc>
        <w:tc>
          <w:tcPr>
            <w:tcW w:w="851" w:type="dxa"/>
          </w:tcPr>
          <w:p w14:paraId="5A71D820" w14:textId="57BC8D0C" w:rsidR="001F5B4D" w:rsidRPr="001F5B4D" w:rsidRDefault="001F5B4D" w:rsidP="001F5B4D">
            <w:r w:rsidRPr="001F5B4D">
              <w:t>3</w:t>
            </w:r>
          </w:p>
        </w:tc>
      </w:tr>
      <w:tr w:rsidR="001F5B4D" w:rsidRPr="001F5B4D" w14:paraId="53223B57" w14:textId="77777777" w:rsidTr="001F5B4D">
        <w:tblPrEx>
          <w:tblCellMar>
            <w:top w:w="0" w:type="dxa"/>
            <w:bottom w:w="0" w:type="dxa"/>
          </w:tblCellMar>
        </w:tblPrEx>
        <w:trPr>
          <w:cantSplit/>
        </w:trPr>
        <w:tc>
          <w:tcPr>
            <w:tcW w:w="2551" w:type="dxa"/>
            <w:shd w:val="clear" w:color="auto" w:fill="998877"/>
          </w:tcPr>
          <w:p w14:paraId="4B555C8F" w14:textId="77777777" w:rsidR="001F5B4D" w:rsidRPr="001F5B4D" w:rsidRDefault="001F5B4D" w:rsidP="001F5B4D"/>
        </w:tc>
        <w:tc>
          <w:tcPr>
            <w:tcW w:w="4536" w:type="dxa"/>
            <w:gridSpan w:val="2"/>
            <w:tcBorders>
              <w:bottom w:val="single" w:sz="4" w:space="0" w:color="auto"/>
            </w:tcBorders>
            <w:shd w:val="clear" w:color="auto" w:fill="998877"/>
          </w:tcPr>
          <w:p w14:paraId="24CCC0E7" w14:textId="777BF8D2" w:rsidR="001F5B4D" w:rsidRPr="001F5B4D" w:rsidRDefault="001F5B4D" w:rsidP="001F5B4D">
            <w:r w:rsidRPr="001F5B4D">
              <w:t>Susceptibility score</w:t>
            </w:r>
          </w:p>
        </w:tc>
        <w:tc>
          <w:tcPr>
            <w:tcW w:w="851" w:type="dxa"/>
          </w:tcPr>
          <w:p w14:paraId="5E11276C" w14:textId="6A058CF8" w:rsidR="001F5B4D" w:rsidRPr="001F5B4D" w:rsidRDefault="001F5B4D" w:rsidP="001F5B4D">
            <w:r w:rsidRPr="001F5B4D">
              <w:t>3.00</w:t>
            </w:r>
          </w:p>
        </w:tc>
      </w:tr>
      <w:tr w:rsidR="001F5B4D" w:rsidRPr="001F5B4D" w14:paraId="19061201" w14:textId="77777777" w:rsidTr="001F5B4D">
        <w:tblPrEx>
          <w:tblCellMar>
            <w:top w:w="0" w:type="dxa"/>
            <w:bottom w:w="0" w:type="dxa"/>
          </w:tblCellMar>
        </w:tblPrEx>
        <w:trPr>
          <w:cantSplit/>
        </w:trPr>
        <w:tc>
          <w:tcPr>
            <w:tcW w:w="2551" w:type="dxa"/>
            <w:shd w:val="clear" w:color="auto" w:fill="998877"/>
          </w:tcPr>
          <w:p w14:paraId="634B6207" w14:textId="77777777" w:rsidR="001F5B4D" w:rsidRPr="001F5B4D" w:rsidRDefault="001F5B4D" w:rsidP="001F5B4D"/>
        </w:tc>
        <w:tc>
          <w:tcPr>
            <w:tcW w:w="4536" w:type="dxa"/>
            <w:gridSpan w:val="2"/>
            <w:shd w:val="clear" w:color="auto" w:fill="998877"/>
          </w:tcPr>
          <w:p w14:paraId="5DFC962F" w14:textId="71FDE985" w:rsidR="001F5B4D" w:rsidRPr="001F5B4D" w:rsidRDefault="001F5B4D" w:rsidP="001F5B4D">
            <w:r w:rsidRPr="001F5B4D">
              <w:t>Vulnerability score</w:t>
            </w:r>
          </w:p>
        </w:tc>
        <w:tc>
          <w:tcPr>
            <w:tcW w:w="851" w:type="dxa"/>
          </w:tcPr>
          <w:p w14:paraId="3E1A7BA4" w14:textId="34F494F2" w:rsidR="001F5B4D" w:rsidRPr="001F5B4D" w:rsidRDefault="001F5B4D" w:rsidP="001F5B4D">
            <w:r w:rsidRPr="001F5B4D">
              <w:t>3.26</w:t>
            </w:r>
          </w:p>
        </w:tc>
      </w:tr>
    </w:tbl>
    <w:p w14:paraId="48023442" w14:textId="2602C4AF"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1870421"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3" w:name="T_LTA" w:colFirst="0" w:colLast="0"/>
          <w:p w14:paraId="7AFAB538" w14:textId="325D4BB3" w:rsidR="001F5B4D" w:rsidRPr="001F5B4D" w:rsidRDefault="001F5B4D" w:rsidP="001F5B4D">
            <w:pPr>
              <w:rPr>
                <w:b/>
              </w:rPr>
            </w:pPr>
            <w:r w:rsidRPr="001F5B4D">
              <w:rPr>
                <w:b/>
              </w:rPr>
              <w:fldChar w:fldCharType="begin"/>
            </w:r>
            <w:r w:rsidRPr="001F5B4D">
              <w:rPr>
                <w:b/>
              </w:rPr>
              <w:instrText xml:space="preserve"> HYPERLINK  \l "S_LTA" \o "PSA Score" </w:instrText>
            </w:r>
            <w:r w:rsidRPr="001F5B4D">
              <w:rPr>
                <w:b/>
              </w:rPr>
            </w:r>
            <w:r w:rsidRPr="001F5B4D">
              <w:rPr>
                <w:b/>
              </w:rPr>
              <w:fldChar w:fldCharType="separate"/>
            </w:r>
            <w:r w:rsidRPr="001F5B4D">
              <w:rPr>
                <w:rStyle w:val="Hyperlink"/>
                <w:b/>
              </w:rPr>
              <w:t>Little tunny</w:t>
            </w:r>
            <w:r w:rsidRPr="001F5B4D">
              <w:rPr>
                <w:b/>
              </w:rPr>
              <w:fldChar w:fldCharType="end"/>
            </w:r>
          </w:p>
        </w:tc>
        <w:tc>
          <w:tcPr>
            <w:tcW w:w="3969" w:type="dxa"/>
            <w:gridSpan w:val="2"/>
            <w:tcBorders>
              <w:bottom w:val="single" w:sz="4" w:space="0" w:color="auto"/>
            </w:tcBorders>
            <w:shd w:val="clear" w:color="auto" w:fill="998877"/>
          </w:tcPr>
          <w:p w14:paraId="16FCF671" w14:textId="4EAE6F66" w:rsidR="001F5B4D" w:rsidRPr="001F5B4D" w:rsidRDefault="001F5B4D" w:rsidP="001F5B4D">
            <w:pPr>
              <w:rPr>
                <w:b/>
                <w:i/>
              </w:rPr>
            </w:pPr>
            <w:r w:rsidRPr="001F5B4D">
              <w:rPr>
                <w:b/>
                <w:i/>
              </w:rPr>
              <w:t>Euthynnus alletteratus</w:t>
            </w:r>
          </w:p>
        </w:tc>
      </w:tr>
      <w:bookmarkEnd w:id="133"/>
      <w:tr w:rsidR="001F5B4D" w:rsidRPr="001F5B4D" w14:paraId="6D03ABBC" w14:textId="77777777" w:rsidTr="00901988">
        <w:tblPrEx>
          <w:tblCellMar>
            <w:top w:w="0" w:type="dxa"/>
            <w:bottom w:w="0" w:type="dxa"/>
          </w:tblCellMar>
        </w:tblPrEx>
        <w:trPr>
          <w:cantSplit/>
        </w:trPr>
        <w:tc>
          <w:tcPr>
            <w:tcW w:w="7938" w:type="dxa"/>
            <w:gridSpan w:val="4"/>
            <w:shd w:val="clear" w:color="auto" w:fill="998877"/>
          </w:tcPr>
          <w:p w14:paraId="37CDCB79" w14:textId="2D1611F1" w:rsidR="001F5B4D" w:rsidRPr="001F5B4D" w:rsidRDefault="001F5B4D" w:rsidP="001F5B4D">
            <w:pPr>
              <w:rPr>
                <w:b/>
              </w:rPr>
            </w:pPr>
            <w:r w:rsidRPr="001F5B4D">
              <w:rPr>
                <w:b/>
              </w:rPr>
              <w:t>Productivity</w:t>
            </w:r>
          </w:p>
        </w:tc>
      </w:tr>
      <w:tr w:rsidR="001F5B4D" w:rsidRPr="001F5B4D" w14:paraId="3A0533F8" w14:textId="77777777" w:rsidTr="001F5B4D">
        <w:tblPrEx>
          <w:tblCellMar>
            <w:top w:w="0" w:type="dxa"/>
            <w:bottom w:w="0" w:type="dxa"/>
          </w:tblCellMar>
        </w:tblPrEx>
        <w:trPr>
          <w:cantSplit/>
        </w:trPr>
        <w:tc>
          <w:tcPr>
            <w:tcW w:w="2551" w:type="dxa"/>
            <w:shd w:val="clear" w:color="auto" w:fill="998877"/>
          </w:tcPr>
          <w:p w14:paraId="40E02FC7" w14:textId="42BB26F0" w:rsidR="001F5B4D" w:rsidRPr="001F5B4D" w:rsidRDefault="001F5B4D" w:rsidP="001F5B4D">
            <w:r w:rsidRPr="001F5B4D">
              <w:lastRenderedPageBreak/>
              <w:t>Average age at maturity</w:t>
            </w:r>
          </w:p>
        </w:tc>
        <w:tc>
          <w:tcPr>
            <w:tcW w:w="4536" w:type="dxa"/>
            <w:gridSpan w:val="2"/>
          </w:tcPr>
          <w:p w14:paraId="7395AF18" w14:textId="20D19D9B" w:rsidR="001F5B4D" w:rsidRPr="001F5B4D" w:rsidRDefault="001F5B4D" w:rsidP="001F5B4D">
            <w:r w:rsidRPr="001F5B4D">
              <w:t>Species growth rate (K) is 0.100, which is in the medium risk K range (0.061-0.183) for age at maturity.</w:t>
            </w:r>
          </w:p>
        </w:tc>
        <w:tc>
          <w:tcPr>
            <w:tcW w:w="851" w:type="dxa"/>
          </w:tcPr>
          <w:p w14:paraId="506B28B3" w14:textId="249803AD" w:rsidR="001F5B4D" w:rsidRPr="001F5B4D" w:rsidRDefault="001F5B4D" w:rsidP="001F5B4D">
            <w:r w:rsidRPr="001F5B4D">
              <w:t>2</w:t>
            </w:r>
          </w:p>
        </w:tc>
      </w:tr>
      <w:tr w:rsidR="001F5B4D" w:rsidRPr="001F5B4D" w14:paraId="22129163" w14:textId="77777777" w:rsidTr="001F5B4D">
        <w:tblPrEx>
          <w:tblCellMar>
            <w:top w:w="0" w:type="dxa"/>
            <w:bottom w:w="0" w:type="dxa"/>
          </w:tblCellMar>
        </w:tblPrEx>
        <w:trPr>
          <w:cantSplit/>
        </w:trPr>
        <w:tc>
          <w:tcPr>
            <w:tcW w:w="2551" w:type="dxa"/>
            <w:shd w:val="clear" w:color="auto" w:fill="998877"/>
          </w:tcPr>
          <w:p w14:paraId="74A77BDF" w14:textId="76D1B872" w:rsidR="001F5B4D" w:rsidRPr="001F5B4D" w:rsidRDefault="001F5B4D" w:rsidP="001F5B4D">
            <w:r w:rsidRPr="001F5B4D">
              <w:t>Average max age</w:t>
            </w:r>
          </w:p>
        </w:tc>
        <w:tc>
          <w:tcPr>
            <w:tcW w:w="4536" w:type="dxa"/>
            <w:gridSpan w:val="2"/>
          </w:tcPr>
          <w:p w14:paraId="5847FE7D" w14:textId="669DDAE2" w:rsidR="001F5B4D" w:rsidRPr="001F5B4D" w:rsidRDefault="001F5B4D" w:rsidP="001F5B4D">
            <w:r w:rsidRPr="001F5B4D">
              <w:t>Species growth rate (K) is 0.100, which is lower than highest risk K (0.12) for maximum age.</w:t>
            </w:r>
          </w:p>
        </w:tc>
        <w:tc>
          <w:tcPr>
            <w:tcW w:w="851" w:type="dxa"/>
          </w:tcPr>
          <w:p w14:paraId="5CFAF194" w14:textId="50E2F87A" w:rsidR="001F5B4D" w:rsidRPr="001F5B4D" w:rsidRDefault="001F5B4D" w:rsidP="001F5B4D">
            <w:r w:rsidRPr="001F5B4D">
              <w:t>3</w:t>
            </w:r>
          </w:p>
        </w:tc>
      </w:tr>
      <w:tr w:rsidR="001F5B4D" w:rsidRPr="001F5B4D" w14:paraId="3725D160" w14:textId="77777777" w:rsidTr="001F5B4D">
        <w:tblPrEx>
          <w:tblCellMar>
            <w:top w:w="0" w:type="dxa"/>
            <w:bottom w:w="0" w:type="dxa"/>
          </w:tblCellMar>
        </w:tblPrEx>
        <w:trPr>
          <w:cantSplit/>
        </w:trPr>
        <w:tc>
          <w:tcPr>
            <w:tcW w:w="2551" w:type="dxa"/>
            <w:shd w:val="clear" w:color="auto" w:fill="998877"/>
          </w:tcPr>
          <w:p w14:paraId="3D60358B" w14:textId="2E633B23" w:rsidR="001F5B4D" w:rsidRPr="001F5B4D" w:rsidRDefault="001F5B4D" w:rsidP="001F5B4D">
            <w:r w:rsidRPr="001F5B4D">
              <w:t>Fecundity</w:t>
            </w:r>
          </w:p>
        </w:tc>
        <w:tc>
          <w:tcPr>
            <w:tcW w:w="4536" w:type="dxa"/>
            <w:gridSpan w:val="2"/>
          </w:tcPr>
          <w:p w14:paraId="2EF2E047" w14:textId="2FE066E3" w:rsidR="001F5B4D" w:rsidRPr="001F5B4D" w:rsidRDefault="001F5B4D" w:rsidP="001F5B4D">
            <w:r w:rsidRPr="001F5B4D">
              <w:t>Species fecundity is 71000 eggs/year, which is higher than the lowest risk value (20000).</w:t>
            </w:r>
          </w:p>
        </w:tc>
        <w:tc>
          <w:tcPr>
            <w:tcW w:w="851" w:type="dxa"/>
          </w:tcPr>
          <w:p w14:paraId="3692C1E9" w14:textId="4ED7DCA5" w:rsidR="001F5B4D" w:rsidRPr="001F5B4D" w:rsidRDefault="001F5B4D" w:rsidP="001F5B4D">
            <w:r w:rsidRPr="001F5B4D">
              <w:t>1</w:t>
            </w:r>
          </w:p>
        </w:tc>
      </w:tr>
      <w:tr w:rsidR="001F5B4D" w:rsidRPr="001F5B4D" w14:paraId="60656899" w14:textId="77777777" w:rsidTr="001F5B4D">
        <w:tblPrEx>
          <w:tblCellMar>
            <w:top w:w="0" w:type="dxa"/>
            <w:bottom w:w="0" w:type="dxa"/>
          </w:tblCellMar>
        </w:tblPrEx>
        <w:trPr>
          <w:cantSplit/>
        </w:trPr>
        <w:tc>
          <w:tcPr>
            <w:tcW w:w="2551" w:type="dxa"/>
            <w:shd w:val="clear" w:color="auto" w:fill="998877"/>
          </w:tcPr>
          <w:p w14:paraId="40DE1F86" w14:textId="4A387909" w:rsidR="001F5B4D" w:rsidRPr="001F5B4D" w:rsidRDefault="001F5B4D" w:rsidP="001F5B4D">
            <w:r w:rsidRPr="001F5B4D">
              <w:t>Average max size</w:t>
            </w:r>
          </w:p>
        </w:tc>
        <w:tc>
          <w:tcPr>
            <w:tcW w:w="4536" w:type="dxa"/>
            <w:gridSpan w:val="2"/>
          </w:tcPr>
          <w:p w14:paraId="246C34BE" w14:textId="738838F7" w:rsidR="001F5B4D" w:rsidRPr="001F5B4D" w:rsidRDefault="001F5B4D" w:rsidP="001F5B4D">
            <w:r w:rsidRPr="001F5B4D">
              <w:t>Species maximum length is 122, which is in the medium risk range (100-300cm).</w:t>
            </w:r>
          </w:p>
        </w:tc>
        <w:tc>
          <w:tcPr>
            <w:tcW w:w="851" w:type="dxa"/>
          </w:tcPr>
          <w:p w14:paraId="6630276D" w14:textId="4BFE4EBF" w:rsidR="001F5B4D" w:rsidRPr="001F5B4D" w:rsidRDefault="001F5B4D" w:rsidP="001F5B4D">
            <w:r w:rsidRPr="001F5B4D">
              <w:t>2</w:t>
            </w:r>
          </w:p>
        </w:tc>
      </w:tr>
      <w:tr w:rsidR="001F5B4D" w:rsidRPr="001F5B4D" w14:paraId="053534F4" w14:textId="77777777" w:rsidTr="001F5B4D">
        <w:tblPrEx>
          <w:tblCellMar>
            <w:top w:w="0" w:type="dxa"/>
            <w:bottom w:w="0" w:type="dxa"/>
          </w:tblCellMar>
        </w:tblPrEx>
        <w:trPr>
          <w:cantSplit/>
        </w:trPr>
        <w:tc>
          <w:tcPr>
            <w:tcW w:w="2551" w:type="dxa"/>
            <w:shd w:val="clear" w:color="auto" w:fill="998877"/>
          </w:tcPr>
          <w:p w14:paraId="2D6A93EB" w14:textId="761FC854" w:rsidR="001F5B4D" w:rsidRPr="001F5B4D" w:rsidRDefault="001F5B4D" w:rsidP="001F5B4D">
            <w:r w:rsidRPr="001F5B4D">
              <w:t>Average size at maturity</w:t>
            </w:r>
          </w:p>
        </w:tc>
        <w:tc>
          <w:tcPr>
            <w:tcW w:w="4536" w:type="dxa"/>
            <w:gridSpan w:val="2"/>
          </w:tcPr>
          <w:p w14:paraId="6CB96C25" w14:textId="3C5541A4" w:rsidR="001F5B4D" w:rsidRPr="001F5B4D" w:rsidRDefault="001F5B4D" w:rsidP="001F5B4D">
            <w:r w:rsidRPr="001F5B4D">
              <w:t>Species length at maturity is 42, which is in the medium risk range (40-200cm).</w:t>
            </w:r>
          </w:p>
        </w:tc>
        <w:tc>
          <w:tcPr>
            <w:tcW w:w="851" w:type="dxa"/>
          </w:tcPr>
          <w:p w14:paraId="2076B61D" w14:textId="2DC405A0" w:rsidR="001F5B4D" w:rsidRPr="001F5B4D" w:rsidRDefault="001F5B4D" w:rsidP="001F5B4D">
            <w:r w:rsidRPr="001F5B4D">
              <w:t>2</w:t>
            </w:r>
          </w:p>
        </w:tc>
      </w:tr>
      <w:tr w:rsidR="001F5B4D" w:rsidRPr="001F5B4D" w14:paraId="163DA42C" w14:textId="77777777" w:rsidTr="001F5B4D">
        <w:tblPrEx>
          <w:tblCellMar>
            <w:top w:w="0" w:type="dxa"/>
            <w:bottom w:w="0" w:type="dxa"/>
          </w:tblCellMar>
        </w:tblPrEx>
        <w:trPr>
          <w:cantSplit/>
        </w:trPr>
        <w:tc>
          <w:tcPr>
            <w:tcW w:w="2551" w:type="dxa"/>
            <w:shd w:val="clear" w:color="auto" w:fill="998877"/>
          </w:tcPr>
          <w:p w14:paraId="653D33E1" w14:textId="541884D2" w:rsidR="001F5B4D" w:rsidRPr="001F5B4D" w:rsidRDefault="001F5B4D" w:rsidP="001F5B4D">
            <w:r w:rsidRPr="001F5B4D">
              <w:t>Reproductive strategy</w:t>
            </w:r>
          </w:p>
        </w:tc>
        <w:tc>
          <w:tcPr>
            <w:tcW w:w="4536" w:type="dxa"/>
            <w:gridSpan w:val="2"/>
          </w:tcPr>
          <w:p w14:paraId="77FC2443" w14:textId="4BAC40E2" w:rsidR="001F5B4D" w:rsidRPr="001F5B4D" w:rsidRDefault="001F5B4D" w:rsidP="001F5B4D">
            <w:r w:rsidRPr="001F5B4D">
              <w:t>Species reproductive strategy is broadcast spawner, which is low risk.</w:t>
            </w:r>
          </w:p>
        </w:tc>
        <w:tc>
          <w:tcPr>
            <w:tcW w:w="851" w:type="dxa"/>
          </w:tcPr>
          <w:p w14:paraId="1F082344" w14:textId="2A41FAB7" w:rsidR="001F5B4D" w:rsidRPr="001F5B4D" w:rsidRDefault="001F5B4D" w:rsidP="001F5B4D">
            <w:r w:rsidRPr="001F5B4D">
              <w:t>1</w:t>
            </w:r>
          </w:p>
        </w:tc>
      </w:tr>
      <w:tr w:rsidR="001F5B4D" w:rsidRPr="001F5B4D" w14:paraId="7A347587" w14:textId="77777777" w:rsidTr="001F5B4D">
        <w:tblPrEx>
          <w:tblCellMar>
            <w:top w:w="0" w:type="dxa"/>
            <w:bottom w:w="0" w:type="dxa"/>
          </w:tblCellMar>
        </w:tblPrEx>
        <w:trPr>
          <w:cantSplit/>
        </w:trPr>
        <w:tc>
          <w:tcPr>
            <w:tcW w:w="2551" w:type="dxa"/>
            <w:shd w:val="clear" w:color="auto" w:fill="998877"/>
          </w:tcPr>
          <w:p w14:paraId="55CFF5DD" w14:textId="403C0570" w:rsidR="001F5B4D" w:rsidRPr="001F5B4D" w:rsidRDefault="001F5B4D" w:rsidP="001F5B4D">
            <w:r w:rsidRPr="001F5B4D">
              <w:t>Trophic level</w:t>
            </w:r>
          </w:p>
        </w:tc>
        <w:tc>
          <w:tcPr>
            <w:tcW w:w="4536" w:type="dxa"/>
            <w:gridSpan w:val="2"/>
            <w:tcBorders>
              <w:bottom w:val="single" w:sz="4" w:space="0" w:color="auto"/>
            </w:tcBorders>
          </w:tcPr>
          <w:p w14:paraId="2617FCDF" w14:textId="59A9740D" w:rsidR="001F5B4D" w:rsidRPr="001F5B4D" w:rsidRDefault="001F5B4D" w:rsidP="001F5B4D">
            <w:r w:rsidRPr="001F5B4D">
              <w:t>Species trophic level is 4.5, which is higher than the highest risk value (3.25).</w:t>
            </w:r>
          </w:p>
        </w:tc>
        <w:tc>
          <w:tcPr>
            <w:tcW w:w="851" w:type="dxa"/>
          </w:tcPr>
          <w:p w14:paraId="014CCBD6" w14:textId="54D5F2CF" w:rsidR="001F5B4D" w:rsidRPr="001F5B4D" w:rsidRDefault="001F5B4D" w:rsidP="001F5B4D">
            <w:r w:rsidRPr="001F5B4D">
              <w:t>3</w:t>
            </w:r>
          </w:p>
        </w:tc>
      </w:tr>
      <w:tr w:rsidR="001F5B4D" w:rsidRPr="001F5B4D" w14:paraId="2C9D9742"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98DC35D" w14:textId="77777777" w:rsidR="001F5B4D" w:rsidRPr="001F5B4D" w:rsidRDefault="001F5B4D" w:rsidP="001F5B4D"/>
        </w:tc>
        <w:tc>
          <w:tcPr>
            <w:tcW w:w="4536" w:type="dxa"/>
            <w:gridSpan w:val="2"/>
            <w:tcBorders>
              <w:bottom w:val="single" w:sz="4" w:space="0" w:color="auto"/>
            </w:tcBorders>
            <w:shd w:val="clear" w:color="auto" w:fill="998877"/>
          </w:tcPr>
          <w:p w14:paraId="5E8CADCF" w14:textId="2ED0D21B" w:rsidR="001F5B4D" w:rsidRPr="001F5B4D" w:rsidRDefault="001F5B4D" w:rsidP="001F5B4D">
            <w:r w:rsidRPr="001F5B4D">
              <w:t>Productivity score</w:t>
            </w:r>
          </w:p>
        </w:tc>
        <w:tc>
          <w:tcPr>
            <w:tcW w:w="851" w:type="dxa"/>
            <w:tcBorders>
              <w:bottom w:val="single" w:sz="4" w:space="0" w:color="auto"/>
            </w:tcBorders>
          </w:tcPr>
          <w:p w14:paraId="55F4D509" w14:textId="1C1926A9" w:rsidR="001F5B4D" w:rsidRPr="001F5B4D" w:rsidRDefault="001F5B4D" w:rsidP="001F5B4D">
            <w:r w:rsidRPr="001F5B4D">
              <w:t>2.00</w:t>
            </w:r>
          </w:p>
        </w:tc>
      </w:tr>
      <w:tr w:rsidR="001F5B4D" w:rsidRPr="001F5B4D" w14:paraId="3B74D30E" w14:textId="77777777" w:rsidTr="00F16F6A">
        <w:tblPrEx>
          <w:tblCellMar>
            <w:top w:w="0" w:type="dxa"/>
            <w:bottom w:w="0" w:type="dxa"/>
          </w:tblCellMar>
        </w:tblPrEx>
        <w:trPr>
          <w:cantSplit/>
        </w:trPr>
        <w:tc>
          <w:tcPr>
            <w:tcW w:w="7938" w:type="dxa"/>
            <w:gridSpan w:val="4"/>
            <w:shd w:val="clear" w:color="auto" w:fill="998877"/>
          </w:tcPr>
          <w:p w14:paraId="3E9028AA" w14:textId="788F9CE9" w:rsidR="001F5B4D" w:rsidRPr="001F5B4D" w:rsidRDefault="001F5B4D" w:rsidP="001F5B4D">
            <w:pPr>
              <w:rPr>
                <w:b/>
              </w:rPr>
            </w:pPr>
            <w:r w:rsidRPr="001F5B4D">
              <w:rPr>
                <w:b/>
              </w:rPr>
              <w:t>Susceptibility</w:t>
            </w:r>
          </w:p>
        </w:tc>
      </w:tr>
      <w:tr w:rsidR="001F5B4D" w:rsidRPr="001F5B4D" w14:paraId="53163D8B" w14:textId="77777777" w:rsidTr="001F5B4D">
        <w:tblPrEx>
          <w:tblCellMar>
            <w:top w:w="0" w:type="dxa"/>
            <w:bottom w:w="0" w:type="dxa"/>
          </w:tblCellMar>
        </w:tblPrEx>
        <w:trPr>
          <w:cantSplit/>
        </w:trPr>
        <w:tc>
          <w:tcPr>
            <w:tcW w:w="2551" w:type="dxa"/>
            <w:shd w:val="clear" w:color="auto" w:fill="998877"/>
          </w:tcPr>
          <w:p w14:paraId="0BD19D00" w14:textId="38837D13" w:rsidR="001F5B4D" w:rsidRPr="001F5B4D" w:rsidRDefault="001F5B4D" w:rsidP="001F5B4D">
            <w:r w:rsidRPr="001F5B4D">
              <w:t>Areal overlap (availability)</w:t>
            </w:r>
          </w:p>
        </w:tc>
        <w:tc>
          <w:tcPr>
            <w:tcW w:w="4536" w:type="dxa"/>
            <w:gridSpan w:val="2"/>
          </w:tcPr>
          <w:p w14:paraId="0380C579" w14:textId="27620112" w:rsidR="001F5B4D" w:rsidRPr="001F5B4D" w:rsidRDefault="001F5B4D" w:rsidP="001F5B4D">
            <w:r w:rsidRPr="001F5B4D">
              <w:t>Mainly Atlantic distribution, reported absent in Pacific Ocean.</w:t>
            </w:r>
          </w:p>
        </w:tc>
        <w:tc>
          <w:tcPr>
            <w:tcW w:w="851" w:type="dxa"/>
          </w:tcPr>
          <w:p w14:paraId="7E245678" w14:textId="75CFC7BB" w:rsidR="001F5B4D" w:rsidRPr="001F5B4D" w:rsidRDefault="001F5B4D" w:rsidP="001F5B4D">
            <w:r w:rsidRPr="001F5B4D">
              <w:t>1</w:t>
            </w:r>
          </w:p>
        </w:tc>
      </w:tr>
      <w:tr w:rsidR="001F5B4D" w:rsidRPr="001F5B4D" w14:paraId="74F0F2E5" w14:textId="77777777" w:rsidTr="001F5B4D">
        <w:tblPrEx>
          <w:tblCellMar>
            <w:top w:w="0" w:type="dxa"/>
            <w:bottom w:w="0" w:type="dxa"/>
          </w:tblCellMar>
        </w:tblPrEx>
        <w:trPr>
          <w:cantSplit/>
        </w:trPr>
        <w:tc>
          <w:tcPr>
            <w:tcW w:w="2551" w:type="dxa"/>
            <w:shd w:val="clear" w:color="auto" w:fill="998877"/>
          </w:tcPr>
          <w:p w14:paraId="1743D265" w14:textId="3F2E59FA" w:rsidR="001F5B4D" w:rsidRPr="001F5B4D" w:rsidRDefault="001F5B4D" w:rsidP="001F5B4D">
            <w:r w:rsidRPr="001F5B4D">
              <w:t>Encounterability</w:t>
            </w:r>
          </w:p>
        </w:tc>
        <w:tc>
          <w:tcPr>
            <w:tcW w:w="4536" w:type="dxa"/>
            <w:gridSpan w:val="2"/>
          </w:tcPr>
          <w:p w14:paraId="1FEB1874" w14:textId="703EAE33" w:rsidR="001F5B4D" w:rsidRPr="001F5B4D" w:rsidRDefault="001F5B4D" w:rsidP="001F5B4D">
            <w:r w:rsidRPr="001F5B4D">
              <w:t>The depth range of the species is 1-150m. For surface gears, the vertical overlap index with this species is 66.67%. This species is reef associated.</w:t>
            </w:r>
          </w:p>
        </w:tc>
        <w:tc>
          <w:tcPr>
            <w:tcW w:w="851" w:type="dxa"/>
          </w:tcPr>
          <w:p w14:paraId="1915D09E" w14:textId="2FADC753" w:rsidR="001F5B4D" w:rsidRPr="001F5B4D" w:rsidRDefault="001F5B4D" w:rsidP="001F5B4D">
            <w:r w:rsidRPr="001F5B4D">
              <w:t>2</w:t>
            </w:r>
          </w:p>
        </w:tc>
      </w:tr>
      <w:tr w:rsidR="001F5B4D" w:rsidRPr="001F5B4D" w14:paraId="3730366D" w14:textId="77777777" w:rsidTr="001F5B4D">
        <w:tblPrEx>
          <w:tblCellMar>
            <w:top w:w="0" w:type="dxa"/>
            <w:bottom w:w="0" w:type="dxa"/>
          </w:tblCellMar>
        </w:tblPrEx>
        <w:trPr>
          <w:cantSplit/>
        </w:trPr>
        <w:tc>
          <w:tcPr>
            <w:tcW w:w="2551" w:type="dxa"/>
            <w:shd w:val="clear" w:color="auto" w:fill="998877"/>
          </w:tcPr>
          <w:p w14:paraId="5AA32F8E" w14:textId="38C48B1A" w:rsidR="001F5B4D" w:rsidRPr="001F5B4D" w:rsidRDefault="001F5B4D" w:rsidP="001F5B4D">
            <w:r w:rsidRPr="001F5B4D">
              <w:t>Selectivity</w:t>
            </w:r>
          </w:p>
        </w:tc>
        <w:tc>
          <w:tcPr>
            <w:tcW w:w="4536" w:type="dxa"/>
            <w:gridSpan w:val="2"/>
          </w:tcPr>
          <w:p w14:paraId="416437DF" w14:textId="67193704" w:rsidR="001F5B4D" w:rsidRPr="001F5B4D" w:rsidRDefault="001F5B4D" w:rsidP="001F5B4D">
            <w:r w:rsidRPr="001F5B4D">
              <w:t>The maximum length of the species is 122cm. For tropical surface fisheries, the length overlap index with this species is 100.00%.</w:t>
            </w:r>
          </w:p>
        </w:tc>
        <w:tc>
          <w:tcPr>
            <w:tcW w:w="851" w:type="dxa"/>
          </w:tcPr>
          <w:p w14:paraId="3CC04552" w14:textId="4D6074BC" w:rsidR="001F5B4D" w:rsidRPr="001F5B4D" w:rsidRDefault="001F5B4D" w:rsidP="001F5B4D">
            <w:r w:rsidRPr="001F5B4D">
              <w:t>3</w:t>
            </w:r>
          </w:p>
        </w:tc>
      </w:tr>
      <w:tr w:rsidR="001F5B4D" w:rsidRPr="001F5B4D" w14:paraId="2F903DFF" w14:textId="77777777" w:rsidTr="001F5B4D">
        <w:tblPrEx>
          <w:tblCellMar>
            <w:top w:w="0" w:type="dxa"/>
            <w:bottom w:w="0" w:type="dxa"/>
          </w:tblCellMar>
        </w:tblPrEx>
        <w:trPr>
          <w:cantSplit/>
        </w:trPr>
        <w:tc>
          <w:tcPr>
            <w:tcW w:w="2551" w:type="dxa"/>
            <w:shd w:val="clear" w:color="auto" w:fill="998877"/>
          </w:tcPr>
          <w:p w14:paraId="4FA4D30E" w14:textId="086B39CD" w:rsidR="001F5B4D" w:rsidRPr="001F5B4D" w:rsidRDefault="001F5B4D" w:rsidP="001F5B4D">
            <w:r w:rsidRPr="001F5B4D">
              <w:t>Post capture mortality</w:t>
            </w:r>
          </w:p>
        </w:tc>
        <w:tc>
          <w:tcPr>
            <w:tcW w:w="4536" w:type="dxa"/>
            <w:gridSpan w:val="2"/>
            <w:tcBorders>
              <w:bottom w:val="single" w:sz="4" w:space="0" w:color="auto"/>
            </w:tcBorders>
          </w:tcPr>
          <w:p w14:paraId="0141A9AA" w14:textId="1495175C" w:rsidR="001F5B4D" w:rsidRPr="001F5B4D" w:rsidRDefault="001F5B4D" w:rsidP="001F5B4D">
            <w:r w:rsidRPr="001F5B4D">
              <w:t>No direct evidence of survival after capture.</w:t>
            </w:r>
          </w:p>
        </w:tc>
        <w:tc>
          <w:tcPr>
            <w:tcW w:w="851" w:type="dxa"/>
          </w:tcPr>
          <w:p w14:paraId="4F168F9C" w14:textId="36ADEC81" w:rsidR="001F5B4D" w:rsidRPr="001F5B4D" w:rsidRDefault="001F5B4D" w:rsidP="001F5B4D">
            <w:r w:rsidRPr="001F5B4D">
              <w:t>3</w:t>
            </w:r>
          </w:p>
        </w:tc>
      </w:tr>
      <w:tr w:rsidR="001F5B4D" w:rsidRPr="001F5B4D" w14:paraId="5C0E2FD9" w14:textId="77777777" w:rsidTr="001F5B4D">
        <w:tblPrEx>
          <w:tblCellMar>
            <w:top w:w="0" w:type="dxa"/>
            <w:bottom w:w="0" w:type="dxa"/>
          </w:tblCellMar>
        </w:tblPrEx>
        <w:trPr>
          <w:cantSplit/>
        </w:trPr>
        <w:tc>
          <w:tcPr>
            <w:tcW w:w="2551" w:type="dxa"/>
            <w:shd w:val="clear" w:color="auto" w:fill="998877"/>
          </w:tcPr>
          <w:p w14:paraId="4BA73B46" w14:textId="77777777" w:rsidR="001F5B4D" w:rsidRPr="001F5B4D" w:rsidRDefault="001F5B4D" w:rsidP="001F5B4D"/>
        </w:tc>
        <w:tc>
          <w:tcPr>
            <w:tcW w:w="4536" w:type="dxa"/>
            <w:gridSpan w:val="2"/>
            <w:tcBorders>
              <w:bottom w:val="single" w:sz="4" w:space="0" w:color="auto"/>
            </w:tcBorders>
            <w:shd w:val="clear" w:color="auto" w:fill="998877"/>
          </w:tcPr>
          <w:p w14:paraId="6999CBE3" w14:textId="4956E0A9" w:rsidR="001F5B4D" w:rsidRPr="001F5B4D" w:rsidRDefault="001F5B4D" w:rsidP="001F5B4D">
            <w:r w:rsidRPr="001F5B4D">
              <w:t>Susceptibility score</w:t>
            </w:r>
          </w:p>
        </w:tc>
        <w:tc>
          <w:tcPr>
            <w:tcW w:w="851" w:type="dxa"/>
          </w:tcPr>
          <w:p w14:paraId="4C2FAD0A" w14:textId="24F59E65" w:rsidR="001F5B4D" w:rsidRPr="001F5B4D" w:rsidRDefault="001F5B4D" w:rsidP="001F5B4D">
            <w:r w:rsidRPr="001F5B4D">
              <w:t>1.43</w:t>
            </w:r>
          </w:p>
        </w:tc>
      </w:tr>
      <w:tr w:rsidR="001F5B4D" w:rsidRPr="001F5B4D" w14:paraId="79DCC091" w14:textId="77777777" w:rsidTr="001F5B4D">
        <w:tblPrEx>
          <w:tblCellMar>
            <w:top w:w="0" w:type="dxa"/>
            <w:bottom w:w="0" w:type="dxa"/>
          </w:tblCellMar>
        </w:tblPrEx>
        <w:trPr>
          <w:cantSplit/>
        </w:trPr>
        <w:tc>
          <w:tcPr>
            <w:tcW w:w="2551" w:type="dxa"/>
            <w:shd w:val="clear" w:color="auto" w:fill="998877"/>
          </w:tcPr>
          <w:p w14:paraId="274E8228" w14:textId="77777777" w:rsidR="001F5B4D" w:rsidRPr="001F5B4D" w:rsidRDefault="001F5B4D" w:rsidP="001F5B4D"/>
        </w:tc>
        <w:tc>
          <w:tcPr>
            <w:tcW w:w="4536" w:type="dxa"/>
            <w:gridSpan w:val="2"/>
            <w:shd w:val="clear" w:color="auto" w:fill="998877"/>
          </w:tcPr>
          <w:p w14:paraId="09E408B5" w14:textId="7DCA4ADA" w:rsidR="001F5B4D" w:rsidRPr="001F5B4D" w:rsidRDefault="001F5B4D" w:rsidP="001F5B4D">
            <w:r w:rsidRPr="001F5B4D">
              <w:t>Vulnerability score</w:t>
            </w:r>
          </w:p>
        </w:tc>
        <w:tc>
          <w:tcPr>
            <w:tcW w:w="851" w:type="dxa"/>
          </w:tcPr>
          <w:p w14:paraId="0C2EC8DF" w14:textId="54A675F2" w:rsidR="001F5B4D" w:rsidRPr="001F5B4D" w:rsidRDefault="001F5B4D" w:rsidP="001F5B4D">
            <w:r w:rsidRPr="001F5B4D">
              <w:t>2.46</w:t>
            </w:r>
          </w:p>
        </w:tc>
      </w:tr>
    </w:tbl>
    <w:p w14:paraId="53402CF6" w14:textId="11079C5C"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B293111"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4" w:name="T_BSH" w:colFirst="0" w:colLast="0"/>
          <w:p w14:paraId="6EAE07B1" w14:textId="2AB9097A" w:rsidR="001F5B4D" w:rsidRPr="001F5B4D" w:rsidRDefault="001F5B4D" w:rsidP="001F5B4D">
            <w:pPr>
              <w:rPr>
                <w:b/>
              </w:rPr>
            </w:pPr>
            <w:r w:rsidRPr="001F5B4D">
              <w:rPr>
                <w:b/>
              </w:rPr>
              <w:fldChar w:fldCharType="begin"/>
            </w:r>
            <w:r w:rsidRPr="001F5B4D">
              <w:rPr>
                <w:b/>
              </w:rPr>
              <w:instrText xml:space="preserve"> HYPERLINK  \l "S_BSH" \o "PSA Score" </w:instrText>
            </w:r>
            <w:r w:rsidRPr="001F5B4D">
              <w:rPr>
                <w:b/>
              </w:rPr>
            </w:r>
            <w:r w:rsidRPr="001F5B4D">
              <w:rPr>
                <w:b/>
              </w:rPr>
              <w:fldChar w:fldCharType="separate"/>
            </w:r>
            <w:r w:rsidRPr="001F5B4D">
              <w:rPr>
                <w:rStyle w:val="Hyperlink"/>
                <w:b/>
              </w:rPr>
              <w:t>Blue shark</w:t>
            </w:r>
            <w:r w:rsidRPr="001F5B4D">
              <w:rPr>
                <w:b/>
              </w:rPr>
              <w:fldChar w:fldCharType="end"/>
            </w:r>
          </w:p>
        </w:tc>
        <w:tc>
          <w:tcPr>
            <w:tcW w:w="3969" w:type="dxa"/>
            <w:gridSpan w:val="2"/>
            <w:tcBorders>
              <w:bottom w:val="single" w:sz="4" w:space="0" w:color="auto"/>
            </w:tcBorders>
            <w:shd w:val="clear" w:color="auto" w:fill="998877"/>
          </w:tcPr>
          <w:p w14:paraId="1A3916B7" w14:textId="6E17D719" w:rsidR="001F5B4D" w:rsidRPr="001F5B4D" w:rsidRDefault="001F5B4D" w:rsidP="001F5B4D">
            <w:pPr>
              <w:rPr>
                <w:b/>
                <w:i/>
              </w:rPr>
            </w:pPr>
            <w:r w:rsidRPr="001F5B4D">
              <w:rPr>
                <w:b/>
                <w:i/>
              </w:rPr>
              <w:t>Prionace glauca</w:t>
            </w:r>
          </w:p>
        </w:tc>
      </w:tr>
      <w:bookmarkEnd w:id="134"/>
      <w:tr w:rsidR="001F5B4D" w:rsidRPr="001F5B4D" w14:paraId="2349DDE3" w14:textId="77777777" w:rsidTr="00D522C9">
        <w:tblPrEx>
          <w:tblCellMar>
            <w:top w:w="0" w:type="dxa"/>
            <w:bottom w:w="0" w:type="dxa"/>
          </w:tblCellMar>
        </w:tblPrEx>
        <w:trPr>
          <w:cantSplit/>
        </w:trPr>
        <w:tc>
          <w:tcPr>
            <w:tcW w:w="7938" w:type="dxa"/>
            <w:gridSpan w:val="4"/>
            <w:shd w:val="clear" w:color="auto" w:fill="998877"/>
          </w:tcPr>
          <w:p w14:paraId="73551D17" w14:textId="34BAC3C6" w:rsidR="001F5B4D" w:rsidRPr="001F5B4D" w:rsidRDefault="001F5B4D" w:rsidP="001F5B4D">
            <w:pPr>
              <w:rPr>
                <w:b/>
              </w:rPr>
            </w:pPr>
            <w:r w:rsidRPr="001F5B4D">
              <w:rPr>
                <w:b/>
              </w:rPr>
              <w:t>Productivity</w:t>
            </w:r>
          </w:p>
        </w:tc>
      </w:tr>
      <w:tr w:rsidR="001F5B4D" w:rsidRPr="001F5B4D" w14:paraId="17D06187" w14:textId="77777777" w:rsidTr="001F5B4D">
        <w:tblPrEx>
          <w:tblCellMar>
            <w:top w:w="0" w:type="dxa"/>
            <w:bottom w:w="0" w:type="dxa"/>
          </w:tblCellMar>
        </w:tblPrEx>
        <w:trPr>
          <w:cantSplit/>
        </w:trPr>
        <w:tc>
          <w:tcPr>
            <w:tcW w:w="2551" w:type="dxa"/>
            <w:shd w:val="clear" w:color="auto" w:fill="998877"/>
          </w:tcPr>
          <w:p w14:paraId="63D221E8" w14:textId="7BF558DE" w:rsidR="001F5B4D" w:rsidRPr="001F5B4D" w:rsidRDefault="001F5B4D" w:rsidP="001F5B4D">
            <w:r w:rsidRPr="001F5B4D">
              <w:t>Average age at maturity</w:t>
            </w:r>
          </w:p>
        </w:tc>
        <w:tc>
          <w:tcPr>
            <w:tcW w:w="4536" w:type="dxa"/>
            <w:gridSpan w:val="2"/>
          </w:tcPr>
          <w:p w14:paraId="0F6BB653" w14:textId="0E5F49F7" w:rsidR="001F5B4D" w:rsidRPr="001F5B4D" w:rsidRDefault="001F5B4D" w:rsidP="001F5B4D">
            <w:r w:rsidRPr="001F5B4D">
              <w:t>Species growth rate (K) is 0.100, which is in the medium risk K range (0.061-0.183) for age at maturity.</w:t>
            </w:r>
          </w:p>
        </w:tc>
        <w:tc>
          <w:tcPr>
            <w:tcW w:w="851" w:type="dxa"/>
          </w:tcPr>
          <w:p w14:paraId="323E36FD" w14:textId="78A55262" w:rsidR="001F5B4D" w:rsidRPr="001F5B4D" w:rsidRDefault="001F5B4D" w:rsidP="001F5B4D">
            <w:r w:rsidRPr="001F5B4D">
              <w:t>2</w:t>
            </w:r>
          </w:p>
        </w:tc>
      </w:tr>
      <w:tr w:rsidR="001F5B4D" w:rsidRPr="001F5B4D" w14:paraId="6CE5D657" w14:textId="77777777" w:rsidTr="001F5B4D">
        <w:tblPrEx>
          <w:tblCellMar>
            <w:top w:w="0" w:type="dxa"/>
            <w:bottom w:w="0" w:type="dxa"/>
          </w:tblCellMar>
        </w:tblPrEx>
        <w:trPr>
          <w:cantSplit/>
        </w:trPr>
        <w:tc>
          <w:tcPr>
            <w:tcW w:w="2551" w:type="dxa"/>
            <w:shd w:val="clear" w:color="auto" w:fill="998877"/>
          </w:tcPr>
          <w:p w14:paraId="303A34D0" w14:textId="795668A4" w:rsidR="001F5B4D" w:rsidRPr="001F5B4D" w:rsidRDefault="001F5B4D" w:rsidP="001F5B4D">
            <w:r w:rsidRPr="001F5B4D">
              <w:t>Average max age</w:t>
            </w:r>
          </w:p>
        </w:tc>
        <w:tc>
          <w:tcPr>
            <w:tcW w:w="4536" w:type="dxa"/>
            <w:gridSpan w:val="2"/>
          </w:tcPr>
          <w:p w14:paraId="4408CEF4" w14:textId="02F96347" w:rsidR="001F5B4D" w:rsidRPr="001F5B4D" w:rsidRDefault="001F5B4D" w:rsidP="001F5B4D">
            <w:r w:rsidRPr="001F5B4D">
              <w:t>Species growth rate (K) is 0.100, which is lower than highest risk K (0.12) for maximum age.</w:t>
            </w:r>
          </w:p>
        </w:tc>
        <w:tc>
          <w:tcPr>
            <w:tcW w:w="851" w:type="dxa"/>
          </w:tcPr>
          <w:p w14:paraId="20F833BE" w14:textId="34624C79" w:rsidR="001F5B4D" w:rsidRPr="001F5B4D" w:rsidRDefault="001F5B4D" w:rsidP="001F5B4D">
            <w:r w:rsidRPr="001F5B4D">
              <w:t>3</w:t>
            </w:r>
          </w:p>
        </w:tc>
      </w:tr>
      <w:tr w:rsidR="001F5B4D" w:rsidRPr="001F5B4D" w14:paraId="1B81F6AD" w14:textId="77777777" w:rsidTr="001F5B4D">
        <w:tblPrEx>
          <w:tblCellMar>
            <w:top w:w="0" w:type="dxa"/>
            <w:bottom w:w="0" w:type="dxa"/>
          </w:tblCellMar>
        </w:tblPrEx>
        <w:trPr>
          <w:cantSplit/>
        </w:trPr>
        <w:tc>
          <w:tcPr>
            <w:tcW w:w="2551" w:type="dxa"/>
            <w:shd w:val="clear" w:color="auto" w:fill="998877"/>
          </w:tcPr>
          <w:p w14:paraId="485CAB09" w14:textId="3A1C81D8" w:rsidR="001F5B4D" w:rsidRPr="001F5B4D" w:rsidRDefault="001F5B4D" w:rsidP="001F5B4D">
            <w:r w:rsidRPr="001F5B4D">
              <w:t>Fecundity</w:t>
            </w:r>
          </w:p>
        </w:tc>
        <w:tc>
          <w:tcPr>
            <w:tcW w:w="4536" w:type="dxa"/>
            <w:gridSpan w:val="2"/>
          </w:tcPr>
          <w:p w14:paraId="261A539C" w14:textId="72AE1BAD" w:rsidR="001F5B4D" w:rsidRPr="001F5B4D" w:rsidRDefault="001F5B4D" w:rsidP="001F5B4D">
            <w:r w:rsidRPr="001F5B4D">
              <w:t>Species fecundity is 4 eggs/year, which is lower than the highest risk value (100).</w:t>
            </w:r>
          </w:p>
        </w:tc>
        <w:tc>
          <w:tcPr>
            <w:tcW w:w="851" w:type="dxa"/>
          </w:tcPr>
          <w:p w14:paraId="5B064B42" w14:textId="1C689E62" w:rsidR="001F5B4D" w:rsidRPr="001F5B4D" w:rsidRDefault="001F5B4D" w:rsidP="001F5B4D">
            <w:r w:rsidRPr="001F5B4D">
              <w:t>3</w:t>
            </w:r>
          </w:p>
        </w:tc>
      </w:tr>
      <w:tr w:rsidR="001F5B4D" w:rsidRPr="001F5B4D" w14:paraId="5D46D011" w14:textId="77777777" w:rsidTr="001F5B4D">
        <w:tblPrEx>
          <w:tblCellMar>
            <w:top w:w="0" w:type="dxa"/>
            <w:bottom w:w="0" w:type="dxa"/>
          </w:tblCellMar>
        </w:tblPrEx>
        <w:trPr>
          <w:cantSplit/>
        </w:trPr>
        <w:tc>
          <w:tcPr>
            <w:tcW w:w="2551" w:type="dxa"/>
            <w:shd w:val="clear" w:color="auto" w:fill="998877"/>
          </w:tcPr>
          <w:p w14:paraId="63E0FA33" w14:textId="7490C3AE" w:rsidR="001F5B4D" w:rsidRPr="001F5B4D" w:rsidRDefault="001F5B4D" w:rsidP="001F5B4D">
            <w:r w:rsidRPr="001F5B4D">
              <w:t>Average max size</w:t>
            </w:r>
          </w:p>
        </w:tc>
        <w:tc>
          <w:tcPr>
            <w:tcW w:w="4536" w:type="dxa"/>
            <w:gridSpan w:val="2"/>
          </w:tcPr>
          <w:p w14:paraId="48EB6EF0" w14:textId="70AFDF3F" w:rsidR="001F5B4D" w:rsidRPr="001F5B4D" w:rsidRDefault="001F5B4D" w:rsidP="001F5B4D">
            <w:r w:rsidRPr="001F5B4D">
              <w:t>Species maximum length is 400, which is higher than the highest risk value (300cm).</w:t>
            </w:r>
          </w:p>
        </w:tc>
        <w:tc>
          <w:tcPr>
            <w:tcW w:w="851" w:type="dxa"/>
          </w:tcPr>
          <w:p w14:paraId="0B0BC30F" w14:textId="2614699A" w:rsidR="001F5B4D" w:rsidRPr="001F5B4D" w:rsidRDefault="001F5B4D" w:rsidP="001F5B4D">
            <w:r w:rsidRPr="001F5B4D">
              <w:t>3</w:t>
            </w:r>
          </w:p>
        </w:tc>
      </w:tr>
      <w:tr w:rsidR="001F5B4D" w:rsidRPr="001F5B4D" w14:paraId="4E028BFB" w14:textId="77777777" w:rsidTr="001F5B4D">
        <w:tblPrEx>
          <w:tblCellMar>
            <w:top w:w="0" w:type="dxa"/>
            <w:bottom w:w="0" w:type="dxa"/>
          </w:tblCellMar>
        </w:tblPrEx>
        <w:trPr>
          <w:cantSplit/>
        </w:trPr>
        <w:tc>
          <w:tcPr>
            <w:tcW w:w="2551" w:type="dxa"/>
            <w:shd w:val="clear" w:color="auto" w:fill="998877"/>
          </w:tcPr>
          <w:p w14:paraId="00A9102B" w14:textId="7823FA34" w:rsidR="001F5B4D" w:rsidRPr="001F5B4D" w:rsidRDefault="001F5B4D" w:rsidP="001F5B4D">
            <w:r w:rsidRPr="001F5B4D">
              <w:t>Average size at maturity</w:t>
            </w:r>
          </w:p>
        </w:tc>
        <w:tc>
          <w:tcPr>
            <w:tcW w:w="4536" w:type="dxa"/>
            <w:gridSpan w:val="2"/>
          </w:tcPr>
          <w:p w14:paraId="70DDFBFD" w14:textId="1742A51D" w:rsidR="001F5B4D" w:rsidRPr="001F5B4D" w:rsidRDefault="001F5B4D" w:rsidP="001F5B4D">
            <w:r w:rsidRPr="001F5B4D">
              <w:t>Species length at maturity is 206, which is higher than the highest risk value (200cm).</w:t>
            </w:r>
          </w:p>
        </w:tc>
        <w:tc>
          <w:tcPr>
            <w:tcW w:w="851" w:type="dxa"/>
          </w:tcPr>
          <w:p w14:paraId="0F1905DC" w14:textId="72C505B3" w:rsidR="001F5B4D" w:rsidRPr="001F5B4D" w:rsidRDefault="001F5B4D" w:rsidP="001F5B4D">
            <w:r w:rsidRPr="001F5B4D">
              <w:t>3</w:t>
            </w:r>
          </w:p>
        </w:tc>
      </w:tr>
      <w:tr w:rsidR="001F5B4D" w:rsidRPr="001F5B4D" w14:paraId="02D7E4BA" w14:textId="77777777" w:rsidTr="001F5B4D">
        <w:tblPrEx>
          <w:tblCellMar>
            <w:top w:w="0" w:type="dxa"/>
            <w:bottom w:w="0" w:type="dxa"/>
          </w:tblCellMar>
        </w:tblPrEx>
        <w:trPr>
          <w:cantSplit/>
        </w:trPr>
        <w:tc>
          <w:tcPr>
            <w:tcW w:w="2551" w:type="dxa"/>
            <w:shd w:val="clear" w:color="auto" w:fill="998877"/>
          </w:tcPr>
          <w:p w14:paraId="52C10BD3" w14:textId="0B789EC3" w:rsidR="001F5B4D" w:rsidRPr="001F5B4D" w:rsidRDefault="001F5B4D" w:rsidP="001F5B4D">
            <w:r w:rsidRPr="001F5B4D">
              <w:t>Reproductive strategy</w:t>
            </w:r>
          </w:p>
        </w:tc>
        <w:tc>
          <w:tcPr>
            <w:tcW w:w="4536" w:type="dxa"/>
            <w:gridSpan w:val="2"/>
          </w:tcPr>
          <w:p w14:paraId="52EF9038" w14:textId="2D6F66B3" w:rsidR="001F5B4D" w:rsidRPr="001F5B4D" w:rsidRDefault="001F5B4D" w:rsidP="001F5B4D">
            <w:r w:rsidRPr="001F5B4D">
              <w:t>Species reproductive strategy is live bearer, which is high risk.</w:t>
            </w:r>
          </w:p>
        </w:tc>
        <w:tc>
          <w:tcPr>
            <w:tcW w:w="851" w:type="dxa"/>
          </w:tcPr>
          <w:p w14:paraId="4B7C83C4" w14:textId="25C39BEC" w:rsidR="001F5B4D" w:rsidRPr="001F5B4D" w:rsidRDefault="001F5B4D" w:rsidP="001F5B4D">
            <w:r w:rsidRPr="001F5B4D">
              <w:t>3</w:t>
            </w:r>
          </w:p>
        </w:tc>
      </w:tr>
      <w:tr w:rsidR="001F5B4D" w:rsidRPr="001F5B4D" w14:paraId="7EF43ED1" w14:textId="77777777" w:rsidTr="001F5B4D">
        <w:tblPrEx>
          <w:tblCellMar>
            <w:top w:w="0" w:type="dxa"/>
            <w:bottom w:w="0" w:type="dxa"/>
          </w:tblCellMar>
        </w:tblPrEx>
        <w:trPr>
          <w:cantSplit/>
        </w:trPr>
        <w:tc>
          <w:tcPr>
            <w:tcW w:w="2551" w:type="dxa"/>
            <w:shd w:val="clear" w:color="auto" w:fill="998877"/>
          </w:tcPr>
          <w:p w14:paraId="2F6E63FA" w14:textId="5C417DBB" w:rsidR="001F5B4D" w:rsidRPr="001F5B4D" w:rsidRDefault="001F5B4D" w:rsidP="001F5B4D">
            <w:r w:rsidRPr="001F5B4D">
              <w:t>Trophic level</w:t>
            </w:r>
          </w:p>
        </w:tc>
        <w:tc>
          <w:tcPr>
            <w:tcW w:w="4536" w:type="dxa"/>
            <w:gridSpan w:val="2"/>
            <w:tcBorders>
              <w:bottom w:val="single" w:sz="4" w:space="0" w:color="auto"/>
            </w:tcBorders>
          </w:tcPr>
          <w:p w14:paraId="38FE2E56" w14:textId="57815655" w:rsidR="001F5B4D" w:rsidRPr="001F5B4D" w:rsidRDefault="001F5B4D" w:rsidP="001F5B4D">
            <w:r w:rsidRPr="001F5B4D">
              <w:t>Species trophic level is 4.4, which is higher than the highest risk value (3.25).</w:t>
            </w:r>
          </w:p>
        </w:tc>
        <w:tc>
          <w:tcPr>
            <w:tcW w:w="851" w:type="dxa"/>
          </w:tcPr>
          <w:p w14:paraId="0A4472C9" w14:textId="17D9EE32" w:rsidR="001F5B4D" w:rsidRPr="001F5B4D" w:rsidRDefault="001F5B4D" w:rsidP="001F5B4D">
            <w:r w:rsidRPr="001F5B4D">
              <w:t>3</w:t>
            </w:r>
          </w:p>
        </w:tc>
      </w:tr>
      <w:tr w:rsidR="001F5B4D" w:rsidRPr="001F5B4D" w14:paraId="7D342994"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7B1AC1CC" w14:textId="77777777" w:rsidR="001F5B4D" w:rsidRPr="001F5B4D" w:rsidRDefault="001F5B4D" w:rsidP="001F5B4D"/>
        </w:tc>
        <w:tc>
          <w:tcPr>
            <w:tcW w:w="4536" w:type="dxa"/>
            <w:gridSpan w:val="2"/>
            <w:tcBorders>
              <w:bottom w:val="single" w:sz="4" w:space="0" w:color="auto"/>
            </w:tcBorders>
            <w:shd w:val="clear" w:color="auto" w:fill="998877"/>
          </w:tcPr>
          <w:p w14:paraId="4C89A246" w14:textId="1E93BC8C" w:rsidR="001F5B4D" w:rsidRPr="001F5B4D" w:rsidRDefault="001F5B4D" w:rsidP="001F5B4D">
            <w:r w:rsidRPr="001F5B4D">
              <w:t>Productivity score</w:t>
            </w:r>
          </w:p>
        </w:tc>
        <w:tc>
          <w:tcPr>
            <w:tcW w:w="851" w:type="dxa"/>
            <w:tcBorders>
              <w:bottom w:val="single" w:sz="4" w:space="0" w:color="auto"/>
            </w:tcBorders>
          </w:tcPr>
          <w:p w14:paraId="57233850" w14:textId="24B50C2C" w:rsidR="001F5B4D" w:rsidRPr="001F5B4D" w:rsidRDefault="001F5B4D" w:rsidP="001F5B4D">
            <w:r w:rsidRPr="001F5B4D">
              <w:t>2.86</w:t>
            </w:r>
          </w:p>
        </w:tc>
      </w:tr>
      <w:tr w:rsidR="001F5B4D" w:rsidRPr="001F5B4D" w14:paraId="66D838FA" w14:textId="77777777" w:rsidTr="001D1815">
        <w:tblPrEx>
          <w:tblCellMar>
            <w:top w:w="0" w:type="dxa"/>
            <w:bottom w:w="0" w:type="dxa"/>
          </w:tblCellMar>
        </w:tblPrEx>
        <w:trPr>
          <w:cantSplit/>
        </w:trPr>
        <w:tc>
          <w:tcPr>
            <w:tcW w:w="7938" w:type="dxa"/>
            <w:gridSpan w:val="4"/>
            <w:shd w:val="clear" w:color="auto" w:fill="998877"/>
          </w:tcPr>
          <w:p w14:paraId="1F143F97" w14:textId="0C45125C" w:rsidR="001F5B4D" w:rsidRPr="001F5B4D" w:rsidRDefault="001F5B4D" w:rsidP="001F5B4D">
            <w:pPr>
              <w:rPr>
                <w:b/>
              </w:rPr>
            </w:pPr>
            <w:r w:rsidRPr="001F5B4D">
              <w:rPr>
                <w:b/>
              </w:rPr>
              <w:t>Susceptibility</w:t>
            </w:r>
          </w:p>
        </w:tc>
      </w:tr>
      <w:tr w:rsidR="001F5B4D" w:rsidRPr="001F5B4D" w14:paraId="340F3036" w14:textId="77777777" w:rsidTr="001F5B4D">
        <w:tblPrEx>
          <w:tblCellMar>
            <w:top w:w="0" w:type="dxa"/>
            <w:bottom w:w="0" w:type="dxa"/>
          </w:tblCellMar>
        </w:tblPrEx>
        <w:trPr>
          <w:cantSplit/>
        </w:trPr>
        <w:tc>
          <w:tcPr>
            <w:tcW w:w="2551" w:type="dxa"/>
            <w:shd w:val="clear" w:color="auto" w:fill="998877"/>
          </w:tcPr>
          <w:p w14:paraId="100EC6B5" w14:textId="50DDFF67" w:rsidR="001F5B4D" w:rsidRPr="001F5B4D" w:rsidRDefault="001F5B4D" w:rsidP="001F5B4D">
            <w:r w:rsidRPr="001F5B4D">
              <w:t>Areal overlap (availability)</w:t>
            </w:r>
          </w:p>
        </w:tc>
        <w:tc>
          <w:tcPr>
            <w:tcW w:w="4536" w:type="dxa"/>
            <w:gridSpan w:val="2"/>
          </w:tcPr>
          <w:p w14:paraId="21E9D935" w14:textId="6F9C0428" w:rsidR="001F5B4D" w:rsidRPr="001F5B4D" w:rsidRDefault="001F5B4D" w:rsidP="001F5B4D">
            <w:r w:rsidRPr="001F5B4D">
              <w:t>Worldwide pelagic distribution</w:t>
            </w:r>
          </w:p>
        </w:tc>
        <w:tc>
          <w:tcPr>
            <w:tcW w:w="851" w:type="dxa"/>
          </w:tcPr>
          <w:p w14:paraId="233E9CB9" w14:textId="4F586865" w:rsidR="001F5B4D" w:rsidRPr="001F5B4D" w:rsidRDefault="001F5B4D" w:rsidP="001F5B4D">
            <w:r w:rsidRPr="001F5B4D">
              <w:t>3</w:t>
            </w:r>
          </w:p>
        </w:tc>
      </w:tr>
      <w:tr w:rsidR="001F5B4D" w:rsidRPr="001F5B4D" w14:paraId="2A3E0896" w14:textId="77777777" w:rsidTr="001F5B4D">
        <w:tblPrEx>
          <w:tblCellMar>
            <w:top w:w="0" w:type="dxa"/>
            <w:bottom w:w="0" w:type="dxa"/>
          </w:tblCellMar>
        </w:tblPrEx>
        <w:trPr>
          <w:cantSplit/>
        </w:trPr>
        <w:tc>
          <w:tcPr>
            <w:tcW w:w="2551" w:type="dxa"/>
            <w:shd w:val="clear" w:color="auto" w:fill="998877"/>
          </w:tcPr>
          <w:p w14:paraId="45B95AA3" w14:textId="0DA9B9E5" w:rsidR="001F5B4D" w:rsidRPr="001F5B4D" w:rsidRDefault="001F5B4D" w:rsidP="001F5B4D">
            <w:r w:rsidRPr="001F5B4D">
              <w:lastRenderedPageBreak/>
              <w:t>Encounterability</w:t>
            </w:r>
          </w:p>
        </w:tc>
        <w:tc>
          <w:tcPr>
            <w:tcW w:w="4536" w:type="dxa"/>
            <w:gridSpan w:val="2"/>
          </w:tcPr>
          <w:p w14:paraId="72D702F1" w14:textId="434D3971" w:rsidR="001F5B4D" w:rsidRPr="001F5B4D" w:rsidRDefault="001F5B4D" w:rsidP="001F5B4D">
            <w:r w:rsidRPr="001F5B4D">
              <w:t>The depth range of the species is 1-1000m. For surface gears, the vertical overlap index with this species is 10.00%.</w:t>
            </w:r>
          </w:p>
        </w:tc>
        <w:tc>
          <w:tcPr>
            <w:tcW w:w="851" w:type="dxa"/>
          </w:tcPr>
          <w:p w14:paraId="3D98CEB0" w14:textId="04A1872F" w:rsidR="001F5B4D" w:rsidRPr="001F5B4D" w:rsidRDefault="001F5B4D" w:rsidP="001F5B4D">
            <w:r w:rsidRPr="001F5B4D">
              <w:t>2</w:t>
            </w:r>
          </w:p>
        </w:tc>
      </w:tr>
      <w:tr w:rsidR="001F5B4D" w:rsidRPr="001F5B4D" w14:paraId="1D677DBE" w14:textId="77777777" w:rsidTr="001F5B4D">
        <w:tblPrEx>
          <w:tblCellMar>
            <w:top w:w="0" w:type="dxa"/>
            <w:bottom w:w="0" w:type="dxa"/>
          </w:tblCellMar>
        </w:tblPrEx>
        <w:trPr>
          <w:cantSplit/>
        </w:trPr>
        <w:tc>
          <w:tcPr>
            <w:tcW w:w="2551" w:type="dxa"/>
            <w:shd w:val="clear" w:color="auto" w:fill="998877"/>
          </w:tcPr>
          <w:p w14:paraId="28DC2362" w14:textId="43CBD577" w:rsidR="001F5B4D" w:rsidRPr="001F5B4D" w:rsidRDefault="001F5B4D" w:rsidP="001F5B4D">
            <w:r w:rsidRPr="001F5B4D">
              <w:t>Selectivity</w:t>
            </w:r>
          </w:p>
        </w:tc>
        <w:tc>
          <w:tcPr>
            <w:tcW w:w="4536" w:type="dxa"/>
            <w:gridSpan w:val="2"/>
          </w:tcPr>
          <w:p w14:paraId="2046259E" w14:textId="7DC90354" w:rsidR="001F5B4D" w:rsidRPr="001F5B4D" w:rsidRDefault="001F5B4D" w:rsidP="001F5B4D">
            <w:r w:rsidRPr="001F5B4D">
              <w:t>The maximum length of the species is 400cm. For tropical surface fisheries, the length overlap index with this species is 100.00%.</w:t>
            </w:r>
          </w:p>
        </w:tc>
        <w:tc>
          <w:tcPr>
            <w:tcW w:w="851" w:type="dxa"/>
          </w:tcPr>
          <w:p w14:paraId="3E1DEF06" w14:textId="2391AA33" w:rsidR="001F5B4D" w:rsidRPr="001F5B4D" w:rsidRDefault="001F5B4D" w:rsidP="001F5B4D">
            <w:r w:rsidRPr="001F5B4D">
              <w:t>3</w:t>
            </w:r>
          </w:p>
        </w:tc>
      </w:tr>
      <w:tr w:rsidR="001F5B4D" w:rsidRPr="001F5B4D" w14:paraId="4EBB6BFC" w14:textId="77777777" w:rsidTr="001F5B4D">
        <w:tblPrEx>
          <w:tblCellMar>
            <w:top w:w="0" w:type="dxa"/>
            <w:bottom w:w="0" w:type="dxa"/>
          </w:tblCellMar>
        </w:tblPrEx>
        <w:trPr>
          <w:cantSplit/>
        </w:trPr>
        <w:tc>
          <w:tcPr>
            <w:tcW w:w="2551" w:type="dxa"/>
            <w:shd w:val="clear" w:color="auto" w:fill="998877"/>
          </w:tcPr>
          <w:p w14:paraId="264F9D38" w14:textId="263B2399" w:rsidR="001F5B4D" w:rsidRPr="001F5B4D" w:rsidRDefault="001F5B4D" w:rsidP="001F5B4D">
            <w:r w:rsidRPr="001F5B4D">
              <w:t>Post capture mortality</w:t>
            </w:r>
          </w:p>
        </w:tc>
        <w:tc>
          <w:tcPr>
            <w:tcW w:w="4536" w:type="dxa"/>
            <w:gridSpan w:val="2"/>
            <w:tcBorders>
              <w:bottom w:val="single" w:sz="4" w:space="0" w:color="auto"/>
            </w:tcBorders>
          </w:tcPr>
          <w:p w14:paraId="574F33DA" w14:textId="45D1597B" w:rsidR="001F5B4D" w:rsidRPr="001F5B4D" w:rsidRDefault="001F5B4D" w:rsidP="001F5B4D">
            <w:r w:rsidRPr="001F5B4D">
              <w:t>No direct evidence of survival after capture.</w:t>
            </w:r>
          </w:p>
        </w:tc>
        <w:tc>
          <w:tcPr>
            <w:tcW w:w="851" w:type="dxa"/>
          </w:tcPr>
          <w:p w14:paraId="1485091D" w14:textId="0B62A6AB" w:rsidR="001F5B4D" w:rsidRPr="001F5B4D" w:rsidRDefault="001F5B4D" w:rsidP="001F5B4D">
            <w:r w:rsidRPr="001F5B4D">
              <w:t>3</w:t>
            </w:r>
          </w:p>
        </w:tc>
      </w:tr>
      <w:tr w:rsidR="001F5B4D" w:rsidRPr="001F5B4D" w14:paraId="00E883FD" w14:textId="77777777" w:rsidTr="001F5B4D">
        <w:tblPrEx>
          <w:tblCellMar>
            <w:top w:w="0" w:type="dxa"/>
            <w:bottom w:w="0" w:type="dxa"/>
          </w:tblCellMar>
        </w:tblPrEx>
        <w:trPr>
          <w:cantSplit/>
        </w:trPr>
        <w:tc>
          <w:tcPr>
            <w:tcW w:w="2551" w:type="dxa"/>
            <w:shd w:val="clear" w:color="auto" w:fill="998877"/>
          </w:tcPr>
          <w:p w14:paraId="072A8335" w14:textId="77777777" w:rsidR="001F5B4D" w:rsidRPr="001F5B4D" w:rsidRDefault="001F5B4D" w:rsidP="001F5B4D"/>
        </w:tc>
        <w:tc>
          <w:tcPr>
            <w:tcW w:w="4536" w:type="dxa"/>
            <w:gridSpan w:val="2"/>
            <w:tcBorders>
              <w:bottom w:val="single" w:sz="4" w:space="0" w:color="auto"/>
            </w:tcBorders>
            <w:shd w:val="clear" w:color="auto" w:fill="998877"/>
          </w:tcPr>
          <w:p w14:paraId="04F847DF" w14:textId="62A09F92" w:rsidR="001F5B4D" w:rsidRPr="001F5B4D" w:rsidRDefault="001F5B4D" w:rsidP="001F5B4D">
            <w:r w:rsidRPr="001F5B4D">
              <w:t>Susceptibility score</w:t>
            </w:r>
          </w:p>
        </w:tc>
        <w:tc>
          <w:tcPr>
            <w:tcW w:w="851" w:type="dxa"/>
          </w:tcPr>
          <w:p w14:paraId="43E9F1A8" w14:textId="47169FBF" w:rsidR="001F5B4D" w:rsidRPr="001F5B4D" w:rsidRDefault="001F5B4D" w:rsidP="001F5B4D">
            <w:r w:rsidRPr="001F5B4D">
              <w:t>2.33</w:t>
            </w:r>
          </w:p>
        </w:tc>
      </w:tr>
      <w:tr w:rsidR="001F5B4D" w:rsidRPr="001F5B4D" w14:paraId="499EF27C" w14:textId="77777777" w:rsidTr="001F5B4D">
        <w:tblPrEx>
          <w:tblCellMar>
            <w:top w:w="0" w:type="dxa"/>
            <w:bottom w:w="0" w:type="dxa"/>
          </w:tblCellMar>
        </w:tblPrEx>
        <w:trPr>
          <w:cantSplit/>
        </w:trPr>
        <w:tc>
          <w:tcPr>
            <w:tcW w:w="2551" w:type="dxa"/>
            <w:shd w:val="clear" w:color="auto" w:fill="998877"/>
          </w:tcPr>
          <w:p w14:paraId="731C3F19" w14:textId="77777777" w:rsidR="001F5B4D" w:rsidRPr="001F5B4D" w:rsidRDefault="001F5B4D" w:rsidP="001F5B4D"/>
        </w:tc>
        <w:tc>
          <w:tcPr>
            <w:tcW w:w="4536" w:type="dxa"/>
            <w:gridSpan w:val="2"/>
            <w:shd w:val="clear" w:color="auto" w:fill="998877"/>
          </w:tcPr>
          <w:p w14:paraId="1DAD9926" w14:textId="49FB37F4" w:rsidR="001F5B4D" w:rsidRPr="001F5B4D" w:rsidRDefault="001F5B4D" w:rsidP="001F5B4D">
            <w:r w:rsidRPr="001F5B4D">
              <w:t>Vulnerability score</w:t>
            </w:r>
          </w:p>
        </w:tc>
        <w:tc>
          <w:tcPr>
            <w:tcW w:w="851" w:type="dxa"/>
          </w:tcPr>
          <w:p w14:paraId="27D8F796" w14:textId="459E761D" w:rsidR="001F5B4D" w:rsidRPr="001F5B4D" w:rsidRDefault="001F5B4D" w:rsidP="001F5B4D">
            <w:r w:rsidRPr="001F5B4D">
              <w:t>3.68</w:t>
            </w:r>
          </w:p>
        </w:tc>
      </w:tr>
    </w:tbl>
    <w:p w14:paraId="6C0627EC" w14:textId="6B2614A5"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441B39B8"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5" w:name="T_BON" w:colFirst="0" w:colLast="0"/>
          <w:p w14:paraId="2FD18CA1" w14:textId="0313D16F" w:rsidR="001F5B4D" w:rsidRPr="001F5B4D" w:rsidRDefault="001F5B4D" w:rsidP="001F5B4D">
            <w:pPr>
              <w:rPr>
                <w:b/>
              </w:rPr>
            </w:pPr>
            <w:r w:rsidRPr="001F5B4D">
              <w:rPr>
                <w:b/>
              </w:rPr>
              <w:fldChar w:fldCharType="begin"/>
            </w:r>
            <w:r w:rsidRPr="001F5B4D">
              <w:rPr>
                <w:b/>
              </w:rPr>
              <w:instrText xml:space="preserve"> HYPERLINK  \l "S_BON" \o "PSA Score" </w:instrText>
            </w:r>
            <w:r w:rsidRPr="001F5B4D">
              <w:rPr>
                <w:b/>
              </w:rPr>
            </w:r>
            <w:r w:rsidRPr="001F5B4D">
              <w:rPr>
                <w:b/>
              </w:rPr>
              <w:fldChar w:fldCharType="separate"/>
            </w:r>
            <w:r w:rsidRPr="001F5B4D">
              <w:rPr>
                <w:rStyle w:val="Hyperlink"/>
                <w:b/>
              </w:rPr>
              <w:t>Atlantic bonito</w:t>
            </w:r>
            <w:r w:rsidRPr="001F5B4D">
              <w:rPr>
                <w:b/>
              </w:rPr>
              <w:fldChar w:fldCharType="end"/>
            </w:r>
          </w:p>
        </w:tc>
        <w:tc>
          <w:tcPr>
            <w:tcW w:w="3969" w:type="dxa"/>
            <w:gridSpan w:val="2"/>
            <w:tcBorders>
              <w:bottom w:val="single" w:sz="4" w:space="0" w:color="auto"/>
            </w:tcBorders>
            <w:shd w:val="clear" w:color="auto" w:fill="998877"/>
          </w:tcPr>
          <w:p w14:paraId="5905870F" w14:textId="28536884" w:rsidR="001F5B4D" w:rsidRPr="001F5B4D" w:rsidRDefault="001F5B4D" w:rsidP="001F5B4D">
            <w:pPr>
              <w:rPr>
                <w:b/>
                <w:i/>
              </w:rPr>
            </w:pPr>
            <w:r w:rsidRPr="001F5B4D">
              <w:rPr>
                <w:b/>
                <w:i/>
              </w:rPr>
              <w:t>Sarda sarda</w:t>
            </w:r>
          </w:p>
        </w:tc>
      </w:tr>
      <w:bookmarkEnd w:id="135"/>
      <w:tr w:rsidR="001F5B4D" w:rsidRPr="001F5B4D" w14:paraId="2C0750A5" w14:textId="77777777" w:rsidTr="003B318A">
        <w:tblPrEx>
          <w:tblCellMar>
            <w:top w:w="0" w:type="dxa"/>
            <w:bottom w:w="0" w:type="dxa"/>
          </w:tblCellMar>
        </w:tblPrEx>
        <w:trPr>
          <w:cantSplit/>
        </w:trPr>
        <w:tc>
          <w:tcPr>
            <w:tcW w:w="7938" w:type="dxa"/>
            <w:gridSpan w:val="4"/>
            <w:shd w:val="clear" w:color="auto" w:fill="998877"/>
          </w:tcPr>
          <w:p w14:paraId="6F4E5B09" w14:textId="4A66B3AB" w:rsidR="001F5B4D" w:rsidRPr="001F5B4D" w:rsidRDefault="001F5B4D" w:rsidP="001F5B4D">
            <w:pPr>
              <w:rPr>
                <w:b/>
              </w:rPr>
            </w:pPr>
            <w:r w:rsidRPr="001F5B4D">
              <w:rPr>
                <w:b/>
              </w:rPr>
              <w:t>Productivity</w:t>
            </w:r>
          </w:p>
        </w:tc>
      </w:tr>
      <w:tr w:rsidR="001F5B4D" w:rsidRPr="001F5B4D" w14:paraId="788A1158" w14:textId="77777777" w:rsidTr="001F5B4D">
        <w:tblPrEx>
          <w:tblCellMar>
            <w:top w:w="0" w:type="dxa"/>
            <w:bottom w:w="0" w:type="dxa"/>
          </w:tblCellMar>
        </w:tblPrEx>
        <w:trPr>
          <w:cantSplit/>
        </w:trPr>
        <w:tc>
          <w:tcPr>
            <w:tcW w:w="2551" w:type="dxa"/>
            <w:shd w:val="clear" w:color="auto" w:fill="998877"/>
          </w:tcPr>
          <w:p w14:paraId="2FADA4D5" w14:textId="610785AE" w:rsidR="001F5B4D" w:rsidRPr="001F5B4D" w:rsidRDefault="001F5B4D" w:rsidP="001F5B4D">
            <w:r w:rsidRPr="001F5B4D">
              <w:t>Average age at maturity</w:t>
            </w:r>
          </w:p>
        </w:tc>
        <w:tc>
          <w:tcPr>
            <w:tcW w:w="4536" w:type="dxa"/>
            <w:gridSpan w:val="2"/>
          </w:tcPr>
          <w:p w14:paraId="33993F85" w14:textId="78A046E3" w:rsidR="001F5B4D" w:rsidRPr="001F5B4D" w:rsidRDefault="001F5B4D" w:rsidP="001F5B4D">
            <w:r w:rsidRPr="001F5B4D">
              <w:t>Species growth rate (K) is 0.529, which is higher than lowest risk K (0.183) for age at maturity.</w:t>
            </w:r>
          </w:p>
        </w:tc>
        <w:tc>
          <w:tcPr>
            <w:tcW w:w="851" w:type="dxa"/>
          </w:tcPr>
          <w:p w14:paraId="19269761" w14:textId="37CC7B23" w:rsidR="001F5B4D" w:rsidRPr="001F5B4D" w:rsidRDefault="001F5B4D" w:rsidP="001F5B4D">
            <w:r w:rsidRPr="001F5B4D">
              <w:t>1</w:t>
            </w:r>
          </w:p>
        </w:tc>
      </w:tr>
      <w:tr w:rsidR="001F5B4D" w:rsidRPr="001F5B4D" w14:paraId="4DDB33A0" w14:textId="77777777" w:rsidTr="001F5B4D">
        <w:tblPrEx>
          <w:tblCellMar>
            <w:top w:w="0" w:type="dxa"/>
            <w:bottom w:w="0" w:type="dxa"/>
          </w:tblCellMar>
        </w:tblPrEx>
        <w:trPr>
          <w:cantSplit/>
        </w:trPr>
        <w:tc>
          <w:tcPr>
            <w:tcW w:w="2551" w:type="dxa"/>
            <w:shd w:val="clear" w:color="auto" w:fill="998877"/>
          </w:tcPr>
          <w:p w14:paraId="63C84425" w14:textId="3A9CAD2E" w:rsidR="001F5B4D" w:rsidRPr="001F5B4D" w:rsidRDefault="001F5B4D" w:rsidP="001F5B4D">
            <w:r w:rsidRPr="001F5B4D">
              <w:t>Average max age</w:t>
            </w:r>
          </w:p>
        </w:tc>
        <w:tc>
          <w:tcPr>
            <w:tcW w:w="4536" w:type="dxa"/>
            <w:gridSpan w:val="2"/>
          </w:tcPr>
          <w:p w14:paraId="14EB1DEE" w14:textId="27AC91C8" w:rsidR="001F5B4D" w:rsidRPr="001F5B4D" w:rsidRDefault="001F5B4D" w:rsidP="001F5B4D">
            <w:r w:rsidRPr="001F5B4D">
              <w:t>Species growth rate (K) is 0.529, which is higher than lowest risk K (0.30) for maximum age.</w:t>
            </w:r>
          </w:p>
        </w:tc>
        <w:tc>
          <w:tcPr>
            <w:tcW w:w="851" w:type="dxa"/>
          </w:tcPr>
          <w:p w14:paraId="1AE7E8D0" w14:textId="226177DB" w:rsidR="001F5B4D" w:rsidRPr="001F5B4D" w:rsidRDefault="001F5B4D" w:rsidP="001F5B4D">
            <w:r w:rsidRPr="001F5B4D">
              <w:t>1</w:t>
            </w:r>
          </w:p>
        </w:tc>
      </w:tr>
      <w:tr w:rsidR="001F5B4D" w:rsidRPr="001F5B4D" w14:paraId="0CC469CD" w14:textId="77777777" w:rsidTr="001F5B4D">
        <w:tblPrEx>
          <w:tblCellMar>
            <w:top w:w="0" w:type="dxa"/>
            <w:bottom w:w="0" w:type="dxa"/>
          </w:tblCellMar>
        </w:tblPrEx>
        <w:trPr>
          <w:cantSplit/>
        </w:trPr>
        <w:tc>
          <w:tcPr>
            <w:tcW w:w="2551" w:type="dxa"/>
            <w:shd w:val="clear" w:color="auto" w:fill="998877"/>
          </w:tcPr>
          <w:p w14:paraId="6D586693" w14:textId="103FCA01" w:rsidR="001F5B4D" w:rsidRPr="001F5B4D" w:rsidRDefault="001F5B4D" w:rsidP="001F5B4D">
            <w:r w:rsidRPr="001F5B4D">
              <w:t>Fecundity</w:t>
            </w:r>
          </w:p>
        </w:tc>
        <w:tc>
          <w:tcPr>
            <w:tcW w:w="4536" w:type="dxa"/>
            <w:gridSpan w:val="2"/>
          </w:tcPr>
          <w:p w14:paraId="7364135B" w14:textId="7A3539BD" w:rsidR="001F5B4D" w:rsidRPr="001F5B4D" w:rsidRDefault="001F5B4D" w:rsidP="001F5B4D">
            <w:r w:rsidRPr="001F5B4D">
              <w:t>The score is based on the maximum risk score in the family Scombridae, which included 27 species.</w:t>
            </w:r>
          </w:p>
        </w:tc>
        <w:tc>
          <w:tcPr>
            <w:tcW w:w="851" w:type="dxa"/>
          </w:tcPr>
          <w:p w14:paraId="614770EF" w14:textId="66F4FC65" w:rsidR="001F5B4D" w:rsidRPr="001F5B4D" w:rsidRDefault="001F5B4D" w:rsidP="001F5B4D">
            <w:r w:rsidRPr="001F5B4D">
              <w:t>1</w:t>
            </w:r>
          </w:p>
        </w:tc>
      </w:tr>
      <w:tr w:rsidR="001F5B4D" w:rsidRPr="001F5B4D" w14:paraId="6246AA06" w14:textId="77777777" w:rsidTr="001F5B4D">
        <w:tblPrEx>
          <w:tblCellMar>
            <w:top w:w="0" w:type="dxa"/>
            <w:bottom w:w="0" w:type="dxa"/>
          </w:tblCellMar>
        </w:tblPrEx>
        <w:trPr>
          <w:cantSplit/>
        </w:trPr>
        <w:tc>
          <w:tcPr>
            <w:tcW w:w="2551" w:type="dxa"/>
            <w:shd w:val="clear" w:color="auto" w:fill="998877"/>
          </w:tcPr>
          <w:p w14:paraId="661BA34E" w14:textId="5F83AEE4" w:rsidR="001F5B4D" w:rsidRPr="001F5B4D" w:rsidRDefault="001F5B4D" w:rsidP="001F5B4D">
            <w:r w:rsidRPr="001F5B4D">
              <w:t>Average max size</w:t>
            </w:r>
          </w:p>
        </w:tc>
        <w:tc>
          <w:tcPr>
            <w:tcW w:w="4536" w:type="dxa"/>
            <w:gridSpan w:val="2"/>
          </w:tcPr>
          <w:p w14:paraId="4D54CC44" w14:textId="59D958DD" w:rsidR="001F5B4D" w:rsidRPr="001F5B4D" w:rsidRDefault="001F5B4D" w:rsidP="001F5B4D">
            <w:r w:rsidRPr="001F5B4D">
              <w:t>Species maximum length is 91, which is lower than the lowest risk value (100cm).</w:t>
            </w:r>
          </w:p>
        </w:tc>
        <w:tc>
          <w:tcPr>
            <w:tcW w:w="851" w:type="dxa"/>
          </w:tcPr>
          <w:p w14:paraId="492D19E1" w14:textId="0232EFAE" w:rsidR="001F5B4D" w:rsidRPr="001F5B4D" w:rsidRDefault="001F5B4D" w:rsidP="001F5B4D">
            <w:r w:rsidRPr="001F5B4D">
              <w:t>1</w:t>
            </w:r>
          </w:p>
        </w:tc>
      </w:tr>
      <w:tr w:rsidR="001F5B4D" w:rsidRPr="001F5B4D" w14:paraId="766E8C7F" w14:textId="77777777" w:rsidTr="001F5B4D">
        <w:tblPrEx>
          <w:tblCellMar>
            <w:top w:w="0" w:type="dxa"/>
            <w:bottom w:w="0" w:type="dxa"/>
          </w:tblCellMar>
        </w:tblPrEx>
        <w:trPr>
          <w:cantSplit/>
        </w:trPr>
        <w:tc>
          <w:tcPr>
            <w:tcW w:w="2551" w:type="dxa"/>
            <w:shd w:val="clear" w:color="auto" w:fill="998877"/>
          </w:tcPr>
          <w:p w14:paraId="4BF5877D" w14:textId="77218E12" w:rsidR="001F5B4D" w:rsidRPr="001F5B4D" w:rsidRDefault="001F5B4D" w:rsidP="001F5B4D">
            <w:r w:rsidRPr="001F5B4D">
              <w:t>Average size at maturity</w:t>
            </w:r>
          </w:p>
        </w:tc>
        <w:tc>
          <w:tcPr>
            <w:tcW w:w="4536" w:type="dxa"/>
            <w:gridSpan w:val="2"/>
          </w:tcPr>
          <w:p w14:paraId="255BA20D" w14:textId="5D543AA8" w:rsidR="001F5B4D" w:rsidRPr="001F5B4D" w:rsidRDefault="001F5B4D" w:rsidP="001F5B4D">
            <w:r w:rsidRPr="001F5B4D">
              <w:t>Species length at maturity is 37, which is lower than the lowest risk value (40cm).</w:t>
            </w:r>
          </w:p>
        </w:tc>
        <w:tc>
          <w:tcPr>
            <w:tcW w:w="851" w:type="dxa"/>
          </w:tcPr>
          <w:p w14:paraId="476485D1" w14:textId="035B2204" w:rsidR="001F5B4D" w:rsidRPr="001F5B4D" w:rsidRDefault="001F5B4D" w:rsidP="001F5B4D">
            <w:r w:rsidRPr="001F5B4D">
              <w:t>1</w:t>
            </w:r>
          </w:p>
        </w:tc>
      </w:tr>
      <w:tr w:rsidR="001F5B4D" w:rsidRPr="001F5B4D" w14:paraId="0F2BB235" w14:textId="77777777" w:rsidTr="001F5B4D">
        <w:tblPrEx>
          <w:tblCellMar>
            <w:top w:w="0" w:type="dxa"/>
            <w:bottom w:w="0" w:type="dxa"/>
          </w:tblCellMar>
        </w:tblPrEx>
        <w:trPr>
          <w:cantSplit/>
        </w:trPr>
        <w:tc>
          <w:tcPr>
            <w:tcW w:w="2551" w:type="dxa"/>
            <w:shd w:val="clear" w:color="auto" w:fill="998877"/>
          </w:tcPr>
          <w:p w14:paraId="0A10E1B8" w14:textId="5A34A4E8" w:rsidR="001F5B4D" w:rsidRPr="001F5B4D" w:rsidRDefault="001F5B4D" w:rsidP="001F5B4D">
            <w:r w:rsidRPr="001F5B4D">
              <w:t>Reproductive strategy</w:t>
            </w:r>
          </w:p>
        </w:tc>
        <w:tc>
          <w:tcPr>
            <w:tcW w:w="4536" w:type="dxa"/>
            <w:gridSpan w:val="2"/>
          </w:tcPr>
          <w:p w14:paraId="44B013CE" w14:textId="30A72DA0" w:rsidR="001F5B4D" w:rsidRPr="001F5B4D" w:rsidRDefault="001F5B4D" w:rsidP="001F5B4D">
            <w:r w:rsidRPr="001F5B4D">
              <w:t>Species reproductive strategy is broadcast spawner, which is low risk.</w:t>
            </w:r>
          </w:p>
        </w:tc>
        <w:tc>
          <w:tcPr>
            <w:tcW w:w="851" w:type="dxa"/>
          </w:tcPr>
          <w:p w14:paraId="31F49603" w14:textId="188E28B2" w:rsidR="001F5B4D" w:rsidRPr="001F5B4D" w:rsidRDefault="001F5B4D" w:rsidP="001F5B4D">
            <w:r w:rsidRPr="001F5B4D">
              <w:t>1</w:t>
            </w:r>
          </w:p>
        </w:tc>
      </w:tr>
      <w:tr w:rsidR="001F5B4D" w:rsidRPr="001F5B4D" w14:paraId="3B251D62" w14:textId="77777777" w:rsidTr="001F5B4D">
        <w:tblPrEx>
          <w:tblCellMar>
            <w:top w:w="0" w:type="dxa"/>
            <w:bottom w:w="0" w:type="dxa"/>
          </w:tblCellMar>
        </w:tblPrEx>
        <w:trPr>
          <w:cantSplit/>
        </w:trPr>
        <w:tc>
          <w:tcPr>
            <w:tcW w:w="2551" w:type="dxa"/>
            <w:shd w:val="clear" w:color="auto" w:fill="998877"/>
          </w:tcPr>
          <w:p w14:paraId="1A6048D0" w14:textId="20BBF8C7" w:rsidR="001F5B4D" w:rsidRPr="001F5B4D" w:rsidRDefault="001F5B4D" w:rsidP="001F5B4D">
            <w:r w:rsidRPr="001F5B4D">
              <w:t>Trophic level</w:t>
            </w:r>
          </w:p>
        </w:tc>
        <w:tc>
          <w:tcPr>
            <w:tcW w:w="4536" w:type="dxa"/>
            <w:gridSpan w:val="2"/>
            <w:tcBorders>
              <w:bottom w:val="single" w:sz="4" w:space="0" w:color="auto"/>
            </w:tcBorders>
          </w:tcPr>
          <w:p w14:paraId="7AD617D2" w14:textId="6643A20A" w:rsidR="001F5B4D" w:rsidRPr="001F5B4D" w:rsidRDefault="001F5B4D" w:rsidP="001F5B4D">
            <w:r w:rsidRPr="001F5B4D">
              <w:t>Species trophic level is 4.5, which is higher than the highest risk value (3.25).</w:t>
            </w:r>
          </w:p>
        </w:tc>
        <w:tc>
          <w:tcPr>
            <w:tcW w:w="851" w:type="dxa"/>
          </w:tcPr>
          <w:p w14:paraId="025CBF57" w14:textId="4BAC38DE" w:rsidR="001F5B4D" w:rsidRPr="001F5B4D" w:rsidRDefault="001F5B4D" w:rsidP="001F5B4D">
            <w:r w:rsidRPr="001F5B4D">
              <w:t>3</w:t>
            </w:r>
          </w:p>
        </w:tc>
      </w:tr>
      <w:tr w:rsidR="001F5B4D" w:rsidRPr="001F5B4D" w14:paraId="2E7EA5FE"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19E51BF6" w14:textId="77777777" w:rsidR="001F5B4D" w:rsidRPr="001F5B4D" w:rsidRDefault="001F5B4D" w:rsidP="001F5B4D"/>
        </w:tc>
        <w:tc>
          <w:tcPr>
            <w:tcW w:w="4536" w:type="dxa"/>
            <w:gridSpan w:val="2"/>
            <w:tcBorders>
              <w:bottom w:val="single" w:sz="4" w:space="0" w:color="auto"/>
            </w:tcBorders>
            <w:shd w:val="clear" w:color="auto" w:fill="998877"/>
          </w:tcPr>
          <w:p w14:paraId="056E714E" w14:textId="290E7152" w:rsidR="001F5B4D" w:rsidRPr="001F5B4D" w:rsidRDefault="001F5B4D" w:rsidP="001F5B4D">
            <w:r w:rsidRPr="001F5B4D">
              <w:t>Productivity score</w:t>
            </w:r>
          </w:p>
        </w:tc>
        <w:tc>
          <w:tcPr>
            <w:tcW w:w="851" w:type="dxa"/>
            <w:tcBorders>
              <w:bottom w:val="single" w:sz="4" w:space="0" w:color="auto"/>
            </w:tcBorders>
          </w:tcPr>
          <w:p w14:paraId="78FD7501" w14:textId="2A1E1402" w:rsidR="001F5B4D" w:rsidRPr="001F5B4D" w:rsidRDefault="001F5B4D" w:rsidP="001F5B4D">
            <w:r w:rsidRPr="001F5B4D">
              <w:t>1.29</w:t>
            </w:r>
          </w:p>
        </w:tc>
      </w:tr>
      <w:tr w:rsidR="001F5B4D" w:rsidRPr="001F5B4D" w14:paraId="592D68BB" w14:textId="77777777" w:rsidTr="00944128">
        <w:tblPrEx>
          <w:tblCellMar>
            <w:top w:w="0" w:type="dxa"/>
            <w:bottom w:w="0" w:type="dxa"/>
          </w:tblCellMar>
        </w:tblPrEx>
        <w:trPr>
          <w:cantSplit/>
        </w:trPr>
        <w:tc>
          <w:tcPr>
            <w:tcW w:w="7938" w:type="dxa"/>
            <w:gridSpan w:val="4"/>
            <w:shd w:val="clear" w:color="auto" w:fill="998877"/>
          </w:tcPr>
          <w:p w14:paraId="315D08F5" w14:textId="6CDB5FDE" w:rsidR="001F5B4D" w:rsidRPr="001F5B4D" w:rsidRDefault="001F5B4D" w:rsidP="001F5B4D">
            <w:pPr>
              <w:rPr>
                <w:b/>
              </w:rPr>
            </w:pPr>
            <w:r w:rsidRPr="001F5B4D">
              <w:rPr>
                <w:b/>
              </w:rPr>
              <w:t>Susceptibility</w:t>
            </w:r>
          </w:p>
        </w:tc>
      </w:tr>
      <w:tr w:rsidR="001F5B4D" w:rsidRPr="001F5B4D" w14:paraId="6FFDFEB4" w14:textId="77777777" w:rsidTr="001F5B4D">
        <w:tblPrEx>
          <w:tblCellMar>
            <w:top w:w="0" w:type="dxa"/>
            <w:bottom w:w="0" w:type="dxa"/>
          </w:tblCellMar>
        </w:tblPrEx>
        <w:trPr>
          <w:cantSplit/>
        </w:trPr>
        <w:tc>
          <w:tcPr>
            <w:tcW w:w="2551" w:type="dxa"/>
            <w:shd w:val="clear" w:color="auto" w:fill="998877"/>
          </w:tcPr>
          <w:p w14:paraId="3E17C3F2" w14:textId="36F9BCD6" w:rsidR="001F5B4D" w:rsidRPr="001F5B4D" w:rsidRDefault="001F5B4D" w:rsidP="001F5B4D">
            <w:r w:rsidRPr="001F5B4D">
              <w:t>Areal overlap (availability)</w:t>
            </w:r>
          </w:p>
        </w:tc>
        <w:tc>
          <w:tcPr>
            <w:tcW w:w="4536" w:type="dxa"/>
            <w:gridSpan w:val="2"/>
          </w:tcPr>
          <w:p w14:paraId="30C4F7FA" w14:textId="25CE3AE1" w:rsidR="001F5B4D" w:rsidRPr="001F5B4D" w:rsidRDefault="001F5B4D" w:rsidP="001F5B4D">
            <w:r w:rsidRPr="001F5B4D">
              <w:t>Atlantic distribution, mostly absent in Pacific and Indian Oceans</w:t>
            </w:r>
          </w:p>
        </w:tc>
        <w:tc>
          <w:tcPr>
            <w:tcW w:w="851" w:type="dxa"/>
          </w:tcPr>
          <w:p w14:paraId="0F69FC3A" w14:textId="73B59B1C" w:rsidR="001F5B4D" w:rsidRPr="001F5B4D" w:rsidRDefault="001F5B4D" w:rsidP="001F5B4D">
            <w:r w:rsidRPr="001F5B4D">
              <w:t>1</w:t>
            </w:r>
          </w:p>
        </w:tc>
      </w:tr>
      <w:tr w:rsidR="001F5B4D" w:rsidRPr="001F5B4D" w14:paraId="04F64F80" w14:textId="77777777" w:rsidTr="001F5B4D">
        <w:tblPrEx>
          <w:tblCellMar>
            <w:top w:w="0" w:type="dxa"/>
            <w:bottom w:w="0" w:type="dxa"/>
          </w:tblCellMar>
        </w:tblPrEx>
        <w:trPr>
          <w:cantSplit/>
        </w:trPr>
        <w:tc>
          <w:tcPr>
            <w:tcW w:w="2551" w:type="dxa"/>
            <w:shd w:val="clear" w:color="auto" w:fill="998877"/>
          </w:tcPr>
          <w:p w14:paraId="7E214416" w14:textId="190C650E" w:rsidR="001F5B4D" w:rsidRPr="001F5B4D" w:rsidRDefault="001F5B4D" w:rsidP="001F5B4D">
            <w:r w:rsidRPr="001F5B4D">
              <w:t>Encounterability</w:t>
            </w:r>
          </w:p>
        </w:tc>
        <w:tc>
          <w:tcPr>
            <w:tcW w:w="4536" w:type="dxa"/>
            <w:gridSpan w:val="2"/>
          </w:tcPr>
          <w:p w14:paraId="5D3DF434" w14:textId="0B8D8283" w:rsidR="001F5B4D" w:rsidRPr="001F5B4D" w:rsidRDefault="001F5B4D" w:rsidP="001F5B4D">
            <w:r w:rsidRPr="001F5B4D">
              <w:t>The depth range of the species is 80-200m. For surface gears, the vertical overlap index with this species is 17.36%.</w:t>
            </w:r>
          </w:p>
        </w:tc>
        <w:tc>
          <w:tcPr>
            <w:tcW w:w="851" w:type="dxa"/>
          </w:tcPr>
          <w:p w14:paraId="2CCE649B" w14:textId="4ED48673" w:rsidR="001F5B4D" w:rsidRPr="001F5B4D" w:rsidRDefault="001F5B4D" w:rsidP="001F5B4D">
            <w:r w:rsidRPr="001F5B4D">
              <w:t>2</w:t>
            </w:r>
          </w:p>
        </w:tc>
      </w:tr>
      <w:tr w:rsidR="001F5B4D" w:rsidRPr="001F5B4D" w14:paraId="7471D752" w14:textId="77777777" w:rsidTr="001F5B4D">
        <w:tblPrEx>
          <w:tblCellMar>
            <w:top w:w="0" w:type="dxa"/>
            <w:bottom w:w="0" w:type="dxa"/>
          </w:tblCellMar>
        </w:tblPrEx>
        <w:trPr>
          <w:cantSplit/>
        </w:trPr>
        <w:tc>
          <w:tcPr>
            <w:tcW w:w="2551" w:type="dxa"/>
            <w:shd w:val="clear" w:color="auto" w:fill="998877"/>
          </w:tcPr>
          <w:p w14:paraId="78549606" w14:textId="4A36BFB8" w:rsidR="001F5B4D" w:rsidRPr="001F5B4D" w:rsidRDefault="001F5B4D" w:rsidP="001F5B4D">
            <w:r w:rsidRPr="001F5B4D">
              <w:t>Selectivity</w:t>
            </w:r>
          </w:p>
        </w:tc>
        <w:tc>
          <w:tcPr>
            <w:tcW w:w="4536" w:type="dxa"/>
            <w:gridSpan w:val="2"/>
          </w:tcPr>
          <w:p w14:paraId="600C4AAE" w14:textId="3165DCCC" w:rsidR="001F5B4D" w:rsidRPr="001F5B4D" w:rsidRDefault="001F5B4D" w:rsidP="001F5B4D">
            <w:r w:rsidRPr="001F5B4D">
              <w:t>The maximum length of the species is 91.4cm. For tropical surface fisheries, the length overlap index with this species is 83.09%.</w:t>
            </w:r>
          </w:p>
        </w:tc>
        <w:tc>
          <w:tcPr>
            <w:tcW w:w="851" w:type="dxa"/>
          </w:tcPr>
          <w:p w14:paraId="5299E1A2" w14:textId="2BD4479E" w:rsidR="001F5B4D" w:rsidRPr="001F5B4D" w:rsidRDefault="001F5B4D" w:rsidP="001F5B4D">
            <w:r w:rsidRPr="001F5B4D">
              <w:t>3</w:t>
            </w:r>
          </w:p>
        </w:tc>
      </w:tr>
      <w:tr w:rsidR="001F5B4D" w:rsidRPr="001F5B4D" w14:paraId="62FB6ABA" w14:textId="77777777" w:rsidTr="001F5B4D">
        <w:tblPrEx>
          <w:tblCellMar>
            <w:top w:w="0" w:type="dxa"/>
            <w:bottom w:w="0" w:type="dxa"/>
          </w:tblCellMar>
        </w:tblPrEx>
        <w:trPr>
          <w:cantSplit/>
        </w:trPr>
        <w:tc>
          <w:tcPr>
            <w:tcW w:w="2551" w:type="dxa"/>
            <w:shd w:val="clear" w:color="auto" w:fill="998877"/>
          </w:tcPr>
          <w:p w14:paraId="4E5E4BF7" w14:textId="09CC3325" w:rsidR="001F5B4D" w:rsidRPr="001F5B4D" w:rsidRDefault="001F5B4D" w:rsidP="001F5B4D">
            <w:r w:rsidRPr="001F5B4D">
              <w:t>Post capture mortality</w:t>
            </w:r>
          </w:p>
        </w:tc>
        <w:tc>
          <w:tcPr>
            <w:tcW w:w="4536" w:type="dxa"/>
            <w:gridSpan w:val="2"/>
            <w:tcBorders>
              <w:bottom w:val="single" w:sz="4" w:space="0" w:color="auto"/>
            </w:tcBorders>
          </w:tcPr>
          <w:p w14:paraId="12952138" w14:textId="79D2D580" w:rsidR="001F5B4D" w:rsidRPr="001F5B4D" w:rsidRDefault="001F5B4D" w:rsidP="001F5B4D">
            <w:r w:rsidRPr="001F5B4D">
              <w:t>No direct evidence of survival after capture.</w:t>
            </w:r>
          </w:p>
        </w:tc>
        <w:tc>
          <w:tcPr>
            <w:tcW w:w="851" w:type="dxa"/>
          </w:tcPr>
          <w:p w14:paraId="7E2816B0" w14:textId="28557F25" w:rsidR="001F5B4D" w:rsidRPr="001F5B4D" w:rsidRDefault="001F5B4D" w:rsidP="001F5B4D">
            <w:r w:rsidRPr="001F5B4D">
              <w:t>3</w:t>
            </w:r>
          </w:p>
        </w:tc>
      </w:tr>
      <w:tr w:rsidR="001F5B4D" w:rsidRPr="001F5B4D" w14:paraId="25C64C5C" w14:textId="77777777" w:rsidTr="001F5B4D">
        <w:tblPrEx>
          <w:tblCellMar>
            <w:top w:w="0" w:type="dxa"/>
            <w:bottom w:w="0" w:type="dxa"/>
          </w:tblCellMar>
        </w:tblPrEx>
        <w:trPr>
          <w:cantSplit/>
        </w:trPr>
        <w:tc>
          <w:tcPr>
            <w:tcW w:w="2551" w:type="dxa"/>
            <w:shd w:val="clear" w:color="auto" w:fill="998877"/>
          </w:tcPr>
          <w:p w14:paraId="623A4719" w14:textId="77777777" w:rsidR="001F5B4D" w:rsidRPr="001F5B4D" w:rsidRDefault="001F5B4D" w:rsidP="001F5B4D"/>
        </w:tc>
        <w:tc>
          <w:tcPr>
            <w:tcW w:w="4536" w:type="dxa"/>
            <w:gridSpan w:val="2"/>
            <w:tcBorders>
              <w:bottom w:val="single" w:sz="4" w:space="0" w:color="auto"/>
            </w:tcBorders>
            <w:shd w:val="clear" w:color="auto" w:fill="998877"/>
          </w:tcPr>
          <w:p w14:paraId="70C668A4" w14:textId="72FB7ACA" w:rsidR="001F5B4D" w:rsidRPr="001F5B4D" w:rsidRDefault="001F5B4D" w:rsidP="001F5B4D">
            <w:r w:rsidRPr="001F5B4D">
              <w:t>Susceptibility score</w:t>
            </w:r>
          </w:p>
        </w:tc>
        <w:tc>
          <w:tcPr>
            <w:tcW w:w="851" w:type="dxa"/>
          </w:tcPr>
          <w:p w14:paraId="06A93E43" w14:textId="34A29B1C" w:rsidR="001F5B4D" w:rsidRPr="001F5B4D" w:rsidRDefault="001F5B4D" w:rsidP="001F5B4D">
            <w:r w:rsidRPr="001F5B4D">
              <w:t>1.43</w:t>
            </w:r>
          </w:p>
        </w:tc>
      </w:tr>
      <w:tr w:rsidR="001F5B4D" w:rsidRPr="001F5B4D" w14:paraId="2ABAAB65" w14:textId="77777777" w:rsidTr="001F5B4D">
        <w:tblPrEx>
          <w:tblCellMar>
            <w:top w:w="0" w:type="dxa"/>
            <w:bottom w:w="0" w:type="dxa"/>
          </w:tblCellMar>
        </w:tblPrEx>
        <w:trPr>
          <w:cantSplit/>
        </w:trPr>
        <w:tc>
          <w:tcPr>
            <w:tcW w:w="2551" w:type="dxa"/>
            <w:shd w:val="clear" w:color="auto" w:fill="998877"/>
          </w:tcPr>
          <w:p w14:paraId="436C2BDB" w14:textId="77777777" w:rsidR="001F5B4D" w:rsidRPr="001F5B4D" w:rsidRDefault="001F5B4D" w:rsidP="001F5B4D"/>
        </w:tc>
        <w:tc>
          <w:tcPr>
            <w:tcW w:w="4536" w:type="dxa"/>
            <w:gridSpan w:val="2"/>
            <w:shd w:val="clear" w:color="auto" w:fill="998877"/>
          </w:tcPr>
          <w:p w14:paraId="27DB4082" w14:textId="5D25413C" w:rsidR="001F5B4D" w:rsidRPr="001F5B4D" w:rsidRDefault="001F5B4D" w:rsidP="001F5B4D">
            <w:r w:rsidRPr="001F5B4D">
              <w:t>Vulnerability score</w:t>
            </w:r>
          </w:p>
        </w:tc>
        <w:tc>
          <w:tcPr>
            <w:tcW w:w="851" w:type="dxa"/>
          </w:tcPr>
          <w:p w14:paraId="21468DCD" w14:textId="7944803F" w:rsidR="001F5B4D" w:rsidRPr="001F5B4D" w:rsidRDefault="001F5B4D" w:rsidP="001F5B4D">
            <w:r w:rsidRPr="001F5B4D">
              <w:t>1.92</w:t>
            </w:r>
          </w:p>
        </w:tc>
      </w:tr>
    </w:tbl>
    <w:p w14:paraId="2EF2DD2D" w14:textId="53F8EED7"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4CE546B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6" w:name="T_SFA" w:colFirst="0" w:colLast="0"/>
          <w:p w14:paraId="0AC79AF5" w14:textId="29FCC920" w:rsidR="001F5B4D" w:rsidRPr="001F5B4D" w:rsidRDefault="001F5B4D" w:rsidP="001F5B4D">
            <w:pPr>
              <w:rPr>
                <w:b/>
              </w:rPr>
            </w:pPr>
            <w:r w:rsidRPr="001F5B4D">
              <w:rPr>
                <w:b/>
              </w:rPr>
              <w:fldChar w:fldCharType="begin"/>
            </w:r>
            <w:r w:rsidRPr="001F5B4D">
              <w:rPr>
                <w:b/>
              </w:rPr>
              <w:instrText xml:space="preserve"> HYPERLINK  \l "S_SFA" \o "PSA Score" </w:instrText>
            </w:r>
            <w:r w:rsidRPr="001F5B4D">
              <w:rPr>
                <w:b/>
              </w:rPr>
            </w:r>
            <w:r w:rsidRPr="001F5B4D">
              <w:rPr>
                <w:b/>
              </w:rPr>
              <w:fldChar w:fldCharType="separate"/>
            </w:r>
            <w:r w:rsidRPr="001F5B4D">
              <w:rPr>
                <w:rStyle w:val="Hyperlink"/>
                <w:b/>
              </w:rPr>
              <w:t>Indo-Pacific sailfish</w:t>
            </w:r>
            <w:r w:rsidRPr="001F5B4D">
              <w:rPr>
                <w:b/>
              </w:rPr>
              <w:fldChar w:fldCharType="end"/>
            </w:r>
          </w:p>
        </w:tc>
        <w:tc>
          <w:tcPr>
            <w:tcW w:w="3969" w:type="dxa"/>
            <w:gridSpan w:val="2"/>
            <w:tcBorders>
              <w:bottom w:val="single" w:sz="4" w:space="0" w:color="auto"/>
            </w:tcBorders>
            <w:shd w:val="clear" w:color="auto" w:fill="998877"/>
          </w:tcPr>
          <w:p w14:paraId="201B2849" w14:textId="0D8BB197" w:rsidR="001F5B4D" w:rsidRPr="001F5B4D" w:rsidRDefault="001F5B4D" w:rsidP="001F5B4D">
            <w:pPr>
              <w:rPr>
                <w:b/>
                <w:i/>
              </w:rPr>
            </w:pPr>
            <w:r w:rsidRPr="001F5B4D">
              <w:rPr>
                <w:b/>
                <w:i/>
              </w:rPr>
              <w:t>Istiophorus platypterus</w:t>
            </w:r>
          </w:p>
        </w:tc>
      </w:tr>
      <w:bookmarkEnd w:id="136"/>
      <w:tr w:rsidR="001F5B4D" w:rsidRPr="001F5B4D" w14:paraId="41CD29B0" w14:textId="77777777" w:rsidTr="00523635">
        <w:tblPrEx>
          <w:tblCellMar>
            <w:top w:w="0" w:type="dxa"/>
            <w:bottom w:w="0" w:type="dxa"/>
          </w:tblCellMar>
        </w:tblPrEx>
        <w:trPr>
          <w:cantSplit/>
        </w:trPr>
        <w:tc>
          <w:tcPr>
            <w:tcW w:w="7938" w:type="dxa"/>
            <w:gridSpan w:val="4"/>
            <w:shd w:val="clear" w:color="auto" w:fill="998877"/>
          </w:tcPr>
          <w:p w14:paraId="319F27F8" w14:textId="50BE603B" w:rsidR="001F5B4D" w:rsidRPr="001F5B4D" w:rsidRDefault="001F5B4D" w:rsidP="001F5B4D">
            <w:pPr>
              <w:rPr>
                <w:b/>
              </w:rPr>
            </w:pPr>
            <w:r w:rsidRPr="001F5B4D">
              <w:rPr>
                <w:b/>
              </w:rPr>
              <w:t>Productivity</w:t>
            </w:r>
          </w:p>
        </w:tc>
      </w:tr>
      <w:tr w:rsidR="001F5B4D" w:rsidRPr="001F5B4D" w14:paraId="5421C4DC" w14:textId="77777777" w:rsidTr="001F5B4D">
        <w:tblPrEx>
          <w:tblCellMar>
            <w:top w:w="0" w:type="dxa"/>
            <w:bottom w:w="0" w:type="dxa"/>
          </w:tblCellMar>
        </w:tblPrEx>
        <w:trPr>
          <w:cantSplit/>
        </w:trPr>
        <w:tc>
          <w:tcPr>
            <w:tcW w:w="2551" w:type="dxa"/>
            <w:shd w:val="clear" w:color="auto" w:fill="998877"/>
          </w:tcPr>
          <w:p w14:paraId="76C5218C" w14:textId="327E8B94" w:rsidR="001F5B4D" w:rsidRPr="001F5B4D" w:rsidRDefault="001F5B4D" w:rsidP="001F5B4D">
            <w:r w:rsidRPr="001F5B4D">
              <w:t>Average age at maturity</w:t>
            </w:r>
          </w:p>
        </w:tc>
        <w:tc>
          <w:tcPr>
            <w:tcW w:w="4536" w:type="dxa"/>
            <w:gridSpan w:val="2"/>
          </w:tcPr>
          <w:p w14:paraId="03A4E52F" w14:textId="3BBD85EE" w:rsidR="001F5B4D" w:rsidRPr="001F5B4D" w:rsidRDefault="001F5B4D" w:rsidP="001F5B4D">
            <w:r w:rsidRPr="001F5B4D">
              <w:t>Species growth rate (K) is 0.311, which is higher than lowest risk K (0.183) for age at maturity.</w:t>
            </w:r>
          </w:p>
        </w:tc>
        <w:tc>
          <w:tcPr>
            <w:tcW w:w="851" w:type="dxa"/>
          </w:tcPr>
          <w:p w14:paraId="67F8F026" w14:textId="70C7DB24" w:rsidR="001F5B4D" w:rsidRPr="001F5B4D" w:rsidRDefault="001F5B4D" w:rsidP="001F5B4D">
            <w:r w:rsidRPr="001F5B4D">
              <w:t>1</w:t>
            </w:r>
          </w:p>
        </w:tc>
      </w:tr>
      <w:tr w:rsidR="001F5B4D" w:rsidRPr="001F5B4D" w14:paraId="50C55DCB" w14:textId="77777777" w:rsidTr="001F5B4D">
        <w:tblPrEx>
          <w:tblCellMar>
            <w:top w:w="0" w:type="dxa"/>
            <w:bottom w:w="0" w:type="dxa"/>
          </w:tblCellMar>
        </w:tblPrEx>
        <w:trPr>
          <w:cantSplit/>
        </w:trPr>
        <w:tc>
          <w:tcPr>
            <w:tcW w:w="2551" w:type="dxa"/>
            <w:shd w:val="clear" w:color="auto" w:fill="998877"/>
          </w:tcPr>
          <w:p w14:paraId="2E8A0AB5" w14:textId="3E2EF28F" w:rsidR="001F5B4D" w:rsidRPr="001F5B4D" w:rsidRDefault="001F5B4D" w:rsidP="001F5B4D">
            <w:r w:rsidRPr="001F5B4D">
              <w:t>Average max age</w:t>
            </w:r>
          </w:p>
        </w:tc>
        <w:tc>
          <w:tcPr>
            <w:tcW w:w="4536" w:type="dxa"/>
            <w:gridSpan w:val="2"/>
          </w:tcPr>
          <w:p w14:paraId="00C992FB" w14:textId="2A1C22CE" w:rsidR="001F5B4D" w:rsidRPr="001F5B4D" w:rsidRDefault="001F5B4D" w:rsidP="001F5B4D">
            <w:r w:rsidRPr="001F5B4D">
              <w:t>Species growth rate (K) is 0.311, which is higher than lowest risk K (0.30) for maximum age.</w:t>
            </w:r>
          </w:p>
        </w:tc>
        <w:tc>
          <w:tcPr>
            <w:tcW w:w="851" w:type="dxa"/>
          </w:tcPr>
          <w:p w14:paraId="501856C3" w14:textId="146FFDEC" w:rsidR="001F5B4D" w:rsidRPr="001F5B4D" w:rsidRDefault="001F5B4D" w:rsidP="001F5B4D">
            <w:r w:rsidRPr="001F5B4D">
              <w:t>1</w:t>
            </w:r>
          </w:p>
        </w:tc>
      </w:tr>
      <w:tr w:rsidR="001F5B4D" w:rsidRPr="001F5B4D" w14:paraId="3230575A" w14:textId="77777777" w:rsidTr="001F5B4D">
        <w:tblPrEx>
          <w:tblCellMar>
            <w:top w:w="0" w:type="dxa"/>
            <w:bottom w:w="0" w:type="dxa"/>
          </w:tblCellMar>
        </w:tblPrEx>
        <w:trPr>
          <w:cantSplit/>
        </w:trPr>
        <w:tc>
          <w:tcPr>
            <w:tcW w:w="2551" w:type="dxa"/>
            <w:shd w:val="clear" w:color="auto" w:fill="998877"/>
          </w:tcPr>
          <w:p w14:paraId="3EAC09B7" w14:textId="276D0C58" w:rsidR="001F5B4D" w:rsidRPr="001F5B4D" w:rsidRDefault="001F5B4D" w:rsidP="001F5B4D">
            <w:r w:rsidRPr="001F5B4D">
              <w:t>Fecundity</w:t>
            </w:r>
          </w:p>
        </w:tc>
        <w:tc>
          <w:tcPr>
            <w:tcW w:w="4536" w:type="dxa"/>
            <w:gridSpan w:val="2"/>
          </w:tcPr>
          <w:p w14:paraId="68FD8A91" w14:textId="1D7F5BFF" w:rsidR="001F5B4D" w:rsidRPr="001F5B4D" w:rsidRDefault="001F5B4D" w:rsidP="001F5B4D">
            <w:r w:rsidRPr="001F5B4D">
              <w:t>Species fecundity is 2000000 eggs/year, which is higher than the lowest risk value (20000).</w:t>
            </w:r>
          </w:p>
        </w:tc>
        <w:tc>
          <w:tcPr>
            <w:tcW w:w="851" w:type="dxa"/>
          </w:tcPr>
          <w:p w14:paraId="61B9DBC1" w14:textId="39F8F8D0" w:rsidR="001F5B4D" w:rsidRPr="001F5B4D" w:rsidRDefault="001F5B4D" w:rsidP="001F5B4D">
            <w:r w:rsidRPr="001F5B4D">
              <w:t>1</w:t>
            </w:r>
          </w:p>
        </w:tc>
      </w:tr>
      <w:tr w:rsidR="001F5B4D" w:rsidRPr="001F5B4D" w14:paraId="5892C1B5" w14:textId="77777777" w:rsidTr="001F5B4D">
        <w:tblPrEx>
          <w:tblCellMar>
            <w:top w:w="0" w:type="dxa"/>
            <w:bottom w:w="0" w:type="dxa"/>
          </w:tblCellMar>
        </w:tblPrEx>
        <w:trPr>
          <w:cantSplit/>
        </w:trPr>
        <w:tc>
          <w:tcPr>
            <w:tcW w:w="2551" w:type="dxa"/>
            <w:shd w:val="clear" w:color="auto" w:fill="998877"/>
          </w:tcPr>
          <w:p w14:paraId="0393E22E" w14:textId="1F6E1FBA" w:rsidR="001F5B4D" w:rsidRPr="001F5B4D" w:rsidRDefault="001F5B4D" w:rsidP="001F5B4D">
            <w:r w:rsidRPr="001F5B4D">
              <w:lastRenderedPageBreak/>
              <w:t>Average max size</w:t>
            </w:r>
          </w:p>
        </w:tc>
        <w:tc>
          <w:tcPr>
            <w:tcW w:w="4536" w:type="dxa"/>
            <w:gridSpan w:val="2"/>
          </w:tcPr>
          <w:p w14:paraId="5B58A0F4" w14:textId="5EC3E614" w:rsidR="001F5B4D" w:rsidRPr="001F5B4D" w:rsidRDefault="001F5B4D" w:rsidP="001F5B4D">
            <w:r w:rsidRPr="001F5B4D">
              <w:t>Species maximum length is 348, which is higher than the highest risk value (300cm).</w:t>
            </w:r>
          </w:p>
        </w:tc>
        <w:tc>
          <w:tcPr>
            <w:tcW w:w="851" w:type="dxa"/>
          </w:tcPr>
          <w:p w14:paraId="72238ADA" w14:textId="1C5E805C" w:rsidR="001F5B4D" w:rsidRPr="001F5B4D" w:rsidRDefault="001F5B4D" w:rsidP="001F5B4D">
            <w:r w:rsidRPr="001F5B4D">
              <w:t>3</w:t>
            </w:r>
          </w:p>
        </w:tc>
      </w:tr>
      <w:tr w:rsidR="001F5B4D" w:rsidRPr="001F5B4D" w14:paraId="69DB1B9C" w14:textId="77777777" w:rsidTr="001F5B4D">
        <w:tblPrEx>
          <w:tblCellMar>
            <w:top w:w="0" w:type="dxa"/>
            <w:bottom w:w="0" w:type="dxa"/>
          </w:tblCellMar>
        </w:tblPrEx>
        <w:trPr>
          <w:cantSplit/>
        </w:trPr>
        <w:tc>
          <w:tcPr>
            <w:tcW w:w="2551" w:type="dxa"/>
            <w:shd w:val="clear" w:color="auto" w:fill="998877"/>
          </w:tcPr>
          <w:p w14:paraId="111E27FB" w14:textId="706EFCE5" w:rsidR="001F5B4D" w:rsidRPr="001F5B4D" w:rsidRDefault="001F5B4D" w:rsidP="001F5B4D">
            <w:r w:rsidRPr="001F5B4D">
              <w:t>Average size at maturity</w:t>
            </w:r>
          </w:p>
        </w:tc>
        <w:tc>
          <w:tcPr>
            <w:tcW w:w="4536" w:type="dxa"/>
            <w:gridSpan w:val="2"/>
          </w:tcPr>
          <w:p w14:paraId="4CF078E3" w14:textId="6CE8D539" w:rsidR="001F5B4D" w:rsidRPr="001F5B4D" w:rsidRDefault="001F5B4D" w:rsidP="001F5B4D">
            <w:r w:rsidRPr="001F5B4D">
              <w:t>Species length at maturity is 150, which is in the medium risk range (40-200cm).</w:t>
            </w:r>
          </w:p>
        </w:tc>
        <w:tc>
          <w:tcPr>
            <w:tcW w:w="851" w:type="dxa"/>
          </w:tcPr>
          <w:p w14:paraId="405A78DA" w14:textId="3B48EB9C" w:rsidR="001F5B4D" w:rsidRPr="001F5B4D" w:rsidRDefault="001F5B4D" w:rsidP="001F5B4D">
            <w:r w:rsidRPr="001F5B4D">
              <w:t>2</w:t>
            </w:r>
          </w:p>
        </w:tc>
      </w:tr>
      <w:tr w:rsidR="001F5B4D" w:rsidRPr="001F5B4D" w14:paraId="3495A609" w14:textId="77777777" w:rsidTr="001F5B4D">
        <w:tblPrEx>
          <w:tblCellMar>
            <w:top w:w="0" w:type="dxa"/>
            <w:bottom w:w="0" w:type="dxa"/>
          </w:tblCellMar>
        </w:tblPrEx>
        <w:trPr>
          <w:cantSplit/>
        </w:trPr>
        <w:tc>
          <w:tcPr>
            <w:tcW w:w="2551" w:type="dxa"/>
            <w:shd w:val="clear" w:color="auto" w:fill="998877"/>
          </w:tcPr>
          <w:p w14:paraId="15BF1667" w14:textId="77839BE8" w:rsidR="001F5B4D" w:rsidRPr="001F5B4D" w:rsidRDefault="001F5B4D" w:rsidP="001F5B4D">
            <w:r w:rsidRPr="001F5B4D">
              <w:t>Reproductive strategy</w:t>
            </w:r>
          </w:p>
        </w:tc>
        <w:tc>
          <w:tcPr>
            <w:tcW w:w="4536" w:type="dxa"/>
            <w:gridSpan w:val="2"/>
          </w:tcPr>
          <w:p w14:paraId="5ECB2204" w14:textId="0F010420" w:rsidR="001F5B4D" w:rsidRPr="001F5B4D" w:rsidRDefault="001F5B4D" w:rsidP="001F5B4D">
            <w:r w:rsidRPr="001F5B4D">
              <w:t>Species reproductive strategy is broadcast spawner, which is low risk.</w:t>
            </w:r>
          </w:p>
        </w:tc>
        <w:tc>
          <w:tcPr>
            <w:tcW w:w="851" w:type="dxa"/>
          </w:tcPr>
          <w:p w14:paraId="31E4E0ED" w14:textId="35080862" w:rsidR="001F5B4D" w:rsidRPr="001F5B4D" w:rsidRDefault="001F5B4D" w:rsidP="001F5B4D">
            <w:r w:rsidRPr="001F5B4D">
              <w:t>1</w:t>
            </w:r>
          </w:p>
        </w:tc>
      </w:tr>
      <w:tr w:rsidR="001F5B4D" w:rsidRPr="001F5B4D" w14:paraId="419950AB" w14:textId="77777777" w:rsidTr="001F5B4D">
        <w:tblPrEx>
          <w:tblCellMar>
            <w:top w:w="0" w:type="dxa"/>
            <w:bottom w:w="0" w:type="dxa"/>
          </w:tblCellMar>
        </w:tblPrEx>
        <w:trPr>
          <w:cantSplit/>
        </w:trPr>
        <w:tc>
          <w:tcPr>
            <w:tcW w:w="2551" w:type="dxa"/>
            <w:shd w:val="clear" w:color="auto" w:fill="998877"/>
          </w:tcPr>
          <w:p w14:paraId="6C0F7B1D" w14:textId="10365964" w:rsidR="001F5B4D" w:rsidRPr="001F5B4D" w:rsidRDefault="001F5B4D" w:rsidP="001F5B4D">
            <w:r w:rsidRPr="001F5B4D">
              <w:t>Trophic level</w:t>
            </w:r>
          </w:p>
        </w:tc>
        <w:tc>
          <w:tcPr>
            <w:tcW w:w="4536" w:type="dxa"/>
            <w:gridSpan w:val="2"/>
            <w:tcBorders>
              <w:bottom w:val="single" w:sz="4" w:space="0" w:color="auto"/>
            </w:tcBorders>
          </w:tcPr>
          <w:p w14:paraId="28F2EB31" w14:textId="1010173D" w:rsidR="001F5B4D" w:rsidRPr="001F5B4D" w:rsidRDefault="001F5B4D" w:rsidP="001F5B4D">
            <w:r w:rsidRPr="001F5B4D">
              <w:t>Species trophic level is 4.5, which is higher than the highest risk value (3.25).</w:t>
            </w:r>
          </w:p>
        </w:tc>
        <w:tc>
          <w:tcPr>
            <w:tcW w:w="851" w:type="dxa"/>
          </w:tcPr>
          <w:p w14:paraId="0A3580C2" w14:textId="545844B1" w:rsidR="001F5B4D" w:rsidRPr="001F5B4D" w:rsidRDefault="001F5B4D" w:rsidP="001F5B4D">
            <w:r w:rsidRPr="001F5B4D">
              <w:t>3</w:t>
            </w:r>
          </w:p>
        </w:tc>
      </w:tr>
      <w:tr w:rsidR="001F5B4D" w:rsidRPr="001F5B4D" w14:paraId="25F3E4AB"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31B880D2" w14:textId="77777777" w:rsidR="001F5B4D" w:rsidRPr="001F5B4D" w:rsidRDefault="001F5B4D" w:rsidP="001F5B4D"/>
        </w:tc>
        <w:tc>
          <w:tcPr>
            <w:tcW w:w="4536" w:type="dxa"/>
            <w:gridSpan w:val="2"/>
            <w:tcBorders>
              <w:bottom w:val="single" w:sz="4" w:space="0" w:color="auto"/>
            </w:tcBorders>
            <w:shd w:val="clear" w:color="auto" w:fill="998877"/>
          </w:tcPr>
          <w:p w14:paraId="0E32C3D2" w14:textId="595029B8" w:rsidR="001F5B4D" w:rsidRPr="001F5B4D" w:rsidRDefault="001F5B4D" w:rsidP="001F5B4D">
            <w:r w:rsidRPr="001F5B4D">
              <w:t>Productivity score</w:t>
            </w:r>
          </w:p>
        </w:tc>
        <w:tc>
          <w:tcPr>
            <w:tcW w:w="851" w:type="dxa"/>
            <w:tcBorders>
              <w:bottom w:val="single" w:sz="4" w:space="0" w:color="auto"/>
            </w:tcBorders>
          </w:tcPr>
          <w:p w14:paraId="4C8F065C" w14:textId="735D5580" w:rsidR="001F5B4D" w:rsidRPr="001F5B4D" w:rsidRDefault="001F5B4D" w:rsidP="001F5B4D">
            <w:r w:rsidRPr="001F5B4D">
              <w:t>1.71</w:t>
            </w:r>
          </w:p>
        </w:tc>
      </w:tr>
      <w:tr w:rsidR="001F5B4D" w:rsidRPr="001F5B4D" w14:paraId="7C2DFFF7" w14:textId="77777777" w:rsidTr="00441112">
        <w:tblPrEx>
          <w:tblCellMar>
            <w:top w:w="0" w:type="dxa"/>
            <w:bottom w:w="0" w:type="dxa"/>
          </w:tblCellMar>
        </w:tblPrEx>
        <w:trPr>
          <w:cantSplit/>
        </w:trPr>
        <w:tc>
          <w:tcPr>
            <w:tcW w:w="7938" w:type="dxa"/>
            <w:gridSpan w:val="4"/>
            <w:shd w:val="clear" w:color="auto" w:fill="998877"/>
          </w:tcPr>
          <w:p w14:paraId="03DACE6E" w14:textId="165ABC73" w:rsidR="001F5B4D" w:rsidRPr="001F5B4D" w:rsidRDefault="001F5B4D" w:rsidP="001F5B4D">
            <w:pPr>
              <w:rPr>
                <w:b/>
              </w:rPr>
            </w:pPr>
            <w:r w:rsidRPr="001F5B4D">
              <w:rPr>
                <w:b/>
              </w:rPr>
              <w:t>Susceptibility</w:t>
            </w:r>
          </w:p>
        </w:tc>
      </w:tr>
      <w:tr w:rsidR="001F5B4D" w:rsidRPr="001F5B4D" w14:paraId="767FCF16" w14:textId="77777777" w:rsidTr="001F5B4D">
        <w:tblPrEx>
          <w:tblCellMar>
            <w:top w:w="0" w:type="dxa"/>
            <w:bottom w:w="0" w:type="dxa"/>
          </w:tblCellMar>
        </w:tblPrEx>
        <w:trPr>
          <w:cantSplit/>
        </w:trPr>
        <w:tc>
          <w:tcPr>
            <w:tcW w:w="2551" w:type="dxa"/>
            <w:shd w:val="clear" w:color="auto" w:fill="998877"/>
          </w:tcPr>
          <w:p w14:paraId="0BC194CE" w14:textId="31FC5195" w:rsidR="001F5B4D" w:rsidRPr="001F5B4D" w:rsidRDefault="001F5B4D" w:rsidP="001F5B4D">
            <w:r w:rsidRPr="001F5B4D">
              <w:t>Areal overlap (availability)</w:t>
            </w:r>
          </w:p>
        </w:tc>
        <w:tc>
          <w:tcPr>
            <w:tcW w:w="4536" w:type="dxa"/>
            <w:gridSpan w:val="2"/>
          </w:tcPr>
          <w:p w14:paraId="1C764FDF" w14:textId="37D297BF" w:rsidR="001F5B4D" w:rsidRPr="001F5B4D" w:rsidRDefault="001F5B4D" w:rsidP="001F5B4D">
            <w:r w:rsidRPr="001F5B4D">
              <w:t>Worldwide distribution, absent in Mediterranean. Species is coastal.</w:t>
            </w:r>
          </w:p>
        </w:tc>
        <w:tc>
          <w:tcPr>
            <w:tcW w:w="851" w:type="dxa"/>
          </w:tcPr>
          <w:p w14:paraId="01E2D7DC" w14:textId="25145354" w:rsidR="001F5B4D" w:rsidRPr="001F5B4D" w:rsidRDefault="001F5B4D" w:rsidP="001F5B4D">
            <w:r w:rsidRPr="001F5B4D">
              <w:t>2</w:t>
            </w:r>
          </w:p>
        </w:tc>
      </w:tr>
      <w:tr w:rsidR="001F5B4D" w:rsidRPr="001F5B4D" w14:paraId="04D14F1A" w14:textId="77777777" w:rsidTr="001F5B4D">
        <w:tblPrEx>
          <w:tblCellMar>
            <w:top w:w="0" w:type="dxa"/>
            <w:bottom w:w="0" w:type="dxa"/>
          </w:tblCellMar>
        </w:tblPrEx>
        <w:trPr>
          <w:cantSplit/>
        </w:trPr>
        <w:tc>
          <w:tcPr>
            <w:tcW w:w="2551" w:type="dxa"/>
            <w:shd w:val="clear" w:color="auto" w:fill="998877"/>
          </w:tcPr>
          <w:p w14:paraId="203879BB" w14:textId="17CD884C" w:rsidR="001F5B4D" w:rsidRPr="001F5B4D" w:rsidRDefault="001F5B4D" w:rsidP="001F5B4D">
            <w:r w:rsidRPr="001F5B4D">
              <w:t>Encounterability</w:t>
            </w:r>
          </w:p>
        </w:tc>
        <w:tc>
          <w:tcPr>
            <w:tcW w:w="4536" w:type="dxa"/>
            <w:gridSpan w:val="2"/>
          </w:tcPr>
          <w:p w14:paraId="31A2B35B" w14:textId="42F289BA" w:rsidR="001F5B4D" w:rsidRPr="001F5B4D" w:rsidRDefault="001F5B4D" w:rsidP="001F5B4D">
            <w:r w:rsidRPr="001F5B4D">
              <w:t>The depth range of the species is 1-200m. For surface gears, the vertical overlap index with this species is 50.00%.</w:t>
            </w:r>
          </w:p>
        </w:tc>
        <w:tc>
          <w:tcPr>
            <w:tcW w:w="851" w:type="dxa"/>
          </w:tcPr>
          <w:p w14:paraId="49C77B48" w14:textId="6D9A6E4C" w:rsidR="001F5B4D" w:rsidRPr="001F5B4D" w:rsidRDefault="001F5B4D" w:rsidP="001F5B4D">
            <w:r w:rsidRPr="001F5B4D">
              <w:t>3</w:t>
            </w:r>
          </w:p>
        </w:tc>
      </w:tr>
      <w:tr w:rsidR="001F5B4D" w:rsidRPr="001F5B4D" w14:paraId="3654CA91" w14:textId="77777777" w:rsidTr="001F5B4D">
        <w:tblPrEx>
          <w:tblCellMar>
            <w:top w:w="0" w:type="dxa"/>
            <w:bottom w:w="0" w:type="dxa"/>
          </w:tblCellMar>
        </w:tblPrEx>
        <w:trPr>
          <w:cantSplit/>
        </w:trPr>
        <w:tc>
          <w:tcPr>
            <w:tcW w:w="2551" w:type="dxa"/>
            <w:shd w:val="clear" w:color="auto" w:fill="998877"/>
          </w:tcPr>
          <w:p w14:paraId="6CD45908" w14:textId="58864F9F" w:rsidR="001F5B4D" w:rsidRPr="001F5B4D" w:rsidRDefault="001F5B4D" w:rsidP="001F5B4D">
            <w:r w:rsidRPr="001F5B4D">
              <w:t>Selectivity</w:t>
            </w:r>
          </w:p>
        </w:tc>
        <w:tc>
          <w:tcPr>
            <w:tcW w:w="4536" w:type="dxa"/>
            <w:gridSpan w:val="2"/>
          </w:tcPr>
          <w:p w14:paraId="296877C7" w14:textId="33A963E6" w:rsidR="001F5B4D" w:rsidRPr="001F5B4D" w:rsidRDefault="001F5B4D" w:rsidP="001F5B4D">
            <w:r w:rsidRPr="001F5B4D">
              <w:t>The maximum length of the species is 348cm. For tropical surface fisheries, the length overlap index with this species is 100.00%.</w:t>
            </w:r>
          </w:p>
        </w:tc>
        <w:tc>
          <w:tcPr>
            <w:tcW w:w="851" w:type="dxa"/>
          </w:tcPr>
          <w:p w14:paraId="27C7C81D" w14:textId="046A3FEE" w:rsidR="001F5B4D" w:rsidRPr="001F5B4D" w:rsidRDefault="001F5B4D" w:rsidP="001F5B4D">
            <w:r w:rsidRPr="001F5B4D">
              <w:t>3</w:t>
            </w:r>
          </w:p>
        </w:tc>
      </w:tr>
      <w:tr w:rsidR="001F5B4D" w:rsidRPr="001F5B4D" w14:paraId="24EB73F5" w14:textId="77777777" w:rsidTr="001F5B4D">
        <w:tblPrEx>
          <w:tblCellMar>
            <w:top w:w="0" w:type="dxa"/>
            <w:bottom w:w="0" w:type="dxa"/>
          </w:tblCellMar>
        </w:tblPrEx>
        <w:trPr>
          <w:cantSplit/>
        </w:trPr>
        <w:tc>
          <w:tcPr>
            <w:tcW w:w="2551" w:type="dxa"/>
            <w:shd w:val="clear" w:color="auto" w:fill="998877"/>
          </w:tcPr>
          <w:p w14:paraId="6DEBE1D5" w14:textId="7B234AF9" w:rsidR="001F5B4D" w:rsidRPr="001F5B4D" w:rsidRDefault="001F5B4D" w:rsidP="001F5B4D">
            <w:r w:rsidRPr="001F5B4D">
              <w:t>Post capture mortality</w:t>
            </w:r>
          </w:p>
        </w:tc>
        <w:tc>
          <w:tcPr>
            <w:tcW w:w="4536" w:type="dxa"/>
            <w:gridSpan w:val="2"/>
            <w:tcBorders>
              <w:bottom w:val="single" w:sz="4" w:space="0" w:color="auto"/>
            </w:tcBorders>
          </w:tcPr>
          <w:p w14:paraId="0D439B53" w14:textId="14003788" w:rsidR="001F5B4D" w:rsidRPr="001F5B4D" w:rsidRDefault="001F5B4D" w:rsidP="001F5B4D">
            <w:r w:rsidRPr="001F5B4D">
              <w:t>No direct evidence of survival after capture.</w:t>
            </w:r>
          </w:p>
        </w:tc>
        <w:tc>
          <w:tcPr>
            <w:tcW w:w="851" w:type="dxa"/>
          </w:tcPr>
          <w:p w14:paraId="75AA64D7" w14:textId="675F26A8" w:rsidR="001F5B4D" w:rsidRPr="001F5B4D" w:rsidRDefault="001F5B4D" w:rsidP="001F5B4D">
            <w:r w:rsidRPr="001F5B4D">
              <w:t>3</w:t>
            </w:r>
          </w:p>
        </w:tc>
      </w:tr>
      <w:tr w:rsidR="001F5B4D" w:rsidRPr="001F5B4D" w14:paraId="3FE2997E" w14:textId="77777777" w:rsidTr="001F5B4D">
        <w:tblPrEx>
          <w:tblCellMar>
            <w:top w:w="0" w:type="dxa"/>
            <w:bottom w:w="0" w:type="dxa"/>
          </w:tblCellMar>
        </w:tblPrEx>
        <w:trPr>
          <w:cantSplit/>
        </w:trPr>
        <w:tc>
          <w:tcPr>
            <w:tcW w:w="2551" w:type="dxa"/>
            <w:shd w:val="clear" w:color="auto" w:fill="998877"/>
          </w:tcPr>
          <w:p w14:paraId="77CC4E8C" w14:textId="77777777" w:rsidR="001F5B4D" w:rsidRPr="001F5B4D" w:rsidRDefault="001F5B4D" w:rsidP="001F5B4D"/>
        </w:tc>
        <w:tc>
          <w:tcPr>
            <w:tcW w:w="4536" w:type="dxa"/>
            <w:gridSpan w:val="2"/>
            <w:tcBorders>
              <w:bottom w:val="single" w:sz="4" w:space="0" w:color="auto"/>
            </w:tcBorders>
            <w:shd w:val="clear" w:color="auto" w:fill="998877"/>
          </w:tcPr>
          <w:p w14:paraId="73EE5B2D" w14:textId="485AFB75" w:rsidR="001F5B4D" w:rsidRPr="001F5B4D" w:rsidRDefault="001F5B4D" w:rsidP="001F5B4D">
            <w:r w:rsidRPr="001F5B4D">
              <w:t>Susceptibility score</w:t>
            </w:r>
          </w:p>
        </w:tc>
        <w:tc>
          <w:tcPr>
            <w:tcW w:w="851" w:type="dxa"/>
          </w:tcPr>
          <w:p w14:paraId="1A2CB32E" w14:textId="656D9E14" w:rsidR="001F5B4D" w:rsidRPr="001F5B4D" w:rsidRDefault="001F5B4D" w:rsidP="001F5B4D">
            <w:r w:rsidRPr="001F5B4D">
              <w:t>2.33</w:t>
            </w:r>
          </w:p>
        </w:tc>
      </w:tr>
      <w:tr w:rsidR="001F5B4D" w:rsidRPr="001F5B4D" w14:paraId="7CA784B5" w14:textId="77777777" w:rsidTr="001F5B4D">
        <w:tblPrEx>
          <w:tblCellMar>
            <w:top w:w="0" w:type="dxa"/>
            <w:bottom w:w="0" w:type="dxa"/>
          </w:tblCellMar>
        </w:tblPrEx>
        <w:trPr>
          <w:cantSplit/>
        </w:trPr>
        <w:tc>
          <w:tcPr>
            <w:tcW w:w="2551" w:type="dxa"/>
            <w:shd w:val="clear" w:color="auto" w:fill="998877"/>
          </w:tcPr>
          <w:p w14:paraId="73274FEF" w14:textId="77777777" w:rsidR="001F5B4D" w:rsidRPr="001F5B4D" w:rsidRDefault="001F5B4D" w:rsidP="001F5B4D"/>
        </w:tc>
        <w:tc>
          <w:tcPr>
            <w:tcW w:w="4536" w:type="dxa"/>
            <w:gridSpan w:val="2"/>
            <w:shd w:val="clear" w:color="auto" w:fill="998877"/>
          </w:tcPr>
          <w:p w14:paraId="463289DF" w14:textId="395658A8" w:rsidR="001F5B4D" w:rsidRPr="001F5B4D" w:rsidRDefault="001F5B4D" w:rsidP="001F5B4D">
            <w:r w:rsidRPr="001F5B4D">
              <w:t>Vulnerability score</w:t>
            </w:r>
          </w:p>
        </w:tc>
        <w:tc>
          <w:tcPr>
            <w:tcW w:w="851" w:type="dxa"/>
          </w:tcPr>
          <w:p w14:paraId="1BE00834" w14:textId="4093F461" w:rsidR="001F5B4D" w:rsidRPr="001F5B4D" w:rsidRDefault="001F5B4D" w:rsidP="001F5B4D">
            <w:r w:rsidRPr="001F5B4D">
              <w:t>2.89</w:t>
            </w:r>
          </w:p>
        </w:tc>
      </w:tr>
    </w:tbl>
    <w:p w14:paraId="0FEF94FC" w14:textId="071314CB"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E794735"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7" w:name="T_WAH" w:colFirst="0" w:colLast="0"/>
          <w:p w14:paraId="68781C22" w14:textId="747A8E3A" w:rsidR="001F5B4D" w:rsidRPr="001F5B4D" w:rsidRDefault="001F5B4D" w:rsidP="001F5B4D">
            <w:pPr>
              <w:rPr>
                <w:b/>
              </w:rPr>
            </w:pPr>
            <w:r w:rsidRPr="001F5B4D">
              <w:rPr>
                <w:b/>
              </w:rPr>
              <w:fldChar w:fldCharType="begin"/>
            </w:r>
            <w:r w:rsidRPr="001F5B4D">
              <w:rPr>
                <w:b/>
              </w:rPr>
              <w:instrText xml:space="preserve"> HYPERLINK  \l "S_WAH" \o "PSA Score" </w:instrText>
            </w:r>
            <w:r w:rsidRPr="001F5B4D">
              <w:rPr>
                <w:b/>
              </w:rPr>
            </w:r>
            <w:r w:rsidRPr="001F5B4D">
              <w:rPr>
                <w:b/>
              </w:rPr>
              <w:fldChar w:fldCharType="separate"/>
            </w:r>
            <w:r w:rsidRPr="001F5B4D">
              <w:rPr>
                <w:rStyle w:val="Hyperlink"/>
                <w:b/>
              </w:rPr>
              <w:t>Wahoo</w:t>
            </w:r>
            <w:r w:rsidRPr="001F5B4D">
              <w:rPr>
                <w:b/>
              </w:rPr>
              <w:fldChar w:fldCharType="end"/>
            </w:r>
          </w:p>
        </w:tc>
        <w:tc>
          <w:tcPr>
            <w:tcW w:w="3969" w:type="dxa"/>
            <w:gridSpan w:val="2"/>
            <w:tcBorders>
              <w:bottom w:val="single" w:sz="4" w:space="0" w:color="auto"/>
            </w:tcBorders>
            <w:shd w:val="clear" w:color="auto" w:fill="998877"/>
          </w:tcPr>
          <w:p w14:paraId="1C107586" w14:textId="35E5DCC7" w:rsidR="001F5B4D" w:rsidRPr="001F5B4D" w:rsidRDefault="001F5B4D" w:rsidP="001F5B4D">
            <w:pPr>
              <w:rPr>
                <w:b/>
                <w:i/>
              </w:rPr>
            </w:pPr>
            <w:r w:rsidRPr="001F5B4D">
              <w:rPr>
                <w:b/>
                <w:i/>
              </w:rPr>
              <w:t>Acanthocybium solandri</w:t>
            </w:r>
          </w:p>
        </w:tc>
      </w:tr>
      <w:bookmarkEnd w:id="137"/>
      <w:tr w:rsidR="001F5B4D" w:rsidRPr="001F5B4D" w14:paraId="3A7240C3" w14:textId="77777777" w:rsidTr="00185C33">
        <w:tblPrEx>
          <w:tblCellMar>
            <w:top w:w="0" w:type="dxa"/>
            <w:bottom w:w="0" w:type="dxa"/>
          </w:tblCellMar>
        </w:tblPrEx>
        <w:trPr>
          <w:cantSplit/>
        </w:trPr>
        <w:tc>
          <w:tcPr>
            <w:tcW w:w="7938" w:type="dxa"/>
            <w:gridSpan w:val="4"/>
            <w:shd w:val="clear" w:color="auto" w:fill="998877"/>
          </w:tcPr>
          <w:p w14:paraId="25EAC41D" w14:textId="5F17E773" w:rsidR="001F5B4D" w:rsidRPr="001F5B4D" w:rsidRDefault="001F5B4D" w:rsidP="001F5B4D">
            <w:pPr>
              <w:rPr>
                <w:b/>
              </w:rPr>
            </w:pPr>
            <w:r w:rsidRPr="001F5B4D">
              <w:rPr>
                <w:b/>
              </w:rPr>
              <w:t>Productivity</w:t>
            </w:r>
          </w:p>
        </w:tc>
      </w:tr>
      <w:tr w:rsidR="001F5B4D" w:rsidRPr="001F5B4D" w14:paraId="5B842FD6" w14:textId="77777777" w:rsidTr="001F5B4D">
        <w:tblPrEx>
          <w:tblCellMar>
            <w:top w:w="0" w:type="dxa"/>
            <w:bottom w:w="0" w:type="dxa"/>
          </w:tblCellMar>
        </w:tblPrEx>
        <w:trPr>
          <w:cantSplit/>
        </w:trPr>
        <w:tc>
          <w:tcPr>
            <w:tcW w:w="2551" w:type="dxa"/>
            <w:shd w:val="clear" w:color="auto" w:fill="998877"/>
          </w:tcPr>
          <w:p w14:paraId="4C2B4378" w14:textId="3317112D" w:rsidR="001F5B4D" w:rsidRPr="001F5B4D" w:rsidRDefault="001F5B4D" w:rsidP="001F5B4D">
            <w:r w:rsidRPr="001F5B4D">
              <w:t>Average age at maturity</w:t>
            </w:r>
          </w:p>
        </w:tc>
        <w:tc>
          <w:tcPr>
            <w:tcW w:w="4536" w:type="dxa"/>
            <w:gridSpan w:val="2"/>
          </w:tcPr>
          <w:p w14:paraId="32C82923" w14:textId="16FAC27E" w:rsidR="001F5B4D" w:rsidRPr="001F5B4D" w:rsidRDefault="001F5B4D" w:rsidP="001F5B4D">
            <w:r w:rsidRPr="001F5B4D">
              <w:t>Species growth rate (K) is 0.300, which is higher than lowest risk K (0.183) for age at maturity.</w:t>
            </w:r>
          </w:p>
        </w:tc>
        <w:tc>
          <w:tcPr>
            <w:tcW w:w="851" w:type="dxa"/>
          </w:tcPr>
          <w:p w14:paraId="43DEF5B0" w14:textId="2D0418C4" w:rsidR="001F5B4D" w:rsidRPr="001F5B4D" w:rsidRDefault="001F5B4D" w:rsidP="001F5B4D">
            <w:r w:rsidRPr="001F5B4D">
              <w:t>1</w:t>
            </w:r>
          </w:p>
        </w:tc>
      </w:tr>
      <w:tr w:rsidR="001F5B4D" w:rsidRPr="001F5B4D" w14:paraId="27966829" w14:textId="77777777" w:rsidTr="001F5B4D">
        <w:tblPrEx>
          <w:tblCellMar>
            <w:top w:w="0" w:type="dxa"/>
            <w:bottom w:w="0" w:type="dxa"/>
          </w:tblCellMar>
        </w:tblPrEx>
        <w:trPr>
          <w:cantSplit/>
        </w:trPr>
        <w:tc>
          <w:tcPr>
            <w:tcW w:w="2551" w:type="dxa"/>
            <w:shd w:val="clear" w:color="auto" w:fill="998877"/>
          </w:tcPr>
          <w:p w14:paraId="792C08D8" w14:textId="1136EB80" w:rsidR="001F5B4D" w:rsidRPr="001F5B4D" w:rsidRDefault="001F5B4D" w:rsidP="001F5B4D">
            <w:r w:rsidRPr="001F5B4D">
              <w:t>Average max age</w:t>
            </w:r>
          </w:p>
        </w:tc>
        <w:tc>
          <w:tcPr>
            <w:tcW w:w="4536" w:type="dxa"/>
            <w:gridSpan w:val="2"/>
          </w:tcPr>
          <w:p w14:paraId="295C3A16" w14:textId="02F54E3E" w:rsidR="001F5B4D" w:rsidRPr="001F5B4D" w:rsidRDefault="001F5B4D" w:rsidP="001F5B4D">
            <w:r w:rsidRPr="001F5B4D">
              <w:t>Species growth rate (K) is 0.300, which is in the medium risk K range (0.12-0.30) for maximum age.</w:t>
            </w:r>
          </w:p>
        </w:tc>
        <w:tc>
          <w:tcPr>
            <w:tcW w:w="851" w:type="dxa"/>
          </w:tcPr>
          <w:p w14:paraId="522D1BF5" w14:textId="17C7519B" w:rsidR="001F5B4D" w:rsidRPr="001F5B4D" w:rsidRDefault="001F5B4D" w:rsidP="001F5B4D">
            <w:r w:rsidRPr="001F5B4D">
              <w:t>2</w:t>
            </w:r>
          </w:p>
        </w:tc>
      </w:tr>
      <w:tr w:rsidR="001F5B4D" w:rsidRPr="001F5B4D" w14:paraId="7965D812" w14:textId="77777777" w:rsidTr="001F5B4D">
        <w:tblPrEx>
          <w:tblCellMar>
            <w:top w:w="0" w:type="dxa"/>
            <w:bottom w:w="0" w:type="dxa"/>
          </w:tblCellMar>
        </w:tblPrEx>
        <w:trPr>
          <w:cantSplit/>
        </w:trPr>
        <w:tc>
          <w:tcPr>
            <w:tcW w:w="2551" w:type="dxa"/>
            <w:shd w:val="clear" w:color="auto" w:fill="998877"/>
          </w:tcPr>
          <w:p w14:paraId="5026C4C9" w14:textId="549259D0" w:rsidR="001F5B4D" w:rsidRPr="001F5B4D" w:rsidRDefault="001F5B4D" w:rsidP="001F5B4D">
            <w:r w:rsidRPr="001F5B4D">
              <w:t>Fecundity</w:t>
            </w:r>
          </w:p>
        </w:tc>
        <w:tc>
          <w:tcPr>
            <w:tcW w:w="4536" w:type="dxa"/>
            <w:gridSpan w:val="2"/>
          </w:tcPr>
          <w:p w14:paraId="7A582F54" w14:textId="0D8C5B61" w:rsidR="001F5B4D" w:rsidRPr="001F5B4D" w:rsidRDefault="001F5B4D" w:rsidP="001F5B4D">
            <w:r w:rsidRPr="001F5B4D">
              <w:t>Species fecundity is 6000000 eggs/year, which is higher than the lowest risk value (20000).</w:t>
            </w:r>
          </w:p>
        </w:tc>
        <w:tc>
          <w:tcPr>
            <w:tcW w:w="851" w:type="dxa"/>
          </w:tcPr>
          <w:p w14:paraId="241CA154" w14:textId="5C9A5168" w:rsidR="001F5B4D" w:rsidRPr="001F5B4D" w:rsidRDefault="001F5B4D" w:rsidP="001F5B4D">
            <w:r w:rsidRPr="001F5B4D">
              <w:t>1</w:t>
            </w:r>
          </w:p>
        </w:tc>
      </w:tr>
      <w:tr w:rsidR="001F5B4D" w:rsidRPr="001F5B4D" w14:paraId="22089A21" w14:textId="77777777" w:rsidTr="001F5B4D">
        <w:tblPrEx>
          <w:tblCellMar>
            <w:top w:w="0" w:type="dxa"/>
            <w:bottom w:w="0" w:type="dxa"/>
          </w:tblCellMar>
        </w:tblPrEx>
        <w:trPr>
          <w:cantSplit/>
        </w:trPr>
        <w:tc>
          <w:tcPr>
            <w:tcW w:w="2551" w:type="dxa"/>
            <w:shd w:val="clear" w:color="auto" w:fill="998877"/>
          </w:tcPr>
          <w:p w14:paraId="531F3275" w14:textId="2731F353" w:rsidR="001F5B4D" w:rsidRPr="001F5B4D" w:rsidRDefault="001F5B4D" w:rsidP="001F5B4D">
            <w:r w:rsidRPr="001F5B4D">
              <w:t>Average max size</w:t>
            </w:r>
          </w:p>
        </w:tc>
        <w:tc>
          <w:tcPr>
            <w:tcW w:w="4536" w:type="dxa"/>
            <w:gridSpan w:val="2"/>
          </w:tcPr>
          <w:p w14:paraId="6EDF9F86" w14:textId="42508A3F" w:rsidR="001F5B4D" w:rsidRPr="001F5B4D" w:rsidRDefault="001F5B4D" w:rsidP="001F5B4D">
            <w:r w:rsidRPr="001F5B4D">
              <w:t>Species maximum length is 250, which is in the medium risk range (100-300cm).</w:t>
            </w:r>
          </w:p>
        </w:tc>
        <w:tc>
          <w:tcPr>
            <w:tcW w:w="851" w:type="dxa"/>
          </w:tcPr>
          <w:p w14:paraId="13F7BC89" w14:textId="26D47D96" w:rsidR="001F5B4D" w:rsidRPr="001F5B4D" w:rsidRDefault="001F5B4D" w:rsidP="001F5B4D">
            <w:r w:rsidRPr="001F5B4D">
              <w:t>2</w:t>
            </w:r>
          </w:p>
        </w:tc>
      </w:tr>
      <w:tr w:rsidR="001F5B4D" w:rsidRPr="001F5B4D" w14:paraId="4D69131E" w14:textId="77777777" w:rsidTr="001F5B4D">
        <w:tblPrEx>
          <w:tblCellMar>
            <w:top w:w="0" w:type="dxa"/>
            <w:bottom w:w="0" w:type="dxa"/>
          </w:tblCellMar>
        </w:tblPrEx>
        <w:trPr>
          <w:cantSplit/>
        </w:trPr>
        <w:tc>
          <w:tcPr>
            <w:tcW w:w="2551" w:type="dxa"/>
            <w:shd w:val="clear" w:color="auto" w:fill="998877"/>
          </w:tcPr>
          <w:p w14:paraId="3F0DACF8" w14:textId="40E2B025" w:rsidR="001F5B4D" w:rsidRPr="001F5B4D" w:rsidRDefault="001F5B4D" w:rsidP="001F5B4D">
            <w:r w:rsidRPr="001F5B4D">
              <w:t>Average size at maturity</w:t>
            </w:r>
          </w:p>
        </w:tc>
        <w:tc>
          <w:tcPr>
            <w:tcW w:w="4536" w:type="dxa"/>
            <w:gridSpan w:val="2"/>
          </w:tcPr>
          <w:p w14:paraId="0AB17CCA" w14:textId="538C4E50" w:rsidR="001F5B4D" w:rsidRPr="001F5B4D" w:rsidRDefault="001F5B4D" w:rsidP="001F5B4D">
            <w:r w:rsidRPr="001F5B4D">
              <w:t>Species length at maturity is 99, which is in the medium risk range (40-200cm).</w:t>
            </w:r>
          </w:p>
        </w:tc>
        <w:tc>
          <w:tcPr>
            <w:tcW w:w="851" w:type="dxa"/>
          </w:tcPr>
          <w:p w14:paraId="560D0AED" w14:textId="48A528DB" w:rsidR="001F5B4D" w:rsidRPr="001F5B4D" w:rsidRDefault="001F5B4D" w:rsidP="001F5B4D">
            <w:r w:rsidRPr="001F5B4D">
              <w:t>2</w:t>
            </w:r>
          </w:p>
        </w:tc>
      </w:tr>
      <w:tr w:rsidR="001F5B4D" w:rsidRPr="001F5B4D" w14:paraId="28DE301A" w14:textId="77777777" w:rsidTr="001F5B4D">
        <w:tblPrEx>
          <w:tblCellMar>
            <w:top w:w="0" w:type="dxa"/>
            <w:bottom w:w="0" w:type="dxa"/>
          </w:tblCellMar>
        </w:tblPrEx>
        <w:trPr>
          <w:cantSplit/>
        </w:trPr>
        <w:tc>
          <w:tcPr>
            <w:tcW w:w="2551" w:type="dxa"/>
            <w:shd w:val="clear" w:color="auto" w:fill="998877"/>
          </w:tcPr>
          <w:p w14:paraId="530F4AC0" w14:textId="031D3294" w:rsidR="001F5B4D" w:rsidRPr="001F5B4D" w:rsidRDefault="001F5B4D" w:rsidP="001F5B4D">
            <w:r w:rsidRPr="001F5B4D">
              <w:t>Reproductive strategy</w:t>
            </w:r>
          </w:p>
        </w:tc>
        <w:tc>
          <w:tcPr>
            <w:tcW w:w="4536" w:type="dxa"/>
            <w:gridSpan w:val="2"/>
          </w:tcPr>
          <w:p w14:paraId="0CB39453" w14:textId="122A0327" w:rsidR="001F5B4D" w:rsidRPr="001F5B4D" w:rsidRDefault="001F5B4D" w:rsidP="001F5B4D">
            <w:r w:rsidRPr="001F5B4D">
              <w:t>Species reproductive strategy is broadcast spawner, which is low risk.</w:t>
            </w:r>
          </w:p>
        </w:tc>
        <w:tc>
          <w:tcPr>
            <w:tcW w:w="851" w:type="dxa"/>
          </w:tcPr>
          <w:p w14:paraId="604DEF32" w14:textId="70C7A92A" w:rsidR="001F5B4D" w:rsidRPr="001F5B4D" w:rsidRDefault="001F5B4D" w:rsidP="001F5B4D">
            <w:r w:rsidRPr="001F5B4D">
              <w:t>1</w:t>
            </w:r>
          </w:p>
        </w:tc>
      </w:tr>
      <w:tr w:rsidR="001F5B4D" w:rsidRPr="001F5B4D" w14:paraId="1C5EE67B" w14:textId="77777777" w:rsidTr="001F5B4D">
        <w:tblPrEx>
          <w:tblCellMar>
            <w:top w:w="0" w:type="dxa"/>
            <w:bottom w:w="0" w:type="dxa"/>
          </w:tblCellMar>
        </w:tblPrEx>
        <w:trPr>
          <w:cantSplit/>
        </w:trPr>
        <w:tc>
          <w:tcPr>
            <w:tcW w:w="2551" w:type="dxa"/>
            <w:shd w:val="clear" w:color="auto" w:fill="998877"/>
          </w:tcPr>
          <w:p w14:paraId="6EE80E3D" w14:textId="36B1915E" w:rsidR="001F5B4D" w:rsidRPr="001F5B4D" w:rsidRDefault="001F5B4D" w:rsidP="001F5B4D">
            <w:r w:rsidRPr="001F5B4D">
              <w:t>Trophic level</w:t>
            </w:r>
          </w:p>
        </w:tc>
        <w:tc>
          <w:tcPr>
            <w:tcW w:w="4536" w:type="dxa"/>
            <w:gridSpan w:val="2"/>
            <w:tcBorders>
              <w:bottom w:val="single" w:sz="4" w:space="0" w:color="auto"/>
            </w:tcBorders>
          </w:tcPr>
          <w:p w14:paraId="57772E39" w14:textId="55228635" w:rsidR="001F5B4D" w:rsidRPr="001F5B4D" w:rsidRDefault="001F5B4D" w:rsidP="001F5B4D">
            <w:r w:rsidRPr="001F5B4D">
              <w:t>Species trophic level is 4.3, which is higher than the highest risk value (3.25).</w:t>
            </w:r>
          </w:p>
        </w:tc>
        <w:tc>
          <w:tcPr>
            <w:tcW w:w="851" w:type="dxa"/>
          </w:tcPr>
          <w:p w14:paraId="1235287C" w14:textId="28838EE6" w:rsidR="001F5B4D" w:rsidRPr="001F5B4D" w:rsidRDefault="001F5B4D" w:rsidP="001F5B4D">
            <w:r w:rsidRPr="001F5B4D">
              <w:t>3</w:t>
            </w:r>
          </w:p>
        </w:tc>
      </w:tr>
      <w:tr w:rsidR="001F5B4D" w:rsidRPr="001F5B4D" w14:paraId="697EB4F3"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7FBCB075" w14:textId="77777777" w:rsidR="001F5B4D" w:rsidRPr="001F5B4D" w:rsidRDefault="001F5B4D" w:rsidP="001F5B4D"/>
        </w:tc>
        <w:tc>
          <w:tcPr>
            <w:tcW w:w="4536" w:type="dxa"/>
            <w:gridSpan w:val="2"/>
            <w:tcBorders>
              <w:bottom w:val="single" w:sz="4" w:space="0" w:color="auto"/>
            </w:tcBorders>
            <w:shd w:val="clear" w:color="auto" w:fill="998877"/>
          </w:tcPr>
          <w:p w14:paraId="04CA660E" w14:textId="5A0DD9C1" w:rsidR="001F5B4D" w:rsidRPr="001F5B4D" w:rsidRDefault="001F5B4D" w:rsidP="001F5B4D">
            <w:r w:rsidRPr="001F5B4D">
              <w:t>Productivity score</w:t>
            </w:r>
          </w:p>
        </w:tc>
        <w:tc>
          <w:tcPr>
            <w:tcW w:w="851" w:type="dxa"/>
            <w:tcBorders>
              <w:bottom w:val="single" w:sz="4" w:space="0" w:color="auto"/>
            </w:tcBorders>
          </w:tcPr>
          <w:p w14:paraId="63B9C9C7" w14:textId="6067B6E6" w:rsidR="001F5B4D" w:rsidRPr="001F5B4D" w:rsidRDefault="001F5B4D" w:rsidP="001F5B4D">
            <w:r w:rsidRPr="001F5B4D">
              <w:t>1.71</w:t>
            </w:r>
          </w:p>
        </w:tc>
      </w:tr>
      <w:tr w:rsidR="001F5B4D" w:rsidRPr="001F5B4D" w14:paraId="71528159" w14:textId="77777777" w:rsidTr="008E651A">
        <w:tblPrEx>
          <w:tblCellMar>
            <w:top w:w="0" w:type="dxa"/>
            <w:bottom w:w="0" w:type="dxa"/>
          </w:tblCellMar>
        </w:tblPrEx>
        <w:trPr>
          <w:cantSplit/>
        </w:trPr>
        <w:tc>
          <w:tcPr>
            <w:tcW w:w="7938" w:type="dxa"/>
            <w:gridSpan w:val="4"/>
            <w:shd w:val="clear" w:color="auto" w:fill="998877"/>
          </w:tcPr>
          <w:p w14:paraId="1F433B9C" w14:textId="75E914FF" w:rsidR="001F5B4D" w:rsidRPr="001F5B4D" w:rsidRDefault="001F5B4D" w:rsidP="001F5B4D">
            <w:pPr>
              <w:rPr>
                <w:b/>
              </w:rPr>
            </w:pPr>
            <w:r w:rsidRPr="001F5B4D">
              <w:rPr>
                <w:b/>
              </w:rPr>
              <w:t>Susceptibility</w:t>
            </w:r>
          </w:p>
        </w:tc>
      </w:tr>
      <w:tr w:rsidR="001F5B4D" w:rsidRPr="001F5B4D" w14:paraId="1CAE4DCD" w14:textId="77777777" w:rsidTr="001F5B4D">
        <w:tblPrEx>
          <w:tblCellMar>
            <w:top w:w="0" w:type="dxa"/>
            <w:bottom w:w="0" w:type="dxa"/>
          </w:tblCellMar>
        </w:tblPrEx>
        <w:trPr>
          <w:cantSplit/>
        </w:trPr>
        <w:tc>
          <w:tcPr>
            <w:tcW w:w="2551" w:type="dxa"/>
            <w:shd w:val="clear" w:color="auto" w:fill="998877"/>
          </w:tcPr>
          <w:p w14:paraId="05391D96" w14:textId="09D763B1" w:rsidR="001F5B4D" w:rsidRPr="001F5B4D" w:rsidRDefault="001F5B4D" w:rsidP="001F5B4D">
            <w:r w:rsidRPr="001F5B4D">
              <w:t>Areal overlap (availability)</w:t>
            </w:r>
          </w:p>
        </w:tc>
        <w:tc>
          <w:tcPr>
            <w:tcW w:w="4536" w:type="dxa"/>
            <w:gridSpan w:val="2"/>
          </w:tcPr>
          <w:p w14:paraId="7B30A67B" w14:textId="271823E4" w:rsidR="001F5B4D" w:rsidRPr="001F5B4D" w:rsidRDefault="001F5B4D" w:rsidP="001F5B4D">
            <w:r w:rsidRPr="001F5B4D">
              <w:t>Worldwide pelagic distribution</w:t>
            </w:r>
          </w:p>
        </w:tc>
        <w:tc>
          <w:tcPr>
            <w:tcW w:w="851" w:type="dxa"/>
          </w:tcPr>
          <w:p w14:paraId="146FB638" w14:textId="6425AA35" w:rsidR="001F5B4D" w:rsidRPr="001F5B4D" w:rsidRDefault="001F5B4D" w:rsidP="001F5B4D">
            <w:r w:rsidRPr="001F5B4D">
              <w:t>3</w:t>
            </w:r>
          </w:p>
        </w:tc>
      </w:tr>
      <w:tr w:rsidR="001F5B4D" w:rsidRPr="001F5B4D" w14:paraId="3E82F339" w14:textId="77777777" w:rsidTr="001F5B4D">
        <w:tblPrEx>
          <w:tblCellMar>
            <w:top w:w="0" w:type="dxa"/>
            <w:bottom w:w="0" w:type="dxa"/>
          </w:tblCellMar>
        </w:tblPrEx>
        <w:trPr>
          <w:cantSplit/>
        </w:trPr>
        <w:tc>
          <w:tcPr>
            <w:tcW w:w="2551" w:type="dxa"/>
            <w:shd w:val="clear" w:color="auto" w:fill="998877"/>
          </w:tcPr>
          <w:p w14:paraId="65EB6193" w14:textId="13FF9EEE" w:rsidR="001F5B4D" w:rsidRPr="001F5B4D" w:rsidRDefault="001F5B4D" w:rsidP="001F5B4D">
            <w:r w:rsidRPr="001F5B4D">
              <w:t>Encounterability</w:t>
            </w:r>
          </w:p>
        </w:tc>
        <w:tc>
          <w:tcPr>
            <w:tcW w:w="4536" w:type="dxa"/>
            <w:gridSpan w:val="2"/>
          </w:tcPr>
          <w:p w14:paraId="120B35C6" w14:textId="5080C49C" w:rsidR="001F5B4D" w:rsidRPr="001F5B4D" w:rsidRDefault="001F5B4D" w:rsidP="001F5B4D">
            <w:r w:rsidRPr="001F5B4D">
              <w:t>The depth range of the species is 1-20m. For surface gears, the vertical overlap index with this species is 100.00%.</w:t>
            </w:r>
          </w:p>
        </w:tc>
        <w:tc>
          <w:tcPr>
            <w:tcW w:w="851" w:type="dxa"/>
          </w:tcPr>
          <w:p w14:paraId="531A9996" w14:textId="77037EB1" w:rsidR="001F5B4D" w:rsidRPr="001F5B4D" w:rsidRDefault="001F5B4D" w:rsidP="001F5B4D">
            <w:r w:rsidRPr="001F5B4D">
              <w:t>3</w:t>
            </w:r>
          </w:p>
        </w:tc>
      </w:tr>
      <w:tr w:rsidR="001F5B4D" w:rsidRPr="001F5B4D" w14:paraId="0D250CCE" w14:textId="77777777" w:rsidTr="001F5B4D">
        <w:tblPrEx>
          <w:tblCellMar>
            <w:top w:w="0" w:type="dxa"/>
            <w:bottom w:w="0" w:type="dxa"/>
          </w:tblCellMar>
        </w:tblPrEx>
        <w:trPr>
          <w:cantSplit/>
        </w:trPr>
        <w:tc>
          <w:tcPr>
            <w:tcW w:w="2551" w:type="dxa"/>
            <w:shd w:val="clear" w:color="auto" w:fill="998877"/>
          </w:tcPr>
          <w:p w14:paraId="40B9A27B" w14:textId="5C204D53" w:rsidR="001F5B4D" w:rsidRPr="001F5B4D" w:rsidRDefault="001F5B4D" w:rsidP="001F5B4D">
            <w:r w:rsidRPr="001F5B4D">
              <w:t>Selectivity</w:t>
            </w:r>
          </w:p>
        </w:tc>
        <w:tc>
          <w:tcPr>
            <w:tcW w:w="4536" w:type="dxa"/>
            <w:gridSpan w:val="2"/>
          </w:tcPr>
          <w:p w14:paraId="2C9B1B2E" w14:textId="5E436143" w:rsidR="001F5B4D" w:rsidRPr="001F5B4D" w:rsidRDefault="001F5B4D" w:rsidP="001F5B4D">
            <w:r w:rsidRPr="001F5B4D">
              <w:t>The maximum length of the species is 250cm. For tropical surface fisheries, the length overlap index with this species is 100.00%.</w:t>
            </w:r>
          </w:p>
        </w:tc>
        <w:tc>
          <w:tcPr>
            <w:tcW w:w="851" w:type="dxa"/>
          </w:tcPr>
          <w:p w14:paraId="556E8D06" w14:textId="59F727B2" w:rsidR="001F5B4D" w:rsidRPr="001F5B4D" w:rsidRDefault="001F5B4D" w:rsidP="001F5B4D">
            <w:r w:rsidRPr="001F5B4D">
              <w:t>3</w:t>
            </w:r>
          </w:p>
        </w:tc>
      </w:tr>
      <w:tr w:rsidR="001F5B4D" w:rsidRPr="001F5B4D" w14:paraId="2CB2B832" w14:textId="77777777" w:rsidTr="001F5B4D">
        <w:tblPrEx>
          <w:tblCellMar>
            <w:top w:w="0" w:type="dxa"/>
            <w:bottom w:w="0" w:type="dxa"/>
          </w:tblCellMar>
        </w:tblPrEx>
        <w:trPr>
          <w:cantSplit/>
        </w:trPr>
        <w:tc>
          <w:tcPr>
            <w:tcW w:w="2551" w:type="dxa"/>
            <w:shd w:val="clear" w:color="auto" w:fill="998877"/>
          </w:tcPr>
          <w:p w14:paraId="6168E458" w14:textId="79BAC821" w:rsidR="001F5B4D" w:rsidRPr="001F5B4D" w:rsidRDefault="001F5B4D" w:rsidP="001F5B4D">
            <w:r w:rsidRPr="001F5B4D">
              <w:t>Post capture mortality</w:t>
            </w:r>
          </w:p>
        </w:tc>
        <w:tc>
          <w:tcPr>
            <w:tcW w:w="4536" w:type="dxa"/>
            <w:gridSpan w:val="2"/>
            <w:tcBorders>
              <w:bottom w:val="single" w:sz="4" w:space="0" w:color="auto"/>
            </w:tcBorders>
          </w:tcPr>
          <w:p w14:paraId="100CF5F0" w14:textId="0D9C8C7B" w:rsidR="001F5B4D" w:rsidRPr="001F5B4D" w:rsidRDefault="001F5B4D" w:rsidP="001F5B4D">
            <w:r w:rsidRPr="001F5B4D">
              <w:t>No direct evidence of survival after capture.</w:t>
            </w:r>
          </w:p>
        </w:tc>
        <w:tc>
          <w:tcPr>
            <w:tcW w:w="851" w:type="dxa"/>
          </w:tcPr>
          <w:p w14:paraId="5C43B63A" w14:textId="49C61324" w:rsidR="001F5B4D" w:rsidRPr="001F5B4D" w:rsidRDefault="001F5B4D" w:rsidP="001F5B4D">
            <w:r w:rsidRPr="001F5B4D">
              <w:t>3</w:t>
            </w:r>
          </w:p>
        </w:tc>
      </w:tr>
      <w:tr w:rsidR="001F5B4D" w:rsidRPr="001F5B4D" w14:paraId="31F19332" w14:textId="77777777" w:rsidTr="001F5B4D">
        <w:tblPrEx>
          <w:tblCellMar>
            <w:top w:w="0" w:type="dxa"/>
            <w:bottom w:w="0" w:type="dxa"/>
          </w:tblCellMar>
        </w:tblPrEx>
        <w:trPr>
          <w:cantSplit/>
        </w:trPr>
        <w:tc>
          <w:tcPr>
            <w:tcW w:w="2551" w:type="dxa"/>
            <w:shd w:val="clear" w:color="auto" w:fill="998877"/>
          </w:tcPr>
          <w:p w14:paraId="5F5129EF" w14:textId="77777777" w:rsidR="001F5B4D" w:rsidRPr="001F5B4D" w:rsidRDefault="001F5B4D" w:rsidP="001F5B4D"/>
        </w:tc>
        <w:tc>
          <w:tcPr>
            <w:tcW w:w="4536" w:type="dxa"/>
            <w:gridSpan w:val="2"/>
            <w:tcBorders>
              <w:bottom w:val="single" w:sz="4" w:space="0" w:color="auto"/>
            </w:tcBorders>
            <w:shd w:val="clear" w:color="auto" w:fill="998877"/>
          </w:tcPr>
          <w:p w14:paraId="47C29283" w14:textId="4ED9185B" w:rsidR="001F5B4D" w:rsidRPr="001F5B4D" w:rsidRDefault="001F5B4D" w:rsidP="001F5B4D">
            <w:r w:rsidRPr="001F5B4D">
              <w:t>Susceptibility score</w:t>
            </w:r>
          </w:p>
        </w:tc>
        <w:tc>
          <w:tcPr>
            <w:tcW w:w="851" w:type="dxa"/>
          </w:tcPr>
          <w:p w14:paraId="0E7B7985" w14:textId="79883173" w:rsidR="001F5B4D" w:rsidRPr="001F5B4D" w:rsidRDefault="001F5B4D" w:rsidP="001F5B4D">
            <w:r w:rsidRPr="001F5B4D">
              <w:t>3.00</w:t>
            </w:r>
          </w:p>
        </w:tc>
      </w:tr>
      <w:tr w:rsidR="001F5B4D" w:rsidRPr="001F5B4D" w14:paraId="22F3B5B8" w14:textId="77777777" w:rsidTr="001F5B4D">
        <w:tblPrEx>
          <w:tblCellMar>
            <w:top w:w="0" w:type="dxa"/>
            <w:bottom w:w="0" w:type="dxa"/>
          </w:tblCellMar>
        </w:tblPrEx>
        <w:trPr>
          <w:cantSplit/>
        </w:trPr>
        <w:tc>
          <w:tcPr>
            <w:tcW w:w="2551" w:type="dxa"/>
            <w:shd w:val="clear" w:color="auto" w:fill="998877"/>
          </w:tcPr>
          <w:p w14:paraId="1BA8C1A1" w14:textId="77777777" w:rsidR="001F5B4D" w:rsidRPr="001F5B4D" w:rsidRDefault="001F5B4D" w:rsidP="001F5B4D"/>
        </w:tc>
        <w:tc>
          <w:tcPr>
            <w:tcW w:w="4536" w:type="dxa"/>
            <w:gridSpan w:val="2"/>
            <w:shd w:val="clear" w:color="auto" w:fill="998877"/>
          </w:tcPr>
          <w:p w14:paraId="3418F683" w14:textId="78DDF32C" w:rsidR="001F5B4D" w:rsidRPr="001F5B4D" w:rsidRDefault="001F5B4D" w:rsidP="001F5B4D">
            <w:r w:rsidRPr="001F5B4D">
              <w:t>Vulnerability score</w:t>
            </w:r>
          </w:p>
        </w:tc>
        <w:tc>
          <w:tcPr>
            <w:tcW w:w="851" w:type="dxa"/>
          </w:tcPr>
          <w:p w14:paraId="3CB5BBD5" w14:textId="75C6DC7C" w:rsidR="001F5B4D" w:rsidRPr="001F5B4D" w:rsidRDefault="001F5B4D" w:rsidP="001F5B4D">
            <w:r w:rsidRPr="001F5B4D">
              <w:t>3.46</w:t>
            </w:r>
          </w:p>
        </w:tc>
      </w:tr>
    </w:tbl>
    <w:p w14:paraId="02116446" w14:textId="69058AD6"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7499C2D4"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8" w:name="T_ALB" w:colFirst="0" w:colLast="0"/>
          <w:p w14:paraId="22098673" w14:textId="102FD240" w:rsidR="001F5B4D" w:rsidRPr="001F5B4D" w:rsidRDefault="001F5B4D" w:rsidP="001F5B4D">
            <w:pPr>
              <w:rPr>
                <w:b/>
              </w:rPr>
            </w:pPr>
            <w:r w:rsidRPr="001F5B4D">
              <w:rPr>
                <w:b/>
              </w:rPr>
              <w:fldChar w:fldCharType="begin"/>
            </w:r>
            <w:r w:rsidRPr="001F5B4D">
              <w:rPr>
                <w:b/>
              </w:rPr>
              <w:instrText xml:space="preserve"> HYPERLINK  \l "S_ALB" \o "PSA Score" </w:instrText>
            </w:r>
            <w:r w:rsidRPr="001F5B4D">
              <w:rPr>
                <w:b/>
              </w:rPr>
            </w:r>
            <w:r w:rsidRPr="001F5B4D">
              <w:rPr>
                <w:b/>
              </w:rPr>
              <w:fldChar w:fldCharType="separate"/>
            </w:r>
            <w:r w:rsidRPr="001F5B4D">
              <w:rPr>
                <w:rStyle w:val="Hyperlink"/>
                <w:b/>
              </w:rPr>
              <w:t>Albacore tuna</w:t>
            </w:r>
            <w:r w:rsidRPr="001F5B4D">
              <w:rPr>
                <w:b/>
              </w:rPr>
              <w:fldChar w:fldCharType="end"/>
            </w:r>
          </w:p>
        </w:tc>
        <w:tc>
          <w:tcPr>
            <w:tcW w:w="3969" w:type="dxa"/>
            <w:gridSpan w:val="2"/>
            <w:tcBorders>
              <w:bottom w:val="single" w:sz="4" w:space="0" w:color="auto"/>
            </w:tcBorders>
            <w:shd w:val="clear" w:color="auto" w:fill="998877"/>
          </w:tcPr>
          <w:p w14:paraId="5CAD04B0" w14:textId="225432BA" w:rsidR="001F5B4D" w:rsidRPr="001F5B4D" w:rsidRDefault="001F5B4D" w:rsidP="001F5B4D">
            <w:pPr>
              <w:rPr>
                <w:b/>
                <w:i/>
              </w:rPr>
            </w:pPr>
            <w:r w:rsidRPr="001F5B4D">
              <w:rPr>
                <w:b/>
                <w:i/>
              </w:rPr>
              <w:t>Thunnus alalunga</w:t>
            </w:r>
          </w:p>
        </w:tc>
      </w:tr>
      <w:bookmarkEnd w:id="138"/>
      <w:tr w:rsidR="001F5B4D" w:rsidRPr="001F5B4D" w14:paraId="1FE90FE5" w14:textId="77777777" w:rsidTr="00E469EE">
        <w:tblPrEx>
          <w:tblCellMar>
            <w:top w:w="0" w:type="dxa"/>
            <w:bottom w:w="0" w:type="dxa"/>
          </w:tblCellMar>
        </w:tblPrEx>
        <w:trPr>
          <w:cantSplit/>
        </w:trPr>
        <w:tc>
          <w:tcPr>
            <w:tcW w:w="7938" w:type="dxa"/>
            <w:gridSpan w:val="4"/>
            <w:shd w:val="clear" w:color="auto" w:fill="998877"/>
          </w:tcPr>
          <w:p w14:paraId="5ABD0155" w14:textId="248D39FA" w:rsidR="001F5B4D" w:rsidRPr="001F5B4D" w:rsidRDefault="001F5B4D" w:rsidP="001F5B4D">
            <w:pPr>
              <w:rPr>
                <w:b/>
              </w:rPr>
            </w:pPr>
            <w:r w:rsidRPr="001F5B4D">
              <w:rPr>
                <w:b/>
              </w:rPr>
              <w:t>Productivity</w:t>
            </w:r>
          </w:p>
        </w:tc>
      </w:tr>
      <w:tr w:rsidR="001F5B4D" w:rsidRPr="001F5B4D" w14:paraId="36CEA2A9" w14:textId="77777777" w:rsidTr="001F5B4D">
        <w:tblPrEx>
          <w:tblCellMar>
            <w:top w:w="0" w:type="dxa"/>
            <w:bottom w:w="0" w:type="dxa"/>
          </w:tblCellMar>
        </w:tblPrEx>
        <w:trPr>
          <w:cantSplit/>
        </w:trPr>
        <w:tc>
          <w:tcPr>
            <w:tcW w:w="2551" w:type="dxa"/>
            <w:shd w:val="clear" w:color="auto" w:fill="998877"/>
          </w:tcPr>
          <w:p w14:paraId="4B137AE4" w14:textId="58F60236" w:rsidR="001F5B4D" w:rsidRPr="001F5B4D" w:rsidRDefault="001F5B4D" w:rsidP="001F5B4D">
            <w:r w:rsidRPr="001F5B4D">
              <w:t>Average age at maturity</w:t>
            </w:r>
          </w:p>
        </w:tc>
        <w:tc>
          <w:tcPr>
            <w:tcW w:w="4536" w:type="dxa"/>
            <w:gridSpan w:val="2"/>
          </w:tcPr>
          <w:p w14:paraId="455E473B" w14:textId="70BFBC03" w:rsidR="001F5B4D" w:rsidRPr="001F5B4D" w:rsidRDefault="001F5B4D" w:rsidP="001F5B4D">
            <w:r w:rsidRPr="001F5B4D">
              <w:t>Species growth rate (K) is 0.200, which is higher than lowest risk K (0.183) for age at maturity.</w:t>
            </w:r>
          </w:p>
        </w:tc>
        <w:tc>
          <w:tcPr>
            <w:tcW w:w="851" w:type="dxa"/>
          </w:tcPr>
          <w:p w14:paraId="4CDF8A6F" w14:textId="069CBC99" w:rsidR="001F5B4D" w:rsidRPr="001F5B4D" w:rsidRDefault="001F5B4D" w:rsidP="001F5B4D">
            <w:r w:rsidRPr="001F5B4D">
              <w:t>1</w:t>
            </w:r>
          </w:p>
        </w:tc>
      </w:tr>
      <w:tr w:rsidR="001F5B4D" w:rsidRPr="001F5B4D" w14:paraId="5898CF20" w14:textId="77777777" w:rsidTr="001F5B4D">
        <w:tblPrEx>
          <w:tblCellMar>
            <w:top w:w="0" w:type="dxa"/>
            <w:bottom w:w="0" w:type="dxa"/>
          </w:tblCellMar>
        </w:tblPrEx>
        <w:trPr>
          <w:cantSplit/>
        </w:trPr>
        <w:tc>
          <w:tcPr>
            <w:tcW w:w="2551" w:type="dxa"/>
            <w:shd w:val="clear" w:color="auto" w:fill="998877"/>
          </w:tcPr>
          <w:p w14:paraId="3042FB2C" w14:textId="45FBF6A6" w:rsidR="001F5B4D" w:rsidRPr="001F5B4D" w:rsidRDefault="001F5B4D" w:rsidP="001F5B4D">
            <w:r w:rsidRPr="001F5B4D">
              <w:t>Average max age</w:t>
            </w:r>
          </w:p>
        </w:tc>
        <w:tc>
          <w:tcPr>
            <w:tcW w:w="4536" w:type="dxa"/>
            <w:gridSpan w:val="2"/>
          </w:tcPr>
          <w:p w14:paraId="14AA8F4B" w14:textId="6E321991" w:rsidR="001F5B4D" w:rsidRPr="001F5B4D" w:rsidRDefault="001F5B4D" w:rsidP="001F5B4D">
            <w:r w:rsidRPr="001F5B4D">
              <w:t>Species growth rate (K) is 0.200, which is in the medium risk K range (0.12-0.30) for maximum age.</w:t>
            </w:r>
          </w:p>
        </w:tc>
        <w:tc>
          <w:tcPr>
            <w:tcW w:w="851" w:type="dxa"/>
          </w:tcPr>
          <w:p w14:paraId="6E47EE95" w14:textId="130BB2A9" w:rsidR="001F5B4D" w:rsidRPr="001F5B4D" w:rsidRDefault="001F5B4D" w:rsidP="001F5B4D">
            <w:r w:rsidRPr="001F5B4D">
              <w:t>2</w:t>
            </w:r>
          </w:p>
        </w:tc>
      </w:tr>
      <w:tr w:rsidR="001F5B4D" w:rsidRPr="001F5B4D" w14:paraId="072198A8" w14:textId="77777777" w:rsidTr="001F5B4D">
        <w:tblPrEx>
          <w:tblCellMar>
            <w:top w:w="0" w:type="dxa"/>
            <w:bottom w:w="0" w:type="dxa"/>
          </w:tblCellMar>
        </w:tblPrEx>
        <w:trPr>
          <w:cantSplit/>
        </w:trPr>
        <w:tc>
          <w:tcPr>
            <w:tcW w:w="2551" w:type="dxa"/>
            <w:shd w:val="clear" w:color="auto" w:fill="998877"/>
          </w:tcPr>
          <w:p w14:paraId="794EE858" w14:textId="42D1AEEC" w:rsidR="001F5B4D" w:rsidRPr="001F5B4D" w:rsidRDefault="001F5B4D" w:rsidP="001F5B4D">
            <w:r w:rsidRPr="001F5B4D">
              <w:t>Fecundity</w:t>
            </w:r>
          </w:p>
        </w:tc>
        <w:tc>
          <w:tcPr>
            <w:tcW w:w="4536" w:type="dxa"/>
            <w:gridSpan w:val="2"/>
          </w:tcPr>
          <w:p w14:paraId="6334837C" w14:textId="0130700D" w:rsidR="001F5B4D" w:rsidRPr="001F5B4D" w:rsidRDefault="001F5B4D" w:rsidP="001F5B4D">
            <w:r w:rsidRPr="001F5B4D">
              <w:t>Species fecundity is 1107500 eggs/year, which is higher than the lowest risk value (20000).</w:t>
            </w:r>
          </w:p>
        </w:tc>
        <w:tc>
          <w:tcPr>
            <w:tcW w:w="851" w:type="dxa"/>
          </w:tcPr>
          <w:p w14:paraId="70A50E46" w14:textId="3A474DCF" w:rsidR="001F5B4D" w:rsidRPr="001F5B4D" w:rsidRDefault="001F5B4D" w:rsidP="001F5B4D">
            <w:r w:rsidRPr="001F5B4D">
              <w:t>1</w:t>
            </w:r>
          </w:p>
        </w:tc>
      </w:tr>
      <w:tr w:rsidR="001F5B4D" w:rsidRPr="001F5B4D" w14:paraId="2D150216" w14:textId="77777777" w:rsidTr="001F5B4D">
        <w:tblPrEx>
          <w:tblCellMar>
            <w:top w:w="0" w:type="dxa"/>
            <w:bottom w:w="0" w:type="dxa"/>
          </w:tblCellMar>
        </w:tblPrEx>
        <w:trPr>
          <w:cantSplit/>
        </w:trPr>
        <w:tc>
          <w:tcPr>
            <w:tcW w:w="2551" w:type="dxa"/>
            <w:shd w:val="clear" w:color="auto" w:fill="998877"/>
          </w:tcPr>
          <w:p w14:paraId="2EEA1703" w14:textId="5C80C2AF" w:rsidR="001F5B4D" w:rsidRPr="001F5B4D" w:rsidRDefault="001F5B4D" w:rsidP="001F5B4D">
            <w:r w:rsidRPr="001F5B4D">
              <w:t>Average max size</w:t>
            </w:r>
          </w:p>
        </w:tc>
        <w:tc>
          <w:tcPr>
            <w:tcW w:w="4536" w:type="dxa"/>
            <w:gridSpan w:val="2"/>
          </w:tcPr>
          <w:p w14:paraId="6581877C" w14:textId="52B999A0" w:rsidR="001F5B4D" w:rsidRPr="001F5B4D" w:rsidRDefault="001F5B4D" w:rsidP="001F5B4D">
            <w:r w:rsidRPr="001F5B4D">
              <w:t>Species maximum length is 140, which is in the medium risk range (100-300cm).</w:t>
            </w:r>
          </w:p>
        </w:tc>
        <w:tc>
          <w:tcPr>
            <w:tcW w:w="851" w:type="dxa"/>
          </w:tcPr>
          <w:p w14:paraId="35377F22" w14:textId="3547781A" w:rsidR="001F5B4D" w:rsidRPr="001F5B4D" w:rsidRDefault="001F5B4D" w:rsidP="001F5B4D">
            <w:r w:rsidRPr="001F5B4D">
              <w:t>2</w:t>
            </w:r>
          </w:p>
        </w:tc>
      </w:tr>
      <w:tr w:rsidR="001F5B4D" w:rsidRPr="001F5B4D" w14:paraId="267ACB9C" w14:textId="77777777" w:rsidTr="001F5B4D">
        <w:tblPrEx>
          <w:tblCellMar>
            <w:top w:w="0" w:type="dxa"/>
            <w:bottom w:w="0" w:type="dxa"/>
          </w:tblCellMar>
        </w:tblPrEx>
        <w:trPr>
          <w:cantSplit/>
        </w:trPr>
        <w:tc>
          <w:tcPr>
            <w:tcW w:w="2551" w:type="dxa"/>
            <w:shd w:val="clear" w:color="auto" w:fill="998877"/>
          </w:tcPr>
          <w:p w14:paraId="19FDCB74" w14:textId="11D74348" w:rsidR="001F5B4D" w:rsidRPr="001F5B4D" w:rsidRDefault="001F5B4D" w:rsidP="001F5B4D">
            <w:r w:rsidRPr="001F5B4D">
              <w:t>Average size at maturity</w:t>
            </w:r>
          </w:p>
        </w:tc>
        <w:tc>
          <w:tcPr>
            <w:tcW w:w="4536" w:type="dxa"/>
            <w:gridSpan w:val="2"/>
          </w:tcPr>
          <w:p w14:paraId="3872E33A" w14:textId="0A3CDFBA" w:rsidR="001F5B4D" w:rsidRPr="001F5B4D" w:rsidRDefault="001F5B4D" w:rsidP="001F5B4D">
            <w:r w:rsidRPr="001F5B4D">
              <w:t>Species length at maturity is 85, which is in the medium risk range (40-200cm).</w:t>
            </w:r>
          </w:p>
        </w:tc>
        <w:tc>
          <w:tcPr>
            <w:tcW w:w="851" w:type="dxa"/>
          </w:tcPr>
          <w:p w14:paraId="2A8409DA" w14:textId="5C5F8962" w:rsidR="001F5B4D" w:rsidRPr="001F5B4D" w:rsidRDefault="001F5B4D" w:rsidP="001F5B4D">
            <w:r w:rsidRPr="001F5B4D">
              <w:t>2</w:t>
            </w:r>
          </w:p>
        </w:tc>
      </w:tr>
      <w:tr w:rsidR="001F5B4D" w:rsidRPr="001F5B4D" w14:paraId="1AAE89CC" w14:textId="77777777" w:rsidTr="001F5B4D">
        <w:tblPrEx>
          <w:tblCellMar>
            <w:top w:w="0" w:type="dxa"/>
            <w:bottom w:w="0" w:type="dxa"/>
          </w:tblCellMar>
        </w:tblPrEx>
        <w:trPr>
          <w:cantSplit/>
        </w:trPr>
        <w:tc>
          <w:tcPr>
            <w:tcW w:w="2551" w:type="dxa"/>
            <w:shd w:val="clear" w:color="auto" w:fill="998877"/>
          </w:tcPr>
          <w:p w14:paraId="4FE1EA3A" w14:textId="582651E3" w:rsidR="001F5B4D" w:rsidRPr="001F5B4D" w:rsidRDefault="001F5B4D" w:rsidP="001F5B4D">
            <w:r w:rsidRPr="001F5B4D">
              <w:t>Reproductive strategy</w:t>
            </w:r>
          </w:p>
        </w:tc>
        <w:tc>
          <w:tcPr>
            <w:tcW w:w="4536" w:type="dxa"/>
            <w:gridSpan w:val="2"/>
          </w:tcPr>
          <w:p w14:paraId="28E382A5" w14:textId="512050C6" w:rsidR="001F5B4D" w:rsidRPr="001F5B4D" w:rsidRDefault="001F5B4D" w:rsidP="001F5B4D">
            <w:r w:rsidRPr="001F5B4D">
              <w:t>Species reproductive strategy is broadcast spawner, which is low risk.</w:t>
            </w:r>
          </w:p>
        </w:tc>
        <w:tc>
          <w:tcPr>
            <w:tcW w:w="851" w:type="dxa"/>
          </w:tcPr>
          <w:p w14:paraId="3B17CA09" w14:textId="5FC79791" w:rsidR="001F5B4D" w:rsidRPr="001F5B4D" w:rsidRDefault="001F5B4D" w:rsidP="001F5B4D">
            <w:r w:rsidRPr="001F5B4D">
              <w:t>1</w:t>
            </w:r>
          </w:p>
        </w:tc>
      </w:tr>
      <w:tr w:rsidR="001F5B4D" w:rsidRPr="001F5B4D" w14:paraId="0F7B45EB" w14:textId="77777777" w:rsidTr="001F5B4D">
        <w:tblPrEx>
          <w:tblCellMar>
            <w:top w:w="0" w:type="dxa"/>
            <w:bottom w:w="0" w:type="dxa"/>
          </w:tblCellMar>
        </w:tblPrEx>
        <w:trPr>
          <w:cantSplit/>
        </w:trPr>
        <w:tc>
          <w:tcPr>
            <w:tcW w:w="2551" w:type="dxa"/>
            <w:shd w:val="clear" w:color="auto" w:fill="998877"/>
          </w:tcPr>
          <w:p w14:paraId="34E9185F" w14:textId="070E7523" w:rsidR="001F5B4D" w:rsidRPr="001F5B4D" w:rsidRDefault="001F5B4D" w:rsidP="001F5B4D">
            <w:r w:rsidRPr="001F5B4D">
              <w:t>Trophic level</w:t>
            </w:r>
          </w:p>
        </w:tc>
        <w:tc>
          <w:tcPr>
            <w:tcW w:w="4536" w:type="dxa"/>
            <w:gridSpan w:val="2"/>
            <w:tcBorders>
              <w:bottom w:val="single" w:sz="4" w:space="0" w:color="auto"/>
            </w:tcBorders>
          </w:tcPr>
          <w:p w14:paraId="6D58D65E" w14:textId="50B082ED" w:rsidR="001F5B4D" w:rsidRPr="001F5B4D" w:rsidRDefault="001F5B4D" w:rsidP="001F5B4D">
            <w:r w:rsidRPr="001F5B4D">
              <w:t>Species trophic level is 4.3, which is higher than the highest risk value (3.25).</w:t>
            </w:r>
          </w:p>
        </w:tc>
        <w:tc>
          <w:tcPr>
            <w:tcW w:w="851" w:type="dxa"/>
          </w:tcPr>
          <w:p w14:paraId="0424B689" w14:textId="1E9B9551" w:rsidR="001F5B4D" w:rsidRPr="001F5B4D" w:rsidRDefault="001F5B4D" w:rsidP="001F5B4D">
            <w:r w:rsidRPr="001F5B4D">
              <w:t>3</w:t>
            </w:r>
          </w:p>
        </w:tc>
      </w:tr>
      <w:tr w:rsidR="001F5B4D" w:rsidRPr="001F5B4D" w14:paraId="663776EE"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0735F8EE" w14:textId="77777777" w:rsidR="001F5B4D" w:rsidRPr="001F5B4D" w:rsidRDefault="001F5B4D" w:rsidP="001F5B4D"/>
        </w:tc>
        <w:tc>
          <w:tcPr>
            <w:tcW w:w="4536" w:type="dxa"/>
            <w:gridSpan w:val="2"/>
            <w:tcBorders>
              <w:bottom w:val="single" w:sz="4" w:space="0" w:color="auto"/>
            </w:tcBorders>
            <w:shd w:val="clear" w:color="auto" w:fill="998877"/>
          </w:tcPr>
          <w:p w14:paraId="3C9B6A8C" w14:textId="51BC0863" w:rsidR="001F5B4D" w:rsidRPr="001F5B4D" w:rsidRDefault="001F5B4D" w:rsidP="001F5B4D">
            <w:r w:rsidRPr="001F5B4D">
              <w:t>Productivity score</w:t>
            </w:r>
          </w:p>
        </w:tc>
        <w:tc>
          <w:tcPr>
            <w:tcW w:w="851" w:type="dxa"/>
            <w:tcBorders>
              <w:bottom w:val="single" w:sz="4" w:space="0" w:color="auto"/>
            </w:tcBorders>
          </w:tcPr>
          <w:p w14:paraId="31535D85" w14:textId="359A8E24" w:rsidR="001F5B4D" w:rsidRPr="001F5B4D" w:rsidRDefault="001F5B4D" w:rsidP="001F5B4D">
            <w:r w:rsidRPr="001F5B4D">
              <w:t>1.71</w:t>
            </w:r>
          </w:p>
        </w:tc>
      </w:tr>
      <w:tr w:rsidR="001F5B4D" w:rsidRPr="001F5B4D" w14:paraId="58355526" w14:textId="77777777" w:rsidTr="00207050">
        <w:tblPrEx>
          <w:tblCellMar>
            <w:top w:w="0" w:type="dxa"/>
            <w:bottom w:w="0" w:type="dxa"/>
          </w:tblCellMar>
        </w:tblPrEx>
        <w:trPr>
          <w:cantSplit/>
        </w:trPr>
        <w:tc>
          <w:tcPr>
            <w:tcW w:w="7938" w:type="dxa"/>
            <w:gridSpan w:val="4"/>
            <w:shd w:val="clear" w:color="auto" w:fill="998877"/>
          </w:tcPr>
          <w:p w14:paraId="404CAA7D" w14:textId="05720FCA" w:rsidR="001F5B4D" w:rsidRPr="001F5B4D" w:rsidRDefault="001F5B4D" w:rsidP="001F5B4D">
            <w:pPr>
              <w:rPr>
                <w:b/>
              </w:rPr>
            </w:pPr>
            <w:r w:rsidRPr="001F5B4D">
              <w:rPr>
                <w:b/>
              </w:rPr>
              <w:t>Susceptibility</w:t>
            </w:r>
          </w:p>
        </w:tc>
      </w:tr>
      <w:tr w:rsidR="001F5B4D" w:rsidRPr="001F5B4D" w14:paraId="6863BB9D" w14:textId="77777777" w:rsidTr="001F5B4D">
        <w:tblPrEx>
          <w:tblCellMar>
            <w:top w:w="0" w:type="dxa"/>
            <w:bottom w:w="0" w:type="dxa"/>
          </w:tblCellMar>
        </w:tblPrEx>
        <w:trPr>
          <w:cantSplit/>
        </w:trPr>
        <w:tc>
          <w:tcPr>
            <w:tcW w:w="2551" w:type="dxa"/>
            <w:shd w:val="clear" w:color="auto" w:fill="998877"/>
          </w:tcPr>
          <w:p w14:paraId="1110878C" w14:textId="03D46784" w:rsidR="001F5B4D" w:rsidRPr="001F5B4D" w:rsidRDefault="001F5B4D" w:rsidP="001F5B4D">
            <w:r w:rsidRPr="001F5B4D">
              <w:t>Areal overlap (availability)</w:t>
            </w:r>
          </w:p>
        </w:tc>
        <w:tc>
          <w:tcPr>
            <w:tcW w:w="4536" w:type="dxa"/>
            <w:gridSpan w:val="2"/>
          </w:tcPr>
          <w:p w14:paraId="422CB92F" w14:textId="0693F019" w:rsidR="001F5B4D" w:rsidRPr="001F5B4D" w:rsidRDefault="001F5B4D" w:rsidP="001F5B4D">
            <w:r w:rsidRPr="001F5B4D">
              <w:t>Worldwide pelagic distribution</w:t>
            </w:r>
          </w:p>
        </w:tc>
        <w:tc>
          <w:tcPr>
            <w:tcW w:w="851" w:type="dxa"/>
          </w:tcPr>
          <w:p w14:paraId="48C92A2C" w14:textId="746EAAF2" w:rsidR="001F5B4D" w:rsidRPr="001F5B4D" w:rsidRDefault="001F5B4D" w:rsidP="001F5B4D">
            <w:r w:rsidRPr="001F5B4D">
              <w:t>3</w:t>
            </w:r>
          </w:p>
        </w:tc>
      </w:tr>
      <w:tr w:rsidR="001F5B4D" w:rsidRPr="001F5B4D" w14:paraId="544B8156" w14:textId="77777777" w:rsidTr="001F5B4D">
        <w:tblPrEx>
          <w:tblCellMar>
            <w:top w:w="0" w:type="dxa"/>
            <w:bottom w:w="0" w:type="dxa"/>
          </w:tblCellMar>
        </w:tblPrEx>
        <w:trPr>
          <w:cantSplit/>
        </w:trPr>
        <w:tc>
          <w:tcPr>
            <w:tcW w:w="2551" w:type="dxa"/>
            <w:shd w:val="clear" w:color="auto" w:fill="998877"/>
          </w:tcPr>
          <w:p w14:paraId="552169E0" w14:textId="54A10B23" w:rsidR="001F5B4D" w:rsidRPr="001F5B4D" w:rsidRDefault="001F5B4D" w:rsidP="001F5B4D">
            <w:r w:rsidRPr="001F5B4D">
              <w:t>Encounterability</w:t>
            </w:r>
          </w:p>
        </w:tc>
        <w:tc>
          <w:tcPr>
            <w:tcW w:w="4536" w:type="dxa"/>
            <w:gridSpan w:val="2"/>
          </w:tcPr>
          <w:p w14:paraId="7DE7892B" w14:textId="4135160E" w:rsidR="001F5B4D" w:rsidRPr="001F5B4D" w:rsidRDefault="001F5B4D" w:rsidP="001F5B4D">
            <w:r w:rsidRPr="001F5B4D">
              <w:t>The depth range of the species is 1-600m. For surface gears, the vertical overlap index with this species is 16.67%.</w:t>
            </w:r>
          </w:p>
        </w:tc>
        <w:tc>
          <w:tcPr>
            <w:tcW w:w="851" w:type="dxa"/>
          </w:tcPr>
          <w:p w14:paraId="36862BCF" w14:textId="2C9BF6D9" w:rsidR="001F5B4D" w:rsidRPr="001F5B4D" w:rsidRDefault="001F5B4D" w:rsidP="001F5B4D">
            <w:r w:rsidRPr="001F5B4D">
              <w:t>2</w:t>
            </w:r>
          </w:p>
        </w:tc>
      </w:tr>
      <w:tr w:rsidR="001F5B4D" w:rsidRPr="001F5B4D" w14:paraId="2B941F0B" w14:textId="77777777" w:rsidTr="001F5B4D">
        <w:tblPrEx>
          <w:tblCellMar>
            <w:top w:w="0" w:type="dxa"/>
            <w:bottom w:w="0" w:type="dxa"/>
          </w:tblCellMar>
        </w:tblPrEx>
        <w:trPr>
          <w:cantSplit/>
        </w:trPr>
        <w:tc>
          <w:tcPr>
            <w:tcW w:w="2551" w:type="dxa"/>
            <w:shd w:val="clear" w:color="auto" w:fill="998877"/>
          </w:tcPr>
          <w:p w14:paraId="6FAD919D" w14:textId="76599B8D" w:rsidR="001F5B4D" w:rsidRPr="001F5B4D" w:rsidRDefault="001F5B4D" w:rsidP="001F5B4D">
            <w:r w:rsidRPr="001F5B4D">
              <w:t>Selectivity</w:t>
            </w:r>
          </w:p>
        </w:tc>
        <w:tc>
          <w:tcPr>
            <w:tcW w:w="4536" w:type="dxa"/>
            <w:gridSpan w:val="2"/>
          </w:tcPr>
          <w:p w14:paraId="70B817E9" w14:textId="66B15D51" w:rsidR="001F5B4D" w:rsidRPr="001F5B4D" w:rsidRDefault="001F5B4D" w:rsidP="001F5B4D">
            <w:r w:rsidRPr="001F5B4D">
              <w:t>The maximum length of the species is 140cm. For tropical surface fisheries, the length overlap index with this species is 100.00%.</w:t>
            </w:r>
          </w:p>
        </w:tc>
        <w:tc>
          <w:tcPr>
            <w:tcW w:w="851" w:type="dxa"/>
          </w:tcPr>
          <w:p w14:paraId="617A4ACA" w14:textId="3D55D840" w:rsidR="001F5B4D" w:rsidRPr="001F5B4D" w:rsidRDefault="001F5B4D" w:rsidP="001F5B4D">
            <w:r w:rsidRPr="001F5B4D">
              <w:t>3</w:t>
            </w:r>
          </w:p>
        </w:tc>
      </w:tr>
      <w:tr w:rsidR="001F5B4D" w:rsidRPr="001F5B4D" w14:paraId="2A58F1F7" w14:textId="77777777" w:rsidTr="001F5B4D">
        <w:tblPrEx>
          <w:tblCellMar>
            <w:top w:w="0" w:type="dxa"/>
            <w:bottom w:w="0" w:type="dxa"/>
          </w:tblCellMar>
        </w:tblPrEx>
        <w:trPr>
          <w:cantSplit/>
        </w:trPr>
        <w:tc>
          <w:tcPr>
            <w:tcW w:w="2551" w:type="dxa"/>
            <w:shd w:val="clear" w:color="auto" w:fill="998877"/>
          </w:tcPr>
          <w:p w14:paraId="6C77C5E8" w14:textId="2155D157" w:rsidR="001F5B4D" w:rsidRPr="001F5B4D" w:rsidRDefault="001F5B4D" w:rsidP="001F5B4D">
            <w:r w:rsidRPr="001F5B4D">
              <w:t>Post capture mortality</w:t>
            </w:r>
          </w:p>
        </w:tc>
        <w:tc>
          <w:tcPr>
            <w:tcW w:w="4536" w:type="dxa"/>
            <w:gridSpan w:val="2"/>
            <w:tcBorders>
              <w:bottom w:val="single" w:sz="4" w:space="0" w:color="auto"/>
            </w:tcBorders>
          </w:tcPr>
          <w:p w14:paraId="49F0381D" w14:textId="744CB205" w:rsidR="001F5B4D" w:rsidRPr="001F5B4D" w:rsidRDefault="001F5B4D" w:rsidP="001F5B4D">
            <w:r w:rsidRPr="001F5B4D">
              <w:t>No direct evidence of survival after capture.</w:t>
            </w:r>
          </w:p>
        </w:tc>
        <w:tc>
          <w:tcPr>
            <w:tcW w:w="851" w:type="dxa"/>
          </w:tcPr>
          <w:p w14:paraId="1FA57A7E" w14:textId="3D566B98" w:rsidR="001F5B4D" w:rsidRPr="001F5B4D" w:rsidRDefault="001F5B4D" w:rsidP="001F5B4D">
            <w:r w:rsidRPr="001F5B4D">
              <w:t>3</w:t>
            </w:r>
          </w:p>
        </w:tc>
      </w:tr>
      <w:tr w:rsidR="001F5B4D" w:rsidRPr="001F5B4D" w14:paraId="33CC27B7" w14:textId="77777777" w:rsidTr="001F5B4D">
        <w:tblPrEx>
          <w:tblCellMar>
            <w:top w:w="0" w:type="dxa"/>
            <w:bottom w:w="0" w:type="dxa"/>
          </w:tblCellMar>
        </w:tblPrEx>
        <w:trPr>
          <w:cantSplit/>
        </w:trPr>
        <w:tc>
          <w:tcPr>
            <w:tcW w:w="2551" w:type="dxa"/>
            <w:shd w:val="clear" w:color="auto" w:fill="998877"/>
          </w:tcPr>
          <w:p w14:paraId="3147616E" w14:textId="77777777" w:rsidR="001F5B4D" w:rsidRPr="001F5B4D" w:rsidRDefault="001F5B4D" w:rsidP="001F5B4D"/>
        </w:tc>
        <w:tc>
          <w:tcPr>
            <w:tcW w:w="4536" w:type="dxa"/>
            <w:gridSpan w:val="2"/>
            <w:tcBorders>
              <w:bottom w:val="single" w:sz="4" w:space="0" w:color="auto"/>
            </w:tcBorders>
            <w:shd w:val="clear" w:color="auto" w:fill="998877"/>
          </w:tcPr>
          <w:p w14:paraId="1A71847E" w14:textId="376A70C6" w:rsidR="001F5B4D" w:rsidRPr="001F5B4D" w:rsidRDefault="001F5B4D" w:rsidP="001F5B4D">
            <w:r w:rsidRPr="001F5B4D">
              <w:t>Susceptibility score</w:t>
            </w:r>
          </w:p>
        </w:tc>
        <w:tc>
          <w:tcPr>
            <w:tcW w:w="851" w:type="dxa"/>
          </w:tcPr>
          <w:p w14:paraId="0FF48CD9" w14:textId="09752B82" w:rsidR="001F5B4D" w:rsidRPr="001F5B4D" w:rsidRDefault="001F5B4D" w:rsidP="001F5B4D">
            <w:r w:rsidRPr="001F5B4D">
              <w:t>2.33</w:t>
            </w:r>
          </w:p>
        </w:tc>
      </w:tr>
      <w:tr w:rsidR="001F5B4D" w:rsidRPr="001F5B4D" w14:paraId="543690D6" w14:textId="77777777" w:rsidTr="001F5B4D">
        <w:tblPrEx>
          <w:tblCellMar>
            <w:top w:w="0" w:type="dxa"/>
            <w:bottom w:w="0" w:type="dxa"/>
          </w:tblCellMar>
        </w:tblPrEx>
        <w:trPr>
          <w:cantSplit/>
        </w:trPr>
        <w:tc>
          <w:tcPr>
            <w:tcW w:w="2551" w:type="dxa"/>
            <w:shd w:val="clear" w:color="auto" w:fill="998877"/>
          </w:tcPr>
          <w:p w14:paraId="3A1C6AE0" w14:textId="77777777" w:rsidR="001F5B4D" w:rsidRPr="001F5B4D" w:rsidRDefault="001F5B4D" w:rsidP="001F5B4D"/>
        </w:tc>
        <w:tc>
          <w:tcPr>
            <w:tcW w:w="4536" w:type="dxa"/>
            <w:gridSpan w:val="2"/>
            <w:shd w:val="clear" w:color="auto" w:fill="998877"/>
          </w:tcPr>
          <w:p w14:paraId="6F3CF395" w14:textId="6F12C9F4" w:rsidR="001F5B4D" w:rsidRPr="001F5B4D" w:rsidRDefault="001F5B4D" w:rsidP="001F5B4D">
            <w:r w:rsidRPr="001F5B4D">
              <w:t>Vulnerability score</w:t>
            </w:r>
          </w:p>
        </w:tc>
        <w:tc>
          <w:tcPr>
            <w:tcW w:w="851" w:type="dxa"/>
          </w:tcPr>
          <w:p w14:paraId="10597DAA" w14:textId="3EDA8A87" w:rsidR="001F5B4D" w:rsidRPr="001F5B4D" w:rsidRDefault="001F5B4D" w:rsidP="001F5B4D">
            <w:r w:rsidRPr="001F5B4D">
              <w:t>2.89</w:t>
            </w:r>
          </w:p>
        </w:tc>
      </w:tr>
    </w:tbl>
    <w:p w14:paraId="14AC3572" w14:textId="610144AB"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DB225C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39" w:name="T_BLF" w:colFirst="0" w:colLast="0"/>
          <w:p w14:paraId="15C42F36" w14:textId="2F809066" w:rsidR="001F5B4D" w:rsidRPr="001F5B4D" w:rsidRDefault="001F5B4D" w:rsidP="001F5B4D">
            <w:pPr>
              <w:rPr>
                <w:b/>
              </w:rPr>
            </w:pPr>
            <w:r w:rsidRPr="001F5B4D">
              <w:rPr>
                <w:b/>
              </w:rPr>
              <w:fldChar w:fldCharType="begin"/>
            </w:r>
            <w:r w:rsidRPr="001F5B4D">
              <w:rPr>
                <w:b/>
              </w:rPr>
              <w:instrText xml:space="preserve"> HYPERLINK  \l "S_BLF" \o "PSA Score" </w:instrText>
            </w:r>
            <w:r w:rsidRPr="001F5B4D">
              <w:rPr>
                <w:b/>
              </w:rPr>
            </w:r>
            <w:r w:rsidRPr="001F5B4D">
              <w:rPr>
                <w:b/>
              </w:rPr>
              <w:fldChar w:fldCharType="separate"/>
            </w:r>
            <w:r w:rsidRPr="001F5B4D">
              <w:rPr>
                <w:rStyle w:val="Hyperlink"/>
                <w:b/>
              </w:rPr>
              <w:t>Blackfin tuna</w:t>
            </w:r>
            <w:r w:rsidRPr="001F5B4D">
              <w:rPr>
                <w:b/>
              </w:rPr>
              <w:fldChar w:fldCharType="end"/>
            </w:r>
          </w:p>
        </w:tc>
        <w:tc>
          <w:tcPr>
            <w:tcW w:w="3969" w:type="dxa"/>
            <w:gridSpan w:val="2"/>
            <w:tcBorders>
              <w:bottom w:val="single" w:sz="4" w:space="0" w:color="auto"/>
            </w:tcBorders>
            <w:shd w:val="clear" w:color="auto" w:fill="998877"/>
          </w:tcPr>
          <w:p w14:paraId="32AFCF58" w14:textId="0553FDB7" w:rsidR="001F5B4D" w:rsidRPr="001F5B4D" w:rsidRDefault="001F5B4D" w:rsidP="001F5B4D">
            <w:pPr>
              <w:rPr>
                <w:b/>
                <w:i/>
              </w:rPr>
            </w:pPr>
            <w:r w:rsidRPr="001F5B4D">
              <w:rPr>
                <w:b/>
                <w:i/>
              </w:rPr>
              <w:t>Thunnus atlanticus</w:t>
            </w:r>
          </w:p>
        </w:tc>
      </w:tr>
      <w:bookmarkEnd w:id="139"/>
      <w:tr w:rsidR="001F5B4D" w:rsidRPr="001F5B4D" w14:paraId="0BCCF66A" w14:textId="77777777" w:rsidTr="00712745">
        <w:tblPrEx>
          <w:tblCellMar>
            <w:top w:w="0" w:type="dxa"/>
            <w:bottom w:w="0" w:type="dxa"/>
          </w:tblCellMar>
        </w:tblPrEx>
        <w:trPr>
          <w:cantSplit/>
        </w:trPr>
        <w:tc>
          <w:tcPr>
            <w:tcW w:w="7938" w:type="dxa"/>
            <w:gridSpan w:val="4"/>
            <w:shd w:val="clear" w:color="auto" w:fill="998877"/>
          </w:tcPr>
          <w:p w14:paraId="0842F566" w14:textId="2B0860FB" w:rsidR="001F5B4D" w:rsidRPr="001F5B4D" w:rsidRDefault="001F5B4D" w:rsidP="001F5B4D">
            <w:pPr>
              <w:rPr>
                <w:b/>
              </w:rPr>
            </w:pPr>
            <w:r w:rsidRPr="001F5B4D">
              <w:rPr>
                <w:b/>
              </w:rPr>
              <w:t>Productivity</w:t>
            </w:r>
          </w:p>
        </w:tc>
      </w:tr>
      <w:tr w:rsidR="001F5B4D" w:rsidRPr="001F5B4D" w14:paraId="7C0116AC" w14:textId="77777777" w:rsidTr="001F5B4D">
        <w:tblPrEx>
          <w:tblCellMar>
            <w:top w:w="0" w:type="dxa"/>
            <w:bottom w:w="0" w:type="dxa"/>
          </w:tblCellMar>
        </w:tblPrEx>
        <w:trPr>
          <w:cantSplit/>
        </w:trPr>
        <w:tc>
          <w:tcPr>
            <w:tcW w:w="2551" w:type="dxa"/>
            <w:shd w:val="clear" w:color="auto" w:fill="998877"/>
          </w:tcPr>
          <w:p w14:paraId="5116085D" w14:textId="7B7D36BA" w:rsidR="001F5B4D" w:rsidRPr="001F5B4D" w:rsidRDefault="001F5B4D" w:rsidP="001F5B4D">
            <w:r w:rsidRPr="001F5B4D">
              <w:t>Average age at maturity</w:t>
            </w:r>
          </w:p>
        </w:tc>
        <w:tc>
          <w:tcPr>
            <w:tcW w:w="4536" w:type="dxa"/>
            <w:gridSpan w:val="2"/>
          </w:tcPr>
          <w:p w14:paraId="554BB90B" w14:textId="0DA96A98" w:rsidR="001F5B4D" w:rsidRPr="001F5B4D" w:rsidRDefault="001F5B4D" w:rsidP="001F5B4D">
            <w:r w:rsidRPr="001F5B4D">
              <w:t>Species growth rate (K) is 0.300, which is higher than lowest risk K (0.183) for age at maturity.</w:t>
            </w:r>
          </w:p>
        </w:tc>
        <w:tc>
          <w:tcPr>
            <w:tcW w:w="851" w:type="dxa"/>
          </w:tcPr>
          <w:p w14:paraId="5506ABFE" w14:textId="376B07C9" w:rsidR="001F5B4D" w:rsidRPr="001F5B4D" w:rsidRDefault="001F5B4D" w:rsidP="001F5B4D">
            <w:r w:rsidRPr="001F5B4D">
              <w:t>1</w:t>
            </w:r>
          </w:p>
        </w:tc>
      </w:tr>
      <w:tr w:rsidR="001F5B4D" w:rsidRPr="001F5B4D" w14:paraId="4FF61A0D" w14:textId="77777777" w:rsidTr="001F5B4D">
        <w:tblPrEx>
          <w:tblCellMar>
            <w:top w:w="0" w:type="dxa"/>
            <w:bottom w:w="0" w:type="dxa"/>
          </w:tblCellMar>
        </w:tblPrEx>
        <w:trPr>
          <w:cantSplit/>
        </w:trPr>
        <w:tc>
          <w:tcPr>
            <w:tcW w:w="2551" w:type="dxa"/>
            <w:shd w:val="clear" w:color="auto" w:fill="998877"/>
          </w:tcPr>
          <w:p w14:paraId="50CFB7CC" w14:textId="20167733" w:rsidR="001F5B4D" w:rsidRPr="001F5B4D" w:rsidRDefault="001F5B4D" w:rsidP="001F5B4D">
            <w:r w:rsidRPr="001F5B4D">
              <w:t>Average max age</w:t>
            </w:r>
          </w:p>
        </w:tc>
        <w:tc>
          <w:tcPr>
            <w:tcW w:w="4536" w:type="dxa"/>
            <w:gridSpan w:val="2"/>
          </w:tcPr>
          <w:p w14:paraId="4BCAFBEE" w14:textId="18E79674" w:rsidR="001F5B4D" w:rsidRPr="001F5B4D" w:rsidRDefault="001F5B4D" w:rsidP="001F5B4D">
            <w:r w:rsidRPr="001F5B4D">
              <w:t>Species growth rate (K) is 0.300, which is in the medium risk K range (0.12-0.30) for maximum age.</w:t>
            </w:r>
          </w:p>
        </w:tc>
        <w:tc>
          <w:tcPr>
            <w:tcW w:w="851" w:type="dxa"/>
          </w:tcPr>
          <w:p w14:paraId="452FA5BD" w14:textId="07839917" w:rsidR="001F5B4D" w:rsidRPr="001F5B4D" w:rsidRDefault="001F5B4D" w:rsidP="001F5B4D">
            <w:r w:rsidRPr="001F5B4D">
              <w:t>2</w:t>
            </w:r>
          </w:p>
        </w:tc>
      </w:tr>
      <w:tr w:rsidR="001F5B4D" w:rsidRPr="001F5B4D" w14:paraId="2D3A313A" w14:textId="77777777" w:rsidTr="001F5B4D">
        <w:tblPrEx>
          <w:tblCellMar>
            <w:top w:w="0" w:type="dxa"/>
            <w:bottom w:w="0" w:type="dxa"/>
          </w:tblCellMar>
        </w:tblPrEx>
        <w:trPr>
          <w:cantSplit/>
        </w:trPr>
        <w:tc>
          <w:tcPr>
            <w:tcW w:w="2551" w:type="dxa"/>
            <w:shd w:val="clear" w:color="auto" w:fill="998877"/>
          </w:tcPr>
          <w:p w14:paraId="2F524F1F" w14:textId="5E94BCA1" w:rsidR="001F5B4D" w:rsidRPr="001F5B4D" w:rsidRDefault="001F5B4D" w:rsidP="001F5B4D">
            <w:r w:rsidRPr="001F5B4D">
              <w:t>Fecundity</w:t>
            </w:r>
          </w:p>
        </w:tc>
        <w:tc>
          <w:tcPr>
            <w:tcW w:w="4536" w:type="dxa"/>
            <w:gridSpan w:val="2"/>
          </w:tcPr>
          <w:p w14:paraId="03B22F68" w14:textId="0B154BF3" w:rsidR="001F5B4D" w:rsidRPr="001F5B4D" w:rsidRDefault="001F5B4D" w:rsidP="001F5B4D">
            <w:r w:rsidRPr="001F5B4D">
              <w:t>The score is based on the maximum risk score in the family Scombridae, which included 27 species.</w:t>
            </w:r>
          </w:p>
        </w:tc>
        <w:tc>
          <w:tcPr>
            <w:tcW w:w="851" w:type="dxa"/>
          </w:tcPr>
          <w:p w14:paraId="65D165C5" w14:textId="4B0F6C7D" w:rsidR="001F5B4D" w:rsidRPr="001F5B4D" w:rsidRDefault="001F5B4D" w:rsidP="001F5B4D">
            <w:r w:rsidRPr="001F5B4D">
              <w:t>1</w:t>
            </w:r>
          </w:p>
        </w:tc>
      </w:tr>
      <w:tr w:rsidR="001F5B4D" w:rsidRPr="001F5B4D" w14:paraId="41860739" w14:textId="77777777" w:rsidTr="001F5B4D">
        <w:tblPrEx>
          <w:tblCellMar>
            <w:top w:w="0" w:type="dxa"/>
            <w:bottom w:w="0" w:type="dxa"/>
          </w:tblCellMar>
        </w:tblPrEx>
        <w:trPr>
          <w:cantSplit/>
        </w:trPr>
        <w:tc>
          <w:tcPr>
            <w:tcW w:w="2551" w:type="dxa"/>
            <w:shd w:val="clear" w:color="auto" w:fill="998877"/>
          </w:tcPr>
          <w:p w14:paraId="2C7F3ECF" w14:textId="29C1CEA1" w:rsidR="001F5B4D" w:rsidRPr="001F5B4D" w:rsidRDefault="001F5B4D" w:rsidP="001F5B4D">
            <w:r w:rsidRPr="001F5B4D">
              <w:t>Average max size</w:t>
            </w:r>
          </w:p>
        </w:tc>
        <w:tc>
          <w:tcPr>
            <w:tcW w:w="4536" w:type="dxa"/>
            <w:gridSpan w:val="2"/>
          </w:tcPr>
          <w:p w14:paraId="289962A4" w14:textId="0B20BA74" w:rsidR="001F5B4D" w:rsidRPr="001F5B4D" w:rsidRDefault="001F5B4D" w:rsidP="001F5B4D">
            <w:r w:rsidRPr="001F5B4D">
              <w:t>Species maximum length is 108, which is in the medium risk range (100-300cm).</w:t>
            </w:r>
          </w:p>
        </w:tc>
        <w:tc>
          <w:tcPr>
            <w:tcW w:w="851" w:type="dxa"/>
          </w:tcPr>
          <w:p w14:paraId="1F6A0672" w14:textId="019D9DF4" w:rsidR="001F5B4D" w:rsidRPr="001F5B4D" w:rsidRDefault="001F5B4D" w:rsidP="001F5B4D">
            <w:r w:rsidRPr="001F5B4D">
              <w:t>2</w:t>
            </w:r>
          </w:p>
        </w:tc>
      </w:tr>
      <w:tr w:rsidR="001F5B4D" w:rsidRPr="001F5B4D" w14:paraId="58800147" w14:textId="77777777" w:rsidTr="001F5B4D">
        <w:tblPrEx>
          <w:tblCellMar>
            <w:top w:w="0" w:type="dxa"/>
            <w:bottom w:w="0" w:type="dxa"/>
          </w:tblCellMar>
        </w:tblPrEx>
        <w:trPr>
          <w:cantSplit/>
        </w:trPr>
        <w:tc>
          <w:tcPr>
            <w:tcW w:w="2551" w:type="dxa"/>
            <w:shd w:val="clear" w:color="auto" w:fill="998877"/>
          </w:tcPr>
          <w:p w14:paraId="4DCFFE4E" w14:textId="16C15AC2" w:rsidR="001F5B4D" w:rsidRPr="001F5B4D" w:rsidRDefault="001F5B4D" w:rsidP="001F5B4D">
            <w:r w:rsidRPr="001F5B4D">
              <w:t>Average size at maturity</w:t>
            </w:r>
          </w:p>
        </w:tc>
        <w:tc>
          <w:tcPr>
            <w:tcW w:w="4536" w:type="dxa"/>
            <w:gridSpan w:val="2"/>
          </w:tcPr>
          <w:p w14:paraId="3F5BE60E" w14:textId="12C3720A" w:rsidR="001F5B4D" w:rsidRPr="001F5B4D" w:rsidRDefault="001F5B4D" w:rsidP="001F5B4D">
            <w:r w:rsidRPr="001F5B4D">
              <w:t>Species length at maturity is 49, which is in the medium risk range (40-200cm).</w:t>
            </w:r>
          </w:p>
        </w:tc>
        <w:tc>
          <w:tcPr>
            <w:tcW w:w="851" w:type="dxa"/>
          </w:tcPr>
          <w:p w14:paraId="43957A42" w14:textId="6EFA9307" w:rsidR="001F5B4D" w:rsidRPr="001F5B4D" w:rsidRDefault="001F5B4D" w:rsidP="001F5B4D">
            <w:r w:rsidRPr="001F5B4D">
              <w:t>2</w:t>
            </w:r>
          </w:p>
        </w:tc>
      </w:tr>
      <w:tr w:rsidR="001F5B4D" w:rsidRPr="001F5B4D" w14:paraId="5BFB19BD" w14:textId="77777777" w:rsidTr="001F5B4D">
        <w:tblPrEx>
          <w:tblCellMar>
            <w:top w:w="0" w:type="dxa"/>
            <w:bottom w:w="0" w:type="dxa"/>
          </w:tblCellMar>
        </w:tblPrEx>
        <w:trPr>
          <w:cantSplit/>
        </w:trPr>
        <w:tc>
          <w:tcPr>
            <w:tcW w:w="2551" w:type="dxa"/>
            <w:shd w:val="clear" w:color="auto" w:fill="998877"/>
          </w:tcPr>
          <w:p w14:paraId="41BDEFB0" w14:textId="1DE76E3E" w:rsidR="001F5B4D" w:rsidRPr="001F5B4D" w:rsidRDefault="001F5B4D" w:rsidP="001F5B4D">
            <w:r w:rsidRPr="001F5B4D">
              <w:t>Reproductive strategy</w:t>
            </w:r>
          </w:p>
        </w:tc>
        <w:tc>
          <w:tcPr>
            <w:tcW w:w="4536" w:type="dxa"/>
            <w:gridSpan w:val="2"/>
          </w:tcPr>
          <w:p w14:paraId="2EA1062F" w14:textId="527CF19A" w:rsidR="001F5B4D" w:rsidRPr="001F5B4D" w:rsidRDefault="001F5B4D" w:rsidP="001F5B4D">
            <w:r w:rsidRPr="001F5B4D">
              <w:t>Species reproductive strategy is broadcast spawner, which is low risk.</w:t>
            </w:r>
          </w:p>
        </w:tc>
        <w:tc>
          <w:tcPr>
            <w:tcW w:w="851" w:type="dxa"/>
          </w:tcPr>
          <w:p w14:paraId="72770B58" w14:textId="1E4D79D0" w:rsidR="001F5B4D" w:rsidRPr="001F5B4D" w:rsidRDefault="001F5B4D" w:rsidP="001F5B4D">
            <w:r w:rsidRPr="001F5B4D">
              <w:t>1</w:t>
            </w:r>
          </w:p>
        </w:tc>
      </w:tr>
      <w:tr w:rsidR="001F5B4D" w:rsidRPr="001F5B4D" w14:paraId="7F7C3A49" w14:textId="77777777" w:rsidTr="001F5B4D">
        <w:tblPrEx>
          <w:tblCellMar>
            <w:top w:w="0" w:type="dxa"/>
            <w:bottom w:w="0" w:type="dxa"/>
          </w:tblCellMar>
        </w:tblPrEx>
        <w:trPr>
          <w:cantSplit/>
        </w:trPr>
        <w:tc>
          <w:tcPr>
            <w:tcW w:w="2551" w:type="dxa"/>
            <w:shd w:val="clear" w:color="auto" w:fill="998877"/>
          </w:tcPr>
          <w:p w14:paraId="4B1761B8" w14:textId="1D46E460" w:rsidR="001F5B4D" w:rsidRPr="001F5B4D" w:rsidRDefault="001F5B4D" w:rsidP="001F5B4D">
            <w:r w:rsidRPr="001F5B4D">
              <w:t>Trophic level</w:t>
            </w:r>
          </w:p>
        </w:tc>
        <w:tc>
          <w:tcPr>
            <w:tcW w:w="4536" w:type="dxa"/>
            <w:gridSpan w:val="2"/>
            <w:tcBorders>
              <w:bottom w:val="single" w:sz="4" w:space="0" w:color="auto"/>
            </w:tcBorders>
          </w:tcPr>
          <w:p w14:paraId="5B0CA58F" w14:textId="43B3F91D" w:rsidR="001F5B4D" w:rsidRPr="001F5B4D" w:rsidRDefault="001F5B4D" w:rsidP="001F5B4D">
            <w:r w:rsidRPr="001F5B4D">
              <w:t>Species trophic level is 4.4, which is higher than the highest risk value (3.25).</w:t>
            </w:r>
          </w:p>
        </w:tc>
        <w:tc>
          <w:tcPr>
            <w:tcW w:w="851" w:type="dxa"/>
          </w:tcPr>
          <w:p w14:paraId="0F38575D" w14:textId="6A6896E3" w:rsidR="001F5B4D" w:rsidRPr="001F5B4D" w:rsidRDefault="001F5B4D" w:rsidP="001F5B4D">
            <w:r w:rsidRPr="001F5B4D">
              <w:t>3</w:t>
            </w:r>
          </w:p>
        </w:tc>
      </w:tr>
      <w:tr w:rsidR="001F5B4D" w:rsidRPr="001F5B4D" w14:paraId="72A9EBBA"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BD508DD" w14:textId="77777777" w:rsidR="001F5B4D" w:rsidRPr="001F5B4D" w:rsidRDefault="001F5B4D" w:rsidP="001F5B4D"/>
        </w:tc>
        <w:tc>
          <w:tcPr>
            <w:tcW w:w="4536" w:type="dxa"/>
            <w:gridSpan w:val="2"/>
            <w:tcBorders>
              <w:bottom w:val="single" w:sz="4" w:space="0" w:color="auto"/>
            </w:tcBorders>
            <w:shd w:val="clear" w:color="auto" w:fill="998877"/>
          </w:tcPr>
          <w:p w14:paraId="16C1FA5A" w14:textId="49717C00" w:rsidR="001F5B4D" w:rsidRPr="001F5B4D" w:rsidRDefault="001F5B4D" w:rsidP="001F5B4D">
            <w:r w:rsidRPr="001F5B4D">
              <w:t>Productivity score</w:t>
            </w:r>
          </w:p>
        </w:tc>
        <w:tc>
          <w:tcPr>
            <w:tcW w:w="851" w:type="dxa"/>
            <w:tcBorders>
              <w:bottom w:val="single" w:sz="4" w:space="0" w:color="auto"/>
            </w:tcBorders>
          </w:tcPr>
          <w:p w14:paraId="2AAE1009" w14:textId="21AED74E" w:rsidR="001F5B4D" w:rsidRPr="001F5B4D" w:rsidRDefault="001F5B4D" w:rsidP="001F5B4D">
            <w:r w:rsidRPr="001F5B4D">
              <w:t>1.71</w:t>
            </w:r>
          </w:p>
        </w:tc>
      </w:tr>
      <w:tr w:rsidR="001F5B4D" w:rsidRPr="001F5B4D" w14:paraId="7E6A5514" w14:textId="77777777" w:rsidTr="00874713">
        <w:tblPrEx>
          <w:tblCellMar>
            <w:top w:w="0" w:type="dxa"/>
            <w:bottom w:w="0" w:type="dxa"/>
          </w:tblCellMar>
        </w:tblPrEx>
        <w:trPr>
          <w:cantSplit/>
        </w:trPr>
        <w:tc>
          <w:tcPr>
            <w:tcW w:w="7938" w:type="dxa"/>
            <w:gridSpan w:val="4"/>
            <w:shd w:val="clear" w:color="auto" w:fill="998877"/>
          </w:tcPr>
          <w:p w14:paraId="41052BB3" w14:textId="6EB3ED32" w:rsidR="001F5B4D" w:rsidRPr="001F5B4D" w:rsidRDefault="001F5B4D" w:rsidP="001F5B4D">
            <w:pPr>
              <w:rPr>
                <w:b/>
              </w:rPr>
            </w:pPr>
            <w:r w:rsidRPr="001F5B4D">
              <w:rPr>
                <w:b/>
              </w:rPr>
              <w:t>Susceptibility</w:t>
            </w:r>
          </w:p>
        </w:tc>
      </w:tr>
      <w:tr w:rsidR="001F5B4D" w:rsidRPr="001F5B4D" w14:paraId="71F07537" w14:textId="77777777" w:rsidTr="001F5B4D">
        <w:tblPrEx>
          <w:tblCellMar>
            <w:top w:w="0" w:type="dxa"/>
            <w:bottom w:w="0" w:type="dxa"/>
          </w:tblCellMar>
        </w:tblPrEx>
        <w:trPr>
          <w:cantSplit/>
        </w:trPr>
        <w:tc>
          <w:tcPr>
            <w:tcW w:w="2551" w:type="dxa"/>
            <w:shd w:val="clear" w:color="auto" w:fill="998877"/>
          </w:tcPr>
          <w:p w14:paraId="504EE56A" w14:textId="079F8C48" w:rsidR="001F5B4D" w:rsidRPr="001F5B4D" w:rsidRDefault="001F5B4D" w:rsidP="001F5B4D">
            <w:r w:rsidRPr="001F5B4D">
              <w:t>Areal overlap (availability)</w:t>
            </w:r>
          </w:p>
        </w:tc>
        <w:tc>
          <w:tcPr>
            <w:tcW w:w="4536" w:type="dxa"/>
            <w:gridSpan w:val="2"/>
          </w:tcPr>
          <w:p w14:paraId="7DC3E4CD" w14:textId="0ED5560A" w:rsidR="001F5B4D" w:rsidRPr="001F5B4D" w:rsidRDefault="001F5B4D" w:rsidP="001F5B4D">
            <w:r w:rsidRPr="001F5B4D">
              <w:t>Atlantic distribution, mostly absent in Pacific and Indian Oceans</w:t>
            </w:r>
          </w:p>
        </w:tc>
        <w:tc>
          <w:tcPr>
            <w:tcW w:w="851" w:type="dxa"/>
          </w:tcPr>
          <w:p w14:paraId="5F2D8FBF" w14:textId="295273BC" w:rsidR="001F5B4D" w:rsidRPr="001F5B4D" w:rsidRDefault="001F5B4D" w:rsidP="001F5B4D">
            <w:r w:rsidRPr="001F5B4D">
              <w:t>1</w:t>
            </w:r>
          </w:p>
        </w:tc>
      </w:tr>
      <w:tr w:rsidR="001F5B4D" w:rsidRPr="001F5B4D" w14:paraId="6D59C81C" w14:textId="77777777" w:rsidTr="001F5B4D">
        <w:tblPrEx>
          <w:tblCellMar>
            <w:top w:w="0" w:type="dxa"/>
            <w:bottom w:w="0" w:type="dxa"/>
          </w:tblCellMar>
        </w:tblPrEx>
        <w:trPr>
          <w:cantSplit/>
        </w:trPr>
        <w:tc>
          <w:tcPr>
            <w:tcW w:w="2551" w:type="dxa"/>
            <w:shd w:val="clear" w:color="auto" w:fill="998877"/>
          </w:tcPr>
          <w:p w14:paraId="30CDAF39" w14:textId="5B2EAC51" w:rsidR="001F5B4D" w:rsidRPr="001F5B4D" w:rsidRDefault="001F5B4D" w:rsidP="001F5B4D">
            <w:r w:rsidRPr="001F5B4D">
              <w:t>Encounterability</w:t>
            </w:r>
          </w:p>
        </w:tc>
        <w:tc>
          <w:tcPr>
            <w:tcW w:w="4536" w:type="dxa"/>
            <w:gridSpan w:val="2"/>
          </w:tcPr>
          <w:p w14:paraId="5DC7FB71" w14:textId="28958208" w:rsidR="001F5B4D" w:rsidRPr="001F5B4D" w:rsidRDefault="001F5B4D" w:rsidP="001F5B4D">
            <w:r w:rsidRPr="001F5B4D">
              <w:t>The depth range of the species is 50-200m. For surface gears, the vertical overlap index with this species is 33.77%.</w:t>
            </w:r>
          </w:p>
        </w:tc>
        <w:tc>
          <w:tcPr>
            <w:tcW w:w="851" w:type="dxa"/>
          </w:tcPr>
          <w:p w14:paraId="5C0600CE" w14:textId="0AAA483F" w:rsidR="001F5B4D" w:rsidRPr="001F5B4D" w:rsidRDefault="001F5B4D" w:rsidP="001F5B4D">
            <w:r w:rsidRPr="001F5B4D">
              <w:t>3</w:t>
            </w:r>
          </w:p>
        </w:tc>
      </w:tr>
      <w:tr w:rsidR="001F5B4D" w:rsidRPr="001F5B4D" w14:paraId="796EFCF2" w14:textId="77777777" w:rsidTr="001F5B4D">
        <w:tblPrEx>
          <w:tblCellMar>
            <w:top w:w="0" w:type="dxa"/>
            <w:bottom w:w="0" w:type="dxa"/>
          </w:tblCellMar>
        </w:tblPrEx>
        <w:trPr>
          <w:cantSplit/>
        </w:trPr>
        <w:tc>
          <w:tcPr>
            <w:tcW w:w="2551" w:type="dxa"/>
            <w:shd w:val="clear" w:color="auto" w:fill="998877"/>
          </w:tcPr>
          <w:p w14:paraId="285EBBE1" w14:textId="41A25C79" w:rsidR="001F5B4D" w:rsidRPr="001F5B4D" w:rsidRDefault="001F5B4D" w:rsidP="001F5B4D">
            <w:r w:rsidRPr="001F5B4D">
              <w:t>Selectivity</w:t>
            </w:r>
          </w:p>
        </w:tc>
        <w:tc>
          <w:tcPr>
            <w:tcW w:w="4536" w:type="dxa"/>
            <w:gridSpan w:val="2"/>
          </w:tcPr>
          <w:p w14:paraId="555A7B2E" w14:textId="0CC261A8" w:rsidR="001F5B4D" w:rsidRPr="001F5B4D" w:rsidRDefault="001F5B4D" w:rsidP="001F5B4D">
            <w:r w:rsidRPr="001F5B4D">
              <w:t>The maximum length of the species is 108cm. For tropical surface fisheries, the length overlap index with this species is 98.18%.</w:t>
            </w:r>
          </w:p>
        </w:tc>
        <w:tc>
          <w:tcPr>
            <w:tcW w:w="851" w:type="dxa"/>
          </w:tcPr>
          <w:p w14:paraId="0B3488C1" w14:textId="18291964" w:rsidR="001F5B4D" w:rsidRPr="001F5B4D" w:rsidRDefault="001F5B4D" w:rsidP="001F5B4D">
            <w:r w:rsidRPr="001F5B4D">
              <w:t>3</w:t>
            </w:r>
          </w:p>
        </w:tc>
      </w:tr>
      <w:tr w:rsidR="001F5B4D" w:rsidRPr="001F5B4D" w14:paraId="292FCB94" w14:textId="77777777" w:rsidTr="001F5B4D">
        <w:tblPrEx>
          <w:tblCellMar>
            <w:top w:w="0" w:type="dxa"/>
            <w:bottom w:w="0" w:type="dxa"/>
          </w:tblCellMar>
        </w:tblPrEx>
        <w:trPr>
          <w:cantSplit/>
        </w:trPr>
        <w:tc>
          <w:tcPr>
            <w:tcW w:w="2551" w:type="dxa"/>
            <w:shd w:val="clear" w:color="auto" w:fill="998877"/>
          </w:tcPr>
          <w:p w14:paraId="31EACFE5" w14:textId="7BBFBD02" w:rsidR="001F5B4D" w:rsidRPr="001F5B4D" w:rsidRDefault="001F5B4D" w:rsidP="001F5B4D">
            <w:r w:rsidRPr="001F5B4D">
              <w:t>Post capture mortality</w:t>
            </w:r>
          </w:p>
        </w:tc>
        <w:tc>
          <w:tcPr>
            <w:tcW w:w="4536" w:type="dxa"/>
            <w:gridSpan w:val="2"/>
            <w:tcBorders>
              <w:bottom w:val="single" w:sz="4" w:space="0" w:color="auto"/>
            </w:tcBorders>
          </w:tcPr>
          <w:p w14:paraId="183640F6" w14:textId="05C2F1F6" w:rsidR="001F5B4D" w:rsidRPr="001F5B4D" w:rsidRDefault="001F5B4D" w:rsidP="001F5B4D">
            <w:r w:rsidRPr="001F5B4D">
              <w:t>No direct evidence of survival after capture.</w:t>
            </w:r>
          </w:p>
        </w:tc>
        <w:tc>
          <w:tcPr>
            <w:tcW w:w="851" w:type="dxa"/>
          </w:tcPr>
          <w:p w14:paraId="7466DCC1" w14:textId="22C92424" w:rsidR="001F5B4D" w:rsidRPr="001F5B4D" w:rsidRDefault="001F5B4D" w:rsidP="001F5B4D">
            <w:r w:rsidRPr="001F5B4D">
              <w:t>3</w:t>
            </w:r>
          </w:p>
        </w:tc>
      </w:tr>
      <w:tr w:rsidR="001F5B4D" w:rsidRPr="001F5B4D" w14:paraId="6789CB4C" w14:textId="77777777" w:rsidTr="001F5B4D">
        <w:tblPrEx>
          <w:tblCellMar>
            <w:top w:w="0" w:type="dxa"/>
            <w:bottom w:w="0" w:type="dxa"/>
          </w:tblCellMar>
        </w:tblPrEx>
        <w:trPr>
          <w:cantSplit/>
        </w:trPr>
        <w:tc>
          <w:tcPr>
            <w:tcW w:w="2551" w:type="dxa"/>
            <w:shd w:val="clear" w:color="auto" w:fill="998877"/>
          </w:tcPr>
          <w:p w14:paraId="29A1C329" w14:textId="77777777" w:rsidR="001F5B4D" w:rsidRPr="001F5B4D" w:rsidRDefault="001F5B4D" w:rsidP="001F5B4D"/>
        </w:tc>
        <w:tc>
          <w:tcPr>
            <w:tcW w:w="4536" w:type="dxa"/>
            <w:gridSpan w:val="2"/>
            <w:tcBorders>
              <w:bottom w:val="single" w:sz="4" w:space="0" w:color="auto"/>
            </w:tcBorders>
            <w:shd w:val="clear" w:color="auto" w:fill="998877"/>
          </w:tcPr>
          <w:p w14:paraId="3DC8BFEE" w14:textId="197C2E48" w:rsidR="001F5B4D" w:rsidRPr="001F5B4D" w:rsidRDefault="001F5B4D" w:rsidP="001F5B4D">
            <w:r w:rsidRPr="001F5B4D">
              <w:t>Susceptibility score</w:t>
            </w:r>
          </w:p>
        </w:tc>
        <w:tc>
          <w:tcPr>
            <w:tcW w:w="851" w:type="dxa"/>
          </w:tcPr>
          <w:p w14:paraId="5977E49A" w14:textId="4C083248" w:rsidR="001F5B4D" w:rsidRPr="001F5B4D" w:rsidRDefault="001F5B4D" w:rsidP="001F5B4D">
            <w:r w:rsidRPr="001F5B4D">
              <w:t>1.65</w:t>
            </w:r>
          </w:p>
        </w:tc>
      </w:tr>
      <w:tr w:rsidR="001F5B4D" w:rsidRPr="001F5B4D" w14:paraId="542E3AA8" w14:textId="77777777" w:rsidTr="001F5B4D">
        <w:tblPrEx>
          <w:tblCellMar>
            <w:top w:w="0" w:type="dxa"/>
            <w:bottom w:w="0" w:type="dxa"/>
          </w:tblCellMar>
        </w:tblPrEx>
        <w:trPr>
          <w:cantSplit/>
        </w:trPr>
        <w:tc>
          <w:tcPr>
            <w:tcW w:w="2551" w:type="dxa"/>
            <w:shd w:val="clear" w:color="auto" w:fill="998877"/>
          </w:tcPr>
          <w:p w14:paraId="2C491D45" w14:textId="77777777" w:rsidR="001F5B4D" w:rsidRPr="001F5B4D" w:rsidRDefault="001F5B4D" w:rsidP="001F5B4D"/>
        </w:tc>
        <w:tc>
          <w:tcPr>
            <w:tcW w:w="4536" w:type="dxa"/>
            <w:gridSpan w:val="2"/>
            <w:shd w:val="clear" w:color="auto" w:fill="998877"/>
          </w:tcPr>
          <w:p w14:paraId="0BF4A0CF" w14:textId="717DE1D9" w:rsidR="001F5B4D" w:rsidRPr="001F5B4D" w:rsidRDefault="001F5B4D" w:rsidP="001F5B4D">
            <w:r w:rsidRPr="001F5B4D">
              <w:t>Vulnerability score</w:t>
            </w:r>
          </w:p>
        </w:tc>
        <w:tc>
          <w:tcPr>
            <w:tcW w:w="851" w:type="dxa"/>
          </w:tcPr>
          <w:p w14:paraId="42C9D647" w14:textId="054E3F0B" w:rsidR="001F5B4D" w:rsidRPr="001F5B4D" w:rsidRDefault="001F5B4D" w:rsidP="001F5B4D">
            <w:r w:rsidRPr="001F5B4D">
              <w:t>2.38</w:t>
            </w:r>
          </w:p>
        </w:tc>
      </w:tr>
    </w:tbl>
    <w:p w14:paraId="08B435FB" w14:textId="25D52A31"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4BBB394"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0" w:name="T_SWO" w:colFirst="0" w:colLast="0"/>
          <w:p w14:paraId="33D1239B" w14:textId="0D76BF5C" w:rsidR="001F5B4D" w:rsidRPr="001F5B4D" w:rsidRDefault="001F5B4D" w:rsidP="001F5B4D">
            <w:pPr>
              <w:rPr>
                <w:b/>
              </w:rPr>
            </w:pPr>
            <w:r w:rsidRPr="001F5B4D">
              <w:rPr>
                <w:b/>
              </w:rPr>
              <w:fldChar w:fldCharType="begin"/>
            </w:r>
            <w:r w:rsidRPr="001F5B4D">
              <w:rPr>
                <w:b/>
              </w:rPr>
              <w:instrText xml:space="preserve"> HYPERLINK  \l "S_SWO" \o "PSA Score" </w:instrText>
            </w:r>
            <w:r w:rsidRPr="001F5B4D">
              <w:rPr>
                <w:b/>
              </w:rPr>
            </w:r>
            <w:r w:rsidRPr="001F5B4D">
              <w:rPr>
                <w:b/>
              </w:rPr>
              <w:fldChar w:fldCharType="separate"/>
            </w:r>
            <w:r w:rsidRPr="001F5B4D">
              <w:rPr>
                <w:rStyle w:val="Hyperlink"/>
                <w:b/>
              </w:rPr>
              <w:t>Swordfish</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5FDB8CF6" w14:textId="01A4EB59" w:rsidR="001F5B4D" w:rsidRPr="001F5B4D" w:rsidRDefault="001F5B4D" w:rsidP="001F5B4D">
            <w:pPr>
              <w:rPr>
                <w:b/>
                <w:i/>
              </w:rPr>
            </w:pPr>
            <w:r w:rsidRPr="001F5B4D">
              <w:rPr>
                <w:b/>
                <w:i/>
              </w:rPr>
              <w:t>Xiphias gladius</w:t>
            </w:r>
          </w:p>
        </w:tc>
      </w:tr>
      <w:bookmarkEnd w:id="140"/>
      <w:tr w:rsidR="001F5B4D" w:rsidRPr="001F5B4D" w14:paraId="1E3D3F60" w14:textId="77777777" w:rsidTr="00F72955">
        <w:tblPrEx>
          <w:tblCellMar>
            <w:top w:w="0" w:type="dxa"/>
            <w:bottom w:w="0" w:type="dxa"/>
          </w:tblCellMar>
        </w:tblPrEx>
        <w:trPr>
          <w:cantSplit/>
        </w:trPr>
        <w:tc>
          <w:tcPr>
            <w:tcW w:w="7938" w:type="dxa"/>
            <w:gridSpan w:val="4"/>
            <w:shd w:val="clear" w:color="auto" w:fill="998877"/>
          </w:tcPr>
          <w:p w14:paraId="5A4EDB3B" w14:textId="6B47BB23" w:rsidR="001F5B4D" w:rsidRPr="001F5B4D" w:rsidRDefault="001F5B4D" w:rsidP="001F5B4D">
            <w:pPr>
              <w:rPr>
                <w:b/>
              </w:rPr>
            </w:pPr>
            <w:r w:rsidRPr="001F5B4D">
              <w:rPr>
                <w:b/>
              </w:rPr>
              <w:t>Productivity</w:t>
            </w:r>
          </w:p>
        </w:tc>
      </w:tr>
      <w:tr w:rsidR="001F5B4D" w:rsidRPr="001F5B4D" w14:paraId="6167D96B" w14:textId="77777777" w:rsidTr="001F5B4D">
        <w:tblPrEx>
          <w:tblCellMar>
            <w:top w:w="0" w:type="dxa"/>
            <w:bottom w:w="0" w:type="dxa"/>
          </w:tblCellMar>
        </w:tblPrEx>
        <w:trPr>
          <w:cantSplit/>
        </w:trPr>
        <w:tc>
          <w:tcPr>
            <w:tcW w:w="2551" w:type="dxa"/>
            <w:shd w:val="clear" w:color="auto" w:fill="998877"/>
          </w:tcPr>
          <w:p w14:paraId="2EB510A8" w14:textId="39E32AB2" w:rsidR="001F5B4D" w:rsidRPr="001F5B4D" w:rsidRDefault="001F5B4D" w:rsidP="001F5B4D">
            <w:r w:rsidRPr="001F5B4D">
              <w:t>Average age at maturity</w:t>
            </w:r>
          </w:p>
        </w:tc>
        <w:tc>
          <w:tcPr>
            <w:tcW w:w="4536" w:type="dxa"/>
            <w:gridSpan w:val="2"/>
          </w:tcPr>
          <w:p w14:paraId="734CBB25" w14:textId="5AE9C79A" w:rsidR="001F5B4D" w:rsidRPr="001F5B4D" w:rsidRDefault="001F5B4D" w:rsidP="001F5B4D">
            <w:r w:rsidRPr="001F5B4D">
              <w:t>Species growth rate (K) is 0.158, which is in the medium risk K range (0.061-0.183) for age at maturity.</w:t>
            </w:r>
          </w:p>
        </w:tc>
        <w:tc>
          <w:tcPr>
            <w:tcW w:w="851" w:type="dxa"/>
          </w:tcPr>
          <w:p w14:paraId="61B46A88" w14:textId="559B5016" w:rsidR="001F5B4D" w:rsidRPr="001F5B4D" w:rsidRDefault="001F5B4D" w:rsidP="001F5B4D">
            <w:r w:rsidRPr="001F5B4D">
              <w:t>2</w:t>
            </w:r>
          </w:p>
        </w:tc>
      </w:tr>
      <w:tr w:rsidR="001F5B4D" w:rsidRPr="001F5B4D" w14:paraId="4EC67AE0" w14:textId="77777777" w:rsidTr="001F5B4D">
        <w:tblPrEx>
          <w:tblCellMar>
            <w:top w:w="0" w:type="dxa"/>
            <w:bottom w:w="0" w:type="dxa"/>
          </w:tblCellMar>
        </w:tblPrEx>
        <w:trPr>
          <w:cantSplit/>
        </w:trPr>
        <w:tc>
          <w:tcPr>
            <w:tcW w:w="2551" w:type="dxa"/>
            <w:shd w:val="clear" w:color="auto" w:fill="998877"/>
          </w:tcPr>
          <w:p w14:paraId="680CBAEE" w14:textId="425C4079" w:rsidR="001F5B4D" w:rsidRPr="001F5B4D" w:rsidRDefault="001F5B4D" w:rsidP="001F5B4D">
            <w:r w:rsidRPr="001F5B4D">
              <w:t>Average max age</w:t>
            </w:r>
          </w:p>
        </w:tc>
        <w:tc>
          <w:tcPr>
            <w:tcW w:w="4536" w:type="dxa"/>
            <w:gridSpan w:val="2"/>
          </w:tcPr>
          <w:p w14:paraId="4B6C2D3A" w14:textId="68222BAF" w:rsidR="001F5B4D" w:rsidRPr="001F5B4D" w:rsidRDefault="001F5B4D" w:rsidP="001F5B4D">
            <w:r w:rsidRPr="001F5B4D">
              <w:t>Species growth rate (K) is 0.158, which is in the medium risk K range (0.12-0.30) for maximum age.</w:t>
            </w:r>
          </w:p>
        </w:tc>
        <w:tc>
          <w:tcPr>
            <w:tcW w:w="851" w:type="dxa"/>
          </w:tcPr>
          <w:p w14:paraId="100FF213" w14:textId="01F2CE97" w:rsidR="001F5B4D" w:rsidRPr="001F5B4D" w:rsidRDefault="001F5B4D" w:rsidP="001F5B4D">
            <w:r w:rsidRPr="001F5B4D">
              <w:t>2</w:t>
            </w:r>
          </w:p>
        </w:tc>
      </w:tr>
      <w:tr w:rsidR="001F5B4D" w:rsidRPr="001F5B4D" w14:paraId="6C4E7507" w14:textId="77777777" w:rsidTr="001F5B4D">
        <w:tblPrEx>
          <w:tblCellMar>
            <w:top w:w="0" w:type="dxa"/>
            <w:bottom w:w="0" w:type="dxa"/>
          </w:tblCellMar>
        </w:tblPrEx>
        <w:trPr>
          <w:cantSplit/>
        </w:trPr>
        <w:tc>
          <w:tcPr>
            <w:tcW w:w="2551" w:type="dxa"/>
            <w:shd w:val="clear" w:color="auto" w:fill="998877"/>
          </w:tcPr>
          <w:p w14:paraId="2F64B127" w14:textId="5AEC2D8D" w:rsidR="001F5B4D" w:rsidRPr="001F5B4D" w:rsidRDefault="001F5B4D" w:rsidP="001F5B4D">
            <w:r w:rsidRPr="001F5B4D">
              <w:t>Fecundity</w:t>
            </w:r>
          </w:p>
        </w:tc>
        <w:tc>
          <w:tcPr>
            <w:tcW w:w="4536" w:type="dxa"/>
            <w:gridSpan w:val="2"/>
          </w:tcPr>
          <w:p w14:paraId="44ECED79" w14:textId="319C6AFE" w:rsidR="001F5B4D" w:rsidRPr="001F5B4D" w:rsidRDefault="001F5B4D" w:rsidP="001F5B4D">
            <w:r w:rsidRPr="001F5B4D">
              <w:t>Species fecundity is 17000000 eggs/year, which is higher than the lowest risk value (20000).</w:t>
            </w:r>
          </w:p>
        </w:tc>
        <w:tc>
          <w:tcPr>
            <w:tcW w:w="851" w:type="dxa"/>
          </w:tcPr>
          <w:p w14:paraId="505F1FA9" w14:textId="58C16AEA" w:rsidR="001F5B4D" w:rsidRPr="001F5B4D" w:rsidRDefault="001F5B4D" w:rsidP="001F5B4D">
            <w:r w:rsidRPr="001F5B4D">
              <w:t>1</w:t>
            </w:r>
          </w:p>
        </w:tc>
      </w:tr>
      <w:tr w:rsidR="001F5B4D" w:rsidRPr="001F5B4D" w14:paraId="65C8BF14" w14:textId="77777777" w:rsidTr="001F5B4D">
        <w:tblPrEx>
          <w:tblCellMar>
            <w:top w:w="0" w:type="dxa"/>
            <w:bottom w:w="0" w:type="dxa"/>
          </w:tblCellMar>
        </w:tblPrEx>
        <w:trPr>
          <w:cantSplit/>
        </w:trPr>
        <w:tc>
          <w:tcPr>
            <w:tcW w:w="2551" w:type="dxa"/>
            <w:shd w:val="clear" w:color="auto" w:fill="998877"/>
          </w:tcPr>
          <w:p w14:paraId="18EC7732" w14:textId="0F2F6848" w:rsidR="001F5B4D" w:rsidRPr="001F5B4D" w:rsidRDefault="001F5B4D" w:rsidP="001F5B4D">
            <w:r w:rsidRPr="001F5B4D">
              <w:t>Average max size</w:t>
            </w:r>
          </w:p>
        </w:tc>
        <w:tc>
          <w:tcPr>
            <w:tcW w:w="4536" w:type="dxa"/>
            <w:gridSpan w:val="2"/>
          </w:tcPr>
          <w:p w14:paraId="42A57123" w14:textId="28C03A65" w:rsidR="001F5B4D" w:rsidRPr="001F5B4D" w:rsidRDefault="001F5B4D" w:rsidP="001F5B4D">
            <w:r w:rsidRPr="001F5B4D">
              <w:t>Species maximum length is 455, which is higher than the highest risk value (300cm).</w:t>
            </w:r>
          </w:p>
        </w:tc>
        <w:tc>
          <w:tcPr>
            <w:tcW w:w="851" w:type="dxa"/>
          </w:tcPr>
          <w:p w14:paraId="5FF2197D" w14:textId="718CFCEB" w:rsidR="001F5B4D" w:rsidRPr="001F5B4D" w:rsidRDefault="001F5B4D" w:rsidP="001F5B4D">
            <w:r w:rsidRPr="001F5B4D">
              <w:t>3</w:t>
            </w:r>
          </w:p>
        </w:tc>
      </w:tr>
      <w:tr w:rsidR="001F5B4D" w:rsidRPr="001F5B4D" w14:paraId="1050EDAF" w14:textId="77777777" w:rsidTr="001F5B4D">
        <w:tblPrEx>
          <w:tblCellMar>
            <w:top w:w="0" w:type="dxa"/>
            <w:bottom w:w="0" w:type="dxa"/>
          </w:tblCellMar>
        </w:tblPrEx>
        <w:trPr>
          <w:cantSplit/>
        </w:trPr>
        <w:tc>
          <w:tcPr>
            <w:tcW w:w="2551" w:type="dxa"/>
            <w:shd w:val="clear" w:color="auto" w:fill="998877"/>
          </w:tcPr>
          <w:p w14:paraId="615746F8" w14:textId="48CFC778" w:rsidR="001F5B4D" w:rsidRPr="001F5B4D" w:rsidRDefault="001F5B4D" w:rsidP="001F5B4D">
            <w:r w:rsidRPr="001F5B4D">
              <w:t>Average size at maturity</w:t>
            </w:r>
          </w:p>
        </w:tc>
        <w:tc>
          <w:tcPr>
            <w:tcW w:w="4536" w:type="dxa"/>
            <w:gridSpan w:val="2"/>
          </w:tcPr>
          <w:p w14:paraId="6C4A76BA" w14:textId="6624296C" w:rsidR="001F5B4D" w:rsidRPr="001F5B4D" w:rsidRDefault="001F5B4D" w:rsidP="001F5B4D">
            <w:r w:rsidRPr="001F5B4D">
              <w:t>Species length at maturity is 221, which is higher than the highest risk value (200cm).</w:t>
            </w:r>
          </w:p>
        </w:tc>
        <w:tc>
          <w:tcPr>
            <w:tcW w:w="851" w:type="dxa"/>
          </w:tcPr>
          <w:p w14:paraId="7FB9A737" w14:textId="1456047B" w:rsidR="001F5B4D" w:rsidRPr="001F5B4D" w:rsidRDefault="001F5B4D" w:rsidP="001F5B4D">
            <w:r w:rsidRPr="001F5B4D">
              <w:t>3</w:t>
            </w:r>
          </w:p>
        </w:tc>
      </w:tr>
      <w:tr w:rsidR="001F5B4D" w:rsidRPr="001F5B4D" w14:paraId="3693616A" w14:textId="77777777" w:rsidTr="001F5B4D">
        <w:tblPrEx>
          <w:tblCellMar>
            <w:top w:w="0" w:type="dxa"/>
            <w:bottom w:w="0" w:type="dxa"/>
          </w:tblCellMar>
        </w:tblPrEx>
        <w:trPr>
          <w:cantSplit/>
        </w:trPr>
        <w:tc>
          <w:tcPr>
            <w:tcW w:w="2551" w:type="dxa"/>
            <w:shd w:val="clear" w:color="auto" w:fill="998877"/>
          </w:tcPr>
          <w:p w14:paraId="0BBAFA11" w14:textId="42F699E8" w:rsidR="001F5B4D" w:rsidRPr="001F5B4D" w:rsidRDefault="001F5B4D" w:rsidP="001F5B4D">
            <w:r w:rsidRPr="001F5B4D">
              <w:t>Reproductive strategy</w:t>
            </w:r>
          </w:p>
        </w:tc>
        <w:tc>
          <w:tcPr>
            <w:tcW w:w="4536" w:type="dxa"/>
            <w:gridSpan w:val="2"/>
          </w:tcPr>
          <w:p w14:paraId="1F180717" w14:textId="097B2E1B" w:rsidR="001F5B4D" w:rsidRPr="001F5B4D" w:rsidRDefault="001F5B4D" w:rsidP="001F5B4D">
            <w:r w:rsidRPr="001F5B4D">
              <w:t>Species reproductive strategy is broadcast spawner, which is low risk.</w:t>
            </w:r>
          </w:p>
        </w:tc>
        <w:tc>
          <w:tcPr>
            <w:tcW w:w="851" w:type="dxa"/>
          </w:tcPr>
          <w:p w14:paraId="77D4B792" w14:textId="55A46699" w:rsidR="001F5B4D" w:rsidRPr="001F5B4D" w:rsidRDefault="001F5B4D" w:rsidP="001F5B4D">
            <w:r w:rsidRPr="001F5B4D">
              <w:t>1</w:t>
            </w:r>
          </w:p>
        </w:tc>
      </w:tr>
      <w:tr w:rsidR="001F5B4D" w:rsidRPr="001F5B4D" w14:paraId="38D99BC7" w14:textId="77777777" w:rsidTr="001F5B4D">
        <w:tblPrEx>
          <w:tblCellMar>
            <w:top w:w="0" w:type="dxa"/>
            <w:bottom w:w="0" w:type="dxa"/>
          </w:tblCellMar>
        </w:tblPrEx>
        <w:trPr>
          <w:cantSplit/>
        </w:trPr>
        <w:tc>
          <w:tcPr>
            <w:tcW w:w="2551" w:type="dxa"/>
            <w:shd w:val="clear" w:color="auto" w:fill="998877"/>
          </w:tcPr>
          <w:p w14:paraId="4F0CDF45" w14:textId="1F00DC8B" w:rsidR="001F5B4D" w:rsidRPr="001F5B4D" w:rsidRDefault="001F5B4D" w:rsidP="001F5B4D">
            <w:r w:rsidRPr="001F5B4D">
              <w:t>Trophic level</w:t>
            </w:r>
          </w:p>
        </w:tc>
        <w:tc>
          <w:tcPr>
            <w:tcW w:w="4536" w:type="dxa"/>
            <w:gridSpan w:val="2"/>
            <w:tcBorders>
              <w:bottom w:val="single" w:sz="4" w:space="0" w:color="auto"/>
            </w:tcBorders>
          </w:tcPr>
          <w:p w14:paraId="3BDE4A03" w14:textId="7F19759E" w:rsidR="001F5B4D" w:rsidRPr="001F5B4D" w:rsidRDefault="001F5B4D" w:rsidP="001F5B4D">
            <w:r w:rsidRPr="001F5B4D">
              <w:t>Species trophic level is 4.5, which is higher than the highest risk value (3.25).</w:t>
            </w:r>
          </w:p>
        </w:tc>
        <w:tc>
          <w:tcPr>
            <w:tcW w:w="851" w:type="dxa"/>
          </w:tcPr>
          <w:p w14:paraId="59CA16CD" w14:textId="0EC22649" w:rsidR="001F5B4D" w:rsidRPr="001F5B4D" w:rsidRDefault="001F5B4D" w:rsidP="001F5B4D">
            <w:r w:rsidRPr="001F5B4D">
              <w:t>3</w:t>
            </w:r>
          </w:p>
        </w:tc>
      </w:tr>
      <w:tr w:rsidR="001F5B4D" w:rsidRPr="001F5B4D" w14:paraId="3B240778"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0F39EAF3" w14:textId="77777777" w:rsidR="001F5B4D" w:rsidRPr="001F5B4D" w:rsidRDefault="001F5B4D" w:rsidP="001F5B4D"/>
        </w:tc>
        <w:tc>
          <w:tcPr>
            <w:tcW w:w="4536" w:type="dxa"/>
            <w:gridSpan w:val="2"/>
            <w:tcBorders>
              <w:bottom w:val="single" w:sz="4" w:space="0" w:color="auto"/>
            </w:tcBorders>
            <w:shd w:val="clear" w:color="auto" w:fill="998877"/>
          </w:tcPr>
          <w:p w14:paraId="3BF734F5" w14:textId="494389F9" w:rsidR="001F5B4D" w:rsidRPr="001F5B4D" w:rsidRDefault="001F5B4D" w:rsidP="001F5B4D">
            <w:r w:rsidRPr="001F5B4D">
              <w:t>Productivity score</w:t>
            </w:r>
          </w:p>
        </w:tc>
        <w:tc>
          <w:tcPr>
            <w:tcW w:w="851" w:type="dxa"/>
            <w:tcBorders>
              <w:bottom w:val="single" w:sz="4" w:space="0" w:color="auto"/>
            </w:tcBorders>
          </w:tcPr>
          <w:p w14:paraId="15B77C30" w14:textId="3F10EBED" w:rsidR="001F5B4D" w:rsidRPr="001F5B4D" w:rsidRDefault="001F5B4D" w:rsidP="001F5B4D">
            <w:r w:rsidRPr="001F5B4D">
              <w:t>2.14</w:t>
            </w:r>
          </w:p>
        </w:tc>
      </w:tr>
      <w:tr w:rsidR="001F5B4D" w:rsidRPr="001F5B4D" w14:paraId="2BFD1D8C" w14:textId="77777777" w:rsidTr="00AF72A8">
        <w:tblPrEx>
          <w:tblCellMar>
            <w:top w:w="0" w:type="dxa"/>
            <w:bottom w:w="0" w:type="dxa"/>
          </w:tblCellMar>
        </w:tblPrEx>
        <w:trPr>
          <w:cantSplit/>
        </w:trPr>
        <w:tc>
          <w:tcPr>
            <w:tcW w:w="7938" w:type="dxa"/>
            <w:gridSpan w:val="4"/>
            <w:shd w:val="clear" w:color="auto" w:fill="998877"/>
          </w:tcPr>
          <w:p w14:paraId="7BB00D5A" w14:textId="67766B71" w:rsidR="001F5B4D" w:rsidRPr="001F5B4D" w:rsidRDefault="001F5B4D" w:rsidP="001F5B4D">
            <w:pPr>
              <w:rPr>
                <w:b/>
              </w:rPr>
            </w:pPr>
            <w:r w:rsidRPr="001F5B4D">
              <w:rPr>
                <w:b/>
              </w:rPr>
              <w:t>Susceptibility</w:t>
            </w:r>
          </w:p>
        </w:tc>
      </w:tr>
      <w:tr w:rsidR="001F5B4D" w:rsidRPr="001F5B4D" w14:paraId="46E40EF4" w14:textId="77777777" w:rsidTr="001F5B4D">
        <w:tblPrEx>
          <w:tblCellMar>
            <w:top w:w="0" w:type="dxa"/>
            <w:bottom w:w="0" w:type="dxa"/>
          </w:tblCellMar>
        </w:tblPrEx>
        <w:trPr>
          <w:cantSplit/>
        </w:trPr>
        <w:tc>
          <w:tcPr>
            <w:tcW w:w="2551" w:type="dxa"/>
            <w:shd w:val="clear" w:color="auto" w:fill="998877"/>
          </w:tcPr>
          <w:p w14:paraId="28635469" w14:textId="4504C9C2" w:rsidR="001F5B4D" w:rsidRPr="001F5B4D" w:rsidRDefault="001F5B4D" w:rsidP="001F5B4D">
            <w:r w:rsidRPr="001F5B4D">
              <w:t>Areal overlap (availability)</w:t>
            </w:r>
          </w:p>
        </w:tc>
        <w:tc>
          <w:tcPr>
            <w:tcW w:w="4536" w:type="dxa"/>
            <w:gridSpan w:val="2"/>
          </w:tcPr>
          <w:p w14:paraId="05A9FDBD" w14:textId="63BCED0B" w:rsidR="001F5B4D" w:rsidRPr="001F5B4D" w:rsidRDefault="001F5B4D" w:rsidP="001F5B4D">
            <w:r w:rsidRPr="001F5B4D">
              <w:t>Worldwide pelagic distribution</w:t>
            </w:r>
          </w:p>
        </w:tc>
        <w:tc>
          <w:tcPr>
            <w:tcW w:w="851" w:type="dxa"/>
          </w:tcPr>
          <w:p w14:paraId="6577FAF9" w14:textId="61DEA978" w:rsidR="001F5B4D" w:rsidRPr="001F5B4D" w:rsidRDefault="001F5B4D" w:rsidP="001F5B4D">
            <w:r w:rsidRPr="001F5B4D">
              <w:t>3</w:t>
            </w:r>
          </w:p>
        </w:tc>
      </w:tr>
      <w:tr w:rsidR="001F5B4D" w:rsidRPr="001F5B4D" w14:paraId="7CE9579F" w14:textId="77777777" w:rsidTr="001F5B4D">
        <w:tblPrEx>
          <w:tblCellMar>
            <w:top w:w="0" w:type="dxa"/>
            <w:bottom w:w="0" w:type="dxa"/>
          </w:tblCellMar>
        </w:tblPrEx>
        <w:trPr>
          <w:cantSplit/>
        </w:trPr>
        <w:tc>
          <w:tcPr>
            <w:tcW w:w="2551" w:type="dxa"/>
            <w:shd w:val="clear" w:color="auto" w:fill="998877"/>
          </w:tcPr>
          <w:p w14:paraId="361E8114" w14:textId="36183EB4" w:rsidR="001F5B4D" w:rsidRPr="001F5B4D" w:rsidRDefault="001F5B4D" w:rsidP="001F5B4D">
            <w:r w:rsidRPr="001F5B4D">
              <w:t>Encounterability</w:t>
            </w:r>
          </w:p>
        </w:tc>
        <w:tc>
          <w:tcPr>
            <w:tcW w:w="4536" w:type="dxa"/>
            <w:gridSpan w:val="2"/>
          </w:tcPr>
          <w:p w14:paraId="4B4ABF52" w14:textId="5B2A5EA0" w:rsidR="001F5B4D" w:rsidRPr="001F5B4D" w:rsidRDefault="001F5B4D" w:rsidP="001F5B4D">
            <w:r w:rsidRPr="001F5B4D">
              <w:t>The depth range of the species is 1-800m. For surface gears, the vertical overlap index with this species is 12.50%.</w:t>
            </w:r>
          </w:p>
        </w:tc>
        <w:tc>
          <w:tcPr>
            <w:tcW w:w="851" w:type="dxa"/>
          </w:tcPr>
          <w:p w14:paraId="0D9A8B94" w14:textId="037CF4CC" w:rsidR="001F5B4D" w:rsidRPr="001F5B4D" w:rsidRDefault="001F5B4D" w:rsidP="001F5B4D">
            <w:r w:rsidRPr="001F5B4D">
              <w:t>2</w:t>
            </w:r>
          </w:p>
        </w:tc>
      </w:tr>
      <w:tr w:rsidR="001F5B4D" w:rsidRPr="001F5B4D" w14:paraId="6B5A7DC5" w14:textId="77777777" w:rsidTr="001F5B4D">
        <w:tblPrEx>
          <w:tblCellMar>
            <w:top w:w="0" w:type="dxa"/>
            <w:bottom w:w="0" w:type="dxa"/>
          </w:tblCellMar>
        </w:tblPrEx>
        <w:trPr>
          <w:cantSplit/>
        </w:trPr>
        <w:tc>
          <w:tcPr>
            <w:tcW w:w="2551" w:type="dxa"/>
            <w:shd w:val="clear" w:color="auto" w:fill="998877"/>
          </w:tcPr>
          <w:p w14:paraId="1ED36B12" w14:textId="6BC7F353" w:rsidR="001F5B4D" w:rsidRPr="001F5B4D" w:rsidRDefault="001F5B4D" w:rsidP="001F5B4D">
            <w:r w:rsidRPr="001F5B4D">
              <w:t>Selectivity</w:t>
            </w:r>
          </w:p>
        </w:tc>
        <w:tc>
          <w:tcPr>
            <w:tcW w:w="4536" w:type="dxa"/>
            <w:gridSpan w:val="2"/>
          </w:tcPr>
          <w:p w14:paraId="2FBF5234" w14:textId="70CEA059" w:rsidR="001F5B4D" w:rsidRPr="001F5B4D" w:rsidRDefault="001F5B4D" w:rsidP="001F5B4D">
            <w:r w:rsidRPr="001F5B4D">
              <w:t>The maximum length of the species is 455cm. For tropical surface fisheries, the length overlap index with this species is 100.00%.</w:t>
            </w:r>
          </w:p>
        </w:tc>
        <w:tc>
          <w:tcPr>
            <w:tcW w:w="851" w:type="dxa"/>
          </w:tcPr>
          <w:p w14:paraId="59C1655D" w14:textId="41EA776F" w:rsidR="001F5B4D" w:rsidRPr="001F5B4D" w:rsidRDefault="001F5B4D" w:rsidP="001F5B4D">
            <w:r w:rsidRPr="001F5B4D">
              <w:t>3</w:t>
            </w:r>
          </w:p>
        </w:tc>
      </w:tr>
      <w:tr w:rsidR="001F5B4D" w:rsidRPr="001F5B4D" w14:paraId="66EC20D2" w14:textId="77777777" w:rsidTr="001F5B4D">
        <w:tblPrEx>
          <w:tblCellMar>
            <w:top w:w="0" w:type="dxa"/>
            <w:bottom w:w="0" w:type="dxa"/>
          </w:tblCellMar>
        </w:tblPrEx>
        <w:trPr>
          <w:cantSplit/>
        </w:trPr>
        <w:tc>
          <w:tcPr>
            <w:tcW w:w="2551" w:type="dxa"/>
            <w:shd w:val="clear" w:color="auto" w:fill="998877"/>
          </w:tcPr>
          <w:p w14:paraId="0997D85E" w14:textId="5AF4B5F7" w:rsidR="001F5B4D" w:rsidRPr="001F5B4D" w:rsidRDefault="001F5B4D" w:rsidP="001F5B4D">
            <w:r w:rsidRPr="001F5B4D">
              <w:t>Post capture mortality</w:t>
            </w:r>
          </w:p>
        </w:tc>
        <w:tc>
          <w:tcPr>
            <w:tcW w:w="4536" w:type="dxa"/>
            <w:gridSpan w:val="2"/>
            <w:tcBorders>
              <w:bottom w:val="single" w:sz="4" w:space="0" w:color="auto"/>
            </w:tcBorders>
          </w:tcPr>
          <w:p w14:paraId="215453E9" w14:textId="78F599FF" w:rsidR="001F5B4D" w:rsidRPr="001F5B4D" w:rsidRDefault="001F5B4D" w:rsidP="001F5B4D">
            <w:r w:rsidRPr="001F5B4D">
              <w:t>No direct evidence of survival after capture.</w:t>
            </w:r>
          </w:p>
        </w:tc>
        <w:tc>
          <w:tcPr>
            <w:tcW w:w="851" w:type="dxa"/>
          </w:tcPr>
          <w:p w14:paraId="3B23C93E" w14:textId="0121C09B" w:rsidR="001F5B4D" w:rsidRPr="001F5B4D" w:rsidRDefault="001F5B4D" w:rsidP="001F5B4D">
            <w:r w:rsidRPr="001F5B4D">
              <w:t>3</w:t>
            </w:r>
          </w:p>
        </w:tc>
      </w:tr>
      <w:tr w:rsidR="001F5B4D" w:rsidRPr="001F5B4D" w14:paraId="4A46968F" w14:textId="77777777" w:rsidTr="001F5B4D">
        <w:tblPrEx>
          <w:tblCellMar>
            <w:top w:w="0" w:type="dxa"/>
            <w:bottom w:w="0" w:type="dxa"/>
          </w:tblCellMar>
        </w:tblPrEx>
        <w:trPr>
          <w:cantSplit/>
        </w:trPr>
        <w:tc>
          <w:tcPr>
            <w:tcW w:w="2551" w:type="dxa"/>
            <w:shd w:val="clear" w:color="auto" w:fill="998877"/>
          </w:tcPr>
          <w:p w14:paraId="0BB3F534" w14:textId="77777777" w:rsidR="001F5B4D" w:rsidRPr="001F5B4D" w:rsidRDefault="001F5B4D" w:rsidP="001F5B4D"/>
        </w:tc>
        <w:tc>
          <w:tcPr>
            <w:tcW w:w="4536" w:type="dxa"/>
            <w:gridSpan w:val="2"/>
            <w:tcBorders>
              <w:bottom w:val="single" w:sz="4" w:space="0" w:color="auto"/>
            </w:tcBorders>
            <w:shd w:val="clear" w:color="auto" w:fill="998877"/>
          </w:tcPr>
          <w:p w14:paraId="11D2885C" w14:textId="06E69C41" w:rsidR="001F5B4D" w:rsidRPr="001F5B4D" w:rsidRDefault="001F5B4D" w:rsidP="001F5B4D">
            <w:r w:rsidRPr="001F5B4D">
              <w:t>Susceptibility score</w:t>
            </w:r>
          </w:p>
        </w:tc>
        <w:tc>
          <w:tcPr>
            <w:tcW w:w="851" w:type="dxa"/>
          </w:tcPr>
          <w:p w14:paraId="54C5FB4D" w14:textId="580527F4" w:rsidR="001F5B4D" w:rsidRPr="001F5B4D" w:rsidRDefault="001F5B4D" w:rsidP="001F5B4D">
            <w:r w:rsidRPr="001F5B4D">
              <w:t>2.33</w:t>
            </w:r>
          </w:p>
        </w:tc>
      </w:tr>
      <w:tr w:rsidR="001F5B4D" w:rsidRPr="001F5B4D" w14:paraId="366DEAF6" w14:textId="77777777" w:rsidTr="001F5B4D">
        <w:tblPrEx>
          <w:tblCellMar>
            <w:top w:w="0" w:type="dxa"/>
            <w:bottom w:w="0" w:type="dxa"/>
          </w:tblCellMar>
        </w:tblPrEx>
        <w:trPr>
          <w:cantSplit/>
        </w:trPr>
        <w:tc>
          <w:tcPr>
            <w:tcW w:w="2551" w:type="dxa"/>
            <w:shd w:val="clear" w:color="auto" w:fill="998877"/>
          </w:tcPr>
          <w:p w14:paraId="110AC0C5" w14:textId="77777777" w:rsidR="001F5B4D" w:rsidRPr="001F5B4D" w:rsidRDefault="001F5B4D" w:rsidP="001F5B4D"/>
        </w:tc>
        <w:tc>
          <w:tcPr>
            <w:tcW w:w="4536" w:type="dxa"/>
            <w:gridSpan w:val="2"/>
            <w:shd w:val="clear" w:color="auto" w:fill="998877"/>
          </w:tcPr>
          <w:p w14:paraId="649210B8" w14:textId="58DAA5C6" w:rsidR="001F5B4D" w:rsidRPr="001F5B4D" w:rsidRDefault="001F5B4D" w:rsidP="001F5B4D">
            <w:r w:rsidRPr="001F5B4D">
              <w:t>Vulnerability score</w:t>
            </w:r>
          </w:p>
        </w:tc>
        <w:tc>
          <w:tcPr>
            <w:tcW w:w="851" w:type="dxa"/>
          </w:tcPr>
          <w:p w14:paraId="529843CD" w14:textId="57169543" w:rsidR="001F5B4D" w:rsidRPr="001F5B4D" w:rsidRDefault="001F5B4D" w:rsidP="001F5B4D">
            <w:r w:rsidRPr="001F5B4D">
              <w:t>3.16</w:t>
            </w:r>
          </w:p>
        </w:tc>
      </w:tr>
    </w:tbl>
    <w:p w14:paraId="7DC05F2E" w14:textId="1869209B"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296887D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1" w:name="T_WHM" w:colFirst="0" w:colLast="0"/>
          <w:p w14:paraId="6910265D" w14:textId="21A74314" w:rsidR="001F5B4D" w:rsidRPr="001F5B4D" w:rsidRDefault="001F5B4D" w:rsidP="001F5B4D">
            <w:pPr>
              <w:rPr>
                <w:b/>
              </w:rPr>
            </w:pPr>
            <w:r w:rsidRPr="001F5B4D">
              <w:rPr>
                <w:b/>
              </w:rPr>
              <w:fldChar w:fldCharType="begin"/>
            </w:r>
            <w:r w:rsidRPr="001F5B4D">
              <w:rPr>
                <w:b/>
              </w:rPr>
              <w:instrText xml:space="preserve"> HYPERLINK  \l "S_WHM" \o "PSA Score" </w:instrText>
            </w:r>
            <w:r w:rsidRPr="001F5B4D">
              <w:rPr>
                <w:b/>
              </w:rPr>
            </w:r>
            <w:r w:rsidRPr="001F5B4D">
              <w:rPr>
                <w:b/>
              </w:rPr>
              <w:fldChar w:fldCharType="separate"/>
            </w:r>
            <w:r w:rsidRPr="001F5B4D">
              <w:rPr>
                <w:rStyle w:val="Hyperlink"/>
                <w:b/>
              </w:rPr>
              <w:t>Atlantic white marlin</w:t>
            </w:r>
            <w:r w:rsidRPr="001F5B4D">
              <w:rPr>
                <w:b/>
              </w:rPr>
              <w:fldChar w:fldCharType="end"/>
            </w:r>
          </w:p>
        </w:tc>
        <w:tc>
          <w:tcPr>
            <w:tcW w:w="3969" w:type="dxa"/>
            <w:gridSpan w:val="2"/>
            <w:tcBorders>
              <w:bottom w:val="single" w:sz="4" w:space="0" w:color="auto"/>
            </w:tcBorders>
            <w:shd w:val="clear" w:color="auto" w:fill="998877"/>
          </w:tcPr>
          <w:p w14:paraId="60D368CE" w14:textId="36962B91" w:rsidR="001F5B4D" w:rsidRPr="001F5B4D" w:rsidRDefault="001F5B4D" w:rsidP="001F5B4D">
            <w:pPr>
              <w:rPr>
                <w:b/>
                <w:i/>
              </w:rPr>
            </w:pPr>
            <w:r w:rsidRPr="001F5B4D">
              <w:rPr>
                <w:b/>
                <w:i/>
              </w:rPr>
              <w:t>Kajikia albida</w:t>
            </w:r>
          </w:p>
        </w:tc>
      </w:tr>
      <w:bookmarkEnd w:id="141"/>
      <w:tr w:rsidR="001F5B4D" w:rsidRPr="001F5B4D" w14:paraId="1ADBBA5D" w14:textId="77777777" w:rsidTr="00EE7260">
        <w:tblPrEx>
          <w:tblCellMar>
            <w:top w:w="0" w:type="dxa"/>
            <w:bottom w:w="0" w:type="dxa"/>
          </w:tblCellMar>
        </w:tblPrEx>
        <w:trPr>
          <w:cantSplit/>
        </w:trPr>
        <w:tc>
          <w:tcPr>
            <w:tcW w:w="7938" w:type="dxa"/>
            <w:gridSpan w:val="4"/>
            <w:shd w:val="clear" w:color="auto" w:fill="998877"/>
          </w:tcPr>
          <w:p w14:paraId="30F3FA72" w14:textId="228F9D9D" w:rsidR="001F5B4D" w:rsidRPr="001F5B4D" w:rsidRDefault="001F5B4D" w:rsidP="001F5B4D">
            <w:pPr>
              <w:rPr>
                <w:b/>
              </w:rPr>
            </w:pPr>
            <w:r w:rsidRPr="001F5B4D">
              <w:rPr>
                <w:b/>
              </w:rPr>
              <w:t>Productivity</w:t>
            </w:r>
          </w:p>
        </w:tc>
      </w:tr>
      <w:tr w:rsidR="001F5B4D" w:rsidRPr="001F5B4D" w14:paraId="7753B5C2" w14:textId="77777777" w:rsidTr="001F5B4D">
        <w:tblPrEx>
          <w:tblCellMar>
            <w:top w:w="0" w:type="dxa"/>
            <w:bottom w:w="0" w:type="dxa"/>
          </w:tblCellMar>
        </w:tblPrEx>
        <w:trPr>
          <w:cantSplit/>
        </w:trPr>
        <w:tc>
          <w:tcPr>
            <w:tcW w:w="2551" w:type="dxa"/>
            <w:shd w:val="clear" w:color="auto" w:fill="998877"/>
          </w:tcPr>
          <w:p w14:paraId="7A89382E" w14:textId="7A9E5C62" w:rsidR="001F5B4D" w:rsidRPr="001F5B4D" w:rsidRDefault="001F5B4D" w:rsidP="001F5B4D">
            <w:r w:rsidRPr="001F5B4D">
              <w:t>Average age at maturity</w:t>
            </w:r>
          </w:p>
        </w:tc>
        <w:tc>
          <w:tcPr>
            <w:tcW w:w="4536" w:type="dxa"/>
            <w:gridSpan w:val="2"/>
          </w:tcPr>
          <w:p w14:paraId="7D3D37F7" w14:textId="284B1F54" w:rsidR="001F5B4D" w:rsidRPr="001F5B4D" w:rsidRDefault="001F5B4D" w:rsidP="001F5B4D">
            <w:r w:rsidRPr="001F5B4D">
              <w:t>Species growth rate (K) is 0.600, which is higher than lowest risk K (0.183) for age at maturity.</w:t>
            </w:r>
          </w:p>
        </w:tc>
        <w:tc>
          <w:tcPr>
            <w:tcW w:w="851" w:type="dxa"/>
          </w:tcPr>
          <w:p w14:paraId="3098F74B" w14:textId="64FD9994" w:rsidR="001F5B4D" w:rsidRPr="001F5B4D" w:rsidRDefault="001F5B4D" w:rsidP="001F5B4D">
            <w:r w:rsidRPr="001F5B4D">
              <w:t>1</w:t>
            </w:r>
          </w:p>
        </w:tc>
      </w:tr>
      <w:tr w:rsidR="001F5B4D" w:rsidRPr="001F5B4D" w14:paraId="598BAB2D" w14:textId="77777777" w:rsidTr="001F5B4D">
        <w:tblPrEx>
          <w:tblCellMar>
            <w:top w:w="0" w:type="dxa"/>
            <w:bottom w:w="0" w:type="dxa"/>
          </w:tblCellMar>
        </w:tblPrEx>
        <w:trPr>
          <w:cantSplit/>
        </w:trPr>
        <w:tc>
          <w:tcPr>
            <w:tcW w:w="2551" w:type="dxa"/>
            <w:shd w:val="clear" w:color="auto" w:fill="998877"/>
          </w:tcPr>
          <w:p w14:paraId="6170D88C" w14:textId="6FF9A837" w:rsidR="001F5B4D" w:rsidRPr="001F5B4D" w:rsidRDefault="001F5B4D" w:rsidP="001F5B4D">
            <w:r w:rsidRPr="001F5B4D">
              <w:lastRenderedPageBreak/>
              <w:t>Average max age</w:t>
            </w:r>
          </w:p>
        </w:tc>
        <w:tc>
          <w:tcPr>
            <w:tcW w:w="4536" w:type="dxa"/>
            <w:gridSpan w:val="2"/>
          </w:tcPr>
          <w:p w14:paraId="4130637A" w14:textId="57B743EF" w:rsidR="001F5B4D" w:rsidRPr="001F5B4D" w:rsidRDefault="001F5B4D" w:rsidP="001F5B4D">
            <w:r w:rsidRPr="001F5B4D">
              <w:t>Species growth rate (K) is 0.600, which is higher than lowest risk K (0.30) for maximum age.</w:t>
            </w:r>
          </w:p>
        </w:tc>
        <w:tc>
          <w:tcPr>
            <w:tcW w:w="851" w:type="dxa"/>
          </w:tcPr>
          <w:p w14:paraId="78651962" w14:textId="2CB60EB4" w:rsidR="001F5B4D" w:rsidRPr="001F5B4D" w:rsidRDefault="001F5B4D" w:rsidP="001F5B4D">
            <w:r w:rsidRPr="001F5B4D">
              <w:t>1</w:t>
            </w:r>
          </w:p>
        </w:tc>
      </w:tr>
      <w:tr w:rsidR="001F5B4D" w:rsidRPr="001F5B4D" w14:paraId="70CB74E2" w14:textId="77777777" w:rsidTr="001F5B4D">
        <w:tblPrEx>
          <w:tblCellMar>
            <w:top w:w="0" w:type="dxa"/>
            <w:bottom w:w="0" w:type="dxa"/>
          </w:tblCellMar>
        </w:tblPrEx>
        <w:trPr>
          <w:cantSplit/>
        </w:trPr>
        <w:tc>
          <w:tcPr>
            <w:tcW w:w="2551" w:type="dxa"/>
            <w:shd w:val="clear" w:color="auto" w:fill="998877"/>
          </w:tcPr>
          <w:p w14:paraId="5E32D0D0" w14:textId="5F5ED1ED" w:rsidR="001F5B4D" w:rsidRPr="001F5B4D" w:rsidRDefault="001F5B4D" w:rsidP="001F5B4D">
            <w:r w:rsidRPr="001F5B4D">
              <w:t>Fecundity</w:t>
            </w:r>
          </w:p>
        </w:tc>
        <w:tc>
          <w:tcPr>
            <w:tcW w:w="4536" w:type="dxa"/>
            <w:gridSpan w:val="2"/>
          </w:tcPr>
          <w:p w14:paraId="5E8191E1" w14:textId="53A85653" w:rsidR="001F5B4D" w:rsidRPr="001F5B4D" w:rsidRDefault="001F5B4D" w:rsidP="001F5B4D">
            <w:r w:rsidRPr="001F5B4D">
              <w:t>The score is based on the maximum risk score in the family Engraulidae, which included 4 species.</w:t>
            </w:r>
          </w:p>
        </w:tc>
        <w:tc>
          <w:tcPr>
            <w:tcW w:w="851" w:type="dxa"/>
          </w:tcPr>
          <w:p w14:paraId="2BC6482B" w14:textId="7C049733" w:rsidR="001F5B4D" w:rsidRPr="001F5B4D" w:rsidRDefault="001F5B4D" w:rsidP="001F5B4D">
            <w:r w:rsidRPr="001F5B4D">
              <w:t>1</w:t>
            </w:r>
          </w:p>
        </w:tc>
      </w:tr>
      <w:tr w:rsidR="001F5B4D" w:rsidRPr="001F5B4D" w14:paraId="37D871F0" w14:textId="77777777" w:rsidTr="001F5B4D">
        <w:tblPrEx>
          <w:tblCellMar>
            <w:top w:w="0" w:type="dxa"/>
            <w:bottom w:w="0" w:type="dxa"/>
          </w:tblCellMar>
        </w:tblPrEx>
        <w:trPr>
          <w:cantSplit/>
        </w:trPr>
        <w:tc>
          <w:tcPr>
            <w:tcW w:w="2551" w:type="dxa"/>
            <w:shd w:val="clear" w:color="auto" w:fill="998877"/>
          </w:tcPr>
          <w:p w14:paraId="484FE515" w14:textId="572972B1" w:rsidR="001F5B4D" w:rsidRPr="001F5B4D" w:rsidRDefault="001F5B4D" w:rsidP="001F5B4D">
            <w:r w:rsidRPr="001F5B4D">
              <w:t>Average max size</w:t>
            </w:r>
          </w:p>
        </w:tc>
        <w:tc>
          <w:tcPr>
            <w:tcW w:w="4536" w:type="dxa"/>
            <w:gridSpan w:val="2"/>
          </w:tcPr>
          <w:p w14:paraId="3C142E85" w14:textId="6C21D12E" w:rsidR="001F5B4D" w:rsidRPr="001F5B4D" w:rsidRDefault="001F5B4D" w:rsidP="001F5B4D">
            <w:r w:rsidRPr="001F5B4D">
              <w:t>Species maximum length is 300, which is in the medium risk range (100-300cm).</w:t>
            </w:r>
          </w:p>
        </w:tc>
        <w:tc>
          <w:tcPr>
            <w:tcW w:w="851" w:type="dxa"/>
          </w:tcPr>
          <w:p w14:paraId="6D4980A0" w14:textId="6862CC97" w:rsidR="001F5B4D" w:rsidRPr="001F5B4D" w:rsidRDefault="001F5B4D" w:rsidP="001F5B4D">
            <w:r w:rsidRPr="001F5B4D">
              <w:t>2</w:t>
            </w:r>
          </w:p>
        </w:tc>
      </w:tr>
      <w:tr w:rsidR="001F5B4D" w:rsidRPr="001F5B4D" w14:paraId="42B61027" w14:textId="77777777" w:rsidTr="001F5B4D">
        <w:tblPrEx>
          <w:tblCellMar>
            <w:top w:w="0" w:type="dxa"/>
            <w:bottom w:w="0" w:type="dxa"/>
          </w:tblCellMar>
        </w:tblPrEx>
        <w:trPr>
          <w:cantSplit/>
        </w:trPr>
        <w:tc>
          <w:tcPr>
            <w:tcW w:w="2551" w:type="dxa"/>
            <w:shd w:val="clear" w:color="auto" w:fill="998877"/>
          </w:tcPr>
          <w:p w14:paraId="0597C8C0" w14:textId="314FB8DD" w:rsidR="001F5B4D" w:rsidRPr="001F5B4D" w:rsidRDefault="001F5B4D" w:rsidP="001F5B4D">
            <w:r w:rsidRPr="001F5B4D">
              <w:t>Average size at maturity</w:t>
            </w:r>
          </w:p>
        </w:tc>
        <w:tc>
          <w:tcPr>
            <w:tcW w:w="4536" w:type="dxa"/>
            <w:gridSpan w:val="2"/>
          </w:tcPr>
          <w:p w14:paraId="2AFD28F2" w14:textId="5A73C15D" w:rsidR="001F5B4D" w:rsidRPr="001F5B4D" w:rsidRDefault="001F5B4D" w:rsidP="001F5B4D">
            <w:r w:rsidRPr="001F5B4D">
              <w:t>Species length at maturity is 164, which is in the medium risk range (40-200cm).</w:t>
            </w:r>
          </w:p>
        </w:tc>
        <w:tc>
          <w:tcPr>
            <w:tcW w:w="851" w:type="dxa"/>
          </w:tcPr>
          <w:p w14:paraId="4D18926C" w14:textId="25CDE6C7" w:rsidR="001F5B4D" w:rsidRPr="001F5B4D" w:rsidRDefault="001F5B4D" w:rsidP="001F5B4D">
            <w:r w:rsidRPr="001F5B4D">
              <w:t>2</w:t>
            </w:r>
          </w:p>
        </w:tc>
      </w:tr>
      <w:tr w:rsidR="001F5B4D" w:rsidRPr="001F5B4D" w14:paraId="0A05B6E6" w14:textId="77777777" w:rsidTr="001F5B4D">
        <w:tblPrEx>
          <w:tblCellMar>
            <w:top w:w="0" w:type="dxa"/>
            <w:bottom w:w="0" w:type="dxa"/>
          </w:tblCellMar>
        </w:tblPrEx>
        <w:trPr>
          <w:cantSplit/>
        </w:trPr>
        <w:tc>
          <w:tcPr>
            <w:tcW w:w="2551" w:type="dxa"/>
            <w:shd w:val="clear" w:color="auto" w:fill="998877"/>
          </w:tcPr>
          <w:p w14:paraId="5D96769E" w14:textId="671B1989" w:rsidR="001F5B4D" w:rsidRPr="001F5B4D" w:rsidRDefault="001F5B4D" w:rsidP="001F5B4D">
            <w:r w:rsidRPr="001F5B4D">
              <w:t>Reproductive strategy</w:t>
            </w:r>
          </w:p>
        </w:tc>
        <w:tc>
          <w:tcPr>
            <w:tcW w:w="4536" w:type="dxa"/>
            <w:gridSpan w:val="2"/>
          </w:tcPr>
          <w:p w14:paraId="70516C0E" w14:textId="15AF9448" w:rsidR="001F5B4D" w:rsidRPr="001F5B4D" w:rsidRDefault="001F5B4D" w:rsidP="001F5B4D">
            <w:r w:rsidRPr="001F5B4D">
              <w:t>Species reproductive strategy is broadcast spawner, which is low risk.</w:t>
            </w:r>
          </w:p>
        </w:tc>
        <w:tc>
          <w:tcPr>
            <w:tcW w:w="851" w:type="dxa"/>
          </w:tcPr>
          <w:p w14:paraId="7EAB3B0F" w14:textId="0BD85D22" w:rsidR="001F5B4D" w:rsidRPr="001F5B4D" w:rsidRDefault="001F5B4D" w:rsidP="001F5B4D">
            <w:r w:rsidRPr="001F5B4D">
              <w:t>1</w:t>
            </w:r>
          </w:p>
        </w:tc>
      </w:tr>
      <w:tr w:rsidR="001F5B4D" w:rsidRPr="001F5B4D" w14:paraId="4505F0D4" w14:textId="77777777" w:rsidTr="001F5B4D">
        <w:tblPrEx>
          <w:tblCellMar>
            <w:top w:w="0" w:type="dxa"/>
            <w:bottom w:w="0" w:type="dxa"/>
          </w:tblCellMar>
        </w:tblPrEx>
        <w:trPr>
          <w:cantSplit/>
        </w:trPr>
        <w:tc>
          <w:tcPr>
            <w:tcW w:w="2551" w:type="dxa"/>
            <w:shd w:val="clear" w:color="auto" w:fill="998877"/>
          </w:tcPr>
          <w:p w14:paraId="18464031" w14:textId="0679A611" w:rsidR="001F5B4D" w:rsidRPr="001F5B4D" w:rsidRDefault="001F5B4D" w:rsidP="001F5B4D">
            <w:r w:rsidRPr="001F5B4D">
              <w:t>Trophic level</w:t>
            </w:r>
          </w:p>
        </w:tc>
        <w:tc>
          <w:tcPr>
            <w:tcW w:w="4536" w:type="dxa"/>
            <w:gridSpan w:val="2"/>
            <w:tcBorders>
              <w:bottom w:val="single" w:sz="4" w:space="0" w:color="auto"/>
            </w:tcBorders>
          </w:tcPr>
          <w:p w14:paraId="5A1958D6" w14:textId="03E47CF2" w:rsidR="001F5B4D" w:rsidRPr="001F5B4D" w:rsidRDefault="001F5B4D" w:rsidP="001F5B4D">
            <w:r w:rsidRPr="001F5B4D">
              <w:t>Species trophic level is 4.5, which is higher than the highest risk value (3.25).</w:t>
            </w:r>
          </w:p>
        </w:tc>
        <w:tc>
          <w:tcPr>
            <w:tcW w:w="851" w:type="dxa"/>
          </w:tcPr>
          <w:p w14:paraId="1971FD0F" w14:textId="6F9A0E2D" w:rsidR="001F5B4D" w:rsidRPr="001F5B4D" w:rsidRDefault="001F5B4D" w:rsidP="001F5B4D">
            <w:r w:rsidRPr="001F5B4D">
              <w:t>3</w:t>
            </w:r>
          </w:p>
        </w:tc>
      </w:tr>
      <w:tr w:rsidR="001F5B4D" w:rsidRPr="001F5B4D" w14:paraId="3B03EE23"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0FF4E0B1" w14:textId="77777777" w:rsidR="001F5B4D" w:rsidRPr="001F5B4D" w:rsidRDefault="001F5B4D" w:rsidP="001F5B4D"/>
        </w:tc>
        <w:tc>
          <w:tcPr>
            <w:tcW w:w="4536" w:type="dxa"/>
            <w:gridSpan w:val="2"/>
            <w:tcBorders>
              <w:bottom w:val="single" w:sz="4" w:space="0" w:color="auto"/>
            </w:tcBorders>
            <w:shd w:val="clear" w:color="auto" w:fill="998877"/>
          </w:tcPr>
          <w:p w14:paraId="405C9A74" w14:textId="041ED262" w:rsidR="001F5B4D" w:rsidRPr="001F5B4D" w:rsidRDefault="001F5B4D" w:rsidP="001F5B4D">
            <w:r w:rsidRPr="001F5B4D">
              <w:t>Productivity score</w:t>
            </w:r>
          </w:p>
        </w:tc>
        <w:tc>
          <w:tcPr>
            <w:tcW w:w="851" w:type="dxa"/>
            <w:tcBorders>
              <w:bottom w:val="single" w:sz="4" w:space="0" w:color="auto"/>
            </w:tcBorders>
          </w:tcPr>
          <w:p w14:paraId="3B9E17CD" w14:textId="2D799ACC" w:rsidR="001F5B4D" w:rsidRPr="001F5B4D" w:rsidRDefault="001F5B4D" w:rsidP="001F5B4D">
            <w:r w:rsidRPr="001F5B4D">
              <w:t>1.57</w:t>
            </w:r>
          </w:p>
        </w:tc>
      </w:tr>
      <w:tr w:rsidR="001F5B4D" w:rsidRPr="001F5B4D" w14:paraId="7DED7E24" w14:textId="77777777" w:rsidTr="0084707F">
        <w:tblPrEx>
          <w:tblCellMar>
            <w:top w:w="0" w:type="dxa"/>
            <w:bottom w:w="0" w:type="dxa"/>
          </w:tblCellMar>
        </w:tblPrEx>
        <w:trPr>
          <w:cantSplit/>
        </w:trPr>
        <w:tc>
          <w:tcPr>
            <w:tcW w:w="7938" w:type="dxa"/>
            <w:gridSpan w:val="4"/>
            <w:shd w:val="clear" w:color="auto" w:fill="998877"/>
          </w:tcPr>
          <w:p w14:paraId="0BDED066" w14:textId="083C1B5A" w:rsidR="001F5B4D" w:rsidRPr="001F5B4D" w:rsidRDefault="001F5B4D" w:rsidP="001F5B4D">
            <w:pPr>
              <w:rPr>
                <w:b/>
              </w:rPr>
            </w:pPr>
            <w:r w:rsidRPr="001F5B4D">
              <w:rPr>
                <w:b/>
              </w:rPr>
              <w:t>Susceptibility</w:t>
            </w:r>
          </w:p>
        </w:tc>
      </w:tr>
      <w:tr w:rsidR="001F5B4D" w:rsidRPr="001F5B4D" w14:paraId="7BBA0EA9" w14:textId="77777777" w:rsidTr="001F5B4D">
        <w:tblPrEx>
          <w:tblCellMar>
            <w:top w:w="0" w:type="dxa"/>
            <w:bottom w:w="0" w:type="dxa"/>
          </w:tblCellMar>
        </w:tblPrEx>
        <w:trPr>
          <w:cantSplit/>
        </w:trPr>
        <w:tc>
          <w:tcPr>
            <w:tcW w:w="2551" w:type="dxa"/>
            <w:shd w:val="clear" w:color="auto" w:fill="998877"/>
          </w:tcPr>
          <w:p w14:paraId="1B0D27E9" w14:textId="04F209AA" w:rsidR="001F5B4D" w:rsidRPr="001F5B4D" w:rsidRDefault="001F5B4D" w:rsidP="001F5B4D">
            <w:r w:rsidRPr="001F5B4D">
              <w:t>Areal overlap (availability)</w:t>
            </w:r>
          </w:p>
        </w:tc>
        <w:tc>
          <w:tcPr>
            <w:tcW w:w="4536" w:type="dxa"/>
            <w:gridSpan w:val="2"/>
          </w:tcPr>
          <w:p w14:paraId="62C0E0CC" w14:textId="54697A8D" w:rsidR="001F5B4D" w:rsidRPr="001F5B4D" w:rsidRDefault="001F5B4D" w:rsidP="001F5B4D">
            <w:r w:rsidRPr="001F5B4D">
              <w:t>Atlantic distribution, absent in Pacific Ocean, but catches reported in Indian Ocean.</w:t>
            </w:r>
          </w:p>
        </w:tc>
        <w:tc>
          <w:tcPr>
            <w:tcW w:w="851" w:type="dxa"/>
          </w:tcPr>
          <w:p w14:paraId="1C7CD312" w14:textId="6D8F4B1C" w:rsidR="001F5B4D" w:rsidRPr="001F5B4D" w:rsidRDefault="001F5B4D" w:rsidP="001F5B4D">
            <w:r w:rsidRPr="001F5B4D">
              <w:t>1</w:t>
            </w:r>
          </w:p>
        </w:tc>
      </w:tr>
      <w:tr w:rsidR="001F5B4D" w:rsidRPr="001F5B4D" w14:paraId="12C80D16" w14:textId="77777777" w:rsidTr="001F5B4D">
        <w:tblPrEx>
          <w:tblCellMar>
            <w:top w:w="0" w:type="dxa"/>
            <w:bottom w:w="0" w:type="dxa"/>
          </w:tblCellMar>
        </w:tblPrEx>
        <w:trPr>
          <w:cantSplit/>
        </w:trPr>
        <w:tc>
          <w:tcPr>
            <w:tcW w:w="2551" w:type="dxa"/>
            <w:shd w:val="clear" w:color="auto" w:fill="998877"/>
          </w:tcPr>
          <w:p w14:paraId="2BD16148" w14:textId="2D4173D9" w:rsidR="001F5B4D" w:rsidRPr="001F5B4D" w:rsidRDefault="001F5B4D" w:rsidP="001F5B4D">
            <w:r w:rsidRPr="001F5B4D">
              <w:t>Encounterability</w:t>
            </w:r>
          </w:p>
        </w:tc>
        <w:tc>
          <w:tcPr>
            <w:tcW w:w="4536" w:type="dxa"/>
            <w:gridSpan w:val="2"/>
          </w:tcPr>
          <w:p w14:paraId="1A8DD29D" w14:textId="43061D47" w:rsidR="001F5B4D" w:rsidRPr="001F5B4D" w:rsidRDefault="001F5B4D" w:rsidP="001F5B4D">
            <w:r w:rsidRPr="001F5B4D">
              <w:t>The depth range of the species is 1-150m. For surface gears, the vertical overlap index with this species is 66.67%.</w:t>
            </w:r>
          </w:p>
        </w:tc>
        <w:tc>
          <w:tcPr>
            <w:tcW w:w="851" w:type="dxa"/>
          </w:tcPr>
          <w:p w14:paraId="4DD58123" w14:textId="5C9E17A4" w:rsidR="001F5B4D" w:rsidRPr="001F5B4D" w:rsidRDefault="001F5B4D" w:rsidP="001F5B4D">
            <w:r w:rsidRPr="001F5B4D">
              <w:t>3</w:t>
            </w:r>
          </w:p>
        </w:tc>
      </w:tr>
      <w:tr w:rsidR="001F5B4D" w:rsidRPr="001F5B4D" w14:paraId="536813A4" w14:textId="77777777" w:rsidTr="001F5B4D">
        <w:tblPrEx>
          <w:tblCellMar>
            <w:top w:w="0" w:type="dxa"/>
            <w:bottom w:w="0" w:type="dxa"/>
          </w:tblCellMar>
        </w:tblPrEx>
        <w:trPr>
          <w:cantSplit/>
        </w:trPr>
        <w:tc>
          <w:tcPr>
            <w:tcW w:w="2551" w:type="dxa"/>
            <w:shd w:val="clear" w:color="auto" w:fill="998877"/>
          </w:tcPr>
          <w:p w14:paraId="1FAAB1A7" w14:textId="37FDC92B" w:rsidR="001F5B4D" w:rsidRPr="001F5B4D" w:rsidRDefault="001F5B4D" w:rsidP="001F5B4D">
            <w:r w:rsidRPr="001F5B4D">
              <w:t>Selectivity</w:t>
            </w:r>
          </w:p>
        </w:tc>
        <w:tc>
          <w:tcPr>
            <w:tcW w:w="4536" w:type="dxa"/>
            <w:gridSpan w:val="2"/>
          </w:tcPr>
          <w:p w14:paraId="726E1108" w14:textId="1E1B4141" w:rsidR="001F5B4D" w:rsidRPr="001F5B4D" w:rsidRDefault="001F5B4D" w:rsidP="001F5B4D">
            <w:r w:rsidRPr="001F5B4D">
              <w:t>The maximum length of the species is 300cm. For tropical surface fisheries, the length overlap index with this species is 100.00%.</w:t>
            </w:r>
          </w:p>
        </w:tc>
        <w:tc>
          <w:tcPr>
            <w:tcW w:w="851" w:type="dxa"/>
          </w:tcPr>
          <w:p w14:paraId="0390570C" w14:textId="16A30ACC" w:rsidR="001F5B4D" w:rsidRPr="001F5B4D" w:rsidRDefault="001F5B4D" w:rsidP="001F5B4D">
            <w:r w:rsidRPr="001F5B4D">
              <w:t>3</w:t>
            </w:r>
          </w:p>
        </w:tc>
      </w:tr>
      <w:tr w:rsidR="001F5B4D" w:rsidRPr="001F5B4D" w14:paraId="748D8DFB" w14:textId="77777777" w:rsidTr="001F5B4D">
        <w:tblPrEx>
          <w:tblCellMar>
            <w:top w:w="0" w:type="dxa"/>
            <w:bottom w:w="0" w:type="dxa"/>
          </w:tblCellMar>
        </w:tblPrEx>
        <w:trPr>
          <w:cantSplit/>
        </w:trPr>
        <w:tc>
          <w:tcPr>
            <w:tcW w:w="2551" w:type="dxa"/>
            <w:shd w:val="clear" w:color="auto" w:fill="998877"/>
          </w:tcPr>
          <w:p w14:paraId="5AC661D4" w14:textId="07E1DFB9" w:rsidR="001F5B4D" w:rsidRPr="001F5B4D" w:rsidRDefault="001F5B4D" w:rsidP="001F5B4D">
            <w:r w:rsidRPr="001F5B4D">
              <w:t>Post capture mortality</w:t>
            </w:r>
          </w:p>
        </w:tc>
        <w:tc>
          <w:tcPr>
            <w:tcW w:w="4536" w:type="dxa"/>
            <w:gridSpan w:val="2"/>
            <w:tcBorders>
              <w:bottom w:val="single" w:sz="4" w:space="0" w:color="auto"/>
            </w:tcBorders>
          </w:tcPr>
          <w:p w14:paraId="07A3E766" w14:textId="7F5064BD" w:rsidR="001F5B4D" w:rsidRPr="001F5B4D" w:rsidRDefault="001F5B4D" w:rsidP="001F5B4D">
            <w:r w:rsidRPr="001F5B4D">
              <w:t>No direct evidence of survival after capture.</w:t>
            </w:r>
          </w:p>
        </w:tc>
        <w:tc>
          <w:tcPr>
            <w:tcW w:w="851" w:type="dxa"/>
          </w:tcPr>
          <w:p w14:paraId="35F0DE51" w14:textId="4A35B121" w:rsidR="001F5B4D" w:rsidRPr="001F5B4D" w:rsidRDefault="001F5B4D" w:rsidP="001F5B4D">
            <w:r w:rsidRPr="001F5B4D">
              <w:t>3</w:t>
            </w:r>
          </w:p>
        </w:tc>
      </w:tr>
      <w:tr w:rsidR="001F5B4D" w:rsidRPr="001F5B4D" w14:paraId="3147BC12" w14:textId="77777777" w:rsidTr="001F5B4D">
        <w:tblPrEx>
          <w:tblCellMar>
            <w:top w:w="0" w:type="dxa"/>
            <w:bottom w:w="0" w:type="dxa"/>
          </w:tblCellMar>
        </w:tblPrEx>
        <w:trPr>
          <w:cantSplit/>
        </w:trPr>
        <w:tc>
          <w:tcPr>
            <w:tcW w:w="2551" w:type="dxa"/>
            <w:shd w:val="clear" w:color="auto" w:fill="998877"/>
          </w:tcPr>
          <w:p w14:paraId="758CDE1A" w14:textId="77777777" w:rsidR="001F5B4D" w:rsidRPr="001F5B4D" w:rsidRDefault="001F5B4D" w:rsidP="001F5B4D"/>
        </w:tc>
        <w:tc>
          <w:tcPr>
            <w:tcW w:w="4536" w:type="dxa"/>
            <w:gridSpan w:val="2"/>
            <w:tcBorders>
              <w:bottom w:val="single" w:sz="4" w:space="0" w:color="auto"/>
            </w:tcBorders>
            <w:shd w:val="clear" w:color="auto" w:fill="998877"/>
          </w:tcPr>
          <w:p w14:paraId="38317877" w14:textId="08D90C3E" w:rsidR="001F5B4D" w:rsidRPr="001F5B4D" w:rsidRDefault="001F5B4D" w:rsidP="001F5B4D">
            <w:r w:rsidRPr="001F5B4D">
              <w:t>Susceptibility score</w:t>
            </w:r>
          </w:p>
        </w:tc>
        <w:tc>
          <w:tcPr>
            <w:tcW w:w="851" w:type="dxa"/>
          </w:tcPr>
          <w:p w14:paraId="5CE75228" w14:textId="09B7646B" w:rsidR="001F5B4D" w:rsidRPr="001F5B4D" w:rsidRDefault="001F5B4D" w:rsidP="001F5B4D">
            <w:r w:rsidRPr="001F5B4D">
              <w:t>1.65</w:t>
            </w:r>
          </w:p>
        </w:tc>
      </w:tr>
      <w:tr w:rsidR="001F5B4D" w:rsidRPr="001F5B4D" w14:paraId="7304A6D2" w14:textId="77777777" w:rsidTr="001F5B4D">
        <w:tblPrEx>
          <w:tblCellMar>
            <w:top w:w="0" w:type="dxa"/>
            <w:bottom w:w="0" w:type="dxa"/>
          </w:tblCellMar>
        </w:tblPrEx>
        <w:trPr>
          <w:cantSplit/>
        </w:trPr>
        <w:tc>
          <w:tcPr>
            <w:tcW w:w="2551" w:type="dxa"/>
            <w:shd w:val="clear" w:color="auto" w:fill="998877"/>
          </w:tcPr>
          <w:p w14:paraId="2806DBD4" w14:textId="77777777" w:rsidR="001F5B4D" w:rsidRPr="001F5B4D" w:rsidRDefault="001F5B4D" w:rsidP="001F5B4D"/>
        </w:tc>
        <w:tc>
          <w:tcPr>
            <w:tcW w:w="4536" w:type="dxa"/>
            <w:gridSpan w:val="2"/>
            <w:shd w:val="clear" w:color="auto" w:fill="998877"/>
          </w:tcPr>
          <w:p w14:paraId="2A2C0CF6" w14:textId="5B9411B2" w:rsidR="001F5B4D" w:rsidRPr="001F5B4D" w:rsidRDefault="001F5B4D" w:rsidP="001F5B4D">
            <w:r w:rsidRPr="001F5B4D">
              <w:t>Vulnerability score</w:t>
            </w:r>
          </w:p>
        </w:tc>
        <w:tc>
          <w:tcPr>
            <w:tcW w:w="851" w:type="dxa"/>
          </w:tcPr>
          <w:p w14:paraId="76FA1500" w14:textId="5A77B5AD" w:rsidR="001F5B4D" w:rsidRPr="001F5B4D" w:rsidRDefault="001F5B4D" w:rsidP="001F5B4D">
            <w:r w:rsidRPr="001F5B4D">
              <w:t>2.28</w:t>
            </w:r>
          </w:p>
        </w:tc>
      </w:tr>
    </w:tbl>
    <w:p w14:paraId="1414980D" w14:textId="3D8189C9"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292CD75"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2" w:name="T_BUM" w:colFirst="0" w:colLast="0"/>
          <w:p w14:paraId="0F384F64" w14:textId="136BFDCC" w:rsidR="001F5B4D" w:rsidRPr="001F5B4D" w:rsidRDefault="001F5B4D" w:rsidP="001F5B4D">
            <w:pPr>
              <w:rPr>
                <w:b/>
              </w:rPr>
            </w:pPr>
            <w:r w:rsidRPr="001F5B4D">
              <w:rPr>
                <w:b/>
              </w:rPr>
              <w:fldChar w:fldCharType="begin"/>
            </w:r>
            <w:r w:rsidRPr="001F5B4D">
              <w:rPr>
                <w:b/>
              </w:rPr>
              <w:instrText xml:space="preserve"> HYPERLINK  \l "S_BUM" \o "PSA Score" </w:instrText>
            </w:r>
            <w:r w:rsidRPr="001F5B4D">
              <w:rPr>
                <w:b/>
              </w:rPr>
            </w:r>
            <w:r w:rsidRPr="001F5B4D">
              <w:rPr>
                <w:b/>
              </w:rPr>
              <w:fldChar w:fldCharType="separate"/>
            </w:r>
            <w:r w:rsidRPr="001F5B4D">
              <w:rPr>
                <w:rStyle w:val="Hyperlink"/>
                <w:b/>
              </w:rPr>
              <w:t>Blue marlin</w:t>
            </w:r>
            <w:r w:rsidRPr="001F5B4D">
              <w:rPr>
                <w:b/>
              </w:rPr>
              <w:fldChar w:fldCharType="end"/>
            </w:r>
          </w:p>
        </w:tc>
        <w:tc>
          <w:tcPr>
            <w:tcW w:w="3969" w:type="dxa"/>
            <w:gridSpan w:val="2"/>
            <w:tcBorders>
              <w:bottom w:val="single" w:sz="4" w:space="0" w:color="auto"/>
            </w:tcBorders>
            <w:shd w:val="clear" w:color="auto" w:fill="998877"/>
          </w:tcPr>
          <w:p w14:paraId="36C805C9" w14:textId="0804FBC5" w:rsidR="001F5B4D" w:rsidRPr="001F5B4D" w:rsidRDefault="001F5B4D" w:rsidP="001F5B4D">
            <w:pPr>
              <w:rPr>
                <w:b/>
                <w:i/>
              </w:rPr>
            </w:pPr>
            <w:r w:rsidRPr="001F5B4D">
              <w:rPr>
                <w:b/>
                <w:i/>
              </w:rPr>
              <w:t>Makaira nigricans</w:t>
            </w:r>
          </w:p>
        </w:tc>
      </w:tr>
      <w:bookmarkEnd w:id="142"/>
      <w:tr w:rsidR="001F5B4D" w:rsidRPr="001F5B4D" w14:paraId="010B0106" w14:textId="77777777" w:rsidTr="002F1C56">
        <w:tblPrEx>
          <w:tblCellMar>
            <w:top w:w="0" w:type="dxa"/>
            <w:bottom w:w="0" w:type="dxa"/>
          </w:tblCellMar>
        </w:tblPrEx>
        <w:trPr>
          <w:cantSplit/>
        </w:trPr>
        <w:tc>
          <w:tcPr>
            <w:tcW w:w="7938" w:type="dxa"/>
            <w:gridSpan w:val="4"/>
            <w:shd w:val="clear" w:color="auto" w:fill="998877"/>
          </w:tcPr>
          <w:p w14:paraId="4F6216A1" w14:textId="3DA47FD8" w:rsidR="001F5B4D" w:rsidRPr="001F5B4D" w:rsidRDefault="001F5B4D" w:rsidP="001F5B4D">
            <w:pPr>
              <w:rPr>
                <w:b/>
              </w:rPr>
            </w:pPr>
            <w:r w:rsidRPr="001F5B4D">
              <w:rPr>
                <w:b/>
              </w:rPr>
              <w:t>Productivity</w:t>
            </w:r>
          </w:p>
        </w:tc>
      </w:tr>
      <w:tr w:rsidR="001F5B4D" w:rsidRPr="001F5B4D" w14:paraId="7B4DAA3A" w14:textId="77777777" w:rsidTr="001F5B4D">
        <w:tblPrEx>
          <w:tblCellMar>
            <w:top w:w="0" w:type="dxa"/>
            <w:bottom w:w="0" w:type="dxa"/>
          </w:tblCellMar>
        </w:tblPrEx>
        <w:trPr>
          <w:cantSplit/>
        </w:trPr>
        <w:tc>
          <w:tcPr>
            <w:tcW w:w="2551" w:type="dxa"/>
            <w:shd w:val="clear" w:color="auto" w:fill="998877"/>
          </w:tcPr>
          <w:p w14:paraId="1E32F130" w14:textId="6AC9456D" w:rsidR="001F5B4D" w:rsidRPr="001F5B4D" w:rsidRDefault="001F5B4D" w:rsidP="001F5B4D">
            <w:r w:rsidRPr="001F5B4D">
              <w:t>Average age at maturity</w:t>
            </w:r>
          </w:p>
        </w:tc>
        <w:tc>
          <w:tcPr>
            <w:tcW w:w="4536" w:type="dxa"/>
            <w:gridSpan w:val="2"/>
          </w:tcPr>
          <w:p w14:paraId="235B8626" w14:textId="46795D22" w:rsidR="001F5B4D" w:rsidRPr="001F5B4D" w:rsidRDefault="001F5B4D" w:rsidP="001F5B4D">
            <w:r w:rsidRPr="001F5B4D">
              <w:t>Species growth rate (K) is 0.324, which is higher than lowest risk K (0.183) for age at maturity.</w:t>
            </w:r>
          </w:p>
        </w:tc>
        <w:tc>
          <w:tcPr>
            <w:tcW w:w="851" w:type="dxa"/>
          </w:tcPr>
          <w:p w14:paraId="09361844" w14:textId="38F6C8FA" w:rsidR="001F5B4D" w:rsidRPr="001F5B4D" w:rsidRDefault="001F5B4D" w:rsidP="001F5B4D">
            <w:r w:rsidRPr="001F5B4D">
              <w:t>1</w:t>
            </w:r>
          </w:p>
        </w:tc>
      </w:tr>
      <w:tr w:rsidR="001F5B4D" w:rsidRPr="001F5B4D" w14:paraId="033B24C2" w14:textId="77777777" w:rsidTr="001F5B4D">
        <w:tblPrEx>
          <w:tblCellMar>
            <w:top w:w="0" w:type="dxa"/>
            <w:bottom w:w="0" w:type="dxa"/>
          </w:tblCellMar>
        </w:tblPrEx>
        <w:trPr>
          <w:cantSplit/>
        </w:trPr>
        <w:tc>
          <w:tcPr>
            <w:tcW w:w="2551" w:type="dxa"/>
            <w:shd w:val="clear" w:color="auto" w:fill="998877"/>
          </w:tcPr>
          <w:p w14:paraId="6D885A22" w14:textId="6E8900AD" w:rsidR="001F5B4D" w:rsidRPr="001F5B4D" w:rsidRDefault="001F5B4D" w:rsidP="001F5B4D">
            <w:r w:rsidRPr="001F5B4D">
              <w:t>Average max age</w:t>
            </w:r>
          </w:p>
        </w:tc>
        <w:tc>
          <w:tcPr>
            <w:tcW w:w="4536" w:type="dxa"/>
            <w:gridSpan w:val="2"/>
          </w:tcPr>
          <w:p w14:paraId="22F6B188" w14:textId="18EBCF3B" w:rsidR="001F5B4D" w:rsidRPr="001F5B4D" w:rsidRDefault="001F5B4D" w:rsidP="001F5B4D">
            <w:r w:rsidRPr="001F5B4D">
              <w:t>Species growth rate (K) is 0.324, which is higher than lowest risk K (0.30) for maximum age.</w:t>
            </w:r>
          </w:p>
        </w:tc>
        <w:tc>
          <w:tcPr>
            <w:tcW w:w="851" w:type="dxa"/>
          </w:tcPr>
          <w:p w14:paraId="6D056686" w14:textId="2979D0F1" w:rsidR="001F5B4D" w:rsidRPr="001F5B4D" w:rsidRDefault="001F5B4D" w:rsidP="001F5B4D">
            <w:r w:rsidRPr="001F5B4D">
              <w:t>1</w:t>
            </w:r>
          </w:p>
        </w:tc>
      </w:tr>
      <w:tr w:rsidR="001F5B4D" w:rsidRPr="001F5B4D" w14:paraId="350C37BA" w14:textId="77777777" w:rsidTr="001F5B4D">
        <w:tblPrEx>
          <w:tblCellMar>
            <w:top w:w="0" w:type="dxa"/>
            <w:bottom w:w="0" w:type="dxa"/>
          </w:tblCellMar>
        </w:tblPrEx>
        <w:trPr>
          <w:cantSplit/>
        </w:trPr>
        <w:tc>
          <w:tcPr>
            <w:tcW w:w="2551" w:type="dxa"/>
            <w:shd w:val="clear" w:color="auto" w:fill="998877"/>
          </w:tcPr>
          <w:p w14:paraId="0EFDE68B" w14:textId="41518478" w:rsidR="001F5B4D" w:rsidRPr="001F5B4D" w:rsidRDefault="001F5B4D" w:rsidP="001F5B4D">
            <w:r w:rsidRPr="001F5B4D">
              <w:t>Fecundity</w:t>
            </w:r>
          </w:p>
        </w:tc>
        <w:tc>
          <w:tcPr>
            <w:tcW w:w="4536" w:type="dxa"/>
            <w:gridSpan w:val="2"/>
          </w:tcPr>
          <w:p w14:paraId="3D822197" w14:textId="6F53BE0B" w:rsidR="001F5B4D" w:rsidRPr="001F5B4D" w:rsidRDefault="001F5B4D" w:rsidP="001F5B4D">
            <w:r w:rsidRPr="001F5B4D">
              <w:t>The score is based on the maximum risk score in the family Scombridae, which included 27 species.</w:t>
            </w:r>
          </w:p>
        </w:tc>
        <w:tc>
          <w:tcPr>
            <w:tcW w:w="851" w:type="dxa"/>
          </w:tcPr>
          <w:p w14:paraId="444F6616" w14:textId="7AAE8CA6" w:rsidR="001F5B4D" w:rsidRPr="001F5B4D" w:rsidRDefault="001F5B4D" w:rsidP="001F5B4D">
            <w:r w:rsidRPr="001F5B4D">
              <w:t>1</w:t>
            </w:r>
          </w:p>
        </w:tc>
      </w:tr>
      <w:tr w:rsidR="001F5B4D" w:rsidRPr="001F5B4D" w14:paraId="0DF111C9" w14:textId="77777777" w:rsidTr="001F5B4D">
        <w:tblPrEx>
          <w:tblCellMar>
            <w:top w:w="0" w:type="dxa"/>
            <w:bottom w:w="0" w:type="dxa"/>
          </w:tblCellMar>
        </w:tblPrEx>
        <w:trPr>
          <w:cantSplit/>
        </w:trPr>
        <w:tc>
          <w:tcPr>
            <w:tcW w:w="2551" w:type="dxa"/>
            <w:shd w:val="clear" w:color="auto" w:fill="998877"/>
          </w:tcPr>
          <w:p w14:paraId="30C2BD54" w14:textId="1556C8CC" w:rsidR="001F5B4D" w:rsidRPr="001F5B4D" w:rsidRDefault="001F5B4D" w:rsidP="001F5B4D">
            <w:r w:rsidRPr="001F5B4D">
              <w:t>Average max size</w:t>
            </w:r>
          </w:p>
        </w:tc>
        <w:tc>
          <w:tcPr>
            <w:tcW w:w="4536" w:type="dxa"/>
            <w:gridSpan w:val="2"/>
          </w:tcPr>
          <w:p w14:paraId="39E6026D" w14:textId="3D6203C4" w:rsidR="001F5B4D" w:rsidRPr="001F5B4D" w:rsidRDefault="001F5B4D" w:rsidP="001F5B4D">
            <w:r w:rsidRPr="001F5B4D">
              <w:t>Species maximum length is 500, which is higher than the highest risk value (300cm).</w:t>
            </w:r>
          </w:p>
        </w:tc>
        <w:tc>
          <w:tcPr>
            <w:tcW w:w="851" w:type="dxa"/>
          </w:tcPr>
          <w:p w14:paraId="47F7F14E" w14:textId="74373EE1" w:rsidR="001F5B4D" w:rsidRPr="001F5B4D" w:rsidRDefault="001F5B4D" w:rsidP="001F5B4D">
            <w:r w:rsidRPr="001F5B4D">
              <w:t>3</w:t>
            </w:r>
          </w:p>
        </w:tc>
      </w:tr>
      <w:tr w:rsidR="001F5B4D" w:rsidRPr="001F5B4D" w14:paraId="5961A2D0" w14:textId="77777777" w:rsidTr="001F5B4D">
        <w:tblPrEx>
          <w:tblCellMar>
            <w:top w:w="0" w:type="dxa"/>
            <w:bottom w:w="0" w:type="dxa"/>
          </w:tblCellMar>
        </w:tblPrEx>
        <w:trPr>
          <w:cantSplit/>
        </w:trPr>
        <w:tc>
          <w:tcPr>
            <w:tcW w:w="2551" w:type="dxa"/>
            <w:shd w:val="clear" w:color="auto" w:fill="998877"/>
          </w:tcPr>
          <w:p w14:paraId="7443F454" w14:textId="0674454A" w:rsidR="001F5B4D" w:rsidRPr="001F5B4D" w:rsidRDefault="001F5B4D" w:rsidP="001F5B4D">
            <w:r w:rsidRPr="001F5B4D">
              <w:t>Average size at maturity</w:t>
            </w:r>
          </w:p>
        </w:tc>
        <w:tc>
          <w:tcPr>
            <w:tcW w:w="4536" w:type="dxa"/>
            <w:gridSpan w:val="2"/>
          </w:tcPr>
          <w:p w14:paraId="6E013013" w14:textId="3592CBA0" w:rsidR="001F5B4D" w:rsidRPr="001F5B4D" w:rsidRDefault="001F5B4D" w:rsidP="001F5B4D">
            <w:r w:rsidRPr="001F5B4D">
              <w:t>Species length at maturity is 50, which is in the medium risk range (40-200cm).</w:t>
            </w:r>
          </w:p>
        </w:tc>
        <w:tc>
          <w:tcPr>
            <w:tcW w:w="851" w:type="dxa"/>
          </w:tcPr>
          <w:p w14:paraId="3E9E48F5" w14:textId="5B9A8540" w:rsidR="001F5B4D" w:rsidRPr="001F5B4D" w:rsidRDefault="001F5B4D" w:rsidP="001F5B4D">
            <w:r w:rsidRPr="001F5B4D">
              <w:t>2</w:t>
            </w:r>
          </w:p>
        </w:tc>
      </w:tr>
      <w:tr w:rsidR="001F5B4D" w:rsidRPr="001F5B4D" w14:paraId="14C3C88F" w14:textId="77777777" w:rsidTr="001F5B4D">
        <w:tblPrEx>
          <w:tblCellMar>
            <w:top w:w="0" w:type="dxa"/>
            <w:bottom w:w="0" w:type="dxa"/>
          </w:tblCellMar>
        </w:tblPrEx>
        <w:trPr>
          <w:cantSplit/>
        </w:trPr>
        <w:tc>
          <w:tcPr>
            <w:tcW w:w="2551" w:type="dxa"/>
            <w:shd w:val="clear" w:color="auto" w:fill="998877"/>
          </w:tcPr>
          <w:p w14:paraId="11AFEE2A" w14:textId="51F6D711" w:rsidR="001F5B4D" w:rsidRPr="001F5B4D" w:rsidRDefault="001F5B4D" w:rsidP="001F5B4D">
            <w:r w:rsidRPr="001F5B4D">
              <w:t>Reproductive strategy</w:t>
            </w:r>
          </w:p>
        </w:tc>
        <w:tc>
          <w:tcPr>
            <w:tcW w:w="4536" w:type="dxa"/>
            <w:gridSpan w:val="2"/>
          </w:tcPr>
          <w:p w14:paraId="25508A9D" w14:textId="05A599D2" w:rsidR="001F5B4D" w:rsidRPr="001F5B4D" w:rsidRDefault="001F5B4D" w:rsidP="001F5B4D">
            <w:r w:rsidRPr="001F5B4D">
              <w:t>Species reproductive strategy is broadcast spawner, which is low risk.</w:t>
            </w:r>
          </w:p>
        </w:tc>
        <w:tc>
          <w:tcPr>
            <w:tcW w:w="851" w:type="dxa"/>
          </w:tcPr>
          <w:p w14:paraId="1DE27C35" w14:textId="3D0ABD52" w:rsidR="001F5B4D" w:rsidRPr="001F5B4D" w:rsidRDefault="001F5B4D" w:rsidP="001F5B4D">
            <w:r w:rsidRPr="001F5B4D">
              <w:t>1</w:t>
            </w:r>
          </w:p>
        </w:tc>
      </w:tr>
      <w:tr w:rsidR="001F5B4D" w:rsidRPr="001F5B4D" w14:paraId="08DE5BB6" w14:textId="77777777" w:rsidTr="001F5B4D">
        <w:tblPrEx>
          <w:tblCellMar>
            <w:top w:w="0" w:type="dxa"/>
            <w:bottom w:w="0" w:type="dxa"/>
          </w:tblCellMar>
        </w:tblPrEx>
        <w:trPr>
          <w:cantSplit/>
        </w:trPr>
        <w:tc>
          <w:tcPr>
            <w:tcW w:w="2551" w:type="dxa"/>
            <w:shd w:val="clear" w:color="auto" w:fill="998877"/>
          </w:tcPr>
          <w:p w14:paraId="35F1DE7B" w14:textId="600DB6D3" w:rsidR="001F5B4D" w:rsidRPr="001F5B4D" w:rsidRDefault="001F5B4D" w:rsidP="001F5B4D">
            <w:r w:rsidRPr="001F5B4D">
              <w:t>Trophic level</w:t>
            </w:r>
          </w:p>
        </w:tc>
        <w:tc>
          <w:tcPr>
            <w:tcW w:w="4536" w:type="dxa"/>
            <w:gridSpan w:val="2"/>
            <w:tcBorders>
              <w:bottom w:val="single" w:sz="4" w:space="0" w:color="auto"/>
            </w:tcBorders>
          </w:tcPr>
          <w:p w14:paraId="1AF0E7EE" w14:textId="092B93CC" w:rsidR="001F5B4D" w:rsidRPr="001F5B4D" w:rsidRDefault="001F5B4D" w:rsidP="001F5B4D">
            <w:r w:rsidRPr="001F5B4D">
              <w:t>Species trophic level is 4.5, which is higher than the highest risk value (3.25).</w:t>
            </w:r>
          </w:p>
        </w:tc>
        <w:tc>
          <w:tcPr>
            <w:tcW w:w="851" w:type="dxa"/>
          </w:tcPr>
          <w:p w14:paraId="26FE67BC" w14:textId="67D1B619" w:rsidR="001F5B4D" w:rsidRPr="001F5B4D" w:rsidRDefault="001F5B4D" w:rsidP="001F5B4D">
            <w:r w:rsidRPr="001F5B4D">
              <w:t>3</w:t>
            </w:r>
          </w:p>
        </w:tc>
      </w:tr>
      <w:tr w:rsidR="001F5B4D" w:rsidRPr="001F5B4D" w14:paraId="73A325E3"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571025F" w14:textId="77777777" w:rsidR="001F5B4D" w:rsidRPr="001F5B4D" w:rsidRDefault="001F5B4D" w:rsidP="001F5B4D"/>
        </w:tc>
        <w:tc>
          <w:tcPr>
            <w:tcW w:w="4536" w:type="dxa"/>
            <w:gridSpan w:val="2"/>
            <w:tcBorders>
              <w:bottom w:val="single" w:sz="4" w:space="0" w:color="auto"/>
            </w:tcBorders>
            <w:shd w:val="clear" w:color="auto" w:fill="998877"/>
          </w:tcPr>
          <w:p w14:paraId="6B74EB9F" w14:textId="7343D7BD" w:rsidR="001F5B4D" w:rsidRPr="001F5B4D" w:rsidRDefault="001F5B4D" w:rsidP="001F5B4D">
            <w:r w:rsidRPr="001F5B4D">
              <w:t>Productivity score</w:t>
            </w:r>
          </w:p>
        </w:tc>
        <w:tc>
          <w:tcPr>
            <w:tcW w:w="851" w:type="dxa"/>
            <w:tcBorders>
              <w:bottom w:val="single" w:sz="4" w:space="0" w:color="auto"/>
            </w:tcBorders>
          </w:tcPr>
          <w:p w14:paraId="7F802F4A" w14:textId="0CB854C4" w:rsidR="001F5B4D" w:rsidRPr="001F5B4D" w:rsidRDefault="001F5B4D" w:rsidP="001F5B4D">
            <w:r w:rsidRPr="001F5B4D">
              <w:t>1.71</w:t>
            </w:r>
          </w:p>
        </w:tc>
      </w:tr>
      <w:tr w:rsidR="001F5B4D" w:rsidRPr="001F5B4D" w14:paraId="0A9C2218" w14:textId="77777777" w:rsidTr="00E56CBF">
        <w:tblPrEx>
          <w:tblCellMar>
            <w:top w:w="0" w:type="dxa"/>
            <w:bottom w:w="0" w:type="dxa"/>
          </w:tblCellMar>
        </w:tblPrEx>
        <w:trPr>
          <w:cantSplit/>
        </w:trPr>
        <w:tc>
          <w:tcPr>
            <w:tcW w:w="7938" w:type="dxa"/>
            <w:gridSpan w:val="4"/>
            <w:shd w:val="clear" w:color="auto" w:fill="998877"/>
          </w:tcPr>
          <w:p w14:paraId="7EF7FC6F" w14:textId="202F48D1" w:rsidR="001F5B4D" w:rsidRPr="001F5B4D" w:rsidRDefault="001F5B4D" w:rsidP="001F5B4D">
            <w:pPr>
              <w:rPr>
                <w:b/>
              </w:rPr>
            </w:pPr>
            <w:r w:rsidRPr="001F5B4D">
              <w:rPr>
                <w:b/>
              </w:rPr>
              <w:t>Susceptibility</w:t>
            </w:r>
          </w:p>
        </w:tc>
      </w:tr>
      <w:tr w:rsidR="001F5B4D" w:rsidRPr="001F5B4D" w14:paraId="13EF44DD" w14:textId="77777777" w:rsidTr="001F5B4D">
        <w:tblPrEx>
          <w:tblCellMar>
            <w:top w:w="0" w:type="dxa"/>
            <w:bottom w:w="0" w:type="dxa"/>
          </w:tblCellMar>
        </w:tblPrEx>
        <w:trPr>
          <w:cantSplit/>
        </w:trPr>
        <w:tc>
          <w:tcPr>
            <w:tcW w:w="2551" w:type="dxa"/>
            <w:shd w:val="clear" w:color="auto" w:fill="998877"/>
          </w:tcPr>
          <w:p w14:paraId="22D49843" w14:textId="510948F9" w:rsidR="001F5B4D" w:rsidRPr="001F5B4D" w:rsidRDefault="001F5B4D" w:rsidP="001F5B4D">
            <w:r w:rsidRPr="001F5B4D">
              <w:t>Areal overlap (availability)</w:t>
            </w:r>
          </w:p>
        </w:tc>
        <w:tc>
          <w:tcPr>
            <w:tcW w:w="4536" w:type="dxa"/>
            <w:gridSpan w:val="2"/>
          </w:tcPr>
          <w:p w14:paraId="50E1F5E4" w14:textId="6C416A7F" w:rsidR="001F5B4D" w:rsidRPr="001F5B4D" w:rsidRDefault="001F5B4D" w:rsidP="001F5B4D">
            <w:r w:rsidRPr="001F5B4D">
              <w:t>Mainly Atlantic distribution, but catches allocated to this species in other oceans (see fishbase as could be the same species as M. mazara).</w:t>
            </w:r>
          </w:p>
        </w:tc>
        <w:tc>
          <w:tcPr>
            <w:tcW w:w="851" w:type="dxa"/>
          </w:tcPr>
          <w:p w14:paraId="07A30479" w14:textId="249F7583" w:rsidR="001F5B4D" w:rsidRPr="001F5B4D" w:rsidRDefault="001F5B4D" w:rsidP="001F5B4D">
            <w:r w:rsidRPr="001F5B4D">
              <w:t>3</w:t>
            </w:r>
          </w:p>
        </w:tc>
      </w:tr>
      <w:tr w:rsidR="001F5B4D" w:rsidRPr="001F5B4D" w14:paraId="664799CF" w14:textId="77777777" w:rsidTr="001F5B4D">
        <w:tblPrEx>
          <w:tblCellMar>
            <w:top w:w="0" w:type="dxa"/>
            <w:bottom w:w="0" w:type="dxa"/>
          </w:tblCellMar>
        </w:tblPrEx>
        <w:trPr>
          <w:cantSplit/>
        </w:trPr>
        <w:tc>
          <w:tcPr>
            <w:tcW w:w="2551" w:type="dxa"/>
            <w:shd w:val="clear" w:color="auto" w:fill="998877"/>
          </w:tcPr>
          <w:p w14:paraId="5D31A0E2" w14:textId="146BE14F" w:rsidR="001F5B4D" w:rsidRPr="001F5B4D" w:rsidRDefault="001F5B4D" w:rsidP="001F5B4D">
            <w:r w:rsidRPr="001F5B4D">
              <w:lastRenderedPageBreak/>
              <w:t>Encounterability</w:t>
            </w:r>
          </w:p>
        </w:tc>
        <w:tc>
          <w:tcPr>
            <w:tcW w:w="4536" w:type="dxa"/>
            <w:gridSpan w:val="2"/>
          </w:tcPr>
          <w:p w14:paraId="53F5ECB2" w14:textId="09AF4874" w:rsidR="001F5B4D" w:rsidRPr="001F5B4D" w:rsidRDefault="001F5B4D" w:rsidP="001F5B4D">
            <w:r w:rsidRPr="001F5B4D">
              <w:t>The depth range of the species is 1-200m. For surface gears, the vertical overlap index with this species is 50.00%.</w:t>
            </w:r>
          </w:p>
        </w:tc>
        <w:tc>
          <w:tcPr>
            <w:tcW w:w="851" w:type="dxa"/>
          </w:tcPr>
          <w:p w14:paraId="1C864667" w14:textId="247B38D3" w:rsidR="001F5B4D" w:rsidRPr="001F5B4D" w:rsidRDefault="001F5B4D" w:rsidP="001F5B4D">
            <w:r w:rsidRPr="001F5B4D">
              <w:t>3</w:t>
            </w:r>
          </w:p>
        </w:tc>
      </w:tr>
      <w:tr w:rsidR="001F5B4D" w:rsidRPr="001F5B4D" w14:paraId="07F1D992" w14:textId="77777777" w:rsidTr="001F5B4D">
        <w:tblPrEx>
          <w:tblCellMar>
            <w:top w:w="0" w:type="dxa"/>
            <w:bottom w:w="0" w:type="dxa"/>
          </w:tblCellMar>
        </w:tblPrEx>
        <w:trPr>
          <w:cantSplit/>
        </w:trPr>
        <w:tc>
          <w:tcPr>
            <w:tcW w:w="2551" w:type="dxa"/>
            <w:shd w:val="clear" w:color="auto" w:fill="998877"/>
          </w:tcPr>
          <w:p w14:paraId="63E48379" w14:textId="263FB059" w:rsidR="001F5B4D" w:rsidRPr="001F5B4D" w:rsidRDefault="001F5B4D" w:rsidP="001F5B4D">
            <w:r w:rsidRPr="001F5B4D">
              <w:t>Selectivity</w:t>
            </w:r>
          </w:p>
        </w:tc>
        <w:tc>
          <w:tcPr>
            <w:tcW w:w="4536" w:type="dxa"/>
            <w:gridSpan w:val="2"/>
          </w:tcPr>
          <w:p w14:paraId="50949AAA" w14:textId="745D1AEC" w:rsidR="001F5B4D" w:rsidRPr="001F5B4D" w:rsidRDefault="001F5B4D" w:rsidP="001F5B4D">
            <w:r w:rsidRPr="001F5B4D">
              <w:t>The maximum length of the species is 500cm. For tropical surface fisheries, the length overlap index with this species is 100.00%.</w:t>
            </w:r>
          </w:p>
        </w:tc>
        <w:tc>
          <w:tcPr>
            <w:tcW w:w="851" w:type="dxa"/>
          </w:tcPr>
          <w:p w14:paraId="6FFE4033" w14:textId="32DED2B6" w:rsidR="001F5B4D" w:rsidRPr="001F5B4D" w:rsidRDefault="001F5B4D" w:rsidP="001F5B4D">
            <w:r w:rsidRPr="001F5B4D">
              <w:t>3</w:t>
            </w:r>
          </w:p>
        </w:tc>
      </w:tr>
      <w:tr w:rsidR="001F5B4D" w:rsidRPr="001F5B4D" w14:paraId="17B28ECB" w14:textId="77777777" w:rsidTr="001F5B4D">
        <w:tblPrEx>
          <w:tblCellMar>
            <w:top w:w="0" w:type="dxa"/>
            <w:bottom w:w="0" w:type="dxa"/>
          </w:tblCellMar>
        </w:tblPrEx>
        <w:trPr>
          <w:cantSplit/>
        </w:trPr>
        <w:tc>
          <w:tcPr>
            <w:tcW w:w="2551" w:type="dxa"/>
            <w:shd w:val="clear" w:color="auto" w:fill="998877"/>
          </w:tcPr>
          <w:p w14:paraId="64345F06" w14:textId="29465713" w:rsidR="001F5B4D" w:rsidRPr="001F5B4D" w:rsidRDefault="001F5B4D" w:rsidP="001F5B4D">
            <w:r w:rsidRPr="001F5B4D">
              <w:t>Post capture mortality</w:t>
            </w:r>
          </w:p>
        </w:tc>
        <w:tc>
          <w:tcPr>
            <w:tcW w:w="4536" w:type="dxa"/>
            <w:gridSpan w:val="2"/>
            <w:tcBorders>
              <w:bottom w:val="single" w:sz="4" w:space="0" w:color="auto"/>
            </w:tcBorders>
          </w:tcPr>
          <w:p w14:paraId="482E50BB" w14:textId="0A874E45" w:rsidR="001F5B4D" w:rsidRPr="001F5B4D" w:rsidRDefault="001F5B4D" w:rsidP="001F5B4D">
            <w:r w:rsidRPr="001F5B4D">
              <w:t>No direct evidence of survival after capture.</w:t>
            </w:r>
          </w:p>
        </w:tc>
        <w:tc>
          <w:tcPr>
            <w:tcW w:w="851" w:type="dxa"/>
          </w:tcPr>
          <w:p w14:paraId="33DBF0D3" w14:textId="03D262CB" w:rsidR="001F5B4D" w:rsidRPr="001F5B4D" w:rsidRDefault="001F5B4D" w:rsidP="001F5B4D">
            <w:r w:rsidRPr="001F5B4D">
              <w:t>3</w:t>
            </w:r>
          </w:p>
        </w:tc>
      </w:tr>
      <w:tr w:rsidR="001F5B4D" w:rsidRPr="001F5B4D" w14:paraId="183A0001" w14:textId="77777777" w:rsidTr="001F5B4D">
        <w:tblPrEx>
          <w:tblCellMar>
            <w:top w:w="0" w:type="dxa"/>
            <w:bottom w:w="0" w:type="dxa"/>
          </w:tblCellMar>
        </w:tblPrEx>
        <w:trPr>
          <w:cantSplit/>
        </w:trPr>
        <w:tc>
          <w:tcPr>
            <w:tcW w:w="2551" w:type="dxa"/>
            <w:shd w:val="clear" w:color="auto" w:fill="998877"/>
          </w:tcPr>
          <w:p w14:paraId="381CC7CE" w14:textId="77777777" w:rsidR="001F5B4D" w:rsidRPr="001F5B4D" w:rsidRDefault="001F5B4D" w:rsidP="001F5B4D"/>
        </w:tc>
        <w:tc>
          <w:tcPr>
            <w:tcW w:w="4536" w:type="dxa"/>
            <w:gridSpan w:val="2"/>
            <w:tcBorders>
              <w:bottom w:val="single" w:sz="4" w:space="0" w:color="auto"/>
            </w:tcBorders>
            <w:shd w:val="clear" w:color="auto" w:fill="998877"/>
          </w:tcPr>
          <w:p w14:paraId="4329FD4E" w14:textId="3924C24A" w:rsidR="001F5B4D" w:rsidRPr="001F5B4D" w:rsidRDefault="001F5B4D" w:rsidP="001F5B4D">
            <w:r w:rsidRPr="001F5B4D">
              <w:t>Susceptibility score</w:t>
            </w:r>
          </w:p>
        </w:tc>
        <w:tc>
          <w:tcPr>
            <w:tcW w:w="851" w:type="dxa"/>
          </w:tcPr>
          <w:p w14:paraId="3CE78083" w14:textId="523E61BB" w:rsidR="001F5B4D" w:rsidRPr="001F5B4D" w:rsidRDefault="001F5B4D" w:rsidP="001F5B4D">
            <w:r w:rsidRPr="001F5B4D">
              <w:t>3.00</w:t>
            </w:r>
          </w:p>
        </w:tc>
      </w:tr>
      <w:tr w:rsidR="001F5B4D" w:rsidRPr="001F5B4D" w14:paraId="44E72703" w14:textId="77777777" w:rsidTr="001F5B4D">
        <w:tblPrEx>
          <w:tblCellMar>
            <w:top w:w="0" w:type="dxa"/>
            <w:bottom w:w="0" w:type="dxa"/>
          </w:tblCellMar>
        </w:tblPrEx>
        <w:trPr>
          <w:cantSplit/>
        </w:trPr>
        <w:tc>
          <w:tcPr>
            <w:tcW w:w="2551" w:type="dxa"/>
            <w:shd w:val="clear" w:color="auto" w:fill="998877"/>
          </w:tcPr>
          <w:p w14:paraId="041ED4BF" w14:textId="77777777" w:rsidR="001F5B4D" w:rsidRPr="001F5B4D" w:rsidRDefault="001F5B4D" w:rsidP="001F5B4D"/>
        </w:tc>
        <w:tc>
          <w:tcPr>
            <w:tcW w:w="4536" w:type="dxa"/>
            <w:gridSpan w:val="2"/>
            <w:shd w:val="clear" w:color="auto" w:fill="998877"/>
          </w:tcPr>
          <w:p w14:paraId="2DD46793" w14:textId="3E381C66" w:rsidR="001F5B4D" w:rsidRPr="001F5B4D" w:rsidRDefault="001F5B4D" w:rsidP="001F5B4D">
            <w:r w:rsidRPr="001F5B4D">
              <w:t>Vulnerability score</w:t>
            </w:r>
          </w:p>
        </w:tc>
        <w:tc>
          <w:tcPr>
            <w:tcW w:w="851" w:type="dxa"/>
          </w:tcPr>
          <w:p w14:paraId="4896311E" w14:textId="09A64A40" w:rsidR="001F5B4D" w:rsidRPr="001F5B4D" w:rsidRDefault="001F5B4D" w:rsidP="001F5B4D">
            <w:r w:rsidRPr="001F5B4D">
              <w:t>3.46</w:t>
            </w:r>
          </w:p>
        </w:tc>
      </w:tr>
    </w:tbl>
    <w:p w14:paraId="2D8FB8FD" w14:textId="4B7B40E2"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A09E222"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3" w:name="T_RRU" w:colFirst="0" w:colLast="0"/>
          <w:p w14:paraId="571CA4C0" w14:textId="4A02FD43" w:rsidR="001F5B4D" w:rsidRPr="001F5B4D" w:rsidRDefault="001F5B4D" w:rsidP="001F5B4D">
            <w:pPr>
              <w:rPr>
                <w:b/>
              </w:rPr>
            </w:pPr>
            <w:r w:rsidRPr="001F5B4D">
              <w:rPr>
                <w:b/>
              </w:rPr>
              <w:fldChar w:fldCharType="begin"/>
            </w:r>
            <w:r w:rsidRPr="001F5B4D">
              <w:rPr>
                <w:b/>
              </w:rPr>
              <w:instrText xml:space="preserve"> HYPERLINK  \l "S_RRU" \o "PSA Score" </w:instrText>
            </w:r>
            <w:r w:rsidRPr="001F5B4D">
              <w:rPr>
                <w:b/>
              </w:rPr>
            </w:r>
            <w:r w:rsidRPr="001F5B4D">
              <w:rPr>
                <w:b/>
              </w:rPr>
              <w:fldChar w:fldCharType="separate"/>
            </w:r>
            <w:r w:rsidRPr="001F5B4D">
              <w:rPr>
                <w:rStyle w:val="Hyperlink"/>
                <w:b/>
              </w:rPr>
              <w:t>Rainbow runner</w:t>
            </w:r>
            <w:r w:rsidRPr="001F5B4D">
              <w:rPr>
                <w:b/>
              </w:rPr>
              <w:fldChar w:fldCharType="end"/>
            </w:r>
          </w:p>
        </w:tc>
        <w:tc>
          <w:tcPr>
            <w:tcW w:w="3969" w:type="dxa"/>
            <w:gridSpan w:val="2"/>
            <w:tcBorders>
              <w:bottom w:val="single" w:sz="4" w:space="0" w:color="auto"/>
            </w:tcBorders>
            <w:shd w:val="clear" w:color="auto" w:fill="998877"/>
          </w:tcPr>
          <w:p w14:paraId="4DA33A8C" w14:textId="0DAF168E" w:rsidR="001F5B4D" w:rsidRPr="001F5B4D" w:rsidRDefault="001F5B4D" w:rsidP="001F5B4D">
            <w:pPr>
              <w:rPr>
                <w:b/>
                <w:i/>
              </w:rPr>
            </w:pPr>
            <w:r w:rsidRPr="001F5B4D">
              <w:rPr>
                <w:b/>
                <w:i/>
              </w:rPr>
              <w:t>Elagatis bipinnulata</w:t>
            </w:r>
          </w:p>
        </w:tc>
      </w:tr>
      <w:bookmarkEnd w:id="143"/>
      <w:tr w:rsidR="001F5B4D" w:rsidRPr="001F5B4D" w14:paraId="2A64495A" w14:textId="77777777" w:rsidTr="00057F2D">
        <w:tblPrEx>
          <w:tblCellMar>
            <w:top w:w="0" w:type="dxa"/>
            <w:bottom w:w="0" w:type="dxa"/>
          </w:tblCellMar>
        </w:tblPrEx>
        <w:trPr>
          <w:cantSplit/>
        </w:trPr>
        <w:tc>
          <w:tcPr>
            <w:tcW w:w="7938" w:type="dxa"/>
            <w:gridSpan w:val="4"/>
            <w:shd w:val="clear" w:color="auto" w:fill="998877"/>
          </w:tcPr>
          <w:p w14:paraId="6D09C1FF" w14:textId="27178C9B" w:rsidR="001F5B4D" w:rsidRPr="001F5B4D" w:rsidRDefault="001F5B4D" w:rsidP="001F5B4D">
            <w:pPr>
              <w:rPr>
                <w:b/>
              </w:rPr>
            </w:pPr>
            <w:r w:rsidRPr="001F5B4D">
              <w:rPr>
                <w:b/>
              </w:rPr>
              <w:t>Productivity</w:t>
            </w:r>
          </w:p>
        </w:tc>
      </w:tr>
      <w:tr w:rsidR="001F5B4D" w:rsidRPr="001F5B4D" w14:paraId="0BAECAC6" w14:textId="77777777" w:rsidTr="001F5B4D">
        <w:tblPrEx>
          <w:tblCellMar>
            <w:top w:w="0" w:type="dxa"/>
            <w:bottom w:w="0" w:type="dxa"/>
          </w:tblCellMar>
        </w:tblPrEx>
        <w:trPr>
          <w:cantSplit/>
        </w:trPr>
        <w:tc>
          <w:tcPr>
            <w:tcW w:w="2551" w:type="dxa"/>
            <w:shd w:val="clear" w:color="auto" w:fill="998877"/>
          </w:tcPr>
          <w:p w14:paraId="645EC2F5" w14:textId="4D79E342" w:rsidR="001F5B4D" w:rsidRPr="001F5B4D" w:rsidRDefault="001F5B4D" w:rsidP="001F5B4D">
            <w:r w:rsidRPr="001F5B4D">
              <w:t>Average age at maturity</w:t>
            </w:r>
          </w:p>
        </w:tc>
        <w:tc>
          <w:tcPr>
            <w:tcW w:w="4536" w:type="dxa"/>
            <w:gridSpan w:val="2"/>
          </w:tcPr>
          <w:p w14:paraId="226A12DD" w14:textId="581049B8" w:rsidR="001F5B4D" w:rsidRPr="001F5B4D" w:rsidRDefault="001F5B4D" w:rsidP="001F5B4D">
            <w:r w:rsidRPr="001F5B4D">
              <w:t>Species growth rate (K) is 0.354, which is higher than lowest risk K (0.183) for age at maturity.</w:t>
            </w:r>
          </w:p>
        </w:tc>
        <w:tc>
          <w:tcPr>
            <w:tcW w:w="851" w:type="dxa"/>
          </w:tcPr>
          <w:p w14:paraId="5A62644D" w14:textId="03E90385" w:rsidR="001F5B4D" w:rsidRPr="001F5B4D" w:rsidRDefault="001F5B4D" w:rsidP="001F5B4D">
            <w:r w:rsidRPr="001F5B4D">
              <w:t>1</w:t>
            </w:r>
          </w:p>
        </w:tc>
      </w:tr>
      <w:tr w:rsidR="001F5B4D" w:rsidRPr="001F5B4D" w14:paraId="64E1E7DD" w14:textId="77777777" w:rsidTr="001F5B4D">
        <w:tblPrEx>
          <w:tblCellMar>
            <w:top w:w="0" w:type="dxa"/>
            <w:bottom w:w="0" w:type="dxa"/>
          </w:tblCellMar>
        </w:tblPrEx>
        <w:trPr>
          <w:cantSplit/>
        </w:trPr>
        <w:tc>
          <w:tcPr>
            <w:tcW w:w="2551" w:type="dxa"/>
            <w:shd w:val="clear" w:color="auto" w:fill="998877"/>
          </w:tcPr>
          <w:p w14:paraId="4BA5B784" w14:textId="1D38B978" w:rsidR="001F5B4D" w:rsidRPr="001F5B4D" w:rsidRDefault="001F5B4D" w:rsidP="001F5B4D">
            <w:r w:rsidRPr="001F5B4D">
              <w:t>Average max age</w:t>
            </w:r>
          </w:p>
        </w:tc>
        <w:tc>
          <w:tcPr>
            <w:tcW w:w="4536" w:type="dxa"/>
            <w:gridSpan w:val="2"/>
          </w:tcPr>
          <w:p w14:paraId="2F7E1587" w14:textId="242FF442" w:rsidR="001F5B4D" w:rsidRPr="001F5B4D" w:rsidRDefault="001F5B4D" w:rsidP="001F5B4D">
            <w:r w:rsidRPr="001F5B4D">
              <w:t>Species growth rate (K) is 0.354, which is higher than lowest risk K (0.30) for maximum age.</w:t>
            </w:r>
          </w:p>
        </w:tc>
        <w:tc>
          <w:tcPr>
            <w:tcW w:w="851" w:type="dxa"/>
          </w:tcPr>
          <w:p w14:paraId="130C95F7" w14:textId="5EBA3C46" w:rsidR="001F5B4D" w:rsidRPr="001F5B4D" w:rsidRDefault="001F5B4D" w:rsidP="001F5B4D">
            <w:r w:rsidRPr="001F5B4D">
              <w:t>1</w:t>
            </w:r>
          </w:p>
        </w:tc>
      </w:tr>
      <w:tr w:rsidR="001F5B4D" w:rsidRPr="001F5B4D" w14:paraId="5D22F916" w14:textId="77777777" w:rsidTr="001F5B4D">
        <w:tblPrEx>
          <w:tblCellMar>
            <w:top w:w="0" w:type="dxa"/>
            <w:bottom w:w="0" w:type="dxa"/>
          </w:tblCellMar>
        </w:tblPrEx>
        <w:trPr>
          <w:cantSplit/>
        </w:trPr>
        <w:tc>
          <w:tcPr>
            <w:tcW w:w="2551" w:type="dxa"/>
            <w:shd w:val="clear" w:color="auto" w:fill="998877"/>
          </w:tcPr>
          <w:p w14:paraId="4988FFE5" w14:textId="29A74164" w:rsidR="001F5B4D" w:rsidRPr="001F5B4D" w:rsidRDefault="001F5B4D" w:rsidP="001F5B4D">
            <w:r w:rsidRPr="001F5B4D">
              <w:t>Fecundity</w:t>
            </w:r>
          </w:p>
        </w:tc>
        <w:tc>
          <w:tcPr>
            <w:tcW w:w="4536" w:type="dxa"/>
            <w:gridSpan w:val="2"/>
          </w:tcPr>
          <w:p w14:paraId="27CDE2A3" w14:textId="10846BC1" w:rsidR="001F5B4D" w:rsidRPr="001F5B4D" w:rsidRDefault="001F5B4D" w:rsidP="001F5B4D">
            <w:r w:rsidRPr="001F5B4D">
              <w:t>The score is based on the maximum risk score in the family Echeneidae , which included 1 species.</w:t>
            </w:r>
          </w:p>
        </w:tc>
        <w:tc>
          <w:tcPr>
            <w:tcW w:w="851" w:type="dxa"/>
          </w:tcPr>
          <w:p w14:paraId="207C5704" w14:textId="43267719" w:rsidR="001F5B4D" w:rsidRPr="001F5B4D" w:rsidRDefault="001F5B4D" w:rsidP="001F5B4D">
            <w:r w:rsidRPr="001F5B4D">
              <w:t>1</w:t>
            </w:r>
          </w:p>
        </w:tc>
      </w:tr>
      <w:tr w:rsidR="001F5B4D" w:rsidRPr="001F5B4D" w14:paraId="67C51180" w14:textId="77777777" w:rsidTr="001F5B4D">
        <w:tblPrEx>
          <w:tblCellMar>
            <w:top w:w="0" w:type="dxa"/>
            <w:bottom w:w="0" w:type="dxa"/>
          </w:tblCellMar>
        </w:tblPrEx>
        <w:trPr>
          <w:cantSplit/>
        </w:trPr>
        <w:tc>
          <w:tcPr>
            <w:tcW w:w="2551" w:type="dxa"/>
            <w:shd w:val="clear" w:color="auto" w:fill="998877"/>
          </w:tcPr>
          <w:p w14:paraId="21BAA985" w14:textId="35B3C576" w:rsidR="001F5B4D" w:rsidRPr="001F5B4D" w:rsidRDefault="001F5B4D" w:rsidP="001F5B4D">
            <w:r w:rsidRPr="001F5B4D">
              <w:t>Average max size</w:t>
            </w:r>
          </w:p>
        </w:tc>
        <w:tc>
          <w:tcPr>
            <w:tcW w:w="4536" w:type="dxa"/>
            <w:gridSpan w:val="2"/>
          </w:tcPr>
          <w:p w14:paraId="110615B5" w14:textId="4CAB0F5E" w:rsidR="001F5B4D" w:rsidRPr="001F5B4D" w:rsidRDefault="001F5B4D" w:rsidP="001F5B4D">
            <w:r w:rsidRPr="001F5B4D">
              <w:t>Species maximum length is 180, which is in the medium risk range (100-300cm).</w:t>
            </w:r>
          </w:p>
        </w:tc>
        <w:tc>
          <w:tcPr>
            <w:tcW w:w="851" w:type="dxa"/>
          </w:tcPr>
          <w:p w14:paraId="317B71AF" w14:textId="59795846" w:rsidR="001F5B4D" w:rsidRPr="001F5B4D" w:rsidRDefault="001F5B4D" w:rsidP="001F5B4D">
            <w:r w:rsidRPr="001F5B4D">
              <w:t>2</w:t>
            </w:r>
          </w:p>
        </w:tc>
      </w:tr>
      <w:tr w:rsidR="001F5B4D" w:rsidRPr="001F5B4D" w14:paraId="338700CF" w14:textId="77777777" w:rsidTr="001F5B4D">
        <w:tblPrEx>
          <w:tblCellMar>
            <w:top w:w="0" w:type="dxa"/>
            <w:bottom w:w="0" w:type="dxa"/>
          </w:tblCellMar>
        </w:tblPrEx>
        <w:trPr>
          <w:cantSplit/>
        </w:trPr>
        <w:tc>
          <w:tcPr>
            <w:tcW w:w="2551" w:type="dxa"/>
            <w:shd w:val="clear" w:color="auto" w:fill="998877"/>
          </w:tcPr>
          <w:p w14:paraId="0E3D4DEB" w14:textId="1F3C4814" w:rsidR="001F5B4D" w:rsidRPr="001F5B4D" w:rsidRDefault="001F5B4D" w:rsidP="001F5B4D">
            <w:r w:rsidRPr="001F5B4D">
              <w:t>Average size at maturity</w:t>
            </w:r>
          </w:p>
        </w:tc>
        <w:tc>
          <w:tcPr>
            <w:tcW w:w="4536" w:type="dxa"/>
            <w:gridSpan w:val="2"/>
          </w:tcPr>
          <w:p w14:paraId="60E2F1DB" w14:textId="66A5E827" w:rsidR="001F5B4D" w:rsidRPr="001F5B4D" w:rsidRDefault="001F5B4D" w:rsidP="001F5B4D">
            <w:r w:rsidRPr="001F5B4D">
              <w:t>Species length at maturity is 65, which is in the medium risk range (40-200cm).</w:t>
            </w:r>
          </w:p>
        </w:tc>
        <w:tc>
          <w:tcPr>
            <w:tcW w:w="851" w:type="dxa"/>
          </w:tcPr>
          <w:p w14:paraId="7D655551" w14:textId="05C8058D" w:rsidR="001F5B4D" w:rsidRPr="001F5B4D" w:rsidRDefault="001F5B4D" w:rsidP="001F5B4D">
            <w:r w:rsidRPr="001F5B4D">
              <w:t>2</w:t>
            </w:r>
          </w:p>
        </w:tc>
      </w:tr>
      <w:tr w:rsidR="001F5B4D" w:rsidRPr="001F5B4D" w14:paraId="2F00F552" w14:textId="77777777" w:rsidTr="001F5B4D">
        <w:tblPrEx>
          <w:tblCellMar>
            <w:top w:w="0" w:type="dxa"/>
            <w:bottom w:w="0" w:type="dxa"/>
          </w:tblCellMar>
        </w:tblPrEx>
        <w:trPr>
          <w:cantSplit/>
        </w:trPr>
        <w:tc>
          <w:tcPr>
            <w:tcW w:w="2551" w:type="dxa"/>
            <w:shd w:val="clear" w:color="auto" w:fill="998877"/>
          </w:tcPr>
          <w:p w14:paraId="5D36CCC1" w14:textId="65899C7B" w:rsidR="001F5B4D" w:rsidRPr="001F5B4D" w:rsidRDefault="001F5B4D" w:rsidP="001F5B4D">
            <w:r w:rsidRPr="001F5B4D">
              <w:t>Reproductive strategy</w:t>
            </w:r>
          </w:p>
        </w:tc>
        <w:tc>
          <w:tcPr>
            <w:tcW w:w="4536" w:type="dxa"/>
            <w:gridSpan w:val="2"/>
          </w:tcPr>
          <w:p w14:paraId="1A59F3DD" w14:textId="6B45059B" w:rsidR="001F5B4D" w:rsidRPr="001F5B4D" w:rsidRDefault="001F5B4D" w:rsidP="001F5B4D">
            <w:r w:rsidRPr="001F5B4D">
              <w:t>Species reproductive strategy is broadcast spawner, which is low risk.</w:t>
            </w:r>
          </w:p>
        </w:tc>
        <w:tc>
          <w:tcPr>
            <w:tcW w:w="851" w:type="dxa"/>
          </w:tcPr>
          <w:p w14:paraId="07ED2068" w14:textId="51F4ECDD" w:rsidR="001F5B4D" w:rsidRPr="001F5B4D" w:rsidRDefault="001F5B4D" w:rsidP="001F5B4D">
            <w:r w:rsidRPr="001F5B4D">
              <w:t>1</w:t>
            </w:r>
          </w:p>
        </w:tc>
      </w:tr>
      <w:tr w:rsidR="001F5B4D" w:rsidRPr="001F5B4D" w14:paraId="0253BDFE" w14:textId="77777777" w:rsidTr="001F5B4D">
        <w:tblPrEx>
          <w:tblCellMar>
            <w:top w:w="0" w:type="dxa"/>
            <w:bottom w:w="0" w:type="dxa"/>
          </w:tblCellMar>
        </w:tblPrEx>
        <w:trPr>
          <w:cantSplit/>
        </w:trPr>
        <w:tc>
          <w:tcPr>
            <w:tcW w:w="2551" w:type="dxa"/>
            <w:shd w:val="clear" w:color="auto" w:fill="998877"/>
          </w:tcPr>
          <w:p w14:paraId="52D025D3" w14:textId="3C2FC74E" w:rsidR="001F5B4D" w:rsidRPr="001F5B4D" w:rsidRDefault="001F5B4D" w:rsidP="001F5B4D">
            <w:r w:rsidRPr="001F5B4D">
              <w:t>Trophic level</w:t>
            </w:r>
          </w:p>
        </w:tc>
        <w:tc>
          <w:tcPr>
            <w:tcW w:w="4536" w:type="dxa"/>
            <w:gridSpan w:val="2"/>
            <w:tcBorders>
              <w:bottom w:val="single" w:sz="4" w:space="0" w:color="auto"/>
            </w:tcBorders>
          </w:tcPr>
          <w:p w14:paraId="16480418" w14:textId="0FFDE031" w:rsidR="001F5B4D" w:rsidRPr="001F5B4D" w:rsidRDefault="001F5B4D" w:rsidP="001F5B4D">
            <w:r w:rsidRPr="001F5B4D">
              <w:t>Species trophic level is 4.3, which is higher than the highest risk value (3.25).</w:t>
            </w:r>
          </w:p>
        </w:tc>
        <w:tc>
          <w:tcPr>
            <w:tcW w:w="851" w:type="dxa"/>
          </w:tcPr>
          <w:p w14:paraId="63D1CA88" w14:textId="198E7E03" w:rsidR="001F5B4D" w:rsidRPr="001F5B4D" w:rsidRDefault="001F5B4D" w:rsidP="001F5B4D">
            <w:r w:rsidRPr="001F5B4D">
              <w:t>3</w:t>
            </w:r>
          </w:p>
        </w:tc>
      </w:tr>
      <w:tr w:rsidR="001F5B4D" w:rsidRPr="001F5B4D" w14:paraId="2E3E24AE"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61AC730B" w14:textId="77777777" w:rsidR="001F5B4D" w:rsidRPr="001F5B4D" w:rsidRDefault="001F5B4D" w:rsidP="001F5B4D"/>
        </w:tc>
        <w:tc>
          <w:tcPr>
            <w:tcW w:w="4536" w:type="dxa"/>
            <w:gridSpan w:val="2"/>
            <w:tcBorders>
              <w:bottom w:val="single" w:sz="4" w:space="0" w:color="auto"/>
            </w:tcBorders>
            <w:shd w:val="clear" w:color="auto" w:fill="998877"/>
          </w:tcPr>
          <w:p w14:paraId="2FC64890" w14:textId="0A84F423" w:rsidR="001F5B4D" w:rsidRPr="001F5B4D" w:rsidRDefault="001F5B4D" w:rsidP="001F5B4D">
            <w:r w:rsidRPr="001F5B4D">
              <w:t>Productivity score</w:t>
            </w:r>
          </w:p>
        </w:tc>
        <w:tc>
          <w:tcPr>
            <w:tcW w:w="851" w:type="dxa"/>
            <w:tcBorders>
              <w:bottom w:val="single" w:sz="4" w:space="0" w:color="auto"/>
            </w:tcBorders>
          </w:tcPr>
          <w:p w14:paraId="64DA8571" w14:textId="29969B4A" w:rsidR="001F5B4D" w:rsidRPr="001F5B4D" w:rsidRDefault="001F5B4D" w:rsidP="001F5B4D">
            <w:r w:rsidRPr="001F5B4D">
              <w:t>1.57</w:t>
            </w:r>
          </w:p>
        </w:tc>
      </w:tr>
      <w:tr w:rsidR="001F5B4D" w:rsidRPr="001F5B4D" w14:paraId="266B52FA" w14:textId="77777777" w:rsidTr="001C640B">
        <w:tblPrEx>
          <w:tblCellMar>
            <w:top w:w="0" w:type="dxa"/>
            <w:bottom w:w="0" w:type="dxa"/>
          </w:tblCellMar>
        </w:tblPrEx>
        <w:trPr>
          <w:cantSplit/>
        </w:trPr>
        <w:tc>
          <w:tcPr>
            <w:tcW w:w="7938" w:type="dxa"/>
            <w:gridSpan w:val="4"/>
            <w:shd w:val="clear" w:color="auto" w:fill="998877"/>
          </w:tcPr>
          <w:p w14:paraId="2376FA41" w14:textId="3588C202" w:rsidR="001F5B4D" w:rsidRPr="001F5B4D" w:rsidRDefault="001F5B4D" w:rsidP="001F5B4D">
            <w:pPr>
              <w:rPr>
                <w:b/>
              </w:rPr>
            </w:pPr>
            <w:r w:rsidRPr="001F5B4D">
              <w:rPr>
                <w:b/>
              </w:rPr>
              <w:t>Susceptibility</w:t>
            </w:r>
          </w:p>
        </w:tc>
      </w:tr>
      <w:tr w:rsidR="001F5B4D" w:rsidRPr="001F5B4D" w14:paraId="39798F93" w14:textId="77777777" w:rsidTr="001F5B4D">
        <w:tblPrEx>
          <w:tblCellMar>
            <w:top w:w="0" w:type="dxa"/>
            <w:bottom w:w="0" w:type="dxa"/>
          </w:tblCellMar>
        </w:tblPrEx>
        <w:trPr>
          <w:cantSplit/>
        </w:trPr>
        <w:tc>
          <w:tcPr>
            <w:tcW w:w="2551" w:type="dxa"/>
            <w:shd w:val="clear" w:color="auto" w:fill="998877"/>
          </w:tcPr>
          <w:p w14:paraId="7E5AFF9B" w14:textId="5A878D88" w:rsidR="001F5B4D" w:rsidRPr="001F5B4D" w:rsidRDefault="001F5B4D" w:rsidP="001F5B4D">
            <w:r w:rsidRPr="001F5B4D">
              <w:t>Areal overlap (availability)</w:t>
            </w:r>
          </w:p>
        </w:tc>
        <w:tc>
          <w:tcPr>
            <w:tcW w:w="4536" w:type="dxa"/>
            <w:gridSpan w:val="2"/>
          </w:tcPr>
          <w:p w14:paraId="040CE5C2" w14:textId="1D4D8D33" w:rsidR="001F5B4D" w:rsidRPr="001F5B4D" w:rsidRDefault="001F5B4D" w:rsidP="001F5B4D">
            <w:r w:rsidRPr="001F5B4D">
              <w:t>Worldwide coastal distribution, mainly coastal</w:t>
            </w:r>
          </w:p>
        </w:tc>
        <w:tc>
          <w:tcPr>
            <w:tcW w:w="851" w:type="dxa"/>
          </w:tcPr>
          <w:p w14:paraId="7DD6EE1B" w14:textId="432E9B7E" w:rsidR="001F5B4D" w:rsidRPr="001F5B4D" w:rsidRDefault="001F5B4D" w:rsidP="001F5B4D">
            <w:r w:rsidRPr="001F5B4D">
              <w:t>1</w:t>
            </w:r>
          </w:p>
        </w:tc>
      </w:tr>
      <w:tr w:rsidR="001F5B4D" w:rsidRPr="001F5B4D" w14:paraId="296EEDF0" w14:textId="77777777" w:rsidTr="001F5B4D">
        <w:tblPrEx>
          <w:tblCellMar>
            <w:top w:w="0" w:type="dxa"/>
            <w:bottom w:w="0" w:type="dxa"/>
          </w:tblCellMar>
        </w:tblPrEx>
        <w:trPr>
          <w:cantSplit/>
        </w:trPr>
        <w:tc>
          <w:tcPr>
            <w:tcW w:w="2551" w:type="dxa"/>
            <w:shd w:val="clear" w:color="auto" w:fill="998877"/>
          </w:tcPr>
          <w:p w14:paraId="0785C75C" w14:textId="6E1012ED" w:rsidR="001F5B4D" w:rsidRPr="001F5B4D" w:rsidRDefault="001F5B4D" w:rsidP="001F5B4D">
            <w:r w:rsidRPr="001F5B4D">
              <w:t>Encounterability</w:t>
            </w:r>
          </w:p>
        </w:tc>
        <w:tc>
          <w:tcPr>
            <w:tcW w:w="4536" w:type="dxa"/>
            <w:gridSpan w:val="2"/>
          </w:tcPr>
          <w:p w14:paraId="323DB671" w14:textId="79B30C59" w:rsidR="001F5B4D" w:rsidRPr="001F5B4D" w:rsidRDefault="001F5B4D" w:rsidP="001F5B4D">
            <w:r w:rsidRPr="001F5B4D">
              <w:t>The depth range of the species is 2-10m. For surface gears, the vertical overlap index with this species is 100.00%. This species is reef associated.</w:t>
            </w:r>
          </w:p>
        </w:tc>
        <w:tc>
          <w:tcPr>
            <w:tcW w:w="851" w:type="dxa"/>
          </w:tcPr>
          <w:p w14:paraId="048CD25D" w14:textId="64EDB514" w:rsidR="001F5B4D" w:rsidRPr="001F5B4D" w:rsidRDefault="001F5B4D" w:rsidP="001F5B4D">
            <w:r w:rsidRPr="001F5B4D">
              <w:t>2</w:t>
            </w:r>
          </w:p>
        </w:tc>
      </w:tr>
      <w:tr w:rsidR="001F5B4D" w:rsidRPr="001F5B4D" w14:paraId="62E189CB" w14:textId="77777777" w:rsidTr="001F5B4D">
        <w:tblPrEx>
          <w:tblCellMar>
            <w:top w:w="0" w:type="dxa"/>
            <w:bottom w:w="0" w:type="dxa"/>
          </w:tblCellMar>
        </w:tblPrEx>
        <w:trPr>
          <w:cantSplit/>
        </w:trPr>
        <w:tc>
          <w:tcPr>
            <w:tcW w:w="2551" w:type="dxa"/>
            <w:shd w:val="clear" w:color="auto" w:fill="998877"/>
          </w:tcPr>
          <w:p w14:paraId="1FAAD3DA" w14:textId="0E48BF1F" w:rsidR="001F5B4D" w:rsidRPr="001F5B4D" w:rsidRDefault="001F5B4D" w:rsidP="001F5B4D">
            <w:r w:rsidRPr="001F5B4D">
              <w:t>Selectivity</w:t>
            </w:r>
          </w:p>
        </w:tc>
        <w:tc>
          <w:tcPr>
            <w:tcW w:w="4536" w:type="dxa"/>
            <w:gridSpan w:val="2"/>
          </w:tcPr>
          <w:p w14:paraId="778E067E" w14:textId="17D8CF99" w:rsidR="001F5B4D" w:rsidRPr="001F5B4D" w:rsidRDefault="001F5B4D" w:rsidP="001F5B4D">
            <w:r w:rsidRPr="001F5B4D">
              <w:t>The maximum length of the species is 180cm. For tropical surface fisheries, the length overlap index with this species is 100.00%.</w:t>
            </w:r>
          </w:p>
        </w:tc>
        <w:tc>
          <w:tcPr>
            <w:tcW w:w="851" w:type="dxa"/>
          </w:tcPr>
          <w:p w14:paraId="1E9C07BC" w14:textId="73A0D10F" w:rsidR="001F5B4D" w:rsidRPr="001F5B4D" w:rsidRDefault="001F5B4D" w:rsidP="001F5B4D">
            <w:r w:rsidRPr="001F5B4D">
              <w:t>3</w:t>
            </w:r>
          </w:p>
        </w:tc>
      </w:tr>
      <w:tr w:rsidR="001F5B4D" w:rsidRPr="001F5B4D" w14:paraId="102E7A94" w14:textId="77777777" w:rsidTr="001F5B4D">
        <w:tblPrEx>
          <w:tblCellMar>
            <w:top w:w="0" w:type="dxa"/>
            <w:bottom w:w="0" w:type="dxa"/>
          </w:tblCellMar>
        </w:tblPrEx>
        <w:trPr>
          <w:cantSplit/>
        </w:trPr>
        <w:tc>
          <w:tcPr>
            <w:tcW w:w="2551" w:type="dxa"/>
            <w:shd w:val="clear" w:color="auto" w:fill="998877"/>
          </w:tcPr>
          <w:p w14:paraId="01700A11" w14:textId="7B811A4A" w:rsidR="001F5B4D" w:rsidRPr="001F5B4D" w:rsidRDefault="001F5B4D" w:rsidP="001F5B4D">
            <w:r w:rsidRPr="001F5B4D">
              <w:t>Post capture mortality</w:t>
            </w:r>
          </w:p>
        </w:tc>
        <w:tc>
          <w:tcPr>
            <w:tcW w:w="4536" w:type="dxa"/>
            <w:gridSpan w:val="2"/>
            <w:tcBorders>
              <w:bottom w:val="single" w:sz="4" w:space="0" w:color="auto"/>
            </w:tcBorders>
          </w:tcPr>
          <w:p w14:paraId="423ECF12" w14:textId="22DA942D" w:rsidR="001F5B4D" w:rsidRPr="001F5B4D" w:rsidRDefault="001F5B4D" w:rsidP="001F5B4D">
            <w:r w:rsidRPr="001F5B4D">
              <w:t>No direct evidence of survival after capture.</w:t>
            </w:r>
          </w:p>
        </w:tc>
        <w:tc>
          <w:tcPr>
            <w:tcW w:w="851" w:type="dxa"/>
          </w:tcPr>
          <w:p w14:paraId="7E9AB569" w14:textId="36734F9A" w:rsidR="001F5B4D" w:rsidRPr="001F5B4D" w:rsidRDefault="001F5B4D" w:rsidP="001F5B4D">
            <w:r w:rsidRPr="001F5B4D">
              <w:t>3</w:t>
            </w:r>
          </w:p>
        </w:tc>
      </w:tr>
      <w:tr w:rsidR="001F5B4D" w:rsidRPr="001F5B4D" w14:paraId="4BB0F31C" w14:textId="77777777" w:rsidTr="001F5B4D">
        <w:tblPrEx>
          <w:tblCellMar>
            <w:top w:w="0" w:type="dxa"/>
            <w:bottom w:w="0" w:type="dxa"/>
          </w:tblCellMar>
        </w:tblPrEx>
        <w:trPr>
          <w:cantSplit/>
        </w:trPr>
        <w:tc>
          <w:tcPr>
            <w:tcW w:w="2551" w:type="dxa"/>
            <w:shd w:val="clear" w:color="auto" w:fill="998877"/>
          </w:tcPr>
          <w:p w14:paraId="622135F0" w14:textId="77777777" w:rsidR="001F5B4D" w:rsidRPr="001F5B4D" w:rsidRDefault="001F5B4D" w:rsidP="001F5B4D"/>
        </w:tc>
        <w:tc>
          <w:tcPr>
            <w:tcW w:w="4536" w:type="dxa"/>
            <w:gridSpan w:val="2"/>
            <w:tcBorders>
              <w:bottom w:val="single" w:sz="4" w:space="0" w:color="auto"/>
            </w:tcBorders>
            <w:shd w:val="clear" w:color="auto" w:fill="998877"/>
          </w:tcPr>
          <w:p w14:paraId="2F1F1E8A" w14:textId="00C184D7" w:rsidR="001F5B4D" w:rsidRPr="001F5B4D" w:rsidRDefault="001F5B4D" w:rsidP="001F5B4D">
            <w:r w:rsidRPr="001F5B4D">
              <w:t>Susceptibility score</w:t>
            </w:r>
          </w:p>
        </w:tc>
        <w:tc>
          <w:tcPr>
            <w:tcW w:w="851" w:type="dxa"/>
          </w:tcPr>
          <w:p w14:paraId="57E3729E" w14:textId="1B11E0EF" w:rsidR="001F5B4D" w:rsidRPr="001F5B4D" w:rsidRDefault="001F5B4D" w:rsidP="001F5B4D">
            <w:r w:rsidRPr="001F5B4D">
              <w:t>1.43</w:t>
            </w:r>
          </w:p>
        </w:tc>
      </w:tr>
      <w:tr w:rsidR="001F5B4D" w:rsidRPr="001F5B4D" w14:paraId="40ADD4B9" w14:textId="77777777" w:rsidTr="001F5B4D">
        <w:tblPrEx>
          <w:tblCellMar>
            <w:top w:w="0" w:type="dxa"/>
            <w:bottom w:w="0" w:type="dxa"/>
          </w:tblCellMar>
        </w:tblPrEx>
        <w:trPr>
          <w:cantSplit/>
        </w:trPr>
        <w:tc>
          <w:tcPr>
            <w:tcW w:w="2551" w:type="dxa"/>
            <w:shd w:val="clear" w:color="auto" w:fill="998877"/>
          </w:tcPr>
          <w:p w14:paraId="5E6B5F99" w14:textId="77777777" w:rsidR="001F5B4D" w:rsidRPr="001F5B4D" w:rsidRDefault="001F5B4D" w:rsidP="001F5B4D"/>
        </w:tc>
        <w:tc>
          <w:tcPr>
            <w:tcW w:w="4536" w:type="dxa"/>
            <w:gridSpan w:val="2"/>
            <w:shd w:val="clear" w:color="auto" w:fill="998877"/>
          </w:tcPr>
          <w:p w14:paraId="583F5609" w14:textId="17EEE67A" w:rsidR="001F5B4D" w:rsidRPr="001F5B4D" w:rsidRDefault="001F5B4D" w:rsidP="001F5B4D">
            <w:r w:rsidRPr="001F5B4D">
              <w:t>Vulnerability score</w:t>
            </w:r>
          </w:p>
        </w:tc>
        <w:tc>
          <w:tcPr>
            <w:tcW w:w="851" w:type="dxa"/>
          </w:tcPr>
          <w:p w14:paraId="10D46EDD" w14:textId="430C9765" w:rsidR="001F5B4D" w:rsidRPr="001F5B4D" w:rsidRDefault="001F5B4D" w:rsidP="001F5B4D">
            <w:r w:rsidRPr="001F5B4D">
              <w:t>2.12</w:t>
            </w:r>
          </w:p>
        </w:tc>
      </w:tr>
    </w:tbl>
    <w:p w14:paraId="5274EA74" w14:textId="5518E14F"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5FF24D54"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4" w:name="T_BFT" w:colFirst="0" w:colLast="0"/>
          <w:p w14:paraId="3A9EA57C" w14:textId="6DC4282E" w:rsidR="001F5B4D" w:rsidRPr="001F5B4D" w:rsidRDefault="001F5B4D" w:rsidP="001F5B4D">
            <w:pPr>
              <w:rPr>
                <w:b/>
              </w:rPr>
            </w:pPr>
            <w:r w:rsidRPr="001F5B4D">
              <w:rPr>
                <w:b/>
              </w:rPr>
              <w:fldChar w:fldCharType="begin"/>
            </w:r>
            <w:r w:rsidRPr="001F5B4D">
              <w:rPr>
                <w:b/>
              </w:rPr>
              <w:instrText xml:space="preserve"> HYPERLINK  \l "S_BFT" \o "PSA Score" </w:instrText>
            </w:r>
            <w:r w:rsidRPr="001F5B4D">
              <w:rPr>
                <w:b/>
              </w:rPr>
            </w:r>
            <w:r w:rsidRPr="001F5B4D">
              <w:rPr>
                <w:b/>
              </w:rPr>
              <w:fldChar w:fldCharType="separate"/>
            </w:r>
            <w:r w:rsidRPr="001F5B4D">
              <w:rPr>
                <w:rStyle w:val="Hyperlink"/>
                <w:b/>
              </w:rPr>
              <w:t>Atlantic bluefin tuna</w:t>
            </w:r>
            <w:r w:rsidRPr="001F5B4D">
              <w:rPr>
                <w:b/>
              </w:rPr>
              <w:fldChar w:fldCharType="end"/>
            </w:r>
          </w:p>
        </w:tc>
        <w:tc>
          <w:tcPr>
            <w:tcW w:w="3969" w:type="dxa"/>
            <w:gridSpan w:val="2"/>
            <w:tcBorders>
              <w:bottom w:val="single" w:sz="4" w:space="0" w:color="auto"/>
            </w:tcBorders>
            <w:shd w:val="clear" w:color="auto" w:fill="998877"/>
          </w:tcPr>
          <w:p w14:paraId="05030563" w14:textId="61AA54FF" w:rsidR="001F5B4D" w:rsidRPr="001F5B4D" w:rsidRDefault="001F5B4D" w:rsidP="001F5B4D">
            <w:pPr>
              <w:rPr>
                <w:b/>
                <w:i/>
              </w:rPr>
            </w:pPr>
            <w:r w:rsidRPr="001F5B4D">
              <w:rPr>
                <w:b/>
                <w:i/>
              </w:rPr>
              <w:t>Thunnus  thynnus</w:t>
            </w:r>
          </w:p>
        </w:tc>
      </w:tr>
      <w:bookmarkEnd w:id="144"/>
      <w:tr w:rsidR="001F5B4D" w:rsidRPr="001F5B4D" w14:paraId="0E46221F" w14:textId="77777777" w:rsidTr="002D7C1C">
        <w:tblPrEx>
          <w:tblCellMar>
            <w:top w:w="0" w:type="dxa"/>
            <w:bottom w:w="0" w:type="dxa"/>
          </w:tblCellMar>
        </w:tblPrEx>
        <w:trPr>
          <w:cantSplit/>
        </w:trPr>
        <w:tc>
          <w:tcPr>
            <w:tcW w:w="7938" w:type="dxa"/>
            <w:gridSpan w:val="4"/>
            <w:shd w:val="clear" w:color="auto" w:fill="998877"/>
          </w:tcPr>
          <w:p w14:paraId="2289747A" w14:textId="0FB48919" w:rsidR="001F5B4D" w:rsidRPr="001F5B4D" w:rsidRDefault="001F5B4D" w:rsidP="001F5B4D">
            <w:pPr>
              <w:rPr>
                <w:b/>
              </w:rPr>
            </w:pPr>
            <w:r w:rsidRPr="001F5B4D">
              <w:rPr>
                <w:b/>
              </w:rPr>
              <w:t>Productivity</w:t>
            </w:r>
          </w:p>
        </w:tc>
      </w:tr>
      <w:tr w:rsidR="001F5B4D" w:rsidRPr="001F5B4D" w14:paraId="4B596CAF" w14:textId="77777777" w:rsidTr="001F5B4D">
        <w:tblPrEx>
          <w:tblCellMar>
            <w:top w:w="0" w:type="dxa"/>
            <w:bottom w:w="0" w:type="dxa"/>
          </w:tblCellMar>
        </w:tblPrEx>
        <w:trPr>
          <w:cantSplit/>
        </w:trPr>
        <w:tc>
          <w:tcPr>
            <w:tcW w:w="2551" w:type="dxa"/>
            <w:shd w:val="clear" w:color="auto" w:fill="998877"/>
          </w:tcPr>
          <w:p w14:paraId="3397C2C6" w14:textId="1BFC3B75" w:rsidR="001F5B4D" w:rsidRPr="001F5B4D" w:rsidRDefault="001F5B4D" w:rsidP="001F5B4D">
            <w:r w:rsidRPr="001F5B4D">
              <w:t>Average age at maturity</w:t>
            </w:r>
          </w:p>
        </w:tc>
        <w:tc>
          <w:tcPr>
            <w:tcW w:w="4536" w:type="dxa"/>
            <w:gridSpan w:val="2"/>
          </w:tcPr>
          <w:p w14:paraId="6017F2A8" w14:textId="3681B3E6" w:rsidR="001F5B4D" w:rsidRPr="001F5B4D" w:rsidRDefault="001F5B4D" w:rsidP="001F5B4D">
            <w:r w:rsidRPr="001F5B4D">
              <w:t>Species growth rate (K) is 0.100, which is in the medium risk K range (0.061-0.183) for age at maturity.</w:t>
            </w:r>
          </w:p>
        </w:tc>
        <w:tc>
          <w:tcPr>
            <w:tcW w:w="851" w:type="dxa"/>
          </w:tcPr>
          <w:p w14:paraId="11C4F0E0" w14:textId="28DF4178" w:rsidR="001F5B4D" w:rsidRPr="001F5B4D" w:rsidRDefault="001F5B4D" w:rsidP="001F5B4D">
            <w:r w:rsidRPr="001F5B4D">
              <w:t>2</w:t>
            </w:r>
          </w:p>
        </w:tc>
      </w:tr>
      <w:tr w:rsidR="001F5B4D" w:rsidRPr="001F5B4D" w14:paraId="4824B774" w14:textId="77777777" w:rsidTr="001F5B4D">
        <w:tblPrEx>
          <w:tblCellMar>
            <w:top w:w="0" w:type="dxa"/>
            <w:bottom w:w="0" w:type="dxa"/>
          </w:tblCellMar>
        </w:tblPrEx>
        <w:trPr>
          <w:cantSplit/>
        </w:trPr>
        <w:tc>
          <w:tcPr>
            <w:tcW w:w="2551" w:type="dxa"/>
            <w:shd w:val="clear" w:color="auto" w:fill="998877"/>
          </w:tcPr>
          <w:p w14:paraId="40AB4EF7" w14:textId="17DF53F1" w:rsidR="001F5B4D" w:rsidRPr="001F5B4D" w:rsidRDefault="001F5B4D" w:rsidP="001F5B4D">
            <w:r w:rsidRPr="001F5B4D">
              <w:t>Average max age</w:t>
            </w:r>
          </w:p>
        </w:tc>
        <w:tc>
          <w:tcPr>
            <w:tcW w:w="4536" w:type="dxa"/>
            <w:gridSpan w:val="2"/>
          </w:tcPr>
          <w:p w14:paraId="070127F6" w14:textId="6DA3F2A1" w:rsidR="001F5B4D" w:rsidRPr="001F5B4D" w:rsidRDefault="001F5B4D" w:rsidP="001F5B4D">
            <w:r w:rsidRPr="001F5B4D">
              <w:t>Species growth rate (K) is 0.100, which is lower than highest risk K (0.12) for maximum age.</w:t>
            </w:r>
          </w:p>
        </w:tc>
        <w:tc>
          <w:tcPr>
            <w:tcW w:w="851" w:type="dxa"/>
          </w:tcPr>
          <w:p w14:paraId="5266ADC1" w14:textId="459FFF87" w:rsidR="001F5B4D" w:rsidRPr="001F5B4D" w:rsidRDefault="001F5B4D" w:rsidP="001F5B4D">
            <w:r w:rsidRPr="001F5B4D">
              <w:t>3</w:t>
            </w:r>
          </w:p>
        </w:tc>
      </w:tr>
      <w:tr w:rsidR="001F5B4D" w:rsidRPr="001F5B4D" w14:paraId="7221598F" w14:textId="77777777" w:rsidTr="001F5B4D">
        <w:tblPrEx>
          <w:tblCellMar>
            <w:top w:w="0" w:type="dxa"/>
            <w:bottom w:w="0" w:type="dxa"/>
          </w:tblCellMar>
        </w:tblPrEx>
        <w:trPr>
          <w:cantSplit/>
        </w:trPr>
        <w:tc>
          <w:tcPr>
            <w:tcW w:w="2551" w:type="dxa"/>
            <w:shd w:val="clear" w:color="auto" w:fill="998877"/>
          </w:tcPr>
          <w:p w14:paraId="439EBE06" w14:textId="261AAD65" w:rsidR="001F5B4D" w:rsidRPr="001F5B4D" w:rsidRDefault="001F5B4D" w:rsidP="001F5B4D">
            <w:r w:rsidRPr="001F5B4D">
              <w:t>Fecundity</w:t>
            </w:r>
          </w:p>
        </w:tc>
        <w:tc>
          <w:tcPr>
            <w:tcW w:w="4536" w:type="dxa"/>
            <w:gridSpan w:val="2"/>
          </w:tcPr>
          <w:p w14:paraId="3BECC0B3" w14:textId="687ABCE0" w:rsidR="001F5B4D" w:rsidRPr="001F5B4D" w:rsidRDefault="001F5B4D" w:rsidP="001F5B4D">
            <w:r w:rsidRPr="001F5B4D">
              <w:t>Species fecundity is 34833333 eggs/year, which is higher than the lowest risk value (20000).</w:t>
            </w:r>
          </w:p>
        </w:tc>
        <w:tc>
          <w:tcPr>
            <w:tcW w:w="851" w:type="dxa"/>
          </w:tcPr>
          <w:p w14:paraId="04A968AD" w14:textId="47ACDEA0" w:rsidR="001F5B4D" w:rsidRPr="001F5B4D" w:rsidRDefault="001F5B4D" w:rsidP="001F5B4D">
            <w:r w:rsidRPr="001F5B4D">
              <w:t>1</w:t>
            </w:r>
          </w:p>
        </w:tc>
      </w:tr>
      <w:tr w:rsidR="001F5B4D" w:rsidRPr="001F5B4D" w14:paraId="0EF48DA9" w14:textId="77777777" w:rsidTr="001F5B4D">
        <w:tblPrEx>
          <w:tblCellMar>
            <w:top w:w="0" w:type="dxa"/>
            <w:bottom w:w="0" w:type="dxa"/>
          </w:tblCellMar>
        </w:tblPrEx>
        <w:trPr>
          <w:cantSplit/>
        </w:trPr>
        <w:tc>
          <w:tcPr>
            <w:tcW w:w="2551" w:type="dxa"/>
            <w:shd w:val="clear" w:color="auto" w:fill="998877"/>
          </w:tcPr>
          <w:p w14:paraId="0475C34E" w14:textId="4DE586A0" w:rsidR="001F5B4D" w:rsidRPr="001F5B4D" w:rsidRDefault="001F5B4D" w:rsidP="001F5B4D">
            <w:r w:rsidRPr="001F5B4D">
              <w:lastRenderedPageBreak/>
              <w:t>Average max size</w:t>
            </w:r>
          </w:p>
        </w:tc>
        <w:tc>
          <w:tcPr>
            <w:tcW w:w="4536" w:type="dxa"/>
            <w:gridSpan w:val="2"/>
          </w:tcPr>
          <w:p w14:paraId="34D240A8" w14:textId="796A948B" w:rsidR="001F5B4D" w:rsidRPr="001F5B4D" w:rsidRDefault="001F5B4D" w:rsidP="001F5B4D">
            <w:r w:rsidRPr="001F5B4D">
              <w:t>Species maximum length is 458, which is higher than the highest risk value (300cm).</w:t>
            </w:r>
          </w:p>
        </w:tc>
        <w:tc>
          <w:tcPr>
            <w:tcW w:w="851" w:type="dxa"/>
          </w:tcPr>
          <w:p w14:paraId="01074527" w14:textId="08D19255" w:rsidR="001F5B4D" w:rsidRPr="001F5B4D" w:rsidRDefault="001F5B4D" w:rsidP="001F5B4D">
            <w:r w:rsidRPr="001F5B4D">
              <w:t>3</w:t>
            </w:r>
          </w:p>
        </w:tc>
      </w:tr>
      <w:tr w:rsidR="001F5B4D" w:rsidRPr="001F5B4D" w14:paraId="11C040C3" w14:textId="77777777" w:rsidTr="001F5B4D">
        <w:tblPrEx>
          <w:tblCellMar>
            <w:top w:w="0" w:type="dxa"/>
            <w:bottom w:w="0" w:type="dxa"/>
          </w:tblCellMar>
        </w:tblPrEx>
        <w:trPr>
          <w:cantSplit/>
        </w:trPr>
        <w:tc>
          <w:tcPr>
            <w:tcW w:w="2551" w:type="dxa"/>
            <w:shd w:val="clear" w:color="auto" w:fill="998877"/>
          </w:tcPr>
          <w:p w14:paraId="56EB517B" w14:textId="6AE787D7" w:rsidR="001F5B4D" w:rsidRPr="001F5B4D" w:rsidRDefault="001F5B4D" w:rsidP="001F5B4D">
            <w:r w:rsidRPr="001F5B4D">
              <w:t>Average size at maturity</w:t>
            </w:r>
          </w:p>
        </w:tc>
        <w:tc>
          <w:tcPr>
            <w:tcW w:w="4536" w:type="dxa"/>
            <w:gridSpan w:val="2"/>
          </w:tcPr>
          <w:p w14:paraId="1CA1ACCC" w14:textId="4F532F74" w:rsidR="001F5B4D" w:rsidRPr="001F5B4D" w:rsidRDefault="001F5B4D" w:rsidP="001F5B4D">
            <w:r w:rsidRPr="001F5B4D">
              <w:t>Species length at maturity is 97, which is in the medium risk range (40-200cm).</w:t>
            </w:r>
          </w:p>
        </w:tc>
        <w:tc>
          <w:tcPr>
            <w:tcW w:w="851" w:type="dxa"/>
          </w:tcPr>
          <w:p w14:paraId="016EC676" w14:textId="455041CB" w:rsidR="001F5B4D" w:rsidRPr="001F5B4D" w:rsidRDefault="001F5B4D" w:rsidP="001F5B4D">
            <w:r w:rsidRPr="001F5B4D">
              <w:t>2</w:t>
            </w:r>
          </w:p>
        </w:tc>
      </w:tr>
      <w:tr w:rsidR="001F5B4D" w:rsidRPr="001F5B4D" w14:paraId="3232CFF9" w14:textId="77777777" w:rsidTr="001F5B4D">
        <w:tblPrEx>
          <w:tblCellMar>
            <w:top w:w="0" w:type="dxa"/>
            <w:bottom w:w="0" w:type="dxa"/>
          </w:tblCellMar>
        </w:tblPrEx>
        <w:trPr>
          <w:cantSplit/>
        </w:trPr>
        <w:tc>
          <w:tcPr>
            <w:tcW w:w="2551" w:type="dxa"/>
            <w:shd w:val="clear" w:color="auto" w:fill="998877"/>
          </w:tcPr>
          <w:p w14:paraId="17812C8B" w14:textId="32F8DB9E" w:rsidR="001F5B4D" w:rsidRPr="001F5B4D" w:rsidRDefault="001F5B4D" w:rsidP="001F5B4D">
            <w:r w:rsidRPr="001F5B4D">
              <w:t>Reproductive strategy</w:t>
            </w:r>
          </w:p>
        </w:tc>
        <w:tc>
          <w:tcPr>
            <w:tcW w:w="4536" w:type="dxa"/>
            <w:gridSpan w:val="2"/>
          </w:tcPr>
          <w:p w14:paraId="51969C36" w14:textId="100E1232" w:rsidR="001F5B4D" w:rsidRPr="001F5B4D" w:rsidRDefault="001F5B4D" w:rsidP="001F5B4D">
            <w:r w:rsidRPr="001F5B4D">
              <w:t>Species reproductive strategy is broadcast spawner, which is low risk.</w:t>
            </w:r>
          </w:p>
        </w:tc>
        <w:tc>
          <w:tcPr>
            <w:tcW w:w="851" w:type="dxa"/>
          </w:tcPr>
          <w:p w14:paraId="19F39F4B" w14:textId="06DCBAD2" w:rsidR="001F5B4D" w:rsidRPr="001F5B4D" w:rsidRDefault="001F5B4D" w:rsidP="001F5B4D">
            <w:r w:rsidRPr="001F5B4D">
              <w:t>1</w:t>
            </w:r>
          </w:p>
        </w:tc>
      </w:tr>
      <w:tr w:rsidR="001F5B4D" w:rsidRPr="001F5B4D" w14:paraId="7085A1D7" w14:textId="77777777" w:rsidTr="001F5B4D">
        <w:tblPrEx>
          <w:tblCellMar>
            <w:top w:w="0" w:type="dxa"/>
            <w:bottom w:w="0" w:type="dxa"/>
          </w:tblCellMar>
        </w:tblPrEx>
        <w:trPr>
          <w:cantSplit/>
        </w:trPr>
        <w:tc>
          <w:tcPr>
            <w:tcW w:w="2551" w:type="dxa"/>
            <w:shd w:val="clear" w:color="auto" w:fill="998877"/>
          </w:tcPr>
          <w:p w14:paraId="6261411F" w14:textId="5CF7B5AC" w:rsidR="001F5B4D" w:rsidRPr="001F5B4D" w:rsidRDefault="001F5B4D" w:rsidP="001F5B4D">
            <w:r w:rsidRPr="001F5B4D">
              <w:t>Trophic level</w:t>
            </w:r>
          </w:p>
        </w:tc>
        <w:tc>
          <w:tcPr>
            <w:tcW w:w="4536" w:type="dxa"/>
            <w:gridSpan w:val="2"/>
            <w:tcBorders>
              <w:bottom w:val="single" w:sz="4" w:space="0" w:color="auto"/>
            </w:tcBorders>
          </w:tcPr>
          <w:p w14:paraId="480C2EE8" w14:textId="260167D8" w:rsidR="001F5B4D" w:rsidRPr="001F5B4D" w:rsidRDefault="001F5B4D" w:rsidP="001F5B4D">
            <w:r w:rsidRPr="001F5B4D">
              <w:t>Species trophic level is 4.5, which is higher than the highest risk value (3.25).</w:t>
            </w:r>
          </w:p>
        </w:tc>
        <w:tc>
          <w:tcPr>
            <w:tcW w:w="851" w:type="dxa"/>
          </w:tcPr>
          <w:p w14:paraId="167062A9" w14:textId="1EF99393" w:rsidR="001F5B4D" w:rsidRPr="001F5B4D" w:rsidRDefault="001F5B4D" w:rsidP="001F5B4D">
            <w:r w:rsidRPr="001F5B4D">
              <w:t>3</w:t>
            </w:r>
          </w:p>
        </w:tc>
      </w:tr>
      <w:tr w:rsidR="001F5B4D" w:rsidRPr="001F5B4D" w14:paraId="78F7B771"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19EBB00" w14:textId="77777777" w:rsidR="001F5B4D" w:rsidRPr="001F5B4D" w:rsidRDefault="001F5B4D" w:rsidP="001F5B4D"/>
        </w:tc>
        <w:tc>
          <w:tcPr>
            <w:tcW w:w="4536" w:type="dxa"/>
            <w:gridSpan w:val="2"/>
            <w:tcBorders>
              <w:bottom w:val="single" w:sz="4" w:space="0" w:color="auto"/>
            </w:tcBorders>
            <w:shd w:val="clear" w:color="auto" w:fill="998877"/>
          </w:tcPr>
          <w:p w14:paraId="5178DF9E" w14:textId="679F3A87" w:rsidR="001F5B4D" w:rsidRPr="001F5B4D" w:rsidRDefault="001F5B4D" w:rsidP="001F5B4D">
            <w:r w:rsidRPr="001F5B4D">
              <w:t>Productivity score</w:t>
            </w:r>
          </w:p>
        </w:tc>
        <w:tc>
          <w:tcPr>
            <w:tcW w:w="851" w:type="dxa"/>
            <w:tcBorders>
              <w:bottom w:val="single" w:sz="4" w:space="0" w:color="auto"/>
            </w:tcBorders>
          </w:tcPr>
          <w:p w14:paraId="25278A77" w14:textId="62953BDC" w:rsidR="001F5B4D" w:rsidRPr="001F5B4D" w:rsidRDefault="001F5B4D" w:rsidP="001F5B4D">
            <w:r w:rsidRPr="001F5B4D">
              <w:t>2.14</w:t>
            </w:r>
          </w:p>
        </w:tc>
      </w:tr>
      <w:tr w:rsidR="001F5B4D" w:rsidRPr="001F5B4D" w14:paraId="18248433" w14:textId="77777777" w:rsidTr="00355BE8">
        <w:tblPrEx>
          <w:tblCellMar>
            <w:top w:w="0" w:type="dxa"/>
            <w:bottom w:w="0" w:type="dxa"/>
          </w:tblCellMar>
        </w:tblPrEx>
        <w:trPr>
          <w:cantSplit/>
        </w:trPr>
        <w:tc>
          <w:tcPr>
            <w:tcW w:w="7938" w:type="dxa"/>
            <w:gridSpan w:val="4"/>
            <w:shd w:val="clear" w:color="auto" w:fill="998877"/>
          </w:tcPr>
          <w:p w14:paraId="103D3B9C" w14:textId="29741A09" w:rsidR="001F5B4D" w:rsidRPr="001F5B4D" w:rsidRDefault="001F5B4D" w:rsidP="001F5B4D">
            <w:pPr>
              <w:rPr>
                <w:b/>
              </w:rPr>
            </w:pPr>
            <w:r w:rsidRPr="001F5B4D">
              <w:rPr>
                <w:b/>
              </w:rPr>
              <w:t>Susceptibility</w:t>
            </w:r>
          </w:p>
        </w:tc>
      </w:tr>
      <w:tr w:rsidR="001F5B4D" w:rsidRPr="001F5B4D" w14:paraId="6B7371E3" w14:textId="77777777" w:rsidTr="001F5B4D">
        <w:tblPrEx>
          <w:tblCellMar>
            <w:top w:w="0" w:type="dxa"/>
            <w:bottom w:w="0" w:type="dxa"/>
          </w:tblCellMar>
        </w:tblPrEx>
        <w:trPr>
          <w:cantSplit/>
        </w:trPr>
        <w:tc>
          <w:tcPr>
            <w:tcW w:w="2551" w:type="dxa"/>
            <w:shd w:val="clear" w:color="auto" w:fill="998877"/>
          </w:tcPr>
          <w:p w14:paraId="4BF058AA" w14:textId="66179F90" w:rsidR="001F5B4D" w:rsidRPr="001F5B4D" w:rsidRDefault="001F5B4D" w:rsidP="001F5B4D">
            <w:r w:rsidRPr="001F5B4D">
              <w:t>Areal overlap (availability)</w:t>
            </w:r>
          </w:p>
        </w:tc>
        <w:tc>
          <w:tcPr>
            <w:tcW w:w="4536" w:type="dxa"/>
            <w:gridSpan w:val="2"/>
          </w:tcPr>
          <w:p w14:paraId="5E865E2D" w14:textId="33513E6A" w:rsidR="001F5B4D" w:rsidRPr="001F5B4D" w:rsidRDefault="001F5B4D" w:rsidP="001F5B4D">
            <w:r w:rsidRPr="001F5B4D">
              <w:t>Atlantic distribution, and closely related species in the Pacific Ocean.</w:t>
            </w:r>
          </w:p>
        </w:tc>
        <w:tc>
          <w:tcPr>
            <w:tcW w:w="851" w:type="dxa"/>
          </w:tcPr>
          <w:p w14:paraId="63D7DE2E" w14:textId="4ED43FF3" w:rsidR="001F5B4D" w:rsidRPr="001F5B4D" w:rsidRDefault="001F5B4D" w:rsidP="001F5B4D">
            <w:r w:rsidRPr="001F5B4D">
              <w:t>3</w:t>
            </w:r>
          </w:p>
        </w:tc>
      </w:tr>
      <w:tr w:rsidR="001F5B4D" w:rsidRPr="001F5B4D" w14:paraId="72F3E07D" w14:textId="77777777" w:rsidTr="001F5B4D">
        <w:tblPrEx>
          <w:tblCellMar>
            <w:top w:w="0" w:type="dxa"/>
            <w:bottom w:w="0" w:type="dxa"/>
          </w:tblCellMar>
        </w:tblPrEx>
        <w:trPr>
          <w:cantSplit/>
        </w:trPr>
        <w:tc>
          <w:tcPr>
            <w:tcW w:w="2551" w:type="dxa"/>
            <w:shd w:val="clear" w:color="auto" w:fill="998877"/>
          </w:tcPr>
          <w:p w14:paraId="46E4EFE0" w14:textId="3FA62625" w:rsidR="001F5B4D" w:rsidRPr="001F5B4D" w:rsidRDefault="001F5B4D" w:rsidP="001F5B4D">
            <w:r w:rsidRPr="001F5B4D">
              <w:t>Encounterability</w:t>
            </w:r>
          </w:p>
        </w:tc>
        <w:tc>
          <w:tcPr>
            <w:tcW w:w="4536" w:type="dxa"/>
            <w:gridSpan w:val="2"/>
          </w:tcPr>
          <w:p w14:paraId="57D3391E" w14:textId="64121D40" w:rsidR="001F5B4D" w:rsidRPr="001F5B4D" w:rsidRDefault="001F5B4D" w:rsidP="001F5B4D">
            <w:r w:rsidRPr="001F5B4D">
              <w:t>The depth range of the species is 1-985m. For surface gears, the vertical overlap index with this species is 10.15%.</w:t>
            </w:r>
          </w:p>
        </w:tc>
        <w:tc>
          <w:tcPr>
            <w:tcW w:w="851" w:type="dxa"/>
          </w:tcPr>
          <w:p w14:paraId="5D431E72" w14:textId="25F908DA" w:rsidR="001F5B4D" w:rsidRPr="001F5B4D" w:rsidRDefault="001F5B4D" w:rsidP="001F5B4D">
            <w:r w:rsidRPr="001F5B4D">
              <w:t>2</w:t>
            </w:r>
          </w:p>
        </w:tc>
      </w:tr>
      <w:tr w:rsidR="001F5B4D" w:rsidRPr="001F5B4D" w14:paraId="5710C11D" w14:textId="77777777" w:rsidTr="001F5B4D">
        <w:tblPrEx>
          <w:tblCellMar>
            <w:top w:w="0" w:type="dxa"/>
            <w:bottom w:w="0" w:type="dxa"/>
          </w:tblCellMar>
        </w:tblPrEx>
        <w:trPr>
          <w:cantSplit/>
        </w:trPr>
        <w:tc>
          <w:tcPr>
            <w:tcW w:w="2551" w:type="dxa"/>
            <w:shd w:val="clear" w:color="auto" w:fill="998877"/>
          </w:tcPr>
          <w:p w14:paraId="10F81CE4" w14:textId="5DD55C8C" w:rsidR="001F5B4D" w:rsidRPr="001F5B4D" w:rsidRDefault="001F5B4D" w:rsidP="001F5B4D">
            <w:r w:rsidRPr="001F5B4D">
              <w:t>Selectivity</w:t>
            </w:r>
          </w:p>
        </w:tc>
        <w:tc>
          <w:tcPr>
            <w:tcW w:w="4536" w:type="dxa"/>
            <w:gridSpan w:val="2"/>
          </w:tcPr>
          <w:p w14:paraId="19790583" w14:textId="5D4C6064" w:rsidR="001F5B4D" w:rsidRPr="001F5B4D" w:rsidRDefault="001F5B4D" w:rsidP="001F5B4D">
            <w:r w:rsidRPr="001F5B4D">
              <w:t>The maximum length of the species is 458cm. For tropical surface fisheries, the length overlap index with this species is 100.00%.</w:t>
            </w:r>
          </w:p>
        </w:tc>
        <w:tc>
          <w:tcPr>
            <w:tcW w:w="851" w:type="dxa"/>
          </w:tcPr>
          <w:p w14:paraId="52D52C49" w14:textId="561ACDFE" w:rsidR="001F5B4D" w:rsidRPr="001F5B4D" w:rsidRDefault="001F5B4D" w:rsidP="001F5B4D">
            <w:r w:rsidRPr="001F5B4D">
              <w:t>3</w:t>
            </w:r>
          </w:p>
        </w:tc>
      </w:tr>
      <w:tr w:rsidR="001F5B4D" w:rsidRPr="001F5B4D" w14:paraId="3E5A5FFA" w14:textId="77777777" w:rsidTr="001F5B4D">
        <w:tblPrEx>
          <w:tblCellMar>
            <w:top w:w="0" w:type="dxa"/>
            <w:bottom w:w="0" w:type="dxa"/>
          </w:tblCellMar>
        </w:tblPrEx>
        <w:trPr>
          <w:cantSplit/>
        </w:trPr>
        <w:tc>
          <w:tcPr>
            <w:tcW w:w="2551" w:type="dxa"/>
            <w:shd w:val="clear" w:color="auto" w:fill="998877"/>
          </w:tcPr>
          <w:p w14:paraId="38CD5226" w14:textId="5D5D782A" w:rsidR="001F5B4D" w:rsidRPr="001F5B4D" w:rsidRDefault="001F5B4D" w:rsidP="001F5B4D">
            <w:r w:rsidRPr="001F5B4D">
              <w:t>Post capture mortality</w:t>
            </w:r>
          </w:p>
        </w:tc>
        <w:tc>
          <w:tcPr>
            <w:tcW w:w="4536" w:type="dxa"/>
            <w:gridSpan w:val="2"/>
            <w:tcBorders>
              <w:bottom w:val="single" w:sz="4" w:space="0" w:color="auto"/>
            </w:tcBorders>
          </w:tcPr>
          <w:p w14:paraId="37D542C3" w14:textId="65D7DCDD" w:rsidR="001F5B4D" w:rsidRPr="001F5B4D" w:rsidRDefault="001F5B4D" w:rsidP="001F5B4D">
            <w:r w:rsidRPr="001F5B4D">
              <w:t>No direct evidence of survival after capture.</w:t>
            </w:r>
          </w:p>
        </w:tc>
        <w:tc>
          <w:tcPr>
            <w:tcW w:w="851" w:type="dxa"/>
          </w:tcPr>
          <w:p w14:paraId="0B6F0D35" w14:textId="254102EC" w:rsidR="001F5B4D" w:rsidRPr="001F5B4D" w:rsidRDefault="001F5B4D" w:rsidP="001F5B4D">
            <w:r w:rsidRPr="001F5B4D">
              <w:t>3</w:t>
            </w:r>
          </w:p>
        </w:tc>
      </w:tr>
      <w:tr w:rsidR="001F5B4D" w:rsidRPr="001F5B4D" w14:paraId="478A4E6F" w14:textId="77777777" w:rsidTr="001F5B4D">
        <w:tblPrEx>
          <w:tblCellMar>
            <w:top w:w="0" w:type="dxa"/>
            <w:bottom w:w="0" w:type="dxa"/>
          </w:tblCellMar>
        </w:tblPrEx>
        <w:trPr>
          <w:cantSplit/>
        </w:trPr>
        <w:tc>
          <w:tcPr>
            <w:tcW w:w="2551" w:type="dxa"/>
            <w:shd w:val="clear" w:color="auto" w:fill="998877"/>
          </w:tcPr>
          <w:p w14:paraId="2C20DCBA" w14:textId="77777777" w:rsidR="001F5B4D" w:rsidRPr="001F5B4D" w:rsidRDefault="001F5B4D" w:rsidP="001F5B4D"/>
        </w:tc>
        <w:tc>
          <w:tcPr>
            <w:tcW w:w="4536" w:type="dxa"/>
            <w:gridSpan w:val="2"/>
            <w:tcBorders>
              <w:bottom w:val="single" w:sz="4" w:space="0" w:color="auto"/>
            </w:tcBorders>
            <w:shd w:val="clear" w:color="auto" w:fill="998877"/>
          </w:tcPr>
          <w:p w14:paraId="03C09C6C" w14:textId="4A19DC25" w:rsidR="001F5B4D" w:rsidRPr="001F5B4D" w:rsidRDefault="001F5B4D" w:rsidP="001F5B4D">
            <w:r w:rsidRPr="001F5B4D">
              <w:t>Susceptibility score</w:t>
            </w:r>
          </w:p>
        </w:tc>
        <w:tc>
          <w:tcPr>
            <w:tcW w:w="851" w:type="dxa"/>
          </w:tcPr>
          <w:p w14:paraId="0F3D8E57" w14:textId="5D1F4B0F" w:rsidR="001F5B4D" w:rsidRPr="001F5B4D" w:rsidRDefault="001F5B4D" w:rsidP="001F5B4D">
            <w:r w:rsidRPr="001F5B4D">
              <w:t>2.33</w:t>
            </w:r>
          </w:p>
        </w:tc>
      </w:tr>
      <w:tr w:rsidR="001F5B4D" w:rsidRPr="001F5B4D" w14:paraId="79DB6CF6" w14:textId="77777777" w:rsidTr="001F5B4D">
        <w:tblPrEx>
          <w:tblCellMar>
            <w:top w:w="0" w:type="dxa"/>
            <w:bottom w:w="0" w:type="dxa"/>
          </w:tblCellMar>
        </w:tblPrEx>
        <w:trPr>
          <w:cantSplit/>
        </w:trPr>
        <w:tc>
          <w:tcPr>
            <w:tcW w:w="2551" w:type="dxa"/>
            <w:shd w:val="clear" w:color="auto" w:fill="998877"/>
          </w:tcPr>
          <w:p w14:paraId="1FEFE652" w14:textId="77777777" w:rsidR="001F5B4D" w:rsidRPr="001F5B4D" w:rsidRDefault="001F5B4D" w:rsidP="001F5B4D"/>
        </w:tc>
        <w:tc>
          <w:tcPr>
            <w:tcW w:w="4536" w:type="dxa"/>
            <w:gridSpan w:val="2"/>
            <w:shd w:val="clear" w:color="auto" w:fill="998877"/>
          </w:tcPr>
          <w:p w14:paraId="5163A424" w14:textId="148F7391" w:rsidR="001F5B4D" w:rsidRPr="001F5B4D" w:rsidRDefault="001F5B4D" w:rsidP="001F5B4D">
            <w:r w:rsidRPr="001F5B4D">
              <w:t>Vulnerability score</w:t>
            </w:r>
          </w:p>
        </w:tc>
        <w:tc>
          <w:tcPr>
            <w:tcW w:w="851" w:type="dxa"/>
          </w:tcPr>
          <w:p w14:paraId="769CD670" w14:textId="5E51317A" w:rsidR="001F5B4D" w:rsidRPr="001F5B4D" w:rsidRDefault="001F5B4D" w:rsidP="001F5B4D">
            <w:r w:rsidRPr="001F5B4D">
              <w:t>3.16</w:t>
            </w:r>
          </w:p>
        </w:tc>
      </w:tr>
    </w:tbl>
    <w:p w14:paraId="36886D2A" w14:textId="6BE4112D"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5D93A2CC"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5" w:name="T_BLT" w:colFirst="0" w:colLast="0"/>
          <w:p w14:paraId="392564EA" w14:textId="1A336A07" w:rsidR="001F5B4D" w:rsidRPr="001F5B4D" w:rsidRDefault="001F5B4D" w:rsidP="001F5B4D">
            <w:pPr>
              <w:rPr>
                <w:b/>
              </w:rPr>
            </w:pPr>
            <w:r w:rsidRPr="001F5B4D">
              <w:rPr>
                <w:b/>
              </w:rPr>
              <w:fldChar w:fldCharType="begin"/>
            </w:r>
            <w:r w:rsidRPr="001F5B4D">
              <w:rPr>
                <w:b/>
              </w:rPr>
              <w:instrText xml:space="preserve"> HYPERLINK  \l "S_BLT" \o "PSA Score" </w:instrText>
            </w:r>
            <w:r w:rsidRPr="001F5B4D">
              <w:rPr>
                <w:b/>
              </w:rPr>
            </w:r>
            <w:r w:rsidRPr="001F5B4D">
              <w:rPr>
                <w:b/>
              </w:rPr>
              <w:fldChar w:fldCharType="separate"/>
            </w:r>
            <w:r w:rsidRPr="001F5B4D">
              <w:rPr>
                <w:rStyle w:val="Hyperlink"/>
                <w:b/>
              </w:rPr>
              <w:t>Bullet tuna</w:t>
            </w:r>
            <w:r w:rsidRPr="001F5B4D">
              <w:rPr>
                <w:b/>
              </w:rPr>
              <w:fldChar w:fldCharType="end"/>
            </w:r>
          </w:p>
        </w:tc>
        <w:tc>
          <w:tcPr>
            <w:tcW w:w="3969" w:type="dxa"/>
            <w:gridSpan w:val="2"/>
            <w:tcBorders>
              <w:bottom w:val="single" w:sz="4" w:space="0" w:color="auto"/>
            </w:tcBorders>
            <w:shd w:val="clear" w:color="auto" w:fill="998877"/>
          </w:tcPr>
          <w:p w14:paraId="2B0AEF86" w14:textId="2AE31AA3" w:rsidR="001F5B4D" w:rsidRPr="001F5B4D" w:rsidRDefault="001F5B4D" w:rsidP="001F5B4D">
            <w:pPr>
              <w:rPr>
                <w:b/>
                <w:i/>
              </w:rPr>
            </w:pPr>
            <w:r w:rsidRPr="001F5B4D">
              <w:rPr>
                <w:b/>
                <w:i/>
              </w:rPr>
              <w:t>Auxis rochei</w:t>
            </w:r>
          </w:p>
        </w:tc>
      </w:tr>
      <w:bookmarkEnd w:id="145"/>
      <w:tr w:rsidR="001F5B4D" w:rsidRPr="001F5B4D" w14:paraId="4658E1FE" w14:textId="77777777" w:rsidTr="00397680">
        <w:tblPrEx>
          <w:tblCellMar>
            <w:top w:w="0" w:type="dxa"/>
            <w:bottom w:w="0" w:type="dxa"/>
          </w:tblCellMar>
        </w:tblPrEx>
        <w:trPr>
          <w:cantSplit/>
        </w:trPr>
        <w:tc>
          <w:tcPr>
            <w:tcW w:w="7938" w:type="dxa"/>
            <w:gridSpan w:val="4"/>
            <w:shd w:val="clear" w:color="auto" w:fill="998877"/>
          </w:tcPr>
          <w:p w14:paraId="0DA67811" w14:textId="65189772" w:rsidR="001F5B4D" w:rsidRPr="001F5B4D" w:rsidRDefault="001F5B4D" w:rsidP="001F5B4D">
            <w:pPr>
              <w:rPr>
                <w:b/>
              </w:rPr>
            </w:pPr>
            <w:r w:rsidRPr="001F5B4D">
              <w:rPr>
                <w:b/>
              </w:rPr>
              <w:t>Productivity</w:t>
            </w:r>
          </w:p>
        </w:tc>
      </w:tr>
      <w:tr w:rsidR="001F5B4D" w:rsidRPr="001F5B4D" w14:paraId="50B4A7F5" w14:textId="77777777" w:rsidTr="001F5B4D">
        <w:tblPrEx>
          <w:tblCellMar>
            <w:top w:w="0" w:type="dxa"/>
            <w:bottom w:w="0" w:type="dxa"/>
          </w:tblCellMar>
        </w:tblPrEx>
        <w:trPr>
          <w:cantSplit/>
        </w:trPr>
        <w:tc>
          <w:tcPr>
            <w:tcW w:w="2551" w:type="dxa"/>
            <w:shd w:val="clear" w:color="auto" w:fill="998877"/>
          </w:tcPr>
          <w:p w14:paraId="5AE2A17E" w14:textId="7B76E91F" w:rsidR="001F5B4D" w:rsidRPr="001F5B4D" w:rsidRDefault="001F5B4D" w:rsidP="001F5B4D">
            <w:r w:rsidRPr="001F5B4D">
              <w:t>Average age at maturity</w:t>
            </w:r>
          </w:p>
        </w:tc>
        <w:tc>
          <w:tcPr>
            <w:tcW w:w="4536" w:type="dxa"/>
            <w:gridSpan w:val="2"/>
          </w:tcPr>
          <w:p w14:paraId="435A3EE8" w14:textId="1BDA3C01" w:rsidR="001F5B4D" w:rsidRPr="001F5B4D" w:rsidRDefault="001F5B4D" w:rsidP="001F5B4D">
            <w:r w:rsidRPr="001F5B4D">
              <w:t>Species growth rate (K) is 0.464, which is higher than lowest risk K (0.183) for age at maturity.</w:t>
            </w:r>
          </w:p>
        </w:tc>
        <w:tc>
          <w:tcPr>
            <w:tcW w:w="851" w:type="dxa"/>
          </w:tcPr>
          <w:p w14:paraId="782C25D7" w14:textId="1E3CC204" w:rsidR="001F5B4D" w:rsidRPr="001F5B4D" w:rsidRDefault="001F5B4D" w:rsidP="001F5B4D">
            <w:r w:rsidRPr="001F5B4D">
              <w:t>1</w:t>
            </w:r>
          </w:p>
        </w:tc>
      </w:tr>
      <w:tr w:rsidR="001F5B4D" w:rsidRPr="001F5B4D" w14:paraId="794E7CC0" w14:textId="77777777" w:rsidTr="001F5B4D">
        <w:tblPrEx>
          <w:tblCellMar>
            <w:top w:w="0" w:type="dxa"/>
            <w:bottom w:w="0" w:type="dxa"/>
          </w:tblCellMar>
        </w:tblPrEx>
        <w:trPr>
          <w:cantSplit/>
        </w:trPr>
        <w:tc>
          <w:tcPr>
            <w:tcW w:w="2551" w:type="dxa"/>
            <w:shd w:val="clear" w:color="auto" w:fill="998877"/>
          </w:tcPr>
          <w:p w14:paraId="3D9C4FC6" w14:textId="1BEBCA27" w:rsidR="001F5B4D" w:rsidRPr="001F5B4D" w:rsidRDefault="001F5B4D" w:rsidP="001F5B4D">
            <w:r w:rsidRPr="001F5B4D">
              <w:t>Average max age</w:t>
            </w:r>
          </w:p>
        </w:tc>
        <w:tc>
          <w:tcPr>
            <w:tcW w:w="4536" w:type="dxa"/>
            <w:gridSpan w:val="2"/>
          </w:tcPr>
          <w:p w14:paraId="30AD3CBE" w14:textId="3FB70492" w:rsidR="001F5B4D" w:rsidRPr="001F5B4D" w:rsidRDefault="001F5B4D" w:rsidP="001F5B4D">
            <w:r w:rsidRPr="001F5B4D">
              <w:t>Species growth rate (K) is 0.464, which is higher than lowest risk K (0.30) for maximum age.</w:t>
            </w:r>
          </w:p>
        </w:tc>
        <w:tc>
          <w:tcPr>
            <w:tcW w:w="851" w:type="dxa"/>
          </w:tcPr>
          <w:p w14:paraId="01000863" w14:textId="6B373D0A" w:rsidR="001F5B4D" w:rsidRPr="001F5B4D" w:rsidRDefault="001F5B4D" w:rsidP="001F5B4D">
            <w:r w:rsidRPr="001F5B4D">
              <w:t>1</w:t>
            </w:r>
          </w:p>
        </w:tc>
      </w:tr>
      <w:tr w:rsidR="001F5B4D" w:rsidRPr="001F5B4D" w14:paraId="652488B9" w14:textId="77777777" w:rsidTr="001F5B4D">
        <w:tblPrEx>
          <w:tblCellMar>
            <w:top w:w="0" w:type="dxa"/>
            <w:bottom w:w="0" w:type="dxa"/>
          </w:tblCellMar>
        </w:tblPrEx>
        <w:trPr>
          <w:cantSplit/>
        </w:trPr>
        <w:tc>
          <w:tcPr>
            <w:tcW w:w="2551" w:type="dxa"/>
            <w:shd w:val="clear" w:color="auto" w:fill="998877"/>
          </w:tcPr>
          <w:p w14:paraId="5314DA32" w14:textId="412D86F8" w:rsidR="001F5B4D" w:rsidRPr="001F5B4D" w:rsidRDefault="001F5B4D" w:rsidP="001F5B4D">
            <w:r w:rsidRPr="001F5B4D">
              <w:t>Fecundity</w:t>
            </w:r>
          </w:p>
        </w:tc>
        <w:tc>
          <w:tcPr>
            <w:tcW w:w="4536" w:type="dxa"/>
            <w:gridSpan w:val="2"/>
          </w:tcPr>
          <w:p w14:paraId="62038CB3" w14:textId="0A9FA5F3" w:rsidR="001F5B4D" w:rsidRPr="001F5B4D" w:rsidRDefault="001F5B4D" w:rsidP="001F5B4D">
            <w:r w:rsidRPr="001F5B4D">
              <w:t>Species fecundity is 31000 eggs/year, which is higher than the lowest risk value (20000).</w:t>
            </w:r>
          </w:p>
        </w:tc>
        <w:tc>
          <w:tcPr>
            <w:tcW w:w="851" w:type="dxa"/>
          </w:tcPr>
          <w:p w14:paraId="3D399561" w14:textId="29AE0431" w:rsidR="001F5B4D" w:rsidRPr="001F5B4D" w:rsidRDefault="001F5B4D" w:rsidP="001F5B4D">
            <w:r w:rsidRPr="001F5B4D">
              <w:t>1</w:t>
            </w:r>
          </w:p>
        </w:tc>
      </w:tr>
      <w:tr w:rsidR="001F5B4D" w:rsidRPr="001F5B4D" w14:paraId="6BBC57E7" w14:textId="77777777" w:rsidTr="001F5B4D">
        <w:tblPrEx>
          <w:tblCellMar>
            <w:top w:w="0" w:type="dxa"/>
            <w:bottom w:w="0" w:type="dxa"/>
          </w:tblCellMar>
        </w:tblPrEx>
        <w:trPr>
          <w:cantSplit/>
        </w:trPr>
        <w:tc>
          <w:tcPr>
            <w:tcW w:w="2551" w:type="dxa"/>
            <w:shd w:val="clear" w:color="auto" w:fill="998877"/>
          </w:tcPr>
          <w:p w14:paraId="459DFCEB" w14:textId="13E38606" w:rsidR="001F5B4D" w:rsidRPr="001F5B4D" w:rsidRDefault="001F5B4D" w:rsidP="001F5B4D">
            <w:r w:rsidRPr="001F5B4D">
              <w:t>Average max size</w:t>
            </w:r>
          </w:p>
        </w:tc>
        <w:tc>
          <w:tcPr>
            <w:tcW w:w="4536" w:type="dxa"/>
            <w:gridSpan w:val="2"/>
          </w:tcPr>
          <w:p w14:paraId="58FCA9CC" w14:textId="1A994CD4" w:rsidR="001F5B4D" w:rsidRPr="001F5B4D" w:rsidRDefault="001F5B4D" w:rsidP="001F5B4D">
            <w:r w:rsidRPr="001F5B4D">
              <w:t>Species maximum length is 50, which is lower than the lowest risk value (100cm).</w:t>
            </w:r>
          </w:p>
        </w:tc>
        <w:tc>
          <w:tcPr>
            <w:tcW w:w="851" w:type="dxa"/>
          </w:tcPr>
          <w:p w14:paraId="700ADC8F" w14:textId="062520C9" w:rsidR="001F5B4D" w:rsidRPr="001F5B4D" w:rsidRDefault="001F5B4D" w:rsidP="001F5B4D">
            <w:r w:rsidRPr="001F5B4D">
              <w:t>1</w:t>
            </w:r>
          </w:p>
        </w:tc>
      </w:tr>
      <w:tr w:rsidR="001F5B4D" w:rsidRPr="001F5B4D" w14:paraId="08791691" w14:textId="77777777" w:rsidTr="001F5B4D">
        <w:tblPrEx>
          <w:tblCellMar>
            <w:top w:w="0" w:type="dxa"/>
            <w:bottom w:w="0" w:type="dxa"/>
          </w:tblCellMar>
        </w:tblPrEx>
        <w:trPr>
          <w:cantSplit/>
        </w:trPr>
        <w:tc>
          <w:tcPr>
            <w:tcW w:w="2551" w:type="dxa"/>
            <w:shd w:val="clear" w:color="auto" w:fill="998877"/>
          </w:tcPr>
          <w:p w14:paraId="33851FCC" w14:textId="5967623C" w:rsidR="001F5B4D" w:rsidRPr="001F5B4D" w:rsidRDefault="001F5B4D" w:rsidP="001F5B4D">
            <w:r w:rsidRPr="001F5B4D">
              <w:t>Average size at maturity</w:t>
            </w:r>
          </w:p>
        </w:tc>
        <w:tc>
          <w:tcPr>
            <w:tcW w:w="4536" w:type="dxa"/>
            <w:gridSpan w:val="2"/>
          </w:tcPr>
          <w:p w14:paraId="152197B9" w14:textId="6E307FDF" w:rsidR="001F5B4D" w:rsidRPr="001F5B4D" w:rsidRDefault="001F5B4D" w:rsidP="001F5B4D">
            <w:r w:rsidRPr="001F5B4D">
              <w:t>Species length at maturity is 35, which is lower than the lowest risk value (40cm).</w:t>
            </w:r>
          </w:p>
        </w:tc>
        <w:tc>
          <w:tcPr>
            <w:tcW w:w="851" w:type="dxa"/>
          </w:tcPr>
          <w:p w14:paraId="44C65A0A" w14:textId="55A67350" w:rsidR="001F5B4D" w:rsidRPr="001F5B4D" w:rsidRDefault="001F5B4D" w:rsidP="001F5B4D">
            <w:r w:rsidRPr="001F5B4D">
              <w:t>1</w:t>
            </w:r>
          </w:p>
        </w:tc>
      </w:tr>
      <w:tr w:rsidR="001F5B4D" w:rsidRPr="001F5B4D" w14:paraId="1760DE19" w14:textId="77777777" w:rsidTr="001F5B4D">
        <w:tblPrEx>
          <w:tblCellMar>
            <w:top w:w="0" w:type="dxa"/>
            <w:bottom w:w="0" w:type="dxa"/>
          </w:tblCellMar>
        </w:tblPrEx>
        <w:trPr>
          <w:cantSplit/>
        </w:trPr>
        <w:tc>
          <w:tcPr>
            <w:tcW w:w="2551" w:type="dxa"/>
            <w:shd w:val="clear" w:color="auto" w:fill="998877"/>
          </w:tcPr>
          <w:p w14:paraId="28635F7E" w14:textId="6DA2B414" w:rsidR="001F5B4D" w:rsidRPr="001F5B4D" w:rsidRDefault="001F5B4D" w:rsidP="001F5B4D">
            <w:r w:rsidRPr="001F5B4D">
              <w:t>Reproductive strategy</w:t>
            </w:r>
          </w:p>
        </w:tc>
        <w:tc>
          <w:tcPr>
            <w:tcW w:w="4536" w:type="dxa"/>
            <w:gridSpan w:val="2"/>
          </w:tcPr>
          <w:p w14:paraId="07531BB3" w14:textId="15E35250" w:rsidR="001F5B4D" w:rsidRPr="001F5B4D" w:rsidRDefault="001F5B4D" w:rsidP="001F5B4D">
            <w:r w:rsidRPr="001F5B4D">
              <w:t>Species reproductive strategy is broadcast spawner, which is low risk.</w:t>
            </w:r>
          </w:p>
        </w:tc>
        <w:tc>
          <w:tcPr>
            <w:tcW w:w="851" w:type="dxa"/>
          </w:tcPr>
          <w:p w14:paraId="1A5A5AFA" w14:textId="4CD98208" w:rsidR="001F5B4D" w:rsidRPr="001F5B4D" w:rsidRDefault="001F5B4D" w:rsidP="001F5B4D">
            <w:r w:rsidRPr="001F5B4D">
              <w:t>1</w:t>
            </w:r>
          </w:p>
        </w:tc>
      </w:tr>
      <w:tr w:rsidR="001F5B4D" w:rsidRPr="001F5B4D" w14:paraId="1DA1CD79" w14:textId="77777777" w:rsidTr="001F5B4D">
        <w:tblPrEx>
          <w:tblCellMar>
            <w:top w:w="0" w:type="dxa"/>
            <w:bottom w:w="0" w:type="dxa"/>
          </w:tblCellMar>
        </w:tblPrEx>
        <w:trPr>
          <w:cantSplit/>
        </w:trPr>
        <w:tc>
          <w:tcPr>
            <w:tcW w:w="2551" w:type="dxa"/>
            <w:shd w:val="clear" w:color="auto" w:fill="998877"/>
          </w:tcPr>
          <w:p w14:paraId="7A351E2D" w14:textId="4F5E44DF" w:rsidR="001F5B4D" w:rsidRPr="001F5B4D" w:rsidRDefault="001F5B4D" w:rsidP="001F5B4D">
            <w:r w:rsidRPr="001F5B4D">
              <w:t>Trophic level</w:t>
            </w:r>
          </w:p>
        </w:tc>
        <w:tc>
          <w:tcPr>
            <w:tcW w:w="4536" w:type="dxa"/>
            <w:gridSpan w:val="2"/>
            <w:tcBorders>
              <w:bottom w:val="single" w:sz="4" w:space="0" w:color="auto"/>
            </w:tcBorders>
          </w:tcPr>
          <w:p w14:paraId="62D38DEB" w14:textId="6E85024A" w:rsidR="001F5B4D" w:rsidRPr="001F5B4D" w:rsidRDefault="001F5B4D" w:rsidP="001F5B4D">
            <w:r w:rsidRPr="001F5B4D">
              <w:t>Species trophic level is 4.3, which is higher than the highest risk value (3.25).</w:t>
            </w:r>
          </w:p>
        </w:tc>
        <w:tc>
          <w:tcPr>
            <w:tcW w:w="851" w:type="dxa"/>
          </w:tcPr>
          <w:p w14:paraId="68F86E06" w14:textId="7FB5C492" w:rsidR="001F5B4D" w:rsidRPr="001F5B4D" w:rsidRDefault="001F5B4D" w:rsidP="001F5B4D">
            <w:r w:rsidRPr="001F5B4D">
              <w:t>3</w:t>
            </w:r>
          </w:p>
        </w:tc>
      </w:tr>
      <w:tr w:rsidR="001F5B4D" w:rsidRPr="001F5B4D" w14:paraId="375D3E47"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63546702" w14:textId="77777777" w:rsidR="001F5B4D" w:rsidRPr="001F5B4D" w:rsidRDefault="001F5B4D" w:rsidP="001F5B4D"/>
        </w:tc>
        <w:tc>
          <w:tcPr>
            <w:tcW w:w="4536" w:type="dxa"/>
            <w:gridSpan w:val="2"/>
            <w:tcBorders>
              <w:bottom w:val="single" w:sz="4" w:space="0" w:color="auto"/>
            </w:tcBorders>
            <w:shd w:val="clear" w:color="auto" w:fill="998877"/>
          </w:tcPr>
          <w:p w14:paraId="38009F94" w14:textId="7B430042" w:rsidR="001F5B4D" w:rsidRPr="001F5B4D" w:rsidRDefault="001F5B4D" w:rsidP="001F5B4D">
            <w:r w:rsidRPr="001F5B4D">
              <w:t>Productivity score</w:t>
            </w:r>
          </w:p>
        </w:tc>
        <w:tc>
          <w:tcPr>
            <w:tcW w:w="851" w:type="dxa"/>
            <w:tcBorders>
              <w:bottom w:val="single" w:sz="4" w:space="0" w:color="auto"/>
            </w:tcBorders>
          </w:tcPr>
          <w:p w14:paraId="0AF6C12B" w14:textId="546DE17B" w:rsidR="001F5B4D" w:rsidRPr="001F5B4D" w:rsidRDefault="001F5B4D" w:rsidP="001F5B4D">
            <w:r w:rsidRPr="001F5B4D">
              <w:t>1.29</w:t>
            </w:r>
          </w:p>
        </w:tc>
      </w:tr>
      <w:tr w:rsidR="001F5B4D" w:rsidRPr="001F5B4D" w14:paraId="2EA46C5E" w14:textId="77777777" w:rsidTr="000B4647">
        <w:tblPrEx>
          <w:tblCellMar>
            <w:top w:w="0" w:type="dxa"/>
            <w:bottom w:w="0" w:type="dxa"/>
          </w:tblCellMar>
        </w:tblPrEx>
        <w:trPr>
          <w:cantSplit/>
        </w:trPr>
        <w:tc>
          <w:tcPr>
            <w:tcW w:w="7938" w:type="dxa"/>
            <w:gridSpan w:val="4"/>
            <w:shd w:val="clear" w:color="auto" w:fill="998877"/>
          </w:tcPr>
          <w:p w14:paraId="450A13BF" w14:textId="582D6A54" w:rsidR="001F5B4D" w:rsidRPr="001F5B4D" w:rsidRDefault="001F5B4D" w:rsidP="001F5B4D">
            <w:pPr>
              <w:rPr>
                <w:b/>
              </w:rPr>
            </w:pPr>
            <w:r w:rsidRPr="001F5B4D">
              <w:rPr>
                <w:b/>
              </w:rPr>
              <w:t>Susceptibility</w:t>
            </w:r>
          </w:p>
        </w:tc>
      </w:tr>
      <w:tr w:rsidR="001F5B4D" w:rsidRPr="001F5B4D" w14:paraId="1D495DB3" w14:textId="77777777" w:rsidTr="001F5B4D">
        <w:tblPrEx>
          <w:tblCellMar>
            <w:top w:w="0" w:type="dxa"/>
            <w:bottom w:w="0" w:type="dxa"/>
          </w:tblCellMar>
        </w:tblPrEx>
        <w:trPr>
          <w:cantSplit/>
        </w:trPr>
        <w:tc>
          <w:tcPr>
            <w:tcW w:w="2551" w:type="dxa"/>
            <w:shd w:val="clear" w:color="auto" w:fill="998877"/>
          </w:tcPr>
          <w:p w14:paraId="74DE0DCA" w14:textId="6154EE15" w:rsidR="001F5B4D" w:rsidRPr="001F5B4D" w:rsidRDefault="001F5B4D" w:rsidP="001F5B4D">
            <w:r w:rsidRPr="001F5B4D">
              <w:t>Areal overlap (availability)</w:t>
            </w:r>
          </w:p>
        </w:tc>
        <w:tc>
          <w:tcPr>
            <w:tcW w:w="4536" w:type="dxa"/>
            <w:gridSpan w:val="2"/>
          </w:tcPr>
          <w:p w14:paraId="05C3EEB4" w14:textId="123E861B" w:rsidR="001F5B4D" w:rsidRPr="001F5B4D" w:rsidRDefault="001F5B4D" w:rsidP="001F5B4D">
            <w:r w:rsidRPr="001F5B4D">
              <w:t>Worldwide pelagic distribution</w:t>
            </w:r>
          </w:p>
        </w:tc>
        <w:tc>
          <w:tcPr>
            <w:tcW w:w="851" w:type="dxa"/>
          </w:tcPr>
          <w:p w14:paraId="48A92DA8" w14:textId="03AB718F" w:rsidR="001F5B4D" w:rsidRPr="001F5B4D" w:rsidRDefault="001F5B4D" w:rsidP="001F5B4D">
            <w:r w:rsidRPr="001F5B4D">
              <w:t>3</w:t>
            </w:r>
          </w:p>
        </w:tc>
      </w:tr>
      <w:tr w:rsidR="001F5B4D" w:rsidRPr="001F5B4D" w14:paraId="21F5E70F" w14:textId="77777777" w:rsidTr="001F5B4D">
        <w:tblPrEx>
          <w:tblCellMar>
            <w:top w:w="0" w:type="dxa"/>
            <w:bottom w:w="0" w:type="dxa"/>
          </w:tblCellMar>
        </w:tblPrEx>
        <w:trPr>
          <w:cantSplit/>
        </w:trPr>
        <w:tc>
          <w:tcPr>
            <w:tcW w:w="2551" w:type="dxa"/>
            <w:shd w:val="clear" w:color="auto" w:fill="998877"/>
          </w:tcPr>
          <w:p w14:paraId="229C6370" w14:textId="633033D1" w:rsidR="001F5B4D" w:rsidRPr="001F5B4D" w:rsidRDefault="001F5B4D" w:rsidP="001F5B4D">
            <w:r w:rsidRPr="001F5B4D">
              <w:t>Encounterability</w:t>
            </w:r>
          </w:p>
        </w:tc>
        <w:tc>
          <w:tcPr>
            <w:tcW w:w="4536" w:type="dxa"/>
            <w:gridSpan w:val="2"/>
          </w:tcPr>
          <w:p w14:paraId="649F7722" w14:textId="4B40D3F5" w:rsidR="001F5B4D" w:rsidRPr="001F5B4D" w:rsidRDefault="001F5B4D" w:rsidP="001F5B4D">
            <w:r w:rsidRPr="001F5B4D">
              <w:t>The depth range of the species is 10-200m. For surface gears, the vertical overlap index with this species is 47.64%.</w:t>
            </w:r>
          </w:p>
        </w:tc>
        <w:tc>
          <w:tcPr>
            <w:tcW w:w="851" w:type="dxa"/>
          </w:tcPr>
          <w:p w14:paraId="54AA3D13" w14:textId="11104196" w:rsidR="001F5B4D" w:rsidRPr="001F5B4D" w:rsidRDefault="001F5B4D" w:rsidP="001F5B4D">
            <w:r w:rsidRPr="001F5B4D">
              <w:t>3</w:t>
            </w:r>
          </w:p>
        </w:tc>
      </w:tr>
      <w:tr w:rsidR="001F5B4D" w:rsidRPr="001F5B4D" w14:paraId="55152F88" w14:textId="77777777" w:rsidTr="001F5B4D">
        <w:tblPrEx>
          <w:tblCellMar>
            <w:top w:w="0" w:type="dxa"/>
            <w:bottom w:w="0" w:type="dxa"/>
          </w:tblCellMar>
        </w:tblPrEx>
        <w:trPr>
          <w:cantSplit/>
        </w:trPr>
        <w:tc>
          <w:tcPr>
            <w:tcW w:w="2551" w:type="dxa"/>
            <w:shd w:val="clear" w:color="auto" w:fill="998877"/>
          </w:tcPr>
          <w:p w14:paraId="71ADE62A" w14:textId="37B0DA54" w:rsidR="001F5B4D" w:rsidRPr="001F5B4D" w:rsidRDefault="001F5B4D" w:rsidP="001F5B4D">
            <w:r w:rsidRPr="001F5B4D">
              <w:t>Selectivity</w:t>
            </w:r>
          </w:p>
        </w:tc>
        <w:tc>
          <w:tcPr>
            <w:tcW w:w="4536" w:type="dxa"/>
            <w:gridSpan w:val="2"/>
          </w:tcPr>
          <w:p w14:paraId="3763D08B" w14:textId="16B4A342" w:rsidR="001F5B4D" w:rsidRPr="001F5B4D" w:rsidRDefault="001F5B4D" w:rsidP="001F5B4D">
            <w:r w:rsidRPr="001F5B4D">
              <w:t>The maximum length of the species is 50cm. For tropical surface fisheries, the length overlap index with this species is 45.45%.</w:t>
            </w:r>
          </w:p>
        </w:tc>
        <w:tc>
          <w:tcPr>
            <w:tcW w:w="851" w:type="dxa"/>
          </w:tcPr>
          <w:p w14:paraId="0B4444EF" w14:textId="2AE7CD2E" w:rsidR="001F5B4D" w:rsidRPr="001F5B4D" w:rsidRDefault="001F5B4D" w:rsidP="001F5B4D">
            <w:r w:rsidRPr="001F5B4D">
              <w:t>3</w:t>
            </w:r>
          </w:p>
        </w:tc>
      </w:tr>
      <w:tr w:rsidR="001F5B4D" w:rsidRPr="001F5B4D" w14:paraId="00EBD265" w14:textId="77777777" w:rsidTr="001F5B4D">
        <w:tblPrEx>
          <w:tblCellMar>
            <w:top w:w="0" w:type="dxa"/>
            <w:bottom w:w="0" w:type="dxa"/>
          </w:tblCellMar>
        </w:tblPrEx>
        <w:trPr>
          <w:cantSplit/>
        </w:trPr>
        <w:tc>
          <w:tcPr>
            <w:tcW w:w="2551" w:type="dxa"/>
            <w:shd w:val="clear" w:color="auto" w:fill="998877"/>
          </w:tcPr>
          <w:p w14:paraId="28CD62C7" w14:textId="19B72C03" w:rsidR="001F5B4D" w:rsidRPr="001F5B4D" w:rsidRDefault="001F5B4D" w:rsidP="001F5B4D">
            <w:r w:rsidRPr="001F5B4D">
              <w:t>Post capture mortality</w:t>
            </w:r>
          </w:p>
        </w:tc>
        <w:tc>
          <w:tcPr>
            <w:tcW w:w="4536" w:type="dxa"/>
            <w:gridSpan w:val="2"/>
            <w:tcBorders>
              <w:bottom w:val="single" w:sz="4" w:space="0" w:color="auto"/>
            </w:tcBorders>
          </w:tcPr>
          <w:p w14:paraId="6A53351F" w14:textId="232041D0" w:rsidR="001F5B4D" w:rsidRPr="001F5B4D" w:rsidRDefault="001F5B4D" w:rsidP="001F5B4D">
            <w:r w:rsidRPr="001F5B4D">
              <w:t>No direct evidence of survival after capture.</w:t>
            </w:r>
          </w:p>
        </w:tc>
        <w:tc>
          <w:tcPr>
            <w:tcW w:w="851" w:type="dxa"/>
          </w:tcPr>
          <w:p w14:paraId="1529D562" w14:textId="2789906C" w:rsidR="001F5B4D" w:rsidRPr="001F5B4D" w:rsidRDefault="001F5B4D" w:rsidP="001F5B4D">
            <w:r w:rsidRPr="001F5B4D">
              <w:t>3</w:t>
            </w:r>
          </w:p>
        </w:tc>
      </w:tr>
      <w:tr w:rsidR="001F5B4D" w:rsidRPr="001F5B4D" w14:paraId="1CEECA97" w14:textId="77777777" w:rsidTr="001F5B4D">
        <w:tblPrEx>
          <w:tblCellMar>
            <w:top w:w="0" w:type="dxa"/>
            <w:bottom w:w="0" w:type="dxa"/>
          </w:tblCellMar>
        </w:tblPrEx>
        <w:trPr>
          <w:cantSplit/>
        </w:trPr>
        <w:tc>
          <w:tcPr>
            <w:tcW w:w="2551" w:type="dxa"/>
            <w:shd w:val="clear" w:color="auto" w:fill="998877"/>
          </w:tcPr>
          <w:p w14:paraId="71F30C3C" w14:textId="77777777" w:rsidR="001F5B4D" w:rsidRPr="001F5B4D" w:rsidRDefault="001F5B4D" w:rsidP="001F5B4D"/>
        </w:tc>
        <w:tc>
          <w:tcPr>
            <w:tcW w:w="4536" w:type="dxa"/>
            <w:gridSpan w:val="2"/>
            <w:tcBorders>
              <w:bottom w:val="single" w:sz="4" w:space="0" w:color="auto"/>
            </w:tcBorders>
            <w:shd w:val="clear" w:color="auto" w:fill="998877"/>
          </w:tcPr>
          <w:p w14:paraId="142945B3" w14:textId="63763A20" w:rsidR="001F5B4D" w:rsidRPr="001F5B4D" w:rsidRDefault="001F5B4D" w:rsidP="001F5B4D">
            <w:r w:rsidRPr="001F5B4D">
              <w:t>Susceptibility score</w:t>
            </w:r>
          </w:p>
        </w:tc>
        <w:tc>
          <w:tcPr>
            <w:tcW w:w="851" w:type="dxa"/>
          </w:tcPr>
          <w:p w14:paraId="0E639243" w14:textId="49A0D4FC" w:rsidR="001F5B4D" w:rsidRPr="001F5B4D" w:rsidRDefault="001F5B4D" w:rsidP="001F5B4D">
            <w:r w:rsidRPr="001F5B4D">
              <w:t>3.00</w:t>
            </w:r>
          </w:p>
        </w:tc>
      </w:tr>
      <w:tr w:rsidR="001F5B4D" w:rsidRPr="001F5B4D" w14:paraId="4189A80E" w14:textId="77777777" w:rsidTr="001F5B4D">
        <w:tblPrEx>
          <w:tblCellMar>
            <w:top w:w="0" w:type="dxa"/>
            <w:bottom w:w="0" w:type="dxa"/>
          </w:tblCellMar>
        </w:tblPrEx>
        <w:trPr>
          <w:cantSplit/>
        </w:trPr>
        <w:tc>
          <w:tcPr>
            <w:tcW w:w="2551" w:type="dxa"/>
            <w:shd w:val="clear" w:color="auto" w:fill="998877"/>
          </w:tcPr>
          <w:p w14:paraId="0FDEC9D1" w14:textId="77777777" w:rsidR="001F5B4D" w:rsidRPr="001F5B4D" w:rsidRDefault="001F5B4D" w:rsidP="001F5B4D"/>
        </w:tc>
        <w:tc>
          <w:tcPr>
            <w:tcW w:w="4536" w:type="dxa"/>
            <w:gridSpan w:val="2"/>
            <w:shd w:val="clear" w:color="auto" w:fill="998877"/>
          </w:tcPr>
          <w:p w14:paraId="70F10AEC" w14:textId="3A17AEF3" w:rsidR="001F5B4D" w:rsidRPr="001F5B4D" w:rsidRDefault="001F5B4D" w:rsidP="001F5B4D">
            <w:r w:rsidRPr="001F5B4D">
              <w:t>Vulnerability score</w:t>
            </w:r>
          </w:p>
        </w:tc>
        <w:tc>
          <w:tcPr>
            <w:tcW w:w="851" w:type="dxa"/>
          </w:tcPr>
          <w:p w14:paraId="6A3D022F" w14:textId="399F6D3B" w:rsidR="001F5B4D" w:rsidRPr="001F5B4D" w:rsidRDefault="001F5B4D" w:rsidP="001F5B4D">
            <w:r w:rsidRPr="001F5B4D">
              <w:t>3.26</w:t>
            </w:r>
          </w:p>
        </w:tc>
      </w:tr>
    </w:tbl>
    <w:p w14:paraId="2773CEDB" w14:textId="342E38D1"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56B9B3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6" w:name="T_DOL" w:colFirst="0" w:colLast="0"/>
          <w:p w14:paraId="7861BBA2" w14:textId="6B22D330" w:rsidR="001F5B4D" w:rsidRPr="001F5B4D" w:rsidRDefault="001F5B4D" w:rsidP="001F5B4D">
            <w:pPr>
              <w:rPr>
                <w:b/>
              </w:rPr>
            </w:pPr>
            <w:r w:rsidRPr="001F5B4D">
              <w:rPr>
                <w:b/>
              </w:rPr>
              <w:fldChar w:fldCharType="begin"/>
            </w:r>
            <w:r w:rsidRPr="001F5B4D">
              <w:rPr>
                <w:b/>
              </w:rPr>
              <w:instrText xml:space="preserve"> HYPERLINK  \l "S_DOL" \o "PSA Score" </w:instrText>
            </w:r>
            <w:r w:rsidRPr="001F5B4D">
              <w:rPr>
                <w:b/>
              </w:rPr>
            </w:r>
            <w:r w:rsidRPr="001F5B4D">
              <w:rPr>
                <w:b/>
              </w:rPr>
              <w:fldChar w:fldCharType="separate"/>
            </w:r>
            <w:r w:rsidRPr="001F5B4D">
              <w:rPr>
                <w:rStyle w:val="Hyperlink"/>
                <w:b/>
              </w:rPr>
              <w:t>Common dolphinfish</w:t>
            </w:r>
            <w:r w:rsidRPr="001F5B4D">
              <w:rPr>
                <w:b/>
              </w:rPr>
              <w:fldChar w:fldCharType="end"/>
            </w:r>
          </w:p>
        </w:tc>
        <w:tc>
          <w:tcPr>
            <w:tcW w:w="3969" w:type="dxa"/>
            <w:gridSpan w:val="2"/>
            <w:tcBorders>
              <w:bottom w:val="single" w:sz="4" w:space="0" w:color="auto"/>
            </w:tcBorders>
            <w:shd w:val="clear" w:color="auto" w:fill="998877"/>
          </w:tcPr>
          <w:p w14:paraId="58A10C8E" w14:textId="30CEEA2E" w:rsidR="001F5B4D" w:rsidRPr="001F5B4D" w:rsidRDefault="001F5B4D" w:rsidP="001F5B4D">
            <w:pPr>
              <w:rPr>
                <w:b/>
                <w:i/>
              </w:rPr>
            </w:pPr>
            <w:r w:rsidRPr="001F5B4D">
              <w:rPr>
                <w:b/>
                <w:i/>
              </w:rPr>
              <w:t>Coryphaena hippurus</w:t>
            </w:r>
          </w:p>
        </w:tc>
      </w:tr>
      <w:bookmarkEnd w:id="146"/>
      <w:tr w:rsidR="001F5B4D" w:rsidRPr="001F5B4D" w14:paraId="66BE446A" w14:textId="77777777" w:rsidTr="00FE6CA6">
        <w:tblPrEx>
          <w:tblCellMar>
            <w:top w:w="0" w:type="dxa"/>
            <w:bottom w:w="0" w:type="dxa"/>
          </w:tblCellMar>
        </w:tblPrEx>
        <w:trPr>
          <w:cantSplit/>
        </w:trPr>
        <w:tc>
          <w:tcPr>
            <w:tcW w:w="7938" w:type="dxa"/>
            <w:gridSpan w:val="4"/>
            <w:shd w:val="clear" w:color="auto" w:fill="998877"/>
          </w:tcPr>
          <w:p w14:paraId="78BF8780" w14:textId="6D4D6DE9" w:rsidR="001F5B4D" w:rsidRPr="001F5B4D" w:rsidRDefault="001F5B4D" w:rsidP="001F5B4D">
            <w:pPr>
              <w:rPr>
                <w:b/>
              </w:rPr>
            </w:pPr>
            <w:r w:rsidRPr="001F5B4D">
              <w:rPr>
                <w:b/>
              </w:rPr>
              <w:t>Productivity</w:t>
            </w:r>
          </w:p>
        </w:tc>
      </w:tr>
      <w:tr w:rsidR="001F5B4D" w:rsidRPr="001F5B4D" w14:paraId="35C9C4D3" w14:textId="77777777" w:rsidTr="001F5B4D">
        <w:tblPrEx>
          <w:tblCellMar>
            <w:top w:w="0" w:type="dxa"/>
            <w:bottom w:w="0" w:type="dxa"/>
          </w:tblCellMar>
        </w:tblPrEx>
        <w:trPr>
          <w:cantSplit/>
        </w:trPr>
        <w:tc>
          <w:tcPr>
            <w:tcW w:w="2551" w:type="dxa"/>
            <w:shd w:val="clear" w:color="auto" w:fill="998877"/>
          </w:tcPr>
          <w:p w14:paraId="2C538DB8" w14:textId="4E7E808D" w:rsidR="001F5B4D" w:rsidRPr="001F5B4D" w:rsidRDefault="001F5B4D" w:rsidP="001F5B4D">
            <w:r w:rsidRPr="001F5B4D">
              <w:t>Average age at maturity</w:t>
            </w:r>
          </w:p>
        </w:tc>
        <w:tc>
          <w:tcPr>
            <w:tcW w:w="4536" w:type="dxa"/>
            <w:gridSpan w:val="2"/>
          </w:tcPr>
          <w:p w14:paraId="1C70A550" w14:textId="66167344" w:rsidR="001F5B4D" w:rsidRPr="001F5B4D" w:rsidRDefault="001F5B4D" w:rsidP="001F5B4D">
            <w:r w:rsidRPr="001F5B4D">
              <w:t>Species growth rate (K) is 1.340, which is higher than lowest risk K (0.183) for age at maturity.</w:t>
            </w:r>
          </w:p>
        </w:tc>
        <w:tc>
          <w:tcPr>
            <w:tcW w:w="851" w:type="dxa"/>
          </w:tcPr>
          <w:p w14:paraId="28829CE5" w14:textId="0650F3F0" w:rsidR="001F5B4D" w:rsidRPr="001F5B4D" w:rsidRDefault="001F5B4D" w:rsidP="001F5B4D">
            <w:r w:rsidRPr="001F5B4D">
              <w:t>1</w:t>
            </w:r>
          </w:p>
        </w:tc>
      </w:tr>
      <w:tr w:rsidR="001F5B4D" w:rsidRPr="001F5B4D" w14:paraId="19F4A5A4" w14:textId="77777777" w:rsidTr="001F5B4D">
        <w:tblPrEx>
          <w:tblCellMar>
            <w:top w:w="0" w:type="dxa"/>
            <w:bottom w:w="0" w:type="dxa"/>
          </w:tblCellMar>
        </w:tblPrEx>
        <w:trPr>
          <w:cantSplit/>
        </w:trPr>
        <w:tc>
          <w:tcPr>
            <w:tcW w:w="2551" w:type="dxa"/>
            <w:shd w:val="clear" w:color="auto" w:fill="998877"/>
          </w:tcPr>
          <w:p w14:paraId="18909F02" w14:textId="6AAAF7CE" w:rsidR="001F5B4D" w:rsidRPr="001F5B4D" w:rsidRDefault="001F5B4D" w:rsidP="001F5B4D">
            <w:r w:rsidRPr="001F5B4D">
              <w:t>Average max age</w:t>
            </w:r>
          </w:p>
        </w:tc>
        <w:tc>
          <w:tcPr>
            <w:tcW w:w="4536" w:type="dxa"/>
            <w:gridSpan w:val="2"/>
          </w:tcPr>
          <w:p w14:paraId="7F30C6B8" w14:textId="3BF18DD3" w:rsidR="001F5B4D" w:rsidRPr="001F5B4D" w:rsidRDefault="001F5B4D" w:rsidP="001F5B4D">
            <w:r w:rsidRPr="001F5B4D">
              <w:t>Species growth rate (K) is 1.340, which is higher than lowest risk K (0.30) for maximum age.</w:t>
            </w:r>
          </w:p>
        </w:tc>
        <w:tc>
          <w:tcPr>
            <w:tcW w:w="851" w:type="dxa"/>
          </w:tcPr>
          <w:p w14:paraId="0D448D7D" w14:textId="3CDAB863" w:rsidR="001F5B4D" w:rsidRPr="001F5B4D" w:rsidRDefault="001F5B4D" w:rsidP="001F5B4D">
            <w:r w:rsidRPr="001F5B4D">
              <w:t>1</w:t>
            </w:r>
          </w:p>
        </w:tc>
      </w:tr>
      <w:tr w:rsidR="001F5B4D" w:rsidRPr="001F5B4D" w14:paraId="2FA476F4" w14:textId="77777777" w:rsidTr="001F5B4D">
        <w:tblPrEx>
          <w:tblCellMar>
            <w:top w:w="0" w:type="dxa"/>
            <w:bottom w:w="0" w:type="dxa"/>
          </w:tblCellMar>
        </w:tblPrEx>
        <w:trPr>
          <w:cantSplit/>
        </w:trPr>
        <w:tc>
          <w:tcPr>
            <w:tcW w:w="2551" w:type="dxa"/>
            <w:shd w:val="clear" w:color="auto" w:fill="998877"/>
          </w:tcPr>
          <w:p w14:paraId="59834504" w14:textId="2DE0748C" w:rsidR="001F5B4D" w:rsidRPr="001F5B4D" w:rsidRDefault="001F5B4D" w:rsidP="001F5B4D">
            <w:r w:rsidRPr="001F5B4D">
              <w:t>Fecundity</w:t>
            </w:r>
          </w:p>
        </w:tc>
        <w:tc>
          <w:tcPr>
            <w:tcW w:w="4536" w:type="dxa"/>
            <w:gridSpan w:val="2"/>
          </w:tcPr>
          <w:p w14:paraId="1BFB8C63" w14:textId="16E3FCBF" w:rsidR="001F5B4D" w:rsidRPr="001F5B4D" w:rsidRDefault="001F5B4D" w:rsidP="001F5B4D">
            <w:r w:rsidRPr="001F5B4D">
              <w:t>Species fecundity is 58000 eggs/year, which is higher than the lowest risk value (20000).</w:t>
            </w:r>
          </w:p>
        </w:tc>
        <w:tc>
          <w:tcPr>
            <w:tcW w:w="851" w:type="dxa"/>
          </w:tcPr>
          <w:p w14:paraId="1C4574F4" w14:textId="4363F5B7" w:rsidR="001F5B4D" w:rsidRPr="001F5B4D" w:rsidRDefault="001F5B4D" w:rsidP="001F5B4D">
            <w:r w:rsidRPr="001F5B4D">
              <w:t>1</w:t>
            </w:r>
          </w:p>
        </w:tc>
      </w:tr>
      <w:tr w:rsidR="001F5B4D" w:rsidRPr="001F5B4D" w14:paraId="2E97F441" w14:textId="77777777" w:rsidTr="001F5B4D">
        <w:tblPrEx>
          <w:tblCellMar>
            <w:top w:w="0" w:type="dxa"/>
            <w:bottom w:w="0" w:type="dxa"/>
          </w:tblCellMar>
        </w:tblPrEx>
        <w:trPr>
          <w:cantSplit/>
        </w:trPr>
        <w:tc>
          <w:tcPr>
            <w:tcW w:w="2551" w:type="dxa"/>
            <w:shd w:val="clear" w:color="auto" w:fill="998877"/>
          </w:tcPr>
          <w:p w14:paraId="53743EF7" w14:textId="6CD64E83" w:rsidR="001F5B4D" w:rsidRPr="001F5B4D" w:rsidRDefault="001F5B4D" w:rsidP="001F5B4D">
            <w:r w:rsidRPr="001F5B4D">
              <w:t>Average max size</w:t>
            </w:r>
          </w:p>
        </w:tc>
        <w:tc>
          <w:tcPr>
            <w:tcW w:w="4536" w:type="dxa"/>
            <w:gridSpan w:val="2"/>
          </w:tcPr>
          <w:p w14:paraId="2DA058C8" w14:textId="748EDA0B" w:rsidR="001F5B4D" w:rsidRPr="001F5B4D" w:rsidRDefault="001F5B4D" w:rsidP="001F5B4D">
            <w:r w:rsidRPr="001F5B4D">
              <w:t>Species maximum length is 210, which is in the medium risk range (100-300cm).</w:t>
            </w:r>
          </w:p>
        </w:tc>
        <w:tc>
          <w:tcPr>
            <w:tcW w:w="851" w:type="dxa"/>
          </w:tcPr>
          <w:p w14:paraId="7B7ABC55" w14:textId="274FCBE9" w:rsidR="001F5B4D" w:rsidRPr="001F5B4D" w:rsidRDefault="001F5B4D" w:rsidP="001F5B4D">
            <w:r w:rsidRPr="001F5B4D">
              <w:t>2</w:t>
            </w:r>
          </w:p>
        </w:tc>
      </w:tr>
      <w:tr w:rsidR="001F5B4D" w:rsidRPr="001F5B4D" w14:paraId="4BDD9B77" w14:textId="77777777" w:rsidTr="001F5B4D">
        <w:tblPrEx>
          <w:tblCellMar>
            <w:top w:w="0" w:type="dxa"/>
            <w:bottom w:w="0" w:type="dxa"/>
          </w:tblCellMar>
        </w:tblPrEx>
        <w:trPr>
          <w:cantSplit/>
        </w:trPr>
        <w:tc>
          <w:tcPr>
            <w:tcW w:w="2551" w:type="dxa"/>
            <w:shd w:val="clear" w:color="auto" w:fill="998877"/>
          </w:tcPr>
          <w:p w14:paraId="16822055" w14:textId="3B4E837C" w:rsidR="001F5B4D" w:rsidRPr="001F5B4D" w:rsidRDefault="001F5B4D" w:rsidP="001F5B4D">
            <w:r w:rsidRPr="001F5B4D">
              <w:t>Average size at maturity</w:t>
            </w:r>
          </w:p>
        </w:tc>
        <w:tc>
          <w:tcPr>
            <w:tcW w:w="4536" w:type="dxa"/>
            <w:gridSpan w:val="2"/>
          </w:tcPr>
          <w:p w14:paraId="191F11A2" w14:textId="4E16FDB8" w:rsidR="001F5B4D" w:rsidRPr="001F5B4D" w:rsidRDefault="001F5B4D" w:rsidP="001F5B4D">
            <w:r w:rsidRPr="001F5B4D">
              <w:t>Species length at maturity is 56, which is in the medium risk range (40-200cm).</w:t>
            </w:r>
          </w:p>
        </w:tc>
        <w:tc>
          <w:tcPr>
            <w:tcW w:w="851" w:type="dxa"/>
          </w:tcPr>
          <w:p w14:paraId="57F42288" w14:textId="6310553B" w:rsidR="001F5B4D" w:rsidRPr="001F5B4D" w:rsidRDefault="001F5B4D" w:rsidP="001F5B4D">
            <w:r w:rsidRPr="001F5B4D">
              <w:t>2</w:t>
            </w:r>
          </w:p>
        </w:tc>
      </w:tr>
      <w:tr w:rsidR="001F5B4D" w:rsidRPr="001F5B4D" w14:paraId="0CCD53C3" w14:textId="77777777" w:rsidTr="001F5B4D">
        <w:tblPrEx>
          <w:tblCellMar>
            <w:top w:w="0" w:type="dxa"/>
            <w:bottom w:w="0" w:type="dxa"/>
          </w:tblCellMar>
        </w:tblPrEx>
        <w:trPr>
          <w:cantSplit/>
        </w:trPr>
        <w:tc>
          <w:tcPr>
            <w:tcW w:w="2551" w:type="dxa"/>
            <w:shd w:val="clear" w:color="auto" w:fill="998877"/>
          </w:tcPr>
          <w:p w14:paraId="0FA1F8D4" w14:textId="04A2AD07" w:rsidR="001F5B4D" w:rsidRPr="001F5B4D" w:rsidRDefault="001F5B4D" w:rsidP="001F5B4D">
            <w:r w:rsidRPr="001F5B4D">
              <w:t>Reproductive strategy</w:t>
            </w:r>
          </w:p>
        </w:tc>
        <w:tc>
          <w:tcPr>
            <w:tcW w:w="4536" w:type="dxa"/>
            <w:gridSpan w:val="2"/>
          </w:tcPr>
          <w:p w14:paraId="53D39343" w14:textId="6FD48AEE" w:rsidR="001F5B4D" w:rsidRPr="001F5B4D" w:rsidRDefault="001F5B4D" w:rsidP="001F5B4D">
            <w:r w:rsidRPr="001F5B4D">
              <w:t>Species reproductive strategy is broadcast spawner, which is low risk.</w:t>
            </w:r>
          </w:p>
        </w:tc>
        <w:tc>
          <w:tcPr>
            <w:tcW w:w="851" w:type="dxa"/>
          </w:tcPr>
          <w:p w14:paraId="76C55EA8" w14:textId="47E2BECD" w:rsidR="001F5B4D" w:rsidRPr="001F5B4D" w:rsidRDefault="001F5B4D" w:rsidP="001F5B4D">
            <w:r w:rsidRPr="001F5B4D">
              <w:t>1</w:t>
            </w:r>
          </w:p>
        </w:tc>
      </w:tr>
      <w:tr w:rsidR="001F5B4D" w:rsidRPr="001F5B4D" w14:paraId="0AF0EAAD" w14:textId="77777777" w:rsidTr="001F5B4D">
        <w:tblPrEx>
          <w:tblCellMar>
            <w:top w:w="0" w:type="dxa"/>
            <w:bottom w:w="0" w:type="dxa"/>
          </w:tblCellMar>
        </w:tblPrEx>
        <w:trPr>
          <w:cantSplit/>
        </w:trPr>
        <w:tc>
          <w:tcPr>
            <w:tcW w:w="2551" w:type="dxa"/>
            <w:shd w:val="clear" w:color="auto" w:fill="998877"/>
          </w:tcPr>
          <w:p w14:paraId="3C1315B7" w14:textId="60BE9F81" w:rsidR="001F5B4D" w:rsidRPr="001F5B4D" w:rsidRDefault="001F5B4D" w:rsidP="001F5B4D">
            <w:r w:rsidRPr="001F5B4D">
              <w:t>Trophic level</w:t>
            </w:r>
          </w:p>
        </w:tc>
        <w:tc>
          <w:tcPr>
            <w:tcW w:w="4536" w:type="dxa"/>
            <w:gridSpan w:val="2"/>
            <w:tcBorders>
              <w:bottom w:val="single" w:sz="4" w:space="0" w:color="auto"/>
            </w:tcBorders>
          </w:tcPr>
          <w:p w14:paraId="4334D7F6" w14:textId="0BF9FA53" w:rsidR="001F5B4D" w:rsidRPr="001F5B4D" w:rsidRDefault="001F5B4D" w:rsidP="001F5B4D">
            <w:r w:rsidRPr="001F5B4D">
              <w:t>Species trophic level is 4.4, which is higher than the highest risk value (3.25).</w:t>
            </w:r>
          </w:p>
        </w:tc>
        <w:tc>
          <w:tcPr>
            <w:tcW w:w="851" w:type="dxa"/>
          </w:tcPr>
          <w:p w14:paraId="5D4DC0F9" w14:textId="1004E931" w:rsidR="001F5B4D" w:rsidRPr="001F5B4D" w:rsidRDefault="001F5B4D" w:rsidP="001F5B4D">
            <w:r w:rsidRPr="001F5B4D">
              <w:t>3</w:t>
            </w:r>
          </w:p>
        </w:tc>
      </w:tr>
      <w:tr w:rsidR="001F5B4D" w:rsidRPr="001F5B4D" w14:paraId="2DEC5F97"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76796A2" w14:textId="77777777" w:rsidR="001F5B4D" w:rsidRPr="001F5B4D" w:rsidRDefault="001F5B4D" w:rsidP="001F5B4D"/>
        </w:tc>
        <w:tc>
          <w:tcPr>
            <w:tcW w:w="4536" w:type="dxa"/>
            <w:gridSpan w:val="2"/>
            <w:tcBorders>
              <w:bottom w:val="single" w:sz="4" w:space="0" w:color="auto"/>
            </w:tcBorders>
            <w:shd w:val="clear" w:color="auto" w:fill="998877"/>
          </w:tcPr>
          <w:p w14:paraId="3C0AB000" w14:textId="2772C8A1" w:rsidR="001F5B4D" w:rsidRPr="001F5B4D" w:rsidRDefault="001F5B4D" w:rsidP="001F5B4D">
            <w:r w:rsidRPr="001F5B4D">
              <w:t>Productivity score</w:t>
            </w:r>
          </w:p>
        </w:tc>
        <w:tc>
          <w:tcPr>
            <w:tcW w:w="851" w:type="dxa"/>
            <w:tcBorders>
              <w:bottom w:val="single" w:sz="4" w:space="0" w:color="auto"/>
            </w:tcBorders>
          </w:tcPr>
          <w:p w14:paraId="010EC01A" w14:textId="79879B6E" w:rsidR="001F5B4D" w:rsidRPr="001F5B4D" w:rsidRDefault="001F5B4D" w:rsidP="001F5B4D">
            <w:r w:rsidRPr="001F5B4D">
              <w:t>1.57</w:t>
            </w:r>
          </w:p>
        </w:tc>
      </w:tr>
      <w:tr w:rsidR="001F5B4D" w:rsidRPr="001F5B4D" w14:paraId="56B1C97E" w14:textId="77777777" w:rsidTr="0079399E">
        <w:tblPrEx>
          <w:tblCellMar>
            <w:top w:w="0" w:type="dxa"/>
            <w:bottom w:w="0" w:type="dxa"/>
          </w:tblCellMar>
        </w:tblPrEx>
        <w:trPr>
          <w:cantSplit/>
        </w:trPr>
        <w:tc>
          <w:tcPr>
            <w:tcW w:w="7938" w:type="dxa"/>
            <w:gridSpan w:val="4"/>
            <w:shd w:val="clear" w:color="auto" w:fill="998877"/>
          </w:tcPr>
          <w:p w14:paraId="6308765D" w14:textId="261381C9" w:rsidR="001F5B4D" w:rsidRPr="001F5B4D" w:rsidRDefault="001F5B4D" w:rsidP="001F5B4D">
            <w:pPr>
              <w:rPr>
                <w:b/>
              </w:rPr>
            </w:pPr>
            <w:r w:rsidRPr="001F5B4D">
              <w:rPr>
                <w:b/>
              </w:rPr>
              <w:t>Susceptibility</w:t>
            </w:r>
          </w:p>
        </w:tc>
      </w:tr>
      <w:tr w:rsidR="001F5B4D" w:rsidRPr="001F5B4D" w14:paraId="59CEAB0E" w14:textId="77777777" w:rsidTr="001F5B4D">
        <w:tblPrEx>
          <w:tblCellMar>
            <w:top w:w="0" w:type="dxa"/>
            <w:bottom w:w="0" w:type="dxa"/>
          </w:tblCellMar>
        </w:tblPrEx>
        <w:trPr>
          <w:cantSplit/>
        </w:trPr>
        <w:tc>
          <w:tcPr>
            <w:tcW w:w="2551" w:type="dxa"/>
            <w:shd w:val="clear" w:color="auto" w:fill="998877"/>
          </w:tcPr>
          <w:p w14:paraId="7D8BBC57" w14:textId="5566C2FA" w:rsidR="001F5B4D" w:rsidRPr="001F5B4D" w:rsidRDefault="001F5B4D" w:rsidP="001F5B4D">
            <w:r w:rsidRPr="001F5B4D">
              <w:t>Areal overlap (availability)</w:t>
            </w:r>
          </w:p>
        </w:tc>
        <w:tc>
          <w:tcPr>
            <w:tcW w:w="4536" w:type="dxa"/>
            <w:gridSpan w:val="2"/>
          </w:tcPr>
          <w:p w14:paraId="74C54013" w14:textId="6252CB2F" w:rsidR="001F5B4D" w:rsidRPr="001F5B4D" w:rsidRDefault="001F5B4D" w:rsidP="001F5B4D">
            <w:r w:rsidRPr="001F5B4D">
              <w:t>Worldwide pelagic distribution</w:t>
            </w:r>
          </w:p>
        </w:tc>
        <w:tc>
          <w:tcPr>
            <w:tcW w:w="851" w:type="dxa"/>
          </w:tcPr>
          <w:p w14:paraId="4E381D73" w14:textId="1D49A62A" w:rsidR="001F5B4D" w:rsidRPr="001F5B4D" w:rsidRDefault="001F5B4D" w:rsidP="001F5B4D">
            <w:r w:rsidRPr="001F5B4D">
              <w:t>3</w:t>
            </w:r>
          </w:p>
        </w:tc>
      </w:tr>
      <w:tr w:rsidR="001F5B4D" w:rsidRPr="001F5B4D" w14:paraId="52E106F1" w14:textId="77777777" w:rsidTr="001F5B4D">
        <w:tblPrEx>
          <w:tblCellMar>
            <w:top w:w="0" w:type="dxa"/>
            <w:bottom w:w="0" w:type="dxa"/>
          </w:tblCellMar>
        </w:tblPrEx>
        <w:trPr>
          <w:cantSplit/>
        </w:trPr>
        <w:tc>
          <w:tcPr>
            <w:tcW w:w="2551" w:type="dxa"/>
            <w:shd w:val="clear" w:color="auto" w:fill="998877"/>
          </w:tcPr>
          <w:p w14:paraId="68850F9A" w14:textId="2D7855CD" w:rsidR="001F5B4D" w:rsidRPr="001F5B4D" w:rsidRDefault="001F5B4D" w:rsidP="001F5B4D">
            <w:r w:rsidRPr="001F5B4D">
              <w:t>Encounterability</w:t>
            </w:r>
          </w:p>
        </w:tc>
        <w:tc>
          <w:tcPr>
            <w:tcW w:w="4536" w:type="dxa"/>
            <w:gridSpan w:val="2"/>
          </w:tcPr>
          <w:p w14:paraId="53B466C7" w14:textId="7C806A51" w:rsidR="001F5B4D" w:rsidRPr="001F5B4D" w:rsidRDefault="001F5B4D" w:rsidP="001F5B4D">
            <w:r w:rsidRPr="001F5B4D">
              <w:t>The depth range of the species is 1-85m. For surface gears, the vertical overlap index with this species is 100.00%.</w:t>
            </w:r>
          </w:p>
        </w:tc>
        <w:tc>
          <w:tcPr>
            <w:tcW w:w="851" w:type="dxa"/>
          </w:tcPr>
          <w:p w14:paraId="4AD7C658" w14:textId="657BA540" w:rsidR="001F5B4D" w:rsidRPr="001F5B4D" w:rsidRDefault="001F5B4D" w:rsidP="001F5B4D">
            <w:r w:rsidRPr="001F5B4D">
              <w:t>3</w:t>
            </w:r>
          </w:p>
        </w:tc>
      </w:tr>
      <w:tr w:rsidR="001F5B4D" w:rsidRPr="001F5B4D" w14:paraId="51FCD861" w14:textId="77777777" w:rsidTr="001F5B4D">
        <w:tblPrEx>
          <w:tblCellMar>
            <w:top w:w="0" w:type="dxa"/>
            <w:bottom w:w="0" w:type="dxa"/>
          </w:tblCellMar>
        </w:tblPrEx>
        <w:trPr>
          <w:cantSplit/>
        </w:trPr>
        <w:tc>
          <w:tcPr>
            <w:tcW w:w="2551" w:type="dxa"/>
            <w:shd w:val="clear" w:color="auto" w:fill="998877"/>
          </w:tcPr>
          <w:p w14:paraId="1DD437C0" w14:textId="537F83F5" w:rsidR="001F5B4D" w:rsidRPr="001F5B4D" w:rsidRDefault="001F5B4D" w:rsidP="001F5B4D">
            <w:r w:rsidRPr="001F5B4D">
              <w:t>Selectivity</w:t>
            </w:r>
          </w:p>
        </w:tc>
        <w:tc>
          <w:tcPr>
            <w:tcW w:w="4536" w:type="dxa"/>
            <w:gridSpan w:val="2"/>
          </w:tcPr>
          <w:p w14:paraId="716B7F50" w14:textId="5DF62392" w:rsidR="001F5B4D" w:rsidRPr="001F5B4D" w:rsidRDefault="001F5B4D" w:rsidP="001F5B4D">
            <w:r w:rsidRPr="001F5B4D">
              <w:t>The maximum length of the species is 210cm. For tropical surface fisheries, the length overlap index with this species is 100.00%.</w:t>
            </w:r>
          </w:p>
        </w:tc>
        <w:tc>
          <w:tcPr>
            <w:tcW w:w="851" w:type="dxa"/>
          </w:tcPr>
          <w:p w14:paraId="4400139A" w14:textId="46BF8283" w:rsidR="001F5B4D" w:rsidRPr="001F5B4D" w:rsidRDefault="001F5B4D" w:rsidP="001F5B4D">
            <w:r w:rsidRPr="001F5B4D">
              <w:t>3</w:t>
            </w:r>
          </w:p>
        </w:tc>
      </w:tr>
      <w:tr w:rsidR="001F5B4D" w:rsidRPr="001F5B4D" w14:paraId="5D262760" w14:textId="77777777" w:rsidTr="001F5B4D">
        <w:tblPrEx>
          <w:tblCellMar>
            <w:top w:w="0" w:type="dxa"/>
            <w:bottom w:w="0" w:type="dxa"/>
          </w:tblCellMar>
        </w:tblPrEx>
        <w:trPr>
          <w:cantSplit/>
        </w:trPr>
        <w:tc>
          <w:tcPr>
            <w:tcW w:w="2551" w:type="dxa"/>
            <w:shd w:val="clear" w:color="auto" w:fill="998877"/>
          </w:tcPr>
          <w:p w14:paraId="6C05EE7B" w14:textId="3BFEB9B3" w:rsidR="001F5B4D" w:rsidRPr="001F5B4D" w:rsidRDefault="001F5B4D" w:rsidP="001F5B4D">
            <w:r w:rsidRPr="001F5B4D">
              <w:t>Post capture mortality</w:t>
            </w:r>
          </w:p>
        </w:tc>
        <w:tc>
          <w:tcPr>
            <w:tcW w:w="4536" w:type="dxa"/>
            <w:gridSpan w:val="2"/>
            <w:tcBorders>
              <w:bottom w:val="single" w:sz="4" w:space="0" w:color="auto"/>
            </w:tcBorders>
          </w:tcPr>
          <w:p w14:paraId="3A9ADE71" w14:textId="3626E743" w:rsidR="001F5B4D" w:rsidRPr="001F5B4D" w:rsidRDefault="001F5B4D" w:rsidP="001F5B4D">
            <w:r w:rsidRPr="001F5B4D">
              <w:t>No direct evidence of survival after capture.</w:t>
            </w:r>
          </w:p>
        </w:tc>
        <w:tc>
          <w:tcPr>
            <w:tcW w:w="851" w:type="dxa"/>
          </w:tcPr>
          <w:p w14:paraId="62547555" w14:textId="0D82CA03" w:rsidR="001F5B4D" w:rsidRPr="001F5B4D" w:rsidRDefault="001F5B4D" w:rsidP="001F5B4D">
            <w:r w:rsidRPr="001F5B4D">
              <w:t>3</w:t>
            </w:r>
          </w:p>
        </w:tc>
      </w:tr>
      <w:tr w:rsidR="001F5B4D" w:rsidRPr="001F5B4D" w14:paraId="7C488809" w14:textId="77777777" w:rsidTr="001F5B4D">
        <w:tblPrEx>
          <w:tblCellMar>
            <w:top w:w="0" w:type="dxa"/>
            <w:bottom w:w="0" w:type="dxa"/>
          </w:tblCellMar>
        </w:tblPrEx>
        <w:trPr>
          <w:cantSplit/>
        </w:trPr>
        <w:tc>
          <w:tcPr>
            <w:tcW w:w="2551" w:type="dxa"/>
            <w:shd w:val="clear" w:color="auto" w:fill="998877"/>
          </w:tcPr>
          <w:p w14:paraId="1BC1847D" w14:textId="77777777" w:rsidR="001F5B4D" w:rsidRPr="001F5B4D" w:rsidRDefault="001F5B4D" w:rsidP="001F5B4D"/>
        </w:tc>
        <w:tc>
          <w:tcPr>
            <w:tcW w:w="4536" w:type="dxa"/>
            <w:gridSpan w:val="2"/>
            <w:tcBorders>
              <w:bottom w:val="single" w:sz="4" w:space="0" w:color="auto"/>
            </w:tcBorders>
            <w:shd w:val="clear" w:color="auto" w:fill="998877"/>
          </w:tcPr>
          <w:p w14:paraId="6A04777D" w14:textId="6D8C924E" w:rsidR="001F5B4D" w:rsidRPr="001F5B4D" w:rsidRDefault="001F5B4D" w:rsidP="001F5B4D">
            <w:r w:rsidRPr="001F5B4D">
              <w:t>Susceptibility score</w:t>
            </w:r>
          </w:p>
        </w:tc>
        <w:tc>
          <w:tcPr>
            <w:tcW w:w="851" w:type="dxa"/>
          </w:tcPr>
          <w:p w14:paraId="4868EC92" w14:textId="44D5A389" w:rsidR="001F5B4D" w:rsidRPr="001F5B4D" w:rsidRDefault="001F5B4D" w:rsidP="001F5B4D">
            <w:r w:rsidRPr="001F5B4D">
              <w:t>3.00</w:t>
            </w:r>
          </w:p>
        </w:tc>
      </w:tr>
      <w:tr w:rsidR="001F5B4D" w:rsidRPr="001F5B4D" w14:paraId="0018F4C9" w14:textId="77777777" w:rsidTr="001F5B4D">
        <w:tblPrEx>
          <w:tblCellMar>
            <w:top w:w="0" w:type="dxa"/>
            <w:bottom w:w="0" w:type="dxa"/>
          </w:tblCellMar>
        </w:tblPrEx>
        <w:trPr>
          <w:cantSplit/>
        </w:trPr>
        <w:tc>
          <w:tcPr>
            <w:tcW w:w="2551" w:type="dxa"/>
            <w:shd w:val="clear" w:color="auto" w:fill="998877"/>
          </w:tcPr>
          <w:p w14:paraId="0597A9CC" w14:textId="77777777" w:rsidR="001F5B4D" w:rsidRPr="001F5B4D" w:rsidRDefault="001F5B4D" w:rsidP="001F5B4D"/>
        </w:tc>
        <w:tc>
          <w:tcPr>
            <w:tcW w:w="4536" w:type="dxa"/>
            <w:gridSpan w:val="2"/>
            <w:shd w:val="clear" w:color="auto" w:fill="998877"/>
          </w:tcPr>
          <w:p w14:paraId="2659B993" w14:textId="52EF9982" w:rsidR="001F5B4D" w:rsidRPr="001F5B4D" w:rsidRDefault="001F5B4D" w:rsidP="001F5B4D">
            <w:r w:rsidRPr="001F5B4D">
              <w:t>Vulnerability score</w:t>
            </w:r>
          </w:p>
        </w:tc>
        <w:tc>
          <w:tcPr>
            <w:tcW w:w="851" w:type="dxa"/>
          </w:tcPr>
          <w:p w14:paraId="5B30F44C" w14:textId="4CE0E8CB" w:rsidR="001F5B4D" w:rsidRPr="001F5B4D" w:rsidRDefault="001F5B4D" w:rsidP="001F5B4D">
            <w:r w:rsidRPr="001F5B4D">
              <w:t>3.39</w:t>
            </w:r>
          </w:p>
        </w:tc>
      </w:tr>
    </w:tbl>
    <w:p w14:paraId="6C466F3B" w14:textId="6B4F820B"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7DE2A342"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7" w:name="T_DGS" w:colFirst="0" w:colLast="0"/>
          <w:p w14:paraId="362B503F" w14:textId="745FE375" w:rsidR="001F5B4D" w:rsidRPr="001F5B4D" w:rsidRDefault="001F5B4D" w:rsidP="001F5B4D">
            <w:pPr>
              <w:rPr>
                <w:b/>
              </w:rPr>
            </w:pPr>
            <w:r w:rsidRPr="001F5B4D">
              <w:rPr>
                <w:b/>
              </w:rPr>
              <w:fldChar w:fldCharType="begin"/>
            </w:r>
            <w:r w:rsidRPr="001F5B4D">
              <w:rPr>
                <w:b/>
              </w:rPr>
              <w:instrText xml:space="preserve"> HYPERLINK  \l "S_DGS" \o "PSA Score" </w:instrText>
            </w:r>
            <w:r w:rsidRPr="001F5B4D">
              <w:rPr>
                <w:b/>
              </w:rPr>
            </w:r>
            <w:r w:rsidRPr="001F5B4D">
              <w:rPr>
                <w:b/>
              </w:rPr>
              <w:fldChar w:fldCharType="separate"/>
            </w:r>
            <w:r w:rsidRPr="001F5B4D">
              <w:rPr>
                <w:rStyle w:val="Hyperlink"/>
                <w:b/>
              </w:rPr>
              <w:t>Picked/ spiny dogfish</w:t>
            </w:r>
            <w:r w:rsidRPr="001F5B4D">
              <w:rPr>
                <w:b/>
              </w:rPr>
              <w:fldChar w:fldCharType="end"/>
            </w:r>
          </w:p>
        </w:tc>
        <w:tc>
          <w:tcPr>
            <w:tcW w:w="3969" w:type="dxa"/>
            <w:gridSpan w:val="2"/>
            <w:tcBorders>
              <w:bottom w:val="single" w:sz="4" w:space="0" w:color="auto"/>
            </w:tcBorders>
            <w:shd w:val="clear" w:color="auto" w:fill="998877"/>
          </w:tcPr>
          <w:p w14:paraId="1EDF76F0" w14:textId="7263ADD8" w:rsidR="001F5B4D" w:rsidRPr="001F5B4D" w:rsidRDefault="001F5B4D" w:rsidP="001F5B4D">
            <w:pPr>
              <w:rPr>
                <w:b/>
                <w:i/>
              </w:rPr>
            </w:pPr>
            <w:r w:rsidRPr="001F5B4D">
              <w:rPr>
                <w:b/>
                <w:i/>
              </w:rPr>
              <w:t>Squalus acanthias</w:t>
            </w:r>
          </w:p>
        </w:tc>
      </w:tr>
      <w:bookmarkEnd w:id="147"/>
      <w:tr w:rsidR="001F5B4D" w:rsidRPr="001F5B4D" w14:paraId="04D6393F" w14:textId="77777777" w:rsidTr="002E1D0E">
        <w:tblPrEx>
          <w:tblCellMar>
            <w:top w:w="0" w:type="dxa"/>
            <w:bottom w:w="0" w:type="dxa"/>
          </w:tblCellMar>
        </w:tblPrEx>
        <w:trPr>
          <w:cantSplit/>
        </w:trPr>
        <w:tc>
          <w:tcPr>
            <w:tcW w:w="7938" w:type="dxa"/>
            <w:gridSpan w:val="4"/>
            <w:shd w:val="clear" w:color="auto" w:fill="998877"/>
          </w:tcPr>
          <w:p w14:paraId="7552CED8" w14:textId="4C8431D6" w:rsidR="001F5B4D" w:rsidRPr="001F5B4D" w:rsidRDefault="001F5B4D" w:rsidP="001F5B4D">
            <w:pPr>
              <w:rPr>
                <w:b/>
              </w:rPr>
            </w:pPr>
            <w:r w:rsidRPr="001F5B4D">
              <w:rPr>
                <w:b/>
              </w:rPr>
              <w:t>Productivity</w:t>
            </w:r>
          </w:p>
        </w:tc>
      </w:tr>
      <w:tr w:rsidR="001F5B4D" w:rsidRPr="001F5B4D" w14:paraId="6239D4A0" w14:textId="77777777" w:rsidTr="001F5B4D">
        <w:tblPrEx>
          <w:tblCellMar>
            <w:top w:w="0" w:type="dxa"/>
            <w:bottom w:w="0" w:type="dxa"/>
          </w:tblCellMar>
        </w:tblPrEx>
        <w:trPr>
          <w:cantSplit/>
        </w:trPr>
        <w:tc>
          <w:tcPr>
            <w:tcW w:w="2551" w:type="dxa"/>
            <w:shd w:val="clear" w:color="auto" w:fill="998877"/>
          </w:tcPr>
          <w:p w14:paraId="295ED445" w14:textId="0678C88B" w:rsidR="001F5B4D" w:rsidRPr="001F5B4D" w:rsidRDefault="001F5B4D" w:rsidP="001F5B4D">
            <w:r w:rsidRPr="001F5B4D">
              <w:t>Average age at maturity</w:t>
            </w:r>
          </w:p>
        </w:tc>
        <w:tc>
          <w:tcPr>
            <w:tcW w:w="4536" w:type="dxa"/>
            <w:gridSpan w:val="2"/>
          </w:tcPr>
          <w:p w14:paraId="36021F41" w14:textId="62B24241" w:rsidR="001F5B4D" w:rsidRPr="001F5B4D" w:rsidRDefault="001F5B4D" w:rsidP="001F5B4D">
            <w:r w:rsidRPr="001F5B4D">
              <w:t>Species growth rate (K) is 0.100, which is in the medium risk K range (0.061-0.183) for age at maturity.</w:t>
            </w:r>
          </w:p>
        </w:tc>
        <w:tc>
          <w:tcPr>
            <w:tcW w:w="851" w:type="dxa"/>
          </w:tcPr>
          <w:p w14:paraId="0A75BF55" w14:textId="6BA49592" w:rsidR="001F5B4D" w:rsidRPr="001F5B4D" w:rsidRDefault="001F5B4D" w:rsidP="001F5B4D">
            <w:r w:rsidRPr="001F5B4D">
              <w:t>2</w:t>
            </w:r>
          </w:p>
        </w:tc>
      </w:tr>
      <w:tr w:rsidR="001F5B4D" w:rsidRPr="001F5B4D" w14:paraId="2721C657" w14:textId="77777777" w:rsidTr="001F5B4D">
        <w:tblPrEx>
          <w:tblCellMar>
            <w:top w:w="0" w:type="dxa"/>
            <w:bottom w:w="0" w:type="dxa"/>
          </w:tblCellMar>
        </w:tblPrEx>
        <w:trPr>
          <w:cantSplit/>
        </w:trPr>
        <w:tc>
          <w:tcPr>
            <w:tcW w:w="2551" w:type="dxa"/>
            <w:shd w:val="clear" w:color="auto" w:fill="998877"/>
          </w:tcPr>
          <w:p w14:paraId="5F9EF988" w14:textId="240AF9B4" w:rsidR="001F5B4D" w:rsidRPr="001F5B4D" w:rsidRDefault="001F5B4D" w:rsidP="001F5B4D">
            <w:r w:rsidRPr="001F5B4D">
              <w:t>Average max age</w:t>
            </w:r>
          </w:p>
        </w:tc>
        <w:tc>
          <w:tcPr>
            <w:tcW w:w="4536" w:type="dxa"/>
            <w:gridSpan w:val="2"/>
          </w:tcPr>
          <w:p w14:paraId="70D7B676" w14:textId="541A2503" w:rsidR="001F5B4D" w:rsidRPr="001F5B4D" w:rsidRDefault="001F5B4D" w:rsidP="001F5B4D">
            <w:r w:rsidRPr="001F5B4D">
              <w:t>Species growth rate (K) is 0.100, which is lower than highest risk K (0.12) for maximum age.</w:t>
            </w:r>
          </w:p>
        </w:tc>
        <w:tc>
          <w:tcPr>
            <w:tcW w:w="851" w:type="dxa"/>
          </w:tcPr>
          <w:p w14:paraId="1E7FC7D4" w14:textId="0A0ACDE4" w:rsidR="001F5B4D" w:rsidRPr="001F5B4D" w:rsidRDefault="001F5B4D" w:rsidP="001F5B4D">
            <w:r w:rsidRPr="001F5B4D">
              <w:t>3</w:t>
            </w:r>
          </w:p>
        </w:tc>
      </w:tr>
      <w:tr w:rsidR="001F5B4D" w:rsidRPr="001F5B4D" w14:paraId="232C9297" w14:textId="77777777" w:rsidTr="001F5B4D">
        <w:tblPrEx>
          <w:tblCellMar>
            <w:top w:w="0" w:type="dxa"/>
            <w:bottom w:w="0" w:type="dxa"/>
          </w:tblCellMar>
        </w:tblPrEx>
        <w:trPr>
          <w:cantSplit/>
        </w:trPr>
        <w:tc>
          <w:tcPr>
            <w:tcW w:w="2551" w:type="dxa"/>
            <w:shd w:val="clear" w:color="auto" w:fill="998877"/>
          </w:tcPr>
          <w:p w14:paraId="55C2C588" w14:textId="5B896996" w:rsidR="001F5B4D" w:rsidRPr="001F5B4D" w:rsidRDefault="001F5B4D" w:rsidP="001F5B4D">
            <w:r w:rsidRPr="001F5B4D">
              <w:t>Fecundity</w:t>
            </w:r>
          </w:p>
        </w:tc>
        <w:tc>
          <w:tcPr>
            <w:tcW w:w="4536" w:type="dxa"/>
            <w:gridSpan w:val="2"/>
          </w:tcPr>
          <w:p w14:paraId="2C20C8A6" w14:textId="41A47D74" w:rsidR="001F5B4D" w:rsidRPr="001F5B4D" w:rsidRDefault="001F5B4D" w:rsidP="001F5B4D">
            <w:r w:rsidRPr="001F5B4D">
              <w:t>Species fecundity is 1 eggs/year, which is lower than the highest risk value (100).</w:t>
            </w:r>
          </w:p>
        </w:tc>
        <w:tc>
          <w:tcPr>
            <w:tcW w:w="851" w:type="dxa"/>
          </w:tcPr>
          <w:p w14:paraId="00BE64C5" w14:textId="5E6D9C70" w:rsidR="001F5B4D" w:rsidRPr="001F5B4D" w:rsidRDefault="001F5B4D" w:rsidP="001F5B4D">
            <w:r w:rsidRPr="001F5B4D">
              <w:t>3</w:t>
            </w:r>
          </w:p>
        </w:tc>
      </w:tr>
      <w:tr w:rsidR="001F5B4D" w:rsidRPr="001F5B4D" w14:paraId="7D09AEFC" w14:textId="77777777" w:rsidTr="001F5B4D">
        <w:tblPrEx>
          <w:tblCellMar>
            <w:top w:w="0" w:type="dxa"/>
            <w:bottom w:w="0" w:type="dxa"/>
          </w:tblCellMar>
        </w:tblPrEx>
        <w:trPr>
          <w:cantSplit/>
        </w:trPr>
        <w:tc>
          <w:tcPr>
            <w:tcW w:w="2551" w:type="dxa"/>
            <w:shd w:val="clear" w:color="auto" w:fill="998877"/>
          </w:tcPr>
          <w:p w14:paraId="0000671A" w14:textId="2E17519A" w:rsidR="001F5B4D" w:rsidRPr="001F5B4D" w:rsidRDefault="001F5B4D" w:rsidP="001F5B4D">
            <w:r w:rsidRPr="001F5B4D">
              <w:t>Average max size</w:t>
            </w:r>
          </w:p>
        </w:tc>
        <w:tc>
          <w:tcPr>
            <w:tcW w:w="4536" w:type="dxa"/>
            <w:gridSpan w:val="2"/>
          </w:tcPr>
          <w:p w14:paraId="2A8010EC" w14:textId="4FA23D69" w:rsidR="001F5B4D" w:rsidRPr="001F5B4D" w:rsidRDefault="001F5B4D" w:rsidP="001F5B4D">
            <w:r w:rsidRPr="001F5B4D">
              <w:t>Species maximum length is 160, which is in the medium risk range (100-300cm).</w:t>
            </w:r>
          </w:p>
        </w:tc>
        <w:tc>
          <w:tcPr>
            <w:tcW w:w="851" w:type="dxa"/>
          </w:tcPr>
          <w:p w14:paraId="0E15FFF9" w14:textId="1E1AD564" w:rsidR="001F5B4D" w:rsidRPr="001F5B4D" w:rsidRDefault="001F5B4D" w:rsidP="001F5B4D">
            <w:r w:rsidRPr="001F5B4D">
              <w:t>2</w:t>
            </w:r>
          </w:p>
        </w:tc>
      </w:tr>
      <w:tr w:rsidR="001F5B4D" w:rsidRPr="001F5B4D" w14:paraId="547045CD" w14:textId="77777777" w:rsidTr="001F5B4D">
        <w:tblPrEx>
          <w:tblCellMar>
            <w:top w:w="0" w:type="dxa"/>
            <w:bottom w:w="0" w:type="dxa"/>
          </w:tblCellMar>
        </w:tblPrEx>
        <w:trPr>
          <w:cantSplit/>
        </w:trPr>
        <w:tc>
          <w:tcPr>
            <w:tcW w:w="2551" w:type="dxa"/>
            <w:shd w:val="clear" w:color="auto" w:fill="998877"/>
          </w:tcPr>
          <w:p w14:paraId="778AF297" w14:textId="0679148E" w:rsidR="001F5B4D" w:rsidRPr="001F5B4D" w:rsidRDefault="001F5B4D" w:rsidP="001F5B4D">
            <w:r w:rsidRPr="001F5B4D">
              <w:t>Average size at maturity</w:t>
            </w:r>
          </w:p>
        </w:tc>
        <w:tc>
          <w:tcPr>
            <w:tcW w:w="4536" w:type="dxa"/>
            <w:gridSpan w:val="2"/>
          </w:tcPr>
          <w:p w14:paraId="288988D0" w14:textId="6E163A0A" w:rsidR="001F5B4D" w:rsidRPr="001F5B4D" w:rsidRDefault="001F5B4D" w:rsidP="001F5B4D">
            <w:r w:rsidRPr="001F5B4D">
              <w:t>Species length at maturity is 81, which is in the medium risk range (40-200cm).</w:t>
            </w:r>
          </w:p>
        </w:tc>
        <w:tc>
          <w:tcPr>
            <w:tcW w:w="851" w:type="dxa"/>
          </w:tcPr>
          <w:p w14:paraId="3F525413" w14:textId="65BD8326" w:rsidR="001F5B4D" w:rsidRPr="001F5B4D" w:rsidRDefault="001F5B4D" w:rsidP="001F5B4D">
            <w:r w:rsidRPr="001F5B4D">
              <w:t>2</w:t>
            </w:r>
          </w:p>
        </w:tc>
      </w:tr>
      <w:tr w:rsidR="001F5B4D" w:rsidRPr="001F5B4D" w14:paraId="71064AB9" w14:textId="77777777" w:rsidTr="001F5B4D">
        <w:tblPrEx>
          <w:tblCellMar>
            <w:top w:w="0" w:type="dxa"/>
            <w:bottom w:w="0" w:type="dxa"/>
          </w:tblCellMar>
        </w:tblPrEx>
        <w:trPr>
          <w:cantSplit/>
        </w:trPr>
        <w:tc>
          <w:tcPr>
            <w:tcW w:w="2551" w:type="dxa"/>
            <w:shd w:val="clear" w:color="auto" w:fill="998877"/>
          </w:tcPr>
          <w:p w14:paraId="7232AEB3" w14:textId="325D29D7" w:rsidR="001F5B4D" w:rsidRPr="001F5B4D" w:rsidRDefault="001F5B4D" w:rsidP="001F5B4D">
            <w:r w:rsidRPr="001F5B4D">
              <w:t>Reproductive strategy</w:t>
            </w:r>
          </w:p>
        </w:tc>
        <w:tc>
          <w:tcPr>
            <w:tcW w:w="4536" w:type="dxa"/>
            <w:gridSpan w:val="2"/>
          </w:tcPr>
          <w:p w14:paraId="1D64F214" w14:textId="3B1AD933" w:rsidR="001F5B4D" w:rsidRPr="001F5B4D" w:rsidRDefault="001F5B4D" w:rsidP="001F5B4D">
            <w:r w:rsidRPr="001F5B4D">
              <w:t>Species reproductive strategy is live bearer, which is high risk.</w:t>
            </w:r>
          </w:p>
        </w:tc>
        <w:tc>
          <w:tcPr>
            <w:tcW w:w="851" w:type="dxa"/>
          </w:tcPr>
          <w:p w14:paraId="44A7B638" w14:textId="100B46EE" w:rsidR="001F5B4D" w:rsidRPr="001F5B4D" w:rsidRDefault="001F5B4D" w:rsidP="001F5B4D">
            <w:r w:rsidRPr="001F5B4D">
              <w:t>3</w:t>
            </w:r>
          </w:p>
        </w:tc>
      </w:tr>
      <w:tr w:rsidR="001F5B4D" w:rsidRPr="001F5B4D" w14:paraId="60DEDEFB" w14:textId="77777777" w:rsidTr="001F5B4D">
        <w:tblPrEx>
          <w:tblCellMar>
            <w:top w:w="0" w:type="dxa"/>
            <w:bottom w:w="0" w:type="dxa"/>
          </w:tblCellMar>
        </w:tblPrEx>
        <w:trPr>
          <w:cantSplit/>
        </w:trPr>
        <w:tc>
          <w:tcPr>
            <w:tcW w:w="2551" w:type="dxa"/>
            <w:shd w:val="clear" w:color="auto" w:fill="998877"/>
          </w:tcPr>
          <w:p w14:paraId="196D86E2" w14:textId="1BACE44A" w:rsidR="001F5B4D" w:rsidRPr="001F5B4D" w:rsidRDefault="001F5B4D" w:rsidP="001F5B4D">
            <w:r w:rsidRPr="001F5B4D">
              <w:t>Trophic level</w:t>
            </w:r>
          </w:p>
        </w:tc>
        <w:tc>
          <w:tcPr>
            <w:tcW w:w="4536" w:type="dxa"/>
            <w:gridSpan w:val="2"/>
            <w:tcBorders>
              <w:bottom w:val="single" w:sz="4" w:space="0" w:color="auto"/>
            </w:tcBorders>
          </w:tcPr>
          <w:p w14:paraId="19DC4054" w14:textId="52BEBDD4" w:rsidR="001F5B4D" w:rsidRPr="001F5B4D" w:rsidRDefault="001F5B4D" w:rsidP="001F5B4D">
            <w:r w:rsidRPr="001F5B4D">
              <w:t>Species trophic level is 4.4, which is higher than the highest risk value (3.25).</w:t>
            </w:r>
          </w:p>
        </w:tc>
        <w:tc>
          <w:tcPr>
            <w:tcW w:w="851" w:type="dxa"/>
          </w:tcPr>
          <w:p w14:paraId="319CA125" w14:textId="7A854AC6" w:rsidR="001F5B4D" w:rsidRPr="001F5B4D" w:rsidRDefault="001F5B4D" w:rsidP="001F5B4D">
            <w:r w:rsidRPr="001F5B4D">
              <w:t>3</w:t>
            </w:r>
          </w:p>
        </w:tc>
      </w:tr>
      <w:tr w:rsidR="001F5B4D" w:rsidRPr="001F5B4D" w14:paraId="6CB0FF3E"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611D3B84" w14:textId="77777777" w:rsidR="001F5B4D" w:rsidRPr="001F5B4D" w:rsidRDefault="001F5B4D" w:rsidP="001F5B4D"/>
        </w:tc>
        <w:tc>
          <w:tcPr>
            <w:tcW w:w="4536" w:type="dxa"/>
            <w:gridSpan w:val="2"/>
            <w:tcBorders>
              <w:bottom w:val="single" w:sz="4" w:space="0" w:color="auto"/>
            </w:tcBorders>
            <w:shd w:val="clear" w:color="auto" w:fill="998877"/>
          </w:tcPr>
          <w:p w14:paraId="39812C37" w14:textId="6692892F" w:rsidR="001F5B4D" w:rsidRPr="001F5B4D" w:rsidRDefault="001F5B4D" w:rsidP="001F5B4D">
            <w:r w:rsidRPr="001F5B4D">
              <w:t>Productivity score</w:t>
            </w:r>
          </w:p>
        </w:tc>
        <w:tc>
          <w:tcPr>
            <w:tcW w:w="851" w:type="dxa"/>
            <w:tcBorders>
              <w:bottom w:val="single" w:sz="4" w:space="0" w:color="auto"/>
            </w:tcBorders>
          </w:tcPr>
          <w:p w14:paraId="2B8A1E16" w14:textId="1EA5C8A3" w:rsidR="001F5B4D" w:rsidRPr="001F5B4D" w:rsidRDefault="001F5B4D" w:rsidP="001F5B4D">
            <w:r w:rsidRPr="001F5B4D">
              <w:t>2.57</w:t>
            </w:r>
          </w:p>
        </w:tc>
      </w:tr>
      <w:tr w:rsidR="001F5B4D" w:rsidRPr="001F5B4D" w14:paraId="78C12861" w14:textId="77777777" w:rsidTr="003E0CCA">
        <w:tblPrEx>
          <w:tblCellMar>
            <w:top w:w="0" w:type="dxa"/>
            <w:bottom w:w="0" w:type="dxa"/>
          </w:tblCellMar>
        </w:tblPrEx>
        <w:trPr>
          <w:cantSplit/>
        </w:trPr>
        <w:tc>
          <w:tcPr>
            <w:tcW w:w="7938" w:type="dxa"/>
            <w:gridSpan w:val="4"/>
            <w:shd w:val="clear" w:color="auto" w:fill="998877"/>
          </w:tcPr>
          <w:p w14:paraId="5960FC70" w14:textId="40554247" w:rsidR="001F5B4D" w:rsidRPr="001F5B4D" w:rsidRDefault="001F5B4D" w:rsidP="001F5B4D">
            <w:pPr>
              <w:rPr>
                <w:b/>
              </w:rPr>
            </w:pPr>
            <w:r w:rsidRPr="001F5B4D">
              <w:rPr>
                <w:b/>
              </w:rPr>
              <w:t>Susceptibility</w:t>
            </w:r>
          </w:p>
        </w:tc>
      </w:tr>
      <w:tr w:rsidR="001F5B4D" w:rsidRPr="001F5B4D" w14:paraId="7380F891" w14:textId="77777777" w:rsidTr="001F5B4D">
        <w:tblPrEx>
          <w:tblCellMar>
            <w:top w:w="0" w:type="dxa"/>
            <w:bottom w:w="0" w:type="dxa"/>
          </w:tblCellMar>
        </w:tblPrEx>
        <w:trPr>
          <w:cantSplit/>
        </w:trPr>
        <w:tc>
          <w:tcPr>
            <w:tcW w:w="2551" w:type="dxa"/>
            <w:shd w:val="clear" w:color="auto" w:fill="998877"/>
          </w:tcPr>
          <w:p w14:paraId="253718C9" w14:textId="21DC7F6D" w:rsidR="001F5B4D" w:rsidRPr="001F5B4D" w:rsidRDefault="001F5B4D" w:rsidP="001F5B4D">
            <w:r w:rsidRPr="001F5B4D">
              <w:lastRenderedPageBreak/>
              <w:t>Areal overlap (availability)</w:t>
            </w:r>
          </w:p>
        </w:tc>
        <w:tc>
          <w:tcPr>
            <w:tcW w:w="4536" w:type="dxa"/>
            <w:gridSpan w:val="2"/>
          </w:tcPr>
          <w:p w14:paraId="4DBEA120" w14:textId="23114613" w:rsidR="001F5B4D" w:rsidRPr="001F5B4D" w:rsidRDefault="001F5B4D" w:rsidP="001F5B4D">
            <w:r w:rsidRPr="001F5B4D">
              <w:t>Northern and Southern oceans subtropical distrbution</w:t>
            </w:r>
          </w:p>
        </w:tc>
        <w:tc>
          <w:tcPr>
            <w:tcW w:w="851" w:type="dxa"/>
          </w:tcPr>
          <w:p w14:paraId="253814C1" w14:textId="68BA19B2" w:rsidR="001F5B4D" w:rsidRPr="001F5B4D" w:rsidRDefault="001F5B4D" w:rsidP="001F5B4D">
            <w:r w:rsidRPr="001F5B4D">
              <w:t>1</w:t>
            </w:r>
          </w:p>
        </w:tc>
      </w:tr>
      <w:tr w:rsidR="001F5B4D" w:rsidRPr="001F5B4D" w14:paraId="4AF84113" w14:textId="77777777" w:rsidTr="001F5B4D">
        <w:tblPrEx>
          <w:tblCellMar>
            <w:top w:w="0" w:type="dxa"/>
            <w:bottom w:w="0" w:type="dxa"/>
          </w:tblCellMar>
        </w:tblPrEx>
        <w:trPr>
          <w:cantSplit/>
        </w:trPr>
        <w:tc>
          <w:tcPr>
            <w:tcW w:w="2551" w:type="dxa"/>
            <w:shd w:val="clear" w:color="auto" w:fill="998877"/>
          </w:tcPr>
          <w:p w14:paraId="35CCC551" w14:textId="4678B6DA" w:rsidR="001F5B4D" w:rsidRPr="001F5B4D" w:rsidRDefault="001F5B4D" w:rsidP="001F5B4D">
            <w:r w:rsidRPr="001F5B4D">
              <w:t>Encounterability</w:t>
            </w:r>
          </w:p>
        </w:tc>
        <w:tc>
          <w:tcPr>
            <w:tcW w:w="4536" w:type="dxa"/>
            <w:gridSpan w:val="2"/>
          </w:tcPr>
          <w:p w14:paraId="0BBA8AF9" w14:textId="200BA655" w:rsidR="001F5B4D" w:rsidRPr="001F5B4D" w:rsidRDefault="001F5B4D" w:rsidP="001F5B4D">
            <w:r w:rsidRPr="001F5B4D">
              <w:t>The depth range of the species is 1-1460m. For surface gears, the vertical overlap index with this species is 6.85%.</w:t>
            </w:r>
          </w:p>
        </w:tc>
        <w:tc>
          <w:tcPr>
            <w:tcW w:w="851" w:type="dxa"/>
          </w:tcPr>
          <w:p w14:paraId="0E721E12" w14:textId="79F8DC3F" w:rsidR="001F5B4D" w:rsidRPr="001F5B4D" w:rsidRDefault="001F5B4D" w:rsidP="001F5B4D">
            <w:r w:rsidRPr="001F5B4D">
              <w:t>1</w:t>
            </w:r>
          </w:p>
        </w:tc>
      </w:tr>
      <w:tr w:rsidR="001F5B4D" w:rsidRPr="001F5B4D" w14:paraId="56652617" w14:textId="77777777" w:rsidTr="001F5B4D">
        <w:tblPrEx>
          <w:tblCellMar>
            <w:top w:w="0" w:type="dxa"/>
            <w:bottom w:w="0" w:type="dxa"/>
          </w:tblCellMar>
        </w:tblPrEx>
        <w:trPr>
          <w:cantSplit/>
        </w:trPr>
        <w:tc>
          <w:tcPr>
            <w:tcW w:w="2551" w:type="dxa"/>
            <w:shd w:val="clear" w:color="auto" w:fill="998877"/>
          </w:tcPr>
          <w:p w14:paraId="30E55A02" w14:textId="5B266721" w:rsidR="001F5B4D" w:rsidRPr="001F5B4D" w:rsidRDefault="001F5B4D" w:rsidP="001F5B4D">
            <w:r w:rsidRPr="001F5B4D">
              <w:t>Selectivity</w:t>
            </w:r>
          </w:p>
        </w:tc>
        <w:tc>
          <w:tcPr>
            <w:tcW w:w="4536" w:type="dxa"/>
            <w:gridSpan w:val="2"/>
          </w:tcPr>
          <w:p w14:paraId="69BACBFA" w14:textId="6B4F3BC5" w:rsidR="001F5B4D" w:rsidRPr="001F5B4D" w:rsidRDefault="001F5B4D" w:rsidP="001F5B4D">
            <w:r w:rsidRPr="001F5B4D">
              <w:t>The maximum length of the species is 160cm. For tropical surface fisheries, the length overlap index with this species is 100.00%.</w:t>
            </w:r>
          </w:p>
        </w:tc>
        <w:tc>
          <w:tcPr>
            <w:tcW w:w="851" w:type="dxa"/>
          </w:tcPr>
          <w:p w14:paraId="3E301A13" w14:textId="59B4EC27" w:rsidR="001F5B4D" w:rsidRPr="001F5B4D" w:rsidRDefault="001F5B4D" w:rsidP="001F5B4D">
            <w:r w:rsidRPr="001F5B4D">
              <w:t>3</w:t>
            </w:r>
          </w:p>
        </w:tc>
      </w:tr>
      <w:tr w:rsidR="001F5B4D" w:rsidRPr="001F5B4D" w14:paraId="18BEEFEC" w14:textId="77777777" w:rsidTr="001F5B4D">
        <w:tblPrEx>
          <w:tblCellMar>
            <w:top w:w="0" w:type="dxa"/>
            <w:bottom w:w="0" w:type="dxa"/>
          </w:tblCellMar>
        </w:tblPrEx>
        <w:trPr>
          <w:cantSplit/>
        </w:trPr>
        <w:tc>
          <w:tcPr>
            <w:tcW w:w="2551" w:type="dxa"/>
            <w:shd w:val="clear" w:color="auto" w:fill="998877"/>
          </w:tcPr>
          <w:p w14:paraId="01731C5F" w14:textId="0CD46A1D" w:rsidR="001F5B4D" w:rsidRPr="001F5B4D" w:rsidRDefault="001F5B4D" w:rsidP="001F5B4D">
            <w:r w:rsidRPr="001F5B4D">
              <w:t>Post capture mortality</w:t>
            </w:r>
          </w:p>
        </w:tc>
        <w:tc>
          <w:tcPr>
            <w:tcW w:w="4536" w:type="dxa"/>
            <w:gridSpan w:val="2"/>
            <w:tcBorders>
              <w:bottom w:val="single" w:sz="4" w:space="0" w:color="auto"/>
            </w:tcBorders>
          </w:tcPr>
          <w:p w14:paraId="38141E16" w14:textId="4BF79B1F" w:rsidR="001F5B4D" w:rsidRPr="001F5B4D" w:rsidRDefault="001F5B4D" w:rsidP="001F5B4D">
            <w:r w:rsidRPr="001F5B4D">
              <w:t>No direct evidence of survival after capture.</w:t>
            </w:r>
          </w:p>
        </w:tc>
        <w:tc>
          <w:tcPr>
            <w:tcW w:w="851" w:type="dxa"/>
          </w:tcPr>
          <w:p w14:paraId="76D306F6" w14:textId="7506E420" w:rsidR="001F5B4D" w:rsidRPr="001F5B4D" w:rsidRDefault="001F5B4D" w:rsidP="001F5B4D">
            <w:r w:rsidRPr="001F5B4D">
              <w:t>3</w:t>
            </w:r>
          </w:p>
        </w:tc>
      </w:tr>
      <w:tr w:rsidR="001F5B4D" w:rsidRPr="001F5B4D" w14:paraId="15FC6FE2" w14:textId="77777777" w:rsidTr="001F5B4D">
        <w:tblPrEx>
          <w:tblCellMar>
            <w:top w:w="0" w:type="dxa"/>
            <w:bottom w:w="0" w:type="dxa"/>
          </w:tblCellMar>
        </w:tblPrEx>
        <w:trPr>
          <w:cantSplit/>
        </w:trPr>
        <w:tc>
          <w:tcPr>
            <w:tcW w:w="2551" w:type="dxa"/>
            <w:shd w:val="clear" w:color="auto" w:fill="998877"/>
          </w:tcPr>
          <w:p w14:paraId="70070194" w14:textId="77777777" w:rsidR="001F5B4D" w:rsidRPr="001F5B4D" w:rsidRDefault="001F5B4D" w:rsidP="001F5B4D"/>
        </w:tc>
        <w:tc>
          <w:tcPr>
            <w:tcW w:w="4536" w:type="dxa"/>
            <w:gridSpan w:val="2"/>
            <w:tcBorders>
              <w:bottom w:val="single" w:sz="4" w:space="0" w:color="auto"/>
            </w:tcBorders>
            <w:shd w:val="clear" w:color="auto" w:fill="998877"/>
          </w:tcPr>
          <w:p w14:paraId="57D48A98" w14:textId="246AA719" w:rsidR="001F5B4D" w:rsidRPr="001F5B4D" w:rsidRDefault="001F5B4D" w:rsidP="001F5B4D">
            <w:r w:rsidRPr="001F5B4D">
              <w:t>Susceptibility score</w:t>
            </w:r>
          </w:p>
        </w:tc>
        <w:tc>
          <w:tcPr>
            <w:tcW w:w="851" w:type="dxa"/>
          </w:tcPr>
          <w:p w14:paraId="0FD5BE91" w14:textId="2A992D25" w:rsidR="001F5B4D" w:rsidRPr="001F5B4D" w:rsidRDefault="001F5B4D" w:rsidP="001F5B4D">
            <w:r w:rsidRPr="001F5B4D">
              <w:t>1.20</w:t>
            </w:r>
          </w:p>
        </w:tc>
      </w:tr>
      <w:tr w:rsidR="001F5B4D" w:rsidRPr="001F5B4D" w14:paraId="6CBADF81" w14:textId="77777777" w:rsidTr="001F5B4D">
        <w:tblPrEx>
          <w:tblCellMar>
            <w:top w:w="0" w:type="dxa"/>
            <w:bottom w:w="0" w:type="dxa"/>
          </w:tblCellMar>
        </w:tblPrEx>
        <w:trPr>
          <w:cantSplit/>
        </w:trPr>
        <w:tc>
          <w:tcPr>
            <w:tcW w:w="2551" w:type="dxa"/>
            <w:shd w:val="clear" w:color="auto" w:fill="998877"/>
          </w:tcPr>
          <w:p w14:paraId="105CF537" w14:textId="77777777" w:rsidR="001F5B4D" w:rsidRPr="001F5B4D" w:rsidRDefault="001F5B4D" w:rsidP="001F5B4D"/>
        </w:tc>
        <w:tc>
          <w:tcPr>
            <w:tcW w:w="4536" w:type="dxa"/>
            <w:gridSpan w:val="2"/>
            <w:shd w:val="clear" w:color="auto" w:fill="998877"/>
          </w:tcPr>
          <w:p w14:paraId="5937F6BA" w14:textId="5165ADB8" w:rsidR="001F5B4D" w:rsidRPr="001F5B4D" w:rsidRDefault="001F5B4D" w:rsidP="001F5B4D">
            <w:r w:rsidRPr="001F5B4D">
              <w:t>Vulnerability score</w:t>
            </w:r>
          </w:p>
        </w:tc>
        <w:tc>
          <w:tcPr>
            <w:tcW w:w="851" w:type="dxa"/>
          </w:tcPr>
          <w:p w14:paraId="53011CCE" w14:textId="44C65E69" w:rsidR="001F5B4D" w:rsidRPr="001F5B4D" w:rsidRDefault="001F5B4D" w:rsidP="001F5B4D">
            <w:r w:rsidRPr="001F5B4D">
              <w:t>2.84</w:t>
            </w:r>
          </w:p>
        </w:tc>
      </w:tr>
    </w:tbl>
    <w:p w14:paraId="643CD914" w14:textId="0920B192"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2B107F2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8" w:name="T_MAS" w:colFirst="0" w:colLast="0"/>
          <w:p w14:paraId="7F30FA9F" w14:textId="49B324C9" w:rsidR="001F5B4D" w:rsidRPr="001F5B4D" w:rsidRDefault="001F5B4D" w:rsidP="001F5B4D">
            <w:pPr>
              <w:rPr>
                <w:b/>
              </w:rPr>
            </w:pPr>
            <w:r w:rsidRPr="001F5B4D">
              <w:rPr>
                <w:b/>
              </w:rPr>
              <w:fldChar w:fldCharType="begin"/>
            </w:r>
            <w:r w:rsidRPr="001F5B4D">
              <w:rPr>
                <w:b/>
              </w:rPr>
              <w:instrText xml:space="preserve"> HYPERLINK  \l "S_MAS" \o "PSA Score" </w:instrText>
            </w:r>
            <w:r w:rsidRPr="001F5B4D">
              <w:rPr>
                <w:b/>
              </w:rPr>
            </w:r>
            <w:r w:rsidRPr="001F5B4D">
              <w:rPr>
                <w:b/>
              </w:rPr>
              <w:fldChar w:fldCharType="separate"/>
            </w:r>
            <w:r w:rsidRPr="001F5B4D">
              <w:rPr>
                <w:rStyle w:val="Hyperlink"/>
                <w:b/>
              </w:rPr>
              <w:t>Chub mackerel</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2199F9CA" w14:textId="79B18B93" w:rsidR="001F5B4D" w:rsidRPr="001F5B4D" w:rsidRDefault="001F5B4D" w:rsidP="001F5B4D">
            <w:pPr>
              <w:rPr>
                <w:b/>
                <w:i/>
              </w:rPr>
            </w:pPr>
            <w:r w:rsidRPr="001F5B4D">
              <w:rPr>
                <w:b/>
                <w:i/>
              </w:rPr>
              <w:t>Scomber japonicus</w:t>
            </w:r>
          </w:p>
        </w:tc>
      </w:tr>
      <w:bookmarkEnd w:id="148"/>
      <w:tr w:rsidR="001F5B4D" w:rsidRPr="001F5B4D" w14:paraId="2993D98C" w14:textId="77777777" w:rsidTr="005111E0">
        <w:tblPrEx>
          <w:tblCellMar>
            <w:top w:w="0" w:type="dxa"/>
            <w:bottom w:w="0" w:type="dxa"/>
          </w:tblCellMar>
        </w:tblPrEx>
        <w:trPr>
          <w:cantSplit/>
        </w:trPr>
        <w:tc>
          <w:tcPr>
            <w:tcW w:w="7938" w:type="dxa"/>
            <w:gridSpan w:val="4"/>
            <w:shd w:val="clear" w:color="auto" w:fill="998877"/>
          </w:tcPr>
          <w:p w14:paraId="59839FBC" w14:textId="715A5B74" w:rsidR="001F5B4D" w:rsidRPr="001F5B4D" w:rsidRDefault="001F5B4D" w:rsidP="001F5B4D">
            <w:pPr>
              <w:rPr>
                <w:b/>
              </w:rPr>
            </w:pPr>
            <w:r w:rsidRPr="001F5B4D">
              <w:rPr>
                <w:b/>
              </w:rPr>
              <w:t>Productivity</w:t>
            </w:r>
          </w:p>
        </w:tc>
      </w:tr>
      <w:tr w:rsidR="001F5B4D" w:rsidRPr="001F5B4D" w14:paraId="3160D715" w14:textId="77777777" w:rsidTr="001F5B4D">
        <w:tblPrEx>
          <w:tblCellMar>
            <w:top w:w="0" w:type="dxa"/>
            <w:bottom w:w="0" w:type="dxa"/>
          </w:tblCellMar>
        </w:tblPrEx>
        <w:trPr>
          <w:cantSplit/>
        </w:trPr>
        <w:tc>
          <w:tcPr>
            <w:tcW w:w="2551" w:type="dxa"/>
            <w:shd w:val="clear" w:color="auto" w:fill="998877"/>
          </w:tcPr>
          <w:p w14:paraId="280D9911" w14:textId="32736668" w:rsidR="001F5B4D" w:rsidRPr="001F5B4D" w:rsidRDefault="001F5B4D" w:rsidP="001F5B4D">
            <w:r w:rsidRPr="001F5B4D">
              <w:t>Average age at maturity</w:t>
            </w:r>
          </w:p>
        </w:tc>
        <w:tc>
          <w:tcPr>
            <w:tcW w:w="4536" w:type="dxa"/>
            <w:gridSpan w:val="2"/>
          </w:tcPr>
          <w:p w14:paraId="2CB5E669" w14:textId="102C619A" w:rsidR="001F5B4D" w:rsidRPr="001F5B4D" w:rsidRDefault="001F5B4D" w:rsidP="001F5B4D">
            <w:r w:rsidRPr="001F5B4D">
              <w:t>Species growth rate (K) is 0.500, which is higher than lowest risk K (0.183) for age at maturity.</w:t>
            </w:r>
          </w:p>
        </w:tc>
        <w:tc>
          <w:tcPr>
            <w:tcW w:w="851" w:type="dxa"/>
          </w:tcPr>
          <w:p w14:paraId="59551DB0" w14:textId="11A8FECE" w:rsidR="001F5B4D" w:rsidRPr="001F5B4D" w:rsidRDefault="001F5B4D" w:rsidP="001F5B4D">
            <w:r w:rsidRPr="001F5B4D">
              <w:t>1</w:t>
            </w:r>
          </w:p>
        </w:tc>
      </w:tr>
      <w:tr w:rsidR="001F5B4D" w:rsidRPr="001F5B4D" w14:paraId="4755613C" w14:textId="77777777" w:rsidTr="001F5B4D">
        <w:tblPrEx>
          <w:tblCellMar>
            <w:top w:w="0" w:type="dxa"/>
            <w:bottom w:w="0" w:type="dxa"/>
          </w:tblCellMar>
        </w:tblPrEx>
        <w:trPr>
          <w:cantSplit/>
        </w:trPr>
        <w:tc>
          <w:tcPr>
            <w:tcW w:w="2551" w:type="dxa"/>
            <w:shd w:val="clear" w:color="auto" w:fill="998877"/>
          </w:tcPr>
          <w:p w14:paraId="6B281AEA" w14:textId="1B43DE9C" w:rsidR="001F5B4D" w:rsidRPr="001F5B4D" w:rsidRDefault="001F5B4D" w:rsidP="001F5B4D">
            <w:r w:rsidRPr="001F5B4D">
              <w:t>Average max age</w:t>
            </w:r>
          </w:p>
        </w:tc>
        <w:tc>
          <w:tcPr>
            <w:tcW w:w="4536" w:type="dxa"/>
            <w:gridSpan w:val="2"/>
          </w:tcPr>
          <w:p w14:paraId="7C9D7E7C" w14:textId="15BFBBE0" w:rsidR="001F5B4D" w:rsidRPr="001F5B4D" w:rsidRDefault="001F5B4D" w:rsidP="001F5B4D">
            <w:r w:rsidRPr="001F5B4D">
              <w:t>Species growth rate (K) is 0.500, which is higher than lowest risk K (0.30) for maximum age.</w:t>
            </w:r>
          </w:p>
        </w:tc>
        <w:tc>
          <w:tcPr>
            <w:tcW w:w="851" w:type="dxa"/>
          </w:tcPr>
          <w:p w14:paraId="410A6870" w14:textId="77973280" w:rsidR="001F5B4D" w:rsidRPr="001F5B4D" w:rsidRDefault="001F5B4D" w:rsidP="001F5B4D">
            <w:r w:rsidRPr="001F5B4D">
              <w:t>1</w:t>
            </w:r>
          </w:p>
        </w:tc>
      </w:tr>
      <w:tr w:rsidR="001F5B4D" w:rsidRPr="001F5B4D" w14:paraId="41644628" w14:textId="77777777" w:rsidTr="001F5B4D">
        <w:tblPrEx>
          <w:tblCellMar>
            <w:top w:w="0" w:type="dxa"/>
            <w:bottom w:w="0" w:type="dxa"/>
          </w:tblCellMar>
        </w:tblPrEx>
        <w:trPr>
          <w:cantSplit/>
        </w:trPr>
        <w:tc>
          <w:tcPr>
            <w:tcW w:w="2551" w:type="dxa"/>
            <w:shd w:val="clear" w:color="auto" w:fill="998877"/>
          </w:tcPr>
          <w:p w14:paraId="31801EC1" w14:textId="7E794631" w:rsidR="001F5B4D" w:rsidRPr="001F5B4D" w:rsidRDefault="001F5B4D" w:rsidP="001F5B4D">
            <w:r w:rsidRPr="001F5B4D">
              <w:t>Fecundity</w:t>
            </w:r>
          </w:p>
        </w:tc>
        <w:tc>
          <w:tcPr>
            <w:tcW w:w="4536" w:type="dxa"/>
            <w:gridSpan w:val="2"/>
          </w:tcPr>
          <w:p w14:paraId="1B28916E" w14:textId="0D86C302" w:rsidR="001F5B4D" w:rsidRPr="001F5B4D" w:rsidRDefault="001F5B4D" w:rsidP="001F5B4D">
            <w:r w:rsidRPr="001F5B4D">
              <w:t>The score is based on the maximum risk score in the family Agonidae, which included 1 species.</w:t>
            </w:r>
          </w:p>
        </w:tc>
        <w:tc>
          <w:tcPr>
            <w:tcW w:w="851" w:type="dxa"/>
          </w:tcPr>
          <w:p w14:paraId="7E5FEF17" w14:textId="05F3EB49" w:rsidR="001F5B4D" w:rsidRPr="001F5B4D" w:rsidRDefault="001F5B4D" w:rsidP="001F5B4D">
            <w:r w:rsidRPr="001F5B4D">
              <w:t>1</w:t>
            </w:r>
          </w:p>
        </w:tc>
      </w:tr>
      <w:tr w:rsidR="001F5B4D" w:rsidRPr="001F5B4D" w14:paraId="74E0AC99" w14:textId="77777777" w:rsidTr="001F5B4D">
        <w:tblPrEx>
          <w:tblCellMar>
            <w:top w:w="0" w:type="dxa"/>
            <w:bottom w:w="0" w:type="dxa"/>
          </w:tblCellMar>
        </w:tblPrEx>
        <w:trPr>
          <w:cantSplit/>
        </w:trPr>
        <w:tc>
          <w:tcPr>
            <w:tcW w:w="2551" w:type="dxa"/>
            <w:shd w:val="clear" w:color="auto" w:fill="998877"/>
          </w:tcPr>
          <w:p w14:paraId="3EE44FA9" w14:textId="799614E6" w:rsidR="001F5B4D" w:rsidRPr="001F5B4D" w:rsidRDefault="001F5B4D" w:rsidP="001F5B4D">
            <w:r w:rsidRPr="001F5B4D">
              <w:t>Average max size</w:t>
            </w:r>
          </w:p>
        </w:tc>
        <w:tc>
          <w:tcPr>
            <w:tcW w:w="4536" w:type="dxa"/>
            <w:gridSpan w:val="2"/>
          </w:tcPr>
          <w:p w14:paraId="57D0EC25" w14:textId="0DACC367" w:rsidR="001F5B4D" w:rsidRPr="001F5B4D" w:rsidRDefault="001F5B4D" w:rsidP="001F5B4D">
            <w:r w:rsidRPr="001F5B4D">
              <w:t>Species maximum length is 64, which is lower than the lowest risk value (100cm).</w:t>
            </w:r>
          </w:p>
        </w:tc>
        <w:tc>
          <w:tcPr>
            <w:tcW w:w="851" w:type="dxa"/>
          </w:tcPr>
          <w:p w14:paraId="05003AE9" w14:textId="37D10608" w:rsidR="001F5B4D" w:rsidRPr="001F5B4D" w:rsidRDefault="001F5B4D" w:rsidP="001F5B4D">
            <w:r w:rsidRPr="001F5B4D">
              <w:t>1</w:t>
            </w:r>
          </w:p>
        </w:tc>
      </w:tr>
      <w:tr w:rsidR="001F5B4D" w:rsidRPr="001F5B4D" w14:paraId="24BF708E" w14:textId="77777777" w:rsidTr="001F5B4D">
        <w:tblPrEx>
          <w:tblCellMar>
            <w:top w:w="0" w:type="dxa"/>
            <w:bottom w:w="0" w:type="dxa"/>
          </w:tblCellMar>
        </w:tblPrEx>
        <w:trPr>
          <w:cantSplit/>
        </w:trPr>
        <w:tc>
          <w:tcPr>
            <w:tcW w:w="2551" w:type="dxa"/>
            <w:shd w:val="clear" w:color="auto" w:fill="998877"/>
          </w:tcPr>
          <w:p w14:paraId="6A4A4D02" w14:textId="68E142E9" w:rsidR="001F5B4D" w:rsidRPr="001F5B4D" w:rsidRDefault="001F5B4D" w:rsidP="001F5B4D">
            <w:r w:rsidRPr="001F5B4D">
              <w:t>Average size at maturity</w:t>
            </w:r>
          </w:p>
        </w:tc>
        <w:tc>
          <w:tcPr>
            <w:tcW w:w="4536" w:type="dxa"/>
            <w:gridSpan w:val="2"/>
          </w:tcPr>
          <w:p w14:paraId="3F79476E" w14:textId="24D0D4F7" w:rsidR="001F5B4D" w:rsidRPr="001F5B4D" w:rsidRDefault="001F5B4D" w:rsidP="001F5B4D">
            <w:r w:rsidRPr="001F5B4D">
              <w:t>Species length at maturity is 26, which is lower than the lowest risk value (40cm).</w:t>
            </w:r>
          </w:p>
        </w:tc>
        <w:tc>
          <w:tcPr>
            <w:tcW w:w="851" w:type="dxa"/>
          </w:tcPr>
          <w:p w14:paraId="2AB60A8C" w14:textId="7A86C5EB" w:rsidR="001F5B4D" w:rsidRPr="001F5B4D" w:rsidRDefault="001F5B4D" w:rsidP="001F5B4D">
            <w:r w:rsidRPr="001F5B4D">
              <w:t>1</w:t>
            </w:r>
          </w:p>
        </w:tc>
      </w:tr>
      <w:tr w:rsidR="001F5B4D" w:rsidRPr="001F5B4D" w14:paraId="01C13F95" w14:textId="77777777" w:rsidTr="001F5B4D">
        <w:tblPrEx>
          <w:tblCellMar>
            <w:top w:w="0" w:type="dxa"/>
            <w:bottom w:w="0" w:type="dxa"/>
          </w:tblCellMar>
        </w:tblPrEx>
        <w:trPr>
          <w:cantSplit/>
        </w:trPr>
        <w:tc>
          <w:tcPr>
            <w:tcW w:w="2551" w:type="dxa"/>
            <w:shd w:val="clear" w:color="auto" w:fill="998877"/>
          </w:tcPr>
          <w:p w14:paraId="5F4DCD4D" w14:textId="1F63BF6F" w:rsidR="001F5B4D" w:rsidRPr="001F5B4D" w:rsidRDefault="001F5B4D" w:rsidP="001F5B4D">
            <w:r w:rsidRPr="001F5B4D">
              <w:t>Reproductive strategy</w:t>
            </w:r>
          </w:p>
        </w:tc>
        <w:tc>
          <w:tcPr>
            <w:tcW w:w="4536" w:type="dxa"/>
            <w:gridSpan w:val="2"/>
          </w:tcPr>
          <w:p w14:paraId="46C9FB62" w14:textId="50B3D0ED" w:rsidR="001F5B4D" w:rsidRPr="001F5B4D" w:rsidRDefault="001F5B4D" w:rsidP="001F5B4D">
            <w:r w:rsidRPr="001F5B4D">
              <w:t>Species reproductive strategy is broadcast spawner, which is low risk.</w:t>
            </w:r>
          </w:p>
        </w:tc>
        <w:tc>
          <w:tcPr>
            <w:tcW w:w="851" w:type="dxa"/>
          </w:tcPr>
          <w:p w14:paraId="4DBDB478" w14:textId="1D62F881" w:rsidR="001F5B4D" w:rsidRPr="001F5B4D" w:rsidRDefault="001F5B4D" w:rsidP="001F5B4D">
            <w:r w:rsidRPr="001F5B4D">
              <w:t>1</w:t>
            </w:r>
          </w:p>
        </w:tc>
      </w:tr>
      <w:tr w:rsidR="001F5B4D" w:rsidRPr="001F5B4D" w14:paraId="3D874FE0" w14:textId="77777777" w:rsidTr="001F5B4D">
        <w:tblPrEx>
          <w:tblCellMar>
            <w:top w:w="0" w:type="dxa"/>
            <w:bottom w:w="0" w:type="dxa"/>
          </w:tblCellMar>
        </w:tblPrEx>
        <w:trPr>
          <w:cantSplit/>
        </w:trPr>
        <w:tc>
          <w:tcPr>
            <w:tcW w:w="2551" w:type="dxa"/>
            <w:shd w:val="clear" w:color="auto" w:fill="998877"/>
          </w:tcPr>
          <w:p w14:paraId="6DB0DE64" w14:textId="78E42F9F" w:rsidR="001F5B4D" w:rsidRPr="001F5B4D" w:rsidRDefault="001F5B4D" w:rsidP="001F5B4D">
            <w:r w:rsidRPr="001F5B4D">
              <w:t>Trophic level</w:t>
            </w:r>
          </w:p>
        </w:tc>
        <w:tc>
          <w:tcPr>
            <w:tcW w:w="4536" w:type="dxa"/>
            <w:gridSpan w:val="2"/>
            <w:tcBorders>
              <w:bottom w:val="single" w:sz="4" w:space="0" w:color="auto"/>
            </w:tcBorders>
          </w:tcPr>
          <w:p w14:paraId="35508310" w14:textId="6503E0E5" w:rsidR="001F5B4D" w:rsidRPr="001F5B4D" w:rsidRDefault="001F5B4D" w:rsidP="001F5B4D">
            <w:r w:rsidRPr="001F5B4D">
              <w:t>Species trophic level is 3.4, which is higher than the highest risk value (3.25).</w:t>
            </w:r>
          </w:p>
        </w:tc>
        <w:tc>
          <w:tcPr>
            <w:tcW w:w="851" w:type="dxa"/>
          </w:tcPr>
          <w:p w14:paraId="6CC0DA65" w14:textId="60D78E07" w:rsidR="001F5B4D" w:rsidRPr="001F5B4D" w:rsidRDefault="001F5B4D" w:rsidP="001F5B4D">
            <w:r w:rsidRPr="001F5B4D">
              <w:t>3</w:t>
            </w:r>
          </w:p>
        </w:tc>
      </w:tr>
      <w:tr w:rsidR="001F5B4D" w:rsidRPr="001F5B4D" w14:paraId="1A0062F0"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0B100F88" w14:textId="77777777" w:rsidR="001F5B4D" w:rsidRPr="001F5B4D" w:rsidRDefault="001F5B4D" w:rsidP="001F5B4D"/>
        </w:tc>
        <w:tc>
          <w:tcPr>
            <w:tcW w:w="4536" w:type="dxa"/>
            <w:gridSpan w:val="2"/>
            <w:tcBorders>
              <w:bottom w:val="single" w:sz="4" w:space="0" w:color="auto"/>
            </w:tcBorders>
            <w:shd w:val="clear" w:color="auto" w:fill="998877"/>
          </w:tcPr>
          <w:p w14:paraId="02308F01" w14:textId="48707E68" w:rsidR="001F5B4D" w:rsidRPr="001F5B4D" w:rsidRDefault="001F5B4D" w:rsidP="001F5B4D">
            <w:r w:rsidRPr="001F5B4D">
              <w:t>Productivity score</w:t>
            </w:r>
          </w:p>
        </w:tc>
        <w:tc>
          <w:tcPr>
            <w:tcW w:w="851" w:type="dxa"/>
            <w:tcBorders>
              <w:bottom w:val="single" w:sz="4" w:space="0" w:color="auto"/>
            </w:tcBorders>
          </w:tcPr>
          <w:p w14:paraId="1BEACE7D" w14:textId="1EAE29C9" w:rsidR="001F5B4D" w:rsidRPr="001F5B4D" w:rsidRDefault="001F5B4D" w:rsidP="001F5B4D">
            <w:r w:rsidRPr="001F5B4D">
              <w:t>1.29</w:t>
            </w:r>
          </w:p>
        </w:tc>
      </w:tr>
      <w:tr w:rsidR="001F5B4D" w:rsidRPr="001F5B4D" w14:paraId="22996A3E" w14:textId="77777777" w:rsidTr="006B183B">
        <w:tblPrEx>
          <w:tblCellMar>
            <w:top w:w="0" w:type="dxa"/>
            <w:bottom w:w="0" w:type="dxa"/>
          </w:tblCellMar>
        </w:tblPrEx>
        <w:trPr>
          <w:cantSplit/>
        </w:trPr>
        <w:tc>
          <w:tcPr>
            <w:tcW w:w="7938" w:type="dxa"/>
            <w:gridSpan w:val="4"/>
            <w:shd w:val="clear" w:color="auto" w:fill="998877"/>
          </w:tcPr>
          <w:p w14:paraId="621389C6" w14:textId="55F911FC" w:rsidR="001F5B4D" w:rsidRPr="001F5B4D" w:rsidRDefault="001F5B4D" w:rsidP="001F5B4D">
            <w:pPr>
              <w:rPr>
                <w:b/>
              </w:rPr>
            </w:pPr>
            <w:r w:rsidRPr="001F5B4D">
              <w:rPr>
                <w:b/>
              </w:rPr>
              <w:t>Susceptibility</w:t>
            </w:r>
          </w:p>
        </w:tc>
      </w:tr>
      <w:tr w:rsidR="001F5B4D" w:rsidRPr="001F5B4D" w14:paraId="1F93D362" w14:textId="77777777" w:rsidTr="001F5B4D">
        <w:tblPrEx>
          <w:tblCellMar>
            <w:top w:w="0" w:type="dxa"/>
            <w:bottom w:w="0" w:type="dxa"/>
          </w:tblCellMar>
        </w:tblPrEx>
        <w:trPr>
          <w:cantSplit/>
        </w:trPr>
        <w:tc>
          <w:tcPr>
            <w:tcW w:w="2551" w:type="dxa"/>
            <w:shd w:val="clear" w:color="auto" w:fill="998877"/>
          </w:tcPr>
          <w:p w14:paraId="728D82EB" w14:textId="4F33DC5E" w:rsidR="001F5B4D" w:rsidRPr="001F5B4D" w:rsidRDefault="001F5B4D" w:rsidP="001F5B4D">
            <w:r w:rsidRPr="001F5B4D">
              <w:t>Areal overlap (availability)</w:t>
            </w:r>
          </w:p>
        </w:tc>
        <w:tc>
          <w:tcPr>
            <w:tcW w:w="4536" w:type="dxa"/>
            <w:gridSpan w:val="2"/>
          </w:tcPr>
          <w:p w14:paraId="39E46CA1" w14:textId="1399EA9A" w:rsidR="001F5B4D" w:rsidRPr="001F5B4D" w:rsidRDefault="001F5B4D" w:rsidP="001F5B4D">
            <w:r w:rsidRPr="001F5B4D">
              <w:t>Commercial bait fisheries as well as bycatch in tropical gears. Species is coastal.</w:t>
            </w:r>
          </w:p>
        </w:tc>
        <w:tc>
          <w:tcPr>
            <w:tcW w:w="851" w:type="dxa"/>
          </w:tcPr>
          <w:p w14:paraId="0B282EB0" w14:textId="12C9D15E" w:rsidR="001F5B4D" w:rsidRPr="001F5B4D" w:rsidRDefault="001F5B4D" w:rsidP="001F5B4D">
            <w:r w:rsidRPr="001F5B4D">
              <w:t>2</w:t>
            </w:r>
          </w:p>
        </w:tc>
      </w:tr>
      <w:tr w:rsidR="001F5B4D" w:rsidRPr="001F5B4D" w14:paraId="21D54851" w14:textId="77777777" w:rsidTr="001F5B4D">
        <w:tblPrEx>
          <w:tblCellMar>
            <w:top w:w="0" w:type="dxa"/>
            <w:bottom w:w="0" w:type="dxa"/>
          </w:tblCellMar>
        </w:tblPrEx>
        <w:trPr>
          <w:cantSplit/>
        </w:trPr>
        <w:tc>
          <w:tcPr>
            <w:tcW w:w="2551" w:type="dxa"/>
            <w:shd w:val="clear" w:color="auto" w:fill="998877"/>
          </w:tcPr>
          <w:p w14:paraId="052107FC" w14:textId="6371B832" w:rsidR="001F5B4D" w:rsidRPr="001F5B4D" w:rsidRDefault="001F5B4D" w:rsidP="001F5B4D">
            <w:r w:rsidRPr="001F5B4D">
              <w:t>Encounterability</w:t>
            </w:r>
          </w:p>
        </w:tc>
        <w:tc>
          <w:tcPr>
            <w:tcW w:w="4536" w:type="dxa"/>
            <w:gridSpan w:val="2"/>
          </w:tcPr>
          <w:p w14:paraId="5F3BF68F" w14:textId="1CB44715" w:rsidR="001F5B4D" w:rsidRPr="001F5B4D" w:rsidRDefault="001F5B4D" w:rsidP="001F5B4D">
            <w:r w:rsidRPr="001F5B4D">
              <w:t>Primarily bait for longline/troll gears, but also reported as bycatch in some tuna fisheries.</w:t>
            </w:r>
          </w:p>
        </w:tc>
        <w:tc>
          <w:tcPr>
            <w:tcW w:w="851" w:type="dxa"/>
          </w:tcPr>
          <w:p w14:paraId="1A6EA5A4" w14:textId="4B17C034" w:rsidR="001F5B4D" w:rsidRPr="001F5B4D" w:rsidRDefault="001F5B4D" w:rsidP="001F5B4D">
            <w:r w:rsidRPr="001F5B4D">
              <w:t>2</w:t>
            </w:r>
          </w:p>
        </w:tc>
      </w:tr>
      <w:tr w:rsidR="001F5B4D" w:rsidRPr="001F5B4D" w14:paraId="000B4334" w14:textId="77777777" w:rsidTr="001F5B4D">
        <w:tblPrEx>
          <w:tblCellMar>
            <w:top w:w="0" w:type="dxa"/>
            <w:bottom w:w="0" w:type="dxa"/>
          </w:tblCellMar>
        </w:tblPrEx>
        <w:trPr>
          <w:cantSplit/>
        </w:trPr>
        <w:tc>
          <w:tcPr>
            <w:tcW w:w="2551" w:type="dxa"/>
            <w:shd w:val="clear" w:color="auto" w:fill="998877"/>
          </w:tcPr>
          <w:p w14:paraId="0E4406B3" w14:textId="693560FB" w:rsidR="001F5B4D" w:rsidRPr="001F5B4D" w:rsidRDefault="001F5B4D" w:rsidP="001F5B4D">
            <w:r w:rsidRPr="001F5B4D">
              <w:t>Selectivity</w:t>
            </w:r>
          </w:p>
        </w:tc>
        <w:tc>
          <w:tcPr>
            <w:tcW w:w="4536" w:type="dxa"/>
            <w:gridSpan w:val="2"/>
          </w:tcPr>
          <w:p w14:paraId="62C1A823" w14:textId="3FD67212" w:rsidR="001F5B4D" w:rsidRPr="001F5B4D" w:rsidRDefault="001F5B4D" w:rsidP="001F5B4D">
            <w:r w:rsidRPr="001F5B4D">
              <w:t>The maximum length of the species is 64cm. For tropical surface fisheries, the length overlap index with this species is 58.18%.</w:t>
            </w:r>
          </w:p>
        </w:tc>
        <w:tc>
          <w:tcPr>
            <w:tcW w:w="851" w:type="dxa"/>
          </w:tcPr>
          <w:p w14:paraId="3A5C3FE0" w14:textId="20E3042B" w:rsidR="001F5B4D" w:rsidRPr="001F5B4D" w:rsidRDefault="001F5B4D" w:rsidP="001F5B4D">
            <w:r w:rsidRPr="001F5B4D">
              <w:t>3</w:t>
            </w:r>
          </w:p>
        </w:tc>
      </w:tr>
      <w:tr w:rsidR="001F5B4D" w:rsidRPr="001F5B4D" w14:paraId="7416C7D1" w14:textId="77777777" w:rsidTr="001F5B4D">
        <w:tblPrEx>
          <w:tblCellMar>
            <w:top w:w="0" w:type="dxa"/>
            <w:bottom w:w="0" w:type="dxa"/>
          </w:tblCellMar>
        </w:tblPrEx>
        <w:trPr>
          <w:cantSplit/>
        </w:trPr>
        <w:tc>
          <w:tcPr>
            <w:tcW w:w="2551" w:type="dxa"/>
            <w:shd w:val="clear" w:color="auto" w:fill="998877"/>
          </w:tcPr>
          <w:p w14:paraId="4B1DD8AA" w14:textId="4023A11D" w:rsidR="001F5B4D" w:rsidRPr="001F5B4D" w:rsidRDefault="001F5B4D" w:rsidP="001F5B4D">
            <w:r w:rsidRPr="001F5B4D">
              <w:t>Post capture mortality</w:t>
            </w:r>
          </w:p>
        </w:tc>
        <w:tc>
          <w:tcPr>
            <w:tcW w:w="4536" w:type="dxa"/>
            <w:gridSpan w:val="2"/>
            <w:tcBorders>
              <w:bottom w:val="single" w:sz="4" w:space="0" w:color="auto"/>
            </w:tcBorders>
          </w:tcPr>
          <w:p w14:paraId="530DC321" w14:textId="31E8B7EB" w:rsidR="001F5B4D" w:rsidRPr="001F5B4D" w:rsidRDefault="001F5B4D" w:rsidP="001F5B4D">
            <w:r w:rsidRPr="001F5B4D">
              <w:t>No direct evidence of survival after capture.</w:t>
            </w:r>
          </w:p>
        </w:tc>
        <w:tc>
          <w:tcPr>
            <w:tcW w:w="851" w:type="dxa"/>
          </w:tcPr>
          <w:p w14:paraId="5203BA81" w14:textId="47E478CE" w:rsidR="001F5B4D" w:rsidRPr="001F5B4D" w:rsidRDefault="001F5B4D" w:rsidP="001F5B4D">
            <w:r w:rsidRPr="001F5B4D">
              <w:t>3</w:t>
            </w:r>
          </w:p>
        </w:tc>
      </w:tr>
      <w:tr w:rsidR="001F5B4D" w:rsidRPr="001F5B4D" w14:paraId="42E66399" w14:textId="77777777" w:rsidTr="001F5B4D">
        <w:tblPrEx>
          <w:tblCellMar>
            <w:top w:w="0" w:type="dxa"/>
            <w:bottom w:w="0" w:type="dxa"/>
          </w:tblCellMar>
        </w:tblPrEx>
        <w:trPr>
          <w:cantSplit/>
        </w:trPr>
        <w:tc>
          <w:tcPr>
            <w:tcW w:w="2551" w:type="dxa"/>
            <w:shd w:val="clear" w:color="auto" w:fill="998877"/>
          </w:tcPr>
          <w:p w14:paraId="28FC9EC7" w14:textId="77777777" w:rsidR="001F5B4D" w:rsidRPr="001F5B4D" w:rsidRDefault="001F5B4D" w:rsidP="001F5B4D"/>
        </w:tc>
        <w:tc>
          <w:tcPr>
            <w:tcW w:w="4536" w:type="dxa"/>
            <w:gridSpan w:val="2"/>
            <w:tcBorders>
              <w:bottom w:val="single" w:sz="4" w:space="0" w:color="auto"/>
            </w:tcBorders>
            <w:shd w:val="clear" w:color="auto" w:fill="998877"/>
          </w:tcPr>
          <w:p w14:paraId="7E6409E3" w14:textId="22FB46C9" w:rsidR="001F5B4D" w:rsidRPr="001F5B4D" w:rsidRDefault="001F5B4D" w:rsidP="001F5B4D">
            <w:r w:rsidRPr="001F5B4D">
              <w:t>Susceptibility score</w:t>
            </w:r>
          </w:p>
        </w:tc>
        <w:tc>
          <w:tcPr>
            <w:tcW w:w="851" w:type="dxa"/>
          </w:tcPr>
          <w:p w14:paraId="5EDC423F" w14:textId="1CD75F98" w:rsidR="001F5B4D" w:rsidRPr="001F5B4D" w:rsidRDefault="001F5B4D" w:rsidP="001F5B4D">
            <w:r w:rsidRPr="001F5B4D">
              <w:t>1.88</w:t>
            </w:r>
          </w:p>
        </w:tc>
      </w:tr>
      <w:tr w:rsidR="001F5B4D" w:rsidRPr="001F5B4D" w14:paraId="7313DC93" w14:textId="77777777" w:rsidTr="001F5B4D">
        <w:tblPrEx>
          <w:tblCellMar>
            <w:top w:w="0" w:type="dxa"/>
            <w:bottom w:w="0" w:type="dxa"/>
          </w:tblCellMar>
        </w:tblPrEx>
        <w:trPr>
          <w:cantSplit/>
        </w:trPr>
        <w:tc>
          <w:tcPr>
            <w:tcW w:w="2551" w:type="dxa"/>
            <w:shd w:val="clear" w:color="auto" w:fill="998877"/>
          </w:tcPr>
          <w:p w14:paraId="1B87AFF6" w14:textId="77777777" w:rsidR="001F5B4D" w:rsidRPr="001F5B4D" w:rsidRDefault="001F5B4D" w:rsidP="001F5B4D"/>
        </w:tc>
        <w:tc>
          <w:tcPr>
            <w:tcW w:w="4536" w:type="dxa"/>
            <w:gridSpan w:val="2"/>
            <w:shd w:val="clear" w:color="auto" w:fill="998877"/>
          </w:tcPr>
          <w:p w14:paraId="3F763FDE" w14:textId="0D7B0424" w:rsidR="001F5B4D" w:rsidRPr="001F5B4D" w:rsidRDefault="001F5B4D" w:rsidP="001F5B4D">
            <w:r w:rsidRPr="001F5B4D">
              <w:t>Vulnerability score</w:t>
            </w:r>
          </w:p>
        </w:tc>
        <w:tc>
          <w:tcPr>
            <w:tcW w:w="851" w:type="dxa"/>
          </w:tcPr>
          <w:p w14:paraId="367CF6C6" w14:textId="435A9C37" w:rsidR="001F5B4D" w:rsidRPr="001F5B4D" w:rsidRDefault="001F5B4D" w:rsidP="001F5B4D">
            <w:r w:rsidRPr="001F5B4D">
              <w:t>2.27</w:t>
            </w:r>
          </w:p>
        </w:tc>
      </w:tr>
    </w:tbl>
    <w:p w14:paraId="4648F632" w14:textId="0627BA3C"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7DB258D6"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49" w:name="T_BLM" w:colFirst="0" w:colLast="0"/>
          <w:p w14:paraId="6CF41E8A" w14:textId="05EBCD00" w:rsidR="001F5B4D" w:rsidRPr="001F5B4D" w:rsidRDefault="001F5B4D" w:rsidP="001F5B4D">
            <w:pPr>
              <w:rPr>
                <w:b/>
              </w:rPr>
            </w:pPr>
            <w:r w:rsidRPr="001F5B4D">
              <w:rPr>
                <w:b/>
              </w:rPr>
              <w:fldChar w:fldCharType="begin"/>
            </w:r>
            <w:r w:rsidRPr="001F5B4D">
              <w:rPr>
                <w:b/>
              </w:rPr>
              <w:instrText xml:space="preserve"> HYPERLINK  \l "S_BLM" \o "PSA Score" </w:instrText>
            </w:r>
            <w:r w:rsidRPr="001F5B4D">
              <w:rPr>
                <w:b/>
              </w:rPr>
            </w:r>
            <w:r w:rsidRPr="001F5B4D">
              <w:rPr>
                <w:b/>
              </w:rPr>
              <w:fldChar w:fldCharType="separate"/>
            </w:r>
            <w:r w:rsidRPr="001F5B4D">
              <w:rPr>
                <w:rStyle w:val="Hyperlink"/>
                <w:b/>
              </w:rPr>
              <w:t>Black marlin</w:t>
            </w:r>
            <w:r w:rsidRPr="001F5B4D">
              <w:rPr>
                <w:b/>
              </w:rPr>
              <w:fldChar w:fldCharType="end"/>
            </w:r>
          </w:p>
        </w:tc>
        <w:tc>
          <w:tcPr>
            <w:tcW w:w="3969" w:type="dxa"/>
            <w:gridSpan w:val="2"/>
            <w:tcBorders>
              <w:bottom w:val="single" w:sz="4" w:space="0" w:color="auto"/>
            </w:tcBorders>
            <w:shd w:val="clear" w:color="auto" w:fill="998877"/>
          </w:tcPr>
          <w:p w14:paraId="45D7AA70" w14:textId="1A4CA369" w:rsidR="001F5B4D" w:rsidRPr="001F5B4D" w:rsidRDefault="001F5B4D" w:rsidP="001F5B4D">
            <w:pPr>
              <w:rPr>
                <w:b/>
                <w:i/>
              </w:rPr>
            </w:pPr>
            <w:r w:rsidRPr="001F5B4D">
              <w:rPr>
                <w:b/>
                <w:i/>
              </w:rPr>
              <w:t>Istiompax indica</w:t>
            </w:r>
          </w:p>
        </w:tc>
      </w:tr>
      <w:bookmarkEnd w:id="149"/>
      <w:tr w:rsidR="001F5B4D" w:rsidRPr="001F5B4D" w14:paraId="54544821" w14:textId="77777777" w:rsidTr="003E6523">
        <w:tblPrEx>
          <w:tblCellMar>
            <w:top w:w="0" w:type="dxa"/>
            <w:bottom w:w="0" w:type="dxa"/>
          </w:tblCellMar>
        </w:tblPrEx>
        <w:trPr>
          <w:cantSplit/>
        </w:trPr>
        <w:tc>
          <w:tcPr>
            <w:tcW w:w="7938" w:type="dxa"/>
            <w:gridSpan w:val="4"/>
            <w:shd w:val="clear" w:color="auto" w:fill="998877"/>
          </w:tcPr>
          <w:p w14:paraId="55FC8A58" w14:textId="2C2A4C42" w:rsidR="001F5B4D" w:rsidRPr="001F5B4D" w:rsidRDefault="001F5B4D" w:rsidP="001F5B4D">
            <w:pPr>
              <w:rPr>
                <w:b/>
              </w:rPr>
            </w:pPr>
            <w:r w:rsidRPr="001F5B4D">
              <w:rPr>
                <w:b/>
              </w:rPr>
              <w:t>Productivity</w:t>
            </w:r>
          </w:p>
        </w:tc>
      </w:tr>
      <w:tr w:rsidR="001F5B4D" w:rsidRPr="001F5B4D" w14:paraId="698A5D2C" w14:textId="77777777" w:rsidTr="001F5B4D">
        <w:tblPrEx>
          <w:tblCellMar>
            <w:top w:w="0" w:type="dxa"/>
            <w:bottom w:w="0" w:type="dxa"/>
          </w:tblCellMar>
        </w:tblPrEx>
        <w:trPr>
          <w:cantSplit/>
        </w:trPr>
        <w:tc>
          <w:tcPr>
            <w:tcW w:w="2551" w:type="dxa"/>
            <w:shd w:val="clear" w:color="auto" w:fill="998877"/>
          </w:tcPr>
          <w:p w14:paraId="406004FC" w14:textId="6DBC56BE" w:rsidR="001F5B4D" w:rsidRPr="001F5B4D" w:rsidRDefault="001F5B4D" w:rsidP="001F5B4D">
            <w:r w:rsidRPr="001F5B4D">
              <w:t>Average age at maturity</w:t>
            </w:r>
          </w:p>
        </w:tc>
        <w:tc>
          <w:tcPr>
            <w:tcW w:w="4536" w:type="dxa"/>
            <w:gridSpan w:val="2"/>
          </w:tcPr>
          <w:p w14:paraId="3EAC2012" w14:textId="6D589DE6" w:rsidR="001F5B4D" w:rsidRPr="001F5B4D" w:rsidRDefault="001F5B4D" w:rsidP="001F5B4D">
            <w:r w:rsidRPr="001F5B4D">
              <w:t>Species growth rate (K) is 0.231, which is higher than lowest risk K (0.183) for age at maturity.</w:t>
            </w:r>
          </w:p>
        </w:tc>
        <w:tc>
          <w:tcPr>
            <w:tcW w:w="851" w:type="dxa"/>
          </w:tcPr>
          <w:p w14:paraId="6C573B49" w14:textId="7BAE6987" w:rsidR="001F5B4D" w:rsidRPr="001F5B4D" w:rsidRDefault="001F5B4D" w:rsidP="001F5B4D">
            <w:r w:rsidRPr="001F5B4D">
              <w:t>1</w:t>
            </w:r>
          </w:p>
        </w:tc>
      </w:tr>
      <w:tr w:rsidR="001F5B4D" w:rsidRPr="001F5B4D" w14:paraId="445F9964" w14:textId="77777777" w:rsidTr="001F5B4D">
        <w:tblPrEx>
          <w:tblCellMar>
            <w:top w:w="0" w:type="dxa"/>
            <w:bottom w:w="0" w:type="dxa"/>
          </w:tblCellMar>
        </w:tblPrEx>
        <w:trPr>
          <w:cantSplit/>
        </w:trPr>
        <w:tc>
          <w:tcPr>
            <w:tcW w:w="2551" w:type="dxa"/>
            <w:shd w:val="clear" w:color="auto" w:fill="998877"/>
          </w:tcPr>
          <w:p w14:paraId="7C255259" w14:textId="6D134C50" w:rsidR="001F5B4D" w:rsidRPr="001F5B4D" w:rsidRDefault="001F5B4D" w:rsidP="001F5B4D">
            <w:r w:rsidRPr="001F5B4D">
              <w:t>Average max age</w:t>
            </w:r>
          </w:p>
        </w:tc>
        <w:tc>
          <w:tcPr>
            <w:tcW w:w="4536" w:type="dxa"/>
            <w:gridSpan w:val="2"/>
          </w:tcPr>
          <w:p w14:paraId="3ED519B7" w14:textId="18638509" w:rsidR="001F5B4D" w:rsidRPr="001F5B4D" w:rsidRDefault="001F5B4D" w:rsidP="001F5B4D">
            <w:r w:rsidRPr="001F5B4D">
              <w:t>Species growth rate (K) is 0.231, which is in the medium risk K range (0.12-0.30) for maximum age.</w:t>
            </w:r>
          </w:p>
        </w:tc>
        <w:tc>
          <w:tcPr>
            <w:tcW w:w="851" w:type="dxa"/>
          </w:tcPr>
          <w:p w14:paraId="10486537" w14:textId="3CF37A5E" w:rsidR="001F5B4D" w:rsidRPr="001F5B4D" w:rsidRDefault="001F5B4D" w:rsidP="001F5B4D">
            <w:r w:rsidRPr="001F5B4D">
              <w:t>2</w:t>
            </w:r>
          </w:p>
        </w:tc>
      </w:tr>
      <w:tr w:rsidR="001F5B4D" w:rsidRPr="001F5B4D" w14:paraId="4BDF37A5" w14:textId="77777777" w:rsidTr="001F5B4D">
        <w:tblPrEx>
          <w:tblCellMar>
            <w:top w:w="0" w:type="dxa"/>
            <w:bottom w:w="0" w:type="dxa"/>
          </w:tblCellMar>
        </w:tblPrEx>
        <w:trPr>
          <w:cantSplit/>
        </w:trPr>
        <w:tc>
          <w:tcPr>
            <w:tcW w:w="2551" w:type="dxa"/>
            <w:shd w:val="clear" w:color="auto" w:fill="998877"/>
          </w:tcPr>
          <w:p w14:paraId="228C63D4" w14:textId="63AA48A7" w:rsidR="001F5B4D" w:rsidRPr="001F5B4D" w:rsidRDefault="001F5B4D" w:rsidP="001F5B4D">
            <w:r w:rsidRPr="001F5B4D">
              <w:t>Fecundity</w:t>
            </w:r>
          </w:p>
        </w:tc>
        <w:tc>
          <w:tcPr>
            <w:tcW w:w="4536" w:type="dxa"/>
            <w:gridSpan w:val="2"/>
          </w:tcPr>
          <w:p w14:paraId="7EDE6EF7" w14:textId="16B22D13" w:rsidR="001F5B4D" w:rsidRPr="001F5B4D" w:rsidRDefault="001F5B4D" w:rsidP="001F5B4D">
            <w:r w:rsidRPr="001F5B4D">
              <w:t>Species fecundity is 40000000 eggs/year, which is higher than the lowest risk value (20000).</w:t>
            </w:r>
          </w:p>
        </w:tc>
        <w:tc>
          <w:tcPr>
            <w:tcW w:w="851" w:type="dxa"/>
          </w:tcPr>
          <w:p w14:paraId="3653E75A" w14:textId="4C77F5C9" w:rsidR="001F5B4D" w:rsidRPr="001F5B4D" w:rsidRDefault="001F5B4D" w:rsidP="001F5B4D">
            <w:r w:rsidRPr="001F5B4D">
              <w:t>1</w:t>
            </w:r>
          </w:p>
        </w:tc>
      </w:tr>
      <w:tr w:rsidR="001F5B4D" w:rsidRPr="001F5B4D" w14:paraId="47A7E1D7" w14:textId="77777777" w:rsidTr="001F5B4D">
        <w:tblPrEx>
          <w:tblCellMar>
            <w:top w:w="0" w:type="dxa"/>
            <w:bottom w:w="0" w:type="dxa"/>
          </w:tblCellMar>
        </w:tblPrEx>
        <w:trPr>
          <w:cantSplit/>
        </w:trPr>
        <w:tc>
          <w:tcPr>
            <w:tcW w:w="2551" w:type="dxa"/>
            <w:shd w:val="clear" w:color="auto" w:fill="998877"/>
          </w:tcPr>
          <w:p w14:paraId="4D668783" w14:textId="311D0F97" w:rsidR="001F5B4D" w:rsidRPr="001F5B4D" w:rsidRDefault="001F5B4D" w:rsidP="001F5B4D">
            <w:r w:rsidRPr="001F5B4D">
              <w:lastRenderedPageBreak/>
              <w:t>Average max size</w:t>
            </w:r>
          </w:p>
        </w:tc>
        <w:tc>
          <w:tcPr>
            <w:tcW w:w="4536" w:type="dxa"/>
            <w:gridSpan w:val="2"/>
          </w:tcPr>
          <w:p w14:paraId="71698CDF" w14:textId="42EBD917" w:rsidR="001F5B4D" w:rsidRPr="001F5B4D" w:rsidRDefault="001F5B4D" w:rsidP="001F5B4D">
            <w:r w:rsidRPr="001F5B4D">
              <w:t>Species maximum length is 465, which is higher than the highest risk value (300cm).</w:t>
            </w:r>
          </w:p>
        </w:tc>
        <w:tc>
          <w:tcPr>
            <w:tcW w:w="851" w:type="dxa"/>
          </w:tcPr>
          <w:p w14:paraId="794E3082" w14:textId="6CF41AE6" w:rsidR="001F5B4D" w:rsidRPr="001F5B4D" w:rsidRDefault="001F5B4D" w:rsidP="001F5B4D">
            <w:r w:rsidRPr="001F5B4D">
              <w:t>3</w:t>
            </w:r>
          </w:p>
        </w:tc>
      </w:tr>
      <w:tr w:rsidR="001F5B4D" w:rsidRPr="001F5B4D" w14:paraId="57C56679" w14:textId="77777777" w:rsidTr="001F5B4D">
        <w:tblPrEx>
          <w:tblCellMar>
            <w:top w:w="0" w:type="dxa"/>
            <w:bottom w:w="0" w:type="dxa"/>
          </w:tblCellMar>
        </w:tblPrEx>
        <w:trPr>
          <w:cantSplit/>
        </w:trPr>
        <w:tc>
          <w:tcPr>
            <w:tcW w:w="2551" w:type="dxa"/>
            <w:shd w:val="clear" w:color="auto" w:fill="998877"/>
          </w:tcPr>
          <w:p w14:paraId="0E8FBD44" w14:textId="6BB8D7B2" w:rsidR="001F5B4D" w:rsidRPr="001F5B4D" w:rsidRDefault="001F5B4D" w:rsidP="001F5B4D">
            <w:r w:rsidRPr="001F5B4D">
              <w:t>Average size at maturity</w:t>
            </w:r>
          </w:p>
        </w:tc>
        <w:tc>
          <w:tcPr>
            <w:tcW w:w="4536" w:type="dxa"/>
            <w:gridSpan w:val="2"/>
          </w:tcPr>
          <w:p w14:paraId="3B5C8A1B" w14:textId="2D37C878" w:rsidR="001F5B4D" w:rsidRPr="001F5B4D" w:rsidRDefault="001F5B4D" w:rsidP="001F5B4D">
            <w:r w:rsidRPr="001F5B4D">
              <w:t>Species maximum length is 465cm, which is higher than the highest risk value (200cm).</w:t>
            </w:r>
          </w:p>
        </w:tc>
        <w:tc>
          <w:tcPr>
            <w:tcW w:w="851" w:type="dxa"/>
          </w:tcPr>
          <w:p w14:paraId="682B14AF" w14:textId="5012605C" w:rsidR="001F5B4D" w:rsidRPr="001F5B4D" w:rsidRDefault="001F5B4D" w:rsidP="001F5B4D">
            <w:r w:rsidRPr="001F5B4D">
              <w:t>3</w:t>
            </w:r>
          </w:p>
        </w:tc>
      </w:tr>
      <w:tr w:rsidR="001F5B4D" w:rsidRPr="001F5B4D" w14:paraId="75256B67" w14:textId="77777777" w:rsidTr="001F5B4D">
        <w:tblPrEx>
          <w:tblCellMar>
            <w:top w:w="0" w:type="dxa"/>
            <w:bottom w:w="0" w:type="dxa"/>
          </w:tblCellMar>
        </w:tblPrEx>
        <w:trPr>
          <w:cantSplit/>
        </w:trPr>
        <w:tc>
          <w:tcPr>
            <w:tcW w:w="2551" w:type="dxa"/>
            <w:shd w:val="clear" w:color="auto" w:fill="998877"/>
          </w:tcPr>
          <w:p w14:paraId="4AF9152F" w14:textId="6C078F2C" w:rsidR="001F5B4D" w:rsidRPr="001F5B4D" w:rsidRDefault="001F5B4D" w:rsidP="001F5B4D">
            <w:r w:rsidRPr="001F5B4D">
              <w:t>Reproductive strategy</w:t>
            </w:r>
          </w:p>
        </w:tc>
        <w:tc>
          <w:tcPr>
            <w:tcW w:w="4536" w:type="dxa"/>
            <w:gridSpan w:val="2"/>
          </w:tcPr>
          <w:p w14:paraId="50AE951F" w14:textId="790C7E72" w:rsidR="001F5B4D" w:rsidRPr="001F5B4D" w:rsidRDefault="001F5B4D" w:rsidP="001F5B4D">
            <w:r w:rsidRPr="001F5B4D">
              <w:t>Species reproductive strategy is broadcast spawner, which is low risk.</w:t>
            </w:r>
          </w:p>
        </w:tc>
        <w:tc>
          <w:tcPr>
            <w:tcW w:w="851" w:type="dxa"/>
          </w:tcPr>
          <w:p w14:paraId="549BB96D" w14:textId="6F5BD82B" w:rsidR="001F5B4D" w:rsidRPr="001F5B4D" w:rsidRDefault="001F5B4D" w:rsidP="001F5B4D">
            <w:r w:rsidRPr="001F5B4D">
              <w:t>1</w:t>
            </w:r>
          </w:p>
        </w:tc>
      </w:tr>
      <w:tr w:rsidR="001F5B4D" w:rsidRPr="001F5B4D" w14:paraId="6BF90557" w14:textId="77777777" w:rsidTr="001F5B4D">
        <w:tblPrEx>
          <w:tblCellMar>
            <w:top w:w="0" w:type="dxa"/>
            <w:bottom w:w="0" w:type="dxa"/>
          </w:tblCellMar>
        </w:tblPrEx>
        <w:trPr>
          <w:cantSplit/>
        </w:trPr>
        <w:tc>
          <w:tcPr>
            <w:tcW w:w="2551" w:type="dxa"/>
            <w:shd w:val="clear" w:color="auto" w:fill="998877"/>
          </w:tcPr>
          <w:p w14:paraId="37964255" w14:textId="3180D418" w:rsidR="001F5B4D" w:rsidRPr="001F5B4D" w:rsidRDefault="001F5B4D" w:rsidP="001F5B4D">
            <w:r w:rsidRPr="001F5B4D">
              <w:t>Trophic level</w:t>
            </w:r>
          </w:p>
        </w:tc>
        <w:tc>
          <w:tcPr>
            <w:tcW w:w="4536" w:type="dxa"/>
            <w:gridSpan w:val="2"/>
            <w:tcBorders>
              <w:bottom w:val="single" w:sz="4" w:space="0" w:color="auto"/>
            </w:tcBorders>
          </w:tcPr>
          <w:p w14:paraId="1A7B90B8" w14:textId="36557AE8" w:rsidR="001F5B4D" w:rsidRPr="001F5B4D" w:rsidRDefault="001F5B4D" w:rsidP="001F5B4D">
            <w:r w:rsidRPr="001F5B4D">
              <w:t>Species trophic level is 4.5, which is higher than the highest risk value (3.25).</w:t>
            </w:r>
          </w:p>
        </w:tc>
        <w:tc>
          <w:tcPr>
            <w:tcW w:w="851" w:type="dxa"/>
          </w:tcPr>
          <w:p w14:paraId="116BB485" w14:textId="0858D620" w:rsidR="001F5B4D" w:rsidRPr="001F5B4D" w:rsidRDefault="001F5B4D" w:rsidP="001F5B4D">
            <w:r w:rsidRPr="001F5B4D">
              <w:t>3</w:t>
            </w:r>
          </w:p>
        </w:tc>
      </w:tr>
      <w:tr w:rsidR="001F5B4D" w:rsidRPr="001F5B4D" w14:paraId="7711AA36"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B4ECF32" w14:textId="77777777" w:rsidR="001F5B4D" w:rsidRPr="001F5B4D" w:rsidRDefault="001F5B4D" w:rsidP="001F5B4D"/>
        </w:tc>
        <w:tc>
          <w:tcPr>
            <w:tcW w:w="4536" w:type="dxa"/>
            <w:gridSpan w:val="2"/>
            <w:tcBorders>
              <w:bottom w:val="single" w:sz="4" w:space="0" w:color="auto"/>
            </w:tcBorders>
            <w:shd w:val="clear" w:color="auto" w:fill="998877"/>
          </w:tcPr>
          <w:p w14:paraId="296F7CEB" w14:textId="531B33CF" w:rsidR="001F5B4D" w:rsidRPr="001F5B4D" w:rsidRDefault="001F5B4D" w:rsidP="001F5B4D">
            <w:r w:rsidRPr="001F5B4D">
              <w:t>Productivity score</w:t>
            </w:r>
          </w:p>
        </w:tc>
        <w:tc>
          <w:tcPr>
            <w:tcW w:w="851" w:type="dxa"/>
            <w:tcBorders>
              <w:bottom w:val="single" w:sz="4" w:space="0" w:color="auto"/>
            </w:tcBorders>
          </w:tcPr>
          <w:p w14:paraId="35180F59" w14:textId="559F7027" w:rsidR="001F5B4D" w:rsidRPr="001F5B4D" w:rsidRDefault="001F5B4D" w:rsidP="001F5B4D">
            <w:r w:rsidRPr="001F5B4D">
              <w:t>2.00</w:t>
            </w:r>
          </w:p>
        </w:tc>
      </w:tr>
      <w:tr w:rsidR="001F5B4D" w:rsidRPr="001F5B4D" w14:paraId="78F32E3F" w14:textId="77777777" w:rsidTr="007D5E95">
        <w:tblPrEx>
          <w:tblCellMar>
            <w:top w:w="0" w:type="dxa"/>
            <w:bottom w:w="0" w:type="dxa"/>
          </w:tblCellMar>
        </w:tblPrEx>
        <w:trPr>
          <w:cantSplit/>
        </w:trPr>
        <w:tc>
          <w:tcPr>
            <w:tcW w:w="7938" w:type="dxa"/>
            <w:gridSpan w:val="4"/>
            <w:shd w:val="clear" w:color="auto" w:fill="998877"/>
          </w:tcPr>
          <w:p w14:paraId="34493E98" w14:textId="43960CA2" w:rsidR="001F5B4D" w:rsidRPr="001F5B4D" w:rsidRDefault="001F5B4D" w:rsidP="001F5B4D">
            <w:pPr>
              <w:rPr>
                <w:b/>
              </w:rPr>
            </w:pPr>
            <w:r w:rsidRPr="001F5B4D">
              <w:rPr>
                <w:b/>
              </w:rPr>
              <w:t>Susceptibility</w:t>
            </w:r>
          </w:p>
        </w:tc>
      </w:tr>
      <w:tr w:rsidR="001F5B4D" w:rsidRPr="001F5B4D" w14:paraId="5DCBD226" w14:textId="77777777" w:rsidTr="001F5B4D">
        <w:tblPrEx>
          <w:tblCellMar>
            <w:top w:w="0" w:type="dxa"/>
            <w:bottom w:w="0" w:type="dxa"/>
          </w:tblCellMar>
        </w:tblPrEx>
        <w:trPr>
          <w:cantSplit/>
        </w:trPr>
        <w:tc>
          <w:tcPr>
            <w:tcW w:w="2551" w:type="dxa"/>
            <w:shd w:val="clear" w:color="auto" w:fill="998877"/>
          </w:tcPr>
          <w:p w14:paraId="24422FB5" w14:textId="6E6F7412" w:rsidR="001F5B4D" w:rsidRPr="001F5B4D" w:rsidRDefault="001F5B4D" w:rsidP="001F5B4D">
            <w:r w:rsidRPr="001F5B4D">
              <w:t>Areal overlap (availability)</w:t>
            </w:r>
          </w:p>
        </w:tc>
        <w:tc>
          <w:tcPr>
            <w:tcW w:w="4536" w:type="dxa"/>
            <w:gridSpan w:val="2"/>
          </w:tcPr>
          <w:p w14:paraId="1A2D004F" w14:textId="44C4D2D8" w:rsidR="001F5B4D" w:rsidRPr="001F5B4D" w:rsidRDefault="001F5B4D" w:rsidP="001F5B4D">
            <w:r w:rsidRPr="001F5B4D">
              <w:t>Worldwide distribution, absent in North and Central Atlantic. Species is coastal.</w:t>
            </w:r>
          </w:p>
        </w:tc>
        <w:tc>
          <w:tcPr>
            <w:tcW w:w="851" w:type="dxa"/>
          </w:tcPr>
          <w:p w14:paraId="4B718A1A" w14:textId="4DD98F7F" w:rsidR="001F5B4D" w:rsidRPr="001F5B4D" w:rsidRDefault="001F5B4D" w:rsidP="001F5B4D">
            <w:r w:rsidRPr="001F5B4D">
              <w:t>2</w:t>
            </w:r>
          </w:p>
        </w:tc>
      </w:tr>
      <w:tr w:rsidR="001F5B4D" w:rsidRPr="001F5B4D" w14:paraId="262489B5" w14:textId="77777777" w:rsidTr="001F5B4D">
        <w:tblPrEx>
          <w:tblCellMar>
            <w:top w:w="0" w:type="dxa"/>
            <w:bottom w:w="0" w:type="dxa"/>
          </w:tblCellMar>
        </w:tblPrEx>
        <w:trPr>
          <w:cantSplit/>
        </w:trPr>
        <w:tc>
          <w:tcPr>
            <w:tcW w:w="2551" w:type="dxa"/>
            <w:shd w:val="clear" w:color="auto" w:fill="998877"/>
          </w:tcPr>
          <w:p w14:paraId="6F49D950" w14:textId="2E62CB9C" w:rsidR="001F5B4D" w:rsidRPr="001F5B4D" w:rsidRDefault="001F5B4D" w:rsidP="001F5B4D">
            <w:r w:rsidRPr="001F5B4D">
              <w:t>Encounterability</w:t>
            </w:r>
          </w:p>
        </w:tc>
        <w:tc>
          <w:tcPr>
            <w:tcW w:w="4536" w:type="dxa"/>
            <w:gridSpan w:val="2"/>
          </w:tcPr>
          <w:p w14:paraId="7F22C646" w14:textId="1F29FCA9" w:rsidR="001F5B4D" w:rsidRPr="001F5B4D" w:rsidRDefault="001F5B4D" w:rsidP="001F5B4D">
            <w:r w:rsidRPr="001F5B4D">
              <w:t>The depth range of the species is 1-915m. For surface gears, the vertical overlap index with this species is 10.93%.</w:t>
            </w:r>
          </w:p>
        </w:tc>
        <w:tc>
          <w:tcPr>
            <w:tcW w:w="851" w:type="dxa"/>
          </w:tcPr>
          <w:p w14:paraId="741D6124" w14:textId="28CEA2D5" w:rsidR="001F5B4D" w:rsidRPr="001F5B4D" w:rsidRDefault="001F5B4D" w:rsidP="001F5B4D">
            <w:r w:rsidRPr="001F5B4D">
              <w:t>2</w:t>
            </w:r>
          </w:p>
        </w:tc>
      </w:tr>
      <w:tr w:rsidR="001F5B4D" w:rsidRPr="001F5B4D" w14:paraId="33C022A7" w14:textId="77777777" w:rsidTr="001F5B4D">
        <w:tblPrEx>
          <w:tblCellMar>
            <w:top w:w="0" w:type="dxa"/>
            <w:bottom w:w="0" w:type="dxa"/>
          </w:tblCellMar>
        </w:tblPrEx>
        <w:trPr>
          <w:cantSplit/>
        </w:trPr>
        <w:tc>
          <w:tcPr>
            <w:tcW w:w="2551" w:type="dxa"/>
            <w:shd w:val="clear" w:color="auto" w:fill="998877"/>
          </w:tcPr>
          <w:p w14:paraId="62C3A052" w14:textId="1A498B24" w:rsidR="001F5B4D" w:rsidRPr="001F5B4D" w:rsidRDefault="001F5B4D" w:rsidP="001F5B4D">
            <w:r w:rsidRPr="001F5B4D">
              <w:t>Selectivity</w:t>
            </w:r>
          </w:p>
        </w:tc>
        <w:tc>
          <w:tcPr>
            <w:tcW w:w="4536" w:type="dxa"/>
            <w:gridSpan w:val="2"/>
          </w:tcPr>
          <w:p w14:paraId="05EA5324" w14:textId="126B9BAE" w:rsidR="001F5B4D" w:rsidRPr="001F5B4D" w:rsidRDefault="001F5B4D" w:rsidP="001F5B4D">
            <w:r w:rsidRPr="001F5B4D">
              <w:t>The maximum length of the species is 465cm. For tropical surface fisheries, the length overlap index with this species is 100.00%.</w:t>
            </w:r>
          </w:p>
        </w:tc>
        <w:tc>
          <w:tcPr>
            <w:tcW w:w="851" w:type="dxa"/>
          </w:tcPr>
          <w:p w14:paraId="09844E65" w14:textId="45400D25" w:rsidR="001F5B4D" w:rsidRPr="001F5B4D" w:rsidRDefault="001F5B4D" w:rsidP="001F5B4D">
            <w:r w:rsidRPr="001F5B4D">
              <w:t>3</w:t>
            </w:r>
          </w:p>
        </w:tc>
      </w:tr>
      <w:tr w:rsidR="001F5B4D" w:rsidRPr="001F5B4D" w14:paraId="0B1892C3" w14:textId="77777777" w:rsidTr="001F5B4D">
        <w:tblPrEx>
          <w:tblCellMar>
            <w:top w:w="0" w:type="dxa"/>
            <w:bottom w:w="0" w:type="dxa"/>
          </w:tblCellMar>
        </w:tblPrEx>
        <w:trPr>
          <w:cantSplit/>
        </w:trPr>
        <w:tc>
          <w:tcPr>
            <w:tcW w:w="2551" w:type="dxa"/>
            <w:shd w:val="clear" w:color="auto" w:fill="998877"/>
          </w:tcPr>
          <w:p w14:paraId="6CFE2FB7" w14:textId="4545215A" w:rsidR="001F5B4D" w:rsidRPr="001F5B4D" w:rsidRDefault="001F5B4D" w:rsidP="001F5B4D">
            <w:r w:rsidRPr="001F5B4D">
              <w:t>Post capture mortality</w:t>
            </w:r>
          </w:p>
        </w:tc>
        <w:tc>
          <w:tcPr>
            <w:tcW w:w="4536" w:type="dxa"/>
            <w:gridSpan w:val="2"/>
            <w:tcBorders>
              <w:bottom w:val="single" w:sz="4" w:space="0" w:color="auto"/>
            </w:tcBorders>
          </w:tcPr>
          <w:p w14:paraId="6E797185" w14:textId="081D5C88" w:rsidR="001F5B4D" w:rsidRPr="001F5B4D" w:rsidRDefault="001F5B4D" w:rsidP="001F5B4D">
            <w:r w:rsidRPr="001F5B4D">
              <w:t>No direct evidence of survival after capture.</w:t>
            </w:r>
          </w:p>
        </w:tc>
        <w:tc>
          <w:tcPr>
            <w:tcW w:w="851" w:type="dxa"/>
          </w:tcPr>
          <w:p w14:paraId="4404E6D7" w14:textId="697370EC" w:rsidR="001F5B4D" w:rsidRPr="001F5B4D" w:rsidRDefault="001F5B4D" w:rsidP="001F5B4D">
            <w:r w:rsidRPr="001F5B4D">
              <w:t>3</w:t>
            </w:r>
          </w:p>
        </w:tc>
      </w:tr>
      <w:tr w:rsidR="001F5B4D" w:rsidRPr="001F5B4D" w14:paraId="30753053" w14:textId="77777777" w:rsidTr="001F5B4D">
        <w:tblPrEx>
          <w:tblCellMar>
            <w:top w:w="0" w:type="dxa"/>
            <w:bottom w:w="0" w:type="dxa"/>
          </w:tblCellMar>
        </w:tblPrEx>
        <w:trPr>
          <w:cantSplit/>
        </w:trPr>
        <w:tc>
          <w:tcPr>
            <w:tcW w:w="2551" w:type="dxa"/>
            <w:shd w:val="clear" w:color="auto" w:fill="998877"/>
          </w:tcPr>
          <w:p w14:paraId="48C2EF59" w14:textId="77777777" w:rsidR="001F5B4D" w:rsidRPr="001F5B4D" w:rsidRDefault="001F5B4D" w:rsidP="001F5B4D"/>
        </w:tc>
        <w:tc>
          <w:tcPr>
            <w:tcW w:w="4536" w:type="dxa"/>
            <w:gridSpan w:val="2"/>
            <w:tcBorders>
              <w:bottom w:val="single" w:sz="4" w:space="0" w:color="auto"/>
            </w:tcBorders>
            <w:shd w:val="clear" w:color="auto" w:fill="998877"/>
          </w:tcPr>
          <w:p w14:paraId="7964FF1F" w14:textId="0CBFEB53" w:rsidR="001F5B4D" w:rsidRPr="001F5B4D" w:rsidRDefault="001F5B4D" w:rsidP="001F5B4D">
            <w:r w:rsidRPr="001F5B4D">
              <w:t>Susceptibility score</w:t>
            </w:r>
          </w:p>
        </w:tc>
        <w:tc>
          <w:tcPr>
            <w:tcW w:w="851" w:type="dxa"/>
          </w:tcPr>
          <w:p w14:paraId="329C47A4" w14:textId="39B37D9C" w:rsidR="001F5B4D" w:rsidRPr="001F5B4D" w:rsidRDefault="001F5B4D" w:rsidP="001F5B4D">
            <w:r w:rsidRPr="001F5B4D">
              <w:t>1.88</w:t>
            </w:r>
          </w:p>
        </w:tc>
      </w:tr>
      <w:tr w:rsidR="001F5B4D" w:rsidRPr="001F5B4D" w14:paraId="58BF8F33" w14:textId="77777777" w:rsidTr="001F5B4D">
        <w:tblPrEx>
          <w:tblCellMar>
            <w:top w:w="0" w:type="dxa"/>
            <w:bottom w:w="0" w:type="dxa"/>
          </w:tblCellMar>
        </w:tblPrEx>
        <w:trPr>
          <w:cantSplit/>
        </w:trPr>
        <w:tc>
          <w:tcPr>
            <w:tcW w:w="2551" w:type="dxa"/>
            <w:shd w:val="clear" w:color="auto" w:fill="998877"/>
          </w:tcPr>
          <w:p w14:paraId="1ACBC083" w14:textId="77777777" w:rsidR="001F5B4D" w:rsidRPr="001F5B4D" w:rsidRDefault="001F5B4D" w:rsidP="001F5B4D"/>
        </w:tc>
        <w:tc>
          <w:tcPr>
            <w:tcW w:w="4536" w:type="dxa"/>
            <w:gridSpan w:val="2"/>
            <w:shd w:val="clear" w:color="auto" w:fill="998877"/>
          </w:tcPr>
          <w:p w14:paraId="15A52BB2" w14:textId="35E694D3" w:rsidR="001F5B4D" w:rsidRPr="001F5B4D" w:rsidRDefault="001F5B4D" w:rsidP="001F5B4D">
            <w:r w:rsidRPr="001F5B4D">
              <w:t>Vulnerability score</w:t>
            </w:r>
          </w:p>
        </w:tc>
        <w:tc>
          <w:tcPr>
            <w:tcW w:w="851" w:type="dxa"/>
          </w:tcPr>
          <w:p w14:paraId="7C8A17CA" w14:textId="69E8439B" w:rsidR="001F5B4D" w:rsidRPr="001F5B4D" w:rsidRDefault="001F5B4D" w:rsidP="001F5B4D">
            <w:r w:rsidRPr="001F5B4D">
              <w:t>2.74</w:t>
            </w:r>
          </w:p>
        </w:tc>
      </w:tr>
    </w:tbl>
    <w:p w14:paraId="3D203184" w14:textId="0E76932A"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298EAE9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0" w:name="T_YTL" w:colFirst="0" w:colLast="0"/>
          <w:p w14:paraId="387A3801" w14:textId="449C071F" w:rsidR="001F5B4D" w:rsidRPr="001F5B4D" w:rsidRDefault="001F5B4D" w:rsidP="001F5B4D">
            <w:pPr>
              <w:rPr>
                <w:b/>
              </w:rPr>
            </w:pPr>
            <w:r w:rsidRPr="001F5B4D">
              <w:rPr>
                <w:b/>
              </w:rPr>
              <w:fldChar w:fldCharType="begin"/>
            </w:r>
            <w:r w:rsidRPr="001F5B4D">
              <w:rPr>
                <w:b/>
              </w:rPr>
              <w:instrText xml:space="preserve"> HYPERLINK  \l "S_YTL" \o "PSA Score" </w:instrText>
            </w:r>
            <w:r w:rsidRPr="001F5B4D">
              <w:rPr>
                <w:b/>
              </w:rPr>
            </w:r>
            <w:r w:rsidRPr="001F5B4D">
              <w:rPr>
                <w:b/>
              </w:rPr>
              <w:fldChar w:fldCharType="separate"/>
            </w:r>
            <w:r w:rsidRPr="001F5B4D">
              <w:rPr>
                <w:rStyle w:val="Hyperlink"/>
                <w:b/>
              </w:rPr>
              <w:t>Longfin yellowtail</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6E220109" w14:textId="36C2A415" w:rsidR="001F5B4D" w:rsidRPr="001F5B4D" w:rsidRDefault="001F5B4D" w:rsidP="001F5B4D">
            <w:pPr>
              <w:rPr>
                <w:b/>
                <w:i/>
              </w:rPr>
            </w:pPr>
            <w:r w:rsidRPr="001F5B4D">
              <w:rPr>
                <w:b/>
                <w:i/>
              </w:rPr>
              <w:t>Seriola rivoliana</w:t>
            </w:r>
          </w:p>
        </w:tc>
      </w:tr>
      <w:bookmarkEnd w:id="150"/>
      <w:tr w:rsidR="001F5B4D" w:rsidRPr="001F5B4D" w14:paraId="2B824125" w14:textId="77777777" w:rsidTr="00664562">
        <w:tblPrEx>
          <w:tblCellMar>
            <w:top w:w="0" w:type="dxa"/>
            <w:bottom w:w="0" w:type="dxa"/>
          </w:tblCellMar>
        </w:tblPrEx>
        <w:trPr>
          <w:cantSplit/>
        </w:trPr>
        <w:tc>
          <w:tcPr>
            <w:tcW w:w="7938" w:type="dxa"/>
            <w:gridSpan w:val="4"/>
            <w:shd w:val="clear" w:color="auto" w:fill="998877"/>
          </w:tcPr>
          <w:p w14:paraId="38804274" w14:textId="12DAD2F1" w:rsidR="001F5B4D" w:rsidRPr="001F5B4D" w:rsidRDefault="001F5B4D" w:rsidP="001F5B4D">
            <w:pPr>
              <w:rPr>
                <w:b/>
              </w:rPr>
            </w:pPr>
            <w:r w:rsidRPr="001F5B4D">
              <w:rPr>
                <w:b/>
              </w:rPr>
              <w:t>Productivity</w:t>
            </w:r>
          </w:p>
        </w:tc>
      </w:tr>
      <w:tr w:rsidR="001F5B4D" w:rsidRPr="001F5B4D" w14:paraId="29D7B7AC" w14:textId="77777777" w:rsidTr="001F5B4D">
        <w:tblPrEx>
          <w:tblCellMar>
            <w:top w:w="0" w:type="dxa"/>
            <w:bottom w:w="0" w:type="dxa"/>
          </w:tblCellMar>
        </w:tblPrEx>
        <w:trPr>
          <w:cantSplit/>
        </w:trPr>
        <w:tc>
          <w:tcPr>
            <w:tcW w:w="2551" w:type="dxa"/>
            <w:shd w:val="clear" w:color="auto" w:fill="998877"/>
          </w:tcPr>
          <w:p w14:paraId="3F09FC96" w14:textId="6FDB26A3" w:rsidR="001F5B4D" w:rsidRPr="001F5B4D" w:rsidRDefault="001F5B4D" w:rsidP="001F5B4D">
            <w:r w:rsidRPr="001F5B4D">
              <w:t>Average age at maturity</w:t>
            </w:r>
          </w:p>
        </w:tc>
        <w:tc>
          <w:tcPr>
            <w:tcW w:w="4536" w:type="dxa"/>
            <w:gridSpan w:val="2"/>
          </w:tcPr>
          <w:p w14:paraId="7D2BDFA7" w14:textId="4566392B" w:rsidR="001F5B4D" w:rsidRPr="001F5B4D" w:rsidRDefault="001F5B4D" w:rsidP="001F5B4D">
            <w:r w:rsidRPr="001F5B4D">
              <w:t>The score is based on the maximum risk score in the family Carangidae, which included 17 species.</w:t>
            </w:r>
          </w:p>
        </w:tc>
        <w:tc>
          <w:tcPr>
            <w:tcW w:w="851" w:type="dxa"/>
          </w:tcPr>
          <w:p w14:paraId="17300FB8" w14:textId="7DAC0D7F" w:rsidR="001F5B4D" w:rsidRPr="001F5B4D" w:rsidRDefault="001F5B4D" w:rsidP="001F5B4D">
            <w:r w:rsidRPr="001F5B4D">
              <w:t>2</w:t>
            </w:r>
          </w:p>
        </w:tc>
      </w:tr>
      <w:tr w:rsidR="001F5B4D" w:rsidRPr="001F5B4D" w14:paraId="06701687" w14:textId="77777777" w:rsidTr="001F5B4D">
        <w:tblPrEx>
          <w:tblCellMar>
            <w:top w:w="0" w:type="dxa"/>
            <w:bottom w:w="0" w:type="dxa"/>
          </w:tblCellMar>
        </w:tblPrEx>
        <w:trPr>
          <w:cantSplit/>
        </w:trPr>
        <w:tc>
          <w:tcPr>
            <w:tcW w:w="2551" w:type="dxa"/>
            <w:shd w:val="clear" w:color="auto" w:fill="998877"/>
          </w:tcPr>
          <w:p w14:paraId="53AE134E" w14:textId="4C8EAA09" w:rsidR="001F5B4D" w:rsidRPr="001F5B4D" w:rsidRDefault="001F5B4D" w:rsidP="001F5B4D">
            <w:r w:rsidRPr="001F5B4D">
              <w:t>Average max age</w:t>
            </w:r>
          </w:p>
        </w:tc>
        <w:tc>
          <w:tcPr>
            <w:tcW w:w="4536" w:type="dxa"/>
            <w:gridSpan w:val="2"/>
          </w:tcPr>
          <w:p w14:paraId="58277EA9" w14:textId="181E0080" w:rsidR="001F5B4D" w:rsidRPr="001F5B4D" w:rsidRDefault="001F5B4D" w:rsidP="001F5B4D">
            <w:r w:rsidRPr="001F5B4D">
              <w:t>The score is based on the maximum risk score in the family Carangidae, which included 17 species.</w:t>
            </w:r>
          </w:p>
        </w:tc>
        <w:tc>
          <w:tcPr>
            <w:tcW w:w="851" w:type="dxa"/>
          </w:tcPr>
          <w:p w14:paraId="7E3305BD" w14:textId="5205F12F" w:rsidR="001F5B4D" w:rsidRPr="001F5B4D" w:rsidRDefault="001F5B4D" w:rsidP="001F5B4D">
            <w:r w:rsidRPr="001F5B4D">
              <w:t>3</w:t>
            </w:r>
          </w:p>
        </w:tc>
      </w:tr>
      <w:tr w:rsidR="001F5B4D" w:rsidRPr="001F5B4D" w14:paraId="09E611A6" w14:textId="77777777" w:rsidTr="001F5B4D">
        <w:tblPrEx>
          <w:tblCellMar>
            <w:top w:w="0" w:type="dxa"/>
            <w:bottom w:w="0" w:type="dxa"/>
          </w:tblCellMar>
        </w:tblPrEx>
        <w:trPr>
          <w:cantSplit/>
        </w:trPr>
        <w:tc>
          <w:tcPr>
            <w:tcW w:w="2551" w:type="dxa"/>
            <w:shd w:val="clear" w:color="auto" w:fill="998877"/>
          </w:tcPr>
          <w:p w14:paraId="151CFE0E" w14:textId="49028B3D" w:rsidR="001F5B4D" w:rsidRPr="001F5B4D" w:rsidRDefault="001F5B4D" w:rsidP="001F5B4D">
            <w:r w:rsidRPr="001F5B4D">
              <w:t>Fecundity</w:t>
            </w:r>
          </w:p>
        </w:tc>
        <w:tc>
          <w:tcPr>
            <w:tcW w:w="4536" w:type="dxa"/>
            <w:gridSpan w:val="2"/>
          </w:tcPr>
          <w:p w14:paraId="144B1DBB" w14:textId="01A483F9" w:rsidR="001F5B4D" w:rsidRPr="001F5B4D" w:rsidRDefault="001F5B4D" w:rsidP="001F5B4D">
            <w:r w:rsidRPr="001F5B4D">
              <w:t>The score is based on the maximum risk score in the family Carangidae, which included 3 species.</w:t>
            </w:r>
          </w:p>
        </w:tc>
        <w:tc>
          <w:tcPr>
            <w:tcW w:w="851" w:type="dxa"/>
          </w:tcPr>
          <w:p w14:paraId="20C03CB8" w14:textId="1F678EA6" w:rsidR="001F5B4D" w:rsidRPr="001F5B4D" w:rsidRDefault="001F5B4D" w:rsidP="001F5B4D">
            <w:r w:rsidRPr="001F5B4D">
              <w:t>1</w:t>
            </w:r>
          </w:p>
        </w:tc>
      </w:tr>
      <w:tr w:rsidR="001F5B4D" w:rsidRPr="001F5B4D" w14:paraId="2E20AF53" w14:textId="77777777" w:rsidTr="001F5B4D">
        <w:tblPrEx>
          <w:tblCellMar>
            <w:top w:w="0" w:type="dxa"/>
            <w:bottom w:w="0" w:type="dxa"/>
          </w:tblCellMar>
        </w:tblPrEx>
        <w:trPr>
          <w:cantSplit/>
        </w:trPr>
        <w:tc>
          <w:tcPr>
            <w:tcW w:w="2551" w:type="dxa"/>
            <w:shd w:val="clear" w:color="auto" w:fill="998877"/>
          </w:tcPr>
          <w:p w14:paraId="5A3FC6A0" w14:textId="62D829B4" w:rsidR="001F5B4D" w:rsidRPr="001F5B4D" w:rsidRDefault="001F5B4D" w:rsidP="001F5B4D">
            <w:r w:rsidRPr="001F5B4D">
              <w:t>Average max size</w:t>
            </w:r>
          </w:p>
        </w:tc>
        <w:tc>
          <w:tcPr>
            <w:tcW w:w="4536" w:type="dxa"/>
            <w:gridSpan w:val="2"/>
          </w:tcPr>
          <w:p w14:paraId="5BB3C03D" w14:textId="19C4DAF6" w:rsidR="001F5B4D" w:rsidRPr="001F5B4D" w:rsidRDefault="001F5B4D" w:rsidP="001F5B4D">
            <w:r w:rsidRPr="001F5B4D">
              <w:t>Species maximum length is 160, which is in the medium risk range (100-300cm).</w:t>
            </w:r>
          </w:p>
        </w:tc>
        <w:tc>
          <w:tcPr>
            <w:tcW w:w="851" w:type="dxa"/>
          </w:tcPr>
          <w:p w14:paraId="19E2D561" w14:textId="3010D534" w:rsidR="001F5B4D" w:rsidRPr="001F5B4D" w:rsidRDefault="001F5B4D" w:rsidP="001F5B4D">
            <w:r w:rsidRPr="001F5B4D">
              <w:t>2</w:t>
            </w:r>
          </w:p>
        </w:tc>
      </w:tr>
      <w:tr w:rsidR="001F5B4D" w:rsidRPr="001F5B4D" w14:paraId="386F65D1" w14:textId="77777777" w:rsidTr="001F5B4D">
        <w:tblPrEx>
          <w:tblCellMar>
            <w:top w:w="0" w:type="dxa"/>
            <w:bottom w:w="0" w:type="dxa"/>
          </w:tblCellMar>
        </w:tblPrEx>
        <w:trPr>
          <w:cantSplit/>
        </w:trPr>
        <w:tc>
          <w:tcPr>
            <w:tcW w:w="2551" w:type="dxa"/>
            <w:shd w:val="clear" w:color="auto" w:fill="998877"/>
          </w:tcPr>
          <w:p w14:paraId="36F2C8C3" w14:textId="10CFEA75" w:rsidR="001F5B4D" w:rsidRPr="001F5B4D" w:rsidRDefault="001F5B4D" w:rsidP="001F5B4D">
            <w:r w:rsidRPr="001F5B4D">
              <w:t>Average size at maturity</w:t>
            </w:r>
          </w:p>
        </w:tc>
        <w:tc>
          <w:tcPr>
            <w:tcW w:w="4536" w:type="dxa"/>
            <w:gridSpan w:val="2"/>
          </w:tcPr>
          <w:p w14:paraId="1B0CB0DE" w14:textId="136257AF" w:rsidR="001F5B4D" w:rsidRPr="001F5B4D" w:rsidRDefault="001F5B4D" w:rsidP="001F5B4D">
            <w:r w:rsidRPr="001F5B4D">
              <w:t>Species maximum length is 160cm, which is in the length at maturity medium risk range (40-200cm).</w:t>
            </w:r>
          </w:p>
        </w:tc>
        <w:tc>
          <w:tcPr>
            <w:tcW w:w="851" w:type="dxa"/>
          </w:tcPr>
          <w:p w14:paraId="50E9E7D3" w14:textId="3ECA8B7F" w:rsidR="001F5B4D" w:rsidRPr="001F5B4D" w:rsidRDefault="001F5B4D" w:rsidP="001F5B4D">
            <w:r w:rsidRPr="001F5B4D">
              <w:t>2</w:t>
            </w:r>
          </w:p>
        </w:tc>
      </w:tr>
      <w:tr w:rsidR="001F5B4D" w:rsidRPr="001F5B4D" w14:paraId="50864F14" w14:textId="77777777" w:rsidTr="001F5B4D">
        <w:tblPrEx>
          <w:tblCellMar>
            <w:top w:w="0" w:type="dxa"/>
            <w:bottom w:w="0" w:type="dxa"/>
          </w:tblCellMar>
        </w:tblPrEx>
        <w:trPr>
          <w:cantSplit/>
        </w:trPr>
        <w:tc>
          <w:tcPr>
            <w:tcW w:w="2551" w:type="dxa"/>
            <w:shd w:val="clear" w:color="auto" w:fill="998877"/>
          </w:tcPr>
          <w:p w14:paraId="24A1C670" w14:textId="7B566671" w:rsidR="001F5B4D" w:rsidRPr="001F5B4D" w:rsidRDefault="001F5B4D" w:rsidP="001F5B4D">
            <w:r w:rsidRPr="001F5B4D">
              <w:t>Reproductive strategy</w:t>
            </w:r>
          </w:p>
        </w:tc>
        <w:tc>
          <w:tcPr>
            <w:tcW w:w="4536" w:type="dxa"/>
            <w:gridSpan w:val="2"/>
          </w:tcPr>
          <w:p w14:paraId="6D468369" w14:textId="3CA4FF0D" w:rsidR="001F5B4D" w:rsidRPr="001F5B4D" w:rsidRDefault="001F5B4D" w:rsidP="001F5B4D">
            <w:r w:rsidRPr="001F5B4D">
              <w:t>Species reproductive strategy is broadcast spawner, which is low risk.</w:t>
            </w:r>
          </w:p>
        </w:tc>
        <w:tc>
          <w:tcPr>
            <w:tcW w:w="851" w:type="dxa"/>
          </w:tcPr>
          <w:p w14:paraId="452C5359" w14:textId="20D97542" w:rsidR="001F5B4D" w:rsidRPr="001F5B4D" w:rsidRDefault="001F5B4D" w:rsidP="001F5B4D">
            <w:r w:rsidRPr="001F5B4D">
              <w:t>1</w:t>
            </w:r>
          </w:p>
        </w:tc>
      </w:tr>
      <w:tr w:rsidR="001F5B4D" w:rsidRPr="001F5B4D" w14:paraId="3AB951C5" w14:textId="77777777" w:rsidTr="001F5B4D">
        <w:tblPrEx>
          <w:tblCellMar>
            <w:top w:w="0" w:type="dxa"/>
            <w:bottom w:w="0" w:type="dxa"/>
          </w:tblCellMar>
        </w:tblPrEx>
        <w:trPr>
          <w:cantSplit/>
        </w:trPr>
        <w:tc>
          <w:tcPr>
            <w:tcW w:w="2551" w:type="dxa"/>
            <w:shd w:val="clear" w:color="auto" w:fill="998877"/>
          </w:tcPr>
          <w:p w14:paraId="4B94929F" w14:textId="51742F28" w:rsidR="001F5B4D" w:rsidRPr="001F5B4D" w:rsidRDefault="001F5B4D" w:rsidP="001F5B4D">
            <w:r w:rsidRPr="001F5B4D">
              <w:t>Trophic level</w:t>
            </w:r>
          </w:p>
        </w:tc>
        <w:tc>
          <w:tcPr>
            <w:tcW w:w="4536" w:type="dxa"/>
            <w:gridSpan w:val="2"/>
            <w:tcBorders>
              <w:bottom w:val="single" w:sz="4" w:space="0" w:color="auto"/>
            </w:tcBorders>
          </w:tcPr>
          <w:p w14:paraId="1DC9CE3B" w14:textId="7141E4A0" w:rsidR="001F5B4D" w:rsidRPr="001F5B4D" w:rsidRDefault="001F5B4D" w:rsidP="001F5B4D">
            <w:r w:rsidRPr="001F5B4D">
              <w:t>Species trophic level is 4.5, which is higher than the highest risk value (3.25).</w:t>
            </w:r>
          </w:p>
        </w:tc>
        <w:tc>
          <w:tcPr>
            <w:tcW w:w="851" w:type="dxa"/>
          </w:tcPr>
          <w:p w14:paraId="61F9798F" w14:textId="07ECB8D4" w:rsidR="001F5B4D" w:rsidRPr="001F5B4D" w:rsidRDefault="001F5B4D" w:rsidP="001F5B4D">
            <w:r w:rsidRPr="001F5B4D">
              <w:t>3</w:t>
            </w:r>
          </w:p>
        </w:tc>
      </w:tr>
      <w:tr w:rsidR="001F5B4D" w:rsidRPr="001F5B4D" w14:paraId="4732A4CD"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7282BED7" w14:textId="77777777" w:rsidR="001F5B4D" w:rsidRPr="001F5B4D" w:rsidRDefault="001F5B4D" w:rsidP="001F5B4D"/>
        </w:tc>
        <w:tc>
          <w:tcPr>
            <w:tcW w:w="4536" w:type="dxa"/>
            <w:gridSpan w:val="2"/>
            <w:tcBorders>
              <w:bottom w:val="single" w:sz="4" w:space="0" w:color="auto"/>
            </w:tcBorders>
            <w:shd w:val="clear" w:color="auto" w:fill="998877"/>
          </w:tcPr>
          <w:p w14:paraId="1CE03ADD" w14:textId="1F7B434E" w:rsidR="001F5B4D" w:rsidRPr="001F5B4D" w:rsidRDefault="001F5B4D" w:rsidP="001F5B4D">
            <w:r w:rsidRPr="001F5B4D">
              <w:t>Productivity score</w:t>
            </w:r>
          </w:p>
        </w:tc>
        <w:tc>
          <w:tcPr>
            <w:tcW w:w="851" w:type="dxa"/>
            <w:tcBorders>
              <w:bottom w:val="single" w:sz="4" w:space="0" w:color="auto"/>
            </w:tcBorders>
          </w:tcPr>
          <w:p w14:paraId="613EF465" w14:textId="56D1DA35" w:rsidR="001F5B4D" w:rsidRPr="001F5B4D" w:rsidRDefault="001F5B4D" w:rsidP="001F5B4D">
            <w:r w:rsidRPr="001F5B4D">
              <w:t>2.00</w:t>
            </w:r>
          </w:p>
        </w:tc>
      </w:tr>
      <w:tr w:rsidR="001F5B4D" w:rsidRPr="001F5B4D" w14:paraId="2E15C981" w14:textId="77777777" w:rsidTr="008F7EF7">
        <w:tblPrEx>
          <w:tblCellMar>
            <w:top w:w="0" w:type="dxa"/>
            <w:bottom w:w="0" w:type="dxa"/>
          </w:tblCellMar>
        </w:tblPrEx>
        <w:trPr>
          <w:cantSplit/>
        </w:trPr>
        <w:tc>
          <w:tcPr>
            <w:tcW w:w="7938" w:type="dxa"/>
            <w:gridSpan w:val="4"/>
            <w:shd w:val="clear" w:color="auto" w:fill="998877"/>
          </w:tcPr>
          <w:p w14:paraId="33AA79F7" w14:textId="0B76295F" w:rsidR="001F5B4D" w:rsidRPr="001F5B4D" w:rsidRDefault="001F5B4D" w:rsidP="001F5B4D">
            <w:pPr>
              <w:rPr>
                <w:b/>
              </w:rPr>
            </w:pPr>
            <w:r w:rsidRPr="001F5B4D">
              <w:rPr>
                <w:b/>
              </w:rPr>
              <w:t>Susceptibility</w:t>
            </w:r>
          </w:p>
        </w:tc>
      </w:tr>
      <w:tr w:rsidR="001F5B4D" w:rsidRPr="001F5B4D" w14:paraId="31182A52" w14:textId="77777777" w:rsidTr="001F5B4D">
        <w:tblPrEx>
          <w:tblCellMar>
            <w:top w:w="0" w:type="dxa"/>
            <w:bottom w:w="0" w:type="dxa"/>
          </w:tblCellMar>
        </w:tblPrEx>
        <w:trPr>
          <w:cantSplit/>
        </w:trPr>
        <w:tc>
          <w:tcPr>
            <w:tcW w:w="2551" w:type="dxa"/>
            <w:shd w:val="clear" w:color="auto" w:fill="998877"/>
          </w:tcPr>
          <w:p w14:paraId="14E02C5D" w14:textId="4F1DD2E4" w:rsidR="001F5B4D" w:rsidRPr="001F5B4D" w:rsidRDefault="001F5B4D" w:rsidP="001F5B4D">
            <w:r w:rsidRPr="001F5B4D">
              <w:t>Areal overlap (availability)</w:t>
            </w:r>
          </w:p>
        </w:tc>
        <w:tc>
          <w:tcPr>
            <w:tcW w:w="4536" w:type="dxa"/>
            <w:gridSpan w:val="2"/>
          </w:tcPr>
          <w:p w14:paraId="77129EBC" w14:textId="46304334" w:rsidR="001F5B4D" w:rsidRPr="001F5B4D" w:rsidRDefault="001F5B4D" w:rsidP="001F5B4D">
            <w:r w:rsidRPr="001F5B4D">
              <w:t>Worldwide distribution, uncommon in North Atlantic Ocean and southern Oceans, mainly coastal.</w:t>
            </w:r>
          </w:p>
        </w:tc>
        <w:tc>
          <w:tcPr>
            <w:tcW w:w="851" w:type="dxa"/>
          </w:tcPr>
          <w:p w14:paraId="20607FEB" w14:textId="448EFB94" w:rsidR="001F5B4D" w:rsidRPr="001F5B4D" w:rsidRDefault="001F5B4D" w:rsidP="001F5B4D">
            <w:r w:rsidRPr="001F5B4D">
              <w:t>2</w:t>
            </w:r>
          </w:p>
        </w:tc>
      </w:tr>
      <w:tr w:rsidR="001F5B4D" w:rsidRPr="001F5B4D" w14:paraId="38E99C14" w14:textId="77777777" w:rsidTr="001F5B4D">
        <w:tblPrEx>
          <w:tblCellMar>
            <w:top w:w="0" w:type="dxa"/>
            <w:bottom w:w="0" w:type="dxa"/>
          </w:tblCellMar>
        </w:tblPrEx>
        <w:trPr>
          <w:cantSplit/>
        </w:trPr>
        <w:tc>
          <w:tcPr>
            <w:tcW w:w="2551" w:type="dxa"/>
            <w:shd w:val="clear" w:color="auto" w:fill="998877"/>
          </w:tcPr>
          <w:p w14:paraId="071C5E5D" w14:textId="3C5646DD" w:rsidR="001F5B4D" w:rsidRPr="001F5B4D" w:rsidRDefault="001F5B4D" w:rsidP="001F5B4D">
            <w:r w:rsidRPr="001F5B4D">
              <w:lastRenderedPageBreak/>
              <w:t>Encounterability</w:t>
            </w:r>
          </w:p>
        </w:tc>
        <w:tc>
          <w:tcPr>
            <w:tcW w:w="4536" w:type="dxa"/>
            <w:gridSpan w:val="2"/>
          </w:tcPr>
          <w:p w14:paraId="665CCFB4" w14:textId="54E96DEA" w:rsidR="001F5B4D" w:rsidRPr="001F5B4D" w:rsidRDefault="001F5B4D" w:rsidP="001F5B4D">
            <w:r w:rsidRPr="001F5B4D">
              <w:t>The depth range of the species is 5-245m. For surface gears, the vertical overlap index with this species is 39.83%. This species is reef associated.</w:t>
            </w:r>
          </w:p>
        </w:tc>
        <w:tc>
          <w:tcPr>
            <w:tcW w:w="851" w:type="dxa"/>
          </w:tcPr>
          <w:p w14:paraId="119915E5" w14:textId="1A2A9DD9" w:rsidR="001F5B4D" w:rsidRPr="001F5B4D" w:rsidRDefault="001F5B4D" w:rsidP="001F5B4D">
            <w:r w:rsidRPr="001F5B4D">
              <w:t>2</w:t>
            </w:r>
          </w:p>
        </w:tc>
      </w:tr>
      <w:tr w:rsidR="001F5B4D" w:rsidRPr="001F5B4D" w14:paraId="5B338CF1" w14:textId="77777777" w:rsidTr="001F5B4D">
        <w:tblPrEx>
          <w:tblCellMar>
            <w:top w:w="0" w:type="dxa"/>
            <w:bottom w:w="0" w:type="dxa"/>
          </w:tblCellMar>
        </w:tblPrEx>
        <w:trPr>
          <w:cantSplit/>
        </w:trPr>
        <w:tc>
          <w:tcPr>
            <w:tcW w:w="2551" w:type="dxa"/>
            <w:shd w:val="clear" w:color="auto" w:fill="998877"/>
          </w:tcPr>
          <w:p w14:paraId="75157358" w14:textId="6FF660A0" w:rsidR="001F5B4D" w:rsidRPr="001F5B4D" w:rsidRDefault="001F5B4D" w:rsidP="001F5B4D">
            <w:r w:rsidRPr="001F5B4D">
              <w:t>Selectivity</w:t>
            </w:r>
          </w:p>
        </w:tc>
        <w:tc>
          <w:tcPr>
            <w:tcW w:w="4536" w:type="dxa"/>
            <w:gridSpan w:val="2"/>
          </w:tcPr>
          <w:p w14:paraId="52F6ED21" w14:textId="59E5CF50" w:rsidR="001F5B4D" w:rsidRPr="001F5B4D" w:rsidRDefault="001F5B4D" w:rsidP="001F5B4D">
            <w:r w:rsidRPr="001F5B4D">
              <w:t>The maximum length of the species is 160cm. For tropical surface fisheries, the length overlap index with this species is 100.00%.</w:t>
            </w:r>
          </w:p>
        </w:tc>
        <w:tc>
          <w:tcPr>
            <w:tcW w:w="851" w:type="dxa"/>
          </w:tcPr>
          <w:p w14:paraId="65F3F60F" w14:textId="604F0D32" w:rsidR="001F5B4D" w:rsidRPr="001F5B4D" w:rsidRDefault="001F5B4D" w:rsidP="001F5B4D">
            <w:r w:rsidRPr="001F5B4D">
              <w:t>3</w:t>
            </w:r>
          </w:p>
        </w:tc>
      </w:tr>
      <w:tr w:rsidR="001F5B4D" w:rsidRPr="001F5B4D" w14:paraId="442A99C0" w14:textId="77777777" w:rsidTr="001F5B4D">
        <w:tblPrEx>
          <w:tblCellMar>
            <w:top w:w="0" w:type="dxa"/>
            <w:bottom w:w="0" w:type="dxa"/>
          </w:tblCellMar>
        </w:tblPrEx>
        <w:trPr>
          <w:cantSplit/>
        </w:trPr>
        <w:tc>
          <w:tcPr>
            <w:tcW w:w="2551" w:type="dxa"/>
            <w:shd w:val="clear" w:color="auto" w:fill="998877"/>
          </w:tcPr>
          <w:p w14:paraId="63B2DE2D" w14:textId="53BA2EE6" w:rsidR="001F5B4D" w:rsidRPr="001F5B4D" w:rsidRDefault="001F5B4D" w:rsidP="001F5B4D">
            <w:r w:rsidRPr="001F5B4D">
              <w:t>Post capture mortality</w:t>
            </w:r>
          </w:p>
        </w:tc>
        <w:tc>
          <w:tcPr>
            <w:tcW w:w="4536" w:type="dxa"/>
            <w:gridSpan w:val="2"/>
            <w:tcBorders>
              <w:bottom w:val="single" w:sz="4" w:space="0" w:color="auto"/>
            </w:tcBorders>
          </w:tcPr>
          <w:p w14:paraId="60026260" w14:textId="28A61170" w:rsidR="001F5B4D" w:rsidRPr="001F5B4D" w:rsidRDefault="001F5B4D" w:rsidP="001F5B4D">
            <w:r w:rsidRPr="001F5B4D">
              <w:t>No direct evidence of survival after capture.</w:t>
            </w:r>
          </w:p>
        </w:tc>
        <w:tc>
          <w:tcPr>
            <w:tcW w:w="851" w:type="dxa"/>
          </w:tcPr>
          <w:p w14:paraId="5684EAA5" w14:textId="05F7AE0A" w:rsidR="001F5B4D" w:rsidRPr="001F5B4D" w:rsidRDefault="001F5B4D" w:rsidP="001F5B4D">
            <w:r w:rsidRPr="001F5B4D">
              <w:t>3</w:t>
            </w:r>
          </w:p>
        </w:tc>
      </w:tr>
      <w:tr w:rsidR="001F5B4D" w:rsidRPr="001F5B4D" w14:paraId="25A8A58A" w14:textId="77777777" w:rsidTr="001F5B4D">
        <w:tblPrEx>
          <w:tblCellMar>
            <w:top w:w="0" w:type="dxa"/>
            <w:bottom w:w="0" w:type="dxa"/>
          </w:tblCellMar>
        </w:tblPrEx>
        <w:trPr>
          <w:cantSplit/>
        </w:trPr>
        <w:tc>
          <w:tcPr>
            <w:tcW w:w="2551" w:type="dxa"/>
            <w:shd w:val="clear" w:color="auto" w:fill="998877"/>
          </w:tcPr>
          <w:p w14:paraId="3159447A" w14:textId="77777777" w:rsidR="001F5B4D" w:rsidRPr="001F5B4D" w:rsidRDefault="001F5B4D" w:rsidP="001F5B4D"/>
        </w:tc>
        <w:tc>
          <w:tcPr>
            <w:tcW w:w="4536" w:type="dxa"/>
            <w:gridSpan w:val="2"/>
            <w:tcBorders>
              <w:bottom w:val="single" w:sz="4" w:space="0" w:color="auto"/>
            </w:tcBorders>
            <w:shd w:val="clear" w:color="auto" w:fill="998877"/>
          </w:tcPr>
          <w:p w14:paraId="48A4BB1C" w14:textId="09DC5987" w:rsidR="001F5B4D" w:rsidRPr="001F5B4D" w:rsidRDefault="001F5B4D" w:rsidP="001F5B4D">
            <w:r w:rsidRPr="001F5B4D">
              <w:t>Susceptibility score</w:t>
            </w:r>
          </w:p>
        </w:tc>
        <w:tc>
          <w:tcPr>
            <w:tcW w:w="851" w:type="dxa"/>
          </w:tcPr>
          <w:p w14:paraId="72AB0340" w14:textId="656343BE" w:rsidR="001F5B4D" w:rsidRPr="001F5B4D" w:rsidRDefault="001F5B4D" w:rsidP="001F5B4D">
            <w:r w:rsidRPr="001F5B4D">
              <w:t>1.88</w:t>
            </w:r>
          </w:p>
        </w:tc>
      </w:tr>
      <w:tr w:rsidR="001F5B4D" w:rsidRPr="001F5B4D" w14:paraId="10F74A7E" w14:textId="77777777" w:rsidTr="001F5B4D">
        <w:tblPrEx>
          <w:tblCellMar>
            <w:top w:w="0" w:type="dxa"/>
            <w:bottom w:w="0" w:type="dxa"/>
          </w:tblCellMar>
        </w:tblPrEx>
        <w:trPr>
          <w:cantSplit/>
        </w:trPr>
        <w:tc>
          <w:tcPr>
            <w:tcW w:w="2551" w:type="dxa"/>
            <w:shd w:val="clear" w:color="auto" w:fill="998877"/>
          </w:tcPr>
          <w:p w14:paraId="51E35934" w14:textId="77777777" w:rsidR="001F5B4D" w:rsidRPr="001F5B4D" w:rsidRDefault="001F5B4D" w:rsidP="001F5B4D"/>
        </w:tc>
        <w:tc>
          <w:tcPr>
            <w:tcW w:w="4536" w:type="dxa"/>
            <w:gridSpan w:val="2"/>
            <w:shd w:val="clear" w:color="auto" w:fill="998877"/>
          </w:tcPr>
          <w:p w14:paraId="19E1F0F7" w14:textId="2C2AB69A" w:rsidR="001F5B4D" w:rsidRPr="001F5B4D" w:rsidRDefault="001F5B4D" w:rsidP="001F5B4D">
            <w:r w:rsidRPr="001F5B4D">
              <w:t>Vulnerability score</w:t>
            </w:r>
          </w:p>
        </w:tc>
        <w:tc>
          <w:tcPr>
            <w:tcW w:w="851" w:type="dxa"/>
          </w:tcPr>
          <w:p w14:paraId="0BE5FBBD" w14:textId="7DABFEF8" w:rsidR="001F5B4D" w:rsidRPr="001F5B4D" w:rsidRDefault="001F5B4D" w:rsidP="001F5B4D">
            <w:r w:rsidRPr="001F5B4D">
              <w:t>2.74</w:t>
            </w:r>
          </w:p>
        </w:tc>
      </w:tr>
    </w:tbl>
    <w:p w14:paraId="75F85D6A" w14:textId="4A6165CE"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75EB45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1" w:name="T_SPF" w:colFirst="0" w:colLast="0"/>
          <w:p w14:paraId="222A8001" w14:textId="10A8DD76" w:rsidR="001F5B4D" w:rsidRPr="001F5B4D" w:rsidRDefault="001F5B4D" w:rsidP="001F5B4D">
            <w:pPr>
              <w:rPr>
                <w:b/>
              </w:rPr>
            </w:pPr>
            <w:r w:rsidRPr="001F5B4D">
              <w:rPr>
                <w:b/>
              </w:rPr>
              <w:fldChar w:fldCharType="begin"/>
            </w:r>
            <w:r w:rsidRPr="001F5B4D">
              <w:rPr>
                <w:b/>
              </w:rPr>
              <w:instrText xml:space="preserve"> HYPERLINK  \l "S_SPF" \o "PSA Score" </w:instrText>
            </w:r>
            <w:r w:rsidRPr="001F5B4D">
              <w:rPr>
                <w:b/>
              </w:rPr>
            </w:r>
            <w:r w:rsidRPr="001F5B4D">
              <w:rPr>
                <w:b/>
              </w:rPr>
              <w:fldChar w:fldCharType="separate"/>
            </w:r>
            <w:r w:rsidRPr="001F5B4D">
              <w:rPr>
                <w:rStyle w:val="Hyperlink"/>
                <w:b/>
              </w:rPr>
              <w:t>Longbill spearfish</w:t>
            </w:r>
            <w:r w:rsidRPr="001F5B4D">
              <w:rPr>
                <w:b/>
              </w:rPr>
              <w:fldChar w:fldCharType="end"/>
            </w:r>
          </w:p>
        </w:tc>
        <w:tc>
          <w:tcPr>
            <w:tcW w:w="3969" w:type="dxa"/>
            <w:gridSpan w:val="2"/>
            <w:tcBorders>
              <w:bottom w:val="single" w:sz="4" w:space="0" w:color="auto"/>
            </w:tcBorders>
            <w:shd w:val="clear" w:color="auto" w:fill="998877"/>
          </w:tcPr>
          <w:p w14:paraId="7C006CE6" w14:textId="0FC3470B" w:rsidR="001F5B4D" w:rsidRPr="001F5B4D" w:rsidRDefault="001F5B4D" w:rsidP="001F5B4D">
            <w:pPr>
              <w:rPr>
                <w:b/>
                <w:i/>
              </w:rPr>
            </w:pPr>
            <w:r w:rsidRPr="001F5B4D">
              <w:rPr>
                <w:b/>
                <w:i/>
              </w:rPr>
              <w:t>Tetrapturus pfluegeri</w:t>
            </w:r>
          </w:p>
        </w:tc>
      </w:tr>
      <w:bookmarkEnd w:id="151"/>
      <w:tr w:rsidR="001F5B4D" w:rsidRPr="001F5B4D" w14:paraId="308B293D" w14:textId="77777777" w:rsidTr="00FA41AE">
        <w:tblPrEx>
          <w:tblCellMar>
            <w:top w:w="0" w:type="dxa"/>
            <w:bottom w:w="0" w:type="dxa"/>
          </w:tblCellMar>
        </w:tblPrEx>
        <w:trPr>
          <w:cantSplit/>
        </w:trPr>
        <w:tc>
          <w:tcPr>
            <w:tcW w:w="7938" w:type="dxa"/>
            <w:gridSpan w:val="4"/>
            <w:shd w:val="clear" w:color="auto" w:fill="998877"/>
          </w:tcPr>
          <w:p w14:paraId="310539E7" w14:textId="64B200D0" w:rsidR="001F5B4D" w:rsidRPr="001F5B4D" w:rsidRDefault="001F5B4D" w:rsidP="001F5B4D">
            <w:pPr>
              <w:rPr>
                <w:b/>
              </w:rPr>
            </w:pPr>
            <w:r w:rsidRPr="001F5B4D">
              <w:rPr>
                <w:b/>
              </w:rPr>
              <w:t>Productivity</w:t>
            </w:r>
          </w:p>
        </w:tc>
      </w:tr>
      <w:tr w:rsidR="001F5B4D" w:rsidRPr="001F5B4D" w14:paraId="32AE5CBD" w14:textId="77777777" w:rsidTr="001F5B4D">
        <w:tblPrEx>
          <w:tblCellMar>
            <w:top w:w="0" w:type="dxa"/>
            <w:bottom w:w="0" w:type="dxa"/>
          </w:tblCellMar>
        </w:tblPrEx>
        <w:trPr>
          <w:cantSplit/>
        </w:trPr>
        <w:tc>
          <w:tcPr>
            <w:tcW w:w="2551" w:type="dxa"/>
            <w:shd w:val="clear" w:color="auto" w:fill="998877"/>
          </w:tcPr>
          <w:p w14:paraId="65B9C63A" w14:textId="1BD606E7" w:rsidR="001F5B4D" w:rsidRPr="001F5B4D" w:rsidRDefault="001F5B4D" w:rsidP="001F5B4D">
            <w:r w:rsidRPr="001F5B4D">
              <w:t>Average age at maturity</w:t>
            </w:r>
          </w:p>
        </w:tc>
        <w:tc>
          <w:tcPr>
            <w:tcW w:w="4536" w:type="dxa"/>
            <w:gridSpan w:val="2"/>
          </w:tcPr>
          <w:p w14:paraId="22F67A56" w14:textId="7CD38F80" w:rsidR="001F5B4D" w:rsidRPr="001F5B4D" w:rsidRDefault="001F5B4D" w:rsidP="001F5B4D">
            <w:r w:rsidRPr="001F5B4D">
              <w:t>The score is based on the maximum risk score in the family Somniosidae, which included 2 species.</w:t>
            </w:r>
          </w:p>
        </w:tc>
        <w:tc>
          <w:tcPr>
            <w:tcW w:w="851" w:type="dxa"/>
          </w:tcPr>
          <w:p w14:paraId="64BFF1DB" w14:textId="5B351B8F" w:rsidR="001F5B4D" w:rsidRPr="001F5B4D" w:rsidRDefault="001F5B4D" w:rsidP="001F5B4D">
            <w:r w:rsidRPr="001F5B4D">
              <w:t>1</w:t>
            </w:r>
          </w:p>
        </w:tc>
      </w:tr>
      <w:tr w:rsidR="001F5B4D" w:rsidRPr="001F5B4D" w14:paraId="77B969EE" w14:textId="77777777" w:rsidTr="001F5B4D">
        <w:tblPrEx>
          <w:tblCellMar>
            <w:top w:w="0" w:type="dxa"/>
            <w:bottom w:w="0" w:type="dxa"/>
          </w:tblCellMar>
        </w:tblPrEx>
        <w:trPr>
          <w:cantSplit/>
        </w:trPr>
        <w:tc>
          <w:tcPr>
            <w:tcW w:w="2551" w:type="dxa"/>
            <w:shd w:val="clear" w:color="auto" w:fill="998877"/>
          </w:tcPr>
          <w:p w14:paraId="66289400" w14:textId="1F6F12BF" w:rsidR="001F5B4D" w:rsidRPr="001F5B4D" w:rsidRDefault="001F5B4D" w:rsidP="001F5B4D">
            <w:r w:rsidRPr="001F5B4D">
              <w:t>Average max age</w:t>
            </w:r>
          </w:p>
        </w:tc>
        <w:tc>
          <w:tcPr>
            <w:tcW w:w="4536" w:type="dxa"/>
            <w:gridSpan w:val="2"/>
          </w:tcPr>
          <w:p w14:paraId="3DC2BFEF" w14:textId="032EDC0B" w:rsidR="001F5B4D" w:rsidRPr="001F5B4D" w:rsidRDefault="001F5B4D" w:rsidP="001F5B4D">
            <w:r w:rsidRPr="001F5B4D">
              <w:t>The score is based on the maximum risk score in the family Somniosidae, which included 2 species.</w:t>
            </w:r>
          </w:p>
        </w:tc>
        <w:tc>
          <w:tcPr>
            <w:tcW w:w="851" w:type="dxa"/>
          </w:tcPr>
          <w:p w14:paraId="7349F7EE" w14:textId="37BC3D61" w:rsidR="001F5B4D" w:rsidRPr="001F5B4D" w:rsidRDefault="001F5B4D" w:rsidP="001F5B4D">
            <w:r w:rsidRPr="001F5B4D">
              <w:t>2</w:t>
            </w:r>
          </w:p>
        </w:tc>
      </w:tr>
      <w:tr w:rsidR="001F5B4D" w:rsidRPr="001F5B4D" w14:paraId="58EE128F" w14:textId="77777777" w:rsidTr="001F5B4D">
        <w:tblPrEx>
          <w:tblCellMar>
            <w:top w:w="0" w:type="dxa"/>
            <w:bottom w:w="0" w:type="dxa"/>
          </w:tblCellMar>
        </w:tblPrEx>
        <w:trPr>
          <w:cantSplit/>
        </w:trPr>
        <w:tc>
          <w:tcPr>
            <w:tcW w:w="2551" w:type="dxa"/>
            <w:shd w:val="clear" w:color="auto" w:fill="998877"/>
          </w:tcPr>
          <w:p w14:paraId="1F21D50F" w14:textId="4B8B9299" w:rsidR="001F5B4D" w:rsidRPr="001F5B4D" w:rsidRDefault="001F5B4D" w:rsidP="001F5B4D">
            <w:r w:rsidRPr="001F5B4D">
              <w:t>Fecundity</w:t>
            </w:r>
          </w:p>
        </w:tc>
        <w:tc>
          <w:tcPr>
            <w:tcW w:w="4536" w:type="dxa"/>
            <w:gridSpan w:val="2"/>
          </w:tcPr>
          <w:p w14:paraId="6FF77531" w14:textId="4483D8B0" w:rsidR="001F5B4D" w:rsidRPr="001F5B4D" w:rsidRDefault="001F5B4D" w:rsidP="001F5B4D">
            <w:r w:rsidRPr="001F5B4D">
              <w:t>The score is based on the maximum risk score in the family Agonidae, which included 1 species.</w:t>
            </w:r>
          </w:p>
        </w:tc>
        <w:tc>
          <w:tcPr>
            <w:tcW w:w="851" w:type="dxa"/>
          </w:tcPr>
          <w:p w14:paraId="0357C35A" w14:textId="111CC15D" w:rsidR="001F5B4D" w:rsidRPr="001F5B4D" w:rsidRDefault="001F5B4D" w:rsidP="001F5B4D">
            <w:r w:rsidRPr="001F5B4D">
              <w:t>1</w:t>
            </w:r>
          </w:p>
        </w:tc>
      </w:tr>
      <w:tr w:rsidR="001F5B4D" w:rsidRPr="001F5B4D" w14:paraId="0A8ABDB6" w14:textId="77777777" w:rsidTr="001F5B4D">
        <w:tblPrEx>
          <w:tblCellMar>
            <w:top w:w="0" w:type="dxa"/>
            <w:bottom w:w="0" w:type="dxa"/>
          </w:tblCellMar>
        </w:tblPrEx>
        <w:trPr>
          <w:cantSplit/>
        </w:trPr>
        <w:tc>
          <w:tcPr>
            <w:tcW w:w="2551" w:type="dxa"/>
            <w:shd w:val="clear" w:color="auto" w:fill="998877"/>
          </w:tcPr>
          <w:p w14:paraId="404AE100" w14:textId="1732D611" w:rsidR="001F5B4D" w:rsidRPr="001F5B4D" w:rsidRDefault="001F5B4D" w:rsidP="001F5B4D">
            <w:r w:rsidRPr="001F5B4D">
              <w:t>Average max size</w:t>
            </w:r>
          </w:p>
        </w:tc>
        <w:tc>
          <w:tcPr>
            <w:tcW w:w="4536" w:type="dxa"/>
            <w:gridSpan w:val="2"/>
          </w:tcPr>
          <w:p w14:paraId="13A689CE" w14:textId="144B1661" w:rsidR="001F5B4D" w:rsidRPr="001F5B4D" w:rsidRDefault="001F5B4D" w:rsidP="001F5B4D">
            <w:r w:rsidRPr="001F5B4D">
              <w:t>Species maximum length is 254, which is in the medium risk range (100-300cm).</w:t>
            </w:r>
          </w:p>
        </w:tc>
        <w:tc>
          <w:tcPr>
            <w:tcW w:w="851" w:type="dxa"/>
          </w:tcPr>
          <w:p w14:paraId="77015E47" w14:textId="1FA656AA" w:rsidR="001F5B4D" w:rsidRPr="001F5B4D" w:rsidRDefault="001F5B4D" w:rsidP="001F5B4D">
            <w:r w:rsidRPr="001F5B4D">
              <w:t>2</w:t>
            </w:r>
          </w:p>
        </w:tc>
      </w:tr>
      <w:tr w:rsidR="001F5B4D" w:rsidRPr="001F5B4D" w14:paraId="7E8B2891" w14:textId="77777777" w:rsidTr="001F5B4D">
        <w:tblPrEx>
          <w:tblCellMar>
            <w:top w:w="0" w:type="dxa"/>
            <w:bottom w:w="0" w:type="dxa"/>
          </w:tblCellMar>
        </w:tblPrEx>
        <w:trPr>
          <w:cantSplit/>
        </w:trPr>
        <w:tc>
          <w:tcPr>
            <w:tcW w:w="2551" w:type="dxa"/>
            <w:shd w:val="clear" w:color="auto" w:fill="998877"/>
          </w:tcPr>
          <w:p w14:paraId="079CA299" w14:textId="4B577FEA" w:rsidR="001F5B4D" w:rsidRPr="001F5B4D" w:rsidRDefault="001F5B4D" w:rsidP="001F5B4D">
            <w:r w:rsidRPr="001F5B4D">
              <w:t>Average size at maturity</w:t>
            </w:r>
          </w:p>
        </w:tc>
        <w:tc>
          <w:tcPr>
            <w:tcW w:w="4536" w:type="dxa"/>
            <w:gridSpan w:val="2"/>
          </w:tcPr>
          <w:p w14:paraId="1F1672E5" w14:textId="76D30AC6" w:rsidR="001F5B4D" w:rsidRPr="001F5B4D" w:rsidRDefault="001F5B4D" w:rsidP="001F5B4D">
            <w:r w:rsidRPr="001F5B4D">
              <w:t>Species maximum length is 254cm, which is higher than the highest risk value (200cm).</w:t>
            </w:r>
          </w:p>
        </w:tc>
        <w:tc>
          <w:tcPr>
            <w:tcW w:w="851" w:type="dxa"/>
          </w:tcPr>
          <w:p w14:paraId="3B426E38" w14:textId="195134CF" w:rsidR="001F5B4D" w:rsidRPr="001F5B4D" w:rsidRDefault="001F5B4D" w:rsidP="001F5B4D">
            <w:r w:rsidRPr="001F5B4D">
              <w:t>3</w:t>
            </w:r>
          </w:p>
        </w:tc>
      </w:tr>
      <w:tr w:rsidR="001F5B4D" w:rsidRPr="001F5B4D" w14:paraId="623CD5C3" w14:textId="77777777" w:rsidTr="001F5B4D">
        <w:tblPrEx>
          <w:tblCellMar>
            <w:top w:w="0" w:type="dxa"/>
            <w:bottom w:w="0" w:type="dxa"/>
          </w:tblCellMar>
        </w:tblPrEx>
        <w:trPr>
          <w:cantSplit/>
        </w:trPr>
        <w:tc>
          <w:tcPr>
            <w:tcW w:w="2551" w:type="dxa"/>
            <w:shd w:val="clear" w:color="auto" w:fill="998877"/>
          </w:tcPr>
          <w:p w14:paraId="3BA034CB" w14:textId="5B63ABCF" w:rsidR="001F5B4D" w:rsidRPr="001F5B4D" w:rsidRDefault="001F5B4D" w:rsidP="001F5B4D">
            <w:r w:rsidRPr="001F5B4D">
              <w:t>Reproductive strategy</w:t>
            </w:r>
          </w:p>
        </w:tc>
        <w:tc>
          <w:tcPr>
            <w:tcW w:w="4536" w:type="dxa"/>
            <w:gridSpan w:val="2"/>
          </w:tcPr>
          <w:p w14:paraId="0C161BCD" w14:textId="19C31066" w:rsidR="001F5B4D" w:rsidRPr="001F5B4D" w:rsidRDefault="001F5B4D" w:rsidP="001F5B4D">
            <w:r w:rsidRPr="001F5B4D">
              <w:t>Species reproductive strategy is broadcast spawner, which is low risk.</w:t>
            </w:r>
          </w:p>
        </w:tc>
        <w:tc>
          <w:tcPr>
            <w:tcW w:w="851" w:type="dxa"/>
          </w:tcPr>
          <w:p w14:paraId="473548F6" w14:textId="6B58D79E" w:rsidR="001F5B4D" w:rsidRPr="001F5B4D" w:rsidRDefault="001F5B4D" w:rsidP="001F5B4D">
            <w:r w:rsidRPr="001F5B4D">
              <w:t>1</w:t>
            </w:r>
          </w:p>
        </w:tc>
      </w:tr>
      <w:tr w:rsidR="001F5B4D" w:rsidRPr="001F5B4D" w14:paraId="07CADB7A" w14:textId="77777777" w:rsidTr="001F5B4D">
        <w:tblPrEx>
          <w:tblCellMar>
            <w:top w:w="0" w:type="dxa"/>
            <w:bottom w:w="0" w:type="dxa"/>
          </w:tblCellMar>
        </w:tblPrEx>
        <w:trPr>
          <w:cantSplit/>
        </w:trPr>
        <w:tc>
          <w:tcPr>
            <w:tcW w:w="2551" w:type="dxa"/>
            <w:shd w:val="clear" w:color="auto" w:fill="998877"/>
          </w:tcPr>
          <w:p w14:paraId="52E19638" w14:textId="4A54BBF0" w:rsidR="001F5B4D" w:rsidRPr="001F5B4D" w:rsidRDefault="001F5B4D" w:rsidP="001F5B4D">
            <w:r w:rsidRPr="001F5B4D">
              <w:t>Trophic level</w:t>
            </w:r>
          </w:p>
        </w:tc>
        <w:tc>
          <w:tcPr>
            <w:tcW w:w="4536" w:type="dxa"/>
            <w:gridSpan w:val="2"/>
            <w:tcBorders>
              <w:bottom w:val="single" w:sz="4" w:space="0" w:color="auto"/>
            </w:tcBorders>
          </w:tcPr>
          <w:p w14:paraId="334CD044" w14:textId="2FBAC3A0" w:rsidR="001F5B4D" w:rsidRPr="001F5B4D" w:rsidRDefault="001F5B4D" w:rsidP="001F5B4D">
            <w:r w:rsidRPr="001F5B4D">
              <w:t>Species trophic level is 4.4, which is higher than the highest risk value (3.25).</w:t>
            </w:r>
          </w:p>
        </w:tc>
        <w:tc>
          <w:tcPr>
            <w:tcW w:w="851" w:type="dxa"/>
          </w:tcPr>
          <w:p w14:paraId="24DE8617" w14:textId="2AEF9802" w:rsidR="001F5B4D" w:rsidRPr="001F5B4D" w:rsidRDefault="001F5B4D" w:rsidP="001F5B4D">
            <w:r w:rsidRPr="001F5B4D">
              <w:t>3</w:t>
            </w:r>
          </w:p>
        </w:tc>
      </w:tr>
      <w:tr w:rsidR="001F5B4D" w:rsidRPr="001F5B4D" w14:paraId="195BC23C"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0C5296DD" w14:textId="77777777" w:rsidR="001F5B4D" w:rsidRPr="001F5B4D" w:rsidRDefault="001F5B4D" w:rsidP="001F5B4D"/>
        </w:tc>
        <w:tc>
          <w:tcPr>
            <w:tcW w:w="4536" w:type="dxa"/>
            <w:gridSpan w:val="2"/>
            <w:tcBorders>
              <w:bottom w:val="single" w:sz="4" w:space="0" w:color="auto"/>
            </w:tcBorders>
            <w:shd w:val="clear" w:color="auto" w:fill="998877"/>
          </w:tcPr>
          <w:p w14:paraId="577250F5" w14:textId="44A7581F" w:rsidR="001F5B4D" w:rsidRPr="001F5B4D" w:rsidRDefault="001F5B4D" w:rsidP="001F5B4D">
            <w:r w:rsidRPr="001F5B4D">
              <w:t>Productivity score</w:t>
            </w:r>
          </w:p>
        </w:tc>
        <w:tc>
          <w:tcPr>
            <w:tcW w:w="851" w:type="dxa"/>
            <w:tcBorders>
              <w:bottom w:val="single" w:sz="4" w:space="0" w:color="auto"/>
            </w:tcBorders>
          </w:tcPr>
          <w:p w14:paraId="5798BB71" w14:textId="62EC7D78" w:rsidR="001F5B4D" w:rsidRPr="001F5B4D" w:rsidRDefault="001F5B4D" w:rsidP="001F5B4D">
            <w:r w:rsidRPr="001F5B4D">
              <w:t>1.86</w:t>
            </w:r>
          </w:p>
        </w:tc>
      </w:tr>
      <w:tr w:rsidR="001F5B4D" w:rsidRPr="001F5B4D" w14:paraId="1C6924A2" w14:textId="77777777" w:rsidTr="009B1AF4">
        <w:tblPrEx>
          <w:tblCellMar>
            <w:top w:w="0" w:type="dxa"/>
            <w:bottom w:w="0" w:type="dxa"/>
          </w:tblCellMar>
        </w:tblPrEx>
        <w:trPr>
          <w:cantSplit/>
        </w:trPr>
        <w:tc>
          <w:tcPr>
            <w:tcW w:w="7938" w:type="dxa"/>
            <w:gridSpan w:val="4"/>
            <w:shd w:val="clear" w:color="auto" w:fill="998877"/>
          </w:tcPr>
          <w:p w14:paraId="04B12F1D" w14:textId="315D8720" w:rsidR="001F5B4D" w:rsidRPr="001F5B4D" w:rsidRDefault="001F5B4D" w:rsidP="001F5B4D">
            <w:pPr>
              <w:rPr>
                <w:b/>
              </w:rPr>
            </w:pPr>
            <w:r w:rsidRPr="001F5B4D">
              <w:rPr>
                <w:b/>
              </w:rPr>
              <w:t>Susceptibility</w:t>
            </w:r>
          </w:p>
        </w:tc>
      </w:tr>
      <w:tr w:rsidR="001F5B4D" w:rsidRPr="001F5B4D" w14:paraId="389FEDD3" w14:textId="77777777" w:rsidTr="001F5B4D">
        <w:tblPrEx>
          <w:tblCellMar>
            <w:top w:w="0" w:type="dxa"/>
            <w:bottom w:w="0" w:type="dxa"/>
          </w:tblCellMar>
        </w:tblPrEx>
        <w:trPr>
          <w:cantSplit/>
        </w:trPr>
        <w:tc>
          <w:tcPr>
            <w:tcW w:w="2551" w:type="dxa"/>
            <w:shd w:val="clear" w:color="auto" w:fill="998877"/>
          </w:tcPr>
          <w:p w14:paraId="08AF1E11" w14:textId="6C1596E9" w:rsidR="001F5B4D" w:rsidRPr="001F5B4D" w:rsidRDefault="001F5B4D" w:rsidP="001F5B4D">
            <w:r w:rsidRPr="001F5B4D">
              <w:t>Areal overlap (availability)</w:t>
            </w:r>
          </w:p>
        </w:tc>
        <w:tc>
          <w:tcPr>
            <w:tcW w:w="4536" w:type="dxa"/>
            <w:gridSpan w:val="2"/>
          </w:tcPr>
          <w:p w14:paraId="41212307" w14:textId="134B6301" w:rsidR="001F5B4D" w:rsidRPr="001F5B4D" w:rsidRDefault="001F5B4D" w:rsidP="001F5B4D">
            <w:r w:rsidRPr="001F5B4D">
              <w:t>Atlantic distribution, but catches  reported in Indian Ocean and Pacific.</w:t>
            </w:r>
          </w:p>
        </w:tc>
        <w:tc>
          <w:tcPr>
            <w:tcW w:w="851" w:type="dxa"/>
          </w:tcPr>
          <w:p w14:paraId="2F49ADDE" w14:textId="4E21E8AA" w:rsidR="001F5B4D" w:rsidRPr="001F5B4D" w:rsidRDefault="001F5B4D" w:rsidP="001F5B4D">
            <w:r w:rsidRPr="001F5B4D">
              <w:t>1</w:t>
            </w:r>
          </w:p>
        </w:tc>
      </w:tr>
      <w:tr w:rsidR="001F5B4D" w:rsidRPr="001F5B4D" w14:paraId="46942039" w14:textId="77777777" w:rsidTr="001F5B4D">
        <w:tblPrEx>
          <w:tblCellMar>
            <w:top w:w="0" w:type="dxa"/>
            <w:bottom w:w="0" w:type="dxa"/>
          </w:tblCellMar>
        </w:tblPrEx>
        <w:trPr>
          <w:cantSplit/>
        </w:trPr>
        <w:tc>
          <w:tcPr>
            <w:tcW w:w="2551" w:type="dxa"/>
            <w:shd w:val="clear" w:color="auto" w:fill="998877"/>
          </w:tcPr>
          <w:p w14:paraId="6A7378C3" w14:textId="05E7B0A8" w:rsidR="001F5B4D" w:rsidRPr="001F5B4D" w:rsidRDefault="001F5B4D" w:rsidP="001F5B4D">
            <w:r w:rsidRPr="001F5B4D">
              <w:t>Encounterability</w:t>
            </w:r>
          </w:p>
        </w:tc>
        <w:tc>
          <w:tcPr>
            <w:tcW w:w="4536" w:type="dxa"/>
            <w:gridSpan w:val="2"/>
          </w:tcPr>
          <w:p w14:paraId="6AECCB1F" w14:textId="2470C9EA" w:rsidR="001F5B4D" w:rsidRPr="001F5B4D" w:rsidRDefault="001F5B4D" w:rsidP="001F5B4D">
            <w:r w:rsidRPr="001F5B4D">
              <w:t>The depth range of the species is 1-200m. For surface gears, the vertical overlap index with this species is 50.00%.</w:t>
            </w:r>
          </w:p>
        </w:tc>
        <w:tc>
          <w:tcPr>
            <w:tcW w:w="851" w:type="dxa"/>
          </w:tcPr>
          <w:p w14:paraId="19394EE3" w14:textId="15FEE848" w:rsidR="001F5B4D" w:rsidRPr="001F5B4D" w:rsidRDefault="001F5B4D" w:rsidP="001F5B4D">
            <w:r w:rsidRPr="001F5B4D">
              <w:t>3</w:t>
            </w:r>
          </w:p>
        </w:tc>
      </w:tr>
      <w:tr w:rsidR="001F5B4D" w:rsidRPr="001F5B4D" w14:paraId="70BCED7C" w14:textId="77777777" w:rsidTr="001F5B4D">
        <w:tblPrEx>
          <w:tblCellMar>
            <w:top w:w="0" w:type="dxa"/>
            <w:bottom w:w="0" w:type="dxa"/>
          </w:tblCellMar>
        </w:tblPrEx>
        <w:trPr>
          <w:cantSplit/>
        </w:trPr>
        <w:tc>
          <w:tcPr>
            <w:tcW w:w="2551" w:type="dxa"/>
            <w:shd w:val="clear" w:color="auto" w:fill="998877"/>
          </w:tcPr>
          <w:p w14:paraId="3BA508AB" w14:textId="6F21D690" w:rsidR="001F5B4D" w:rsidRPr="001F5B4D" w:rsidRDefault="001F5B4D" w:rsidP="001F5B4D">
            <w:r w:rsidRPr="001F5B4D">
              <w:t>Selectivity</w:t>
            </w:r>
          </w:p>
        </w:tc>
        <w:tc>
          <w:tcPr>
            <w:tcW w:w="4536" w:type="dxa"/>
            <w:gridSpan w:val="2"/>
          </w:tcPr>
          <w:p w14:paraId="454A596B" w14:textId="00314C4D" w:rsidR="001F5B4D" w:rsidRPr="001F5B4D" w:rsidRDefault="001F5B4D" w:rsidP="001F5B4D">
            <w:r w:rsidRPr="001F5B4D">
              <w:t>The maximum length of the species is 254cm. For tropical surface fisheries, the length overlap index with this species is 100.00%.</w:t>
            </w:r>
          </w:p>
        </w:tc>
        <w:tc>
          <w:tcPr>
            <w:tcW w:w="851" w:type="dxa"/>
          </w:tcPr>
          <w:p w14:paraId="50553AC8" w14:textId="7E48CE5B" w:rsidR="001F5B4D" w:rsidRPr="001F5B4D" w:rsidRDefault="001F5B4D" w:rsidP="001F5B4D">
            <w:r w:rsidRPr="001F5B4D">
              <w:t>3</w:t>
            </w:r>
          </w:p>
        </w:tc>
      </w:tr>
      <w:tr w:rsidR="001F5B4D" w:rsidRPr="001F5B4D" w14:paraId="59CBBB97" w14:textId="77777777" w:rsidTr="001F5B4D">
        <w:tblPrEx>
          <w:tblCellMar>
            <w:top w:w="0" w:type="dxa"/>
            <w:bottom w:w="0" w:type="dxa"/>
          </w:tblCellMar>
        </w:tblPrEx>
        <w:trPr>
          <w:cantSplit/>
        </w:trPr>
        <w:tc>
          <w:tcPr>
            <w:tcW w:w="2551" w:type="dxa"/>
            <w:shd w:val="clear" w:color="auto" w:fill="998877"/>
          </w:tcPr>
          <w:p w14:paraId="1AEF9E4B" w14:textId="4A217597" w:rsidR="001F5B4D" w:rsidRPr="001F5B4D" w:rsidRDefault="001F5B4D" w:rsidP="001F5B4D">
            <w:r w:rsidRPr="001F5B4D">
              <w:t>Post capture mortality</w:t>
            </w:r>
          </w:p>
        </w:tc>
        <w:tc>
          <w:tcPr>
            <w:tcW w:w="4536" w:type="dxa"/>
            <w:gridSpan w:val="2"/>
            <w:tcBorders>
              <w:bottom w:val="single" w:sz="4" w:space="0" w:color="auto"/>
            </w:tcBorders>
          </w:tcPr>
          <w:p w14:paraId="75985A9D" w14:textId="00A905BD" w:rsidR="001F5B4D" w:rsidRPr="001F5B4D" w:rsidRDefault="001F5B4D" w:rsidP="001F5B4D">
            <w:r w:rsidRPr="001F5B4D">
              <w:t>No direct evidence of survival after capture.</w:t>
            </w:r>
          </w:p>
        </w:tc>
        <w:tc>
          <w:tcPr>
            <w:tcW w:w="851" w:type="dxa"/>
          </w:tcPr>
          <w:p w14:paraId="70D94227" w14:textId="6F4DDC01" w:rsidR="001F5B4D" w:rsidRPr="001F5B4D" w:rsidRDefault="001F5B4D" w:rsidP="001F5B4D">
            <w:r w:rsidRPr="001F5B4D">
              <w:t>3</w:t>
            </w:r>
          </w:p>
        </w:tc>
      </w:tr>
      <w:tr w:rsidR="001F5B4D" w:rsidRPr="001F5B4D" w14:paraId="79119706" w14:textId="77777777" w:rsidTr="001F5B4D">
        <w:tblPrEx>
          <w:tblCellMar>
            <w:top w:w="0" w:type="dxa"/>
            <w:bottom w:w="0" w:type="dxa"/>
          </w:tblCellMar>
        </w:tblPrEx>
        <w:trPr>
          <w:cantSplit/>
        </w:trPr>
        <w:tc>
          <w:tcPr>
            <w:tcW w:w="2551" w:type="dxa"/>
            <w:shd w:val="clear" w:color="auto" w:fill="998877"/>
          </w:tcPr>
          <w:p w14:paraId="77E87F92" w14:textId="77777777" w:rsidR="001F5B4D" w:rsidRPr="001F5B4D" w:rsidRDefault="001F5B4D" w:rsidP="001F5B4D"/>
        </w:tc>
        <w:tc>
          <w:tcPr>
            <w:tcW w:w="4536" w:type="dxa"/>
            <w:gridSpan w:val="2"/>
            <w:tcBorders>
              <w:bottom w:val="single" w:sz="4" w:space="0" w:color="auto"/>
            </w:tcBorders>
            <w:shd w:val="clear" w:color="auto" w:fill="998877"/>
          </w:tcPr>
          <w:p w14:paraId="2D72FD93" w14:textId="18FE02FC" w:rsidR="001F5B4D" w:rsidRPr="001F5B4D" w:rsidRDefault="001F5B4D" w:rsidP="001F5B4D">
            <w:r w:rsidRPr="001F5B4D">
              <w:t>Susceptibility score</w:t>
            </w:r>
          </w:p>
        </w:tc>
        <w:tc>
          <w:tcPr>
            <w:tcW w:w="851" w:type="dxa"/>
          </w:tcPr>
          <w:p w14:paraId="2F76BBDB" w14:textId="63C53CDC" w:rsidR="001F5B4D" w:rsidRPr="001F5B4D" w:rsidRDefault="001F5B4D" w:rsidP="001F5B4D">
            <w:r w:rsidRPr="001F5B4D">
              <w:t>1.65</w:t>
            </w:r>
          </w:p>
        </w:tc>
      </w:tr>
      <w:tr w:rsidR="001F5B4D" w:rsidRPr="001F5B4D" w14:paraId="6092F441" w14:textId="77777777" w:rsidTr="001F5B4D">
        <w:tblPrEx>
          <w:tblCellMar>
            <w:top w:w="0" w:type="dxa"/>
            <w:bottom w:w="0" w:type="dxa"/>
          </w:tblCellMar>
        </w:tblPrEx>
        <w:trPr>
          <w:cantSplit/>
        </w:trPr>
        <w:tc>
          <w:tcPr>
            <w:tcW w:w="2551" w:type="dxa"/>
            <w:shd w:val="clear" w:color="auto" w:fill="998877"/>
          </w:tcPr>
          <w:p w14:paraId="32DBB28C" w14:textId="77777777" w:rsidR="001F5B4D" w:rsidRPr="001F5B4D" w:rsidRDefault="001F5B4D" w:rsidP="001F5B4D"/>
        </w:tc>
        <w:tc>
          <w:tcPr>
            <w:tcW w:w="4536" w:type="dxa"/>
            <w:gridSpan w:val="2"/>
            <w:shd w:val="clear" w:color="auto" w:fill="998877"/>
          </w:tcPr>
          <w:p w14:paraId="315D77F5" w14:textId="20BCB06C" w:rsidR="001F5B4D" w:rsidRPr="001F5B4D" w:rsidRDefault="001F5B4D" w:rsidP="001F5B4D">
            <w:r w:rsidRPr="001F5B4D">
              <w:t>Vulnerability score</w:t>
            </w:r>
          </w:p>
        </w:tc>
        <w:tc>
          <w:tcPr>
            <w:tcW w:w="851" w:type="dxa"/>
          </w:tcPr>
          <w:p w14:paraId="69CFB656" w14:textId="01C8D350" w:rsidR="001F5B4D" w:rsidRPr="001F5B4D" w:rsidRDefault="001F5B4D" w:rsidP="001F5B4D">
            <w:r w:rsidRPr="001F5B4D">
              <w:t>2.48</w:t>
            </w:r>
          </w:p>
        </w:tc>
      </w:tr>
    </w:tbl>
    <w:p w14:paraId="158B7777" w14:textId="105F60C2"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6A45315C"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2" w:name="T_CFW" w:colFirst="0" w:colLast="0"/>
          <w:p w14:paraId="68672AEC" w14:textId="1BC0C626" w:rsidR="001F5B4D" w:rsidRPr="001F5B4D" w:rsidRDefault="001F5B4D" w:rsidP="001F5B4D">
            <w:pPr>
              <w:rPr>
                <w:b/>
              </w:rPr>
            </w:pPr>
            <w:r w:rsidRPr="001F5B4D">
              <w:rPr>
                <w:b/>
              </w:rPr>
              <w:fldChar w:fldCharType="begin"/>
            </w:r>
            <w:r w:rsidRPr="001F5B4D">
              <w:rPr>
                <w:b/>
              </w:rPr>
              <w:instrText xml:space="preserve"> HYPERLINK  \l "S_CFW" \o "PSA Score" </w:instrText>
            </w:r>
            <w:r w:rsidRPr="001F5B4D">
              <w:rPr>
                <w:b/>
              </w:rPr>
            </w:r>
            <w:r w:rsidRPr="001F5B4D">
              <w:rPr>
                <w:b/>
              </w:rPr>
              <w:fldChar w:fldCharType="separate"/>
            </w:r>
            <w:r w:rsidRPr="001F5B4D">
              <w:rPr>
                <w:rStyle w:val="Hyperlink"/>
                <w:b/>
              </w:rPr>
              <w:t>Pompano dolphinfish</w:t>
            </w:r>
            <w:r w:rsidRPr="001F5B4D">
              <w:rPr>
                <w:b/>
              </w:rPr>
              <w:fldChar w:fldCharType="end"/>
            </w:r>
          </w:p>
        </w:tc>
        <w:tc>
          <w:tcPr>
            <w:tcW w:w="3969" w:type="dxa"/>
            <w:gridSpan w:val="2"/>
            <w:tcBorders>
              <w:bottom w:val="single" w:sz="4" w:space="0" w:color="auto"/>
            </w:tcBorders>
            <w:shd w:val="clear" w:color="auto" w:fill="998877"/>
          </w:tcPr>
          <w:p w14:paraId="27F482A8" w14:textId="2237FFE6" w:rsidR="001F5B4D" w:rsidRPr="001F5B4D" w:rsidRDefault="001F5B4D" w:rsidP="001F5B4D">
            <w:pPr>
              <w:rPr>
                <w:b/>
                <w:i/>
              </w:rPr>
            </w:pPr>
            <w:r w:rsidRPr="001F5B4D">
              <w:rPr>
                <w:b/>
                <w:i/>
              </w:rPr>
              <w:t>Coryphaena equiselis</w:t>
            </w:r>
          </w:p>
        </w:tc>
      </w:tr>
      <w:bookmarkEnd w:id="152"/>
      <w:tr w:rsidR="001F5B4D" w:rsidRPr="001F5B4D" w14:paraId="574F9831" w14:textId="77777777" w:rsidTr="0085418C">
        <w:tblPrEx>
          <w:tblCellMar>
            <w:top w:w="0" w:type="dxa"/>
            <w:bottom w:w="0" w:type="dxa"/>
          </w:tblCellMar>
        </w:tblPrEx>
        <w:trPr>
          <w:cantSplit/>
        </w:trPr>
        <w:tc>
          <w:tcPr>
            <w:tcW w:w="7938" w:type="dxa"/>
            <w:gridSpan w:val="4"/>
            <w:shd w:val="clear" w:color="auto" w:fill="998877"/>
          </w:tcPr>
          <w:p w14:paraId="454DDE22" w14:textId="4ABDC03C" w:rsidR="001F5B4D" w:rsidRPr="001F5B4D" w:rsidRDefault="001F5B4D" w:rsidP="001F5B4D">
            <w:pPr>
              <w:rPr>
                <w:b/>
              </w:rPr>
            </w:pPr>
            <w:r w:rsidRPr="001F5B4D">
              <w:rPr>
                <w:b/>
              </w:rPr>
              <w:t>Productivity</w:t>
            </w:r>
          </w:p>
        </w:tc>
      </w:tr>
      <w:tr w:rsidR="001F5B4D" w:rsidRPr="001F5B4D" w14:paraId="252B45B4" w14:textId="77777777" w:rsidTr="001F5B4D">
        <w:tblPrEx>
          <w:tblCellMar>
            <w:top w:w="0" w:type="dxa"/>
            <w:bottom w:w="0" w:type="dxa"/>
          </w:tblCellMar>
        </w:tblPrEx>
        <w:trPr>
          <w:cantSplit/>
        </w:trPr>
        <w:tc>
          <w:tcPr>
            <w:tcW w:w="2551" w:type="dxa"/>
            <w:shd w:val="clear" w:color="auto" w:fill="998877"/>
          </w:tcPr>
          <w:p w14:paraId="238E617A" w14:textId="6C849ED4" w:rsidR="001F5B4D" w:rsidRPr="001F5B4D" w:rsidRDefault="001F5B4D" w:rsidP="001F5B4D">
            <w:r w:rsidRPr="001F5B4D">
              <w:t>Average age at maturity</w:t>
            </w:r>
          </w:p>
        </w:tc>
        <w:tc>
          <w:tcPr>
            <w:tcW w:w="4536" w:type="dxa"/>
            <w:gridSpan w:val="2"/>
          </w:tcPr>
          <w:p w14:paraId="283E3859" w14:textId="36CE0D79" w:rsidR="001F5B4D" w:rsidRPr="001F5B4D" w:rsidRDefault="001F5B4D" w:rsidP="001F5B4D">
            <w:r w:rsidRPr="001F5B4D">
              <w:t>Species growth rate (K) is 0.500, which is higher than lowest risk K (0.183) for age at maturity.</w:t>
            </w:r>
          </w:p>
        </w:tc>
        <w:tc>
          <w:tcPr>
            <w:tcW w:w="851" w:type="dxa"/>
          </w:tcPr>
          <w:p w14:paraId="76047C8E" w14:textId="19E7A883" w:rsidR="001F5B4D" w:rsidRPr="001F5B4D" w:rsidRDefault="001F5B4D" w:rsidP="001F5B4D">
            <w:r w:rsidRPr="001F5B4D">
              <w:t>1</w:t>
            </w:r>
          </w:p>
        </w:tc>
      </w:tr>
      <w:tr w:rsidR="001F5B4D" w:rsidRPr="001F5B4D" w14:paraId="5AD82384" w14:textId="77777777" w:rsidTr="001F5B4D">
        <w:tblPrEx>
          <w:tblCellMar>
            <w:top w:w="0" w:type="dxa"/>
            <w:bottom w:w="0" w:type="dxa"/>
          </w:tblCellMar>
        </w:tblPrEx>
        <w:trPr>
          <w:cantSplit/>
        </w:trPr>
        <w:tc>
          <w:tcPr>
            <w:tcW w:w="2551" w:type="dxa"/>
            <w:shd w:val="clear" w:color="auto" w:fill="998877"/>
          </w:tcPr>
          <w:p w14:paraId="081DD672" w14:textId="67385CFD" w:rsidR="001F5B4D" w:rsidRPr="001F5B4D" w:rsidRDefault="001F5B4D" w:rsidP="001F5B4D">
            <w:r w:rsidRPr="001F5B4D">
              <w:t>Average max age</w:t>
            </w:r>
          </w:p>
        </w:tc>
        <w:tc>
          <w:tcPr>
            <w:tcW w:w="4536" w:type="dxa"/>
            <w:gridSpan w:val="2"/>
          </w:tcPr>
          <w:p w14:paraId="7BB894E6" w14:textId="785446F9" w:rsidR="001F5B4D" w:rsidRPr="001F5B4D" w:rsidRDefault="001F5B4D" w:rsidP="001F5B4D">
            <w:r w:rsidRPr="001F5B4D">
              <w:t>Species growth rate (K) is 0.500, which is higher than lowest risk K (0.30) for maximum age.</w:t>
            </w:r>
          </w:p>
        </w:tc>
        <w:tc>
          <w:tcPr>
            <w:tcW w:w="851" w:type="dxa"/>
          </w:tcPr>
          <w:p w14:paraId="73353250" w14:textId="5433C254" w:rsidR="001F5B4D" w:rsidRPr="001F5B4D" w:rsidRDefault="001F5B4D" w:rsidP="001F5B4D">
            <w:r w:rsidRPr="001F5B4D">
              <w:t>1</w:t>
            </w:r>
          </w:p>
        </w:tc>
      </w:tr>
      <w:tr w:rsidR="001F5B4D" w:rsidRPr="001F5B4D" w14:paraId="64FAF8F7" w14:textId="77777777" w:rsidTr="001F5B4D">
        <w:tblPrEx>
          <w:tblCellMar>
            <w:top w:w="0" w:type="dxa"/>
            <w:bottom w:w="0" w:type="dxa"/>
          </w:tblCellMar>
        </w:tblPrEx>
        <w:trPr>
          <w:cantSplit/>
        </w:trPr>
        <w:tc>
          <w:tcPr>
            <w:tcW w:w="2551" w:type="dxa"/>
            <w:shd w:val="clear" w:color="auto" w:fill="998877"/>
          </w:tcPr>
          <w:p w14:paraId="30D773EB" w14:textId="60B304BA" w:rsidR="001F5B4D" w:rsidRPr="001F5B4D" w:rsidRDefault="001F5B4D" w:rsidP="001F5B4D">
            <w:r w:rsidRPr="001F5B4D">
              <w:lastRenderedPageBreak/>
              <w:t>Fecundity</w:t>
            </w:r>
          </w:p>
        </w:tc>
        <w:tc>
          <w:tcPr>
            <w:tcW w:w="4536" w:type="dxa"/>
            <w:gridSpan w:val="2"/>
          </w:tcPr>
          <w:p w14:paraId="5486C69A" w14:textId="4EC94935" w:rsidR="001F5B4D" w:rsidRPr="001F5B4D" w:rsidRDefault="001F5B4D" w:rsidP="001F5B4D">
            <w:r w:rsidRPr="001F5B4D">
              <w:t>The score is based on the maximum risk score in the family Agonidae, which included 1 species.</w:t>
            </w:r>
          </w:p>
        </w:tc>
        <w:tc>
          <w:tcPr>
            <w:tcW w:w="851" w:type="dxa"/>
          </w:tcPr>
          <w:p w14:paraId="517DDFAE" w14:textId="1B0A56D7" w:rsidR="001F5B4D" w:rsidRPr="001F5B4D" w:rsidRDefault="001F5B4D" w:rsidP="001F5B4D">
            <w:r w:rsidRPr="001F5B4D">
              <w:t>1</w:t>
            </w:r>
          </w:p>
        </w:tc>
      </w:tr>
      <w:tr w:rsidR="001F5B4D" w:rsidRPr="001F5B4D" w14:paraId="5CABA14C" w14:textId="77777777" w:rsidTr="001F5B4D">
        <w:tblPrEx>
          <w:tblCellMar>
            <w:top w:w="0" w:type="dxa"/>
            <w:bottom w:w="0" w:type="dxa"/>
          </w:tblCellMar>
        </w:tblPrEx>
        <w:trPr>
          <w:cantSplit/>
        </w:trPr>
        <w:tc>
          <w:tcPr>
            <w:tcW w:w="2551" w:type="dxa"/>
            <w:shd w:val="clear" w:color="auto" w:fill="998877"/>
          </w:tcPr>
          <w:p w14:paraId="0B2E0502" w14:textId="76B22EC0" w:rsidR="001F5B4D" w:rsidRPr="001F5B4D" w:rsidRDefault="001F5B4D" w:rsidP="001F5B4D">
            <w:r w:rsidRPr="001F5B4D">
              <w:t>Average max size</w:t>
            </w:r>
          </w:p>
        </w:tc>
        <w:tc>
          <w:tcPr>
            <w:tcW w:w="4536" w:type="dxa"/>
            <w:gridSpan w:val="2"/>
          </w:tcPr>
          <w:p w14:paraId="7F82D911" w14:textId="2CB861E1" w:rsidR="001F5B4D" w:rsidRPr="001F5B4D" w:rsidRDefault="001F5B4D" w:rsidP="001F5B4D">
            <w:r w:rsidRPr="001F5B4D">
              <w:t>Species maximum length is 127, which is in the medium risk range (100-300cm).</w:t>
            </w:r>
          </w:p>
        </w:tc>
        <w:tc>
          <w:tcPr>
            <w:tcW w:w="851" w:type="dxa"/>
          </w:tcPr>
          <w:p w14:paraId="59CE5BFB" w14:textId="388FBE65" w:rsidR="001F5B4D" w:rsidRPr="001F5B4D" w:rsidRDefault="001F5B4D" w:rsidP="001F5B4D">
            <w:r w:rsidRPr="001F5B4D">
              <w:t>2</w:t>
            </w:r>
          </w:p>
        </w:tc>
      </w:tr>
      <w:tr w:rsidR="001F5B4D" w:rsidRPr="001F5B4D" w14:paraId="0BBB5DEA" w14:textId="77777777" w:rsidTr="001F5B4D">
        <w:tblPrEx>
          <w:tblCellMar>
            <w:top w:w="0" w:type="dxa"/>
            <w:bottom w:w="0" w:type="dxa"/>
          </w:tblCellMar>
        </w:tblPrEx>
        <w:trPr>
          <w:cantSplit/>
        </w:trPr>
        <w:tc>
          <w:tcPr>
            <w:tcW w:w="2551" w:type="dxa"/>
            <w:shd w:val="clear" w:color="auto" w:fill="998877"/>
          </w:tcPr>
          <w:p w14:paraId="3F57B6C7" w14:textId="7D87F15E" w:rsidR="001F5B4D" w:rsidRPr="001F5B4D" w:rsidRDefault="001F5B4D" w:rsidP="001F5B4D">
            <w:r w:rsidRPr="001F5B4D">
              <w:t>Average size at maturity</w:t>
            </w:r>
          </w:p>
        </w:tc>
        <w:tc>
          <w:tcPr>
            <w:tcW w:w="4536" w:type="dxa"/>
            <w:gridSpan w:val="2"/>
          </w:tcPr>
          <w:p w14:paraId="230BC5CA" w14:textId="6343AAB1" w:rsidR="001F5B4D" w:rsidRPr="001F5B4D" w:rsidRDefault="001F5B4D" w:rsidP="001F5B4D">
            <w:r w:rsidRPr="001F5B4D">
              <w:t>Species length at maturity is 22, which is lower than the lowest risk value (40cm).</w:t>
            </w:r>
          </w:p>
        </w:tc>
        <w:tc>
          <w:tcPr>
            <w:tcW w:w="851" w:type="dxa"/>
          </w:tcPr>
          <w:p w14:paraId="15AF9387" w14:textId="35F838C5" w:rsidR="001F5B4D" w:rsidRPr="001F5B4D" w:rsidRDefault="001F5B4D" w:rsidP="001F5B4D">
            <w:r w:rsidRPr="001F5B4D">
              <w:t>1</w:t>
            </w:r>
          </w:p>
        </w:tc>
      </w:tr>
      <w:tr w:rsidR="001F5B4D" w:rsidRPr="001F5B4D" w14:paraId="652BDC9B" w14:textId="77777777" w:rsidTr="001F5B4D">
        <w:tblPrEx>
          <w:tblCellMar>
            <w:top w:w="0" w:type="dxa"/>
            <w:bottom w:w="0" w:type="dxa"/>
          </w:tblCellMar>
        </w:tblPrEx>
        <w:trPr>
          <w:cantSplit/>
        </w:trPr>
        <w:tc>
          <w:tcPr>
            <w:tcW w:w="2551" w:type="dxa"/>
            <w:shd w:val="clear" w:color="auto" w:fill="998877"/>
          </w:tcPr>
          <w:p w14:paraId="2E0E9281" w14:textId="0EA6A9B2" w:rsidR="001F5B4D" w:rsidRPr="001F5B4D" w:rsidRDefault="001F5B4D" w:rsidP="001F5B4D">
            <w:r w:rsidRPr="001F5B4D">
              <w:t>Reproductive strategy</w:t>
            </w:r>
          </w:p>
        </w:tc>
        <w:tc>
          <w:tcPr>
            <w:tcW w:w="4536" w:type="dxa"/>
            <w:gridSpan w:val="2"/>
          </w:tcPr>
          <w:p w14:paraId="0017370F" w14:textId="2AC8DA1F" w:rsidR="001F5B4D" w:rsidRPr="001F5B4D" w:rsidRDefault="001F5B4D" w:rsidP="001F5B4D">
            <w:r w:rsidRPr="001F5B4D">
              <w:t>Species reproductive strategy is broadcast spawner, which is low risk.</w:t>
            </w:r>
          </w:p>
        </w:tc>
        <w:tc>
          <w:tcPr>
            <w:tcW w:w="851" w:type="dxa"/>
          </w:tcPr>
          <w:p w14:paraId="15A7E5E9" w14:textId="7664A389" w:rsidR="001F5B4D" w:rsidRPr="001F5B4D" w:rsidRDefault="001F5B4D" w:rsidP="001F5B4D">
            <w:r w:rsidRPr="001F5B4D">
              <w:t>1</w:t>
            </w:r>
          </w:p>
        </w:tc>
      </w:tr>
      <w:tr w:rsidR="001F5B4D" w:rsidRPr="001F5B4D" w14:paraId="3B67CCE8" w14:textId="77777777" w:rsidTr="001F5B4D">
        <w:tblPrEx>
          <w:tblCellMar>
            <w:top w:w="0" w:type="dxa"/>
            <w:bottom w:w="0" w:type="dxa"/>
          </w:tblCellMar>
        </w:tblPrEx>
        <w:trPr>
          <w:cantSplit/>
        </w:trPr>
        <w:tc>
          <w:tcPr>
            <w:tcW w:w="2551" w:type="dxa"/>
            <w:shd w:val="clear" w:color="auto" w:fill="998877"/>
          </w:tcPr>
          <w:p w14:paraId="5EBB204F" w14:textId="0DE2BB87" w:rsidR="001F5B4D" w:rsidRPr="001F5B4D" w:rsidRDefault="001F5B4D" w:rsidP="001F5B4D">
            <w:r w:rsidRPr="001F5B4D">
              <w:t>Trophic level</w:t>
            </w:r>
          </w:p>
        </w:tc>
        <w:tc>
          <w:tcPr>
            <w:tcW w:w="4536" w:type="dxa"/>
            <w:gridSpan w:val="2"/>
            <w:tcBorders>
              <w:bottom w:val="single" w:sz="4" w:space="0" w:color="auto"/>
            </w:tcBorders>
          </w:tcPr>
          <w:p w14:paraId="4BD363F2" w14:textId="4E40EE27" w:rsidR="001F5B4D" w:rsidRPr="001F5B4D" w:rsidRDefault="001F5B4D" w:rsidP="001F5B4D">
            <w:r w:rsidRPr="001F5B4D">
              <w:t>Species trophic level is 4.5, which is higher than the highest risk value (3.25).</w:t>
            </w:r>
          </w:p>
        </w:tc>
        <w:tc>
          <w:tcPr>
            <w:tcW w:w="851" w:type="dxa"/>
          </w:tcPr>
          <w:p w14:paraId="07AE0E50" w14:textId="2BFD2C48" w:rsidR="001F5B4D" w:rsidRPr="001F5B4D" w:rsidRDefault="001F5B4D" w:rsidP="001F5B4D">
            <w:r w:rsidRPr="001F5B4D">
              <w:t>3</w:t>
            </w:r>
          </w:p>
        </w:tc>
      </w:tr>
      <w:tr w:rsidR="001F5B4D" w:rsidRPr="001F5B4D" w14:paraId="1A966DBB"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182CC2D1" w14:textId="77777777" w:rsidR="001F5B4D" w:rsidRPr="001F5B4D" w:rsidRDefault="001F5B4D" w:rsidP="001F5B4D"/>
        </w:tc>
        <w:tc>
          <w:tcPr>
            <w:tcW w:w="4536" w:type="dxa"/>
            <w:gridSpan w:val="2"/>
            <w:tcBorders>
              <w:bottom w:val="single" w:sz="4" w:space="0" w:color="auto"/>
            </w:tcBorders>
            <w:shd w:val="clear" w:color="auto" w:fill="998877"/>
          </w:tcPr>
          <w:p w14:paraId="083A79EF" w14:textId="2A987F07" w:rsidR="001F5B4D" w:rsidRPr="001F5B4D" w:rsidRDefault="001F5B4D" w:rsidP="001F5B4D">
            <w:r w:rsidRPr="001F5B4D">
              <w:t>Productivity score</w:t>
            </w:r>
          </w:p>
        </w:tc>
        <w:tc>
          <w:tcPr>
            <w:tcW w:w="851" w:type="dxa"/>
            <w:tcBorders>
              <w:bottom w:val="single" w:sz="4" w:space="0" w:color="auto"/>
            </w:tcBorders>
          </w:tcPr>
          <w:p w14:paraId="46648D88" w14:textId="374E0436" w:rsidR="001F5B4D" w:rsidRPr="001F5B4D" w:rsidRDefault="001F5B4D" w:rsidP="001F5B4D">
            <w:r w:rsidRPr="001F5B4D">
              <w:t>1.43</w:t>
            </w:r>
          </w:p>
        </w:tc>
      </w:tr>
      <w:tr w:rsidR="001F5B4D" w:rsidRPr="001F5B4D" w14:paraId="2CA55E08" w14:textId="77777777" w:rsidTr="003B70B5">
        <w:tblPrEx>
          <w:tblCellMar>
            <w:top w:w="0" w:type="dxa"/>
            <w:bottom w:w="0" w:type="dxa"/>
          </w:tblCellMar>
        </w:tblPrEx>
        <w:trPr>
          <w:cantSplit/>
        </w:trPr>
        <w:tc>
          <w:tcPr>
            <w:tcW w:w="7938" w:type="dxa"/>
            <w:gridSpan w:val="4"/>
            <w:shd w:val="clear" w:color="auto" w:fill="998877"/>
          </w:tcPr>
          <w:p w14:paraId="0AEC7732" w14:textId="1E8A9430" w:rsidR="001F5B4D" w:rsidRPr="001F5B4D" w:rsidRDefault="001F5B4D" w:rsidP="001F5B4D">
            <w:pPr>
              <w:rPr>
                <w:b/>
              </w:rPr>
            </w:pPr>
            <w:r w:rsidRPr="001F5B4D">
              <w:rPr>
                <w:b/>
              </w:rPr>
              <w:t>Susceptibility</w:t>
            </w:r>
          </w:p>
        </w:tc>
      </w:tr>
      <w:tr w:rsidR="001F5B4D" w:rsidRPr="001F5B4D" w14:paraId="5C13EFA2" w14:textId="77777777" w:rsidTr="001F5B4D">
        <w:tblPrEx>
          <w:tblCellMar>
            <w:top w:w="0" w:type="dxa"/>
            <w:bottom w:w="0" w:type="dxa"/>
          </w:tblCellMar>
        </w:tblPrEx>
        <w:trPr>
          <w:cantSplit/>
        </w:trPr>
        <w:tc>
          <w:tcPr>
            <w:tcW w:w="2551" w:type="dxa"/>
            <w:shd w:val="clear" w:color="auto" w:fill="998877"/>
          </w:tcPr>
          <w:p w14:paraId="5F151A78" w14:textId="4563C83C" w:rsidR="001F5B4D" w:rsidRPr="001F5B4D" w:rsidRDefault="001F5B4D" w:rsidP="001F5B4D">
            <w:r w:rsidRPr="001F5B4D">
              <w:t>Areal overlap (availability)</w:t>
            </w:r>
          </w:p>
        </w:tc>
        <w:tc>
          <w:tcPr>
            <w:tcW w:w="4536" w:type="dxa"/>
            <w:gridSpan w:val="2"/>
          </w:tcPr>
          <w:p w14:paraId="47A544F6" w14:textId="200574A0" w:rsidR="001F5B4D" w:rsidRPr="001F5B4D" w:rsidRDefault="001F5B4D" w:rsidP="001F5B4D">
            <w:r w:rsidRPr="001F5B4D">
              <w:t>Worldwide pelagic distribution</w:t>
            </w:r>
          </w:p>
        </w:tc>
        <w:tc>
          <w:tcPr>
            <w:tcW w:w="851" w:type="dxa"/>
          </w:tcPr>
          <w:p w14:paraId="2A536344" w14:textId="0C57D4E7" w:rsidR="001F5B4D" w:rsidRPr="001F5B4D" w:rsidRDefault="001F5B4D" w:rsidP="001F5B4D">
            <w:r w:rsidRPr="001F5B4D">
              <w:t>3</w:t>
            </w:r>
          </w:p>
        </w:tc>
      </w:tr>
      <w:tr w:rsidR="001F5B4D" w:rsidRPr="001F5B4D" w14:paraId="27FF6CFD" w14:textId="77777777" w:rsidTr="001F5B4D">
        <w:tblPrEx>
          <w:tblCellMar>
            <w:top w:w="0" w:type="dxa"/>
            <w:bottom w:w="0" w:type="dxa"/>
          </w:tblCellMar>
        </w:tblPrEx>
        <w:trPr>
          <w:cantSplit/>
        </w:trPr>
        <w:tc>
          <w:tcPr>
            <w:tcW w:w="2551" w:type="dxa"/>
            <w:shd w:val="clear" w:color="auto" w:fill="998877"/>
          </w:tcPr>
          <w:p w14:paraId="03DD0215" w14:textId="208F4CEE" w:rsidR="001F5B4D" w:rsidRPr="001F5B4D" w:rsidRDefault="001F5B4D" w:rsidP="001F5B4D">
            <w:r w:rsidRPr="001F5B4D">
              <w:t>Encounterability</w:t>
            </w:r>
          </w:p>
        </w:tc>
        <w:tc>
          <w:tcPr>
            <w:tcW w:w="4536" w:type="dxa"/>
            <w:gridSpan w:val="2"/>
          </w:tcPr>
          <w:p w14:paraId="50A58624" w14:textId="348703FA" w:rsidR="001F5B4D" w:rsidRPr="001F5B4D" w:rsidRDefault="001F5B4D" w:rsidP="001F5B4D">
            <w:r w:rsidRPr="001F5B4D">
              <w:t>The depth range of the species is 1-400m. For surface gears, the vertical overlap index with this species is 25.00%.</w:t>
            </w:r>
          </w:p>
        </w:tc>
        <w:tc>
          <w:tcPr>
            <w:tcW w:w="851" w:type="dxa"/>
          </w:tcPr>
          <w:p w14:paraId="7917FADA" w14:textId="3AB06C88" w:rsidR="001F5B4D" w:rsidRPr="001F5B4D" w:rsidRDefault="001F5B4D" w:rsidP="001F5B4D">
            <w:r w:rsidRPr="001F5B4D">
              <w:t>2</w:t>
            </w:r>
          </w:p>
        </w:tc>
      </w:tr>
      <w:tr w:rsidR="001F5B4D" w:rsidRPr="001F5B4D" w14:paraId="57857B29" w14:textId="77777777" w:rsidTr="001F5B4D">
        <w:tblPrEx>
          <w:tblCellMar>
            <w:top w:w="0" w:type="dxa"/>
            <w:bottom w:w="0" w:type="dxa"/>
          </w:tblCellMar>
        </w:tblPrEx>
        <w:trPr>
          <w:cantSplit/>
        </w:trPr>
        <w:tc>
          <w:tcPr>
            <w:tcW w:w="2551" w:type="dxa"/>
            <w:shd w:val="clear" w:color="auto" w:fill="998877"/>
          </w:tcPr>
          <w:p w14:paraId="0D05000D" w14:textId="1D4067AA" w:rsidR="001F5B4D" w:rsidRPr="001F5B4D" w:rsidRDefault="001F5B4D" w:rsidP="001F5B4D">
            <w:r w:rsidRPr="001F5B4D">
              <w:t>Selectivity</w:t>
            </w:r>
          </w:p>
        </w:tc>
        <w:tc>
          <w:tcPr>
            <w:tcW w:w="4536" w:type="dxa"/>
            <w:gridSpan w:val="2"/>
          </w:tcPr>
          <w:p w14:paraId="13DFB9E8" w14:textId="4AD59875" w:rsidR="001F5B4D" w:rsidRPr="001F5B4D" w:rsidRDefault="001F5B4D" w:rsidP="001F5B4D">
            <w:r w:rsidRPr="001F5B4D">
              <w:t>The maximum length of the species is 127cm. For tropical surface fisheries, the length overlap index with this species is 100.00%.</w:t>
            </w:r>
          </w:p>
        </w:tc>
        <w:tc>
          <w:tcPr>
            <w:tcW w:w="851" w:type="dxa"/>
          </w:tcPr>
          <w:p w14:paraId="08EBC231" w14:textId="7F46A714" w:rsidR="001F5B4D" w:rsidRPr="001F5B4D" w:rsidRDefault="001F5B4D" w:rsidP="001F5B4D">
            <w:r w:rsidRPr="001F5B4D">
              <w:t>3</w:t>
            </w:r>
          </w:p>
        </w:tc>
      </w:tr>
      <w:tr w:rsidR="001F5B4D" w:rsidRPr="001F5B4D" w14:paraId="42841BD9" w14:textId="77777777" w:rsidTr="001F5B4D">
        <w:tblPrEx>
          <w:tblCellMar>
            <w:top w:w="0" w:type="dxa"/>
            <w:bottom w:w="0" w:type="dxa"/>
          </w:tblCellMar>
        </w:tblPrEx>
        <w:trPr>
          <w:cantSplit/>
        </w:trPr>
        <w:tc>
          <w:tcPr>
            <w:tcW w:w="2551" w:type="dxa"/>
            <w:shd w:val="clear" w:color="auto" w:fill="998877"/>
          </w:tcPr>
          <w:p w14:paraId="36D2B7ED" w14:textId="54849DA7" w:rsidR="001F5B4D" w:rsidRPr="001F5B4D" w:rsidRDefault="001F5B4D" w:rsidP="001F5B4D">
            <w:r w:rsidRPr="001F5B4D">
              <w:t>Post capture mortality</w:t>
            </w:r>
          </w:p>
        </w:tc>
        <w:tc>
          <w:tcPr>
            <w:tcW w:w="4536" w:type="dxa"/>
            <w:gridSpan w:val="2"/>
            <w:tcBorders>
              <w:bottom w:val="single" w:sz="4" w:space="0" w:color="auto"/>
            </w:tcBorders>
          </w:tcPr>
          <w:p w14:paraId="4CE6C561" w14:textId="7EA10560" w:rsidR="001F5B4D" w:rsidRPr="001F5B4D" w:rsidRDefault="001F5B4D" w:rsidP="001F5B4D">
            <w:r w:rsidRPr="001F5B4D">
              <w:t>No direct evidence of survival after capture.</w:t>
            </w:r>
          </w:p>
        </w:tc>
        <w:tc>
          <w:tcPr>
            <w:tcW w:w="851" w:type="dxa"/>
          </w:tcPr>
          <w:p w14:paraId="4C2F029D" w14:textId="025841CB" w:rsidR="001F5B4D" w:rsidRPr="001F5B4D" w:rsidRDefault="001F5B4D" w:rsidP="001F5B4D">
            <w:r w:rsidRPr="001F5B4D">
              <w:t>3</w:t>
            </w:r>
          </w:p>
        </w:tc>
      </w:tr>
      <w:tr w:rsidR="001F5B4D" w:rsidRPr="001F5B4D" w14:paraId="37294F5F" w14:textId="77777777" w:rsidTr="001F5B4D">
        <w:tblPrEx>
          <w:tblCellMar>
            <w:top w:w="0" w:type="dxa"/>
            <w:bottom w:w="0" w:type="dxa"/>
          </w:tblCellMar>
        </w:tblPrEx>
        <w:trPr>
          <w:cantSplit/>
        </w:trPr>
        <w:tc>
          <w:tcPr>
            <w:tcW w:w="2551" w:type="dxa"/>
            <w:shd w:val="clear" w:color="auto" w:fill="998877"/>
          </w:tcPr>
          <w:p w14:paraId="612D335D" w14:textId="77777777" w:rsidR="001F5B4D" w:rsidRPr="001F5B4D" w:rsidRDefault="001F5B4D" w:rsidP="001F5B4D"/>
        </w:tc>
        <w:tc>
          <w:tcPr>
            <w:tcW w:w="4536" w:type="dxa"/>
            <w:gridSpan w:val="2"/>
            <w:tcBorders>
              <w:bottom w:val="single" w:sz="4" w:space="0" w:color="auto"/>
            </w:tcBorders>
            <w:shd w:val="clear" w:color="auto" w:fill="998877"/>
          </w:tcPr>
          <w:p w14:paraId="1E186754" w14:textId="0EE0BD6D" w:rsidR="001F5B4D" w:rsidRPr="001F5B4D" w:rsidRDefault="001F5B4D" w:rsidP="001F5B4D">
            <w:r w:rsidRPr="001F5B4D">
              <w:t>Susceptibility score</w:t>
            </w:r>
          </w:p>
        </w:tc>
        <w:tc>
          <w:tcPr>
            <w:tcW w:w="851" w:type="dxa"/>
          </w:tcPr>
          <w:p w14:paraId="2940D49D" w14:textId="5ECFA64F" w:rsidR="001F5B4D" w:rsidRPr="001F5B4D" w:rsidRDefault="001F5B4D" w:rsidP="001F5B4D">
            <w:r w:rsidRPr="001F5B4D">
              <w:t>2.33</w:t>
            </w:r>
          </w:p>
        </w:tc>
      </w:tr>
      <w:tr w:rsidR="001F5B4D" w:rsidRPr="001F5B4D" w14:paraId="6E6456AB" w14:textId="77777777" w:rsidTr="001F5B4D">
        <w:tblPrEx>
          <w:tblCellMar>
            <w:top w:w="0" w:type="dxa"/>
            <w:bottom w:w="0" w:type="dxa"/>
          </w:tblCellMar>
        </w:tblPrEx>
        <w:trPr>
          <w:cantSplit/>
        </w:trPr>
        <w:tc>
          <w:tcPr>
            <w:tcW w:w="2551" w:type="dxa"/>
            <w:shd w:val="clear" w:color="auto" w:fill="998877"/>
          </w:tcPr>
          <w:p w14:paraId="46D6BC2A" w14:textId="77777777" w:rsidR="001F5B4D" w:rsidRPr="001F5B4D" w:rsidRDefault="001F5B4D" w:rsidP="001F5B4D"/>
        </w:tc>
        <w:tc>
          <w:tcPr>
            <w:tcW w:w="4536" w:type="dxa"/>
            <w:gridSpan w:val="2"/>
            <w:shd w:val="clear" w:color="auto" w:fill="998877"/>
          </w:tcPr>
          <w:p w14:paraId="36FD6A21" w14:textId="5F2C1FE1" w:rsidR="001F5B4D" w:rsidRPr="001F5B4D" w:rsidRDefault="001F5B4D" w:rsidP="001F5B4D">
            <w:r w:rsidRPr="001F5B4D">
              <w:t>Vulnerability score</w:t>
            </w:r>
          </w:p>
        </w:tc>
        <w:tc>
          <w:tcPr>
            <w:tcW w:w="851" w:type="dxa"/>
          </w:tcPr>
          <w:p w14:paraId="32DD49C8" w14:textId="3ACFEC41" w:rsidR="001F5B4D" w:rsidRPr="001F5B4D" w:rsidRDefault="001F5B4D" w:rsidP="001F5B4D">
            <w:r w:rsidRPr="001F5B4D">
              <w:t>2.73</w:t>
            </w:r>
          </w:p>
        </w:tc>
      </w:tr>
    </w:tbl>
    <w:p w14:paraId="360FAAE7" w14:textId="55A75A92"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49162EFC"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3" w:name="T_TUN" w:colFirst="0" w:colLast="0"/>
          <w:p w14:paraId="53A7E76D" w14:textId="1FE6DFA9" w:rsidR="001F5B4D" w:rsidRPr="001F5B4D" w:rsidRDefault="001F5B4D" w:rsidP="001F5B4D">
            <w:pPr>
              <w:rPr>
                <w:b/>
              </w:rPr>
            </w:pPr>
            <w:r w:rsidRPr="001F5B4D">
              <w:rPr>
                <w:b/>
              </w:rPr>
              <w:fldChar w:fldCharType="begin"/>
            </w:r>
            <w:r w:rsidRPr="001F5B4D">
              <w:rPr>
                <w:b/>
              </w:rPr>
              <w:instrText xml:space="preserve"> HYPERLINK  \l "S_TUN" \o "PSA Score" </w:instrText>
            </w:r>
            <w:r w:rsidRPr="001F5B4D">
              <w:rPr>
                <w:b/>
              </w:rPr>
            </w:r>
            <w:r w:rsidRPr="001F5B4D">
              <w:rPr>
                <w:b/>
              </w:rPr>
              <w:fldChar w:fldCharType="separate"/>
            </w:r>
            <w:r w:rsidRPr="001F5B4D">
              <w:rPr>
                <w:rStyle w:val="Hyperlink"/>
                <w:b/>
              </w:rPr>
              <w:t>Tunas nei</w:t>
            </w:r>
            <w:r w:rsidRPr="001F5B4D">
              <w:rPr>
                <w:b/>
              </w:rPr>
              <w:fldChar w:fldCharType="end"/>
            </w:r>
          </w:p>
        </w:tc>
        <w:tc>
          <w:tcPr>
            <w:tcW w:w="3969" w:type="dxa"/>
            <w:gridSpan w:val="2"/>
            <w:tcBorders>
              <w:bottom w:val="single" w:sz="4" w:space="0" w:color="auto"/>
            </w:tcBorders>
            <w:shd w:val="clear" w:color="auto" w:fill="998877"/>
          </w:tcPr>
          <w:p w14:paraId="29E81FBC" w14:textId="472AEB32" w:rsidR="001F5B4D" w:rsidRPr="001F5B4D" w:rsidRDefault="001F5B4D" w:rsidP="001F5B4D">
            <w:pPr>
              <w:rPr>
                <w:b/>
                <w:i/>
              </w:rPr>
            </w:pPr>
            <w:r w:rsidRPr="001F5B4D">
              <w:rPr>
                <w:b/>
                <w:i/>
              </w:rPr>
              <w:t>Thunnini</w:t>
            </w:r>
          </w:p>
        </w:tc>
      </w:tr>
      <w:bookmarkEnd w:id="153"/>
      <w:tr w:rsidR="001F5B4D" w:rsidRPr="001F5B4D" w14:paraId="378D7D7E" w14:textId="77777777" w:rsidTr="00403D50">
        <w:tblPrEx>
          <w:tblCellMar>
            <w:top w:w="0" w:type="dxa"/>
            <w:bottom w:w="0" w:type="dxa"/>
          </w:tblCellMar>
        </w:tblPrEx>
        <w:trPr>
          <w:cantSplit/>
        </w:trPr>
        <w:tc>
          <w:tcPr>
            <w:tcW w:w="7938" w:type="dxa"/>
            <w:gridSpan w:val="4"/>
            <w:shd w:val="clear" w:color="auto" w:fill="998877"/>
          </w:tcPr>
          <w:p w14:paraId="198FAA85" w14:textId="74D235F0" w:rsidR="001F5B4D" w:rsidRPr="001F5B4D" w:rsidRDefault="001F5B4D" w:rsidP="001F5B4D">
            <w:pPr>
              <w:rPr>
                <w:b/>
              </w:rPr>
            </w:pPr>
            <w:r w:rsidRPr="001F5B4D">
              <w:rPr>
                <w:b/>
              </w:rPr>
              <w:t>Productivity</w:t>
            </w:r>
          </w:p>
        </w:tc>
      </w:tr>
      <w:tr w:rsidR="001F5B4D" w:rsidRPr="001F5B4D" w14:paraId="264A03FF" w14:textId="77777777" w:rsidTr="001F5B4D">
        <w:tblPrEx>
          <w:tblCellMar>
            <w:top w:w="0" w:type="dxa"/>
            <w:bottom w:w="0" w:type="dxa"/>
          </w:tblCellMar>
        </w:tblPrEx>
        <w:trPr>
          <w:cantSplit/>
        </w:trPr>
        <w:tc>
          <w:tcPr>
            <w:tcW w:w="2551" w:type="dxa"/>
            <w:shd w:val="clear" w:color="auto" w:fill="998877"/>
          </w:tcPr>
          <w:p w14:paraId="4A14280F" w14:textId="3F6C3FCF" w:rsidR="001F5B4D" w:rsidRPr="001F5B4D" w:rsidRDefault="001F5B4D" w:rsidP="001F5B4D">
            <w:r w:rsidRPr="001F5B4D">
              <w:t>Average age at maturity</w:t>
            </w:r>
          </w:p>
        </w:tc>
        <w:tc>
          <w:tcPr>
            <w:tcW w:w="4536" w:type="dxa"/>
            <w:gridSpan w:val="2"/>
          </w:tcPr>
          <w:p w14:paraId="0251A6C3" w14:textId="36D8B959" w:rsidR="001F5B4D" w:rsidRPr="001F5B4D" w:rsidRDefault="001F5B4D" w:rsidP="001F5B4D">
            <w:r w:rsidRPr="001F5B4D">
              <w:t>The score is based on the maximum risk score in the family Agonidae, which included 1 species.</w:t>
            </w:r>
          </w:p>
        </w:tc>
        <w:tc>
          <w:tcPr>
            <w:tcW w:w="851" w:type="dxa"/>
          </w:tcPr>
          <w:p w14:paraId="11773C1E" w14:textId="334B5A4F" w:rsidR="001F5B4D" w:rsidRPr="001F5B4D" w:rsidRDefault="001F5B4D" w:rsidP="001F5B4D">
            <w:r w:rsidRPr="001F5B4D">
              <w:t>2</w:t>
            </w:r>
          </w:p>
        </w:tc>
      </w:tr>
      <w:tr w:rsidR="001F5B4D" w:rsidRPr="001F5B4D" w14:paraId="09B8ED80" w14:textId="77777777" w:rsidTr="001F5B4D">
        <w:tblPrEx>
          <w:tblCellMar>
            <w:top w:w="0" w:type="dxa"/>
            <w:bottom w:w="0" w:type="dxa"/>
          </w:tblCellMar>
        </w:tblPrEx>
        <w:trPr>
          <w:cantSplit/>
        </w:trPr>
        <w:tc>
          <w:tcPr>
            <w:tcW w:w="2551" w:type="dxa"/>
            <w:shd w:val="clear" w:color="auto" w:fill="998877"/>
          </w:tcPr>
          <w:p w14:paraId="008827DB" w14:textId="6CD44D68" w:rsidR="001F5B4D" w:rsidRPr="001F5B4D" w:rsidRDefault="001F5B4D" w:rsidP="001F5B4D">
            <w:r w:rsidRPr="001F5B4D">
              <w:t>Average max age</w:t>
            </w:r>
          </w:p>
        </w:tc>
        <w:tc>
          <w:tcPr>
            <w:tcW w:w="4536" w:type="dxa"/>
            <w:gridSpan w:val="2"/>
          </w:tcPr>
          <w:p w14:paraId="026DA459" w14:textId="27AA7E47" w:rsidR="001F5B4D" w:rsidRPr="001F5B4D" w:rsidRDefault="001F5B4D" w:rsidP="001F5B4D">
            <w:r w:rsidRPr="001F5B4D">
              <w:t>The score is based on the maximum risk score in the family Agonidae, which included 1 species.</w:t>
            </w:r>
          </w:p>
        </w:tc>
        <w:tc>
          <w:tcPr>
            <w:tcW w:w="851" w:type="dxa"/>
          </w:tcPr>
          <w:p w14:paraId="4346AF1E" w14:textId="52BB280F" w:rsidR="001F5B4D" w:rsidRPr="001F5B4D" w:rsidRDefault="001F5B4D" w:rsidP="001F5B4D">
            <w:r w:rsidRPr="001F5B4D">
              <w:t>3</w:t>
            </w:r>
          </w:p>
        </w:tc>
      </w:tr>
      <w:tr w:rsidR="001F5B4D" w:rsidRPr="001F5B4D" w14:paraId="6E2B8E05" w14:textId="77777777" w:rsidTr="001F5B4D">
        <w:tblPrEx>
          <w:tblCellMar>
            <w:top w:w="0" w:type="dxa"/>
            <w:bottom w:w="0" w:type="dxa"/>
          </w:tblCellMar>
        </w:tblPrEx>
        <w:trPr>
          <w:cantSplit/>
        </w:trPr>
        <w:tc>
          <w:tcPr>
            <w:tcW w:w="2551" w:type="dxa"/>
            <w:shd w:val="clear" w:color="auto" w:fill="998877"/>
          </w:tcPr>
          <w:p w14:paraId="167BF955" w14:textId="70FC9F1D" w:rsidR="001F5B4D" w:rsidRPr="001F5B4D" w:rsidRDefault="001F5B4D" w:rsidP="001F5B4D">
            <w:r w:rsidRPr="001F5B4D">
              <w:t>Fecundity</w:t>
            </w:r>
          </w:p>
        </w:tc>
        <w:tc>
          <w:tcPr>
            <w:tcW w:w="4536" w:type="dxa"/>
            <w:gridSpan w:val="2"/>
          </w:tcPr>
          <w:p w14:paraId="2D18DD57" w14:textId="2671094F" w:rsidR="001F5B4D" w:rsidRPr="001F5B4D" w:rsidRDefault="001F5B4D" w:rsidP="001F5B4D">
            <w:r w:rsidRPr="001F5B4D">
              <w:t>The score is based on the maximum risk score in the family Agonidae, which included 1 species.</w:t>
            </w:r>
          </w:p>
        </w:tc>
        <w:tc>
          <w:tcPr>
            <w:tcW w:w="851" w:type="dxa"/>
          </w:tcPr>
          <w:p w14:paraId="2DF01392" w14:textId="597ED338" w:rsidR="001F5B4D" w:rsidRPr="001F5B4D" w:rsidRDefault="001F5B4D" w:rsidP="001F5B4D">
            <w:r w:rsidRPr="001F5B4D">
              <w:t>1</w:t>
            </w:r>
          </w:p>
        </w:tc>
      </w:tr>
      <w:tr w:rsidR="001F5B4D" w:rsidRPr="001F5B4D" w14:paraId="767C777E" w14:textId="77777777" w:rsidTr="001F5B4D">
        <w:tblPrEx>
          <w:tblCellMar>
            <w:top w:w="0" w:type="dxa"/>
            <w:bottom w:w="0" w:type="dxa"/>
          </w:tblCellMar>
        </w:tblPrEx>
        <w:trPr>
          <w:cantSplit/>
        </w:trPr>
        <w:tc>
          <w:tcPr>
            <w:tcW w:w="2551" w:type="dxa"/>
            <w:shd w:val="clear" w:color="auto" w:fill="998877"/>
          </w:tcPr>
          <w:p w14:paraId="17F448AF" w14:textId="7179FC09" w:rsidR="001F5B4D" w:rsidRPr="001F5B4D" w:rsidRDefault="001F5B4D" w:rsidP="001F5B4D">
            <w:r w:rsidRPr="001F5B4D">
              <w:t>Average max size</w:t>
            </w:r>
          </w:p>
        </w:tc>
        <w:tc>
          <w:tcPr>
            <w:tcW w:w="4536" w:type="dxa"/>
            <w:gridSpan w:val="2"/>
          </w:tcPr>
          <w:p w14:paraId="11952696" w14:textId="6FC6C64D" w:rsidR="001F5B4D" w:rsidRPr="001F5B4D" w:rsidRDefault="001F5B4D" w:rsidP="001F5B4D">
            <w:r w:rsidRPr="001F5B4D">
              <w:t>The score is based on the maximum risk score in the family Triakidae, which included 6 species.</w:t>
            </w:r>
          </w:p>
        </w:tc>
        <w:tc>
          <w:tcPr>
            <w:tcW w:w="851" w:type="dxa"/>
          </w:tcPr>
          <w:p w14:paraId="21F60722" w14:textId="37B25A81" w:rsidR="001F5B4D" w:rsidRPr="001F5B4D" w:rsidRDefault="001F5B4D" w:rsidP="001F5B4D">
            <w:r w:rsidRPr="001F5B4D">
              <w:t>3</w:t>
            </w:r>
          </w:p>
        </w:tc>
      </w:tr>
      <w:tr w:rsidR="001F5B4D" w:rsidRPr="001F5B4D" w14:paraId="2DC21E71" w14:textId="77777777" w:rsidTr="001F5B4D">
        <w:tblPrEx>
          <w:tblCellMar>
            <w:top w:w="0" w:type="dxa"/>
            <w:bottom w:w="0" w:type="dxa"/>
          </w:tblCellMar>
        </w:tblPrEx>
        <w:trPr>
          <w:cantSplit/>
        </w:trPr>
        <w:tc>
          <w:tcPr>
            <w:tcW w:w="2551" w:type="dxa"/>
            <w:shd w:val="clear" w:color="auto" w:fill="998877"/>
          </w:tcPr>
          <w:p w14:paraId="20011C4E" w14:textId="5046DB4F" w:rsidR="001F5B4D" w:rsidRPr="001F5B4D" w:rsidRDefault="001F5B4D" w:rsidP="001F5B4D">
            <w:r w:rsidRPr="001F5B4D">
              <w:t>Average size at maturity</w:t>
            </w:r>
          </w:p>
        </w:tc>
        <w:tc>
          <w:tcPr>
            <w:tcW w:w="4536" w:type="dxa"/>
            <w:gridSpan w:val="2"/>
          </w:tcPr>
          <w:p w14:paraId="65A795CE" w14:textId="49583460" w:rsidR="001F5B4D" w:rsidRPr="001F5B4D" w:rsidRDefault="001F5B4D" w:rsidP="001F5B4D">
            <w:r w:rsidRPr="001F5B4D">
              <w:t>The score is based on the maximum risk score in the family Agonidae, which included 1 species.</w:t>
            </w:r>
          </w:p>
        </w:tc>
        <w:tc>
          <w:tcPr>
            <w:tcW w:w="851" w:type="dxa"/>
          </w:tcPr>
          <w:p w14:paraId="692AE5E3" w14:textId="57DE1613" w:rsidR="001F5B4D" w:rsidRPr="001F5B4D" w:rsidRDefault="001F5B4D" w:rsidP="001F5B4D">
            <w:r w:rsidRPr="001F5B4D">
              <w:t>3</w:t>
            </w:r>
          </w:p>
        </w:tc>
      </w:tr>
      <w:tr w:rsidR="001F5B4D" w:rsidRPr="001F5B4D" w14:paraId="2B952011" w14:textId="77777777" w:rsidTr="001F5B4D">
        <w:tblPrEx>
          <w:tblCellMar>
            <w:top w:w="0" w:type="dxa"/>
            <w:bottom w:w="0" w:type="dxa"/>
          </w:tblCellMar>
        </w:tblPrEx>
        <w:trPr>
          <w:cantSplit/>
        </w:trPr>
        <w:tc>
          <w:tcPr>
            <w:tcW w:w="2551" w:type="dxa"/>
            <w:shd w:val="clear" w:color="auto" w:fill="998877"/>
          </w:tcPr>
          <w:p w14:paraId="0B169AE3" w14:textId="7E01B083" w:rsidR="001F5B4D" w:rsidRPr="001F5B4D" w:rsidRDefault="001F5B4D" w:rsidP="001F5B4D">
            <w:r w:rsidRPr="001F5B4D">
              <w:t>Reproductive strategy</w:t>
            </w:r>
          </w:p>
        </w:tc>
        <w:tc>
          <w:tcPr>
            <w:tcW w:w="4536" w:type="dxa"/>
            <w:gridSpan w:val="2"/>
          </w:tcPr>
          <w:p w14:paraId="7D40B507" w14:textId="21DD9B16" w:rsidR="001F5B4D" w:rsidRPr="001F5B4D" w:rsidRDefault="001F5B4D" w:rsidP="001F5B4D">
            <w:r w:rsidRPr="001F5B4D">
              <w:t>The score is based on the maximum risk score in the family Agonidae, which included 1 species.</w:t>
            </w:r>
          </w:p>
        </w:tc>
        <w:tc>
          <w:tcPr>
            <w:tcW w:w="851" w:type="dxa"/>
          </w:tcPr>
          <w:p w14:paraId="366DC115" w14:textId="4D935A75" w:rsidR="001F5B4D" w:rsidRPr="001F5B4D" w:rsidRDefault="001F5B4D" w:rsidP="001F5B4D">
            <w:r w:rsidRPr="001F5B4D">
              <w:t>1</w:t>
            </w:r>
          </w:p>
        </w:tc>
      </w:tr>
      <w:tr w:rsidR="001F5B4D" w:rsidRPr="001F5B4D" w14:paraId="7CAD3660" w14:textId="77777777" w:rsidTr="001F5B4D">
        <w:tblPrEx>
          <w:tblCellMar>
            <w:top w:w="0" w:type="dxa"/>
            <w:bottom w:w="0" w:type="dxa"/>
          </w:tblCellMar>
        </w:tblPrEx>
        <w:trPr>
          <w:cantSplit/>
        </w:trPr>
        <w:tc>
          <w:tcPr>
            <w:tcW w:w="2551" w:type="dxa"/>
            <w:shd w:val="clear" w:color="auto" w:fill="998877"/>
          </w:tcPr>
          <w:p w14:paraId="12FBF310" w14:textId="29020E93" w:rsidR="001F5B4D" w:rsidRPr="001F5B4D" w:rsidRDefault="001F5B4D" w:rsidP="001F5B4D">
            <w:r w:rsidRPr="001F5B4D">
              <w:t>Trophic level</w:t>
            </w:r>
          </w:p>
        </w:tc>
        <w:tc>
          <w:tcPr>
            <w:tcW w:w="4536" w:type="dxa"/>
            <w:gridSpan w:val="2"/>
            <w:tcBorders>
              <w:bottom w:val="single" w:sz="4" w:space="0" w:color="auto"/>
            </w:tcBorders>
          </w:tcPr>
          <w:p w14:paraId="66A859D8" w14:textId="4EF5EF99" w:rsidR="001F5B4D" w:rsidRPr="001F5B4D" w:rsidRDefault="001F5B4D" w:rsidP="001F5B4D">
            <w:r w:rsidRPr="001F5B4D">
              <w:t>The score is based on the maximum risk score in the family Agonidae, which included 1 species.</w:t>
            </w:r>
          </w:p>
        </w:tc>
        <w:tc>
          <w:tcPr>
            <w:tcW w:w="851" w:type="dxa"/>
          </w:tcPr>
          <w:p w14:paraId="638B93AD" w14:textId="4BF5A463" w:rsidR="001F5B4D" w:rsidRPr="001F5B4D" w:rsidRDefault="001F5B4D" w:rsidP="001F5B4D">
            <w:r w:rsidRPr="001F5B4D">
              <w:t>3</w:t>
            </w:r>
          </w:p>
        </w:tc>
      </w:tr>
      <w:tr w:rsidR="001F5B4D" w:rsidRPr="001F5B4D" w14:paraId="0286D5F9"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1C0BFB9C" w14:textId="77777777" w:rsidR="001F5B4D" w:rsidRPr="001F5B4D" w:rsidRDefault="001F5B4D" w:rsidP="001F5B4D"/>
        </w:tc>
        <w:tc>
          <w:tcPr>
            <w:tcW w:w="4536" w:type="dxa"/>
            <w:gridSpan w:val="2"/>
            <w:tcBorders>
              <w:bottom w:val="single" w:sz="4" w:space="0" w:color="auto"/>
            </w:tcBorders>
            <w:shd w:val="clear" w:color="auto" w:fill="998877"/>
          </w:tcPr>
          <w:p w14:paraId="12C05788" w14:textId="29B041B5" w:rsidR="001F5B4D" w:rsidRPr="001F5B4D" w:rsidRDefault="001F5B4D" w:rsidP="001F5B4D">
            <w:r w:rsidRPr="001F5B4D">
              <w:t>Productivity score</w:t>
            </w:r>
          </w:p>
        </w:tc>
        <w:tc>
          <w:tcPr>
            <w:tcW w:w="851" w:type="dxa"/>
            <w:tcBorders>
              <w:bottom w:val="single" w:sz="4" w:space="0" w:color="auto"/>
            </w:tcBorders>
          </w:tcPr>
          <w:p w14:paraId="77EAB74C" w14:textId="69D58B20" w:rsidR="001F5B4D" w:rsidRPr="001F5B4D" w:rsidRDefault="001F5B4D" w:rsidP="001F5B4D">
            <w:r w:rsidRPr="001F5B4D">
              <w:t>2.29</w:t>
            </w:r>
          </w:p>
        </w:tc>
      </w:tr>
      <w:tr w:rsidR="001F5B4D" w:rsidRPr="001F5B4D" w14:paraId="2EB10D75" w14:textId="77777777" w:rsidTr="00AB6029">
        <w:tblPrEx>
          <w:tblCellMar>
            <w:top w:w="0" w:type="dxa"/>
            <w:bottom w:w="0" w:type="dxa"/>
          </w:tblCellMar>
        </w:tblPrEx>
        <w:trPr>
          <w:cantSplit/>
        </w:trPr>
        <w:tc>
          <w:tcPr>
            <w:tcW w:w="7938" w:type="dxa"/>
            <w:gridSpan w:val="4"/>
            <w:shd w:val="clear" w:color="auto" w:fill="998877"/>
          </w:tcPr>
          <w:p w14:paraId="0F6B9EA0" w14:textId="60E20309" w:rsidR="001F5B4D" w:rsidRPr="001F5B4D" w:rsidRDefault="001F5B4D" w:rsidP="001F5B4D">
            <w:pPr>
              <w:rPr>
                <w:b/>
              </w:rPr>
            </w:pPr>
            <w:r w:rsidRPr="001F5B4D">
              <w:rPr>
                <w:b/>
              </w:rPr>
              <w:t>Susceptibility</w:t>
            </w:r>
          </w:p>
        </w:tc>
      </w:tr>
      <w:tr w:rsidR="001F5B4D" w:rsidRPr="001F5B4D" w14:paraId="0E83492C" w14:textId="77777777" w:rsidTr="001F5B4D">
        <w:tblPrEx>
          <w:tblCellMar>
            <w:top w:w="0" w:type="dxa"/>
            <w:bottom w:w="0" w:type="dxa"/>
          </w:tblCellMar>
        </w:tblPrEx>
        <w:trPr>
          <w:cantSplit/>
        </w:trPr>
        <w:tc>
          <w:tcPr>
            <w:tcW w:w="2551" w:type="dxa"/>
            <w:shd w:val="clear" w:color="auto" w:fill="998877"/>
          </w:tcPr>
          <w:p w14:paraId="595E1738" w14:textId="599B6575" w:rsidR="001F5B4D" w:rsidRPr="001F5B4D" w:rsidRDefault="001F5B4D" w:rsidP="001F5B4D">
            <w:r w:rsidRPr="001F5B4D">
              <w:t>Areal overlap (availability)</w:t>
            </w:r>
          </w:p>
        </w:tc>
        <w:tc>
          <w:tcPr>
            <w:tcW w:w="4536" w:type="dxa"/>
            <w:gridSpan w:val="2"/>
          </w:tcPr>
          <w:p w14:paraId="09ADB7C2" w14:textId="399016A4" w:rsidR="001F5B4D" w:rsidRPr="001F5B4D" w:rsidRDefault="001F5B4D" w:rsidP="001F5B4D">
            <w:r w:rsidRPr="001F5B4D">
              <w:t>Worldwide pelagic distribution</w:t>
            </w:r>
          </w:p>
        </w:tc>
        <w:tc>
          <w:tcPr>
            <w:tcW w:w="851" w:type="dxa"/>
          </w:tcPr>
          <w:p w14:paraId="686F3CFB" w14:textId="67C162F3" w:rsidR="001F5B4D" w:rsidRPr="001F5B4D" w:rsidRDefault="001F5B4D" w:rsidP="001F5B4D">
            <w:r w:rsidRPr="001F5B4D">
              <w:t>3</w:t>
            </w:r>
          </w:p>
        </w:tc>
      </w:tr>
      <w:tr w:rsidR="001F5B4D" w:rsidRPr="001F5B4D" w14:paraId="5CBA6CDA" w14:textId="77777777" w:rsidTr="001F5B4D">
        <w:tblPrEx>
          <w:tblCellMar>
            <w:top w:w="0" w:type="dxa"/>
            <w:bottom w:w="0" w:type="dxa"/>
          </w:tblCellMar>
        </w:tblPrEx>
        <w:trPr>
          <w:cantSplit/>
        </w:trPr>
        <w:tc>
          <w:tcPr>
            <w:tcW w:w="2551" w:type="dxa"/>
            <w:shd w:val="clear" w:color="auto" w:fill="998877"/>
          </w:tcPr>
          <w:p w14:paraId="5D9AC43F" w14:textId="00FDE829" w:rsidR="001F5B4D" w:rsidRPr="001F5B4D" w:rsidRDefault="001F5B4D" w:rsidP="001F5B4D">
            <w:r w:rsidRPr="001F5B4D">
              <w:t>Encounterability</w:t>
            </w:r>
          </w:p>
        </w:tc>
        <w:tc>
          <w:tcPr>
            <w:tcW w:w="4536" w:type="dxa"/>
            <w:gridSpan w:val="2"/>
          </w:tcPr>
          <w:p w14:paraId="1567859F" w14:textId="27C0253E" w:rsidR="001F5B4D" w:rsidRPr="001F5B4D" w:rsidRDefault="001F5B4D" w:rsidP="001F5B4D">
            <w:r w:rsidRPr="001F5B4D">
              <w:t>The depth range of the species is 1-150m. For surface gears, the vertical overlap index with this species is 66.67%.</w:t>
            </w:r>
          </w:p>
        </w:tc>
        <w:tc>
          <w:tcPr>
            <w:tcW w:w="851" w:type="dxa"/>
          </w:tcPr>
          <w:p w14:paraId="3F7DEB58" w14:textId="116185C8" w:rsidR="001F5B4D" w:rsidRPr="001F5B4D" w:rsidRDefault="001F5B4D" w:rsidP="001F5B4D">
            <w:r w:rsidRPr="001F5B4D">
              <w:t>3</w:t>
            </w:r>
          </w:p>
        </w:tc>
      </w:tr>
      <w:tr w:rsidR="001F5B4D" w:rsidRPr="001F5B4D" w14:paraId="23FF767E" w14:textId="77777777" w:rsidTr="001F5B4D">
        <w:tblPrEx>
          <w:tblCellMar>
            <w:top w:w="0" w:type="dxa"/>
            <w:bottom w:w="0" w:type="dxa"/>
          </w:tblCellMar>
        </w:tblPrEx>
        <w:trPr>
          <w:cantSplit/>
        </w:trPr>
        <w:tc>
          <w:tcPr>
            <w:tcW w:w="2551" w:type="dxa"/>
            <w:shd w:val="clear" w:color="auto" w:fill="998877"/>
          </w:tcPr>
          <w:p w14:paraId="76EED7E2" w14:textId="655608DB" w:rsidR="001F5B4D" w:rsidRPr="001F5B4D" w:rsidRDefault="001F5B4D" w:rsidP="001F5B4D">
            <w:r w:rsidRPr="001F5B4D">
              <w:t>Selectivity</w:t>
            </w:r>
          </w:p>
        </w:tc>
        <w:tc>
          <w:tcPr>
            <w:tcW w:w="4536" w:type="dxa"/>
            <w:gridSpan w:val="2"/>
          </w:tcPr>
          <w:p w14:paraId="43DD007F" w14:textId="309EAEC9" w:rsidR="001F5B4D" w:rsidRPr="001F5B4D" w:rsidRDefault="001F5B4D" w:rsidP="001F5B4D">
            <w:r w:rsidRPr="001F5B4D">
              <w:t>The maximum length of the species is missing, but the family's maximum length based on 50 species is 458cm. For tropical surface fisheries, the length overlap index with this species is 100.00%.</w:t>
            </w:r>
          </w:p>
        </w:tc>
        <w:tc>
          <w:tcPr>
            <w:tcW w:w="851" w:type="dxa"/>
          </w:tcPr>
          <w:p w14:paraId="1068EAAC" w14:textId="52A4227F" w:rsidR="001F5B4D" w:rsidRPr="001F5B4D" w:rsidRDefault="001F5B4D" w:rsidP="001F5B4D">
            <w:r w:rsidRPr="001F5B4D">
              <w:t>3</w:t>
            </w:r>
          </w:p>
        </w:tc>
      </w:tr>
      <w:tr w:rsidR="001F5B4D" w:rsidRPr="001F5B4D" w14:paraId="74AB1298" w14:textId="77777777" w:rsidTr="001F5B4D">
        <w:tblPrEx>
          <w:tblCellMar>
            <w:top w:w="0" w:type="dxa"/>
            <w:bottom w:w="0" w:type="dxa"/>
          </w:tblCellMar>
        </w:tblPrEx>
        <w:trPr>
          <w:cantSplit/>
        </w:trPr>
        <w:tc>
          <w:tcPr>
            <w:tcW w:w="2551" w:type="dxa"/>
            <w:shd w:val="clear" w:color="auto" w:fill="998877"/>
          </w:tcPr>
          <w:p w14:paraId="1A71877C" w14:textId="7DCC34EE" w:rsidR="001F5B4D" w:rsidRPr="001F5B4D" w:rsidRDefault="001F5B4D" w:rsidP="001F5B4D">
            <w:r w:rsidRPr="001F5B4D">
              <w:lastRenderedPageBreak/>
              <w:t>Post capture mortality</w:t>
            </w:r>
          </w:p>
        </w:tc>
        <w:tc>
          <w:tcPr>
            <w:tcW w:w="4536" w:type="dxa"/>
            <w:gridSpan w:val="2"/>
            <w:tcBorders>
              <w:bottom w:val="single" w:sz="4" w:space="0" w:color="auto"/>
            </w:tcBorders>
          </w:tcPr>
          <w:p w14:paraId="10674D02" w14:textId="1E1783A7" w:rsidR="001F5B4D" w:rsidRPr="001F5B4D" w:rsidRDefault="001F5B4D" w:rsidP="001F5B4D">
            <w:r w:rsidRPr="001F5B4D">
              <w:t>No direct evidence of survival after capture.</w:t>
            </w:r>
          </w:p>
        </w:tc>
        <w:tc>
          <w:tcPr>
            <w:tcW w:w="851" w:type="dxa"/>
          </w:tcPr>
          <w:p w14:paraId="6601F89A" w14:textId="07225472" w:rsidR="001F5B4D" w:rsidRPr="001F5B4D" w:rsidRDefault="001F5B4D" w:rsidP="001F5B4D">
            <w:r w:rsidRPr="001F5B4D">
              <w:t>3</w:t>
            </w:r>
          </w:p>
        </w:tc>
      </w:tr>
      <w:tr w:rsidR="001F5B4D" w:rsidRPr="001F5B4D" w14:paraId="009E2CCA" w14:textId="77777777" w:rsidTr="001F5B4D">
        <w:tblPrEx>
          <w:tblCellMar>
            <w:top w:w="0" w:type="dxa"/>
            <w:bottom w:w="0" w:type="dxa"/>
          </w:tblCellMar>
        </w:tblPrEx>
        <w:trPr>
          <w:cantSplit/>
        </w:trPr>
        <w:tc>
          <w:tcPr>
            <w:tcW w:w="2551" w:type="dxa"/>
            <w:shd w:val="clear" w:color="auto" w:fill="998877"/>
          </w:tcPr>
          <w:p w14:paraId="61F54B93" w14:textId="77777777" w:rsidR="001F5B4D" w:rsidRPr="001F5B4D" w:rsidRDefault="001F5B4D" w:rsidP="001F5B4D"/>
        </w:tc>
        <w:tc>
          <w:tcPr>
            <w:tcW w:w="4536" w:type="dxa"/>
            <w:gridSpan w:val="2"/>
            <w:tcBorders>
              <w:bottom w:val="single" w:sz="4" w:space="0" w:color="auto"/>
            </w:tcBorders>
            <w:shd w:val="clear" w:color="auto" w:fill="998877"/>
          </w:tcPr>
          <w:p w14:paraId="1A613812" w14:textId="4B0E446C" w:rsidR="001F5B4D" w:rsidRPr="001F5B4D" w:rsidRDefault="001F5B4D" w:rsidP="001F5B4D">
            <w:r w:rsidRPr="001F5B4D">
              <w:t>Susceptibility score</w:t>
            </w:r>
          </w:p>
        </w:tc>
        <w:tc>
          <w:tcPr>
            <w:tcW w:w="851" w:type="dxa"/>
          </w:tcPr>
          <w:p w14:paraId="1EB0D312" w14:textId="7D63C71C" w:rsidR="001F5B4D" w:rsidRPr="001F5B4D" w:rsidRDefault="001F5B4D" w:rsidP="001F5B4D">
            <w:r w:rsidRPr="001F5B4D">
              <w:t>3.00</w:t>
            </w:r>
          </w:p>
        </w:tc>
      </w:tr>
      <w:tr w:rsidR="001F5B4D" w:rsidRPr="001F5B4D" w14:paraId="37360BB5" w14:textId="77777777" w:rsidTr="001F5B4D">
        <w:tblPrEx>
          <w:tblCellMar>
            <w:top w:w="0" w:type="dxa"/>
            <w:bottom w:w="0" w:type="dxa"/>
          </w:tblCellMar>
        </w:tblPrEx>
        <w:trPr>
          <w:cantSplit/>
        </w:trPr>
        <w:tc>
          <w:tcPr>
            <w:tcW w:w="2551" w:type="dxa"/>
            <w:shd w:val="clear" w:color="auto" w:fill="998877"/>
          </w:tcPr>
          <w:p w14:paraId="4F28ED4A" w14:textId="77777777" w:rsidR="001F5B4D" w:rsidRPr="001F5B4D" w:rsidRDefault="001F5B4D" w:rsidP="001F5B4D"/>
        </w:tc>
        <w:tc>
          <w:tcPr>
            <w:tcW w:w="4536" w:type="dxa"/>
            <w:gridSpan w:val="2"/>
            <w:shd w:val="clear" w:color="auto" w:fill="998877"/>
          </w:tcPr>
          <w:p w14:paraId="70241AA7" w14:textId="77DA823E" w:rsidR="001F5B4D" w:rsidRPr="001F5B4D" w:rsidRDefault="001F5B4D" w:rsidP="001F5B4D">
            <w:r w:rsidRPr="001F5B4D">
              <w:t>Vulnerability score</w:t>
            </w:r>
          </w:p>
        </w:tc>
        <w:tc>
          <w:tcPr>
            <w:tcW w:w="851" w:type="dxa"/>
          </w:tcPr>
          <w:p w14:paraId="341F7E1E" w14:textId="14C37525" w:rsidR="001F5B4D" w:rsidRPr="001F5B4D" w:rsidRDefault="001F5B4D" w:rsidP="001F5B4D">
            <w:r w:rsidRPr="001F5B4D">
              <w:t>3.77</w:t>
            </w:r>
          </w:p>
        </w:tc>
      </w:tr>
    </w:tbl>
    <w:p w14:paraId="104A6E88" w14:textId="2971C038"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4B5213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4" w:name="T_TUX" w:colFirst="0" w:colLast="0"/>
          <w:p w14:paraId="2593A47E" w14:textId="6EC3A15B" w:rsidR="001F5B4D" w:rsidRPr="001F5B4D" w:rsidRDefault="001F5B4D" w:rsidP="001F5B4D">
            <w:pPr>
              <w:rPr>
                <w:b/>
              </w:rPr>
            </w:pPr>
            <w:r w:rsidRPr="001F5B4D">
              <w:rPr>
                <w:b/>
              </w:rPr>
              <w:fldChar w:fldCharType="begin"/>
            </w:r>
            <w:r w:rsidRPr="001F5B4D">
              <w:rPr>
                <w:b/>
              </w:rPr>
              <w:instrText xml:space="preserve"> HYPERLINK  \l "S_TUX" \o "PSA Score" </w:instrText>
            </w:r>
            <w:r w:rsidRPr="001F5B4D">
              <w:rPr>
                <w:b/>
              </w:rPr>
            </w:r>
            <w:r w:rsidRPr="001F5B4D">
              <w:rPr>
                <w:b/>
              </w:rPr>
              <w:fldChar w:fldCharType="separate"/>
            </w:r>
            <w:r w:rsidRPr="001F5B4D">
              <w:rPr>
                <w:rStyle w:val="Hyperlink"/>
                <w:b/>
              </w:rPr>
              <w:t>Mackerels and tunas</w:t>
            </w:r>
            <w:r w:rsidRPr="001F5B4D">
              <w:rPr>
                <w:b/>
              </w:rPr>
              <w:fldChar w:fldCharType="end"/>
            </w:r>
          </w:p>
        </w:tc>
        <w:tc>
          <w:tcPr>
            <w:tcW w:w="3969" w:type="dxa"/>
            <w:gridSpan w:val="2"/>
            <w:tcBorders>
              <w:bottom w:val="single" w:sz="4" w:space="0" w:color="auto"/>
            </w:tcBorders>
            <w:shd w:val="clear" w:color="auto" w:fill="998877"/>
          </w:tcPr>
          <w:p w14:paraId="7B4C2F07" w14:textId="0428BCDB" w:rsidR="001F5B4D" w:rsidRPr="001F5B4D" w:rsidRDefault="001F5B4D" w:rsidP="001F5B4D">
            <w:pPr>
              <w:rPr>
                <w:b/>
                <w:i/>
              </w:rPr>
            </w:pPr>
            <w:r w:rsidRPr="001F5B4D">
              <w:rPr>
                <w:b/>
                <w:i/>
              </w:rPr>
              <w:t>Family Scombridae</w:t>
            </w:r>
          </w:p>
        </w:tc>
      </w:tr>
      <w:bookmarkEnd w:id="154"/>
      <w:tr w:rsidR="001F5B4D" w:rsidRPr="001F5B4D" w14:paraId="4F36364A" w14:textId="77777777" w:rsidTr="00370619">
        <w:tblPrEx>
          <w:tblCellMar>
            <w:top w:w="0" w:type="dxa"/>
            <w:bottom w:w="0" w:type="dxa"/>
          </w:tblCellMar>
        </w:tblPrEx>
        <w:trPr>
          <w:cantSplit/>
        </w:trPr>
        <w:tc>
          <w:tcPr>
            <w:tcW w:w="7938" w:type="dxa"/>
            <w:gridSpan w:val="4"/>
            <w:shd w:val="clear" w:color="auto" w:fill="998877"/>
          </w:tcPr>
          <w:p w14:paraId="2D2DC047" w14:textId="20D823E3" w:rsidR="001F5B4D" w:rsidRPr="001F5B4D" w:rsidRDefault="001F5B4D" w:rsidP="001F5B4D">
            <w:pPr>
              <w:rPr>
                <w:b/>
              </w:rPr>
            </w:pPr>
            <w:r w:rsidRPr="001F5B4D">
              <w:rPr>
                <w:b/>
              </w:rPr>
              <w:t>Productivity</w:t>
            </w:r>
          </w:p>
        </w:tc>
      </w:tr>
      <w:tr w:rsidR="001F5B4D" w:rsidRPr="001F5B4D" w14:paraId="4A193BAB" w14:textId="77777777" w:rsidTr="001F5B4D">
        <w:tblPrEx>
          <w:tblCellMar>
            <w:top w:w="0" w:type="dxa"/>
            <w:bottom w:w="0" w:type="dxa"/>
          </w:tblCellMar>
        </w:tblPrEx>
        <w:trPr>
          <w:cantSplit/>
        </w:trPr>
        <w:tc>
          <w:tcPr>
            <w:tcW w:w="2551" w:type="dxa"/>
            <w:shd w:val="clear" w:color="auto" w:fill="998877"/>
          </w:tcPr>
          <w:p w14:paraId="6DCD8E32" w14:textId="1EE57982" w:rsidR="001F5B4D" w:rsidRPr="001F5B4D" w:rsidRDefault="001F5B4D" w:rsidP="001F5B4D">
            <w:r w:rsidRPr="001F5B4D">
              <w:t>Average age at maturity</w:t>
            </w:r>
          </w:p>
        </w:tc>
        <w:tc>
          <w:tcPr>
            <w:tcW w:w="4536" w:type="dxa"/>
            <w:gridSpan w:val="2"/>
          </w:tcPr>
          <w:p w14:paraId="01D501CA" w14:textId="647332FC" w:rsidR="001F5B4D" w:rsidRPr="001F5B4D" w:rsidRDefault="001F5B4D" w:rsidP="001F5B4D">
            <w:r w:rsidRPr="001F5B4D">
              <w:t>The score is based on the maximum risk score in the family Centrolophidae, which included 2 species.</w:t>
            </w:r>
          </w:p>
        </w:tc>
        <w:tc>
          <w:tcPr>
            <w:tcW w:w="851" w:type="dxa"/>
          </w:tcPr>
          <w:p w14:paraId="63B24BF7" w14:textId="3277E7AE" w:rsidR="001F5B4D" w:rsidRPr="001F5B4D" w:rsidRDefault="001F5B4D" w:rsidP="001F5B4D">
            <w:r w:rsidRPr="001F5B4D">
              <w:t>2</w:t>
            </w:r>
          </w:p>
        </w:tc>
      </w:tr>
      <w:tr w:rsidR="001F5B4D" w:rsidRPr="001F5B4D" w14:paraId="77D4B046" w14:textId="77777777" w:rsidTr="001F5B4D">
        <w:tblPrEx>
          <w:tblCellMar>
            <w:top w:w="0" w:type="dxa"/>
            <w:bottom w:w="0" w:type="dxa"/>
          </w:tblCellMar>
        </w:tblPrEx>
        <w:trPr>
          <w:cantSplit/>
        </w:trPr>
        <w:tc>
          <w:tcPr>
            <w:tcW w:w="2551" w:type="dxa"/>
            <w:shd w:val="clear" w:color="auto" w:fill="998877"/>
          </w:tcPr>
          <w:p w14:paraId="4512E00B" w14:textId="3CFFDAE6" w:rsidR="001F5B4D" w:rsidRPr="001F5B4D" w:rsidRDefault="001F5B4D" w:rsidP="001F5B4D">
            <w:r w:rsidRPr="001F5B4D">
              <w:t>Average max age</w:t>
            </w:r>
          </w:p>
        </w:tc>
        <w:tc>
          <w:tcPr>
            <w:tcW w:w="4536" w:type="dxa"/>
            <w:gridSpan w:val="2"/>
          </w:tcPr>
          <w:p w14:paraId="0029E66F" w14:textId="3E7D777B" w:rsidR="001F5B4D" w:rsidRPr="001F5B4D" w:rsidRDefault="001F5B4D" w:rsidP="001F5B4D">
            <w:r w:rsidRPr="001F5B4D">
              <w:t>The score is based on the maximum risk score in the family Centrolophidae, which included 2 species.</w:t>
            </w:r>
          </w:p>
        </w:tc>
        <w:tc>
          <w:tcPr>
            <w:tcW w:w="851" w:type="dxa"/>
          </w:tcPr>
          <w:p w14:paraId="6279DB08" w14:textId="6E5D7FEC" w:rsidR="001F5B4D" w:rsidRPr="001F5B4D" w:rsidRDefault="001F5B4D" w:rsidP="001F5B4D">
            <w:r w:rsidRPr="001F5B4D">
              <w:t>3</w:t>
            </w:r>
          </w:p>
        </w:tc>
      </w:tr>
      <w:tr w:rsidR="001F5B4D" w:rsidRPr="001F5B4D" w14:paraId="5053F8AB" w14:textId="77777777" w:rsidTr="001F5B4D">
        <w:tblPrEx>
          <w:tblCellMar>
            <w:top w:w="0" w:type="dxa"/>
            <w:bottom w:w="0" w:type="dxa"/>
          </w:tblCellMar>
        </w:tblPrEx>
        <w:trPr>
          <w:cantSplit/>
        </w:trPr>
        <w:tc>
          <w:tcPr>
            <w:tcW w:w="2551" w:type="dxa"/>
            <w:shd w:val="clear" w:color="auto" w:fill="998877"/>
          </w:tcPr>
          <w:p w14:paraId="357B6B03" w14:textId="14018390" w:rsidR="001F5B4D" w:rsidRPr="001F5B4D" w:rsidRDefault="001F5B4D" w:rsidP="001F5B4D">
            <w:r w:rsidRPr="001F5B4D">
              <w:t>Fecundity</w:t>
            </w:r>
          </w:p>
        </w:tc>
        <w:tc>
          <w:tcPr>
            <w:tcW w:w="4536" w:type="dxa"/>
            <w:gridSpan w:val="2"/>
          </w:tcPr>
          <w:p w14:paraId="5AC5160C" w14:textId="1920E47C" w:rsidR="001F5B4D" w:rsidRPr="001F5B4D" w:rsidRDefault="001F5B4D" w:rsidP="001F5B4D">
            <w:r w:rsidRPr="001F5B4D">
              <w:t>The score is based on the maximum risk score in the family Agonidae, which included 1 species.</w:t>
            </w:r>
          </w:p>
        </w:tc>
        <w:tc>
          <w:tcPr>
            <w:tcW w:w="851" w:type="dxa"/>
          </w:tcPr>
          <w:p w14:paraId="55EBC0E5" w14:textId="1DEA333A" w:rsidR="001F5B4D" w:rsidRPr="001F5B4D" w:rsidRDefault="001F5B4D" w:rsidP="001F5B4D">
            <w:r w:rsidRPr="001F5B4D">
              <w:t>1</w:t>
            </w:r>
          </w:p>
        </w:tc>
      </w:tr>
      <w:tr w:rsidR="001F5B4D" w:rsidRPr="001F5B4D" w14:paraId="53C08563" w14:textId="77777777" w:rsidTr="001F5B4D">
        <w:tblPrEx>
          <w:tblCellMar>
            <w:top w:w="0" w:type="dxa"/>
            <w:bottom w:w="0" w:type="dxa"/>
          </w:tblCellMar>
        </w:tblPrEx>
        <w:trPr>
          <w:cantSplit/>
        </w:trPr>
        <w:tc>
          <w:tcPr>
            <w:tcW w:w="2551" w:type="dxa"/>
            <w:shd w:val="clear" w:color="auto" w:fill="998877"/>
          </w:tcPr>
          <w:p w14:paraId="40778C0B" w14:textId="3CBC0B2B" w:rsidR="001F5B4D" w:rsidRPr="001F5B4D" w:rsidRDefault="001F5B4D" w:rsidP="001F5B4D">
            <w:r w:rsidRPr="001F5B4D">
              <w:t>Average max size</w:t>
            </w:r>
          </w:p>
        </w:tc>
        <w:tc>
          <w:tcPr>
            <w:tcW w:w="4536" w:type="dxa"/>
            <w:gridSpan w:val="2"/>
          </w:tcPr>
          <w:p w14:paraId="45444641" w14:textId="150534F5" w:rsidR="001F5B4D" w:rsidRPr="001F5B4D" w:rsidRDefault="001F5B4D" w:rsidP="001F5B4D">
            <w:r w:rsidRPr="001F5B4D">
              <w:t>The score is based on the maximum risk score in the family Agonidae, which included 1 species.</w:t>
            </w:r>
          </w:p>
        </w:tc>
        <w:tc>
          <w:tcPr>
            <w:tcW w:w="851" w:type="dxa"/>
          </w:tcPr>
          <w:p w14:paraId="674817A8" w14:textId="03CD67A9" w:rsidR="001F5B4D" w:rsidRPr="001F5B4D" w:rsidRDefault="001F5B4D" w:rsidP="001F5B4D">
            <w:r w:rsidRPr="001F5B4D">
              <w:t>3</w:t>
            </w:r>
          </w:p>
        </w:tc>
      </w:tr>
      <w:tr w:rsidR="001F5B4D" w:rsidRPr="001F5B4D" w14:paraId="40F3B3A9" w14:textId="77777777" w:rsidTr="001F5B4D">
        <w:tblPrEx>
          <w:tblCellMar>
            <w:top w:w="0" w:type="dxa"/>
            <w:bottom w:w="0" w:type="dxa"/>
          </w:tblCellMar>
        </w:tblPrEx>
        <w:trPr>
          <w:cantSplit/>
        </w:trPr>
        <w:tc>
          <w:tcPr>
            <w:tcW w:w="2551" w:type="dxa"/>
            <w:shd w:val="clear" w:color="auto" w:fill="998877"/>
          </w:tcPr>
          <w:p w14:paraId="1BC9FC63" w14:textId="7A0E6AE6" w:rsidR="001F5B4D" w:rsidRPr="001F5B4D" w:rsidRDefault="001F5B4D" w:rsidP="001F5B4D">
            <w:r w:rsidRPr="001F5B4D">
              <w:t>Average size at maturity</w:t>
            </w:r>
          </w:p>
        </w:tc>
        <w:tc>
          <w:tcPr>
            <w:tcW w:w="4536" w:type="dxa"/>
            <w:gridSpan w:val="2"/>
          </w:tcPr>
          <w:p w14:paraId="2EE41824" w14:textId="1627F5B7" w:rsidR="001F5B4D" w:rsidRPr="001F5B4D" w:rsidRDefault="001F5B4D" w:rsidP="001F5B4D">
            <w:r w:rsidRPr="001F5B4D">
              <w:t>The score is based on the maximum risk score in the family Agonidae, which included 1 species.</w:t>
            </w:r>
          </w:p>
        </w:tc>
        <w:tc>
          <w:tcPr>
            <w:tcW w:w="851" w:type="dxa"/>
          </w:tcPr>
          <w:p w14:paraId="7F7EDD10" w14:textId="160A2036" w:rsidR="001F5B4D" w:rsidRPr="001F5B4D" w:rsidRDefault="001F5B4D" w:rsidP="001F5B4D">
            <w:r w:rsidRPr="001F5B4D">
              <w:t>3</w:t>
            </w:r>
          </w:p>
        </w:tc>
      </w:tr>
      <w:tr w:rsidR="001F5B4D" w:rsidRPr="001F5B4D" w14:paraId="1371460C" w14:textId="77777777" w:rsidTr="001F5B4D">
        <w:tblPrEx>
          <w:tblCellMar>
            <w:top w:w="0" w:type="dxa"/>
            <w:bottom w:w="0" w:type="dxa"/>
          </w:tblCellMar>
        </w:tblPrEx>
        <w:trPr>
          <w:cantSplit/>
        </w:trPr>
        <w:tc>
          <w:tcPr>
            <w:tcW w:w="2551" w:type="dxa"/>
            <w:shd w:val="clear" w:color="auto" w:fill="998877"/>
          </w:tcPr>
          <w:p w14:paraId="6040362E" w14:textId="1D8269F9" w:rsidR="001F5B4D" w:rsidRPr="001F5B4D" w:rsidRDefault="001F5B4D" w:rsidP="001F5B4D">
            <w:r w:rsidRPr="001F5B4D">
              <w:t>Reproductive strategy</w:t>
            </w:r>
          </w:p>
        </w:tc>
        <w:tc>
          <w:tcPr>
            <w:tcW w:w="4536" w:type="dxa"/>
            <w:gridSpan w:val="2"/>
          </w:tcPr>
          <w:p w14:paraId="1A6B701C" w14:textId="2F282B55" w:rsidR="001F5B4D" w:rsidRPr="001F5B4D" w:rsidRDefault="001F5B4D" w:rsidP="001F5B4D">
            <w:r w:rsidRPr="001F5B4D">
              <w:t>The score is based on the maximum risk score in the family Agonidae, which included 1 species.</w:t>
            </w:r>
          </w:p>
        </w:tc>
        <w:tc>
          <w:tcPr>
            <w:tcW w:w="851" w:type="dxa"/>
          </w:tcPr>
          <w:p w14:paraId="26B89D24" w14:textId="3313265C" w:rsidR="001F5B4D" w:rsidRPr="001F5B4D" w:rsidRDefault="001F5B4D" w:rsidP="001F5B4D">
            <w:r w:rsidRPr="001F5B4D">
              <w:t>1</w:t>
            </w:r>
          </w:p>
        </w:tc>
      </w:tr>
      <w:tr w:rsidR="001F5B4D" w:rsidRPr="001F5B4D" w14:paraId="68EA8A54" w14:textId="77777777" w:rsidTr="001F5B4D">
        <w:tblPrEx>
          <w:tblCellMar>
            <w:top w:w="0" w:type="dxa"/>
            <w:bottom w:w="0" w:type="dxa"/>
          </w:tblCellMar>
        </w:tblPrEx>
        <w:trPr>
          <w:cantSplit/>
        </w:trPr>
        <w:tc>
          <w:tcPr>
            <w:tcW w:w="2551" w:type="dxa"/>
            <w:shd w:val="clear" w:color="auto" w:fill="998877"/>
          </w:tcPr>
          <w:p w14:paraId="7B98F746" w14:textId="00B36008" w:rsidR="001F5B4D" w:rsidRPr="001F5B4D" w:rsidRDefault="001F5B4D" w:rsidP="001F5B4D">
            <w:r w:rsidRPr="001F5B4D">
              <w:t>Trophic level</w:t>
            </w:r>
          </w:p>
        </w:tc>
        <w:tc>
          <w:tcPr>
            <w:tcW w:w="4536" w:type="dxa"/>
            <w:gridSpan w:val="2"/>
            <w:tcBorders>
              <w:bottom w:val="single" w:sz="4" w:space="0" w:color="auto"/>
            </w:tcBorders>
          </w:tcPr>
          <w:p w14:paraId="36532C1F" w14:textId="7C77C6C1" w:rsidR="001F5B4D" w:rsidRPr="001F5B4D" w:rsidRDefault="001F5B4D" w:rsidP="001F5B4D">
            <w:r w:rsidRPr="001F5B4D">
              <w:t>The score is based on the maximum risk score in the family Agonidae, which included 1 species.</w:t>
            </w:r>
          </w:p>
        </w:tc>
        <w:tc>
          <w:tcPr>
            <w:tcW w:w="851" w:type="dxa"/>
          </w:tcPr>
          <w:p w14:paraId="2FD0661F" w14:textId="1A10CEA1" w:rsidR="001F5B4D" w:rsidRPr="001F5B4D" w:rsidRDefault="001F5B4D" w:rsidP="001F5B4D">
            <w:r w:rsidRPr="001F5B4D">
              <w:t>3</w:t>
            </w:r>
          </w:p>
        </w:tc>
      </w:tr>
      <w:tr w:rsidR="001F5B4D" w:rsidRPr="001F5B4D" w14:paraId="5197D645"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08C994E8" w14:textId="77777777" w:rsidR="001F5B4D" w:rsidRPr="001F5B4D" w:rsidRDefault="001F5B4D" w:rsidP="001F5B4D"/>
        </w:tc>
        <w:tc>
          <w:tcPr>
            <w:tcW w:w="4536" w:type="dxa"/>
            <w:gridSpan w:val="2"/>
            <w:tcBorders>
              <w:bottom w:val="single" w:sz="4" w:space="0" w:color="auto"/>
            </w:tcBorders>
            <w:shd w:val="clear" w:color="auto" w:fill="998877"/>
          </w:tcPr>
          <w:p w14:paraId="38623A56" w14:textId="11D3C6E4" w:rsidR="001F5B4D" w:rsidRPr="001F5B4D" w:rsidRDefault="001F5B4D" w:rsidP="001F5B4D">
            <w:r w:rsidRPr="001F5B4D">
              <w:t>Productivity score</w:t>
            </w:r>
          </w:p>
        </w:tc>
        <w:tc>
          <w:tcPr>
            <w:tcW w:w="851" w:type="dxa"/>
            <w:tcBorders>
              <w:bottom w:val="single" w:sz="4" w:space="0" w:color="auto"/>
            </w:tcBorders>
          </w:tcPr>
          <w:p w14:paraId="2B64B59B" w14:textId="0481C87D" w:rsidR="001F5B4D" w:rsidRPr="001F5B4D" w:rsidRDefault="001F5B4D" w:rsidP="001F5B4D">
            <w:r w:rsidRPr="001F5B4D">
              <w:t>2.29</w:t>
            </w:r>
          </w:p>
        </w:tc>
      </w:tr>
      <w:tr w:rsidR="001F5B4D" w:rsidRPr="001F5B4D" w14:paraId="7F383B41" w14:textId="77777777" w:rsidTr="00683634">
        <w:tblPrEx>
          <w:tblCellMar>
            <w:top w:w="0" w:type="dxa"/>
            <w:bottom w:w="0" w:type="dxa"/>
          </w:tblCellMar>
        </w:tblPrEx>
        <w:trPr>
          <w:cantSplit/>
        </w:trPr>
        <w:tc>
          <w:tcPr>
            <w:tcW w:w="7938" w:type="dxa"/>
            <w:gridSpan w:val="4"/>
            <w:shd w:val="clear" w:color="auto" w:fill="998877"/>
          </w:tcPr>
          <w:p w14:paraId="3474C863" w14:textId="1DA68549" w:rsidR="001F5B4D" w:rsidRPr="001F5B4D" w:rsidRDefault="001F5B4D" w:rsidP="001F5B4D">
            <w:pPr>
              <w:rPr>
                <w:b/>
              </w:rPr>
            </w:pPr>
            <w:r w:rsidRPr="001F5B4D">
              <w:rPr>
                <w:b/>
              </w:rPr>
              <w:t>Susceptibility</w:t>
            </w:r>
          </w:p>
        </w:tc>
      </w:tr>
      <w:tr w:rsidR="001F5B4D" w:rsidRPr="001F5B4D" w14:paraId="6A4DC22E" w14:textId="77777777" w:rsidTr="001F5B4D">
        <w:tblPrEx>
          <w:tblCellMar>
            <w:top w:w="0" w:type="dxa"/>
            <w:bottom w:w="0" w:type="dxa"/>
          </w:tblCellMar>
        </w:tblPrEx>
        <w:trPr>
          <w:cantSplit/>
        </w:trPr>
        <w:tc>
          <w:tcPr>
            <w:tcW w:w="2551" w:type="dxa"/>
            <w:shd w:val="clear" w:color="auto" w:fill="998877"/>
          </w:tcPr>
          <w:p w14:paraId="2B461CC8" w14:textId="1854106C" w:rsidR="001F5B4D" w:rsidRPr="001F5B4D" w:rsidRDefault="001F5B4D" w:rsidP="001F5B4D">
            <w:r w:rsidRPr="001F5B4D">
              <w:t>Areal overlap (availability)</w:t>
            </w:r>
          </w:p>
        </w:tc>
        <w:tc>
          <w:tcPr>
            <w:tcW w:w="4536" w:type="dxa"/>
            <w:gridSpan w:val="2"/>
          </w:tcPr>
          <w:p w14:paraId="3BCAFB59" w14:textId="6C06BCF9" w:rsidR="001F5B4D" w:rsidRPr="001F5B4D" w:rsidRDefault="001F5B4D" w:rsidP="001F5B4D">
            <w:r w:rsidRPr="001F5B4D">
              <w:t>Worldwide pelagic distribution</w:t>
            </w:r>
          </w:p>
        </w:tc>
        <w:tc>
          <w:tcPr>
            <w:tcW w:w="851" w:type="dxa"/>
          </w:tcPr>
          <w:p w14:paraId="7519653D" w14:textId="598C9012" w:rsidR="001F5B4D" w:rsidRPr="001F5B4D" w:rsidRDefault="001F5B4D" w:rsidP="001F5B4D">
            <w:r w:rsidRPr="001F5B4D">
              <w:t>3</w:t>
            </w:r>
          </w:p>
        </w:tc>
      </w:tr>
      <w:tr w:rsidR="001F5B4D" w:rsidRPr="001F5B4D" w14:paraId="2F4CDC71" w14:textId="77777777" w:rsidTr="001F5B4D">
        <w:tblPrEx>
          <w:tblCellMar>
            <w:top w:w="0" w:type="dxa"/>
            <w:bottom w:w="0" w:type="dxa"/>
          </w:tblCellMar>
        </w:tblPrEx>
        <w:trPr>
          <w:cantSplit/>
        </w:trPr>
        <w:tc>
          <w:tcPr>
            <w:tcW w:w="2551" w:type="dxa"/>
            <w:shd w:val="clear" w:color="auto" w:fill="998877"/>
          </w:tcPr>
          <w:p w14:paraId="441F43A4" w14:textId="007FE6DF" w:rsidR="001F5B4D" w:rsidRPr="001F5B4D" w:rsidRDefault="001F5B4D" w:rsidP="001F5B4D">
            <w:r w:rsidRPr="001F5B4D">
              <w:t>Encounterability</w:t>
            </w:r>
          </w:p>
        </w:tc>
        <w:tc>
          <w:tcPr>
            <w:tcW w:w="4536" w:type="dxa"/>
            <w:gridSpan w:val="2"/>
          </w:tcPr>
          <w:p w14:paraId="7E72B7C0" w14:textId="45C8B4CE" w:rsidR="001F5B4D" w:rsidRPr="001F5B4D" w:rsidRDefault="001F5B4D" w:rsidP="001F5B4D">
            <w:r w:rsidRPr="001F5B4D">
              <w:t>The depth range of the species is 1-100m. For surface gears, the vertical overlap index with this species is 100.00%.</w:t>
            </w:r>
          </w:p>
        </w:tc>
        <w:tc>
          <w:tcPr>
            <w:tcW w:w="851" w:type="dxa"/>
          </w:tcPr>
          <w:p w14:paraId="12004467" w14:textId="3FCD1ABA" w:rsidR="001F5B4D" w:rsidRPr="001F5B4D" w:rsidRDefault="001F5B4D" w:rsidP="001F5B4D">
            <w:r w:rsidRPr="001F5B4D">
              <w:t>3</w:t>
            </w:r>
          </w:p>
        </w:tc>
      </w:tr>
      <w:tr w:rsidR="001F5B4D" w:rsidRPr="001F5B4D" w14:paraId="5A2423F6" w14:textId="77777777" w:rsidTr="001F5B4D">
        <w:tblPrEx>
          <w:tblCellMar>
            <w:top w:w="0" w:type="dxa"/>
            <w:bottom w:w="0" w:type="dxa"/>
          </w:tblCellMar>
        </w:tblPrEx>
        <w:trPr>
          <w:cantSplit/>
        </w:trPr>
        <w:tc>
          <w:tcPr>
            <w:tcW w:w="2551" w:type="dxa"/>
            <w:shd w:val="clear" w:color="auto" w:fill="998877"/>
          </w:tcPr>
          <w:p w14:paraId="32B1974B" w14:textId="3A873959" w:rsidR="001F5B4D" w:rsidRPr="001F5B4D" w:rsidRDefault="001F5B4D" w:rsidP="001F5B4D">
            <w:r w:rsidRPr="001F5B4D">
              <w:t>Selectivity</w:t>
            </w:r>
          </w:p>
        </w:tc>
        <w:tc>
          <w:tcPr>
            <w:tcW w:w="4536" w:type="dxa"/>
            <w:gridSpan w:val="2"/>
          </w:tcPr>
          <w:p w14:paraId="6205F395" w14:textId="70AFD4C2" w:rsidR="001F5B4D" w:rsidRPr="001F5B4D" w:rsidRDefault="001F5B4D" w:rsidP="001F5B4D">
            <w:r w:rsidRPr="001F5B4D">
              <w:t>The maximum length of the species is missing, but the family's maximum length based on 50 species is 458cm. For tropical surface fisheries, the length overlap index with this species is 100.00%.</w:t>
            </w:r>
          </w:p>
        </w:tc>
        <w:tc>
          <w:tcPr>
            <w:tcW w:w="851" w:type="dxa"/>
          </w:tcPr>
          <w:p w14:paraId="195E8515" w14:textId="248216FB" w:rsidR="001F5B4D" w:rsidRPr="001F5B4D" w:rsidRDefault="001F5B4D" w:rsidP="001F5B4D">
            <w:r w:rsidRPr="001F5B4D">
              <w:t>3</w:t>
            </w:r>
          </w:p>
        </w:tc>
      </w:tr>
      <w:tr w:rsidR="001F5B4D" w:rsidRPr="001F5B4D" w14:paraId="7E268FA1" w14:textId="77777777" w:rsidTr="001F5B4D">
        <w:tblPrEx>
          <w:tblCellMar>
            <w:top w:w="0" w:type="dxa"/>
            <w:bottom w:w="0" w:type="dxa"/>
          </w:tblCellMar>
        </w:tblPrEx>
        <w:trPr>
          <w:cantSplit/>
        </w:trPr>
        <w:tc>
          <w:tcPr>
            <w:tcW w:w="2551" w:type="dxa"/>
            <w:shd w:val="clear" w:color="auto" w:fill="998877"/>
          </w:tcPr>
          <w:p w14:paraId="37846A16" w14:textId="2DB86271" w:rsidR="001F5B4D" w:rsidRPr="001F5B4D" w:rsidRDefault="001F5B4D" w:rsidP="001F5B4D">
            <w:r w:rsidRPr="001F5B4D">
              <w:t>Post capture mortality</w:t>
            </w:r>
          </w:p>
        </w:tc>
        <w:tc>
          <w:tcPr>
            <w:tcW w:w="4536" w:type="dxa"/>
            <w:gridSpan w:val="2"/>
            <w:tcBorders>
              <w:bottom w:val="single" w:sz="4" w:space="0" w:color="auto"/>
            </w:tcBorders>
          </w:tcPr>
          <w:p w14:paraId="6DE6A009" w14:textId="15A558ED" w:rsidR="001F5B4D" w:rsidRPr="001F5B4D" w:rsidRDefault="001F5B4D" w:rsidP="001F5B4D">
            <w:r w:rsidRPr="001F5B4D">
              <w:t>No direct evidence of survival after capture.</w:t>
            </w:r>
          </w:p>
        </w:tc>
        <w:tc>
          <w:tcPr>
            <w:tcW w:w="851" w:type="dxa"/>
          </w:tcPr>
          <w:p w14:paraId="43967580" w14:textId="035147B4" w:rsidR="001F5B4D" w:rsidRPr="001F5B4D" w:rsidRDefault="001F5B4D" w:rsidP="001F5B4D">
            <w:r w:rsidRPr="001F5B4D">
              <w:t>3</w:t>
            </w:r>
          </w:p>
        </w:tc>
      </w:tr>
      <w:tr w:rsidR="001F5B4D" w:rsidRPr="001F5B4D" w14:paraId="26BFEE81" w14:textId="77777777" w:rsidTr="001F5B4D">
        <w:tblPrEx>
          <w:tblCellMar>
            <w:top w:w="0" w:type="dxa"/>
            <w:bottom w:w="0" w:type="dxa"/>
          </w:tblCellMar>
        </w:tblPrEx>
        <w:trPr>
          <w:cantSplit/>
        </w:trPr>
        <w:tc>
          <w:tcPr>
            <w:tcW w:w="2551" w:type="dxa"/>
            <w:shd w:val="clear" w:color="auto" w:fill="998877"/>
          </w:tcPr>
          <w:p w14:paraId="2861156A" w14:textId="77777777" w:rsidR="001F5B4D" w:rsidRPr="001F5B4D" w:rsidRDefault="001F5B4D" w:rsidP="001F5B4D"/>
        </w:tc>
        <w:tc>
          <w:tcPr>
            <w:tcW w:w="4536" w:type="dxa"/>
            <w:gridSpan w:val="2"/>
            <w:tcBorders>
              <w:bottom w:val="single" w:sz="4" w:space="0" w:color="auto"/>
            </w:tcBorders>
            <w:shd w:val="clear" w:color="auto" w:fill="998877"/>
          </w:tcPr>
          <w:p w14:paraId="2F7F5C26" w14:textId="6038826E" w:rsidR="001F5B4D" w:rsidRPr="001F5B4D" w:rsidRDefault="001F5B4D" w:rsidP="001F5B4D">
            <w:r w:rsidRPr="001F5B4D">
              <w:t>Susceptibility score</w:t>
            </w:r>
          </w:p>
        </w:tc>
        <w:tc>
          <w:tcPr>
            <w:tcW w:w="851" w:type="dxa"/>
          </w:tcPr>
          <w:p w14:paraId="43FEF313" w14:textId="72F09F16" w:rsidR="001F5B4D" w:rsidRPr="001F5B4D" w:rsidRDefault="001F5B4D" w:rsidP="001F5B4D">
            <w:r w:rsidRPr="001F5B4D">
              <w:t>3.00</w:t>
            </w:r>
          </w:p>
        </w:tc>
      </w:tr>
      <w:tr w:rsidR="001F5B4D" w:rsidRPr="001F5B4D" w14:paraId="050C739F" w14:textId="77777777" w:rsidTr="001F5B4D">
        <w:tblPrEx>
          <w:tblCellMar>
            <w:top w:w="0" w:type="dxa"/>
            <w:bottom w:w="0" w:type="dxa"/>
          </w:tblCellMar>
        </w:tblPrEx>
        <w:trPr>
          <w:cantSplit/>
        </w:trPr>
        <w:tc>
          <w:tcPr>
            <w:tcW w:w="2551" w:type="dxa"/>
            <w:shd w:val="clear" w:color="auto" w:fill="998877"/>
          </w:tcPr>
          <w:p w14:paraId="2C2D9318" w14:textId="77777777" w:rsidR="001F5B4D" w:rsidRPr="001F5B4D" w:rsidRDefault="001F5B4D" w:rsidP="001F5B4D"/>
        </w:tc>
        <w:tc>
          <w:tcPr>
            <w:tcW w:w="4536" w:type="dxa"/>
            <w:gridSpan w:val="2"/>
            <w:shd w:val="clear" w:color="auto" w:fill="998877"/>
          </w:tcPr>
          <w:p w14:paraId="6B70DD74" w14:textId="1413F9C5" w:rsidR="001F5B4D" w:rsidRPr="001F5B4D" w:rsidRDefault="001F5B4D" w:rsidP="001F5B4D">
            <w:r w:rsidRPr="001F5B4D">
              <w:t>Vulnerability score</w:t>
            </w:r>
          </w:p>
        </w:tc>
        <w:tc>
          <w:tcPr>
            <w:tcW w:w="851" w:type="dxa"/>
          </w:tcPr>
          <w:p w14:paraId="63EC8DE5" w14:textId="5D61A7E6" w:rsidR="001F5B4D" w:rsidRPr="001F5B4D" w:rsidRDefault="001F5B4D" w:rsidP="001F5B4D">
            <w:r w:rsidRPr="001F5B4D">
              <w:t>3.77</w:t>
            </w:r>
          </w:p>
        </w:tc>
      </w:tr>
    </w:tbl>
    <w:p w14:paraId="0BE7EB87" w14:textId="0672F847"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53C997C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5" w:name="T_BIL" w:colFirst="0" w:colLast="0"/>
          <w:p w14:paraId="78FAE2FD" w14:textId="572E9A83" w:rsidR="001F5B4D" w:rsidRPr="001F5B4D" w:rsidRDefault="001F5B4D" w:rsidP="001F5B4D">
            <w:pPr>
              <w:rPr>
                <w:b/>
              </w:rPr>
            </w:pPr>
            <w:r w:rsidRPr="001F5B4D">
              <w:rPr>
                <w:b/>
              </w:rPr>
              <w:fldChar w:fldCharType="begin"/>
            </w:r>
            <w:r w:rsidRPr="001F5B4D">
              <w:rPr>
                <w:b/>
              </w:rPr>
              <w:instrText xml:space="preserve"> HYPERLINK  \l "S_BIL" \o "PSA Score" </w:instrText>
            </w:r>
            <w:r w:rsidRPr="001F5B4D">
              <w:rPr>
                <w:b/>
              </w:rPr>
            </w:r>
            <w:r w:rsidRPr="001F5B4D">
              <w:rPr>
                <w:b/>
              </w:rPr>
              <w:fldChar w:fldCharType="separate"/>
            </w:r>
            <w:r w:rsidRPr="001F5B4D">
              <w:rPr>
                <w:rStyle w:val="Hyperlink"/>
                <w:b/>
              </w:rPr>
              <w:t>Billfish</w:t>
            </w:r>
            <w:r w:rsidRPr="001F5B4D">
              <w:rPr>
                <w:b/>
              </w:rPr>
              <w:fldChar w:fldCharType="end"/>
            </w:r>
          </w:p>
        </w:tc>
        <w:tc>
          <w:tcPr>
            <w:tcW w:w="3969" w:type="dxa"/>
            <w:gridSpan w:val="2"/>
            <w:tcBorders>
              <w:bottom w:val="single" w:sz="4" w:space="0" w:color="auto"/>
            </w:tcBorders>
            <w:shd w:val="clear" w:color="auto" w:fill="998877"/>
          </w:tcPr>
          <w:p w14:paraId="39B79B32" w14:textId="5B8CA776" w:rsidR="001F5B4D" w:rsidRPr="001F5B4D" w:rsidRDefault="001F5B4D" w:rsidP="001F5B4D">
            <w:pPr>
              <w:rPr>
                <w:b/>
                <w:i/>
              </w:rPr>
            </w:pPr>
            <w:r w:rsidRPr="001F5B4D">
              <w:rPr>
                <w:b/>
                <w:i/>
              </w:rPr>
              <w:t>Family Istiophoridae</w:t>
            </w:r>
          </w:p>
        </w:tc>
      </w:tr>
      <w:bookmarkEnd w:id="155"/>
      <w:tr w:rsidR="001F5B4D" w:rsidRPr="001F5B4D" w14:paraId="61420559" w14:textId="77777777" w:rsidTr="000546D4">
        <w:tblPrEx>
          <w:tblCellMar>
            <w:top w:w="0" w:type="dxa"/>
            <w:bottom w:w="0" w:type="dxa"/>
          </w:tblCellMar>
        </w:tblPrEx>
        <w:trPr>
          <w:cantSplit/>
        </w:trPr>
        <w:tc>
          <w:tcPr>
            <w:tcW w:w="7938" w:type="dxa"/>
            <w:gridSpan w:val="4"/>
            <w:shd w:val="clear" w:color="auto" w:fill="998877"/>
          </w:tcPr>
          <w:p w14:paraId="17E5AD9C" w14:textId="688B8DE1" w:rsidR="001F5B4D" w:rsidRPr="001F5B4D" w:rsidRDefault="001F5B4D" w:rsidP="001F5B4D">
            <w:pPr>
              <w:rPr>
                <w:b/>
              </w:rPr>
            </w:pPr>
            <w:r w:rsidRPr="001F5B4D">
              <w:rPr>
                <w:b/>
              </w:rPr>
              <w:t>Productivity</w:t>
            </w:r>
          </w:p>
        </w:tc>
      </w:tr>
      <w:tr w:rsidR="001F5B4D" w:rsidRPr="001F5B4D" w14:paraId="3240F0E8" w14:textId="77777777" w:rsidTr="001F5B4D">
        <w:tblPrEx>
          <w:tblCellMar>
            <w:top w:w="0" w:type="dxa"/>
            <w:bottom w:w="0" w:type="dxa"/>
          </w:tblCellMar>
        </w:tblPrEx>
        <w:trPr>
          <w:cantSplit/>
        </w:trPr>
        <w:tc>
          <w:tcPr>
            <w:tcW w:w="2551" w:type="dxa"/>
            <w:shd w:val="clear" w:color="auto" w:fill="998877"/>
          </w:tcPr>
          <w:p w14:paraId="3CD412B4" w14:textId="4CCEDC2F" w:rsidR="001F5B4D" w:rsidRPr="001F5B4D" w:rsidRDefault="001F5B4D" w:rsidP="001F5B4D">
            <w:r w:rsidRPr="001F5B4D">
              <w:t>Average age at maturity</w:t>
            </w:r>
          </w:p>
        </w:tc>
        <w:tc>
          <w:tcPr>
            <w:tcW w:w="4536" w:type="dxa"/>
            <w:gridSpan w:val="2"/>
          </w:tcPr>
          <w:p w14:paraId="2EDE6865" w14:textId="36E1E30C" w:rsidR="001F5B4D" w:rsidRPr="001F5B4D" w:rsidRDefault="001F5B4D" w:rsidP="001F5B4D">
            <w:r w:rsidRPr="001F5B4D">
              <w:t>The score is based on the maximum risk score in the family Belonidae, which included 2 species.</w:t>
            </w:r>
          </w:p>
        </w:tc>
        <w:tc>
          <w:tcPr>
            <w:tcW w:w="851" w:type="dxa"/>
          </w:tcPr>
          <w:p w14:paraId="2557BED6" w14:textId="12D01363" w:rsidR="001F5B4D" w:rsidRPr="001F5B4D" w:rsidRDefault="001F5B4D" w:rsidP="001F5B4D">
            <w:r w:rsidRPr="001F5B4D">
              <w:t>1</w:t>
            </w:r>
          </w:p>
        </w:tc>
      </w:tr>
      <w:tr w:rsidR="001F5B4D" w:rsidRPr="001F5B4D" w14:paraId="0204F866" w14:textId="77777777" w:rsidTr="001F5B4D">
        <w:tblPrEx>
          <w:tblCellMar>
            <w:top w:w="0" w:type="dxa"/>
            <w:bottom w:w="0" w:type="dxa"/>
          </w:tblCellMar>
        </w:tblPrEx>
        <w:trPr>
          <w:cantSplit/>
        </w:trPr>
        <w:tc>
          <w:tcPr>
            <w:tcW w:w="2551" w:type="dxa"/>
            <w:shd w:val="clear" w:color="auto" w:fill="998877"/>
          </w:tcPr>
          <w:p w14:paraId="0066D3F8" w14:textId="53847024" w:rsidR="001F5B4D" w:rsidRPr="001F5B4D" w:rsidRDefault="001F5B4D" w:rsidP="001F5B4D">
            <w:r w:rsidRPr="001F5B4D">
              <w:t>Average max age</w:t>
            </w:r>
          </w:p>
        </w:tc>
        <w:tc>
          <w:tcPr>
            <w:tcW w:w="4536" w:type="dxa"/>
            <w:gridSpan w:val="2"/>
          </w:tcPr>
          <w:p w14:paraId="03DE82DA" w14:textId="1ACEF13E" w:rsidR="001F5B4D" w:rsidRPr="001F5B4D" w:rsidRDefault="001F5B4D" w:rsidP="001F5B4D">
            <w:r w:rsidRPr="001F5B4D">
              <w:t>The score is based on the maximum risk score in the family Belonidae, which included 2 species.</w:t>
            </w:r>
          </w:p>
        </w:tc>
        <w:tc>
          <w:tcPr>
            <w:tcW w:w="851" w:type="dxa"/>
          </w:tcPr>
          <w:p w14:paraId="0A4E89B1" w14:textId="10099B09" w:rsidR="001F5B4D" w:rsidRPr="001F5B4D" w:rsidRDefault="001F5B4D" w:rsidP="001F5B4D">
            <w:r w:rsidRPr="001F5B4D">
              <w:t>2</w:t>
            </w:r>
          </w:p>
        </w:tc>
      </w:tr>
      <w:tr w:rsidR="001F5B4D" w:rsidRPr="001F5B4D" w14:paraId="03E268BE" w14:textId="77777777" w:rsidTr="001F5B4D">
        <w:tblPrEx>
          <w:tblCellMar>
            <w:top w:w="0" w:type="dxa"/>
            <w:bottom w:w="0" w:type="dxa"/>
          </w:tblCellMar>
        </w:tblPrEx>
        <w:trPr>
          <w:cantSplit/>
        </w:trPr>
        <w:tc>
          <w:tcPr>
            <w:tcW w:w="2551" w:type="dxa"/>
            <w:shd w:val="clear" w:color="auto" w:fill="998877"/>
          </w:tcPr>
          <w:p w14:paraId="13BA0AFB" w14:textId="5B8D74FF" w:rsidR="001F5B4D" w:rsidRPr="001F5B4D" w:rsidRDefault="001F5B4D" w:rsidP="001F5B4D">
            <w:r w:rsidRPr="001F5B4D">
              <w:t>Fecundity</w:t>
            </w:r>
          </w:p>
        </w:tc>
        <w:tc>
          <w:tcPr>
            <w:tcW w:w="4536" w:type="dxa"/>
            <w:gridSpan w:val="2"/>
          </w:tcPr>
          <w:p w14:paraId="6343F791" w14:textId="5CCE3479" w:rsidR="001F5B4D" w:rsidRPr="001F5B4D" w:rsidRDefault="001F5B4D" w:rsidP="001F5B4D">
            <w:r w:rsidRPr="001F5B4D">
              <w:t>The score is based on the maximum risk score in the family Agonidae, which included 1 species.</w:t>
            </w:r>
          </w:p>
        </w:tc>
        <w:tc>
          <w:tcPr>
            <w:tcW w:w="851" w:type="dxa"/>
          </w:tcPr>
          <w:p w14:paraId="417D6D99" w14:textId="6DBFFDFD" w:rsidR="001F5B4D" w:rsidRPr="001F5B4D" w:rsidRDefault="001F5B4D" w:rsidP="001F5B4D">
            <w:r w:rsidRPr="001F5B4D">
              <w:t>1</w:t>
            </w:r>
          </w:p>
        </w:tc>
      </w:tr>
      <w:tr w:rsidR="001F5B4D" w:rsidRPr="001F5B4D" w14:paraId="242DDCD5" w14:textId="77777777" w:rsidTr="001F5B4D">
        <w:tblPrEx>
          <w:tblCellMar>
            <w:top w:w="0" w:type="dxa"/>
            <w:bottom w:w="0" w:type="dxa"/>
          </w:tblCellMar>
        </w:tblPrEx>
        <w:trPr>
          <w:cantSplit/>
        </w:trPr>
        <w:tc>
          <w:tcPr>
            <w:tcW w:w="2551" w:type="dxa"/>
            <w:shd w:val="clear" w:color="auto" w:fill="998877"/>
          </w:tcPr>
          <w:p w14:paraId="1FD8F28E" w14:textId="797FD2A9" w:rsidR="001F5B4D" w:rsidRPr="001F5B4D" w:rsidRDefault="001F5B4D" w:rsidP="001F5B4D">
            <w:r w:rsidRPr="001F5B4D">
              <w:t>Average max size</w:t>
            </w:r>
          </w:p>
        </w:tc>
        <w:tc>
          <w:tcPr>
            <w:tcW w:w="4536" w:type="dxa"/>
            <w:gridSpan w:val="2"/>
          </w:tcPr>
          <w:p w14:paraId="60DDE788" w14:textId="37C1920F" w:rsidR="001F5B4D" w:rsidRPr="001F5B4D" w:rsidRDefault="001F5B4D" w:rsidP="001F5B4D">
            <w:r w:rsidRPr="001F5B4D">
              <w:t>The score is based on the maximum risk score in the family Belonidae, which included 3 species.</w:t>
            </w:r>
          </w:p>
        </w:tc>
        <w:tc>
          <w:tcPr>
            <w:tcW w:w="851" w:type="dxa"/>
          </w:tcPr>
          <w:p w14:paraId="3C084438" w14:textId="180D1C3F" w:rsidR="001F5B4D" w:rsidRPr="001F5B4D" w:rsidRDefault="001F5B4D" w:rsidP="001F5B4D">
            <w:r w:rsidRPr="001F5B4D">
              <w:t>3</w:t>
            </w:r>
          </w:p>
        </w:tc>
      </w:tr>
      <w:tr w:rsidR="001F5B4D" w:rsidRPr="001F5B4D" w14:paraId="0A982BE9" w14:textId="77777777" w:rsidTr="001F5B4D">
        <w:tblPrEx>
          <w:tblCellMar>
            <w:top w:w="0" w:type="dxa"/>
            <w:bottom w:w="0" w:type="dxa"/>
          </w:tblCellMar>
        </w:tblPrEx>
        <w:trPr>
          <w:cantSplit/>
        </w:trPr>
        <w:tc>
          <w:tcPr>
            <w:tcW w:w="2551" w:type="dxa"/>
            <w:shd w:val="clear" w:color="auto" w:fill="998877"/>
          </w:tcPr>
          <w:p w14:paraId="0E7D8B9B" w14:textId="4A016BB6" w:rsidR="001F5B4D" w:rsidRPr="001F5B4D" w:rsidRDefault="001F5B4D" w:rsidP="001F5B4D">
            <w:r w:rsidRPr="001F5B4D">
              <w:t>Average size at maturity</w:t>
            </w:r>
          </w:p>
        </w:tc>
        <w:tc>
          <w:tcPr>
            <w:tcW w:w="4536" w:type="dxa"/>
            <w:gridSpan w:val="2"/>
          </w:tcPr>
          <w:p w14:paraId="016183F1" w14:textId="338E0241" w:rsidR="001F5B4D" w:rsidRPr="001F5B4D" w:rsidRDefault="001F5B4D" w:rsidP="001F5B4D">
            <w:r w:rsidRPr="001F5B4D">
              <w:t>The score is based on the maximum risk score in the family Belonidae, which included 3 species.</w:t>
            </w:r>
          </w:p>
        </w:tc>
        <w:tc>
          <w:tcPr>
            <w:tcW w:w="851" w:type="dxa"/>
          </w:tcPr>
          <w:p w14:paraId="150F64BC" w14:textId="69F948FC" w:rsidR="001F5B4D" w:rsidRPr="001F5B4D" w:rsidRDefault="001F5B4D" w:rsidP="001F5B4D">
            <w:r w:rsidRPr="001F5B4D">
              <w:t>3</w:t>
            </w:r>
          </w:p>
        </w:tc>
      </w:tr>
      <w:tr w:rsidR="001F5B4D" w:rsidRPr="001F5B4D" w14:paraId="7174FEC3" w14:textId="77777777" w:rsidTr="001F5B4D">
        <w:tblPrEx>
          <w:tblCellMar>
            <w:top w:w="0" w:type="dxa"/>
            <w:bottom w:w="0" w:type="dxa"/>
          </w:tblCellMar>
        </w:tblPrEx>
        <w:trPr>
          <w:cantSplit/>
        </w:trPr>
        <w:tc>
          <w:tcPr>
            <w:tcW w:w="2551" w:type="dxa"/>
            <w:shd w:val="clear" w:color="auto" w:fill="998877"/>
          </w:tcPr>
          <w:p w14:paraId="0AD93DB0" w14:textId="1B71CF6E" w:rsidR="001F5B4D" w:rsidRPr="001F5B4D" w:rsidRDefault="001F5B4D" w:rsidP="001F5B4D">
            <w:r w:rsidRPr="001F5B4D">
              <w:lastRenderedPageBreak/>
              <w:t>Reproductive strategy</w:t>
            </w:r>
          </w:p>
        </w:tc>
        <w:tc>
          <w:tcPr>
            <w:tcW w:w="4536" w:type="dxa"/>
            <w:gridSpan w:val="2"/>
          </w:tcPr>
          <w:p w14:paraId="4B202EF7" w14:textId="782F674E" w:rsidR="001F5B4D" w:rsidRPr="001F5B4D" w:rsidRDefault="001F5B4D" w:rsidP="001F5B4D">
            <w:r w:rsidRPr="001F5B4D">
              <w:t>Species reproductive strategy is broadcast spawner, which is low risk.</w:t>
            </w:r>
          </w:p>
        </w:tc>
        <w:tc>
          <w:tcPr>
            <w:tcW w:w="851" w:type="dxa"/>
          </w:tcPr>
          <w:p w14:paraId="2CB68765" w14:textId="4D9B0BF4" w:rsidR="001F5B4D" w:rsidRPr="001F5B4D" w:rsidRDefault="001F5B4D" w:rsidP="001F5B4D">
            <w:r w:rsidRPr="001F5B4D">
              <w:t>1</w:t>
            </w:r>
          </w:p>
        </w:tc>
      </w:tr>
      <w:tr w:rsidR="001F5B4D" w:rsidRPr="001F5B4D" w14:paraId="32AB2873" w14:textId="77777777" w:rsidTr="001F5B4D">
        <w:tblPrEx>
          <w:tblCellMar>
            <w:top w:w="0" w:type="dxa"/>
            <w:bottom w:w="0" w:type="dxa"/>
          </w:tblCellMar>
        </w:tblPrEx>
        <w:trPr>
          <w:cantSplit/>
        </w:trPr>
        <w:tc>
          <w:tcPr>
            <w:tcW w:w="2551" w:type="dxa"/>
            <w:shd w:val="clear" w:color="auto" w:fill="998877"/>
          </w:tcPr>
          <w:p w14:paraId="305E6D36" w14:textId="502669C7" w:rsidR="001F5B4D" w:rsidRPr="001F5B4D" w:rsidRDefault="001F5B4D" w:rsidP="001F5B4D">
            <w:r w:rsidRPr="001F5B4D">
              <w:t>Trophic level</w:t>
            </w:r>
          </w:p>
        </w:tc>
        <w:tc>
          <w:tcPr>
            <w:tcW w:w="4536" w:type="dxa"/>
            <w:gridSpan w:val="2"/>
            <w:tcBorders>
              <w:bottom w:val="single" w:sz="4" w:space="0" w:color="auto"/>
            </w:tcBorders>
          </w:tcPr>
          <w:p w14:paraId="31907986" w14:textId="6CB4E4D6" w:rsidR="001F5B4D" w:rsidRPr="001F5B4D" w:rsidRDefault="001F5B4D" w:rsidP="001F5B4D">
            <w:r w:rsidRPr="001F5B4D">
              <w:t>The score is based on the maximum risk score in the family Belonidae, which included 3 species.</w:t>
            </w:r>
          </w:p>
        </w:tc>
        <w:tc>
          <w:tcPr>
            <w:tcW w:w="851" w:type="dxa"/>
          </w:tcPr>
          <w:p w14:paraId="0E92D968" w14:textId="72BBD502" w:rsidR="001F5B4D" w:rsidRPr="001F5B4D" w:rsidRDefault="001F5B4D" w:rsidP="001F5B4D">
            <w:r w:rsidRPr="001F5B4D">
              <w:t>3</w:t>
            </w:r>
          </w:p>
        </w:tc>
      </w:tr>
      <w:tr w:rsidR="001F5B4D" w:rsidRPr="001F5B4D" w14:paraId="75E9DAA2"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6B3B8A0F" w14:textId="77777777" w:rsidR="001F5B4D" w:rsidRPr="001F5B4D" w:rsidRDefault="001F5B4D" w:rsidP="001F5B4D"/>
        </w:tc>
        <w:tc>
          <w:tcPr>
            <w:tcW w:w="4536" w:type="dxa"/>
            <w:gridSpan w:val="2"/>
            <w:tcBorders>
              <w:bottom w:val="single" w:sz="4" w:space="0" w:color="auto"/>
            </w:tcBorders>
            <w:shd w:val="clear" w:color="auto" w:fill="998877"/>
          </w:tcPr>
          <w:p w14:paraId="662C49D3" w14:textId="2AE7A3E4" w:rsidR="001F5B4D" w:rsidRPr="001F5B4D" w:rsidRDefault="001F5B4D" w:rsidP="001F5B4D">
            <w:r w:rsidRPr="001F5B4D">
              <w:t>Productivity score</w:t>
            </w:r>
          </w:p>
        </w:tc>
        <w:tc>
          <w:tcPr>
            <w:tcW w:w="851" w:type="dxa"/>
            <w:tcBorders>
              <w:bottom w:val="single" w:sz="4" w:space="0" w:color="auto"/>
            </w:tcBorders>
          </w:tcPr>
          <w:p w14:paraId="4C18FE8A" w14:textId="1387268A" w:rsidR="001F5B4D" w:rsidRPr="001F5B4D" w:rsidRDefault="001F5B4D" w:rsidP="001F5B4D">
            <w:r w:rsidRPr="001F5B4D">
              <w:t>2.00</w:t>
            </w:r>
          </w:p>
        </w:tc>
      </w:tr>
      <w:tr w:rsidR="001F5B4D" w:rsidRPr="001F5B4D" w14:paraId="58293D3C" w14:textId="77777777" w:rsidTr="004E0070">
        <w:tblPrEx>
          <w:tblCellMar>
            <w:top w:w="0" w:type="dxa"/>
            <w:bottom w:w="0" w:type="dxa"/>
          </w:tblCellMar>
        </w:tblPrEx>
        <w:trPr>
          <w:cantSplit/>
        </w:trPr>
        <w:tc>
          <w:tcPr>
            <w:tcW w:w="7938" w:type="dxa"/>
            <w:gridSpan w:val="4"/>
            <w:shd w:val="clear" w:color="auto" w:fill="998877"/>
          </w:tcPr>
          <w:p w14:paraId="6A479B99" w14:textId="79F412C5" w:rsidR="001F5B4D" w:rsidRPr="001F5B4D" w:rsidRDefault="001F5B4D" w:rsidP="001F5B4D">
            <w:pPr>
              <w:rPr>
                <w:b/>
              </w:rPr>
            </w:pPr>
            <w:r w:rsidRPr="001F5B4D">
              <w:rPr>
                <w:b/>
              </w:rPr>
              <w:t>Susceptibility</w:t>
            </w:r>
          </w:p>
        </w:tc>
      </w:tr>
      <w:tr w:rsidR="001F5B4D" w:rsidRPr="001F5B4D" w14:paraId="2ED8DA03" w14:textId="77777777" w:rsidTr="001F5B4D">
        <w:tblPrEx>
          <w:tblCellMar>
            <w:top w:w="0" w:type="dxa"/>
            <w:bottom w:w="0" w:type="dxa"/>
          </w:tblCellMar>
        </w:tblPrEx>
        <w:trPr>
          <w:cantSplit/>
        </w:trPr>
        <w:tc>
          <w:tcPr>
            <w:tcW w:w="2551" w:type="dxa"/>
            <w:shd w:val="clear" w:color="auto" w:fill="998877"/>
          </w:tcPr>
          <w:p w14:paraId="411EFBEA" w14:textId="23810043" w:rsidR="001F5B4D" w:rsidRPr="001F5B4D" w:rsidRDefault="001F5B4D" w:rsidP="001F5B4D">
            <w:r w:rsidRPr="001F5B4D">
              <w:t>Areal overlap (availability)</w:t>
            </w:r>
          </w:p>
        </w:tc>
        <w:tc>
          <w:tcPr>
            <w:tcW w:w="4536" w:type="dxa"/>
            <w:gridSpan w:val="2"/>
          </w:tcPr>
          <w:p w14:paraId="5CB32708" w14:textId="26F3D08D" w:rsidR="001F5B4D" w:rsidRPr="001F5B4D" w:rsidRDefault="001F5B4D" w:rsidP="001F5B4D">
            <w:r w:rsidRPr="001F5B4D">
              <w:t>Worldwide pelagic distribution</w:t>
            </w:r>
          </w:p>
        </w:tc>
        <w:tc>
          <w:tcPr>
            <w:tcW w:w="851" w:type="dxa"/>
          </w:tcPr>
          <w:p w14:paraId="5FED54BE" w14:textId="72946C43" w:rsidR="001F5B4D" w:rsidRPr="001F5B4D" w:rsidRDefault="001F5B4D" w:rsidP="001F5B4D">
            <w:r w:rsidRPr="001F5B4D">
              <w:t>3</w:t>
            </w:r>
          </w:p>
        </w:tc>
      </w:tr>
      <w:tr w:rsidR="001F5B4D" w:rsidRPr="001F5B4D" w14:paraId="3651F9C6" w14:textId="77777777" w:rsidTr="001F5B4D">
        <w:tblPrEx>
          <w:tblCellMar>
            <w:top w:w="0" w:type="dxa"/>
            <w:bottom w:w="0" w:type="dxa"/>
          </w:tblCellMar>
        </w:tblPrEx>
        <w:trPr>
          <w:cantSplit/>
        </w:trPr>
        <w:tc>
          <w:tcPr>
            <w:tcW w:w="2551" w:type="dxa"/>
            <w:shd w:val="clear" w:color="auto" w:fill="998877"/>
          </w:tcPr>
          <w:p w14:paraId="50306886" w14:textId="430A4BA3" w:rsidR="001F5B4D" w:rsidRPr="001F5B4D" w:rsidRDefault="001F5B4D" w:rsidP="001F5B4D">
            <w:r w:rsidRPr="001F5B4D">
              <w:t>Encounterability</w:t>
            </w:r>
          </w:p>
        </w:tc>
        <w:tc>
          <w:tcPr>
            <w:tcW w:w="4536" w:type="dxa"/>
            <w:gridSpan w:val="2"/>
          </w:tcPr>
          <w:p w14:paraId="6C26C8CD" w14:textId="7D048B72" w:rsidR="001F5B4D" w:rsidRPr="001F5B4D" w:rsidRDefault="001F5B4D" w:rsidP="001F5B4D">
            <w:r w:rsidRPr="001F5B4D">
              <w:t>The depth range of the species is 1-200m. For surface gears, the vertical overlap index with this species is 50.00%.</w:t>
            </w:r>
          </w:p>
        </w:tc>
        <w:tc>
          <w:tcPr>
            <w:tcW w:w="851" w:type="dxa"/>
          </w:tcPr>
          <w:p w14:paraId="26F23E6F" w14:textId="32668F73" w:rsidR="001F5B4D" w:rsidRPr="001F5B4D" w:rsidRDefault="001F5B4D" w:rsidP="001F5B4D">
            <w:r w:rsidRPr="001F5B4D">
              <w:t>3</w:t>
            </w:r>
          </w:p>
        </w:tc>
      </w:tr>
      <w:tr w:rsidR="001F5B4D" w:rsidRPr="001F5B4D" w14:paraId="5C08D6A9" w14:textId="77777777" w:rsidTr="001F5B4D">
        <w:tblPrEx>
          <w:tblCellMar>
            <w:top w:w="0" w:type="dxa"/>
            <w:bottom w:w="0" w:type="dxa"/>
          </w:tblCellMar>
        </w:tblPrEx>
        <w:trPr>
          <w:cantSplit/>
        </w:trPr>
        <w:tc>
          <w:tcPr>
            <w:tcW w:w="2551" w:type="dxa"/>
            <w:shd w:val="clear" w:color="auto" w:fill="998877"/>
          </w:tcPr>
          <w:p w14:paraId="01E7E56B" w14:textId="2399EC25" w:rsidR="001F5B4D" w:rsidRPr="001F5B4D" w:rsidRDefault="001F5B4D" w:rsidP="001F5B4D">
            <w:r w:rsidRPr="001F5B4D">
              <w:t>Selectivity</w:t>
            </w:r>
          </w:p>
        </w:tc>
        <w:tc>
          <w:tcPr>
            <w:tcW w:w="4536" w:type="dxa"/>
            <w:gridSpan w:val="2"/>
          </w:tcPr>
          <w:p w14:paraId="3858EE19" w14:textId="63051836" w:rsidR="001F5B4D" w:rsidRPr="001F5B4D" w:rsidRDefault="001F5B4D" w:rsidP="001F5B4D">
            <w:r w:rsidRPr="001F5B4D">
              <w:t>The maximum length of the species is missing, but the family's maximum length based on 9 species is 500cm. For tropical surface fisheries, the length overlap index with this species is 100.00%.</w:t>
            </w:r>
          </w:p>
        </w:tc>
        <w:tc>
          <w:tcPr>
            <w:tcW w:w="851" w:type="dxa"/>
          </w:tcPr>
          <w:p w14:paraId="46B2FFB6" w14:textId="557EC87A" w:rsidR="001F5B4D" w:rsidRPr="001F5B4D" w:rsidRDefault="001F5B4D" w:rsidP="001F5B4D">
            <w:r w:rsidRPr="001F5B4D">
              <w:t>3</w:t>
            </w:r>
          </w:p>
        </w:tc>
      </w:tr>
      <w:tr w:rsidR="001F5B4D" w:rsidRPr="001F5B4D" w14:paraId="6A494DC3" w14:textId="77777777" w:rsidTr="001F5B4D">
        <w:tblPrEx>
          <w:tblCellMar>
            <w:top w:w="0" w:type="dxa"/>
            <w:bottom w:w="0" w:type="dxa"/>
          </w:tblCellMar>
        </w:tblPrEx>
        <w:trPr>
          <w:cantSplit/>
        </w:trPr>
        <w:tc>
          <w:tcPr>
            <w:tcW w:w="2551" w:type="dxa"/>
            <w:shd w:val="clear" w:color="auto" w:fill="998877"/>
          </w:tcPr>
          <w:p w14:paraId="5A2000A9" w14:textId="7BDDC9A2" w:rsidR="001F5B4D" w:rsidRPr="001F5B4D" w:rsidRDefault="001F5B4D" w:rsidP="001F5B4D">
            <w:r w:rsidRPr="001F5B4D">
              <w:t>Post capture mortality</w:t>
            </w:r>
          </w:p>
        </w:tc>
        <w:tc>
          <w:tcPr>
            <w:tcW w:w="4536" w:type="dxa"/>
            <w:gridSpan w:val="2"/>
            <w:tcBorders>
              <w:bottom w:val="single" w:sz="4" w:space="0" w:color="auto"/>
            </w:tcBorders>
          </w:tcPr>
          <w:p w14:paraId="18C6497C" w14:textId="068D397A" w:rsidR="001F5B4D" w:rsidRPr="001F5B4D" w:rsidRDefault="001F5B4D" w:rsidP="001F5B4D">
            <w:r w:rsidRPr="001F5B4D">
              <w:t>No direct evidence of survival after capture.</w:t>
            </w:r>
          </w:p>
        </w:tc>
        <w:tc>
          <w:tcPr>
            <w:tcW w:w="851" w:type="dxa"/>
          </w:tcPr>
          <w:p w14:paraId="09FDD7B7" w14:textId="72E2A6E7" w:rsidR="001F5B4D" w:rsidRPr="001F5B4D" w:rsidRDefault="001F5B4D" w:rsidP="001F5B4D">
            <w:r w:rsidRPr="001F5B4D">
              <w:t>3</w:t>
            </w:r>
          </w:p>
        </w:tc>
      </w:tr>
      <w:tr w:rsidR="001F5B4D" w:rsidRPr="001F5B4D" w14:paraId="2DA92D56" w14:textId="77777777" w:rsidTr="001F5B4D">
        <w:tblPrEx>
          <w:tblCellMar>
            <w:top w:w="0" w:type="dxa"/>
            <w:bottom w:w="0" w:type="dxa"/>
          </w:tblCellMar>
        </w:tblPrEx>
        <w:trPr>
          <w:cantSplit/>
        </w:trPr>
        <w:tc>
          <w:tcPr>
            <w:tcW w:w="2551" w:type="dxa"/>
            <w:shd w:val="clear" w:color="auto" w:fill="998877"/>
          </w:tcPr>
          <w:p w14:paraId="19391A38" w14:textId="77777777" w:rsidR="001F5B4D" w:rsidRPr="001F5B4D" w:rsidRDefault="001F5B4D" w:rsidP="001F5B4D"/>
        </w:tc>
        <w:tc>
          <w:tcPr>
            <w:tcW w:w="4536" w:type="dxa"/>
            <w:gridSpan w:val="2"/>
            <w:tcBorders>
              <w:bottom w:val="single" w:sz="4" w:space="0" w:color="auto"/>
            </w:tcBorders>
            <w:shd w:val="clear" w:color="auto" w:fill="998877"/>
          </w:tcPr>
          <w:p w14:paraId="3EAF8ACB" w14:textId="7C29E4D9" w:rsidR="001F5B4D" w:rsidRPr="001F5B4D" w:rsidRDefault="001F5B4D" w:rsidP="001F5B4D">
            <w:r w:rsidRPr="001F5B4D">
              <w:t>Susceptibility score</w:t>
            </w:r>
          </w:p>
        </w:tc>
        <w:tc>
          <w:tcPr>
            <w:tcW w:w="851" w:type="dxa"/>
          </w:tcPr>
          <w:p w14:paraId="6F6C6D47" w14:textId="6E3D5FA0" w:rsidR="001F5B4D" w:rsidRPr="001F5B4D" w:rsidRDefault="001F5B4D" w:rsidP="001F5B4D">
            <w:r w:rsidRPr="001F5B4D">
              <w:t>3.00</w:t>
            </w:r>
          </w:p>
        </w:tc>
      </w:tr>
      <w:tr w:rsidR="001F5B4D" w:rsidRPr="001F5B4D" w14:paraId="23B2802B" w14:textId="77777777" w:rsidTr="001F5B4D">
        <w:tblPrEx>
          <w:tblCellMar>
            <w:top w:w="0" w:type="dxa"/>
            <w:bottom w:w="0" w:type="dxa"/>
          </w:tblCellMar>
        </w:tblPrEx>
        <w:trPr>
          <w:cantSplit/>
        </w:trPr>
        <w:tc>
          <w:tcPr>
            <w:tcW w:w="2551" w:type="dxa"/>
            <w:shd w:val="clear" w:color="auto" w:fill="998877"/>
          </w:tcPr>
          <w:p w14:paraId="4E3D0F7D" w14:textId="77777777" w:rsidR="001F5B4D" w:rsidRPr="001F5B4D" w:rsidRDefault="001F5B4D" w:rsidP="001F5B4D"/>
        </w:tc>
        <w:tc>
          <w:tcPr>
            <w:tcW w:w="4536" w:type="dxa"/>
            <w:gridSpan w:val="2"/>
            <w:shd w:val="clear" w:color="auto" w:fill="998877"/>
          </w:tcPr>
          <w:p w14:paraId="178800AF" w14:textId="438A74A3" w:rsidR="001F5B4D" w:rsidRPr="001F5B4D" w:rsidRDefault="001F5B4D" w:rsidP="001F5B4D">
            <w:r w:rsidRPr="001F5B4D">
              <w:t>Vulnerability score</w:t>
            </w:r>
          </w:p>
        </w:tc>
        <w:tc>
          <w:tcPr>
            <w:tcW w:w="851" w:type="dxa"/>
          </w:tcPr>
          <w:p w14:paraId="578EFDFC" w14:textId="31A96044" w:rsidR="001F5B4D" w:rsidRPr="001F5B4D" w:rsidRDefault="001F5B4D" w:rsidP="001F5B4D">
            <w:r w:rsidRPr="001F5B4D">
              <w:t>3.61</w:t>
            </w:r>
          </w:p>
        </w:tc>
      </w:tr>
    </w:tbl>
    <w:p w14:paraId="03AB677B" w14:textId="49DEDC61"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21FC9466"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6" w:name="T_BOP" w:colFirst="0" w:colLast="0"/>
          <w:p w14:paraId="24627A4B" w14:textId="37FC972E" w:rsidR="001F5B4D" w:rsidRPr="001F5B4D" w:rsidRDefault="001F5B4D" w:rsidP="001F5B4D">
            <w:pPr>
              <w:rPr>
                <w:b/>
              </w:rPr>
            </w:pPr>
            <w:r w:rsidRPr="001F5B4D">
              <w:rPr>
                <w:b/>
              </w:rPr>
              <w:fldChar w:fldCharType="begin"/>
            </w:r>
            <w:r w:rsidRPr="001F5B4D">
              <w:rPr>
                <w:b/>
              </w:rPr>
              <w:instrText xml:space="preserve"> HYPERLINK  \l "S_BOP" \o "PSA Score" </w:instrText>
            </w:r>
            <w:r w:rsidRPr="001F5B4D">
              <w:rPr>
                <w:b/>
              </w:rPr>
            </w:r>
            <w:r w:rsidRPr="001F5B4D">
              <w:rPr>
                <w:b/>
              </w:rPr>
              <w:fldChar w:fldCharType="separate"/>
            </w:r>
            <w:r w:rsidRPr="001F5B4D">
              <w:rPr>
                <w:rStyle w:val="Hyperlink"/>
                <w:b/>
              </w:rPr>
              <w:t>Plain bonito</w:t>
            </w:r>
            <w:r w:rsidRPr="001F5B4D">
              <w:rPr>
                <w:b/>
              </w:rPr>
              <w:fldChar w:fldCharType="end"/>
            </w:r>
          </w:p>
        </w:tc>
        <w:tc>
          <w:tcPr>
            <w:tcW w:w="3969" w:type="dxa"/>
            <w:gridSpan w:val="2"/>
            <w:tcBorders>
              <w:bottom w:val="single" w:sz="4" w:space="0" w:color="auto"/>
            </w:tcBorders>
            <w:shd w:val="clear" w:color="auto" w:fill="998877"/>
          </w:tcPr>
          <w:p w14:paraId="5492E233" w14:textId="4E6267E9" w:rsidR="001F5B4D" w:rsidRPr="001F5B4D" w:rsidRDefault="001F5B4D" w:rsidP="001F5B4D">
            <w:pPr>
              <w:rPr>
                <w:b/>
                <w:i/>
              </w:rPr>
            </w:pPr>
            <w:r w:rsidRPr="001F5B4D">
              <w:rPr>
                <w:b/>
                <w:i/>
              </w:rPr>
              <w:t>Orcynopsis unicolor</w:t>
            </w:r>
          </w:p>
        </w:tc>
      </w:tr>
      <w:bookmarkEnd w:id="156"/>
      <w:tr w:rsidR="001F5B4D" w:rsidRPr="001F5B4D" w14:paraId="2C4DEEE2" w14:textId="77777777" w:rsidTr="006570DB">
        <w:tblPrEx>
          <w:tblCellMar>
            <w:top w:w="0" w:type="dxa"/>
            <w:bottom w:w="0" w:type="dxa"/>
          </w:tblCellMar>
        </w:tblPrEx>
        <w:trPr>
          <w:cantSplit/>
        </w:trPr>
        <w:tc>
          <w:tcPr>
            <w:tcW w:w="7938" w:type="dxa"/>
            <w:gridSpan w:val="4"/>
            <w:shd w:val="clear" w:color="auto" w:fill="998877"/>
          </w:tcPr>
          <w:p w14:paraId="25D30AB1" w14:textId="6000ADA6" w:rsidR="001F5B4D" w:rsidRPr="001F5B4D" w:rsidRDefault="001F5B4D" w:rsidP="001F5B4D">
            <w:pPr>
              <w:rPr>
                <w:b/>
              </w:rPr>
            </w:pPr>
            <w:r w:rsidRPr="001F5B4D">
              <w:rPr>
                <w:b/>
              </w:rPr>
              <w:t>Productivity</w:t>
            </w:r>
          </w:p>
        </w:tc>
      </w:tr>
      <w:tr w:rsidR="001F5B4D" w:rsidRPr="001F5B4D" w14:paraId="3DE85442" w14:textId="77777777" w:rsidTr="001F5B4D">
        <w:tblPrEx>
          <w:tblCellMar>
            <w:top w:w="0" w:type="dxa"/>
            <w:bottom w:w="0" w:type="dxa"/>
          </w:tblCellMar>
        </w:tblPrEx>
        <w:trPr>
          <w:cantSplit/>
        </w:trPr>
        <w:tc>
          <w:tcPr>
            <w:tcW w:w="2551" w:type="dxa"/>
            <w:shd w:val="clear" w:color="auto" w:fill="998877"/>
          </w:tcPr>
          <w:p w14:paraId="44D231FD" w14:textId="1512923F" w:rsidR="001F5B4D" w:rsidRPr="001F5B4D" w:rsidRDefault="001F5B4D" w:rsidP="001F5B4D">
            <w:r w:rsidRPr="001F5B4D">
              <w:t>Average age at maturity</w:t>
            </w:r>
          </w:p>
        </w:tc>
        <w:tc>
          <w:tcPr>
            <w:tcW w:w="4536" w:type="dxa"/>
            <w:gridSpan w:val="2"/>
          </w:tcPr>
          <w:p w14:paraId="4ED4813D" w14:textId="048145AB" w:rsidR="001F5B4D" w:rsidRPr="001F5B4D" w:rsidRDefault="001F5B4D" w:rsidP="001F5B4D">
            <w:r w:rsidRPr="001F5B4D">
              <w:t>The score is based on the maximum risk score in the family Carcharhinidae, which included 23 species.</w:t>
            </w:r>
          </w:p>
        </w:tc>
        <w:tc>
          <w:tcPr>
            <w:tcW w:w="851" w:type="dxa"/>
          </w:tcPr>
          <w:p w14:paraId="496EE231" w14:textId="6E5A6F3C" w:rsidR="001F5B4D" w:rsidRPr="001F5B4D" w:rsidRDefault="001F5B4D" w:rsidP="001F5B4D">
            <w:r w:rsidRPr="001F5B4D">
              <w:t>2</w:t>
            </w:r>
          </w:p>
        </w:tc>
      </w:tr>
      <w:tr w:rsidR="001F5B4D" w:rsidRPr="001F5B4D" w14:paraId="4229CB06" w14:textId="77777777" w:rsidTr="001F5B4D">
        <w:tblPrEx>
          <w:tblCellMar>
            <w:top w:w="0" w:type="dxa"/>
            <w:bottom w:w="0" w:type="dxa"/>
          </w:tblCellMar>
        </w:tblPrEx>
        <w:trPr>
          <w:cantSplit/>
        </w:trPr>
        <w:tc>
          <w:tcPr>
            <w:tcW w:w="2551" w:type="dxa"/>
            <w:shd w:val="clear" w:color="auto" w:fill="998877"/>
          </w:tcPr>
          <w:p w14:paraId="14F53561" w14:textId="1E6A40E4" w:rsidR="001F5B4D" w:rsidRPr="001F5B4D" w:rsidRDefault="001F5B4D" w:rsidP="001F5B4D">
            <w:r w:rsidRPr="001F5B4D">
              <w:t>Average max age</w:t>
            </w:r>
          </w:p>
        </w:tc>
        <w:tc>
          <w:tcPr>
            <w:tcW w:w="4536" w:type="dxa"/>
            <w:gridSpan w:val="2"/>
          </w:tcPr>
          <w:p w14:paraId="1E0D9611" w14:textId="6D483A79" w:rsidR="001F5B4D" w:rsidRPr="001F5B4D" w:rsidRDefault="001F5B4D" w:rsidP="001F5B4D">
            <w:r w:rsidRPr="001F5B4D">
              <w:t>The score is based on the maximum risk score in the family Carcharhinidae, which included 23 species.</w:t>
            </w:r>
          </w:p>
        </w:tc>
        <w:tc>
          <w:tcPr>
            <w:tcW w:w="851" w:type="dxa"/>
          </w:tcPr>
          <w:p w14:paraId="0A42DD20" w14:textId="06F83763" w:rsidR="001F5B4D" w:rsidRPr="001F5B4D" w:rsidRDefault="001F5B4D" w:rsidP="001F5B4D">
            <w:r w:rsidRPr="001F5B4D">
              <w:t>3</w:t>
            </w:r>
          </w:p>
        </w:tc>
      </w:tr>
      <w:tr w:rsidR="001F5B4D" w:rsidRPr="001F5B4D" w14:paraId="76B3F150" w14:textId="77777777" w:rsidTr="001F5B4D">
        <w:tblPrEx>
          <w:tblCellMar>
            <w:top w:w="0" w:type="dxa"/>
            <w:bottom w:w="0" w:type="dxa"/>
          </w:tblCellMar>
        </w:tblPrEx>
        <w:trPr>
          <w:cantSplit/>
        </w:trPr>
        <w:tc>
          <w:tcPr>
            <w:tcW w:w="2551" w:type="dxa"/>
            <w:shd w:val="clear" w:color="auto" w:fill="998877"/>
          </w:tcPr>
          <w:p w14:paraId="585E7A13" w14:textId="7B717527" w:rsidR="001F5B4D" w:rsidRPr="001F5B4D" w:rsidRDefault="001F5B4D" w:rsidP="001F5B4D">
            <w:r w:rsidRPr="001F5B4D">
              <w:t>Fecundity</w:t>
            </w:r>
          </w:p>
        </w:tc>
        <w:tc>
          <w:tcPr>
            <w:tcW w:w="4536" w:type="dxa"/>
            <w:gridSpan w:val="2"/>
          </w:tcPr>
          <w:p w14:paraId="3B7DFD06" w14:textId="4AA84F1B" w:rsidR="001F5B4D" w:rsidRPr="001F5B4D" w:rsidRDefault="001F5B4D" w:rsidP="001F5B4D">
            <w:r w:rsidRPr="001F5B4D">
              <w:t>Species fecundity is 3000000 eggs/year, which is higher than the lowest risk value (20000).</w:t>
            </w:r>
          </w:p>
        </w:tc>
        <w:tc>
          <w:tcPr>
            <w:tcW w:w="851" w:type="dxa"/>
          </w:tcPr>
          <w:p w14:paraId="6B60AC03" w14:textId="35EF950D" w:rsidR="001F5B4D" w:rsidRPr="001F5B4D" w:rsidRDefault="001F5B4D" w:rsidP="001F5B4D">
            <w:r w:rsidRPr="001F5B4D">
              <w:t>1</w:t>
            </w:r>
          </w:p>
        </w:tc>
      </w:tr>
      <w:tr w:rsidR="001F5B4D" w:rsidRPr="001F5B4D" w14:paraId="2D3A7910" w14:textId="77777777" w:rsidTr="001F5B4D">
        <w:tblPrEx>
          <w:tblCellMar>
            <w:top w:w="0" w:type="dxa"/>
            <w:bottom w:w="0" w:type="dxa"/>
          </w:tblCellMar>
        </w:tblPrEx>
        <w:trPr>
          <w:cantSplit/>
        </w:trPr>
        <w:tc>
          <w:tcPr>
            <w:tcW w:w="2551" w:type="dxa"/>
            <w:shd w:val="clear" w:color="auto" w:fill="998877"/>
          </w:tcPr>
          <w:p w14:paraId="703D7E93" w14:textId="4335F02F" w:rsidR="001F5B4D" w:rsidRPr="001F5B4D" w:rsidRDefault="001F5B4D" w:rsidP="001F5B4D">
            <w:r w:rsidRPr="001F5B4D">
              <w:t>Average max size</w:t>
            </w:r>
          </w:p>
        </w:tc>
        <w:tc>
          <w:tcPr>
            <w:tcW w:w="4536" w:type="dxa"/>
            <w:gridSpan w:val="2"/>
          </w:tcPr>
          <w:p w14:paraId="022DB8A1" w14:textId="074C1A76" w:rsidR="001F5B4D" w:rsidRPr="001F5B4D" w:rsidRDefault="001F5B4D" w:rsidP="001F5B4D">
            <w:r w:rsidRPr="001F5B4D">
              <w:t>Species maximum length is 130, which is in the medium risk range (100-300cm).</w:t>
            </w:r>
          </w:p>
        </w:tc>
        <w:tc>
          <w:tcPr>
            <w:tcW w:w="851" w:type="dxa"/>
          </w:tcPr>
          <w:p w14:paraId="2F10A945" w14:textId="0D9FDD1D" w:rsidR="001F5B4D" w:rsidRPr="001F5B4D" w:rsidRDefault="001F5B4D" w:rsidP="001F5B4D">
            <w:r w:rsidRPr="001F5B4D">
              <w:t>2</w:t>
            </w:r>
          </w:p>
        </w:tc>
      </w:tr>
      <w:tr w:rsidR="001F5B4D" w:rsidRPr="001F5B4D" w14:paraId="0D19524B" w14:textId="77777777" w:rsidTr="001F5B4D">
        <w:tblPrEx>
          <w:tblCellMar>
            <w:top w:w="0" w:type="dxa"/>
            <w:bottom w:w="0" w:type="dxa"/>
          </w:tblCellMar>
        </w:tblPrEx>
        <w:trPr>
          <w:cantSplit/>
        </w:trPr>
        <w:tc>
          <w:tcPr>
            <w:tcW w:w="2551" w:type="dxa"/>
            <w:shd w:val="clear" w:color="auto" w:fill="998877"/>
          </w:tcPr>
          <w:p w14:paraId="37431FBF" w14:textId="48F25682" w:rsidR="001F5B4D" w:rsidRPr="001F5B4D" w:rsidRDefault="001F5B4D" w:rsidP="001F5B4D">
            <w:r w:rsidRPr="001F5B4D">
              <w:t>Average size at maturity</w:t>
            </w:r>
          </w:p>
        </w:tc>
        <w:tc>
          <w:tcPr>
            <w:tcW w:w="4536" w:type="dxa"/>
            <w:gridSpan w:val="2"/>
          </w:tcPr>
          <w:p w14:paraId="2525C06C" w14:textId="13EDA32E" w:rsidR="001F5B4D" w:rsidRPr="001F5B4D" w:rsidRDefault="001F5B4D" w:rsidP="001F5B4D">
            <w:r w:rsidRPr="001F5B4D">
              <w:t>Species length at maturity is 75, which is in the medium risk range (40-200cm).</w:t>
            </w:r>
          </w:p>
        </w:tc>
        <w:tc>
          <w:tcPr>
            <w:tcW w:w="851" w:type="dxa"/>
          </w:tcPr>
          <w:p w14:paraId="3453C780" w14:textId="1E99C90C" w:rsidR="001F5B4D" w:rsidRPr="001F5B4D" w:rsidRDefault="001F5B4D" w:rsidP="001F5B4D">
            <w:r w:rsidRPr="001F5B4D">
              <w:t>2</w:t>
            </w:r>
          </w:p>
        </w:tc>
      </w:tr>
      <w:tr w:rsidR="001F5B4D" w:rsidRPr="001F5B4D" w14:paraId="641D928F" w14:textId="77777777" w:rsidTr="001F5B4D">
        <w:tblPrEx>
          <w:tblCellMar>
            <w:top w:w="0" w:type="dxa"/>
            <w:bottom w:w="0" w:type="dxa"/>
          </w:tblCellMar>
        </w:tblPrEx>
        <w:trPr>
          <w:cantSplit/>
        </w:trPr>
        <w:tc>
          <w:tcPr>
            <w:tcW w:w="2551" w:type="dxa"/>
            <w:shd w:val="clear" w:color="auto" w:fill="998877"/>
          </w:tcPr>
          <w:p w14:paraId="1F76C417" w14:textId="0CC280B8" w:rsidR="001F5B4D" w:rsidRPr="001F5B4D" w:rsidRDefault="001F5B4D" w:rsidP="001F5B4D">
            <w:r w:rsidRPr="001F5B4D">
              <w:t>Reproductive strategy</w:t>
            </w:r>
          </w:p>
        </w:tc>
        <w:tc>
          <w:tcPr>
            <w:tcW w:w="4536" w:type="dxa"/>
            <w:gridSpan w:val="2"/>
          </w:tcPr>
          <w:p w14:paraId="2A4D6CB7" w14:textId="1CD0BE88" w:rsidR="001F5B4D" w:rsidRPr="001F5B4D" w:rsidRDefault="001F5B4D" w:rsidP="001F5B4D">
            <w:r w:rsidRPr="001F5B4D">
              <w:t>Species reproductive strategy is broadcast spawner, which is low risk.</w:t>
            </w:r>
          </w:p>
        </w:tc>
        <w:tc>
          <w:tcPr>
            <w:tcW w:w="851" w:type="dxa"/>
          </w:tcPr>
          <w:p w14:paraId="77507175" w14:textId="0F2A16EA" w:rsidR="001F5B4D" w:rsidRPr="001F5B4D" w:rsidRDefault="001F5B4D" w:rsidP="001F5B4D">
            <w:r w:rsidRPr="001F5B4D">
              <w:t>1</w:t>
            </w:r>
          </w:p>
        </w:tc>
      </w:tr>
      <w:tr w:rsidR="001F5B4D" w:rsidRPr="001F5B4D" w14:paraId="39C0553F" w14:textId="77777777" w:rsidTr="001F5B4D">
        <w:tblPrEx>
          <w:tblCellMar>
            <w:top w:w="0" w:type="dxa"/>
            <w:bottom w:w="0" w:type="dxa"/>
          </w:tblCellMar>
        </w:tblPrEx>
        <w:trPr>
          <w:cantSplit/>
        </w:trPr>
        <w:tc>
          <w:tcPr>
            <w:tcW w:w="2551" w:type="dxa"/>
            <w:shd w:val="clear" w:color="auto" w:fill="998877"/>
          </w:tcPr>
          <w:p w14:paraId="5D8C57EE" w14:textId="5CBDC8A0" w:rsidR="001F5B4D" w:rsidRPr="001F5B4D" w:rsidRDefault="001F5B4D" w:rsidP="001F5B4D">
            <w:r w:rsidRPr="001F5B4D">
              <w:t>Trophic level</w:t>
            </w:r>
          </w:p>
        </w:tc>
        <w:tc>
          <w:tcPr>
            <w:tcW w:w="4536" w:type="dxa"/>
            <w:gridSpan w:val="2"/>
            <w:tcBorders>
              <w:bottom w:val="single" w:sz="4" w:space="0" w:color="auto"/>
            </w:tcBorders>
          </w:tcPr>
          <w:p w14:paraId="6C163973" w14:textId="77C6961C" w:rsidR="001F5B4D" w:rsidRPr="001F5B4D" w:rsidRDefault="001F5B4D" w:rsidP="001F5B4D">
            <w:r w:rsidRPr="001F5B4D">
              <w:t>Species trophic level is 4.5, which is higher than the highest risk value (3.25).</w:t>
            </w:r>
          </w:p>
        </w:tc>
        <w:tc>
          <w:tcPr>
            <w:tcW w:w="851" w:type="dxa"/>
          </w:tcPr>
          <w:p w14:paraId="2BA6D183" w14:textId="1879B745" w:rsidR="001F5B4D" w:rsidRPr="001F5B4D" w:rsidRDefault="001F5B4D" w:rsidP="001F5B4D">
            <w:r w:rsidRPr="001F5B4D">
              <w:t>3</w:t>
            </w:r>
          </w:p>
        </w:tc>
      </w:tr>
      <w:tr w:rsidR="001F5B4D" w:rsidRPr="001F5B4D" w14:paraId="2456740B"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229336BE" w14:textId="77777777" w:rsidR="001F5B4D" w:rsidRPr="001F5B4D" w:rsidRDefault="001F5B4D" w:rsidP="001F5B4D"/>
        </w:tc>
        <w:tc>
          <w:tcPr>
            <w:tcW w:w="4536" w:type="dxa"/>
            <w:gridSpan w:val="2"/>
            <w:tcBorders>
              <w:bottom w:val="single" w:sz="4" w:space="0" w:color="auto"/>
            </w:tcBorders>
            <w:shd w:val="clear" w:color="auto" w:fill="998877"/>
          </w:tcPr>
          <w:p w14:paraId="04A7DD3C" w14:textId="107898BA" w:rsidR="001F5B4D" w:rsidRPr="001F5B4D" w:rsidRDefault="001F5B4D" w:rsidP="001F5B4D">
            <w:r w:rsidRPr="001F5B4D">
              <w:t>Productivity score</w:t>
            </w:r>
          </w:p>
        </w:tc>
        <w:tc>
          <w:tcPr>
            <w:tcW w:w="851" w:type="dxa"/>
            <w:tcBorders>
              <w:bottom w:val="single" w:sz="4" w:space="0" w:color="auto"/>
            </w:tcBorders>
          </w:tcPr>
          <w:p w14:paraId="36DF01D7" w14:textId="7D87D60F" w:rsidR="001F5B4D" w:rsidRPr="001F5B4D" w:rsidRDefault="001F5B4D" w:rsidP="001F5B4D">
            <w:r w:rsidRPr="001F5B4D">
              <w:t>2.00</w:t>
            </w:r>
          </w:p>
        </w:tc>
      </w:tr>
      <w:tr w:rsidR="001F5B4D" w:rsidRPr="001F5B4D" w14:paraId="5B81755C" w14:textId="77777777" w:rsidTr="002E0304">
        <w:tblPrEx>
          <w:tblCellMar>
            <w:top w:w="0" w:type="dxa"/>
            <w:bottom w:w="0" w:type="dxa"/>
          </w:tblCellMar>
        </w:tblPrEx>
        <w:trPr>
          <w:cantSplit/>
        </w:trPr>
        <w:tc>
          <w:tcPr>
            <w:tcW w:w="7938" w:type="dxa"/>
            <w:gridSpan w:val="4"/>
            <w:shd w:val="clear" w:color="auto" w:fill="998877"/>
          </w:tcPr>
          <w:p w14:paraId="3C45C41E" w14:textId="715C7A90" w:rsidR="001F5B4D" w:rsidRPr="001F5B4D" w:rsidRDefault="001F5B4D" w:rsidP="001F5B4D">
            <w:pPr>
              <w:rPr>
                <w:b/>
              </w:rPr>
            </w:pPr>
            <w:r w:rsidRPr="001F5B4D">
              <w:rPr>
                <w:b/>
              </w:rPr>
              <w:t>Susceptibility</w:t>
            </w:r>
          </w:p>
        </w:tc>
      </w:tr>
      <w:tr w:rsidR="001F5B4D" w:rsidRPr="001F5B4D" w14:paraId="0ED1C4E0" w14:textId="77777777" w:rsidTr="001F5B4D">
        <w:tblPrEx>
          <w:tblCellMar>
            <w:top w:w="0" w:type="dxa"/>
            <w:bottom w:w="0" w:type="dxa"/>
          </w:tblCellMar>
        </w:tblPrEx>
        <w:trPr>
          <w:cantSplit/>
        </w:trPr>
        <w:tc>
          <w:tcPr>
            <w:tcW w:w="2551" w:type="dxa"/>
            <w:shd w:val="clear" w:color="auto" w:fill="998877"/>
          </w:tcPr>
          <w:p w14:paraId="108028AF" w14:textId="03D6CA7F" w:rsidR="001F5B4D" w:rsidRPr="001F5B4D" w:rsidRDefault="001F5B4D" w:rsidP="001F5B4D">
            <w:r w:rsidRPr="001F5B4D">
              <w:t>Areal overlap (availability)</w:t>
            </w:r>
          </w:p>
        </w:tc>
        <w:tc>
          <w:tcPr>
            <w:tcW w:w="4536" w:type="dxa"/>
            <w:gridSpan w:val="2"/>
          </w:tcPr>
          <w:p w14:paraId="1FA58862" w14:textId="62232EFE" w:rsidR="001F5B4D" w:rsidRPr="001F5B4D" w:rsidRDefault="001F5B4D" w:rsidP="001F5B4D">
            <w:r w:rsidRPr="001F5B4D">
              <w:t>East Atlantic distribution, uncommon in West Atlantic. Catches reported elsewhere.</w:t>
            </w:r>
          </w:p>
        </w:tc>
        <w:tc>
          <w:tcPr>
            <w:tcW w:w="851" w:type="dxa"/>
          </w:tcPr>
          <w:p w14:paraId="2C6DE408" w14:textId="7ACEC3B3" w:rsidR="001F5B4D" w:rsidRPr="001F5B4D" w:rsidRDefault="001F5B4D" w:rsidP="001F5B4D">
            <w:r w:rsidRPr="001F5B4D">
              <w:t>1</w:t>
            </w:r>
          </w:p>
        </w:tc>
      </w:tr>
      <w:tr w:rsidR="001F5B4D" w:rsidRPr="001F5B4D" w14:paraId="68C0AE5D" w14:textId="77777777" w:rsidTr="001F5B4D">
        <w:tblPrEx>
          <w:tblCellMar>
            <w:top w:w="0" w:type="dxa"/>
            <w:bottom w:w="0" w:type="dxa"/>
          </w:tblCellMar>
        </w:tblPrEx>
        <w:trPr>
          <w:cantSplit/>
        </w:trPr>
        <w:tc>
          <w:tcPr>
            <w:tcW w:w="2551" w:type="dxa"/>
            <w:shd w:val="clear" w:color="auto" w:fill="998877"/>
          </w:tcPr>
          <w:p w14:paraId="207A812C" w14:textId="6936ACC6" w:rsidR="001F5B4D" w:rsidRPr="001F5B4D" w:rsidRDefault="001F5B4D" w:rsidP="001F5B4D">
            <w:r w:rsidRPr="001F5B4D">
              <w:t>Encounterability</w:t>
            </w:r>
          </w:p>
        </w:tc>
        <w:tc>
          <w:tcPr>
            <w:tcW w:w="4536" w:type="dxa"/>
            <w:gridSpan w:val="2"/>
          </w:tcPr>
          <w:p w14:paraId="16BA2684" w14:textId="718F26C8" w:rsidR="001F5B4D" w:rsidRPr="001F5B4D" w:rsidRDefault="001F5B4D" w:rsidP="001F5B4D">
            <w:r w:rsidRPr="001F5B4D">
              <w:t>The depth range of the species is 1-200m. For surface gears, the vertical overlap index with this species is 50.00%.</w:t>
            </w:r>
          </w:p>
        </w:tc>
        <w:tc>
          <w:tcPr>
            <w:tcW w:w="851" w:type="dxa"/>
          </w:tcPr>
          <w:p w14:paraId="7E644BE6" w14:textId="1BCFB45B" w:rsidR="001F5B4D" w:rsidRPr="001F5B4D" w:rsidRDefault="001F5B4D" w:rsidP="001F5B4D">
            <w:r w:rsidRPr="001F5B4D">
              <w:t>3</w:t>
            </w:r>
          </w:p>
        </w:tc>
      </w:tr>
      <w:tr w:rsidR="001F5B4D" w:rsidRPr="001F5B4D" w14:paraId="355FA7F5" w14:textId="77777777" w:rsidTr="001F5B4D">
        <w:tblPrEx>
          <w:tblCellMar>
            <w:top w:w="0" w:type="dxa"/>
            <w:bottom w:w="0" w:type="dxa"/>
          </w:tblCellMar>
        </w:tblPrEx>
        <w:trPr>
          <w:cantSplit/>
        </w:trPr>
        <w:tc>
          <w:tcPr>
            <w:tcW w:w="2551" w:type="dxa"/>
            <w:shd w:val="clear" w:color="auto" w:fill="998877"/>
          </w:tcPr>
          <w:p w14:paraId="42EE10B5" w14:textId="0A46B78A" w:rsidR="001F5B4D" w:rsidRPr="001F5B4D" w:rsidRDefault="001F5B4D" w:rsidP="001F5B4D">
            <w:r w:rsidRPr="001F5B4D">
              <w:t>Selectivity</w:t>
            </w:r>
          </w:p>
        </w:tc>
        <w:tc>
          <w:tcPr>
            <w:tcW w:w="4536" w:type="dxa"/>
            <w:gridSpan w:val="2"/>
          </w:tcPr>
          <w:p w14:paraId="4203D150" w14:textId="55FBF09D" w:rsidR="001F5B4D" w:rsidRPr="001F5B4D" w:rsidRDefault="001F5B4D" w:rsidP="001F5B4D">
            <w:r w:rsidRPr="001F5B4D">
              <w:t>The maximum length of the species is 130cm. For tropical surface fisheries, the length overlap index with this species is 100.00%.</w:t>
            </w:r>
          </w:p>
        </w:tc>
        <w:tc>
          <w:tcPr>
            <w:tcW w:w="851" w:type="dxa"/>
          </w:tcPr>
          <w:p w14:paraId="2781B092" w14:textId="3D4A9BD0" w:rsidR="001F5B4D" w:rsidRPr="001F5B4D" w:rsidRDefault="001F5B4D" w:rsidP="001F5B4D">
            <w:r w:rsidRPr="001F5B4D">
              <w:t>3</w:t>
            </w:r>
          </w:p>
        </w:tc>
      </w:tr>
      <w:tr w:rsidR="001F5B4D" w:rsidRPr="001F5B4D" w14:paraId="134E8814" w14:textId="77777777" w:rsidTr="001F5B4D">
        <w:tblPrEx>
          <w:tblCellMar>
            <w:top w:w="0" w:type="dxa"/>
            <w:bottom w:w="0" w:type="dxa"/>
          </w:tblCellMar>
        </w:tblPrEx>
        <w:trPr>
          <w:cantSplit/>
        </w:trPr>
        <w:tc>
          <w:tcPr>
            <w:tcW w:w="2551" w:type="dxa"/>
            <w:shd w:val="clear" w:color="auto" w:fill="998877"/>
          </w:tcPr>
          <w:p w14:paraId="31BB3074" w14:textId="7248602A" w:rsidR="001F5B4D" w:rsidRPr="001F5B4D" w:rsidRDefault="001F5B4D" w:rsidP="001F5B4D">
            <w:r w:rsidRPr="001F5B4D">
              <w:t>Post capture mortality</w:t>
            </w:r>
          </w:p>
        </w:tc>
        <w:tc>
          <w:tcPr>
            <w:tcW w:w="4536" w:type="dxa"/>
            <w:gridSpan w:val="2"/>
            <w:tcBorders>
              <w:bottom w:val="single" w:sz="4" w:space="0" w:color="auto"/>
            </w:tcBorders>
          </w:tcPr>
          <w:p w14:paraId="753EB2CC" w14:textId="5D9E10C9" w:rsidR="001F5B4D" w:rsidRPr="001F5B4D" w:rsidRDefault="001F5B4D" w:rsidP="001F5B4D">
            <w:r w:rsidRPr="001F5B4D">
              <w:t>No direct evidence of survival after capture.</w:t>
            </w:r>
          </w:p>
        </w:tc>
        <w:tc>
          <w:tcPr>
            <w:tcW w:w="851" w:type="dxa"/>
          </w:tcPr>
          <w:p w14:paraId="015E2217" w14:textId="13F6CDA8" w:rsidR="001F5B4D" w:rsidRPr="001F5B4D" w:rsidRDefault="001F5B4D" w:rsidP="001F5B4D">
            <w:r w:rsidRPr="001F5B4D">
              <w:t>3</w:t>
            </w:r>
          </w:p>
        </w:tc>
      </w:tr>
      <w:tr w:rsidR="001F5B4D" w:rsidRPr="001F5B4D" w14:paraId="4E4FD755" w14:textId="77777777" w:rsidTr="001F5B4D">
        <w:tblPrEx>
          <w:tblCellMar>
            <w:top w:w="0" w:type="dxa"/>
            <w:bottom w:w="0" w:type="dxa"/>
          </w:tblCellMar>
        </w:tblPrEx>
        <w:trPr>
          <w:cantSplit/>
        </w:trPr>
        <w:tc>
          <w:tcPr>
            <w:tcW w:w="2551" w:type="dxa"/>
            <w:shd w:val="clear" w:color="auto" w:fill="998877"/>
          </w:tcPr>
          <w:p w14:paraId="46C711D3" w14:textId="77777777" w:rsidR="001F5B4D" w:rsidRPr="001F5B4D" w:rsidRDefault="001F5B4D" w:rsidP="001F5B4D"/>
        </w:tc>
        <w:tc>
          <w:tcPr>
            <w:tcW w:w="4536" w:type="dxa"/>
            <w:gridSpan w:val="2"/>
            <w:tcBorders>
              <w:bottom w:val="single" w:sz="4" w:space="0" w:color="auto"/>
            </w:tcBorders>
            <w:shd w:val="clear" w:color="auto" w:fill="998877"/>
          </w:tcPr>
          <w:p w14:paraId="5E03B796" w14:textId="7E3C6950" w:rsidR="001F5B4D" w:rsidRPr="001F5B4D" w:rsidRDefault="001F5B4D" w:rsidP="001F5B4D">
            <w:r w:rsidRPr="001F5B4D">
              <w:t>Susceptibility score</w:t>
            </w:r>
          </w:p>
        </w:tc>
        <w:tc>
          <w:tcPr>
            <w:tcW w:w="851" w:type="dxa"/>
          </w:tcPr>
          <w:p w14:paraId="4FA6D540" w14:textId="6EA1269C" w:rsidR="001F5B4D" w:rsidRPr="001F5B4D" w:rsidRDefault="001F5B4D" w:rsidP="001F5B4D">
            <w:r w:rsidRPr="001F5B4D">
              <w:t>1.65</w:t>
            </w:r>
          </w:p>
        </w:tc>
      </w:tr>
      <w:tr w:rsidR="001F5B4D" w:rsidRPr="001F5B4D" w14:paraId="7360F84D" w14:textId="77777777" w:rsidTr="001F5B4D">
        <w:tblPrEx>
          <w:tblCellMar>
            <w:top w:w="0" w:type="dxa"/>
            <w:bottom w:w="0" w:type="dxa"/>
          </w:tblCellMar>
        </w:tblPrEx>
        <w:trPr>
          <w:cantSplit/>
        </w:trPr>
        <w:tc>
          <w:tcPr>
            <w:tcW w:w="2551" w:type="dxa"/>
            <w:shd w:val="clear" w:color="auto" w:fill="998877"/>
          </w:tcPr>
          <w:p w14:paraId="6804C4F9" w14:textId="77777777" w:rsidR="001F5B4D" w:rsidRPr="001F5B4D" w:rsidRDefault="001F5B4D" w:rsidP="001F5B4D"/>
        </w:tc>
        <w:tc>
          <w:tcPr>
            <w:tcW w:w="4536" w:type="dxa"/>
            <w:gridSpan w:val="2"/>
            <w:shd w:val="clear" w:color="auto" w:fill="998877"/>
          </w:tcPr>
          <w:p w14:paraId="1A057048" w14:textId="375314F3" w:rsidR="001F5B4D" w:rsidRPr="001F5B4D" w:rsidRDefault="001F5B4D" w:rsidP="001F5B4D">
            <w:r w:rsidRPr="001F5B4D">
              <w:t>Vulnerability score</w:t>
            </w:r>
          </w:p>
        </w:tc>
        <w:tc>
          <w:tcPr>
            <w:tcW w:w="851" w:type="dxa"/>
          </w:tcPr>
          <w:p w14:paraId="5DB13C3E" w14:textId="095785DF" w:rsidR="001F5B4D" w:rsidRPr="001F5B4D" w:rsidRDefault="001F5B4D" w:rsidP="001F5B4D">
            <w:r w:rsidRPr="001F5B4D">
              <w:t>2.59</w:t>
            </w:r>
          </w:p>
        </w:tc>
      </w:tr>
    </w:tbl>
    <w:p w14:paraId="05B9609D" w14:textId="7DB77C72"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B3835B2"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7" w:name="T_MAW" w:colFirst="0" w:colLast="0"/>
          <w:p w14:paraId="1AC45858" w14:textId="66A26FBB" w:rsidR="001F5B4D" w:rsidRPr="001F5B4D" w:rsidRDefault="001F5B4D" w:rsidP="001F5B4D">
            <w:pPr>
              <w:rPr>
                <w:b/>
              </w:rPr>
            </w:pPr>
            <w:r w:rsidRPr="001F5B4D">
              <w:rPr>
                <w:b/>
              </w:rPr>
              <w:fldChar w:fldCharType="begin"/>
            </w:r>
            <w:r w:rsidRPr="001F5B4D">
              <w:rPr>
                <w:b/>
              </w:rPr>
              <w:instrText xml:space="preserve"> HYPERLINK  \l "S_MAW" \o "PSA Score" </w:instrText>
            </w:r>
            <w:r w:rsidRPr="001F5B4D">
              <w:rPr>
                <w:b/>
              </w:rPr>
            </w:r>
            <w:r w:rsidRPr="001F5B4D">
              <w:rPr>
                <w:b/>
              </w:rPr>
              <w:fldChar w:fldCharType="separate"/>
            </w:r>
            <w:r w:rsidRPr="001F5B4D">
              <w:rPr>
                <w:rStyle w:val="Hyperlink"/>
                <w:b/>
              </w:rPr>
              <w:t>West African Spanish mackerel</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7C0D09A7" w14:textId="6BBA5D32" w:rsidR="001F5B4D" w:rsidRPr="001F5B4D" w:rsidRDefault="001F5B4D" w:rsidP="001F5B4D">
            <w:pPr>
              <w:rPr>
                <w:b/>
                <w:i/>
              </w:rPr>
            </w:pPr>
            <w:r w:rsidRPr="001F5B4D">
              <w:rPr>
                <w:b/>
                <w:i/>
              </w:rPr>
              <w:t>Scomberomorus tritor</w:t>
            </w:r>
          </w:p>
        </w:tc>
      </w:tr>
      <w:bookmarkEnd w:id="157"/>
      <w:tr w:rsidR="001F5B4D" w:rsidRPr="001F5B4D" w14:paraId="2C8443BD" w14:textId="77777777" w:rsidTr="0059411D">
        <w:tblPrEx>
          <w:tblCellMar>
            <w:top w:w="0" w:type="dxa"/>
            <w:bottom w:w="0" w:type="dxa"/>
          </w:tblCellMar>
        </w:tblPrEx>
        <w:trPr>
          <w:cantSplit/>
        </w:trPr>
        <w:tc>
          <w:tcPr>
            <w:tcW w:w="7938" w:type="dxa"/>
            <w:gridSpan w:val="4"/>
            <w:shd w:val="clear" w:color="auto" w:fill="998877"/>
          </w:tcPr>
          <w:p w14:paraId="74639CD3" w14:textId="3E1BF575" w:rsidR="001F5B4D" w:rsidRPr="001F5B4D" w:rsidRDefault="001F5B4D" w:rsidP="001F5B4D">
            <w:pPr>
              <w:rPr>
                <w:b/>
              </w:rPr>
            </w:pPr>
            <w:r w:rsidRPr="001F5B4D">
              <w:rPr>
                <w:b/>
              </w:rPr>
              <w:t>Productivity</w:t>
            </w:r>
          </w:p>
        </w:tc>
      </w:tr>
      <w:tr w:rsidR="001F5B4D" w:rsidRPr="001F5B4D" w14:paraId="0DA39C71" w14:textId="77777777" w:rsidTr="001F5B4D">
        <w:tblPrEx>
          <w:tblCellMar>
            <w:top w:w="0" w:type="dxa"/>
            <w:bottom w:w="0" w:type="dxa"/>
          </w:tblCellMar>
        </w:tblPrEx>
        <w:trPr>
          <w:cantSplit/>
        </w:trPr>
        <w:tc>
          <w:tcPr>
            <w:tcW w:w="2551" w:type="dxa"/>
            <w:shd w:val="clear" w:color="auto" w:fill="998877"/>
          </w:tcPr>
          <w:p w14:paraId="69277184" w14:textId="51A44F43" w:rsidR="001F5B4D" w:rsidRPr="001F5B4D" w:rsidRDefault="001F5B4D" w:rsidP="001F5B4D">
            <w:r w:rsidRPr="001F5B4D">
              <w:t>Average age at maturity</w:t>
            </w:r>
          </w:p>
        </w:tc>
        <w:tc>
          <w:tcPr>
            <w:tcW w:w="4536" w:type="dxa"/>
            <w:gridSpan w:val="2"/>
          </w:tcPr>
          <w:p w14:paraId="293AB636" w14:textId="27819B4D" w:rsidR="001F5B4D" w:rsidRPr="001F5B4D" w:rsidRDefault="001F5B4D" w:rsidP="001F5B4D">
            <w:r w:rsidRPr="001F5B4D">
              <w:t>Species growth rate (K) is 0.318, which is higher than lowest risk K (0.183) for age at maturity.</w:t>
            </w:r>
          </w:p>
        </w:tc>
        <w:tc>
          <w:tcPr>
            <w:tcW w:w="851" w:type="dxa"/>
          </w:tcPr>
          <w:p w14:paraId="4C6D069D" w14:textId="322FAA45" w:rsidR="001F5B4D" w:rsidRPr="001F5B4D" w:rsidRDefault="001F5B4D" w:rsidP="001F5B4D">
            <w:r w:rsidRPr="001F5B4D">
              <w:t>1</w:t>
            </w:r>
          </w:p>
        </w:tc>
      </w:tr>
      <w:tr w:rsidR="001F5B4D" w:rsidRPr="001F5B4D" w14:paraId="0D10595D" w14:textId="77777777" w:rsidTr="001F5B4D">
        <w:tblPrEx>
          <w:tblCellMar>
            <w:top w:w="0" w:type="dxa"/>
            <w:bottom w:w="0" w:type="dxa"/>
          </w:tblCellMar>
        </w:tblPrEx>
        <w:trPr>
          <w:cantSplit/>
        </w:trPr>
        <w:tc>
          <w:tcPr>
            <w:tcW w:w="2551" w:type="dxa"/>
            <w:shd w:val="clear" w:color="auto" w:fill="998877"/>
          </w:tcPr>
          <w:p w14:paraId="58B541A3" w14:textId="69A3F5FA" w:rsidR="001F5B4D" w:rsidRPr="001F5B4D" w:rsidRDefault="001F5B4D" w:rsidP="001F5B4D">
            <w:r w:rsidRPr="001F5B4D">
              <w:t>Average max age</w:t>
            </w:r>
          </w:p>
        </w:tc>
        <w:tc>
          <w:tcPr>
            <w:tcW w:w="4536" w:type="dxa"/>
            <w:gridSpan w:val="2"/>
          </w:tcPr>
          <w:p w14:paraId="3CA3F8F6" w14:textId="52205AA6" w:rsidR="001F5B4D" w:rsidRPr="001F5B4D" w:rsidRDefault="001F5B4D" w:rsidP="001F5B4D">
            <w:r w:rsidRPr="001F5B4D">
              <w:t>Species growth rate (K) is 0.318, which is higher than lowest risk K (0.30) for maximum age.</w:t>
            </w:r>
          </w:p>
        </w:tc>
        <w:tc>
          <w:tcPr>
            <w:tcW w:w="851" w:type="dxa"/>
          </w:tcPr>
          <w:p w14:paraId="7992BAAC" w14:textId="3E42828C" w:rsidR="001F5B4D" w:rsidRPr="001F5B4D" w:rsidRDefault="001F5B4D" w:rsidP="001F5B4D">
            <w:r w:rsidRPr="001F5B4D">
              <w:t>1</w:t>
            </w:r>
          </w:p>
        </w:tc>
      </w:tr>
      <w:tr w:rsidR="001F5B4D" w:rsidRPr="001F5B4D" w14:paraId="080318B6" w14:textId="77777777" w:rsidTr="001F5B4D">
        <w:tblPrEx>
          <w:tblCellMar>
            <w:top w:w="0" w:type="dxa"/>
            <w:bottom w:w="0" w:type="dxa"/>
          </w:tblCellMar>
        </w:tblPrEx>
        <w:trPr>
          <w:cantSplit/>
        </w:trPr>
        <w:tc>
          <w:tcPr>
            <w:tcW w:w="2551" w:type="dxa"/>
            <w:shd w:val="clear" w:color="auto" w:fill="998877"/>
          </w:tcPr>
          <w:p w14:paraId="47410872" w14:textId="18971273" w:rsidR="001F5B4D" w:rsidRPr="001F5B4D" w:rsidRDefault="001F5B4D" w:rsidP="001F5B4D">
            <w:r w:rsidRPr="001F5B4D">
              <w:t>Fecundity</w:t>
            </w:r>
          </w:p>
        </w:tc>
        <w:tc>
          <w:tcPr>
            <w:tcW w:w="4536" w:type="dxa"/>
            <w:gridSpan w:val="2"/>
          </w:tcPr>
          <w:p w14:paraId="24EDD814" w14:textId="76AB743B" w:rsidR="001F5B4D" w:rsidRPr="001F5B4D" w:rsidRDefault="001F5B4D" w:rsidP="001F5B4D">
            <w:r w:rsidRPr="001F5B4D">
              <w:t>Species fecundity is 1000000 eggs/year, which is higher than the lowest risk value (20000).</w:t>
            </w:r>
          </w:p>
        </w:tc>
        <w:tc>
          <w:tcPr>
            <w:tcW w:w="851" w:type="dxa"/>
          </w:tcPr>
          <w:p w14:paraId="538748DD" w14:textId="2A96ECF4" w:rsidR="001F5B4D" w:rsidRPr="001F5B4D" w:rsidRDefault="001F5B4D" w:rsidP="001F5B4D">
            <w:r w:rsidRPr="001F5B4D">
              <w:t>1</w:t>
            </w:r>
          </w:p>
        </w:tc>
      </w:tr>
      <w:tr w:rsidR="001F5B4D" w:rsidRPr="001F5B4D" w14:paraId="70A0DF08" w14:textId="77777777" w:rsidTr="001F5B4D">
        <w:tblPrEx>
          <w:tblCellMar>
            <w:top w:w="0" w:type="dxa"/>
            <w:bottom w:w="0" w:type="dxa"/>
          </w:tblCellMar>
        </w:tblPrEx>
        <w:trPr>
          <w:cantSplit/>
        </w:trPr>
        <w:tc>
          <w:tcPr>
            <w:tcW w:w="2551" w:type="dxa"/>
            <w:shd w:val="clear" w:color="auto" w:fill="998877"/>
          </w:tcPr>
          <w:p w14:paraId="79D7AA19" w14:textId="7B0D074E" w:rsidR="001F5B4D" w:rsidRPr="001F5B4D" w:rsidRDefault="001F5B4D" w:rsidP="001F5B4D">
            <w:r w:rsidRPr="001F5B4D">
              <w:t>Average max size</w:t>
            </w:r>
          </w:p>
        </w:tc>
        <w:tc>
          <w:tcPr>
            <w:tcW w:w="4536" w:type="dxa"/>
            <w:gridSpan w:val="2"/>
          </w:tcPr>
          <w:p w14:paraId="61A572D2" w14:textId="3DDE4428" w:rsidR="001F5B4D" w:rsidRPr="001F5B4D" w:rsidRDefault="001F5B4D" w:rsidP="001F5B4D">
            <w:r w:rsidRPr="001F5B4D">
              <w:t>Species maximum length is 100, which is in the medium risk range (100-300cm).</w:t>
            </w:r>
          </w:p>
        </w:tc>
        <w:tc>
          <w:tcPr>
            <w:tcW w:w="851" w:type="dxa"/>
          </w:tcPr>
          <w:p w14:paraId="2332D84E" w14:textId="12E98016" w:rsidR="001F5B4D" w:rsidRPr="001F5B4D" w:rsidRDefault="001F5B4D" w:rsidP="001F5B4D">
            <w:r w:rsidRPr="001F5B4D">
              <w:t>2</w:t>
            </w:r>
          </w:p>
        </w:tc>
      </w:tr>
      <w:tr w:rsidR="001F5B4D" w:rsidRPr="001F5B4D" w14:paraId="39630A45" w14:textId="77777777" w:rsidTr="001F5B4D">
        <w:tblPrEx>
          <w:tblCellMar>
            <w:top w:w="0" w:type="dxa"/>
            <w:bottom w:w="0" w:type="dxa"/>
          </w:tblCellMar>
        </w:tblPrEx>
        <w:trPr>
          <w:cantSplit/>
        </w:trPr>
        <w:tc>
          <w:tcPr>
            <w:tcW w:w="2551" w:type="dxa"/>
            <w:shd w:val="clear" w:color="auto" w:fill="998877"/>
          </w:tcPr>
          <w:p w14:paraId="669926AC" w14:textId="22E37F65" w:rsidR="001F5B4D" w:rsidRPr="001F5B4D" w:rsidRDefault="001F5B4D" w:rsidP="001F5B4D">
            <w:r w:rsidRPr="001F5B4D">
              <w:t>Average size at maturity</w:t>
            </w:r>
          </w:p>
        </w:tc>
        <w:tc>
          <w:tcPr>
            <w:tcW w:w="4536" w:type="dxa"/>
            <w:gridSpan w:val="2"/>
          </w:tcPr>
          <w:p w14:paraId="1C6D7C90" w14:textId="0C9B1066" w:rsidR="001F5B4D" w:rsidRPr="001F5B4D" w:rsidRDefault="001F5B4D" w:rsidP="001F5B4D">
            <w:r w:rsidRPr="001F5B4D">
              <w:t>Species length at maturity is 37, which is lower than the lowest risk value (40cm).</w:t>
            </w:r>
          </w:p>
        </w:tc>
        <w:tc>
          <w:tcPr>
            <w:tcW w:w="851" w:type="dxa"/>
          </w:tcPr>
          <w:p w14:paraId="2F505F41" w14:textId="33D0D034" w:rsidR="001F5B4D" w:rsidRPr="001F5B4D" w:rsidRDefault="001F5B4D" w:rsidP="001F5B4D">
            <w:r w:rsidRPr="001F5B4D">
              <w:t>1</w:t>
            </w:r>
          </w:p>
        </w:tc>
      </w:tr>
      <w:tr w:rsidR="001F5B4D" w:rsidRPr="001F5B4D" w14:paraId="2AABDBB3" w14:textId="77777777" w:rsidTr="001F5B4D">
        <w:tblPrEx>
          <w:tblCellMar>
            <w:top w:w="0" w:type="dxa"/>
            <w:bottom w:w="0" w:type="dxa"/>
          </w:tblCellMar>
        </w:tblPrEx>
        <w:trPr>
          <w:cantSplit/>
        </w:trPr>
        <w:tc>
          <w:tcPr>
            <w:tcW w:w="2551" w:type="dxa"/>
            <w:shd w:val="clear" w:color="auto" w:fill="998877"/>
          </w:tcPr>
          <w:p w14:paraId="278DC1C0" w14:textId="6CD028BD" w:rsidR="001F5B4D" w:rsidRPr="001F5B4D" w:rsidRDefault="001F5B4D" w:rsidP="001F5B4D">
            <w:r w:rsidRPr="001F5B4D">
              <w:t>Reproductive strategy</w:t>
            </w:r>
          </w:p>
        </w:tc>
        <w:tc>
          <w:tcPr>
            <w:tcW w:w="4536" w:type="dxa"/>
            <w:gridSpan w:val="2"/>
          </w:tcPr>
          <w:p w14:paraId="044E9D93" w14:textId="08B7D04D" w:rsidR="001F5B4D" w:rsidRPr="001F5B4D" w:rsidRDefault="001F5B4D" w:rsidP="001F5B4D">
            <w:r w:rsidRPr="001F5B4D">
              <w:t>Species reproductive strategy is broadcast spawner, which is low risk.</w:t>
            </w:r>
          </w:p>
        </w:tc>
        <w:tc>
          <w:tcPr>
            <w:tcW w:w="851" w:type="dxa"/>
          </w:tcPr>
          <w:p w14:paraId="56FFB411" w14:textId="0EBED458" w:rsidR="001F5B4D" w:rsidRPr="001F5B4D" w:rsidRDefault="001F5B4D" w:rsidP="001F5B4D">
            <w:r w:rsidRPr="001F5B4D">
              <w:t>1</w:t>
            </w:r>
          </w:p>
        </w:tc>
      </w:tr>
      <w:tr w:rsidR="001F5B4D" w:rsidRPr="001F5B4D" w14:paraId="53A2630C" w14:textId="77777777" w:rsidTr="001F5B4D">
        <w:tblPrEx>
          <w:tblCellMar>
            <w:top w:w="0" w:type="dxa"/>
            <w:bottom w:w="0" w:type="dxa"/>
          </w:tblCellMar>
        </w:tblPrEx>
        <w:trPr>
          <w:cantSplit/>
        </w:trPr>
        <w:tc>
          <w:tcPr>
            <w:tcW w:w="2551" w:type="dxa"/>
            <w:shd w:val="clear" w:color="auto" w:fill="998877"/>
          </w:tcPr>
          <w:p w14:paraId="1E182E9B" w14:textId="49E4FA8D" w:rsidR="001F5B4D" w:rsidRPr="001F5B4D" w:rsidRDefault="001F5B4D" w:rsidP="001F5B4D">
            <w:r w:rsidRPr="001F5B4D">
              <w:t>Trophic level</w:t>
            </w:r>
          </w:p>
        </w:tc>
        <w:tc>
          <w:tcPr>
            <w:tcW w:w="4536" w:type="dxa"/>
            <w:gridSpan w:val="2"/>
            <w:tcBorders>
              <w:bottom w:val="single" w:sz="4" w:space="0" w:color="auto"/>
            </w:tcBorders>
          </w:tcPr>
          <w:p w14:paraId="20C0BC37" w14:textId="706CD11B" w:rsidR="001F5B4D" w:rsidRPr="001F5B4D" w:rsidRDefault="001F5B4D" w:rsidP="001F5B4D">
            <w:r w:rsidRPr="001F5B4D">
              <w:t>Species trophic level is 4.3, which is higher than the highest risk value (3.25).</w:t>
            </w:r>
          </w:p>
        </w:tc>
        <w:tc>
          <w:tcPr>
            <w:tcW w:w="851" w:type="dxa"/>
          </w:tcPr>
          <w:p w14:paraId="1D013D89" w14:textId="199EE981" w:rsidR="001F5B4D" w:rsidRPr="001F5B4D" w:rsidRDefault="001F5B4D" w:rsidP="001F5B4D">
            <w:r w:rsidRPr="001F5B4D">
              <w:t>3</w:t>
            </w:r>
          </w:p>
        </w:tc>
      </w:tr>
      <w:tr w:rsidR="001F5B4D" w:rsidRPr="001F5B4D" w14:paraId="6390093A"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17BE98A1" w14:textId="77777777" w:rsidR="001F5B4D" w:rsidRPr="001F5B4D" w:rsidRDefault="001F5B4D" w:rsidP="001F5B4D"/>
        </w:tc>
        <w:tc>
          <w:tcPr>
            <w:tcW w:w="4536" w:type="dxa"/>
            <w:gridSpan w:val="2"/>
            <w:tcBorders>
              <w:bottom w:val="single" w:sz="4" w:space="0" w:color="auto"/>
            </w:tcBorders>
            <w:shd w:val="clear" w:color="auto" w:fill="998877"/>
          </w:tcPr>
          <w:p w14:paraId="05F22718" w14:textId="0070B489" w:rsidR="001F5B4D" w:rsidRPr="001F5B4D" w:rsidRDefault="001F5B4D" w:rsidP="001F5B4D">
            <w:r w:rsidRPr="001F5B4D">
              <w:t>Productivity score</w:t>
            </w:r>
          </w:p>
        </w:tc>
        <w:tc>
          <w:tcPr>
            <w:tcW w:w="851" w:type="dxa"/>
            <w:tcBorders>
              <w:bottom w:val="single" w:sz="4" w:space="0" w:color="auto"/>
            </w:tcBorders>
          </w:tcPr>
          <w:p w14:paraId="35D26596" w14:textId="7ECAA7DC" w:rsidR="001F5B4D" w:rsidRPr="001F5B4D" w:rsidRDefault="001F5B4D" w:rsidP="001F5B4D">
            <w:r w:rsidRPr="001F5B4D">
              <w:t>1.43</w:t>
            </w:r>
          </w:p>
        </w:tc>
      </w:tr>
      <w:tr w:rsidR="001F5B4D" w:rsidRPr="001F5B4D" w14:paraId="00D99B49" w14:textId="77777777" w:rsidTr="007D5814">
        <w:tblPrEx>
          <w:tblCellMar>
            <w:top w:w="0" w:type="dxa"/>
            <w:bottom w:w="0" w:type="dxa"/>
          </w:tblCellMar>
        </w:tblPrEx>
        <w:trPr>
          <w:cantSplit/>
        </w:trPr>
        <w:tc>
          <w:tcPr>
            <w:tcW w:w="7938" w:type="dxa"/>
            <w:gridSpan w:val="4"/>
            <w:shd w:val="clear" w:color="auto" w:fill="998877"/>
          </w:tcPr>
          <w:p w14:paraId="58B708CE" w14:textId="4CDA43FF" w:rsidR="001F5B4D" w:rsidRPr="001F5B4D" w:rsidRDefault="001F5B4D" w:rsidP="001F5B4D">
            <w:pPr>
              <w:rPr>
                <w:b/>
              </w:rPr>
            </w:pPr>
            <w:r w:rsidRPr="001F5B4D">
              <w:rPr>
                <w:b/>
              </w:rPr>
              <w:t>Susceptibility</w:t>
            </w:r>
          </w:p>
        </w:tc>
      </w:tr>
      <w:tr w:rsidR="001F5B4D" w:rsidRPr="001F5B4D" w14:paraId="2A415095" w14:textId="77777777" w:rsidTr="001F5B4D">
        <w:tblPrEx>
          <w:tblCellMar>
            <w:top w:w="0" w:type="dxa"/>
            <w:bottom w:w="0" w:type="dxa"/>
          </w:tblCellMar>
        </w:tblPrEx>
        <w:trPr>
          <w:cantSplit/>
        </w:trPr>
        <w:tc>
          <w:tcPr>
            <w:tcW w:w="2551" w:type="dxa"/>
            <w:shd w:val="clear" w:color="auto" w:fill="998877"/>
          </w:tcPr>
          <w:p w14:paraId="3726E7D5" w14:textId="6C6F7D5A" w:rsidR="001F5B4D" w:rsidRPr="001F5B4D" w:rsidRDefault="001F5B4D" w:rsidP="001F5B4D">
            <w:r w:rsidRPr="001F5B4D">
              <w:t>Areal overlap (availability)</w:t>
            </w:r>
          </w:p>
        </w:tc>
        <w:tc>
          <w:tcPr>
            <w:tcW w:w="4536" w:type="dxa"/>
            <w:gridSpan w:val="2"/>
          </w:tcPr>
          <w:p w14:paraId="6A98A594" w14:textId="0C28DF3C" w:rsidR="001F5B4D" w:rsidRPr="001F5B4D" w:rsidRDefault="001F5B4D" w:rsidP="001F5B4D">
            <w:r w:rsidRPr="001F5B4D">
              <w:t>Atlantic distribution, but catches reported in Pacific and Indian Oceans.</w:t>
            </w:r>
          </w:p>
        </w:tc>
        <w:tc>
          <w:tcPr>
            <w:tcW w:w="851" w:type="dxa"/>
          </w:tcPr>
          <w:p w14:paraId="7D1503D7" w14:textId="1708A5E4" w:rsidR="001F5B4D" w:rsidRPr="001F5B4D" w:rsidRDefault="001F5B4D" w:rsidP="001F5B4D">
            <w:r w:rsidRPr="001F5B4D">
              <w:t>1</w:t>
            </w:r>
          </w:p>
        </w:tc>
      </w:tr>
      <w:tr w:rsidR="001F5B4D" w:rsidRPr="001F5B4D" w14:paraId="509D2477" w14:textId="77777777" w:rsidTr="001F5B4D">
        <w:tblPrEx>
          <w:tblCellMar>
            <w:top w:w="0" w:type="dxa"/>
            <w:bottom w:w="0" w:type="dxa"/>
          </w:tblCellMar>
        </w:tblPrEx>
        <w:trPr>
          <w:cantSplit/>
        </w:trPr>
        <w:tc>
          <w:tcPr>
            <w:tcW w:w="2551" w:type="dxa"/>
            <w:shd w:val="clear" w:color="auto" w:fill="998877"/>
          </w:tcPr>
          <w:p w14:paraId="26BD392D" w14:textId="41D0CBEF" w:rsidR="001F5B4D" w:rsidRPr="001F5B4D" w:rsidRDefault="001F5B4D" w:rsidP="001F5B4D">
            <w:r w:rsidRPr="001F5B4D">
              <w:t>Encounterability</w:t>
            </w:r>
          </w:p>
        </w:tc>
        <w:tc>
          <w:tcPr>
            <w:tcW w:w="4536" w:type="dxa"/>
            <w:gridSpan w:val="2"/>
          </w:tcPr>
          <w:p w14:paraId="44472D0B" w14:textId="022C5AD5" w:rsidR="001F5B4D" w:rsidRPr="001F5B4D" w:rsidRDefault="001F5B4D" w:rsidP="001F5B4D">
            <w:r w:rsidRPr="001F5B4D">
              <w:t>The depth range of the species is 1-40m. For surface gears, the vertical overlap index with this species is 100.00%.</w:t>
            </w:r>
          </w:p>
        </w:tc>
        <w:tc>
          <w:tcPr>
            <w:tcW w:w="851" w:type="dxa"/>
          </w:tcPr>
          <w:p w14:paraId="7997D396" w14:textId="7AA54A08" w:rsidR="001F5B4D" w:rsidRPr="001F5B4D" w:rsidRDefault="001F5B4D" w:rsidP="001F5B4D">
            <w:r w:rsidRPr="001F5B4D">
              <w:t>3</w:t>
            </w:r>
          </w:p>
        </w:tc>
      </w:tr>
      <w:tr w:rsidR="001F5B4D" w:rsidRPr="001F5B4D" w14:paraId="5DAA8FAB" w14:textId="77777777" w:rsidTr="001F5B4D">
        <w:tblPrEx>
          <w:tblCellMar>
            <w:top w:w="0" w:type="dxa"/>
            <w:bottom w:w="0" w:type="dxa"/>
          </w:tblCellMar>
        </w:tblPrEx>
        <w:trPr>
          <w:cantSplit/>
        </w:trPr>
        <w:tc>
          <w:tcPr>
            <w:tcW w:w="2551" w:type="dxa"/>
            <w:shd w:val="clear" w:color="auto" w:fill="998877"/>
          </w:tcPr>
          <w:p w14:paraId="378CD68D" w14:textId="32161F01" w:rsidR="001F5B4D" w:rsidRPr="001F5B4D" w:rsidRDefault="001F5B4D" w:rsidP="001F5B4D">
            <w:r w:rsidRPr="001F5B4D">
              <w:t>Selectivity</w:t>
            </w:r>
          </w:p>
        </w:tc>
        <w:tc>
          <w:tcPr>
            <w:tcW w:w="4536" w:type="dxa"/>
            <w:gridSpan w:val="2"/>
          </w:tcPr>
          <w:p w14:paraId="310FB996" w14:textId="15B02AC7" w:rsidR="001F5B4D" w:rsidRPr="001F5B4D" w:rsidRDefault="001F5B4D" w:rsidP="001F5B4D">
            <w:r w:rsidRPr="001F5B4D">
              <w:t>The maximum length of the species is 100cm. For tropical surface fisheries, the length overlap index with this species is 90.91%.</w:t>
            </w:r>
          </w:p>
        </w:tc>
        <w:tc>
          <w:tcPr>
            <w:tcW w:w="851" w:type="dxa"/>
          </w:tcPr>
          <w:p w14:paraId="434F8B94" w14:textId="2265DDBA" w:rsidR="001F5B4D" w:rsidRPr="001F5B4D" w:rsidRDefault="001F5B4D" w:rsidP="001F5B4D">
            <w:r w:rsidRPr="001F5B4D">
              <w:t>3</w:t>
            </w:r>
          </w:p>
        </w:tc>
      </w:tr>
      <w:tr w:rsidR="001F5B4D" w:rsidRPr="001F5B4D" w14:paraId="7FA01BA1" w14:textId="77777777" w:rsidTr="001F5B4D">
        <w:tblPrEx>
          <w:tblCellMar>
            <w:top w:w="0" w:type="dxa"/>
            <w:bottom w:w="0" w:type="dxa"/>
          </w:tblCellMar>
        </w:tblPrEx>
        <w:trPr>
          <w:cantSplit/>
        </w:trPr>
        <w:tc>
          <w:tcPr>
            <w:tcW w:w="2551" w:type="dxa"/>
            <w:shd w:val="clear" w:color="auto" w:fill="998877"/>
          </w:tcPr>
          <w:p w14:paraId="73568A54" w14:textId="38F7DC59" w:rsidR="001F5B4D" w:rsidRPr="001F5B4D" w:rsidRDefault="001F5B4D" w:rsidP="001F5B4D">
            <w:r w:rsidRPr="001F5B4D">
              <w:t>Post capture mortality</w:t>
            </w:r>
          </w:p>
        </w:tc>
        <w:tc>
          <w:tcPr>
            <w:tcW w:w="4536" w:type="dxa"/>
            <w:gridSpan w:val="2"/>
            <w:tcBorders>
              <w:bottom w:val="single" w:sz="4" w:space="0" w:color="auto"/>
            </w:tcBorders>
          </w:tcPr>
          <w:p w14:paraId="5A05B858" w14:textId="17CD0984" w:rsidR="001F5B4D" w:rsidRPr="001F5B4D" w:rsidRDefault="001F5B4D" w:rsidP="001F5B4D">
            <w:r w:rsidRPr="001F5B4D">
              <w:t>No direct evidence of survival after capture.</w:t>
            </w:r>
          </w:p>
        </w:tc>
        <w:tc>
          <w:tcPr>
            <w:tcW w:w="851" w:type="dxa"/>
          </w:tcPr>
          <w:p w14:paraId="287DDD50" w14:textId="2FF2D5DC" w:rsidR="001F5B4D" w:rsidRPr="001F5B4D" w:rsidRDefault="001F5B4D" w:rsidP="001F5B4D">
            <w:r w:rsidRPr="001F5B4D">
              <w:t>3</w:t>
            </w:r>
          </w:p>
        </w:tc>
      </w:tr>
      <w:tr w:rsidR="001F5B4D" w:rsidRPr="001F5B4D" w14:paraId="4BBAC125" w14:textId="77777777" w:rsidTr="001F5B4D">
        <w:tblPrEx>
          <w:tblCellMar>
            <w:top w:w="0" w:type="dxa"/>
            <w:bottom w:w="0" w:type="dxa"/>
          </w:tblCellMar>
        </w:tblPrEx>
        <w:trPr>
          <w:cantSplit/>
        </w:trPr>
        <w:tc>
          <w:tcPr>
            <w:tcW w:w="2551" w:type="dxa"/>
            <w:shd w:val="clear" w:color="auto" w:fill="998877"/>
          </w:tcPr>
          <w:p w14:paraId="3C50D9F6" w14:textId="77777777" w:rsidR="001F5B4D" w:rsidRPr="001F5B4D" w:rsidRDefault="001F5B4D" w:rsidP="001F5B4D"/>
        </w:tc>
        <w:tc>
          <w:tcPr>
            <w:tcW w:w="4536" w:type="dxa"/>
            <w:gridSpan w:val="2"/>
            <w:tcBorders>
              <w:bottom w:val="single" w:sz="4" w:space="0" w:color="auto"/>
            </w:tcBorders>
            <w:shd w:val="clear" w:color="auto" w:fill="998877"/>
          </w:tcPr>
          <w:p w14:paraId="04C6908E" w14:textId="120328A6" w:rsidR="001F5B4D" w:rsidRPr="001F5B4D" w:rsidRDefault="001F5B4D" w:rsidP="001F5B4D">
            <w:r w:rsidRPr="001F5B4D">
              <w:t>Susceptibility score</w:t>
            </w:r>
          </w:p>
        </w:tc>
        <w:tc>
          <w:tcPr>
            <w:tcW w:w="851" w:type="dxa"/>
          </w:tcPr>
          <w:p w14:paraId="50A4576D" w14:textId="1E3B25F9" w:rsidR="001F5B4D" w:rsidRPr="001F5B4D" w:rsidRDefault="001F5B4D" w:rsidP="001F5B4D">
            <w:r w:rsidRPr="001F5B4D">
              <w:t>1.65</w:t>
            </w:r>
          </w:p>
        </w:tc>
      </w:tr>
      <w:tr w:rsidR="001F5B4D" w:rsidRPr="001F5B4D" w14:paraId="6B5E5261" w14:textId="77777777" w:rsidTr="001F5B4D">
        <w:tblPrEx>
          <w:tblCellMar>
            <w:top w:w="0" w:type="dxa"/>
            <w:bottom w:w="0" w:type="dxa"/>
          </w:tblCellMar>
        </w:tblPrEx>
        <w:trPr>
          <w:cantSplit/>
        </w:trPr>
        <w:tc>
          <w:tcPr>
            <w:tcW w:w="2551" w:type="dxa"/>
            <w:shd w:val="clear" w:color="auto" w:fill="998877"/>
          </w:tcPr>
          <w:p w14:paraId="56908C65" w14:textId="77777777" w:rsidR="001F5B4D" w:rsidRPr="001F5B4D" w:rsidRDefault="001F5B4D" w:rsidP="001F5B4D"/>
        </w:tc>
        <w:tc>
          <w:tcPr>
            <w:tcW w:w="4536" w:type="dxa"/>
            <w:gridSpan w:val="2"/>
            <w:shd w:val="clear" w:color="auto" w:fill="998877"/>
          </w:tcPr>
          <w:p w14:paraId="0266E460" w14:textId="5E2C87BD" w:rsidR="001F5B4D" w:rsidRPr="001F5B4D" w:rsidRDefault="001F5B4D" w:rsidP="001F5B4D">
            <w:r w:rsidRPr="001F5B4D">
              <w:t>Vulnerability score</w:t>
            </w:r>
          </w:p>
        </w:tc>
        <w:tc>
          <w:tcPr>
            <w:tcW w:w="851" w:type="dxa"/>
          </w:tcPr>
          <w:p w14:paraId="4053D6A5" w14:textId="6D604608" w:rsidR="001F5B4D" w:rsidRPr="001F5B4D" w:rsidRDefault="001F5B4D" w:rsidP="001F5B4D">
            <w:r w:rsidRPr="001F5B4D">
              <w:t>2.18</w:t>
            </w:r>
          </w:p>
        </w:tc>
      </w:tr>
    </w:tbl>
    <w:p w14:paraId="032E29B6" w14:textId="216BA216"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5F45EE7C"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8" w:name="T_SMA" w:colFirst="0" w:colLast="0"/>
          <w:p w14:paraId="212A9D41" w14:textId="451977BE" w:rsidR="001F5B4D" w:rsidRPr="001F5B4D" w:rsidRDefault="001F5B4D" w:rsidP="001F5B4D">
            <w:pPr>
              <w:rPr>
                <w:b/>
              </w:rPr>
            </w:pPr>
            <w:r w:rsidRPr="001F5B4D">
              <w:rPr>
                <w:b/>
              </w:rPr>
              <w:fldChar w:fldCharType="begin"/>
            </w:r>
            <w:r w:rsidRPr="001F5B4D">
              <w:rPr>
                <w:b/>
              </w:rPr>
              <w:instrText xml:space="preserve"> HYPERLINK  \l "S_SMA" \o "PSA Score" </w:instrText>
            </w:r>
            <w:r w:rsidRPr="001F5B4D">
              <w:rPr>
                <w:b/>
              </w:rPr>
            </w:r>
            <w:r w:rsidRPr="001F5B4D">
              <w:rPr>
                <w:b/>
              </w:rPr>
              <w:fldChar w:fldCharType="separate"/>
            </w:r>
            <w:r w:rsidRPr="001F5B4D">
              <w:rPr>
                <w:rStyle w:val="Hyperlink"/>
                <w:b/>
              </w:rPr>
              <w:t>Shortfin mako</w:t>
            </w:r>
            <w:r w:rsidRPr="001F5B4D">
              <w:rPr>
                <w:b/>
              </w:rPr>
              <w:fldChar w:fldCharType="end"/>
            </w:r>
          </w:p>
        </w:tc>
        <w:tc>
          <w:tcPr>
            <w:tcW w:w="3969" w:type="dxa"/>
            <w:gridSpan w:val="2"/>
            <w:tcBorders>
              <w:bottom w:val="single" w:sz="4" w:space="0" w:color="auto"/>
            </w:tcBorders>
            <w:shd w:val="clear" w:color="auto" w:fill="998877"/>
          </w:tcPr>
          <w:p w14:paraId="7E24A7CA" w14:textId="6E18CAF6" w:rsidR="001F5B4D" w:rsidRPr="001F5B4D" w:rsidRDefault="001F5B4D" w:rsidP="001F5B4D">
            <w:pPr>
              <w:rPr>
                <w:b/>
                <w:i/>
              </w:rPr>
            </w:pPr>
            <w:r w:rsidRPr="001F5B4D">
              <w:rPr>
                <w:b/>
                <w:i/>
              </w:rPr>
              <w:t>Isurus oxyrinchus</w:t>
            </w:r>
          </w:p>
        </w:tc>
      </w:tr>
      <w:bookmarkEnd w:id="158"/>
      <w:tr w:rsidR="001F5B4D" w:rsidRPr="001F5B4D" w14:paraId="43AED508" w14:textId="77777777" w:rsidTr="00C62D22">
        <w:tblPrEx>
          <w:tblCellMar>
            <w:top w:w="0" w:type="dxa"/>
            <w:bottom w:w="0" w:type="dxa"/>
          </w:tblCellMar>
        </w:tblPrEx>
        <w:trPr>
          <w:cantSplit/>
        </w:trPr>
        <w:tc>
          <w:tcPr>
            <w:tcW w:w="7938" w:type="dxa"/>
            <w:gridSpan w:val="4"/>
            <w:shd w:val="clear" w:color="auto" w:fill="998877"/>
          </w:tcPr>
          <w:p w14:paraId="3C0FC2BE" w14:textId="24B6BF80" w:rsidR="001F5B4D" w:rsidRPr="001F5B4D" w:rsidRDefault="001F5B4D" w:rsidP="001F5B4D">
            <w:pPr>
              <w:rPr>
                <w:b/>
              </w:rPr>
            </w:pPr>
            <w:r w:rsidRPr="001F5B4D">
              <w:rPr>
                <w:b/>
              </w:rPr>
              <w:t>Productivity</w:t>
            </w:r>
          </w:p>
        </w:tc>
      </w:tr>
      <w:tr w:rsidR="001F5B4D" w:rsidRPr="001F5B4D" w14:paraId="4B122D58" w14:textId="77777777" w:rsidTr="001F5B4D">
        <w:tblPrEx>
          <w:tblCellMar>
            <w:top w:w="0" w:type="dxa"/>
            <w:bottom w:w="0" w:type="dxa"/>
          </w:tblCellMar>
        </w:tblPrEx>
        <w:trPr>
          <w:cantSplit/>
        </w:trPr>
        <w:tc>
          <w:tcPr>
            <w:tcW w:w="2551" w:type="dxa"/>
            <w:shd w:val="clear" w:color="auto" w:fill="998877"/>
          </w:tcPr>
          <w:p w14:paraId="252F5DDD" w14:textId="11DD53F7" w:rsidR="001F5B4D" w:rsidRPr="001F5B4D" w:rsidRDefault="001F5B4D" w:rsidP="001F5B4D">
            <w:r w:rsidRPr="001F5B4D">
              <w:t>Average age at maturity</w:t>
            </w:r>
          </w:p>
        </w:tc>
        <w:tc>
          <w:tcPr>
            <w:tcW w:w="4536" w:type="dxa"/>
            <w:gridSpan w:val="2"/>
          </w:tcPr>
          <w:p w14:paraId="2530A57A" w14:textId="72EAE2A0" w:rsidR="001F5B4D" w:rsidRPr="001F5B4D" w:rsidRDefault="001F5B4D" w:rsidP="001F5B4D">
            <w:r w:rsidRPr="001F5B4D">
              <w:t>Species growth rate (K) is 0.100, which is in the medium risk K range (0.061-0.183) for age at maturity.</w:t>
            </w:r>
          </w:p>
        </w:tc>
        <w:tc>
          <w:tcPr>
            <w:tcW w:w="851" w:type="dxa"/>
          </w:tcPr>
          <w:p w14:paraId="56490A04" w14:textId="3805014C" w:rsidR="001F5B4D" w:rsidRPr="001F5B4D" w:rsidRDefault="001F5B4D" w:rsidP="001F5B4D">
            <w:r w:rsidRPr="001F5B4D">
              <w:t>2</w:t>
            </w:r>
          </w:p>
        </w:tc>
      </w:tr>
      <w:tr w:rsidR="001F5B4D" w:rsidRPr="001F5B4D" w14:paraId="5736EB60" w14:textId="77777777" w:rsidTr="001F5B4D">
        <w:tblPrEx>
          <w:tblCellMar>
            <w:top w:w="0" w:type="dxa"/>
            <w:bottom w:w="0" w:type="dxa"/>
          </w:tblCellMar>
        </w:tblPrEx>
        <w:trPr>
          <w:cantSplit/>
        </w:trPr>
        <w:tc>
          <w:tcPr>
            <w:tcW w:w="2551" w:type="dxa"/>
            <w:shd w:val="clear" w:color="auto" w:fill="998877"/>
          </w:tcPr>
          <w:p w14:paraId="13626668" w14:textId="330F8D1D" w:rsidR="001F5B4D" w:rsidRPr="001F5B4D" w:rsidRDefault="001F5B4D" w:rsidP="001F5B4D">
            <w:r w:rsidRPr="001F5B4D">
              <w:t>Average max age</w:t>
            </w:r>
          </w:p>
        </w:tc>
        <w:tc>
          <w:tcPr>
            <w:tcW w:w="4536" w:type="dxa"/>
            <w:gridSpan w:val="2"/>
          </w:tcPr>
          <w:p w14:paraId="40FF6AAA" w14:textId="76A55677" w:rsidR="001F5B4D" w:rsidRPr="001F5B4D" w:rsidRDefault="001F5B4D" w:rsidP="001F5B4D">
            <w:r w:rsidRPr="001F5B4D">
              <w:t>Species growth rate (K) is 0.100, which is lower than highest risk K (0.12) for maximum age.</w:t>
            </w:r>
          </w:p>
        </w:tc>
        <w:tc>
          <w:tcPr>
            <w:tcW w:w="851" w:type="dxa"/>
          </w:tcPr>
          <w:p w14:paraId="21ABCF28" w14:textId="3FF317A1" w:rsidR="001F5B4D" w:rsidRPr="001F5B4D" w:rsidRDefault="001F5B4D" w:rsidP="001F5B4D">
            <w:r w:rsidRPr="001F5B4D">
              <w:t>3</w:t>
            </w:r>
          </w:p>
        </w:tc>
      </w:tr>
      <w:tr w:rsidR="001F5B4D" w:rsidRPr="001F5B4D" w14:paraId="6EF6556F" w14:textId="77777777" w:rsidTr="001F5B4D">
        <w:tblPrEx>
          <w:tblCellMar>
            <w:top w:w="0" w:type="dxa"/>
            <w:bottom w:w="0" w:type="dxa"/>
          </w:tblCellMar>
        </w:tblPrEx>
        <w:trPr>
          <w:cantSplit/>
        </w:trPr>
        <w:tc>
          <w:tcPr>
            <w:tcW w:w="2551" w:type="dxa"/>
            <w:shd w:val="clear" w:color="auto" w:fill="998877"/>
          </w:tcPr>
          <w:p w14:paraId="70F0A467" w14:textId="6BDE53D4" w:rsidR="001F5B4D" w:rsidRPr="001F5B4D" w:rsidRDefault="001F5B4D" w:rsidP="001F5B4D">
            <w:r w:rsidRPr="001F5B4D">
              <w:t>Fecundity</w:t>
            </w:r>
          </w:p>
        </w:tc>
        <w:tc>
          <w:tcPr>
            <w:tcW w:w="4536" w:type="dxa"/>
            <w:gridSpan w:val="2"/>
          </w:tcPr>
          <w:p w14:paraId="5ADFFE26" w14:textId="4B42CBC6" w:rsidR="001F5B4D" w:rsidRPr="001F5B4D" w:rsidRDefault="001F5B4D" w:rsidP="001F5B4D">
            <w:r w:rsidRPr="001F5B4D">
              <w:t>Species fecundity is 4 eggs/year, which is lower than the highest risk value (100).</w:t>
            </w:r>
          </w:p>
        </w:tc>
        <w:tc>
          <w:tcPr>
            <w:tcW w:w="851" w:type="dxa"/>
          </w:tcPr>
          <w:p w14:paraId="5E25E606" w14:textId="5C904A2A" w:rsidR="001F5B4D" w:rsidRPr="001F5B4D" w:rsidRDefault="001F5B4D" w:rsidP="001F5B4D">
            <w:r w:rsidRPr="001F5B4D">
              <w:t>3</w:t>
            </w:r>
          </w:p>
        </w:tc>
      </w:tr>
      <w:tr w:rsidR="001F5B4D" w:rsidRPr="001F5B4D" w14:paraId="0A6A9713" w14:textId="77777777" w:rsidTr="001F5B4D">
        <w:tblPrEx>
          <w:tblCellMar>
            <w:top w:w="0" w:type="dxa"/>
            <w:bottom w:w="0" w:type="dxa"/>
          </w:tblCellMar>
        </w:tblPrEx>
        <w:trPr>
          <w:cantSplit/>
        </w:trPr>
        <w:tc>
          <w:tcPr>
            <w:tcW w:w="2551" w:type="dxa"/>
            <w:shd w:val="clear" w:color="auto" w:fill="998877"/>
          </w:tcPr>
          <w:p w14:paraId="7B387AAF" w14:textId="267A01EE" w:rsidR="001F5B4D" w:rsidRPr="001F5B4D" w:rsidRDefault="001F5B4D" w:rsidP="001F5B4D">
            <w:r w:rsidRPr="001F5B4D">
              <w:t>Average max size</w:t>
            </w:r>
          </w:p>
        </w:tc>
        <w:tc>
          <w:tcPr>
            <w:tcW w:w="4536" w:type="dxa"/>
            <w:gridSpan w:val="2"/>
          </w:tcPr>
          <w:p w14:paraId="40C7730D" w14:textId="31A8C4AE" w:rsidR="001F5B4D" w:rsidRPr="001F5B4D" w:rsidRDefault="001F5B4D" w:rsidP="001F5B4D">
            <w:r w:rsidRPr="001F5B4D">
              <w:t>Species maximum length is 445, which is higher than the highest risk value (300cm).</w:t>
            </w:r>
          </w:p>
        </w:tc>
        <w:tc>
          <w:tcPr>
            <w:tcW w:w="851" w:type="dxa"/>
          </w:tcPr>
          <w:p w14:paraId="3E958DB8" w14:textId="328E0A0C" w:rsidR="001F5B4D" w:rsidRPr="001F5B4D" w:rsidRDefault="001F5B4D" w:rsidP="001F5B4D">
            <w:r w:rsidRPr="001F5B4D">
              <w:t>3</w:t>
            </w:r>
          </w:p>
        </w:tc>
      </w:tr>
      <w:tr w:rsidR="001F5B4D" w:rsidRPr="001F5B4D" w14:paraId="72EAEE9D" w14:textId="77777777" w:rsidTr="001F5B4D">
        <w:tblPrEx>
          <w:tblCellMar>
            <w:top w:w="0" w:type="dxa"/>
            <w:bottom w:w="0" w:type="dxa"/>
          </w:tblCellMar>
        </w:tblPrEx>
        <w:trPr>
          <w:cantSplit/>
        </w:trPr>
        <w:tc>
          <w:tcPr>
            <w:tcW w:w="2551" w:type="dxa"/>
            <w:shd w:val="clear" w:color="auto" w:fill="998877"/>
          </w:tcPr>
          <w:p w14:paraId="36327577" w14:textId="0E24491A" w:rsidR="001F5B4D" w:rsidRPr="001F5B4D" w:rsidRDefault="001F5B4D" w:rsidP="001F5B4D">
            <w:r w:rsidRPr="001F5B4D">
              <w:t>Average size at maturity</w:t>
            </w:r>
          </w:p>
        </w:tc>
        <w:tc>
          <w:tcPr>
            <w:tcW w:w="4536" w:type="dxa"/>
            <w:gridSpan w:val="2"/>
          </w:tcPr>
          <w:p w14:paraId="48D12D99" w14:textId="21151CA6" w:rsidR="001F5B4D" w:rsidRPr="001F5B4D" w:rsidRDefault="001F5B4D" w:rsidP="001F5B4D">
            <w:r w:rsidRPr="001F5B4D">
              <w:t>Species length at maturity is 278, which is higher than the highest risk value (200cm).</w:t>
            </w:r>
          </w:p>
        </w:tc>
        <w:tc>
          <w:tcPr>
            <w:tcW w:w="851" w:type="dxa"/>
          </w:tcPr>
          <w:p w14:paraId="1BCF187B" w14:textId="41F8DA9B" w:rsidR="001F5B4D" w:rsidRPr="001F5B4D" w:rsidRDefault="001F5B4D" w:rsidP="001F5B4D">
            <w:r w:rsidRPr="001F5B4D">
              <w:t>3</w:t>
            </w:r>
          </w:p>
        </w:tc>
      </w:tr>
      <w:tr w:rsidR="001F5B4D" w:rsidRPr="001F5B4D" w14:paraId="2142FECD" w14:textId="77777777" w:rsidTr="001F5B4D">
        <w:tblPrEx>
          <w:tblCellMar>
            <w:top w:w="0" w:type="dxa"/>
            <w:bottom w:w="0" w:type="dxa"/>
          </w:tblCellMar>
        </w:tblPrEx>
        <w:trPr>
          <w:cantSplit/>
        </w:trPr>
        <w:tc>
          <w:tcPr>
            <w:tcW w:w="2551" w:type="dxa"/>
            <w:shd w:val="clear" w:color="auto" w:fill="998877"/>
          </w:tcPr>
          <w:p w14:paraId="39D0E543" w14:textId="02E73F09" w:rsidR="001F5B4D" w:rsidRPr="001F5B4D" w:rsidRDefault="001F5B4D" w:rsidP="001F5B4D">
            <w:r w:rsidRPr="001F5B4D">
              <w:t>Reproductive strategy</w:t>
            </w:r>
          </w:p>
        </w:tc>
        <w:tc>
          <w:tcPr>
            <w:tcW w:w="4536" w:type="dxa"/>
            <w:gridSpan w:val="2"/>
          </w:tcPr>
          <w:p w14:paraId="1DF8084B" w14:textId="7C69DDC2" w:rsidR="001F5B4D" w:rsidRPr="001F5B4D" w:rsidRDefault="001F5B4D" w:rsidP="001F5B4D">
            <w:r w:rsidRPr="001F5B4D">
              <w:t>Species reproductive strategy is live bearer, which is high risk.</w:t>
            </w:r>
          </w:p>
        </w:tc>
        <w:tc>
          <w:tcPr>
            <w:tcW w:w="851" w:type="dxa"/>
          </w:tcPr>
          <w:p w14:paraId="4F62EDA0" w14:textId="046D631A" w:rsidR="001F5B4D" w:rsidRPr="001F5B4D" w:rsidRDefault="001F5B4D" w:rsidP="001F5B4D">
            <w:r w:rsidRPr="001F5B4D">
              <w:t>3</w:t>
            </w:r>
          </w:p>
        </w:tc>
      </w:tr>
      <w:tr w:rsidR="001F5B4D" w:rsidRPr="001F5B4D" w14:paraId="21375F2D" w14:textId="77777777" w:rsidTr="001F5B4D">
        <w:tblPrEx>
          <w:tblCellMar>
            <w:top w:w="0" w:type="dxa"/>
            <w:bottom w:w="0" w:type="dxa"/>
          </w:tblCellMar>
        </w:tblPrEx>
        <w:trPr>
          <w:cantSplit/>
        </w:trPr>
        <w:tc>
          <w:tcPr>
            <w:tcW w:w="2551" w:type="dxa"/>
            <w:shd w:val="clear" w:color="auto" w:fill="998877"/>
          </w:tcPr>
          <w:p w14:paraId="2235B2A0" w14:textId="737F9E28" w:rsidR="001F5B4D" w:rsidRPr="001F5B4D" w:rsidRDefault="001F5B4D" w:rsidP="001F5B4D">
            <w:r w:rsidRPr="001F5B4D">
              <w:t>Trophic level</w:t>
            </w:r>
          </w:p>
        </w:tc>
        <w:tc>
          <w:tcPr>
            <w:tcW w:w="4536" w:type="dxa"/>
            <w:gridSpan w:val="2"/>
            <w:tcBorders>
              <w:bottom w:val="single" w:sz="4" w:space="0" w:color="auto"/>
            </w:tcBorders>
          </w:tcPr>
          <w:p w14:paraId="011267CA" w14:textId="01E349D7" w:rsidR="001F5B4D" w:rsidRPr="001F5B4D" w:rsidRDefault="001F5B4D" w:rsidP="001F5B4D">
            <w:r w:rsidRPr="001F5B4D">
              <w:t>Species trophic level is 4.5, which is higher than the highest risk value (3.25).</w:t>
            </w:r>
          </w:p>
        </w:tc>
        <w:tc>
          <w:tcPr>
            <w:tcW w:w="851" w:type="dxa"/>
          </w:tcPr>
          <w:p w14:paraId="3A2464AF" w14:textId="07946067" w:rsidR="001F5B4D" w:rsidRPr="001F5B4D" w:rsidRDefault="001F5B4D" w:rsidP="001F5B4D">
            <w:r w:rsidRPr="001F5B4D">
              <w:t>3</w:t>
            </w:r>
          </w:p>
        </w:tc>
      </w:tr>
      <w:tr w:rsidR="001F5B4D" w:rsidRPr="001F5B4D" w14:paraId="3AEAC6AC"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644AF8DE" w14:textId="77777777" w:rsidR="001F5B4D" w:rsidRPr="001F5B4D" w:rsidRDefault="001F5B4D" w:rsidP="001F5B4D"/>
        </w:tc>
        <w:tc>
          <w:tcPr>
            <w:tcW w:w="4536" w:type="dxa"/>
            <w:gridSpan w:val="2"/>
            <w:tcBorders>
              <w:bottom w:val="single" w:sz="4" w:space="0" w:color="auto"/>
            </w:tcBorders>
            <w:shd w:val="clear" w:color="auto" w:fill="998877"/>
          </w:tcPr>
          <w:p w14:paraId="2B3A4D58" w14:textId="6242F1BC" w:rsidR="001F5B4D" w:rsidRPr="001F5B4D" w:rsidRDefault="001F5B4D" w:rsidP="001F5B4D">
            <w:r w:rsidRPr="001F5B4D">
              <w:t>Productivity score</w:t>
            </w:r>
          </w:p>
        </w:tc>
        <w:tc>
          <w:tcPr>
            <w:tcW w:w="851" w:type="dxa"/>
            <w:tcBorders>
              <w:bottom w:val="single" w:sz="4" w:space="0" w:color="auto"/>
            </w:tcBorders>
          </w:tcPr>
          <w:p w14:paraId="76B5E3A2" w14:textId="3D40B179" w:rsidR="001F5B4D" w:rsidRPr="001F5B4D" w:rsidRDefault="001F5B4D" w:rsidP="001F5B4D">
            <w:r w:rsidRPr="001F5B4D">
              <w:t>2.86</w:t>
            </w:r>
          </w:p>
        </w:tc>
      </w:tr>
      <w:tr w:rsidR="001F5B4D" w:rsidRPr="001F5B4D" w14:paraId="460A79F8" w14:textId="77777777" w:rsidTr="00330589">
        <w:tblPrEx>
          <w:tblCellMar>
            <w:top w:w="0" w:type="dxa"/>
            <w:bottom w:w="0" w:type="dxa"/>
          </w:tblCellMar>
        </w:tblPrEx>
        <w:trPr>
          <w:cantSplit/>
        </w:trPr>
        <w:tc>
          <w:tcPr>
            <w:tcW w:w="7938" w:type="dxa"/>
            <w:gridSpan w:val="4"/>
            <w:shd w:val="clear" w:color="auto" w:fill="998877"/>
          </w:tcPr>
          <w:p w14:paraId="069CBCFA" w14:textId="7DCA540A" w:rsidR="001F5B4D" w:rsidRPr="001F5B4D" w:rsidRDefault="001F5B4D" w:rsidP="001F5B4D">
            <w:pPr>
              <w:rPr>
                <w:b/>
              </w:rPr>
            </w:pPr>
            <w:r w:rsidRPr="001F5B4D">
              <w:rPr>
                <w:b/>
              </w:rPr>
              <w:t>Susceptibility</w:t>
            </w:r>
          </w:p>
        </w:tc>
      </w:tr>
      <w:tr w:rsidR="001F5B4D" w:rsidRPr="001F5B4D" w14:paraId="5380EC57" w14:textId="77777777" w:rsidTr="001F5B4D">
        <w:tblPrEx>
          <w:tblCellMar>
            <w:top w:w="0" w:type="dxa"/>
            <w:bottom w:w="0" w:type="dxa"/>
          </w:tblCellMar>
        </w:tblPrEx>
        <w:trPr>
          <w:cantSplit/>
        </w:trPr>
        <w:tc>
          <w:tcPr>
            <w:tcW w:w="2551" w:type="dxa"/>
            <w:shd w:val="clear" w:color="auto" w:fill="998877"/>
          </w:tcPr>
          <w:p w14:paraId="1AF603F1" w14:textId="5606EE68" w:rsidR="001F5B4D" w:rsidRPr="001F5B4D" w:rsidRDefault="001F5B4D" w:rsidP="001F5B4D">
            <w:r w:rsidRPr="001F5B4D">
              <w:lastRenderedPageBreak/>
              <w:t>Areal overlap (availability)</w:t>
            </w:r>
          </w:p>
        </w:tc>
        <w:tc>
          <w:tcPr>
            <w:tcW w:w="4536" w:type="dxa"/>
            <w:gridSpan w:val="2"/>
          </w:tcPr>
          <w:p w14:paraId="6B01EB79" w14:textId="672E2109" w:rsidR="001F5B4D" w:rsidRPr="001F5B4D" w:rsidRDefault="001F5B4D" w:rsidP="001F5B4D">
            <w:r w:rsidRPr="001F5B4D">
              <w:t>Coastal, oceanic species occurring from the surface to at least 500 m depth and is widespread in temperate and tropical waters of all oceans from about 50°N (up to 60°N in the NE Atlantic) to 50°S;  occasionally found close inshore where the continental shelf is narrow; not normally found in waters below 16°C. Absent or rare in Indo-Pacific subtropics, uncommon in Mediterranean.</w:t>
            </w:r>
          </w:p>
        </w:tc>
        <w:tc>
          <w:tcPr>
            <w:tcW w:w="851" w:type="dxa"/>
          </w:tcPr>
          <w:p w14:paraId="43B36044" w14:textId="6FB64EAD" w:rsidR="001F5B4D" w:rsidRPr="001F5B4D" w:rsidRDefault="001F5B4D" w:rsidP="001F5B4D">
            <w:r w:rsidRPr="001F5B4D">
              <w:t>2</w:t>
            </w:r>
          </w:p>
        </w:tc>
      </w:tr>
      <w:tr w:rsidR="001F5B4D" w:rsidRPr="001F5B4D" w14:paraId="68E5E808" w14:textId="77777777" w:rsidTr="001F5B4D">
        <w:tblPrEx>
          <w:tblCellMar>
            <w:top w:w="0" w:type="dxa"/>
            <w:bottom w:w="0" w:type="dxa"/>
          </w:tblCellMar>
        </w:tblPrEx>
        <w:trPr>
          <w:cantSplit/>
        </w:trPr>
        <w:tc>
          <w:tcPr>
            <w:tcW w:w="2551" w:type="dxa"/>
            <w:shd w:val="clear" w:color="auto" w:fill="998877"/>
          </w:tcPr>
          <w:p w14:paraId="13F7A511" w14:textId="3FF53F14" w:rsidR="001F5B4D" w:rsidRPr="001F5B4D" w:rsidRDefault="001F5B4D" w:rsidP="001F5B4D">
            <w:r w:rsidRPr="001F5B4D">
              <w:t>Encounterability</w:t>
            </w:r>
          </w:p>
        </w:tc>
        <w:tc>
          <w:tcPr>
            <w:tcW w:w="4536" w:type="dxa"/>
            <w:gridSpan w:val="2"/>
          </w:tcPr>
          <w:p w14:paraId="1E844064" w14:textId="3E81C266" w:rsidR="001F5B4D" w:rsidRPr="001F5B4D" w:rsidRDefault="001F5B4D" w:rsidP="001F5B4D">
            <w:r w:rsidRPr="001F5B4D">
              <w:t>The depth range of the species is 1-750m. For surface gears, the vertical overlap index with this species is 13.33%.</w:t>
            </w:r>
          </w:p>
        </w:tc>
        <w:tc>
          <w:tcPr>
            <w:tcW w:w="851" w:type="dxa"/>
          </w:tcPr>
          <w:p w14:paraId="52A6ED2E" w14:textId="130B9E9F" w:rsidR="001F5B4D" w:rsidRPr="001F5B4D" w:rsidRDefault="001F5B4D" w:rsidP="001F5B4D">
            <w:r w:rsidRPr="001F5B4D">
              <w:t>2</w:t>
            </w:r>
          </w:p>
        </w:tc>
      </w:tr>
      <w:tr w:rsidR="001F5B4D" w:rsidRPr="001F5B4D" w14:paraId="600C18FD" w14:textId="77777777" w:rsidTr="001F5B4D">
        <w:tblPrEx>
          <w:tblCellMar>
            <w:top w:w="0" w:type="dxa"/>
            <w:bottom w:w="0" w:type="dxa"/>
          </w:tblCellMar>
        </w:tblPrEx>
        <w:trPr>
          <w:cantSplit/>
        </w:trPr>
        <w:tc>
          <w:tcPr>
            <w:tcW w:w="2551" w:type="dxa"/>
            <w:shd w:val="clear" w:color="auto" w:fill="998877"/>
          </w:tcPr>
          <w:p w14:paraId="57037171" w14:textId="3FD0EBE4" w:rsidR="001F5B4D" w:rsidRPr="001F5B4D" w:rsidRDefault="001F5B4D" w:rsidP="001F5B4D">
            <w:r w:rsidRPr="001F5B4D">
              <w:t>Selectivity</w:t>
            </w:r>
          </w:p>
        </w:tc>
        <w:tc>
          <w:tcPr>
            <w:tcW w:w="4536" w:type="dxa"/>
            <w:gridSpan w:val="2"/>
          </w:tcPr>
          <w:p w14:paraId="3A23E387" w14:textId="4CF65129" w:rsidR="001F5B4D" w:rsidRPr="001F5B4D" w:rsidRDefault="001F5B4D" w:rsidP="001F5B4D">
            <w:r w:rsidRPr="001F5B4D">
              <w:t>The maximum length of the species is 445cm. For tropical surface fisheries, the length overlap index with this species is 100.00%.</w:t>
            </w:r>
          </w:p>
        </w:tc>
        <w:tc>
          <w:tcPr>
            <w:tcW w:w="851" w:type="dxa"/>
          </w:tcPr>
          <w:p w14:paraId="0DDC85F7" w14:textId="209468BD" w:rsidR="001F5B4D" w:rsidRPr="001F5B4D" w:rsidRDefault="001F5B4D" w:rsidP="001F5B4D">
            <w:r w:rsidRPr="001F5B4D">
              <w:t>3</w:t>
            </w:r>
          </w:p>
        </w:tc>
      </w:tr>
      <w:tr w:rsidR="001F5B4D" w:rsidRPr="001F5B4D" w14:paraId="4750C79F" w14:textId="77777777" w:rsidTr="001F5B4D">
        <w:tblPrEx>
          <w:tblCellMar>
            <w:top w:w="0" w:type="dxa"/>
            <w:bottom w:w="0" w:type="dxa"/>
          </w:tblCellMar>
        </w:tblPrEx>
        <w:trPr>
          <w:cantSplit/>
        </w:trPr>
        <w:tc>
          <w:tcPr>
            <w:tcW w:w="2551" w:type="dxa"/>
            <w:shd w:val="clear" w:color="auto" w:fill="998877"/>
          </w:tcPr>
          <w:p w14:paraId="4B278DF5" w14:textId="7882E223" w:rsidR="001F5B4D" w:rsidRPr="001F5B4D" w:rsidRDefault="001F5B4D" w:rsidP="001F5B4D">
            <w:r w:rsidRPr="001F5B4D">
              <w:t>Post capture mortality</w:t>
            </w:r>
          </w:p>
        </w:tc>
        <w:tc>
          <w:tcPr>
            <w:tcW w:w="4536" w:type="dxa"/>
            <w:gridSpan w:val="2"/>
            <w:tcBorders>
              <w:bottom w:val="single" w:sz="4" w:space="0" w:color="auto"/>
            </w:tcBorders>
          </w:tcPr>
          <w:p w14:paraId="477DC6FF" w14:textId="502A63DB" w:rsidR="001F5B4D" w:rsidRPr="001F5B4D" w:rsidRDefault="001F5B4D" w:rsidP="001F5B4D">
            <w:r w:rsidRPr="001F5B4D">
              <w:t>No direct evidence of survival after capture.</w:t>
            </w:r>
          </w:p>
        </w:tc>
        <w:tc>
          <w:tcPr>
            <w:tcW w:w="851" w:type="dxa"/>
          </w:tcPr>
          <w:p w14:paraId="3F47FA0E" w14:textId="0545AE3D" w:rsidR="001F5B4D" w:rsidRPr="001F5B4D" w:rsidRDefault="001F5B4D" w:rsidP="001F5B4D">
            <w:r w:rsidRPr="001F5B4D">
              <w:t>3</w:t>
            </w:r>
          </w:p>
        </w:tc>
      </w:tr>
      <w:tr w:rsidR="001F5B4D" w:rsidRPr="001F5B4D" w14:paraId="133EC3F8" w14:textId="77777777" w:rsidTr="001F5B4D">
        <w:tblPrEx>
          <w:tblCellMar>
            <w:top w:w="0" w:type="dxa"/>
            <w:bottom w:w="0" w:type="dxa"/>
          </w:tblCellMar>
        </w:tblPrEx>
        <w:trPr>
          <w:cantSplit/>
        </w:trPr>
        <w:tc>
          <w:tcPr>
            <w:tcW w:w="2551" w:type="dxa"/>
            <w:shd w:val="clear" w:color="auto" w:fill="998877"/>
          </w:tcPr>
          <w:p w14:paraId="0107051E" w14:textId="77777777" w:rsidR="001F5B4D" w:rsidRPr="001F5B4D" w:rsidRDefault="001F5B4D" w:rsidP="001F5B4D"/>
        </w:tc>
        <w:tc>
          <w:tcPr>
            <w:tcW w:w="4536" w:type="dxa"/>
            <w:gridSpan w:val="2"/>
            <w:tcBorders>
              <w:bottom w:val="single" w:sz="4" w:space="0" w:color="auto"/>
            </w:tcBorders>
            <w:shd w:val="clear" w:color="auto" w:fill="998877"/>
          </w:tcPr>
          <w:p w14:paraId="055C0806" w14:textId="5D3A204B" w:rsidR="001F5B4D" w:rsidRPr="001F5B4D" w:rsidRDefault="001F5B4D" w:rsidP="001F5B4D">
            <w:r w:rsidRPr="001F5B4D">
              <w:t>Susceptibility score</w:t>
            </w:r>
          </w:p>
        </w:tc>
        <w:tc>
          <w:tcPr>
            <w:tcW w:w="851" w:type="dxa"/>
          </w:tcPr>
          <w:p w14:paraId="36AC8388" w14:textId="19F5B7B0" w:rsidR="001F5B4D" w:rsidRPr="001F5B4D" w:rsidRDefault="001F5B4D" w:rsidP="001F5B4D">
            <w:r w:rsidRPr="001F5B4D">
              <w:t>1.88</w:t>
            </w:r>
          </w:p>
        </w:tc>
      </w:tr>
      <w:tr w:rsidR="001F5B4D" w:rsidRPr="001F5B4D" w14:paraId="5682D4F1" w14:textId="77777777" w:rsidTr="001F5B4D">
        <w:tblPrEx>
          <w:tblCellMar>
            <w:top w:w="0" w:type="dxa"/>
            <w:bottom w:w="0" w:type="dxa"/>
          </w:tblCellMar>
        </w:tblPrEx>
        <w:trPr>
          <w:cantSplit/>
        </w:trPr>
        <w:tc>
          <w:tcPr>
            <w:tcW w:w="2551" w:type="dxa"/>
            <w:shd w:val="clear" w:color="auto" w:fill="998877"/>
          </w:tcPr>
          <w:p w14:paraId="69F0C739" w14:textId="77777777" w:rsidR="001F5B4D" w:rsidRPr="001F5B4D" w:rsidRDefault="001F5B4D" w:rsidP="001F5B4D"/>
        </w:tc>
        <w:tc>
          <w:tcPr>
            <w:tcW w:w="4536" w:type="dxa"/>
            <w:gridSpan w:val="2"/>
            <w:shd w:val="clear" w:color="auto" w:fill="998877"/>
          </w:tcPr>
          <w:p w14:paraId="5517D682" w14:textId="029497A2" w:rsidR="001F5B4D" w:rsidRPr="001F5B4D" w:rsidRDefault="001F5B4D" w:rsidP="001F5B4D">
            <w:r w:rsidRPr="001F5B4D">
              <w:t>Vulnerability score</w:t>
            </w:r>
          </w:p>
        </w:tc>
        <w:tc>
          <w:tcPr>
            <w:tcW w:w="851" w:type="dxa"/>
          </w:tcPr>
          <w:p w14:paraId="0E8D1C49" w14:textId="1989DA46" w:rsidR="001F5B4D" w:rsidRPr="001F5B4D" w:rsidRDefault="001F5B4D" w:rsidP="001F5B4D">
            <w:r w:rsidRPr="001F5B4D">
              <w:t>3.42</w:t>
            </w:r>
          </w:p>
        </w:tc>
      </w:tr>
    </w:tbl>
    <w:p w14:paraId="3935DF2A" w14:textId="588780A7"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113DB3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59" w:name="T_SKH" w:colFirst="0" w:colLast="0"/>
          <w:p w14:paraId="240BD0BD" w14:textId="20B3E325" w:rsidR="001F5B4D" w:rsidRPr="001F5B4D" w:rsidRDefault="001F5B4D" w:rsidP="001F5B4D">
            <w:pPr>
              <w:rPr>
                <w:b/>
              </w:rPr>
            </w:pPr>
            <w:r w:rsidRPr="001F5B4D">
              <w:rPr>
                <w:b/>
              </w:rPr>
              <w:fldChar w:fldCharType="begin"/>
            </w:r>
            <w:r w:rsidRPr="001F5B4D">
              <w:rPr>
                <w:b/>
              </w:rPr>
              <w:instrText xml:space="preserve"> HYPERLINK  \l "S_SKH" \o "PSA Score" </w:instrText>
            </w:r>
            <w:r w:rsidRPr="001F5B4D">
              <w:rPr>
                <w:b/>
              </w:rPr>
            </w:r>
            <w:r w:rsidRPr="001F5B4D">
              <w:rPr>
                <w:b/>
              </w:rPr>
              <w:fldChar w:fldCharType="separate"/>
            </w:r>
            <w:r w:rsidRPr="001F5B4D">
              <w:rPr>
                <w:rStyle w:val="Hyperlink"/>
                <w:b/>
              </w:rPr>
              <w:t>Various sharks nei</w:t>
            </w:r>
            <w:r w:rsidRPr="001F5B4D">
              <w:rPr>
                <w:b/>
              </w:rPr>
              <w:fldChar w:fldCharType="end"/>
            </w:r>
          </w:p>
        </w:tc>
        <w:tc>
          <w:tcPr>
            <w:tcW w:w="3969" w:type="dxa"/>
            <w:gridSpan w:val="2"/>
            <w:tcBorders>
              <w:bottom w:val="single" w:sz="4" w:space="0" w:color="auto"/>
            </w:tcBorders>
            <w:shd w:val="clear" w:color="auto" w:fill="998877"/>
          </w:tcPr>
          <w:p w14:paraId="60498F85" w14:textId="4ADDD2E5" w:rsidR="001F5B4D" w:rsidRPr="001F5B4D" w:rsidRDefault="001F5B4D" w:rsidP="001F5B4D">
            <w:pPr>
              <w:rPr>
                <w:b/>
                <w:i/>
              </w:rPr>
            </w:pPr>
            <w:r w:rsidRPr="001F5B4D">
              <w:rPr>
                <w:b/>
                <w:i/>
              </w:rPr>
              <w:t>Selachimorpha (Pleurotremata)</w:t>
            </w:r>
          </w:p>
        </w:tc>
      </w:tr>
      <w:bookmarkEnd w:id="159"/>
      <w:tr w:rsidR="001F5B4D" w:rsidRPr="001F5B4D" w14:paraId="4162D03D" w14:textId="77777777" w:rsidTr="00697E21">
        <w:tblPrEx>
          <w:tblCellMar>
            <w:top w:w="0" w:type="dxa"/>
            <w:bottom w:w="0" w:type="dxa"/>
          </w:tblCellMar>
        </w:tblPrEx>
        <w:trPr>
          <w:cantSplit/>
        </w:trPr>
        <w:tc>
          <w:tcPr>
            <w:tcW w:w="7938" w:type="dxa"/>
            <w:gridSpan w:val="4"/>
            <w:shd w:val="clear" w:color="auto" w:fill="998877"/>
          </w:tcPr>
          <w:p w14:paraId="6B5545C7" w14:textId="0CB31775" w:rsidR="001F5B4D" w:rsidRPr="001F5B4D" w:rsidRDefault="001F5B4D" w:rsidP="001F5B4D">
            <w:pPr>
              <w:rPr>
                <w:b/>
              </w:rPr>
            </w:pPr>
            <w:r w:rsidRPr="001F5B4D">
              <w:rPr>
                <w:b/>
              </w:rPr>
              <w:t>Productivity</w:t>
            </w:r>
          </w:p>
        </w:tc>
      </w:tr>
      <w:tr w:rsidR="001F5B4D" w:rsidRPr="001F5B4D" w14:paraId="42188CF5" w14:textId="77777777" w:rsidTr="001F5B4D">
        <w:tblPrEx>
          <w:tblCellMar>
            <w:top w:w="0" w:type="dxa"/>
            <w:bottom w:w="0" w:type="dxa"/>
          </w:tblCellMar>
        </w:tblPrEx>
        <w:trPr>
          <w:cantSplit/>
        </w:trPr>
        <w:tc>
          <w:tcPr>
            <w:tcW w:w="2551" w:type="dxa"/>
            <w:shd w:val="clear" w:color="auto" w:fill="998877"/>
          </w:tcPr>
          <w:p w14:paraId="06DB9233" w14:textId="4D9789CB" w:rsidR="001F5B4D" w:rsidRPr="001F5B4D" w:rsidRDefault="001F5B4D" w:rsidP="001F5B4D">
            <w:r w:rsidRPr="001F5B4D">
              <w:t>Average age at maturity</w:t>
            </w:r>
          </w:p>
        </w:tc>
        <w:tc>
          <w:tcPr>
            <w:tcW w:w="4536" w:type="dxa"/>
            <w:gridSpan w:val="2"/>
          </w:tcPr>
          <w:p w14:paraId="3084606E" w14:textId="498E039E" w:rsidR="001F5B4D" w:rsidRPr="001F5B4D" w:rsidRDefault="001F5B4D" w:rsidP="001F5B4D">
            <w:r w:rsidRPr="001F5B4D">
              <w:t>There is no information.</w:t>
            </w:r>
          </w:p>
        </w:tc>
        <w:tc>
          <w:tcPr>
            <w:tcW w:w="851" w:type="dxa"/>
          </w:tcPr>
          <w:p w14:paraId="617434C0" w14:textId="682D9A30" w:rsidR="001F5B4D" w:rsidRPr="001F5B4D" w:rsidRDefault="001F5B4D" w:rsidP="001F5B4D">
            <w:r w:rsidRPr="001F5B4D">
              <w:t>3</w:t>
            </w:r>
          </w:p>
        </w:tc>
      </w:tr>
      <w:tr w:rsidR="001F5B4D" w:rsidRPr="001F5B4D" w14:paraId="1632A71A" w14:textId="77777777" w:rsidTr="001F5B4D">
        <w:tblPrEx>
          <w:tblCellMar>
            <w:top w:w="0" w:type="dxa"/>
            <w:bottom w:w="0" w:type="dxa"/>
          </w:tblCellMar>
        </w:tblPrEx>
        <w:trPr>
          <w:cantSplit/>
        </w:trPr>
        <w:tc>
          <w:tcPr>
            <w:tcW w:w="2551" w:type="dxa"/>
            <w:shd w:val="clear" w:color="auto" w:fill="998877"/>
          </w:tcPr>
          <w:p w14:paraId="42E4595D" w14:textId="388122D1" w:rsidR="001F5B4D" w:rsidRPr="001F5B4D" w:rsidRDefault="001F5B4D" w:rsidP="001F5B4D">
            <w:r w:rsidRPr="001F5B4D">
              <w:t>Average max age</w:t>
            </w:r>
          </w:p>
        </w:tc>
        <w:tc>
          <w:tcPr>
            <w:tcW w:w="4536" w:type="dxa"/>
            <w:gridSpan w:val="2"/>
          </w:tcPr>
          <w:p w14:paraId="4D450DC4" w14:textId="4D217DAC" w:rsidR="001F5B4D" w:rsidRPr="001F5B4D" w:rsidRDefault="001F5B4D" w:rsidP="001F5B4D">
            <w:r w:rsidRPr="001F5B4D">
              <w:t>There is no information.</w:t>
            </w:r>
          </w:p>
        </w:tc>
        <w:tc>
          <w:tcPr>
            <w:tcW w:w="851" w:type="dxa"/>
          </w:tcPr>
          <w:p w14:paraId="6D2DEEE5" w14:textId="18DF0FD8" w:rsidR="001F5B4D" w:rsidRPr="001F5B4D" w:rsidRDefault="001F5B4D" w:rsidP="001F5B4D">
            <w:r w:rsidRPr="001F5B4D">
              <w:t>3</w:t>
            </w:r>
          </w:p>
        </w:tc>
      </w:tr>
      <w:tr w:rsidR="001F5B4D" w:rsidRPr="001F5B4D" w14:paraId="1C58231F" w14:textId="77777777" w:rsidTr="001F5B4D">
        <w:tblPrEx>
          <w:tblCellMar>
            <w:top w:w="0" w:type="dxa"/>
            <w:bottom w:w="0" w:type="dxa"/>
          </w:tblCellMar>
        </w:tblPrEx>
        <w:trPr>
          <w:cantSplit/>
        </w:trPr>
        <w:tc>
          <w:tcPr>
            <w:tcW w:w="2551" w:type="dxa"/>
            <w:shd w:val="clear" w:color="auto" w:fill="998877"/>
          </w:tcPr>
          <w:p w14:paraId="3041571B" w14:textId="406F9B93" w:rsidR="001F5B4D" w:rsidRPr="001F5B4D" w:rsidRDefault="001F5B4D" w:rsidP="001F5B4D">
            <w:r w:rsidRPr="001F5B4D">
              <w:t>Fecundity</w:t>
            </w:r>
          </w:p>
        </w:tc>
        <w:tc>
          <w:tcPr>
            <w:tcW w:w="4536" w:type="dxa"/>
            <w:gridSpan w:val="2"/>
          </w:tcPr>
          <w:p w14:paraId="55B7654C" w14:textId="14B02288" w:rsidR="001F5B4D" w:rsidRPr="001F5B4D" w:rsidRDefault="001F5B4D" w:rsidP="001F5B4D">
            <w:r w:rsidRPr="001F5B4D">
              <w:t>The score is the maximum risk score in the catch group, Angelshark, of 1 species.</w:t>
            </w:r>
          </w:p>
        </w:tc>
        <w:tc>
          <w:tcPr>
            <w:tcW w:w="851" w:type="dxa"/>
          </w:tcPr>
          <w:p w14:paraId="77B6012D" w14:textId="442983DD" w:rsidR="001F5B4D" w:rsidRPr="001F5B4D" w:rsidRDefault="001F5B4D" w:rsidP="001F5B4D">
            <w:r w:rsidRPr="001F5B4D">
              <w:t>3</w:t>
            </w:r>
          </w:p>
        </w:tc>
      </w:tr>
      <w:tr w:rsidR="001F5B4D" w:rsidRPr="001F5B4D" w14:paraId="44F33FE5" w14:textId="77777777" w:rsidTr="001F5B4D">
        <w:tblPrEx>
          <w:tblCellMar>
            <w:top w:w="0" w:type="dxa"/>
            <w:bottom w:w="0" w:type="dxa"/>
          </w:tblCellMar>
        </w:tblPrEx>
        <w:trPr>
          <w:cantSplit/>
        </w:trPr>
        <w:tc>
          <w:tcPr>
            <w:tcW w:w="2551" w:type="dxa"/>
            <w:shd w:val="clear" w:color="auto" w:fill="998877"/>
          </w:tcPr>
          <w:p w14:paraId="7C4814D4" w14:textId="07B48191" w:rsidR="001F5B4D" w:rsidRPr="001F5B4D" w:rsidRDefault="001F5B4D" w:rsidP="001F5B4D">
            <w:r w:rsidRPr="001F5B4D">
              <w:t>Average max size</w:t>
            </w:r>
          </w:p>
        </w:tc>
        <w:tc>
          <w:tcPr>
            <w:tcW w:w="4536" w:type="dxa"/>
            <w:gridSpan w:val="2"/>
          </w:tcPr>
          <w:p w14:paraId="74540E89" w14:textId="32DB47B5" w:rsidR="001F5B4D" w:rsidRPr="001F5B4D" w:rsidRDefault="001F5B4D" w:rsidP="001F5B4D">
            <w:r w:rsidRPr="001F5B4D">
              <w:t>The score is the maximum risk score in the catch group, Various sharks nei, of 1 species.</w:t>
            </w:r>
          </w:p>
        </w:tc>
        <w:tc>
          <w:tcPr>
            <w:tcW w:w="851" w:type="dxa"/>
          </w:tcPr>
          <w:p w14:paraId="57BE91FB" w14:textId="215AAECA" w:rsidR="001F5B4D" w:rsidRPr="001F5B4D" w:rsidRDefault="001F5B4D" w:rsidP="001F5B4D">
            <w:r w:rsidRPr="001F5B4D">
              <w:t>3</w:t>
            </w:r>
          </w:p>
        </w:tc>
      </w:tr>
      <w:tr w:rsidR="001F5B4D" w:rsidRPr="001F5B4D" w14:paraId="73CC16DC" w14:textId="77777777" w:rsidTr="001F5B4D">
        <w:tblPrEx>
          <w:tblCellMar>
            <w:top w:w="0" w:type="dxa"/>
            <w:bottom w:w="0" w:type="dxa"/>
          </w:tblCellMar>
        </w:tblPrEx>
        <w:trPr>
          <w:cantSplit/>
        </w:trPr>
        <w:tc>
          <w:tcPr>
            <w:tcW w:w="2551" w:type="dxa"/>
            <w:shd w:val="clear" w:color="auto" w:fill="998877"/>
          </w:tcPr>
          <w:p w14:paraId="42E71BBE" w14:textId="2EF05287" w:rsidR="001F5B4D" w:rsidRPr="001F5B4D" w:rsidRDefault="001F5B4D" w:rsidP="001F5B4D">
            <w:r w:rsidRPr="001F5B4D">
              <w:t>Average size at maturity</w:t>
            </w:r>
          </w:p>
        </w:tc>
        <w:tc>
          <w:tcPr>
            <w:tcW w:w="4536" w:type="dxa"/>
            <w:gridSpan w:val="2"/>
          </w:tcPr>
          <w:p w14:paraId="372022EA" w14:textId="549AC209" w:rsidR="001F5B4D" w:rsidRPr="001F5B4D" w:rsidRDefault="001F5B4D" w:rsidP="001F5B4D">
            <w:r w:rsidRPr="001F5B4D">
              <w:t>The score is the maximum risk score in the catch group, Various sharks nei, of 4 species.</w:t>
            </w:r>
          </w:p>
        </w:tc>
        <w:tc>
          <w:tcPr>
            <w:tcW w:w="851" w:type="dxa"/>
          </w:tcPr>
          <w:p w14:paraId="66E82B25" w14:textId="5012A790" w:rsidR="001F5B4D" w:rsidRPr="001F5B4D" w:rsidRDefault="001F5B4D" w:rsidP="001F5B4D">
            <w:r w:rsidRPr="001F5B4D">
              <w:t>3</w:t>
            </w:r>
          </w:p>
        </w:tc>
      </w:tr>
      <w:tr w:rsidR="001F5B4D" w:rsidRPr="001F5B4D" w14:paraId="74FD1CA4" w14:textId="77777777" w:rsidTr="001F5B4D">
        <w:tblPrEx>
          <w:tblCellMar>
            <w:top w:w="0" w:type="dxa"/>
            <w:bottom w:w="0" w:type="dxa"/>
          </w:tblCellMar>
        </w:tblPrEx>
        <w:trPr>
          <w:cantSplit/>
        </w:trPr>
        <w:tc>
          <w:tcPr>
            <w:tcW w:w="2551" w:type="dxa"/>
            <w:shd w:val="clear" w:color="auto" w:fill="998877"/>
          </w:tcPr>
          <w:p w14:paraId="7795EFC1" w14:textId="76B32669" w:rsidR="001F5B4D" w:rsidRPr="001F5B4D" w:rsidRDefault="001F5B4D" w:rsidP="001F5B4D">
            <w:r w:rsidRPr="001F5B4D">
              <w:t>Reproductive strategy</w:t>
            </w:r>
          </w:p>
        </w:tc>
        <w:tc>
          <w:tcPr>
            <w:tcW w:w="4536" w:type="dxa"/>
            <w:gridSpan w:val="2"/>
          </w:tcPr>
          <w:p w14:paraId="4E1BA670" w14:textId="51D587F3" w:rsidR="001F5B4D" w:rsidRPr="001F5B4D" w:rsidRDefault="001F5B4D" w:rsidP="001F5B4D">
            <w:r w:rsidRPr="001F5B4D">
              <w:t>The score is the maximum risk score in the catch group, Various sharks nei, of 4 species.</w:t>
            </w:r>
          </w:p>
        </w:tc>
        <w:tc>
          <w:tcPr>
            <w:tcW w:w="851" w:type="dxa"/>
          </w:tcPr>
          <w:p w14:paraId="15CD031D" w14:textId="07CD4E39" w:rsidR="001F5B4D" w:rsidRPr="001F5B4D" w:rsidRDefault="001F5B4D" w:rsidP="001F5B4D">
            <w:r w:rsidRPr="001F5B4D">
              <w:t>3</w:t>
            </w:r>
          </w:p>
        </w:tc>
      </w:tr>
      <w:tr w:rsidR="001F5B4D" w:rsidRPr="001F5B4D" w14:paraId="60D300AC" w14:textId="77777777" w:rsidTr="001F5B4D">
        <w:tblPrEx>
          <w:tblCellMar>
            <w:top w:w="0" w:type="dxa"/>
            <w:bottom w:w="0" w:type="dxa"/>
          </w:tblCellMar>
        </w:tblPrEx>
        <w:trPr>
          <w:cantSplit/>
        </w:trPr>
        <w:tc>
          <w:tcPr>
            <w:tcW w:w="2551" w:type="dxa"/>
            <w:shd w:val="clear" w:color="auto" w:fill="998877"/>
          </w:tcPr>
          <w:p w14:paraId="2D40A6C1" w14:textId="6A3E851F" w:rsidR="001F5B4D" w:rsidRPr="001F5B4D" w:rsidRDefault="001F5B4D" w:rsidP="001F5B4D">
            <w:r w:rsidRPr="001F5B4D">
              <w:t>Trophic level</w:t>
            </w:r>
          </w:p>
        </w:tc>
        <w:tc>
          <w:tcPr>
            <w:tcW w:w="4536" w:type="dxa"/>
            <w:gridSpan w:val="2"/>
            <w:tcBorders>
              <w:bottom w:val="single" w:sz="4" w:space="0" w:color="auto"/>
            </w:tcBorders>
          </w:tcPr>
          <w:p w14:paraId="244A189A" w14:textId="7B85DABD" w:rsidR="001F5B4D" w:rsidRPr="001F5B4D" w:rsidRDefault="001F5B4D" w:rsidP="001F5B4D">
            <w:r w:rsidRPr="001F5B4D">
              <w:t>The score is the maximum risk score in the catch group, Various sharks nei, of 4 species.</w:t>
            </w:r>
          </w:p>
        </w:tc>
        <w:tc>
          <w:tcPr>
            <w:tcW w:w="851" w:type="dxa"/>
          </w:tcPr>
          <w:p w14:paraId="499E814B" w14:textId="592574C0" w:rsidR="001F5B4D" w:rsidRPr="001F5B4D" w:rsidRDefault="001F5B4D" w:rsidP="001F5B4D">
            <w:r w:rsidRPr="001F5B4D">
              <w:t>3</w:t>
            </w:r>
          </w:p>
        </w:tc>
      </w:tr>
      <w:tr w:rsidR="001F5B4D" w:rsidRPr="001F5B4D" w14:paraId="040FC4A8"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19CDABF1" w14:textId="77777777" w:rsidR="001F5B4D" w:rsidRPr="001F5B4D" w:rsidRDefault="001F5B4D" w:rsidP="001F5B4D"/>
        </w:tc>
        <w:tc>
          <w:tcPr>
            <w:tcW w:w="4536" w:type="dxa"/>
            <w:gridSpan w:val="2"/>
            <w:tcBorders>
              <w:bottom w:val="single" w:sz="4" w:space="0" w:color="auto"/>
            </w:tcBorders>
            <w:shd w:val="clear" w:color="auto" w:fill="998877"/>
          </w:tcPr>
          <w:p w14:paraId="0249EDC8" w14:textId="0CFCDFC4" w:rsidR="001F5B4D" w:rsidRPr="001F5B4D" w:rsidRDefault="001F5B4D" w:rsidP="001F5B4D">
            <w:r w:rsidRPr="001F5B4D">
              <w:t>Productivity score</w:t>
            </w:r>
          </w:p>
        </w:tc>
        <w:tc>
          <w:tcPr>
            <w:tcW w:w="851" w:type="dxa"/>
            <w:tcBorders>
              <w:bottom w:val="single" w:sz="4" w:space="0" w:color="auto"/>
            </w:tcBorders>
          </w:tcPr>
          <w:p w14:paraId="6933D218" w14:textId="5C2118E6" w:rsidR="001F5B4D" w:rsidRPr="001F5B4D" w:rsidRDefault="001F5B4D" w:rsidP="001F5B4D">
            <w:r w:rsidRPr="001F5B4D">
              <w:t>3.00</w:t>
            </w:r>
          </w:p>
        </w:tc>
      </w:tr>
      <w:tr w:rsidR="001F5B4D" w:rsidRPr="001F5B4D" w14:paraId="47C9D28B" w14:textId="77777777" w:rsidTr="00FD20D3">
        <w:tblPrEx>
          <w:tblCellMar>
            <w:top w:w="0" w:type="dxa"/>
            <w:bottom w:w="0" w:type="dxa"/>
          </w:tblCellMar>
        </w:tblPrEx>
        <w:trPr>
          <w:cantSplit/>
        </w:trPr>
        <w:tc>
          <w:tcPr>
            <w:tcW w:w="7938" w:type="dxa"/>
            <w:gridSpan w:val="4"/>
            <w:shd w:val="clear" w:color="auto" w:fill="998877"/>
          </w:tcPr>
          <w:p w14:paraId="764B74B9" w14:textId="075A0C12" w:rsidR="001F5B4D" w:rsidRPr="001F5B4D" w:rsidRDefault="001F5B4D" w:rsidP="001F5B4D">
            <w:pPr>
              <w:rPr>
                <w:b/>
              </w:rPr>
            </w:pPr>
            <w:r w:rsidRPr="001F5B4D">
              <w:rPr>
                <w:b/>
              </w:rPr>
              <w:t>Susceptibility</w:t>
            </w:r>
          </w:p>
        </w:tc>
      </w:tr>
      <w:tr w:rsidR="001F5B4D" w:rsidRPr="001F5B4D" w14:paraId="7355F452" w14:textId="77777777" w:rsidTr="001F5B4D">
        <w:tblPrEx>
          <w:tblCellMar>
            <w:top w:w="0" w:type="dxa"/>
            <w:bottom w:w="0" w:type="dxa"/>
          </w:tblCellMar>
        </w:tblPrEx>
        <w:trPr>
          <w:cantSplit/>
        </w:trPr>
        <w:tc>
          <w:tcPr>
            <w:tcW w:w="2551" w:type="dxa"/>
            <w:shd w:val="clear" w:color="auto" w:fill="998877"/>
          </w:tcPr>
          <w:p w14:paraId="249F09B8" w14:textId="248DCCE2" w:rsidR="001F5B4D" w:rsidRPr="001F5B4D" w:rsidRDefault="001F5B4D" w:rsidP="001F5B4D">
            <w:r w:rsidRPr="001F5B4D">
              <w:t>Areal overlap (availability)</w:t>
            </w:r>
          </w:p>
        </w:tc>
        <w:tc>
          <w:tcPr>
            <w:tcW w:w="4536" w:type="dxa"/>
            <w:gridSpan w:val="2"/>
          </w:tcPr>
          <w:p w14:paraId="0444AEEA" w14:textId="6EF9B25F" w:rsidR="001F5B4D" w:rsidRPr="001F5B4D" w:rsidRDefault="001F5B4D" w:rsidP="001F5B4D">
            <w:r w:rsidRPr="001F5B4D">
              <w:t>No information.</w:t>
            </w:r>
          </w:p>
        </w:tc>
        <w:tc>
          <w:tcPr>
            <w:tcW w:w="851" w:type="dxa"/>
          </w:tcPr>
          <w:p w14:paraId="59F6FD08" w14:textId="7C3CD028" w:rsidR="001F5B4D" w:rsidRPr="001F5B4D" w:rsidRDefault="001F5B4D" w:rsidP="001F5B4D">
            <w:r w:rsidRPr="001F5B4D">
              <w:t>3</w:t>
            </w:r>
          </w:p>
        </w:tc>
      </w:tr>
      <w:tr w:rsidR="001F5B4D" w:rsidRPr="001F5B4D" w14:paraId="4F183683" w14:textId="77777777" w:rsidTr="001F5B4D">
        <w:tblPrEx>
          <w:tblCellMar>
            <w:top w:w="0" w:type="dxa"/>
            <w:bottom w:w="0" w:type="dxa"/>
          </w:tblCellMar>
        </w:tblPrEx>
        <w:trPr>
          <w:cantSplit/>
        </w:trPr>
        <w:tc>
          <w:tcPr>
            <w:tcW w:w="2551" w:type="dxa"/>
            <w:shd w:val="clear" w:color="auto" w:fill="998877"/>
          </w:tcPr>
          <w:p w14:paraId="438AD484" w14:textId="440A933B" w:rsidR="001F5B4D" w:rsidRPr="001F5B4D" w:rsidRDefault="001F5B4D" w:rsidP="001F5B4D">
            <w:r w:rsidRPr="001F5B4D">
              <w:t>Encounterability</w:t>
            </w:r>
          </w:p>
        </w:tc>
        <w:tc>
          <w:tcPr>
            <w:tcW w:w="4536" w:type="dxa"/>
            <w:gridSpan w:val="2"/>
          </w:tcPr>
          <w:p w14:paraId="4007A6FE" w14:textId="64BF0C48" w:rsidR="001F5B4D" w:rsidRPr="001F5B4D" w:rsidRDefault="001F5B4D" w:rsidP="001F5B4D">
            <w:r w:rsidRPr="001F5B4D">
              <w:t>No information.</w:t>
            </w:r>
          </w:p>
        </w:tc>
        <w:tc>
          <w:tcPr>
            <w:tcW w:w="851" w:type="dxa"/>
          </w:tcPr>
          <w:p w14:paraId="009E2C5A" w14:textId="10471BCC" w:rsidR="001F5B4D" w:rsidRPr="001F5B4D" w:rsidRDefault="001F5B4D" w:rsidP="001F5B4D">
            <w:r w:rsidRPr="001F5B4D">
              <w:t>3</w:t>
            </w:r>
          </w:p>
        </w:tc>
      </w:tr>
      <w:tr w:rsidR="001F5B4D" w:rsidRPr="001F5B4D" w14:paraId="231F74D1" w14:textId="77777777" w:rsidTr="001F5B4D">
        <w:tblPrEx>
          <w:tblCellMar>
            <w:top w:w="0" w:type="dxa"/>
            <w:bottom w:w="0" w:type="dxa"/>
          </w:tblCellMar>
        </w:tblPrEx>
        <w:trPr>
          <w:cantSplit/>
        </w:trPr>
        <w:tc>
          <w:tcPr>
            <w:tcW w:w="2551" w:type="dxa"/>
            <w:shd w:val="clear" w:color="auto" w:fill="998877"/>
          </w:tcPr>
          <w:p w14:paraId="6EF013CF" w14:textId="13021B55" w:rsidR="001F5B4D" w:rsidRPr="001F5B4D" w:rsidRDefault="001F5B4D" w:rsidP="001F5B4D">
            <w:r w:rsidRPr="001F5B4D">
              <w:t>Selectivity</w:t>
            </w:r>
          </w:p>
        </w:tc>
        <w:tc>
          <w:tcPr>
            <w:tcW w:w="4536" w:type="dxa"/>
            <w:gridSpan w:val="2"/>
          </w:tcPr>
          <w:p w14:paraId="0B34D7CD" w14:textId="52DF4486" w:rsidR="001F5B4D" w:rsidRPr="001F5B4D" w:rsidRDefault="001F5B4D" w:rsidP="001F5B4D">
            <w:r w:rsidRPr="001F5B4D">
              <w:t>No information.</w:t>
            </w:r>
          </w:p>
        </w:tc>
        <w:tc>
          <w:tcPr>
            <w:tcW w:w="851" w:type="dxa"/>
          </w:tcPr>
          <w:p w14:paraId="054780A9" w14:textId="5A54AECE" w:rsidR="001F5B4D" w:rsidRPr="001F5B4D" w:rsidRDefault="001F5B4D" w:rsidP="001F5B4D">
            <w:r w:rsidRPr="001F5B4D">
              <w:t>3</w:t>
            </w:r>
          </w:p>
        </w:tc>
      </w:tr>
      <w:tr w:rsidR="001F5B4D" w:rsidRPr="001F5B4D" w14:paraId="724A63D3" w14:textId="77777777" w:rsidTr="001F5B4D">
        <w:tblPrEx>
          <w:tblCellMar>
            <w:top w:w="0" w:type="dxa"/>
            <w:bottom w:w="0" w:type="dxa"/>
          </w:tblCellMar>
        </w:tblPrEx>
        <w:trPr>
          <w:cantSplit/>
        </w:trPr>
        <w:tc>
          <w:tcPr>
            <w:tcW w:w="2551" w:type="dxa"/>
            <w:shd w:val="clear" w:color="auto" w:fill="998877"/>
          </w:tcPr>
          <w:p w14:paraId="08D129DB" w14:textId="7DC304C6" w:rsidR="001F5B4D" w:rsidRPr="001F5B4D" w:rsidRDefault="001F5B4D" w:rsidP="001F5B4D">
            <w:r w:rsidRPr="001F5B4D">
              <w:t>Post capture mortality</w:t>
            </w:r>
          </w:p>
        </w:tc>
        <w:tc>
          <w:tcPr>
            <w:tcW w:w="4536" w:type="dxa"/>
            <w:gridSpan w:val="2"/>
            <w:tcBorders>
              <w:bottom w:val="single" w:sz="4" w:space="0" w:color="auto"/>
            </w:tcBorders>
          </w:tcPr>
          <w:p w14:paraId="5B3F6550" w14:textId="3D9B2E5E" w:rsidR="001F5B4D" w:rsidRPr="001F5B4D" w:rsidRDefault="001F5B4D" w:rsidP="001F5B4D">
            <w:r w:rsidRPr="001F5B4D">
              <w:t>No direct evidence of survival after capture.</w:t>
            </w:r>
          </w:p>
        </w:tc>
        <w:tc>
          <w:tcPr>
            <w:tcW w:w="851" w:type="dxa"/>
          </w:tcPr>
          <w:p w14:paraId="2A1E9517" w14:textId="054EB188" w:rsidR="001F5B4D" w:rsidRPr="001F5B4D" w:rsidRDefault="001F5B4D" w:rsidP="001F5B4D">
            <w:r w:rsidRPr="001F5B4D">
              <w:t>3</w:t>
            </w:r>
          </w:p>
        </w:tc>
      </w:tr>
      <w:tr w:rsidR="001F5B4D" w:rsidRPr="001F5B4D" w14:paraId="0203D34A" w14:textId="77777777" w:rsidTr="001F5B4D">
        <w:tblPrEx>
          <w:tblCellMar>
            <w:top w:w="0" w:type="dxa"/>
            <w:bottom w:w="0" w:type="dxa"/>
          </w:tblCellMar>
        </w:tblPrEx>
        <w:trPr>
          <w:cantSplit/>
        </w:trPr>
        <w:tc>
          <w:tcPr>
            <w:tcW w:w="2551" w:type="dxa"/>
            <w:shd w:val="clear" w:color="auto" w:fill="998877"/>
          </w:tcPr>
          <w:p w14:paraId="2AE49901" w14:textId="77777777" w:rsidR="001F5B4D" w:rsidRPr="001F5B4D" w:rsidRDefault="001F5B4D" w:rsidP="001F5B4D"/>
        </w:tc>
        <w:tc>
          <w:tcPr>
            <w:tcW w:w="4536" w:type="dxa"/>
            <w:gridSpan w:val="2"/>
            <w:tcBorders>
              <w:bottom w:val="single" w:sz="4" w:space="0" w:color="auto"/>
            </w:tcBorders>
            <w:shd w:val="clear" w:color="auto" w:fill="998877"/>
          </w:tcPr>
          <w:p w14:paraId="1ECE7EE0" w14:textId="36FD58AB" w:rsidR="001F5B4D" w:rsidRPr="001F5B4D" w:rsidRDefault="001F5B4D" w:rsidP="001F5B4D">
            <w:r w:rsidRPr="001F5B4D">
              <w:t>Susceptibility score</w:t>
            </w:r>
          </w:p>
        </w:tc>
        <w:tc>
          <w:tcPr>
            <w:tcW w:w="851" w:type="dxa"/>
          </w:tcPr>
          <w:p w14:paraId="72E62419" w14:textId="303F5CAF" w:rsidR="001F5B4D" w:rsidRPr="001F5B4D" w:rsidRDefault="001F5B4D" w:rsidP="001F5B4D">
            <w:r w:rsidRPr="001F5B4D">
              <w:t>3.00</w:t>
            </w:r>
          </w:p>
        </w:tc>
      </w:tr>
      <w:tr w:rsidR="001F5B4D" w:rsidRPr="001F5B4D" w14:paraId="3BD4F4CC" w14:textId="77777777" w:rsidTr="001F5B4D">
        <w:tblPrEx>
          <w:tblCellMar>
            <w:top w:w="0" w:type="dxa"/>
            <w:bottom w:w="0" w:type="dxa"/>
          </w:tblCellMar>
        </w:tblPrEx>
        <w:trPr>
          <w:cantSplit/>
        </w:trPr>
        <w:tc>
          <w:tcPr>
            <w:tcW w:w="2551" w:type="dxa"/>
            <w:shd w:val="clear" w:color="auto" w:fill="998877"/>
          </w:tcPr>
          <w:p w14:paraId="67CD6944" w14:textId="77777777" w:rsidR="001F5B4D" w:rsidRPr="001F5B4D" w:rsidRDefault="001F5B4D" w:rsidP="001F5B4D"/>
        </w:tc>
        <w:tc>
          <w:tcPr>
            <w:tcW w:w="4536" w:type="dxa"/>
            <w:gridSpan w:val="2"/>
            <w:shd w:val="clear" w:color="auto" w:fill="998877"/>
          </w:tcPr>
          <w:p w14:paraId="4E4C3610" w14:textId="09D360C5" w:rsidR="001F5B4D" w:rsidRPr="001F5B4D" w:rsidRDefault="001F5B4D" w:rsidP="001F5B4D">
            <w:r w:rsidRPr="001F5B4D">
              <w:t>Vulnerability score</w:t>
            </w:r>
          </w:p>
        </w:tc>
        <w:tc>
          <w:tcPr>
            <w:tcW w:w="851" w:type="dxa"/>
          </w:tcPr>
          <w:p w14:paraId="5CC2E4EB" w14:textId="0D342C14" w:rsidR="001F5B4D" w:rsidRPr="001F5B4D" w:rsidRDefault="001F5B4D" w:rsidP="001F5B4D">
            <w:r w:rsidRPr="001F5B4D">
              <w:t>4.24</w:t>
            </w:r>
          </w:p>
        </w:tc>
      </w:tr>
    </w:tbl>
    <w:p w14:paraId="615F739D" w14:textId="258BABD2"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5B1B7377"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0" w:name="T_KGX" w:colFirst="0" w:colLast="0"/>
          <w:p w14:paraId="1DB9A354" w14:textId="43EC4CF8" w:rsidR="001F5B4D" w:rsidRPr="001F5B4D" w:rsidRDefault="001F5B4D" w:rsidP="001F5B4D">
            <w:pPr>
              <w:rPr>
                <w:b/>
              </w:rPr>
            </w:pPr>
            <w:r w:rsidRPr="001F5B4D">
              <w:rPr>
                <w:b/>
              </w:rPr>
              <w:fldChar w:fldCharType="begin"/>
            </w:r>
            <w:r w:rsidRPr="001F5B4D">
              <w:rPr>
                <w:b/>
              </w:rPr>
              <w:instrText xml:space="preserve"> HYPERLINK  \l "S_KGX" \o "PSA Score" </w:instrText>
            </w:r>
            <w:r w:rsidRPr="001F5B4D">
              <w:rPr>
                <w:b/>
              </w:rPr>
            </w:r>
            <w:r w:rsidRPr="001F5B4D">
              <w:rPr>
                <w:b/>
              </w:rPr>
              <w:fldChar w:fldCharType="separate"/>
            </w:r>
            <w:r w:rsidRPr="001F5B4D">
              <w:rPr>
                <w:rStyle w:val="Hyperlink"/>
                <w:b/>
              </w:rPr>
              <w:t>Seerfishes nei</w:t>
            </w:r>
            <w:r w:rsidRPr="001F5B4D">
              <w:rPr>
                <w:b/>
              </w:rPr>
              <w:fldChar w:fldCharType="end"/>
            </w:r>
          </w:p>
        </w:tc>
        <w:tc>
          <w:tcPr>
            <w:tcW w:w="3969" w:type="dxa"/>
            <w:gridSpan w:val="2"/>
            <w:tcBorders>
              <w:bottom w:val="single" w:sz="4" w:space="0" w:color="auto"/>
            </w:tcBorders>
            <w:shd w:val="clear" w:color="auto" w:fill="998877"/>
          </w:tcPr>
          <w:p w14:paraId="42A550D9" w14:textId="39CB4E58" w:rsidR="001F5B4D" w:rsidRPr="001F5B4D" w:rsidRDefault="001F5B4D" w:rsidP="001F5B4D">
            <w:pPr>
              <w:rPr>
                <w:b/>
                <w:i/>
              </w:rPr>
            </w:pPr>
            <w:r w:rsidRPr="001F5B4D">
              <w:rPr>
                <w:b/>
                <w:i/>
              </w:rPr>
              <w:t>Scomberomorus spp</w:t>
            </w:r>
          </w:p>
        </w:tc>
      </w:tr>
      <w:bookmarkEnd w:id="160"/>
      <w:tr w:rsidR="001F5B4D" w:rsidRPr="001F5B4D" w14:paraId="7EF6B4BB" w14:textId="77777777" w:rsidTr="000413FF">
        <w:tblPrEx>
          <w:tblCellMar>
            <w:top w:w="0" w:type="dxa"/>
            <w:bottom w:w="0" w:type="dxa"/>
          </w:tblCellMar>
        </w:tblPrEx>
        <w:trPr>
          <w:cantSplit/>
        </w:trPr>
        <w:tc>
          <w:tcPr>
            <w:tcW w:w="7938" w:type="dxa"/>
            <w:gridSpan w:val="4"/>
            <w:shd w:val="clear" w:color="auto" w:fill="998877"/>
          </w:tcPr>
          <w:p w14:paraId="2704D1F0" w14:textId="4BE235EB" w:rsidR="001F5B4D" w:rsidRPr="001F5B4D" w:rsidRDefault="001F5B4D" w:rsidP="001F5B4D">
            <w:pPr>
              <w:rPr>
                <w:b/>
              </w:rPr>
            </w:pPr>
            <w:r w:rsidRPr="001F5B4D">
              <w:rPr>
                <w:b/>
              </w:rPr>
              <w:t>Productivity</w:t>
            </w:r>
          </w:p>
        </w:tc>
      </w:tr>
      <w:tr w:rsidR="001F5B4D" w:rsidRPr="001F5B4D" w14:paraId="213EC571" w14:textId="77777777" w:rsidTr="001F5B4D">
        <w:tblPrEx>
          <w:tblCellMar>
            <w:top w:w="0" w:type="dxa"/>
            <w:bottom w:w="0" w:type="dxa"/>
          </w:tblCellMar>
        </w:tblPrEx>
        <w:trPr>
          <w:cantSplit/>
        </w:trPr>
        <w:tc>
          <w:tcPr>
            <w:tcW w:w="2551" w:type="dxa"/>
            <w:shd w:val="clear" w:color="auto" w:fill="998877"/>
          </w:tcPr>
          <w:p w14:paraId="59807440" w14:textId="403B555B" w:rsidR="001F5B4D" w:rsidRPr="001F5B4D" w:rsidRDefault="001F5B4D" w:rsidP="001F5B4D">
            <w:r w:rsidRPr="001F5B4D">
              <w:t>Average age at maturity</w:t>
            </w:r>
          </w:p>
        </w:tc>
        <w:tc>
          <w:tcPr>
            <w:tcW w:w="4536" w:type="dxa"/>
            <w:gridSpan w:val="2"/>
          </w:tcPr>
          <w:p w14:paraId="2FF8A114" w14:textId="3F466DDC" w:rsidR="001F5B4D" w:rsidRPr="001F5B4D" w:rsidRDefault="001F5B4D" w:rsidP="001F5B4D">
            <w:r w:rsidRPr="001F5B4D">
              <w:t>The score is based on the maximum risk score in the family Molidae, which included 1 species.</w:t>
            </w:r>
          </w:p>
        </w:tc>
        <w:tc>
          <w:tcPr>
            <w:tcW w:w="851" w:type="dxa"/>
          </w:tcPr>
          <w:p w14:paraId="70485055" w14:textId="0BF156AF" w:rsidR="001F5B4D" w:rsidRPr="001F5B4D" w:rsidRDefault="001F5B4D" w:rsidP="001F5B4D">
            <w:r w:rsidRPr="001F5B4D">
              <w:t>2</w:t>
            </w:r>
          </w:p>
        </w:tc>
      </w:tr>
      <w:tr w:rsidR="001F5B4D" w:rsidRPr="001F5B4D" w14:paraId="0D73BECC" w14:textId="77777777" w:rsidTr="001F5B4D">
        <w:tblPrEx>
          <w:tblCellMar>
            <w:top w:w="0" w:type="dxa"/>
            <w:bottom w:w="0" w:type="dxa"/>
          </w:tblCellMar>
        </w:tblPrEx>
        <w:trPr>
          <w:cantSplit/>
        </w:trPr>
        <w:tc>
          <w:tcPr>
            <w:tcW w:w="2551" w:type="dxa"/>
            <w:shd w:val="clear" w:color="auto" w:fill="998877"/>
          </w:tcPr>
          <w:p w14:paraId="00293D92" w14:textId="44972F2C" w:rsidR="001F5B4D" w:rsidRPr="001F5B4D" w:rsidRDefault="001F5B4D" w:rsidP="001F5B4D">
            <w:r w:rsidRPr="001F5B4D">
              <w:t>Average max age</w:t>
            </w:r>
          </w:p>
        </w:tc>
        <w:tc>
          <w:tcPr>
            <w:tcW w:w="4536" w:type="dxa"/>
            <w:gridSpan w:val="2"/>
          </w:tcPr>
          <w:p w14:paraId="492BC263" w14:textId="76F97C47" w:rsidR="001F5B4D" w:rsidRPr="001F5B4D" w:rsidRDefault="001F5B4D" w:rsidP="001F5B4D">
            <w:r w:rsidRPr="001F5B4D">
              <w:t>The score is based on the maximum risk score in the family Molidae, which included 1 species.</w:t>
            </w:r>
          </w:p>
        </w:tc>
        <w:tc>
          <w:tcPr>
            <w:tcW w:w="851" w:type="dxa"/>
          </w:tcPr>
          <w:p w14:paraId="2ECD1A39" w14:textId="5C21B311" w:rsidR="001F5B4D" w:rsidRPr="001F5B4D" w:rsidRDefault="001F5B4D" w:rsidP="001F5B4D">
            <w:r w:rsidRPr="001F5B4D">
              <w:t>3</w:t>
            </w:r>
          </w:p>
        </w:tc>
      </w:tr>
      <w:tr w:rsidR="001F5B4D" w:rsidRPr="001F5B4D" w14:paraId="398E1B06" w14:textId="77777777" w:rsidTr="001F5B4D">
        <w:tblPrEx>
          <w:tblCellMar>
            <w:top w:w="0" w:type="dxa"/>
            <w:bottom w:w="0" w:type="dxa"/>
          </w:tblCellMar>
        </w:tblPrEx>
        <w:trPr>
          <w:cantSplit/>
        </w:trPr>
        <w:tc>
          <w:tcPr>
            <w:tcW w:w="2551" w:type="dxa"/>
            <w:shd w:val="clear" w:color="auto" w:fill="998877"/>
          </w:tcPr>
          <w:p w14:paraId="2C6B5387" w14:textId="13DF7602" w:rsidR="001F5B4D" w:rsidRPr="001F5B4D" w:rsidRDefault="001F5B4D" w:rsidP="001F5B4D">
            <w:r w:rsidRPr="001F5B4D">
              <w:lastRenderedPageBreak/>
              <w:t>Fecundity</w:t>
            </w:r>
          </w:p>
        </w:tc>
        <w:tc>
          <w:tcPr>
            <w:tcW w:w="4536" w:type="dxa"/>
            <w:gridSpan w:val="2"/>
          </w:tcPr>
          <w:p w14:paraId="2C703D75" w14:textId="7EBEF49A" w:rsidR="001F5B4D" w:rsidRPr="001F5B4D" w:rsidRDefault="001F5B4D" w:rsidP="001F5B4D">
            <w:r w:rsidRPr="001F5B4D">
              <w:t>The score is based on the maximum risk score in the family Scombridae, which included 27 species.</w:t>
            </w:r>
          </w:p>
        </w:tc>
        <w:tc>
          <w:tcPr>
            <w:tcW w:w="851" w:type="dxa"/>
          </w:tcPr>
          <w:p w14:paraId="68F27C0E" w14:textId="7EBABBE4" w:rsidR="001F5B4D" w:rsidRPr="001F5B4D" w:rsidRDefault="001F5B4D" w:rsidP="001F5B4D">
            <w:r w:rsidRPr="001F5B4D">
              <w:t>1</w:t>
            </w:r>
          </w:p>
        </w:tc>
      </w:tr>
      <w:tr w:rsidR="001F5B4D" w:rsidRPr="001F5B4D" w14:paraId="008E4490" w14:textId="77777777" w:rsidTr="001F5B4D">
        <w:tblPrEx>
          <w:tblCellMar>
            <w:top w:w="0" w:type="dxa"/>
            <w:bottom w:w="0" w:type="dxa"/>
          </w:tblCellMar>
        </w:tblPrEx>
        <w:trPr>
          <w:cantSplit/>
        </w:trPr>
        <w:tc>
          <w:tcPr>
            <w:tcW w:w="2551" w:type="dxa"/>
            <w:shd w:val="clear" w:color="auto" w:fill="998877"/>
          </w:tcPr>
          <w:p w14:paraId="1BAF8B46" w14:textId="5CC71515" w:rsidR="001F5B4D" w:rsidRPr="001F5B4D" w:rsidRDefault="001F5B4D" w:rsidP="001F5B4D">
            <w:r w:rsidRPr="001F5B4D">
              <w:t>Average max size</w:t>
            </w:r>
          </w:p>
        </w:tc>
        <w:tc>
          <w:tcPr>
            <w:tcW w:w="4536" w:type="dxa"/>
            <w:gridSpan w:val="2"/>
          </w:tcPr>
          <w:p w14:paraId="387ECAF5" w14:textId="5C80BF30" w:rsidR="001F5B4D" w:rsidRPr="001F5B4D" w:rsidRDefault="001F5B4D" w:rsidP="001F5B4D">
            <w:r w:rsidRPr="001F5B4D">
              <w:t>The score is based on the maximum risk score in the family Carcharhinidae, which included 32 species.</w:t>
            </w:r>
          </w:p>
        </w:tc>
        <w:tc>
          <w:tcPr>
            <w:tcW w:w="851" w:type="dxa"/>
          </w:tcPr>
          <w:p w14:paraId="733CDA43" w14:textId="5233783E" w:rsidR="001F5B4D" w:rsidRPr="001F5B4D" w:rsidRDefault="001F5B4D" w:rsidP="001F5B4D">
            <w:r w:rsidRPr="001F5B4D">
              <w:t>3</w:t>
            </w:r>
          </w:p>
        </w:tc>
      </w:tr>
      <w:tr w:rsidR="001F5B4D" w:rsidRPr="001F5B4D" w14:paraId="7B3CFA26" w14:textId="77777777" w:rsidTr="001F5B4D">
        <w:tblPrEx>
          <w:tblCellMar>
            <w:top w:w="0" w:type="dxa"/>
            <w:bottom w:w="0" w:type="dxa"/>
          </w:tblCellMar>
        </w:tblPrEx>
        <w:trPr>
          <w:cantSplit/>
        </w:trPr>
        <w:tc>
          <w:tcPr>
            <w:tcW w:w="2551" w:type="dxa"/>
            <w:shd w:val="clear" w:color="auto" w:fill="998877"/>
          </w:tcPr>
          <w:p w14:paraId="6CE9047A" w14:textId="1B98BA44" w:rsidR="001F5B4D" w:rsidRPr="001F5B4D" w:rsidRDefault="001F5B4D" w:rsidP="001F5B4D">
            <w:r w:rsidRPr="001F5B4D">
              <w:t>Average size at maturity</w:t>
            </w:r>
          </w:p>
        </w:tc>
        <w:tc>
          <w:tcPr>
            <w:tcW w:w="4536" w:type="dxa"/>
            <w:gridSpan w:val="2"/>
          </w:tcPr>
          <w:p w14:paraId="425DB70E" w14:textId="4D2E9114" w:rsidR="001F5B4D" w:rsidRPr="001F5B4D" w:rsidRDefault="001F5B4D" w:rsidP="001F5B4D">
            <w:r w:rsidRPr="001F5B4D">
              <w:t>The score is based on the maximum risk score in the family Carcharhinidae, which included 32 species.</w:t>
            </w:r>
          </w:p>
        </w:tc>
        <w:tc>
          <w:tcPr>
            <w:tcW w:w="851" w:type="dxa"/>
          </w:tcPr>
          <w:p w14:paraId="20446755" w14:textId="0E8085F5" w:rsidR="001F5B4D" w:rsidRPr="001F5B4D" w:rsidRDefault="001F5B4D" w:rsidP="001F5B4D">
            <w:r w:rsidRPr="001F5B4D">
              <w:t>3</w:t>
            </w:r>
          </w:p>
        </w:tc>
      </w:tr>
      <w:tr w:rsidR="001F5B4D" w:rsidRPr="001F5B4D" w14:paraId="6CA80F68" w14:textId="77777777" w:rsidTr="001F5B4D">
        <w:tblPrEx>
          <w:tblCellMar>
            <w:top w:w="0" w:type="dxa"/>
            <w:bottom w:w="0" w:type="dxa"/>
          </w:tblCellMar>
        </w:tblPrEx>
        <w:trPr>
          <w:cantSplit/>
        </w:trPr>
        <w:tc>
          <w:tcPr>
            <w:tcW w:w="2551" w:type="dxa"/>
            <w:shd w:val="clear" w:color="auto" w:fill="998877"/>
          </w:tcPr>
          <w:p w14:paraId="6D556E93" w14:textId="739FCBBC" w:rsidR="001F5B4D" w:rsidRPr="001F5B4D" w:rsidRDefault="001F5B4D" w:rsidP="001F5B4D">
            <w:r w:rsidRPr="001F5B4D">
              <w:t>Reproductive strategy</w:t>
            </w:r>
          </w:p>
        </w:tc>
        <w:tc>
          <w:tcPr>
            <w:tcW w:w="4536" w:type="dxa"/>
            <w:gridSpan w:val="2"/>
          </w:tcPr>
          <w:p w14:paraId="017FF777" w14:textId="5457F34A" w:rsidR="001F5B4D" w:rsidRPr="001F5B4D" w:rsidRDefault="001F5B4D" w:rsidP="001F5B4D">
            <w:r w:rsidRPr="001F5B4D">
              <w:t>The score is based on the maximum risk score in the family Centrolophidae, which included 1 species.</w:t>
            </w:r>
          </w:p>
        </w:tc>
        <w:tc>
          <w:tcPr>
            <w:tcW w:w="851" w:type="dxa"/>
          </w:tcPr>
          <w:p w14:paraId="25453FA9" w14:textId="4D1D51CC" w:rsidR="001F5B4D" w:rsidRPr="001F5B4D" w:rsidRDefault="001F5B4D" w:rsidP="001F5B4D">
            <w:r w:rsidRPr="001F5B4D">
              <w:t>1</w:t>
            </w:r>
          </w:p>
        </w:tc>
      </w:tr>
      <w:tr w:rsidR="001F5B4D" w:rsidRPr="001F5B4D" w14:paraId="50542895" w14:textId="77777777" w:rsidTr="001F5B4D">
        <w:tblPrEx>
          <w:tblCellMar>
            <w:top w:w="0" w:type="dxa"/>
            <w:bottom w:w="0" w:type="dxa"/>
          </w:tblCellMar>
        </w:tblPrEx>
        <w:trPr>
          <w:cantSplit/>
        </w:trPr>
        <w:tc>
          <w:tcPr>
            <w:tcW w:w="2551" w:type="dxa"/>
            <w:shd w:val="clear" w:color="auto" w:fill="998877"/>
          </w:tcPr>
          <w:p w14:paraId="06640C66" w14:textId="78D7D8DF" w:rsidR="001F5B4D" w:rsidRPr="001F5B4D" w:rsidRDefault="001F5B4D" w:rsidP="001F5B4D">
            <w:r w:rsidRPr="001F5B4D">
              <w:t>Trophic level</w:t>
            </w:r>
          </w:p>
        </w:tc>
        <w:tc>
          <w:tcPr>
            <w:tcW w:w="4536" w:type="dxa"/>
            <w:gridSpan w:val="2"/>
            <w:tcBorders>
              <w:bottom w:val="single" w:sz="4" w:space="0" w:color="auto"/>
            </w:tcBorders>
          </w:tcPr>
          <w:p w14:paraId="473C4772" w14:textId="0BA7D415" w:rsidR="001F5B4D" w:rsidRPr="001F5B4D" w:rsidRDefault="001F5B4D" w:rsidP="001F5B4D">
            <w:r w:rsidRPr="001F5B4D">
              <w:t>The score is based on the maximum risk score in the family Carcharhinidae, which included 32 species.</w:t>
            </w:r>
          </w:p>
        </w:tc>
        <w:tc>
          <w:tcPr>
            <w:tcW w:w="851" w:type="dxa"/>
          </w:tcPr>
          <w:p w14:paraId="6E8DC890" w14:textId="407FE0DA" w:rsidR="001F5B4D" w:rsidRPr="001F5B4D" w:rsidRDefault="001F5B4D" w:rsidP="001F5B4D">
            <w:r w:rsidRPr="001F5B4D">
              <w:t>3</w:t>
            </w:r>
          </w:p>
        </w:tc>
      </w:tr>
      <w:tr w:rsidR="001F5B4D" w:rsidRPr="001F5B4D" w14:paraId="6C1F5A83"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7A5C81A" w14:textId="77777777" w:rsidR="001F5B4D" w:rsidRPr="001F5B4D" w:rsidRDefault="001F5B4D" w:rsidP="001F5B4D"/>
        </w:tc>
        <w:tc>
          <w:tcPr>
            <w:tcW w:w="4536" w:type="dxa"/>
            <w:gridSpan w:val="2"/>
            <w:tcBorders>
              <w:bottom w:val="single" w:sz="4" w:space="0" w:color="auto"/>
            </w:tcBorders>
            <w:shd w:val="clear" w:color="auto" w:fill="998877"/>
          </w:tcPr>
          <w:p w14:paraId="3DFA5D78" w14:textId="04E1E005" w:rsidR="001F5B4D" w:rsidRPr="001F5B4D" w:rsidRDefault="001F5B4D" w:rsidP="001F5B4D">
            <w:r w:rsidRPr="001F5B4D">
              <w:t>Productivity score</w:t>
            </w:r>
          </w:p>
        </w:tc>
        <w:tc>
          <w:tcPr>
            <w:tcW w:w="851" w:type="dxa"/>
            <w:tcBorders>
              <w:bottom w:val="single" w:sz="4" w:space="0" w:color="auto"/>
            </w:tcBorders>
          </w:tcPr>
          <w:p w14:paraId="48E09E22" w14:textId="685BC49B" w:rsidR="001F5B4D" w:rsidRPr="001F5B4D" w:rsidRDefault="001F5B4D" w:rsidP="001F5B4D">
            <w:r w:rsidRPr="001F5B4D">
              <w:t>2.29</w:t>
            </w:r>
          </w:p>
        </w:tc>
      </w:tr>
      <w:tr w:rsidR="001F5B4D" w:rsidRPr="001F5B4D" w14:paraId="74C78407" w14:textId="77777777" w:rsidTr="006E4909">
        <w:tblPrEx>
          <w:tblCellMar>
            <w:top w:w="0" w:type="dxa"/>
            <w:bottom w:w="0" w:type="dxa"/>
          </w:tblCellMar>
        </w:tblPrEx>
        <w:trPr>
          <w:cantSplit/>
        </w:trPr>
        <w:tc>
          <w:tcPr>
            <w:tcW w:w="7938" w:type="dxa"/>
            <w:gridSpan w:val="4"/>
            <w:shd w:val="clear" w:color="auto" w:fill="998877"/>
          </w:tcPr>
          <w:p w14:paraId="5253D2B6" w14:textId="23386BC7" w:rsidR="001F5B4D" w:rsidRPr="001F5B4D" w:rsidRDefault="001F5B4D" w:rsidP="001F5B4D">
            <w:pPr>
              <w:rPr>
                <w:b/>
              </w:rPr>
            </w:pPr>
            <w:r w:rsidRPr="001F5B4D">
              <w:rPr>
                <w:b/>
              </w:rPr>
              <w:t>Susceptibility</w:t>
            </w:r>
          </w:p>
        </w:tc>
      </w:tr>
      <w:tr w:rsidR="001F5B4D" w:rsidRPr="001F5B4D" w14:paraId="4314FB0F" w14:textId="77777777" w:rsidTr="001F5B4D">
        <w:tblPrEx>
          <w:tblCellMar>
            <w:top w:w="0" w:type="dxa"/>
            <w:bottom w:w="0" w:type="dxa"/>
          </w:tblCellMar>
        </w:tblPrEx>
        <w:trPr>
          <w:cantSplit/>
        </w:trPr>
        <w:tc>
          <w:tcPr>
            <w:tcW w:w="2551" w:type="dxa"/>
            <w:shd w:val="clear" w:color="auto" w:fill="998877"/>
          </w:tcPr>
          <w:p w14:paraId="252100AC" w14:textId="468B7C4C" w:rsidR="001F5B4D" w:rsidRPr="001F5B4D" w:rsidRDefault="001F5B4D" w:rsidP="001F5B4D">
            <w:r w:rsidRPr="001F5B4D">
              <w:t>Areal overlap (availability)</w:t>
            </w:r>
          </w:p>
        </w:tc>
        <w:tc>
          <w:tcPr>
            <w:tcW w:w="4536" w:type="dxa"/>
            <w:gridSpan w:val="2"/>
          </w:tcPr>
          <w:p w14:paraId="7E239156" w14:textId="702C42A1" w:rsidR="001F5B4D" w:rsidRPr="001F5B4D" w:rsidRDefault="001F5B4D" w:rsidP="001F5B4D">
            <w:r w:rsidRPr="001F5B4D">
              <w:t>Worldwide pelagic distribution</w:t>
            </w:r>
          </w:p>
        </w:tc>
        <w:tc>
          <w:tcPr>
            <w:tcW w:w="851" w:type="dxa"/>
          </w:tcPr>
          <w:p w14:paraId="358B7BB1" w14:textId="6D04FE37" w:rsidR="001F5B4D" w:rsidRPr="001F5B4D" w:rsidRDefault="001F5B4D" w:rsidP="001F5B4D">
            <w:r w:rsidRPr="001F5B4D">
              <w:t>3</w:t>
            </w:r>
          </w:p>
        </w:tc>
      </w:tr>
      <w:tr w:rsidR="001F5B4D" w:rsidRPr="001F5B4D" w14:paraId="43BBB033" w14:textId="77777777" w:rsidTr="001F5B4D">
        <w:tblPrEx>
          <w:tblCellMar>
            <w:top w:w="0" w:type="dxa"/>
            <w:bottom w:w="0" w:type="dxa"/>
          </w:tblCellMar>
        </w:tblPrEx>
        <w:trPr>
          <w:cantSplit/>
        </w:trPr>
        <w:tc>
          <w:tcPr>
            <w:tcW w:w="2551" w:type="dxa"/>
            <w:shd w:val="clear" w:color="auto" w:fill="998877"/>
          </w:tcPr>
          <w:p w14:paraId="16F04C6A" w14:textId="73997B30" w:rsidR="001F5B4D" w:rsidRPr="001F5B4D" w:rsidRDefault="001F5B4D" w:rsidP="001F5B4D">
            <w:r w:rsidRPr="001F5B4D">
              <w:t>Encounterability</w:t>
            </w:r>
          </w:p>
        </w:tc>
        <w:tc>
          <w:tcPr>
            <w:tcW w:w="4536" w:type="dxa"/>
            <w:gridSpan w:val="2"/>
          </w:tcPr>
          <w:p w14:paraId="1BB02972" w14:textId="6217E057" w:rsidR="001F5B4D" w:rsidRPr="001F5B4D" w:rsidRDefault="001F5B4D" w:rsidP="001F5B4D">
            <w:r w:rsidRPr="001F5B4D">
              <w:t>The depth range of the species is 1-20m. For surface gears, the vertical overlap index with this species is 100.00%.</w:t>
            </w:r>
          </w:p>
        </w:tc>
        <w:tc>
          <w:tcPr>
            <w:tcW w:w="851" w:type="dxa"/>
          </w:tcPr>
          <w:p w14:paraId="5032B0F6" w14:textId="490645D8" w:rsidR="001F5B4D" w:rsidRPr="001F5B4D" w:rsidRDefault="001F5B4D" w:rsidP="001F5B4D">
            <w:r w:rsidRPr="001F5B4D">
              <w:t>3</w:t>
            </w:r>
          </w:p>
        </w:tc>
      </w:tr>
      <w:tr w:rsidR="001F5B4D" w:rsidRPr="001F5B4D" w14:paraId="01531840" w14:textId="77777777" w:rsidTr="001F5B4D">
        <w:tblPrEx>
          <w:tblCellMar>
            <w:top w:w="0" w:type="dxa"/>
            <w:bottom w:w="0" w:type="dxa"/>
          </w:tblCellMar>
        </w:tblPrEx>
        <w:trPr>
          <w:cantSplit/>
        </w:trPr>
        <w:tc>
          <w:tcPr>
            <w:tcW w:w="2551" w:type="dxa"/>
            <w:shd w:val="clear" w:color="auto" w:fill="998877"/>
          </w:tcPr>
          <w:p w14:paraId="12635E69" w14:textId="10B239F3" w:rsidR="001F5B4D" w:rsidRPr="001F5B4D" w:rsidRDefault="001F5B4D" w:rsidP="001F5B4D">
            <w:r w:rsidRPr="001F5B4D">
              <w:t>Selectivity</w:t>
            </w:r>
          </w:p>
        </w:tc>
        <w:tc>
          <w:tcPr>
            <w:tcW w:w="4536" w:type="dxa"/>
            <w:gridSpan w:val="2"/>
          </w:tcPr>
          <w:p w14:paraId="0929995F" w14:textId="2065E7E3" w:rsidR="001F5B4D" w:rsidRPr="001F5B4D" w:rsidRDefault="001F5B4D" w:rsidP="001F5B4D">
            <w:r w:rsidRPr="001F5B4D">
              <w:t>The maximum length of the species is missing, but the family's maximum length based on 50 species is 458cm. For tropical surface fisheries, the length overlap index with this species is 100.00%.</w:t>
            </w:r>
          </w:p>
        </w:tc>
        <w:tc>
          <w:tcPr>
            <w:tcW w:w="851" w:type="dxa"/>
          </w:tcPr>
          <w:p w14:paraId="1BED7FF8" w14:textId="007DA352" w:rsidR="001F5B4D" w:rsidRPr="001F5B4D" w:rsidRDefault="001F5B4D" w:rsidP="001F5B4D">
            <w:r w:rsidRPr="001F5B4D">
              <w:t>3</w:t>
            </w:r>
          </w:p>
        </w:tc>
      </w:tr>
      <w:tr w:rsidR="001F5B4D" w:rsidRPr="001F5B4D" w14:paraId="55D9E873" w14:textId="77777777" w:rsidTr="001F5B4D">
        <w:tblPrEx>
          <w:tblCellMar>
            <w:top w:w="0" w:type="dxa"/>
            <w:bottom w:w="0" w:type="dxa"/>
          </w:tblCellMar>
        </w:tblPrEx>
        <w:trPr>
          <w:cantSplit/>
        </w:trPr>
        <w:tc>
          <w:tcPr>
            <w:tcW w:w="2551" w:type="dxa"/>
            <w:shd w:val="clear" w:color="auto" w:fill="998877"/>
          </w:tcPr>
          <w:p w14:paraId="6BD609D7" w14:textId="6EEF2893" w:rsidR="001F5B4D" w:rsidRPr="001F5B4D" w:rsidRDefault="001F5B4D" w:rsidP="001F5B4D">
            <w:r w:rsidRPr="001F5B4D">
              <w:t>Post capture mortality</w:t>
            </w:r>
          </w:p>
        </w:tc>
        <w:tc>
          <w:tcPr>
            <w:tcW w:w="4536" w:type="dxa"/>
            <w:gridSpan w:val="2"/>
            <w:tcBorders>
              <w:bottom w:val="single" w:sz="4" w:space="0" w:color="auto"/>
            </w:tcBorders>
          </w:tcPr>
          <w:p w14:paraId="0D447EF6" w14:textId="67F47A8D" w:rsidR="001F5B4D" w:rsidRPr="001F5B4D" w:rsidRDefault="001F5B4D" w:rsidP="001F5B4D">
            <w:r w:rsidRPr="001F5B4D">
              <w:t>No direct evidence of survival after capture.</w:t>
            </w:r>
          </w:p>
        </w:tc>
        <w:tc>
          <w:tcPr>
            <w:tcW w:w="851" w:type="dxa"/>
          </w:tcPr>
          <w:p w14:paraId="17C75A24" w14:textId="290E4EDD" w:rsidR="001F5B4D" w:rsidRPr="001F5B4D" w:rsidRDefault="001F5B4D" w:rsidP="001F5B4D">
            <w:r w:rsidRPr="001F5B4D">
              <w:t>3</w:t>
            </w:r>
          </w:p>
        </w:tc>
      </w:tr>
      <w:tr w:rsidR="001F5B4D" w:rsidRPr="001F5B4D" w14:paraId="15117ADC" w14:textId="77777777" w:rsidTr="001F5B4D">
        <w:tblPrEx>
          <w:tblCellMar>
            <w:top w:w="0" w:type="dxa"/>
            <w:bottom w:w="0" w:type="dxa"/>
          </w:tblCellMar>
        </w:tblPrEx>
        <w:trPr>
          <w:cantSplit/>
        </w:trPr>
        <w:tc>
          <w:tcPr>
            <w:tcW w:w="2551" w:type="dxa"/>
            <w:shd w:val="clear" w:color="auto" w:fill="998877"/>
          </w:tcPr>
          <w:p w14:paraId="23B767A9" w14:textId="77777777" w:rsidR="001F5B4D" w:rsidRPr="001F5B4D" w:rsidRDefault="001F5B4D" w:rsidP="001F5B4D"/>
        </w:tc>
        <w:tc>
          <w:tcPr>
            <w:tcW w:w="4536" w:type="dxa"/>
            <w:gridSpan w:val="2"/>
            <w:tcBorders>
              <w:bottom w:val="single" w:sz="4" w:space="0" w:color="auto"/>
            </w:tcBorders>
            <w:shd w:val="clear" w:color="auto" w:fill="998877"/>
          </w:tcPr>
          <w:p w14:paraId="4E1076BD" w14:textId="24F42D62" w:rsidR="001F5B4D" w:rsidRPr="001F5B4D" w:rsidRDefault="001F5B4D" w:rsidP="001F5B4D">
            <w:r w:rsidRPr="001F5B4D">
              <w:t>Susceptibility score</w:t>
            </w:r>
          </w:p>
        </w:tc>
        <w:tc>
          <w:tcPr>
            <w:tcW w:w="851" w:type="dxa"/>
          </w:tcPr>
          <w:p w14:paraId="68A82146" w14:textId="467DCBD0" w:rsidR="001F5B4D" w:rsidRPr="001F5B4D" w:rsidRDefault="001F5B4D" w:rsidP="001F5B4D">
            <w:r w:rsidRPr="001F5B4D">
              <w:t>3.00</w:t>
            </w:r>
          </w:p>
        </w:tc>
      </w:tr>
      <w:tr w:rsidR="001F5B4D" w:rsidRPr="001F5B4D" w14:paraId="45132110" w14:textId="77777777" w:rsidTr="001F5B4D">
        <w:tblPrEx>
          <w:tblCellMar>
            <w:top w:w="0" w:type="dxa"/>
            <w:bottom w:w="0" w:type="dxa"/>
          </w:tblCellMar>
        </w:tblPrEx>
        <w:trPr>
          <w:cantSplit/>
        </w:trPr>
        <w:tc>
          <w:tcPr>
            <w:tcW w:w="2551" w:type="dxa"/>
            <w:shd w:val="clear" w:color="auto" w:fill="998877"/>
          </w:tcPr>
          <w:p w14:paraId="5AA30A22" w14:textId="77777777" w:rsidR="001F5B4D" w:rsidRPr="001F5B4D" w:rsidRDefault="001F5B4D" w:rsidP="001F5B4D"/>
        </w:tc>
        <w:tc>
          <w:tcPr>
            <w:tcW w:w="4536" w:type="dxa"/>
            <w:gridSpan w:val="2"/>
            <w:shd w:val="clear" w:color="auto" w:fill="998877"/>
          </w:tcPr>
          <w:p w14:paraId="3BC8ADBE" w14:textId="6300C1C7" w:rsidR="001F5B4D" w:rsidRPr="001F5B4D" w:rsidRDefault="001F5B4D" w:rsidP="001F5B4D">
            <w:r w:rsidRPr="001F5B4D">
              <w:t>Vulnerability score</w:t>
            </w:r>
          </w:p>
        </w:tc>
        <w:tc>
          <w:tcPr>
            <w:tcW w:w="851" w:type="dxa"/>
          </w:tcPr>
          <w:p w14:paraId="1CBE2160" w14:textId="2F16D99E" w:rsidR="001F5B4D" w:rsidRPr="001F5B4D" w:rsidRDefault="001F5B4D" w:rsidP="001F5B4D">
            <w:r w:rsidRPr="001F5B4D">
              <w:t>3.77</w:t>
            </w:r>
          </w:p>
        </w:tc>
      </w:tr>
    </w:tbl>
    <w:p w14:paraId="7A4B65BC" w14:textId="1AA75293"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5BC0F223"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1" w:name="T_FAL" w:colFirst="0" w:colLast="0"/>
          <w:p w14:paraId="5792811B" w14:textId="6771BF1C" w:rsidR="001F5B4D" w:rsidRPr="001F5B4D" w:rsidRDefault="001F5B4D" w:rsidP="001F5B4D">
            <w:pPr>
              <w:rPr>
                <w:b/>
              </w:rPr>
            </w:pPr>
            <w:r w:rsidRPr="001F5B4D">
              <w:rPr>
                <w:b/>
              </w:rPr>
              <w:fldChar w:fldCharType="begin"/>
            </w:r>
            <w:r w:rsidRPr="001F5B4D">
              <w:rPr>
                <w:b/>
              </w:rPr>
              <w:instrText xml:space="preserve"> HYPERLINK  \l "S_FAL" \o "PSA Score" </w:instrText>
            </w:r>
            <w:r w:rsidRPr="001F5B4D">
              <w:rPr>
                <w:b/>
              </w:rPr>
            </w:r>
            <w:r w:rsidRPr="001F5B4D">
              <w:rPr>
                <w:b/>
              </w:rPr>
              <w:fldChar w:fldCharType="separate"/>
            </w:r>
            <w:r w:rsidRPr="001F5B4D">
              <w:rPr>
                <w:rStyle w:val="Hyperlink"/>
                <w:b/>
              </w:rPr>
              <w:t>Silky shark</w:t>
            </w:r>
            <w:r w:rsidRPr="001F5B4D">
              <w:rPr>
                <w:b/>
              </w:rPr>
              <w:fldChar w:fldCharType="end"/>
            </w:r>
          </w:p>
        </w:tc>
        <w:tc>
          <w:tcPr>
            <w:tcW w:w="3969" w:type="dxa"/>
            <w:gridSpan w:val="2"/>
            <w:tcBorders>
              <w:bottom w:val="single" w:sz="4" w:space="0" w:color="auto"/>
            </w:tcBorders>
            <w:shd w:val="clear" w:color="auto" w:fill="998877"/>
          </w:tcPr>
          <w:p w14:paraId="573307D9" w14:textId="20C11B7B" w:rsidR="001F5B4D" w:rsidRPr="001F5B4D" w:rsidRDefault="001F5B4D" w:rsidP="001F5B4D">
            <w:pPr>
              <w:rPr>
                <w:b/>
                <w:i/>
              </w:rPr>
            </w:pPr>
            <w:r w:rsidRPr="001F5B4D">
              <w:rPr>
                <w:b/>
                <w:i/>
              </w:rPr>
              <w:t>Carcharhinus falciformis</w:t>
            </w:r>
          </w:p>
        </w:tc>
      </w:tr>
      <w:bookmarkEnd w:id="161"/>
      <w:tr w:rsidR="001F5B4D" w:rsidRPr="001F5B4D" w14:paraId="3F5658D1" w14:textId="77777777" w:rsidTr="003E3A64">
        <w:tblPrEx>
          <w:tblCellMar>
            <w:top w:w="0" w:type="dxa"/>
            <w:bottom w:w="0" w:type="dxa"/>
          </w:tblCellMar>
        </w:tblPrEx>
        <w:trPr>
          <w:cantSplit/>
        </w:trPr>
        <w:tc>
          <w:tcPr>
            <w:tcW w:w="7938" w:type="dxa"/>
            <w:gridSpan w:val="4"/>
            <w:shd w:val="clear" w:color="auto" w:fill="998877"/>
          </w:tcPr>
          <w:p w14:paraId="74F392DF" w14:textId="52876461" w:rsidR="001F5B4D" w:rsidRPr="001F5B4D" w:rsidRDefault="001F5B4D" w:rsidP="001F5B4D">
            <w:pPr>
              <w:rPr>
                <w:b/>
              </w:rPr>
            </w:pPr>
            <w:r w:rsidRPr="001F5B4D">
              <w:rPr>
                <w:b/>
              </w:rPr>
              <w:t>Productivity</w:t>
            </w:r>
          </w:p>
        </w:tc>
      </w:tr>
      <w:tr w:rsidR="001F5B4D" w:rsidRPr="001F5B4D" w14:paraId="395A087E" w14:textId="77777777" w:rsidTr="001F5B4D">
        <w:tblPrEx>
          <w:tblCellMar>
            <w:top w:w="0" w:type="dxa"/>
            <w:bottom w:w="0" w:type="dxa"/>
          </w:tblCellMar>
        </w:tblPrEx>
        <w:trPr>
          <w:cantSplit/>
        </w:trPr>
        <w:tc>
          <w:tcPr>
            <w:tcW w:w="2551" w:type="dxa"/>
            <w:shd w:val="clear" w:color="auto" w:fill="998877"/>
          </w:tcPr>
          <w:p w14:paraId="6E9A21AA" w14:textId="2F22AD30" w:rsidR="001F5B4D" w:rsidRPr="001F5B4D" w:rsidRDefault="001F5B4D" w:rsidP="001F5B4D">
            <w:r w:rsidRPr="001F5B4D">
              <w:t>Average age at maturity</w:t>
            </w:r>
          </w:p>
        </w:tc>
        <w:tc>
          <w:tcPr>
            <w:tcW w:w="4536" w:type="dxa"/>
            <w:gridSpan w:val="2"/>
          </w:tcPr>
          <w:p w14:paraId="2A0A6B7F" w14:textId="605ADD02" w:rsidR="001F5B4D" w:rsidRPr="001F5B4D" w:rsidRDefault="001F5B4D" w:rsidP="001F5B4D">
            <w:r w:rsidRPr="001F5B4D">
              <w:t>Species growth rate (K) is 0.100, which is in the medium risk K range (0.061-0.183) for age at maturity.</w:t>
            </w:r>
          </w:p>
        </w:tc>
        <w:tc>
          <w:tcPr>
            <w:tcW w:w="851" w:type="dxa"/>
          </w:tcPr>
          <w:p w14:paraId="6CCAC0F9" w14:textId="18DD7603" w:rsidR="001F5B4D" w:rsidRPr="001F5B4D" w:rsidRDefault="001F5B4D" w:rsidP="001F5B4D">
            <w:r w:rsidRPr="001F5B4D">
              <w:t>2</w:t>
            </w:r>
          </w:p>
        </w:tc>
      </w:tr>
      <w:tr w:rsidR="001F5B4D" w:rsidRPr="001F5B4D" w14:paraId="254CD4DC" w14:textId="77777777" w:rsidTr="001F5B4D">
        <w:tblPrEx>
          <w:tblCellMar>
            <w:top w:w="0" w:type="dxa"/>
            <w:bottom w:w="0" w:type="dxa"/>
          </w:tblCellMar>
        </w:tblPrEx>
        <w:trPr>
          <w:cantSplit/>
        </w:trPr>
        <w:tc>
          <w:tcPr>
            <w:tcW w:w="2551" w:type="dxa"/>
            <w:shd w:val="clear" w:color="auto" w:fill="998877"/>
          </w:tcPr>
          <w:p w14:paraId="4E04A350" w14:textId="0305143B" w:rsidR="001F5B4D" w:rsidRPr="001F5B4D" w:rsidRDefault="001F5B4D" w:rsidP="001F5B4D">
            <w:r w:rsidRPr="001F5B4D">
              <w:t>Average max age</w:t>
            </w:r>
          </w:p>
        </w:tc>
        <w:tc>
          <w:tcPr>
            <w:tcW w:w="4536" w:type="dxa"/>
            <w:gridSpan w:val="2"/>
          </w:tcPr>
          <w:p w14:paraId="22FA103A" w14:textId="74E5C551" w:rsidR="001F5B4D" w:rsidRPr="001F5B4D" w:rsidRDefault="001F5B4D" w:rsidP="001F5B4D">
            <w:r w:rsidRPr="001F5B4D">
              <w:t>Species growth rate (K) is 0.100, which is lower than highest risk K (0.12) for maximum age.</w:t>
            </w:r>
          </w:p>
        </w:tc>
        <w:tc>
          <w:tcPr>
            <w:tcW w:w="851" w:type="dxa"/>
          </w:tcPr>
          <w:p w14:paraId="6E4D4494" w14:textId="2DCFA2E0" w:rsidR="001F5B4D" w:rsidRPr="001F5B4D" w:rsidRDefault="001F5B4D" w:rsidP="001F5B4D">
            <w:r w:rsidRPr="001F5B4D">
              <w:t>3</w:t>
            </w:r>
          </w:p>
        </w:tc>
      </w:tr>
      <w:tr w:rsidR="001F5B4D" w:rsidRPr="001F5B4D" w14:paraId="761058AA" w14:textId="77777777" w:rsidTr="001F5B4D">
        <w:tblPrEx>
          <w:tblCellMar>
            <w:top w:w="0" w:type="dxa"/>
            <w:bottom w:w="0" w:type="dxa"/>
          </w:tblCellMar>
        </w:tblPrEx>
        <w:trPr>
          <w:cantSplit/>
        </w:trPr>
        <w:tc>
          <w:tcPr>
            <w:tcW w:w="2551" w:type="dxa"/>
            <w:shd w:val="clear" w:color="auto" w:fill="998877"/>
          </w:tcPr>
          <w:p w14:paraId="0F8EAF67" w14:textId="11A82BE4" w:rsidR="001F5B4D" w:rsidRPr="001F5B4D" w:rsidRDefault="001F5B4D" w:rsidP="001F5B4D">
            <w:r w:rsidRPr="001F5B4D">
              <w:t>Fecundity</w:t>
            </w:r>
          </w:p>
        </w:tc>
        <w:tc>
          <w:tcPr>
            <w:tcW w:w="4536" w:type="dxa"/>
            <w:gridSpan w:val="2"/>
          </w:tcPr>
          <w:p w14:paraId="6FEBADB9" w14:textId="7BA88C5C" w:rsidR="001F5B4D" w:rsidRPr="001F5B4D" w:rsidRDefault="001F5B4D" w:rsidP="001F5B4D">
            <w:r w:rsidRPr="001F5B4D">
              <w:t>Species fecundity is 2 eggs/year, which is lower than the highest risk value (100).</w:t>
            </w:r>
          </w:p>
        </w:tc>
        <w:tc>
          <w:tcPr>
            <w:tcW w:w="851" w:type="dxa"/>
          </w:tcPr>
          <w:p w14:paraId="3F7491F6" w14:textId="0C1DB104" w:rsidR="001F5B4D" w:rsidRPr="001F5B4D" w:rsidRDefault="001F5B4D" w:rsidP="001F5B4D">
            <w:r w:rsidRPr="001F5B4D">
              <w:t>3</w:t>
            </w:r>
          </w:p>
        </w:tc>
      </w:tr>
      <w:tr w:rsidR="001F5B4D" w:rsidRPr="001F5B4D" w14:paraId="3868C203" w14:textId="77777777" w:rsidTr="001F5B4D">
        <w:tblPrEx>
          <w:tblCellMar>
            <w:top w:w="0" w:type="dxa"/>
            <w:bottom w:w="0" w:type="dxa"/>
          </w:tblCellMar>
        </w:tblPrEx>
        <w:trPr>
          <w:cantSplit/>
        </w:trPr>
        <w:tc>
          <w:tcPr>
            <w:tcW w:w="2551" w:type="dxa"/>
            <w:shd w:val="clear" w:color="auto" w:fill="998877"/>
          </w:tcPr>
          <w:p w14:paraId="6C266AD7" w14:textId="6A1CA936" w:rsidR="001F5B4D" w:rsidRPr="001F5B4D" w:rsidRDefault="001F5B4D" w:rsidP="001F5B4D">
            <w:r w:rsidRPr="001F5B4D">
              <w:t>Average max size</w:t>
            </w:r>
          </w:p>
        </w:tc>
        <w:tc>
          <w:tcPr>
            <w:tcW w:w="4536" w:type="dxa"/>
            <w:gridSpan w:val="2"/>
          </w:tcPr>
          <w:p w14:paraId="18DDA854" w14:textId="689476C0" w:rsidR="001F5B4D" w:rsidRPr="001F5B4D" w:rsidRDefault="001F5B4D" w:rsidP="001F5B4D">
            <w:r w:rsidRPr="001F5B4D">
              <w:t>Species maximum length is 350, which is higher than the highest risk value (300cm).</w:t>
            </w:r>
          </w:p>
        </w:tc>
        <w:tc>
          <w:tcPr>
            <w:tcW w:w="851" w:type="dxa"/>
          </w:tcPr>
          <w:p w14:paraId="0A8F597D" w14:textId="229C8070" w:rsidR="001F5B4D" w:rsidRPr="001F5B4D" w:rsidRDefault="001F5B4D" w:rsidP="001F5B4D">
            <w:r w:rsidRPr="001F5B4D">
              <w:t>3</w:t>
            </w:r>
          </w:p>
        </w:tc>
      </w:tr>
      <w:tr w:rsidR="001F5B4D" w:rsidRPr="001F5B4D" w14:paraId="64D787CC" w14:textId="77777777" w:rsidTr="001F5B4D">
        <w:tblPrEx>
          <w:tblCellMar>
            <w:top w:w="0" w:type="dxa"/>
            <w:bottom w:w="0" w:type="dxa"/>
          </w:tblCellMar>
        </w:tblPrEx>
        <w:trPr>
          <w:cantSplit/>
        </w:trPr>
        <w:tc>
          <w:tcPr>
            <w:tcW w:w="2551" w:type="dxa"/>
            <w:shd w:val="clear" w:color="auto" w:fill="998877"/>
          </w:tcPr>
          <w:p w14:paraId="25E7D05F" w14:textId="68F8169C" w:rsidR="001F5B4D" w:rsidRPr="001F5B4D" w:rsidRDefault="001F5B4D" w:rsidP="001F5B4D">
            <w:r w:rsidRPr="001F5B4D">
              <w:t>Average size at maturity</w:t>
            </w:r>
          </w:p>
        </w:tc>
        <w:tc>
          <w:tcPr>
            <w:tcW w:w="4536" w:type="dxa"/>
            <w:gridSpan w:val="2"/>
          </w:tcPr>
          <w:p w14:paraId="493199D6" w14:textId="10885B48" w:rsidR="001F5B4D" w:rsidRPr="001F5B4D" w:rsidRDefault="001F5B4D" w:rsidP="001F5B4D">
            <w:r w:rsidRPr="001F5B4D">
              <w:t>Species length at maturity is 228, which is higher than the highest risk value (200cm).</w:t>
            </w:r>
          </w:p>
        </w:tc>
        <w:tc>
          <w:tcPr>
            <w:tcW w:w="851" w:type="dxa"/>
          </w:tcPr>
          <w:p w14:paraId="0EE791F8" w14:textId="5A228F41" w:rsidR="001F5B4D" w:rsidRPr="001F5B4D" w:rsidRDefault="001F5B4D" w:rsidP="001F5B4D">
            <w:r w:rsidRPr="001F5B4D">
              <w:t>3</w:t>
            </w:r>
          </w:p>
        </w:tc>
      </w:tr>
      <w:tr w:rsidR="001F5B4D" w:rsidRPr="001F5B4D" w14:paraId="030E0D52" w14:textId="77777777" w:rsidTr="001F5B4D">
        <w:tblPrEx>
          <w:tblCellMar>
            <w:top w:w="0" w:type="dxa"/>
            <w:bottom w:w="0" w:type="dxa"/>
          </w:tblCellMar>
        </w:tblPrEx>
        <w:trPr>
          <w:cantSplit/>
        </w:trPr>
        <w:tc>
          <w:tcPr>
            <w:tcW w:w="2551" w:type="dxa"/>
            <w:shd w:val="clear" w:color="auto" w:fill="998877"/>
          </w:tcPr>
          <w:p w14:paraId="3B81797F" w14:textId="7ADE8FFE" w:rsidR="001F5B4D" w:rsidRPr="001F5B4D" w:rsidRDefault="001F5B4D" w:rsidP="001F5B4D">
            <w:r w:rsidRPr="001F5B4D">
              <w:t>Reproductive strategy</w:t>
            </w:r>
          </w:p>
        </w:tc>
        <w:tc>
          <w:tcPr>
            <w:tcW w:w="4536" w:type="dxa"/>
            <w:gridSpan w:val="2"/>
          </w:tcPr>
          <w:p w14:paraId="711ED58D" w14:textId="47470C3E" w:rsidR="001F5B4D" w:rsidRPr="001F5B4D" w:rsidRDefault="001F5B4D" w:rsidP="001F5B4D">
            <w:r w:rsidRPr="001F5B4D">
              <w:t>Species reproductive strategy is live bearer, which is high risk.</w:t>
            </w:r>
          </w:p>
        </w:tc>
        <w:tc>
          <w:tcPr>
            <w:tcW w:w="851" w:type="dxa"/>
          </w:tcPr>
          <w:p w14:paraId="46F368F3" w14:textId="0BAD81DD" w:rsidR="001F5B4D" w:rsidRPr="001F5B4D" w:rsidRDefault="001F5B4D" w:rsidP="001F5B4D">
            <w:r w:rsidRPr="001F5B4D">
              <w:t>3</w:t>
            </w:r>
          </w:p>
        </w:tc>
      </w:tr>
      <w:tr w:rsidR="001F5B4D" w:rsidRPr="001F5B4D" w14:paraId="15EC3365" w14:textId="77777777" w:rsidTr="001F5B4D">
        <w:tblPrEx>
          <w:tblCellMar>
            <w:top w:w="0" w:type="dxa"/>
            <w:bottom w:w="0" w:type="dxa"/>
          </w:tblCellMar>
        </w:tblPrEx>
        <w:trPr>
          <w:cantSplit/>
        </w:trPr>
        <w:tc>
          <w:tcPr>
            <w:tcW w:w="2551" w:type="dxa"/>
            <w:shd w:val="clear" w:color="auto" w:fill="998877"/>
          </w:tcPr>
          <w:p w14:paraId="4D21AA80" w14:textId="1A5BBEE0" w:rsidR="001F5B4D" w:rsidRPr="001F5B4D" w:rsidRDefault="001F5B4D" w:rsidP="001F5B4D">
            <w:r w:rsidRPr="001F5B4D">
              <w:t>Trophic level</w:t>
            </w:r>
          </w:p>
        </w:tc>
        <w:tc>
          <w:tcPr>
            <w:tcW w:w="4536" w:type="dxa"/>
            <w:gridSpan w:val="2"/>
            <w:tcBorders>
              <w:bottom w:val="single" w:sz="4" w:space="0" w:color="auto"/>
            </w:tcBorders>
          </w:tcPr>
          <w:p w14:paraId="1F96D4AF" w14:textId="4CB644B5" w:rsidR="001F5B4D" w:rsidRPr="001F5B4D" w:rsidRDefault="001F5B4D" w:rsidP="001F5B4D">
            <w:r w:rsidRPr="001F5B4D">
              <w:t>Species trophic level is 4.5, which is higher than the highest risk value (3.25).</w:t>
            </w:r>
          </w:p>
        </w:tc>
        <w:tc>
          <w:tcPr>
            <w:tcW w:w="851" w:type="dxa"/>
          </w:tcPr>
          <w:p w14:paraId="786A026E" w14:textId="0776A97A" w:rsidR="001F5B4D" w:rsidRPr="001F5B4D" w:rsidRDefault="001F5B4D" w:rsidP="001F5B4D">
            <w:r w:rsidRPr="001F5B4D">
              <w:t>3</w:t>
            </w:r>
          </w:p>
        </w:tc>
      </w:tr>
      <w:tr w:rsidR="001F5B4D" w:rsidRPr="001F5B4D" w14:paraId="6B90ECBD"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217C5FDE" w14:textId="77777777" w:rsidR="001F5B4D" w:rsidRPr="001F5B4D" w:rsidRDefault="001F5B4D" w:rsidP="001F5B4D"/>
        </w:tc>
        <w:tc>
          <w:tcPr>
            <w:tcW w:w="4536" w:type="dxa"/>
            <w:gridSpan w:val="2"/>
            <w:tcBorders>
              <w:bottom w:val="single" w:sz="4" w:space="0" w:color="auto"/>
            </w:tcBorders>
            <w:shd w:val="clear" w:color="auto" w:fill="998877"/>
          </w:tcPr>
          <w:p w14:paraId="3B7687A3" w14:textId="6E505900" w:rsidR="001F5B4D" w:rsidRPr="001F5B4D" w:rsidRDefault="001F5B4D" w:rsidP="001F5B4D">
            <w:r w:rsidRPr="001F5B4D">
              <w:t>Productivity score</w:t>
            </w:r>
          </w:p>
        </w:tc>
        <w:tc>
          <w:tcPr>
            <w:tcW w:w="851" w:type="dxa"/>
            <w:tcBorders>
              <w:bottom w:val="single" w:sz="4" w:space="0" w:color="auto"/>
            </w:tcBorders>
          </w:tcPr>
          <w:p w14:paraId="4D3E56B3" w14:textId="1B73513C" w:rsidR="001F5B4D" w:rsidRPr="001F5B4D" w:rsidRDefault="001F5B4D" w:rsidP="001F5B4D">
            <w:r w:rsidRPr="001F5B4D">
              <w:t>2.86</w:t>
            </w:r>
          </w:p>
        </w:tc>
      </w:tr>
      <w:tr w:rsidR="001F5B4D" w:rsidRPr="001F5B4D" w14:paraId="6EDED20E" w14:textId="77777777" w:rsidTr="009A3890">
        <w:tblPrEx>
          <w:tblCellMar>
            <w:top w:w="0" w:type="dxa"/>
            <w:bottom w:w="0" w:type="dxa"/>
          </w:tblCellMar>
        </w:tblPrEx>
        <w:trPr>
          <w:cantSplit/>
        </w:trPr>
        <w:tc>
          <w:tcPr>
            <w:tcW w:w="7938" w:type="dxa"/>
            <w:gridSpan w:val="4"/>
            <w:shd w:val="clear" w:color="auto" w:fill="998877"/>
          </w:tcPr>
          <w:p w14:paraId="76EFF6DF" w14:textId="2721DAD8" w:rsidR="001F5B4D" w:rsidRPr="001F5B4D" w:rsidRDefault="001F5B4D" w:rsidP="001F5B4D">
            <w:pPr>
              <w:rPr>
                <w:b/>
              </w:rPr>
            </w:pPr>
            <w:r w:rsidRPr="001F5B4D">
              <w:rPr>
                <w:b/>
              </w:rPr>
              <w:t>Susceptibility</w:t>
            </w:r>
          </w:p>
        </w:tc>
      </w:tr>
      <w:tr w:rsidR="001F5B4D" w:rsidRPr="001F5B4D" w14:paraId="3144951B" w14:textId="77777777" w:rsidTr="001F5B4D">
        <w:tblPrEx>
          <w:tblCellMar>
            <w:top w:w="0" w:type="dxa"/>
            <w:bottom w:w="0" w:type="dxa"/>
          </w:tblCellMar>
        </w:tblPrEx>
        <w:trPr>
          <w:cantSplit/>
        </w:trPr>
        <w:tc>
          <w:tcPr>
            <w:tcW w:w="2551" w:type="dxa"/>
            <w:shd w:val="clear" w:color="auto" w:fill="998877"/>
          </w:tcPr>
          <w:p w14:paraId="752D4577" w14:textId="58D557F3" w:rsidR="001F5B4D" w:rsidRPr="001F5B4D" w:rsidRDefault="001F5B4D" w:rsidP="001F5B4D">
            <w:r w:rsidRPr="001F5B4D">
              <w:t>Areal overlap (availability)</w:t>
            </w:r>
          </w:p>
        </w:tc>
        <w:tc>
          <w:tcPr>
            <w:tcW w:w="4536" w:type="dxa"/>
            <w:gridSpan w:val="2"/>
          </w:tcPr>
          <w:p w14:paraId="64CED319" w14:textId="0B9BEA0F" w:rsidR="001F5B4D" w:rsidRPr="001F5B4D" w:rsidRDefault="001F5B4D" w:rsidP="001F5B4D">
            <w:r w:rsidRPr="001F5B4D">
              <w:t>Worldwide coastal distribution, mainly coastal</w:t>
            </w:r>
          </w:p>
        </w:tc>
        <w:tc>
          <w:tcPr>
            <w:tcW w:w="851" w:type="dxa"/>
          </w:tcPr>
          <w:p w14:paraId="6D85636F" w14:textId="776F00B0" w:rsidR="001F5B4D" w:rsidRPr="001F5B4D" w:rsidRDefault="001F5B4D" w:rsidP="001F5B4D">
            <w:r w:rsidRPr="001F5B4D">
              <w:t>1</w:t>
            </w:r>
          </w:p>
        </w:tc>
      </w:tr>
      <w:tr w:rsidR="001F5B4D" w:rsidRPr="001F5B4D" w14:paraId="08695438" w14:textId="77777777" w:rsidTr="001F5B4D">
        <w:tblPrEx>
          <w:tblCellMar>
            <w:top w:w="0" w:type="dxa"/>
            <w:bottom w:w="0" w:type="dxa"/>
          </w:tblCellMar>
        </w:tblPrEx>
        <w:trPr>
          <w:cantSplit/>
        </w:trPr>
        <w:tc>
          <w:tcPr>
            <w:tcW w:w="2551" w:type="dxa"/>
            <w:shd w:val="clear" w:color="auto" w:fill="998877"/>
          </w:tcPr>
          <w:p w14:paraId="2F190959" w14:textId="787A4576" w:rsidR="001F5B4D" w:rsidRPr="001F5B4D" w:rsidRDefault="001F5B4D" w:rsidP="001F5B4D">
            <w:r w:rsidRPr="001F5B4D">
              <w:lastRenderedPageBreak/>
              <w:t>Encounterability</w:t>
            </w:r>
          </w:p>
        </w:tc>
        <w:tc>
          <w:tcPr>
            <w:tcW w:w="4536" w:type="dxa"/>
            <w:gridSpan w:val="2"/>
          </w:tcPr>
          <w:p w14:paraId="6E885B51" w14:textId="05C7C4DE" w:rsidR="001F5B4D" w:rsidRPr="001F5B4D" w:rsidRDefault="001F5B4D" w:rsidP="001F5B4D">
            <w:r w:rsidRPr="001F5B4D">
              <w:t>The depth range of the species is 1-4000m. For surface gears, the vertical overlap index with this species is 2.50%. This species is reef associated.</w:t>
            </w:r>
          </w:p>
        </w:tc>
        <w:tc>
          <w:tcPr>
            <w:tcW w:w="851" w:type="dxa"/>
          </w:tcPr>
          <w:p w14:paraId="00243747" w14:textId="5BD83C02" w:rsidR="001F5B4D" w:rsidRPr="001F5B4D" w:rsidRDefault="001F5B4D" w:rsidP="001F5B4D">
            <w:r w:rsidRPr="001F5B4D">
              <w:t>1</w:t>
            </w:r>
          </w:p>
        </w:tc>
      </w:tr>
      <w:tr w:rsidR="001F5B4D" w:rsidRPr="001F5B4D" w14:paraId="14E5A572" w14:textId="77777777" w:rsidTr="001F5B4D">
        <w:tblPrEx>
          <w:tblCellMar>
            <w:top w:w="0" w:type="dxa"/>
            <w:bottom w:w="0" w:type="dxa"/>
          </w:tblCellMar>
        </w:tblPrEx>
        <w:trPr>
          <w:cantSplit/>
        </w:trPr>
        <w:tc>
          <w:tcPr>
            <w:tcW w:w="2551" w:type="dxa"/>
            <w:shd w:val="clear" w:color="auto" w:fill="998877"/>
          </w:tcPr>
          <w:p w14:paraId="4BD0AF60" w14:textId="1182FDE2" w:rsidR="001F5B4D" w:rsidRPr="001F5B4D" w:rsidRDefault="001F5B4D" w:rsidP="001F5B4D">
            <w:r w:rsidRPr="001F5B4D">
              <w:t>Selectivity</w:t>
            </w:r>
          </w:p>
        </w:tc>
        <w:tc>
          <w:tcPr>
            <w:tcW w:w="4536" w:type="dxa"/>
            <w:gridSpan w:val="2"/>
          </w:tcPr>
          <w:p w14:paraId="1FE4E596" w14:textId="695282D1" w:rsidR="001F5B4D" w:rsidRPr="001F5B4D" w:rsidRDefault="001F5B4D" w:rsidP="001F5B4D">
            <w:r w:rsidRPr="001F5B4D">
              <w:t>The maximum length of the species is 350cm. For tropical surface fisheries, the length overlap index with this species is 100.00%.</w:t>
            </w:r>
          </w:p>
        </w:tc>
        <w:tc>
          <w:tcPr>
            <w:tcW w:w="851" w:type="dxa"/>
          </w:tcPr>
          <w:p w14:paraId="2B486F61" w14:textId="1D718337" w:rsidR="001F5B4D" w:rsidRPr="001F5B4D" w:rsidRDefault="001F5B4D" w:rsidP="001F5B4D">
            <w:r w:rsidRPr="001F5B4D">
              <w:t>3</w:t>
            </w:r>
          </w:p>
        </w:tc>
      </w:tr>
      <w:tr w:rsidR="001F5B4D" w:rsidRPr="001F5B4D" w14:paraId="09253D43" w14:textId="77777777" w:rsidTr="001F5B4D">
        <w:tblPrEx>
          <w:tblCellMar>
            <w:top w:w="0" w:type="dxa"/>
            <w:bottom w:w="0" w:type="dxa"/>
          </w:tblCellMar>
        </w:tblPrEx>
        <w:trPr>
          <w:cantSplit/>
        </w:trPr>
        <w:tc>
          <w:tcPr>
            <w:tcW w:w="2551" w:type="dxa"/>
            <w:shd w:val="clear" w:color="auto" w:fill="998877"/>
          </w:tcPr>
          <w:p w14:paraId="4908CBA6" w14:textId="26C38F0D" w:rsidR="001F5B4D" w:rsidRPr="001F5B4D" w:rsidRDefault="001F5B4D" w:rsidP="001F5B4D">
            <w:r w:rsidRPr="001F5B4D">
              <w:t>Post capture mortality</w:t>
            </w:r>
          </w:p>
        </w:tc>
        <w:tc>
          <w:tcPr>
            <w:tcW w:w="4536" w:type="dxa"/>
            <w:gridSpan w:val="2"/>
            <w:tcBorders>
              <w:bottom w:val="single" w:sz="4" w:space="0" w:color="auto"/>
            </w:tcBorders>
          </w:tcPr>
          <w:p w14:paraId="717972D9" w14:textId="3753B6CC" w:rsidR="001F5B4D" w:rsidRPr="001F5B4D" w:rsidRDefault="001F5B4D" w:rsidP="001F5B4D">
            <w:r w:rsidRPr="001F5B4D">
              <w:t>No direct evidence of survival after capture.</w:t>
            </w:r>
          </w:p>
        </w:tc>
        <w:tc>
          <w:tcPr>
            <w:tcW w:w="851" w:type="dxa"/>
          </w:tcPr>
          <w:p w14:paraId="5B37DCFA" w14:textId="2198781E" w:rsidR="001F5B4D" w:rsidRPr="001F5B4D" w:rsidRDefault="001F5B4D" w:rsidP="001F5B4D">
            <w:r w:rsidRPr="001F5B4D">
              <w:t>3</w:t>
            </w:r>
          </w:p>
        </w:tc>
      </w:tr>
      <w:tr w:rsidR="001F5B4D" w:rsidRPr="001F5B4D" w14:paraId="09CC6E80" w14:textId="77777777" w:rsidTr="001F5B4D">
        <w:tblPrEx>
          <w:tblCellMar>
            <w:top w:w="0" w:type="dxa"/>
            <w:bottom w:w="0" w:type="dxa"/>
          </w:tblCellMar>
        </w:tblPrEx>
        <w:trPr>
          <w:cantSplit/>
        </w:trPr>
        <w:tc>
          <w:tcPr>
            <w:tcW w:w="2551" w:type="dxa"/>
            <w:shd w:val="clear" w:color="auto" w:fill="998877"/>
          </w:tcPr>
          <w:p w14:paraId="74ABF007" w14:textId="77777777" w:rsidR="001F5B4D" w:rsidRPr="001F5B4D" w:rsidRDefault="001F5B4D" w:rsidP="001F5B4D"/>
        </w:tc>
        <w:tc>
          <w:tcPr>
            <w:tcW w:w="4536" w:type="dxa"/>
            <w:gridSpan w:val="2"/>
            <w:tcBorders>
              <w:bottom w:val="single" w:sz="4" w:space="0" w:color="auto"/>
            </w:tcBorders>
            <w:shd w:val="clear" w:color="auto" w:fill="998877"/>
          </w:tcPr>
          <w:p w14:paraId="032441B2" w14:textId="7144DFBA" w:rsidR="001F5B4D" w:rsidRPr="001F5B4D" w:rsidRDefault="001F5B4D" w:rsidP="001F5B4D">
            <w:r w:rsidRPr="001F5B4D">
              <w:t>Susceptibility score</w:t>
            </w:r>
          </w:p>
        </w:tc>
        <w:tc>
          <w:tcPr>
            <w:tcW w:w="851" w:type="dxa"/>
          </w:tcPr>
          <w:p w14:paraId="20F8F49A" w14:textId="7A47D1B0" w:rsidR="001F5B4D" w:rsidRPr="001F5B4D" w:rsidRDefault="001F5B4D" w:rsidP="001F5B4D">
            <w:r w:rsidRPr="001F5B4D">
              <w:t>1.20</w:t>
            </w:r>
          </w:p>
        </w:tc>
      </w:tr>
      <w:tr w:rsidR="001F5B4D" w:rsidRPr="001F5B4D" w14:paraId="27373941" w14:textId="77777777" w:rsidTr="001F5B4D">
        <w:tblPrEx>
          <w:tblCellMar>
            <w:top w:w="0" w:type="dxa"/>
            <w:bottom w:w="0" w:type="dxa"/>
          </w:tblCellMar>
        </w:tblPrEx>
        <w:trPr>
          <w:cantSplit/>
        </w:trPr>
        <w:tc>
          <w:tcPr>
            <w:tcW w:w="2551" w:type="dxa"/>
            <w:shd w:val="clear" w:color="auto" w:fill="998877"/>
          </w:tcPr>
          <w:p w14:paraId="02B7D19C" w14:textId="77777777" w:rsidR="001F5B4D" w:rsidRPr="001F5B4D" w:rsidRDefault="001F5B4D" w:rsidP="001F5B4D"/>
        </w:tc>
        <w:tc>
          <w:tcPr>
            <w:tcW w:w="4536" w:type="dxa"/>
            <w:gridSpan w:val="2"/>
            <w:shd w:val="clear" w:color="auto" w:fill="998877"/>
          </w:tcPr>
          <w:p w14:paraId="60F10E7C" w14:textId="3044352A" w:rsidR="001F5B4D" w:rsidRPr="001F5B4D" w:rsidRDefault="001F5B4D" w:rsidP="001F5B4D">
            <w:r w:rsidRPr="001F5B4D">
              <w:t>Vulnerability score</w:t>
            </w:r>
          </w:p>
        </w:tc>
        <w:tc>
          <w:tcPr>
            <w:tcW w:w="851" w:type="dxa"/>
          </w:tcPr>
          <w:p w14:paraId="1AC58976" w14:textId="43B85936" w:rsidR="001F5B4D" w:rsidRPr="001F5B4D" w:rsidRDefault="001F5B4D" w:rsidP="001F5B4D">
            <w:r w:rsidRPr="001F5B4D">
              <w:t>3.10</w:t>
            </w:r>
          </w:p>
        </w:tc>
      </w:tr>
    </w:tbl>
    <w:p w14:paraId="20179284" w14:textId="12433500"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C86D7AE"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2" w:name="T_RSK" w:colFirst="0" w:colLast="0"/>
          <w:p w14:paraId="6BB11007" w14:textId="1DCC36DB" w:rsidR="001F5B4D" w:rsidRPr="001F5B4D" w:rsidRDefault="001F5B4D" w:rsidP="001F5B4D">
            <w:pPr>
              <w:rPr>
                <w:b/>
              </w:rPr>
            </w:pPr>
            <w:r w:rsidRPr="001F5B4D">
              <w:rPr>
                <w:b/>
              </w:rPr>
              <w:fldChar w:fldCharType="begin"/>
            </w:r>
            <w:r w:rsidRPr="001F5B4D">
              <w:rPr>
                <w:b/>
              </w:rPr>
              <w:instrText xml:space="preserve"> HYPERLINK  \l "S_RSK" \o "PSA Score" </w:instrText>
            </w:r>
            <w:r w:rsidRPr="001F5B4D">
              <w:rPr>
                <w:b/>
              </w:rPr>
            </w:r>
            <w:r w:rsidRPr="001F5B4D">
              <w:rPr>
                <w:b/>
              </w:rPr>
              <w:fldChar w:fldCharType="separate"/>
            </w:r>
            <w:r w:rsidRPr="001F5B4D">
              <w:rPr>
                <w:rStyle w:val="Hyperlink"/>
                <w:b/>
              </w:rPr>
              <w:t>Requiem sharks</w:t>
            </w:r>
            <w:r w:rsidRPr="001F5B4D">
              <w:rPr>
                <w:b/>
              </w:rPr>
              <w:fldChar w:fldCharType="end"/>
            </w:r>
          </w:p>
        </w:tc>
        <w:tc>
          <w:tcPr>
            <w:tcW w:w="3969" w:type="dxa"/>
            <w:gridSpan w:val="2"/>
            <w:tcBorders>
              <w:bottom w:val="single" w:sz="4" w:space="0" w:color="auto"/>
            </w:tcBorders>
            <w:shd w:val="clear" w:color="auto" w:fill="998877"/>
          </w:tcPr>
          <w:p w14:paraId="01148D8C" w14:textId="38F8DE8E" w:rsidR="001F5B4D" w:rsidRPr="001F5B4D" w:rsidRDefault="001F5B4D" w:rsidP="001F5B4D">
            <w:pPr>
              <w:rPr>
                <w:b/>
                <w:i/>
              </w:rPr>
            </w:pPr>
            <w:r w:rsidRPr="001F5B4D">
              <w:rPr>
                <w:b/>
                <w:i/>
              </w:rPr>
              <w:t>Family Carcharhinidae</w:t>
            </w:r>
          </w:p>
        </w:tc>
      </w:tr>
      <w:bookmarkEnd w:id="162"/>
      <w:tr w:rsidR="001F5B4D" w:rsidRPr="001F5B4D" w14:paraId="7D337001" w14:textId="77777777" w:rsidTr="00B113D1">
        <w:tblPrEx>
          <w:tblCellMar>
            <w:top w:w="0" w:type="dxa"/>
            <w:bottom w:w="0" w:type="dxa"/>
          </w:tblCellMar>
        </w:tblPrEx>
        <w:trPr>
          <w:cantSplit/>
        </w:trPr>
        <w:tc>
          <w:tcPr>
            <w:tcW w:w="7938" w:type="dxa"/>
            <w:gridSpan w:val="4"/>
            <w:shd w:val="clear" w:color="auto" w:fill="998877"/>
          </w:tcPr>
          <w:p w14:paraId="7DD8B20C" w14:textId="75C48D24" w:rsidR="001F5B4D" w:rsidRPr="001F5B4D" w:rsidRDefault="001F5B4D" w:rsidP="001F5B4D">
            <w:pPr>
              <w:rPr>
                <w:b/>
              </w:rPr>
            </w:pPr>
            <w:r w:rsidRPr="001F5B4D">
              <w:rPr>
                <w:b/>
              </w:rPr>
              <w:t>Productivity</w:t>
            </w:r>
          </w:p>
        </w:tc>
      </w:tr>
      <w:tr w:rsidR="001F5B4D" w:rsidRPr="001F5B4D" w14:paraId="11FEFF78" w14:textId="77777777" w:rsidTr="001F5B4D">
        <w:tblPrEx>
          <w:tblCellMar>
            <w:top w:w="0" w:type="dxa"/>
            <w:bottom w:w="0" w:type="dxa"/>
          </w:tblCellMar>
        </w:tblPrEx>
        <w:trPr>
          <w:cantSplit/>
        </w:trPr>
        <w:tc>
          <w:tcPr>
            <w:tcW w:w="2551" w:type="dxa"/>
            <w:shd w:val="clear" w:color="auto" w:fill="998877"/>
          </w:tcPr>
          <w:p w14:paraId="395CBF57" w14:textId="10678D46" w:rsidR="001F5B4D" w:rsidRPr="001F5B4D" w:rsidRDefault="001F5B4D" w:rsidP="001F5B4D">
            <w:r w:rsidRPr="001F5B4D">
              <w:t>Average age at maturity</w:t>
            </w:r>
          </w:p>
        </w:tc>
        <w:tc>
          <w:tcPr>
            <w:tcW w:w="4536" w:type="dxa"/>
            <w:gridSpan w:val="2"/>
          </w:tcPr>
          <w:p w14:paraId="36253284" w14:textId="6FA37F2F" w:rsidR="001F5B4D" w:rsidRPr="001F5B4D" w:rsidRDefault="001F5B4D" w:rsidP="001F5B4D">
            <w:r w:rsidRPr="001F5B4D">
              <w:t>The score is based on the maximum risk score in the family Myliobatidae, which included 1 species.</w:t>
            </w:r>
          </w:p>
        </w:tc>
        <w:tc>
          <w:tcPr>
            <w:tcW w:w="851" w:type="dxa"/>
          </w:tcPr>
          <w:p w14:paraId="4C0FB77C" w14:textId="6E531639" w:rsidR="001F5B4D" w:rsidRPr="001F5B4D" w:rsidRDefault="001F5B4D" w:rsidP="001F5B4D">
            <w:r w:rsidRPr="001F5B4D">
              <w:t>3</w:t>
            </w:r>
          </w:p>
        </w:tc>
      </w:tr>
      <w:tr w:rsidR="001F5B4D" w:rsidRPr="001F5B4D" w14:paraId="4C60C02A" w14:textId="77777777" w:rsidTr="001F5B4D">
        <w:tblPrEx>
          <w:tblCellMar>
            <w:top w:w="0" w:type="dxa"/>
            <w:bottom w:w="0" w:type="dxa"/>
          </w:tblCellMar>
        </w:tblPrEx>
        <w:trPr>
          <w:cantSplit/>
        </w:trPr>
        <w:tc>
          <w:tcPr>
            <w:tcW w:w="2551" w:type="dxa"/>
            <w:shd w:val="clear" w:color="auto" w:fill="998877"/>
          </w:tcPr>
          <w:p w14:paraId="7E9B55E3" w14:textId="04887522" w:rsidR="001F5B4D" w:rsidRPr="001F5B4D" w:rsidRDefault="001F5B4D" w:rsidP="001F5B4D">
            <w:r w:rsidRPr="001F5B4D">
              <w:t>Average max age</w:t>
            </w:r>
          </w:p>
        </w:tc>
        <w:tc>
          <w:tcPr>
            <w:tcW w:w="4536" w:type="dxa"/>
            <w:gridSpan w:val="2"/>
          </w:tcPr>
          <w:p w14:paraId="283AE79E" w14:textId="0202468A" w:rsidR="001F5B4D" w:rsidRPr="001F5B4D" w:rsidRDefault="001F5B4D" w:rsidP="001F5B4D">
            <w:r w:rsidRPr="001F5B4D">
              <w:t>The score is based on the maximum risk score in the family Myliobatidae, which included 1 species.</w:t>
            </w:r>
          </w:p>
        </w:tc>
        <w:tc>
          <w:tcPr>
            <w:tcW w:w="851" w:type="dxa"/>
          </w:tcPr>
          <w:p w14:paraId="76D45F81" w14:textId="2C58BD8D" w:rsidR="001F5B4D" w:rsidRPr="001F5B4D" w:rsidRDefault="001F5B4D" w:rsidP="001F5B4D">
            <w:r w:rsidRPr="001F5B4D">
              <w:t>3</w:t>
            </w:r>
          </w:p>
        </w:tc>
      </w:tr>
      <w:tr w:rsidR="001F5B4D" w:rsidRPr="001F5B4D" w14:paraId="52872CF1" w14:textId="77777777" w:rsidTr="001F5B4D">
        <w:tblPrEx>
          <w:tblCellMar>
            <w:top w:w="0" w:type="dxa"/>
            <w:bottom w:w="0" w:type="dxa"/>
          </w:tblCellMar>
        </w:tblPrEx>
        <w:trPr>
          <w:cantSplit/>
        </w:trPr>
        <w:tc>
          <w:tcPr>
            <w:tcW w:w="2551" w:type="dxa"/>
            <w:shd w:val="clear" w:color="auto" w:fill="998877"/>
          </w:tcPr>
          <w:p w14:paraId="36B8DF1A" w14:textId="636CA483" w:rsidR="001F5B4D" w:rsidRPr="001F5B4D" w:rsidRDefault="001F5B4D" w:rsidP="001F5B4D">
            <w:r w:rsidRPr="001F5B4D">
              <w:t>Fecundity</w:t>
            </w:r>
          </w:p>
        </w:tc>
        <w:tc>
          <w:tcPr>
            <w:tcW w:w="4536" w:type="dxa"/>
            <w:gridSpan w:val="2"/>
          </w:tcPr>
          <w:p w14:paraId="6D53CC19" w14:textId="59F021B6" w:rsidR="001F5B4D" w:rsidRPr="001F5B4D" w:rsidRDefault="001F5B4D" w:rsidP="001F5B4D">
            <w:r w:rsidRPr="001F5B4D">
              <w:t>The score is based on the maximum risk score in the family Agonidae, which included 1 species.</w:t>
            </w:r>
          </w:p>
        </w:tc>
        <w:tc>
          <w:tcPr>
            <w:tcW w:w="851" w:type="dxa"/>
          </w:tcPr>
          <w:p w14:paraId="42C9CB40" w14:textId="6C4A2113" w:rsidR="001F5B4D" w:rsidRPr="001F5B4D" w:rsidRDefault="001F5B4D" w:rsidP="001F5B4D">
            <w:r w:rsidRPr="001F5B4D">
              <w:t>3</w:t>
            </w:r>
          </w:p>
        </w:tc>
      </w:tr>
      <w:tr w:rsidR="001F5B4D" w:rsidRPr="001F5B4D" w14:paraId="05087CFB" w14:textId="77777777" w:rsidTr="001F5B4D">
        <w:tblPrEx>
          <w:tblCellMar>
            <w:top w:w="0" w:type="dxa"/>
            <w:bottom w:w="0" w:type="dxa"/>
          </w:tblCellMar>
        </w:tblPrEx>
        <w:trPr>
          <w:cantSplit/>
        </w:trPr>
        <w:tc>
          <w:tcPr>
            <w:tcW w:w="2551" w:type="dxa"/>
            <w:shd w:val="clear" w:color="auto" w:fill="998877"/>
          </w:tcPr>
          <w:p w14:paraId="26D3F976" w14:textId="72E3CD8F" w:rsidR="001F5B4D" w:rsidRPr="001F5B4D" w:rsidRDefault="001F5B4D" w:rsidP="001F5B4D">
            <w:r w:rsidRPr="001F5B4D">
              <w:t>Average max size</w:t>
            </w:r>
          </w:p>
        </w:tc>
        <w:tc>
          <w:tcPr>
            <w:tcW w:w="4536" w:type="dxa"/>
            <w:gridSpan w:val="2"/>
          </w:tcPr>
          <w:p w14:paraId="2D15EA87" w14:textId="2851EA4D" w:rsidR="001F5B4D" w:rsidRPr="001F5B4D" w:rsidRDefault="001F5B4D" w:rsidP="001F5B4D">
            <w:r w:rsidRPr="001F5B4D">
              <w:t>The score is based on the maximum risk score in the family Myliobatidae, which included 14 species.</w:t>
            </w:r>
          </w:p>
        </w:tc>
        <w:tc>
          <w:tcPr>
            <w:tcW w:w="851" w:type="dxa"/>
          </w:tcPr>
          <w:p w14:paraId="3CD2FB89" w14:textId="69964F7B" w:rsidR="001F5B4D" w:rsidRPr="001F5B4D" w:rsidRDefault="001F5B4D" w:rsidP="001F5B4D">
            <w:r w:rsidRPr="001F5B4D">
              <w:t>3</w:t>
            </w:r>
          </w:p>
        </w:tc>
      </w:tr>
      <w:tr w:rsidR="001F5B4D" w:rsidRPr="001F5B4D" w14:paraId="6764B761" w14:textId="77777777" w:rsidTr="001F5B4D">
        <w:tblPrEx>
          <w:tblCellMar>
            <w:top w:w="0" w:type="dxa"/>
            <w:bottom w:w="0" w:type="dxa"/>
          </w:tblCellMar>
        </w:tblPrEx>
        <w:trPr>
          <w:cantSplit/>
        </w:trPr>
        <w:tc>
          <w:tcPr>
            <w:tcW w:w="2551" w:type="dxa"/>
            <w:shd w:val="clear" w:color="auto" w:fill="998877"/>
          </w:tcPr>
          <w:p w14:paraId="31AF643A" w14:textId="467414C6" w:rsidR="001F5B4D" w:rsidRPr="001F5B4D" w:rsidRDefault="001F5B4D" w:rsidP="001F5B4D">
            <w:r w:rsidRPr="001F5B4D">
              <w:t>Average size at maturity</w:t>
            </w:r>
          </w:p>
        </w:tc>
        <w:tc>
          <w:tcPr>
            <w:tcW w:w="4536" w:type="dxa"/>
            <w:gridSpan w:val="2"/>
          </w:tcPr>
          <w:p w14:paraId="30A4E401" w14:textId="6E4DC9C4" w:rsidR="001F5B4D" w:rsidRPr="001F5B4D" w:rsidRDefault="001F5B4D" w:rsidP="001F5B4D">
            <w:r w:rsidRPr="001F5B4D">
              <w:t>The score is based on the maximum risk score in the family Myliobatidae, which included 14 species.</w:t>
            </w:r>
          </w:p>
        </w:tc>
        <w:tc>
          <w:tcPr>
            <w:tcW w:w="851" w:type="dxa"/>
          </w:tcPr>
          <w:p w14:paraId="40CBD986" w14:textId="39425C3D" w:rsidR="001F5B4D" w:rsidRPr="001F5B4D" w:rsidRDefault="001F5B4D" w:rsidP="001F5B4D">
            <w:r w:rsidRPr="001F5B4D">
              <w:t>3</w:t>
            </w:r>
          </w:p>
        </w:tc>
      </w:tr>
      <w:tr w:rsidR="001F5B4D" w:rsidRPr="001F5B4D" w14:paraId="0D9A2782" w14:textId="77777777" w:rsidTr="001F5B4D">
        <w:tblPrEx>
          <w:tblCellMar>
            <w:top w:w="0" w:type="dxa"/>
            <w:bottom w:w="0" w:type="dxa"/>
          </w:tblCellMar>
        </w:tblPrEx>
        <w:trPr>
          <w:cantSplit/>
        </w:trPr>
        <w:tc>
          <w:tcPr>
            <w:tcW w:w="2551" w:type="dxa"/>
            <w:shd w:val="clear" w:color="auto" w:fill="998877"/>
          </w:tcPr>
          <w:p w14:paraId="1DDBEBF1" w14:textId="41D969B3" w:rsidR="001F5B4D" w:rsidRPr="001F5B4D" w:rsidRDefault="001F5B4D" w:rsidP="001F5B4D">
            <w:r w:rsidRPr="001F5B4D">
              <w:t>Reproductive strategy</w:t>
            </w:r>
          </w:p>
        </w:tc>
        <w:tc>
          <w:tcPr>
            <w:tcW w:w="4536" w:type="dxa"/>
            <w:gridSpan w:val="2"/>
          </w:tcPr>
          <w:p w14:paraId="18F73F04" w14:textId="4CB8D430" w:rsidR="001F5B4D" w:rsidRPr="001F5B4D" w:rsidRDefault="001F5B4D" w:rsidP="001F5B4D">
            <w:r w:rsidRPr="001F5B4D">
              <w:t>The score is based on the maximum risk score in the family Scombridae, which included 44 species.</w:t>
            </w:r>
          </w:p>
        </w:tc>
        <w:tc>
          <w:tcPr>
            <w:tcW w:w="851" w:type="dxa"/>
          </w:tcPr>
          <w:p w14:paraId="60393459" w14:textId="69B11F4F" w:rsidR="001F5B4D" w:rsidRPr="001F5B4D" w:rsidRDefault="001F5B4D" w:rsidP="001F5B4D">
            <w:r w:rsidRPr="001F5B4D">
              <w:t>3</w:t>
            </w:r>
          </w:p>
        </w:tc>
      </w:tr>
      <w:tr w:rsidR="001F5B4D" w:rsidRPr="001F5B4D" w14:paraId="22D867B2" w14:textId="77777777" w:rsidTr="001F5B4D">
        <w:tblPrEx>
          <w:tblCellMar>
            <w:top w:w="0" w:type="dxa"/>
            <w:bottom w:w="0" w:type="dxa"/>
          </w:tblCellMar>
        </w:tblPrEx>
        <w:trPr>
          <w:cantSplit/>
        </w:trPr>
        <w:tc>
          <w:tcPr>
            <w:tcW w:w="2551" w:type="dxa"/>
            <w:shd w:val="clear" w:color="auto" w:fill="998877"/>
          </w:tcPr>
          <w:p w14:paraId="6DEA4C4A" w14:textId="4B0B0CCA" w:rsidR="001F5B4D" w:rsidRPr="001F5B4D" w:rsidRDefault="001F5B4D" w:rsidP="001F5B4D">
            <w:r w:rsidRPr="001F5B4D">
              <w:t>Trophic level</w:t>
            </w:r>
          </w:p>
        </w:tc>
        <w:tc>
          <w:tcPr>
            <w:tcW w:w="4536" w:type="dxa"/>
            <w:gridSpan w:val="2"/>
            <w:tcBorders>
              <w:bottom w:val="single" w:sz="4" w:space="0" w:color="auto"/>
            </w:tcBorders>
          </w:tcPr>
          <w:p w14:paraId="507D9736" w14:textId="01F67B3A" w:rsidR="001F5B4D" w:rsidRPr="001F5B4D" w:rsidRDefault="001F5B4D" w:rsidP="001F5B4D">
            <w:r w:rsidRPr="001F5B4D">
              <w:t>The score is based on the maximum risk score in the family Agonidae, which included 1 species.</w:t>
            </w:r>
          </w:p>
        </w:tc>
        <w:tc>
          <w:tcPr>
            <w:tcW w:w="851" w:type="dxa"/>
          </w:tcPr>
          <w:p w14:paraId="7D1ED4D8" w14:textId="67E20B60" w:rsidR="001F5B4D" w:rsidRPr="001F5B4D" w:rsidRDefault="001F5B4D" w:rsidP="001F5B4D">
            <w:r w:rsidRPr="001F5B4D">
              <w:t>3</w:t>
            </w:r>
          </w:p>
        </w:tc>
      </w:tr>
      <w:tr w:rsidR="001F5B4D" w:rsidRPr="001F5B4D" w14:paraId="30E10F40"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630EC9A4" w14:textId="77777777" w:rsidR="001F5B4D" w:rsidRPr="001F5B4D" w:rsidRDefault="001F5B4D" w:rsidP="001F5B4D"/>
        </w:tc>
        <w:tc>
          <w:tcPr>
            <w:tcW w:w="4536" w:type="dxa"/>
            <w:gridSpan w:val="2"/>
            <w:tcBorders>
              <w:bottom w:val="single" w:sz="4" w:space="0" w:color="auto"/>
            </w:tcBorders>
            <w:shd w:val="clear" w:color="auto" w:fill="998877"/>
          </w:tcPr>
          <w:p w14:paraId="495A7856" w14:textId="65DB61A1" w:rsidR="001F5B4D" w:rsidRPr="001F5B4D" w:rsidRDefault="001F5B4D" w:rsidP="001F5B4D">
            <w:r w:rsidRPr="001F5B4D">
              <w:t>Productivity score</w:t>
            </w:r>
          </w:p>
        </w:tc>
        <w:tc>
          <w:tcPr>
            <w:tcW w:w="851" w:type="dxa"/>
            <w:tcBorders>
              <w:bottom w:val="single" w:sz="4" w:space="0" w:color="auto"/>
            </w:tcBorders>
          </w:tcPr>
          <w:p w14:paraId="2EC75A54" w14:textId="2C3D42B8" w:rsidR="001F5B4D" w:rsidRPr="001F5B4D" w:rsidRDefault="001F5B4D" w:rsidP="001F5B4D">
            <w:r w:rsidRPr="001F5B4D">
              <w:t>3.00</w:t>
            </w:r>
          </w:p>
        </w:tc>
      </w:tr>
      <w:tr w:rsidR="001F5B4D" w:rsidRPr="001F5B4D" w14:paraId="039D70FA" w14:textId="77777777" w:rsidTr="00244390">
        <w:tblPrEx>
          <w:tblCellMar>
            <w:top w:w="0" w:type="dxa"/>
            <w:bottom w:w="0" w:type="dxa"/>
          </w:tblCellMar>
        </w:tblPrEx>
        <w:trPr>
          <w:cantSplit/>
        </w:trPr>
        <w:tc>
          <w:tcPr>
            <w:tcW w:w="7938" w:type="dxa"/>
            <w:gridSpan w:val="4"/>
            <w:shd w:val="clear" w:color="auto" w:fill="998877"/>
          </w:tcPr>
          <w:p w14:paraId="79671BAB" w14:textId="3279978D" w:rsidR="001F5B4D" w:rsidRPr="001F5B4D" w:rsidRDefault="001F5B4D" w:rsidP="001F5B4D">
            <w:pPr>
              <w:rPr>
                <w:b/>
              </w:rPr>
            </w:pPr>
            <w:r w:rsidRPr="001F5B4D">
              <w:rPr>
                <w:b/>
              </w:rPr>
              <w:t>Susceptibility</w:t>
            </w:r>
          </w:p>
        </w:tc>
      </w:tr>
      <w:tr w:rsidR="001F5B4D" w:rsidRPr="001F5B4D" w14:paraId="5CA568C7" w14:textId="77777777" w:rsidTr="001F5B4D">
        <w:tblPrEx>
          <w:tblCellMar>
            <w:top w:w="0" w:type="dxa"/>
            <w:bottom w:w="0" w:type="dxa"/>
          </w:tblCellMar>
        </w:tblPrEx>
        <w:trPr>
          <w:cantSplit/>
        </w:trPr>
        <w:tc>
          <w:tcPr>
            <w:tcW w:w="2551" w:type="dxa"/>
            <w:shd w:val="clear" w:color="auto" w:fill="998877"/>
          </w:tcPr>
          <w:p w14:paraId="4A03D20E" w14:textId="7DB7C6EC" w:rsidR="001F5B4D" w:rsidRPr="001F5B4D" w:rsidRDefault="001F5B4D" w:rsidP="001F5B4D">
            <w:r w:rsidRPr="001F5B4D">
              <w:t>Areal overlap (availability)</w:t>
            </w:r>
          </w:p>
        </w:tc>
        <w:tc>
          <w:tcPr>
            <w:tcW w:w="4536" w:type="dxa"/>
            <w:gridSpan w:val="2"/>
          </w:tcPr>
          <w:p w14:paraId="0F9E3583" w14:textId="0E574F9D" w:rsidR="001F5B4D" w:rsidRPr="001F5B4D" w:rsidRDefault="001F5B4D" w:rsidP="001F5B4D">
            <w:r w:rsidRPr="001F5B4D">
              <w:t>Worldwide pelagic distribution</w:t>
            </w:r>
          </w:p>
        </w:tc>
        <w:tc>
          <w:tcPr>
            <w:tcW w:w="851" w:type="dxa"/>
          </w:tcPr>
          <w:p w14:paraId="43778E93" w14:textId="4695E186" w:rsidR="001F5B4D" w:rsidRPr="001F5B4D" w:rsidRDefault="001F5B4D" w:rsidP="001F5B4D">
            <w:r w:rsidRPr="001F5B4D">
              <w:t>3</w:t>
            </w:r>
          </w:p>
        </w:tc>
      </w:tr>
      <w:tr w:rsidR="001F5B4D" w:rsidRPr="001F5B4D" w14:paraId="2DE23C1A" w14:textId="77777777" w:rsidTr="001F5B4D">
        <w:tblPrEx>
          <w:tblCellMar>
            <w:top w:w="0" w:type="dxa"/>
            <w:bottom w:w="0" w:type="dxa"/>
          </w:tblCellMar>
        </w:tblPrEx>
        <w:trPr>
          <w:cantSplit/>
        </w:trPr>
        <w:tc>
          <w:tcPr>
            <w:tcW w:w="2551" w:type="dxa"/>
            <w:shd w:val="clear" w:color="auto" w:fill="998877"/>
          </w:tcPr>
          <w:p w14:paraId="50B19028" w14:textId="7EF9A0F3" w:rsidR="001F5B4D" w:rsidRPr="001F5B4D" w:rsidRDefault="001F5B4D" w:rsidP="001F5B4D">
            <w:r w:rsidRPr="001F5B4D">
              <w:t>Encounterability</w:t>
            </w:r>
          </w:p>
        </w:tc>
        <w:tc>
          <w:tcPr>
            <w:tcW w:w="4536" w:type="dxa"/>
            <w:gridSpan w:val="2"/>
          </w:tcPr>
          <w:p w14:paraId="46F41DA8" w14:textId="49A09139" w:rsidR="001F5B4D" w:rsidRPr="001F5B4D" w:rsidRDefault="001F5B4D" w:rsidP="001F5B4D">
            <w:r w:rsidRPr="001F5B4D">
              <w:t>The depth range of the species is 1-200m. For surface gears, the vertical overlap index with this species is 50.00%.</w:t>
            </w:r>
          </w:p>
        </w:tc>
        <w:tc>
          <w:tcPr>
            <w:tcW w:w="851" w:type="dxa"/>
          </w:tcPr>
          <w:p w14:paraId="1E2288AE" w14:textId="2FF016CB" w:rsidR="001F5B4D" w:rsidRPr="001F5B4D" w:rsidRDefault="001F5B4D" w:rsidP="001F5B4D">
            <w:r w:rsidRPr="001F5B4D">
              <w:t>3</w:t>
            </w:r>
          </w:p>
        </w:tc>
      </w:tr>
      <w:tr w:rsidR="001F5B4D" w:rsidRPr="001F5B4D" w14:paraId="673BD36F" w14:textId="77777777" w:rsidTr="001F5B4D">
        <w:tblPrEx>
          <w:tblCellMar>
            <w:top w:w="0" w:type="dxa"/>
            <w:bottom w:w="0" w:type="dxa"/>
          </w:tblCellMar>
        </w:tblPrEx>
        <w:trPr>
          <w:cantSplit/>
        </w:trPr>
        <w:tc>
          <w:tcPr>
            <w:tcW w:w="2551" w:type="dxa"/>
            <w:shd w:val="clear" w:color="auto" w:fill="998877"/>
          </w:tcPr>
          <w:p w14:paraId="5B287075" w14:textId="28A7307B" w:rsidR="001F5B4D" w:rsidRPr="001F5B4D" w:rsidRDefault="001F5B4D" w:rsidP="001F5B4D">
            <w:r w:rsidRPr="001F5B4D">
              <w:t>Selectivity</w:t>
            </w:r>
          </w:p>
        </w:tc>
        <w:tc>
          <w:tcPr>
            <w:tcW w:w="4536" w:type="dxa"/>
            <w:gridSpan w:val="2"/>
          </w:tcPr>
          <w:p w14:paraId="396F2F7E" w14:textId="30FBA425" w:rsidR="001F5B4D" w:rsidRPr="001F5B4D" w:rsidRDefault="001F5B4D" w:rsidP="001F5B4D">
            <w:r w:rsidRPr="001F5B4D">
              <w:t>The maximum length of the species is missing, but the family's maximum length based on 32 species is 750cm. For tropical surface fisheries, the length overlap index with this species is 100.00%.</w:t>
            </w:r>
          </w:p>
        </w:tc>
        <w:tc>
          <w:tcPr>
            <w:tcW w:w="851" w:type="dxa"/>
          </w:tcPr>
          <w:p w14:paraId="797DB954" w14:textId="40D4E187" w:rsidR="001F5B4D" w:rsidRPr="001F5B4D" w:rsidRDefault="001F5B4D" w:rsidP="001F5B4D">
            <w:r w:rsidRPr="001F5B4D">
              <w:t>3</w:t>
            </w:r>
          </w:p>
        </w:tc>
      </w:tr>
      <w:tr w:rsidR="001F5B4D" w:rsidRPr="001F5B4D" w14:paraId="3B71AF25" w14:textId="77777777" w:rsidTr="001F5B4D">
        <w:tblPrEx>
          <w:tblCellMar>
            <w:top w:w="0" w:type="dxa"/>
            <w:bottom w:w="0" w:type="dxa"/>
          </w:tblCellMar>
        </w:tblPrEx>
        <w:trPr>
          <w:cantSplit/>
        </w:trPr>
        <w:tc>
          <w:tcPr>
            <w:tcW w:w="2551" w:type="dxa"/>
            <w:shd w:val="clear" w:color="auto" w:fill="998877"/>
          </w:tcPr>
          <w:p w14:paraId="7D2B3657" w14:textId="41DCD9D3" w:rsidR="001F5B4D" w:rsidRPr="001F5B4D" w:rsidRDefault="001F5B4D" w:rsidP="001F5B4D">
            <w:r w:rsidRPr="001F5B4D">
              <w:t>Post capture mortality</w:t>
            </w:r>
          </w:p>
        </w:tc>
        <w:tc>
          <w:tcPr>
            <w:tcW w:w="4536" w:type="dxa"/>
            <w:gridSpan w:val="2"/>
            <w:tcBorders>
              <w:bottom w:val="single" w:sz="4" w:space="0" w:color="auto"/>
            </w:tcBorders>
          </w:tcPr>
          <w:p w14:paraId="7DD0B2D2" w14:textId="509D4F10" w:rsidR="001F5B4D" w:rsidRPr="001F5B4D" w:rsidRDefault="001F5B4D" w:rsidP="001F5B4D">
            <w:r w:rsidRPr="001F5B4D">
              <w:t>No direct evidence of survival after capture.</w:t>
            </w:r>
          </w:p>
        </w:tc>
        <w:tc>
          <w:tcPr>
            <w:tcW w:w="851" w:type="dxa"/>
          </w:tcPr>
          <w:p w14:paraId="4A690F02" w14:textId="3DEF09BB" w:rsidR="001F5B4D" w:rsidRPr="001F5B4D" w:rsidRDefault="001F5B4D" w:rsidP="001F5B4D">
            <w:r w:rsidRPr="001F5B4D">
              <w:t>3</w:t>
            </w:r>
          </w:p>
        </w:tc>
      </w:tr>
      <w:tr w:rsidR="001F5B4D" w:rsidRPr="001F5B4D" w14:paraId="646E4F58" w14:textId="77777777" w:rsidTr="001F5B4D">
        <w:tblPrEx>
          <w:tblCellMar>
            <w:top w:w="0" w:type="dxa"/>
            <w:bottom w:w="0" w:type="dxa"/>
          </w:tblCellMar>
        </w:tblPrEx>
        <w:trPr>
          <w:cantSplit/>
        </w:trPr>
        <w:tc>
          <w:tcPr>
            <w:tcW w:w="2551" w:type="dxa"/>
            <w:shd w:val="clear" w:color="auto" w:fill="998877"/>
          </w:tcPr>
          <w:p w14:paraId="1358FC1B" w14:textId="77777777" w:rsidR="001F5B4D" w:rsidRPr="001F5B4D" w:rsidRDefault="001F5B4D" w:rsidP="001F5B4D"/>
        </w:tc>
        <w:tc>
          <w:tcPr>
            <w:tcW w:w="4536" w:type="dxa"/>
            <w:gridSpan w:val="2"/>
            <w:tcBorders>
              <w:bottom w:val="single" w:sz="4" w:space="0" w:color="auto"/>
            </w:tcBorders>
            <w:shd w:val="clear" w:color="auto" w:fill="998877"/>
          </w:tcPr>
          <w:p w14:paraId="57CC4D3B" w14:textId="16551A83" w:rsidR="001F5B4D" w:rsidRPr="001F5B4D" w:rsidRDefault="001F5B4D" w:rsidP="001F5B4D">
            <w:r w:rsidRPr="001F5B4D">
              <w:t>Susceptibility score</w:t>
            </w:r>
          </w:p>
        </w:tc>
        <w:tc>
          <w:tcPr>
            <w:tcW w:w="851" w:type="dxa"/>
          </w:tcPr>
          <w:p w14:paraId="53BBBDD4" w14:textId="59E6C351" w:rsidR="001F5B4D" w:rsidRPr="001F5B4D" w:rsidRDefault="001F5B4D" w:rsidP="001F5B4D">
            <w:r w:rsidRPr="001F5B4D">
              <w:t>3.00</w:t>
            </w:r>
          </w:p>
        </w:tc>
      </w:tr>
      <w:tr w:rsidR="001F5B4D" w:rsidRPr="001F5B4D" w14:paraId="04FD1644" w14:textId="77777777" w:rsidTr="001F5B4D">
        <w:tblPrEx>
          <w:tblCellMar>
            <w:top w:w="0" w:type="dxa"/>
            <w:bottom w:w="0" w:type="dxa"/>
          </w:tblCellMar>
        </w:tblPrEx>
        <w:trPr>
          <w:cantSplit/>
        </w:trPr>
        <w:tc>
          <w:tcPr>
            <w:tcW w:w="2551" w:type="dxa"/>
            <w:shd w:val="clear" w:color="auto" w:fill="998877"/>
          </w:tcPr>
          <w:p w14:paraId="76E6E14B" w14:textId="77777777" w:rsidR="001F5B4D" w:rsidRPr="001F5B4D" w:rsidRDefault="001F5B4D" w:rsidP="001F5B4D"/>
        </w:tc>
        <w:tc>
          <w:tcPr>
            <w:tcW w:w="4536" w:type="dxa"/>
            <w:gridSpan w:val="2"/>
            <w:shd w:val="clear" w:color="auto" w:fill="998877"/>
          </w:tcPr>
          <w:p w14:paraId="125E03E4" w14:textId="04DFEF51" w:rsidR="001F5B4D" w:rsidRPr="001F5B4D" w:rsidRDefault="001F5B4D" w:rsidP="001F5B4D">
            <w:r w:rsidRPr="001F5B4D">
              <w:t>Vulnerability score</w:t>
            </w:r>
          </w:p>
        </w:tc>
        <w:tc>
          <w:tcPr>
            <w:tcW w:w="851" w:type="dxa"/>
          </w:tcPr>
          <w:p w14:paraId="3BC80F3B" w14:textId="1DECB7B1" w:rsidR="001F5B4D" w:rsidRPr="001F5B4D" w:rsidRDefault="001F5B4D" w:rsidP="001F5B4D">
            <w:r w:rsidRPr="001F5B4D">
              <w:t>4.24</w:t>
            </w:r>
          </w:p>
        </w:tc>
      </w:tr>
    </w:tbl>
    <w:p w14:paraId="3755064F" w14:textId="1D4FBCCC"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634D3FE5"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3" w:name="T_CNT" w:colFirst="0" w:colLast="0"/>
          <w:p w14:paraId="32E1E4E8" w14:textId="480516B0" w:rsidR="001F5B4D" w:rsidRPr="001F5B4D" w:rsidRDefault="001F5B4D" w:rsidP="001F5B4D">
            <w:pPr>
              <w:rPr>
                <w:b/>
              </w:rPr>
            </w:pPr>
            <w:r w:rsidRPr="001F5B4D">
              <w:rPr>
                <w:b/>
              </w:rPr>
              <w:fldChar w:fldCharType="begin"/>
            </w:r>
            <w:r w:rsidRPr="001F5B4D">
              <w:rPr>
                <w:b/>
              </w:rPr>
              <w:instrText xml:space="preserve"> HYPERLINK  \l "S_CNT" \o "PSA Score" </w:instrText>
            </w:r>
            <w:r w:rsidRPr="001F5B4D">
              <w:rPr>
                <w:b/>
              </w:rPr>
            </w:r>
            <w:r w:rsidRPr="001F5B4D">
              <w:rPr>
                <w:b/>
              </w:rPr>
              <w:fldChar w:fldCharType="separate"/>
            </w:r>
            <w:r w:rsidRPr="001F5B4D">
              <w:rPr>
                <w:rStyle w:val="Hyperlink"/>
                <w:b/>
              </w:rPr>
              <w:t>Oceanic triggerfish</w:t>
            </w:r>
            <w:r w:rsidRPr="001F5B4D">
              <w:rPr>
                <w:b/>
              </w:rPr>
              <w:fldChar w:fldCharType="end"/>
            </w:r>
          </w:p>
        </w:tc>
        <w:tc>
          <w:tcPr>
            <w:tcW w:w="3969" w:type="dxa"/>
            <w:gridSpan w:val="2"/>
            <w:tcBorders>
              <w:bottom w:val="single" w:sz="4" w:space="0" w:color="auto"/>
            </w:tcBorders>
            <w:shd w:val="clear" w:color="auto" w:fill="998877"/>
          </w:tcPr>
          <w:p w14:paraId="00E81A80" w14:textId="629B9442" w:rsidR="001F5B4D" w:rsidRPr="001F5B4D" w:rsidRDefault="001F5B4D" w:rsidP="001F5B4D">
            <w:pPr>
              <w:rPr>
                <w:b/>
                <w:i/>
              </w:rPr>
            </w:pPr>
            <w:r w:rsidRPr="001F5B4D">
              <w:rPr>
                <w:b/>
                <w:i/>
              </w:rPr>
              <w:t>Canthidermis maculata</w:t>
            </w:r>
          </w:p>
        </w:tc>
      </w:tr>
      <w:bookmarkEnd w:id="163"/>
      <w:tr w:rsidR="001F5B4D" w:rsidRPr="001F5B4D" w14:paraId="33334642" w14:textId="77777777" w:rsidTr="00540516">
        <w:tblPrEx>
          <w:tblCellMar>
            <w:top w:w="0" w:type="dxa"/>
            <w:bottom w:w="0" w:type="dxa"/>
          </w:tblCellMar>
        </w:tblPrEx>
        <w:trPr>
          <w:cantSplit/>
        </w:trPr>
        <w:tc>
          <w:tcPr>
            <w:tcW w:w="7938" w:type="dxa"/>
            <w:gridSpan w:val="4"/>
            <w:shd w:val="clear" w:color="auto" w:fill="998877"/>
          </w:tcPr>
          <w:p w14:paraId="2D2D055B" w14:textId="5DE2EC68" w:rsidR="001F5B4D" w:rsidRPr="001F5B4D" w:rsidRDefault="001F5B4D" w:rsidP="001F5B4D">
            <w:pPr>
              <w:rPr>
                <w:b/>
              </w:rPr>
            </w:pPr>
            <w:r w:rsidRPr="001F5B4D">
              <w:rPr>
                <w:b/>
              </w:rPr>
              <w:t>Productivity</w:t>
            </w:r>
          </w:p>
        </w:tc>
      </w:tr>
      <w:tr w:rsidR="001F5B4D" w:rsidRPr="001F5B4D" w14:paraId="2D38A1D6" w14:textId="77777777" w:rsidTr="001F5B4D">
        <w:tblPrEx>
          <w:tblCellMar>
            <w:top w:w="0" w:type="dxa"/>
            <w:bottom w:w="0" w:type="dxa"/>
          </w:tblCellMar>
        </w:tblPrEx>
        <w:trPr>
          <w:cantSplit/>
        </w:trPr>
        <w:tc>
          <w:tcPr>
            <w:tcW w:w="2551" w:type="dxa"/>
            <w:shd w:val="clear" w:color="auto" w:fill="998877"/>
          </w:tcPr>
          <w:p w14:paraId="511B0F6B" w14:textId="65944D69" w:rsidR="001F5B4D" w:rsidRPr="001F5B4D" w:rsidRDefault="001F5B4D" w:rsidP="001F5B4D">
            <w:r w:rsidRPr="001F5B4D">
              <w:lastRenderedPageBreak/>
              <w:t>Average age at maturity</w:t>
            </w:r>
          </w:p>
        </w:tc>
        <w:tc>
          <w:tcPr>
            <w:tcW w:w="4536" w:type="dxa"/>
            <w:gridSpan w:val="2"/>
          </w:tcPr>
          <w:p w14:paraId="162B539D" w14:textId="056AAA1D" w:rsidR="001F5B4D" w:rsidRPr="001F5B4D" w:rsidRDefault="001F5B4D" w:rsidP="001F5B4D">
            <w:r w:rsidRPr="001F5B4D">
              <w:t>The score is based on the maximum risk score in the family Caesionidae, which included 1 species.</w:t>
            </w:r>
          </w:p>
        </w:tc>
        <w:tc>
          <w:tcPr>
            <w:tcW w:w="851" w:type="dxa"/>
          </w:tcPr>
          <w:p w14:paraId="17337C6A" w14:textId="680CBC67" w:rsidR="001F5B4D" w:rsidRPr="001F5B4D" w:rsidRDefault="001F5B4D" w:rsidP="001F5B4D">
            <w:r w:rsidRPr="001F5B4D">
              <w:t>1</w:t>
            </w:r>
          </w:p>
        </w:tc>
      </w:tr>
      <w:tr w:rsidR="001F5B4D" w:rsidRPr="001F5B4D" w14:paraId="24FE2291" w14:textId="77777777" w:rsidTr="001F5B4D">
        <w:tblPrEx>
          <w:tblCellMar>
            <w:top w:w="0" w:type="dxa"/>
            <w:bottom w:w="0" w:type="dxa"/>
          </w:tblCellMar>
        </w:tblPrEx>
        <w:trPr>
          <w:cantSplit/>
        </w:trPr>
        <w:tc>
          <w:tcPr>
            <w:tcW w:w="2551" w:type="dxa"/>
            <w:shd w:val="clear" w:color="auto" w:fill="998877"/>
          </w:tcPr>
          <w:p w14:paraId="70A5527A" w14:textId="4BA49927" w:rsidR="001F5B4D" w:rsidRPr="001F5B4D" w:rsidRDefault="001F5B4D" w:rsidP="001F5B4D">
            <w:r w:rsidRPr="001F5B4D">
              <w:t>Average max age</w:t>
            </w:r>
          </w:p>
        </w:tc>
        <w:tc>
          <w:tcPr>
            <w:tcW w:w="4536" w:type="dxa"/>
            <w:gridSpan w:val="2"/>
          </w:tcPr>
          <w:p w14:paraId="1159F3F4" w14:textId="04944FED" w:rsidR="001F5B4D" w:rsidRPr="001F5B4D" w:rsidRDefault="001F5B4D" w:rsidP="001F5B4D">
            <w:r w:rsidRPr="001F5B4D">
              <w:t>The score is based on the maximum risk score in the family Caesionidae, which included 1 species.</w:t>
            </w:r>
          </w:p>
        </w:tc>
        <w:tc>
          <w:tcPr>
            <w:tcW w:w="851" w:type="dxa"/>
          </w:tcPr>
          <w:p w14:paraId="42F0A531" w14:textId="48CAFA02" w:rsidR="001F5B4D" w:rsidRPr="001F5B4D" w:rsidRDefault="001F5B4D" w:rsidP="001F5B4D">
            <w:r w:rsidRPr="001F5B4D">
              <w:t>2</w:t>
            </w:r>
          </w:p>
        </w:tc>
      </w:tr>
      <w:tr w:rsidR="001F5B4D" w:rsidRPr="001F5B4D" w14:paraId="139DBB39" w14:textId="77777777" w:rsidTr="001F5B4D">
        <w:tblPrEx>
          <w:tblCellMar>
            <w:top w:w="0" w:type="dxa"/>
            <w:bottom w:w="0" w:type="dxa"/>
          </w:tblCellMar>
        </w:tblPrEx>
        <w:trPr>
          <w:cantSplit/>
        </w:trPr>
        <w:tc>
          <w:tcPr>
            <w:tcW w:w="2551" w:type="dxa"/>
            <w:shd w:val="clear" w:color="auto" w:fill="998877"/>
          </w:tcPr>
          <w:p w14:paraId="4480DF61" w14:textId="2DE6006F" w:rsidR="001F5B4D" w:rsidRPr="001F5B4D" w:rsidRDefault="001F5B4D" w:rsidP="001F5B4D">
            <w:r w:rsidRPr="001F5B4D">
              <w:t>Fecundity</w:t>
            </w:r>
          </w:p>
        </w:tc>
        <w:tc>
          <w:tcPr>
            <w:tcW w:w="4536" w:type="dxa"/>
            <w:gridSpan w:val="2"/>
          </w:tcPr>
          <w:p w14:paraId="1F0669C0" w14:textId="6BAB76C4" w:rsidR="001F5B4D" w:rsidRPr="001F5B4D" w:rsidRDefault="001F5B4D" w:rsidP="001F5B4D">
            <w:r w:rsidRPr="001F5B4D">
              <w:t>There is no information, but fish are likely to produce &gt;100 eggs/year.</w:t>
            </w:r>
          </w:p>
        </w:tc>
        <w:tc>
          <w:tcPr>
            <w:tcW w:w="851" w:type="dxa"/>
          </w:tcPr>
          <w:p w14:paraId="5413B899" w14:textId="2BF8323E" w:rsidR="001F5B4D" w:rsidRPr="001F5B4D" w:rsidRDefault="001F5B4D" w:rsidP="001F5B4D">
            <w:r w:rsidRPr="001F5B4D">
              <w:t>2</w:t>
            </w:r>
          </w:p>
        </w:tc>
      </w:tr>
      <w:tr w:rsidR="001F5B4D" w:rsidRPr="001F5B4D" w14:paraId="6DC007D7" w14:textId="77777777" w:rsidTr="001F5B4D">
        <w:tblPrEx>
          <w:tblCellMar>
            <w:top w:w="0" w:type="dxa"/>
            <w:bottom w:w="0" w:type="dxa"/>
          </w:tblCellMar>
        </w:tblPrEx>
        <w:trPr>
          <w:cantSplit/>
        </w:trPr>
        <w:tc>
          <w:tcPr>
            <w:tcW w:w="2551" w:type="dxa"/>
            <w:shd w:val="clear" w:color="auto" w:fill="998877"/>
          </w:tcPr>
          <w:p w14:paraId="252433EE" w14:textId="6BAC43DF" w:rsidR="001F5B4D" w:rsidRPr="001F5B4D" w:rsidRDefault="001F5B4D" w:rsidP="001F5B4D">
            <w:r w:rsidRPr="001F5B4D">
              <w:t>Average max size</w:t>
            </w:r>
          </w:p>
        </w:tc>
        <w:tc>
          <w:tcPr>
            <w:tcW w:w="4536" w:type="dxa"/>
            <w:gridSpan w:val="2"/>
          </w:tcPr>
          <w:p w14:paraId="78E8EA1B" w14:textId="4AB4A990" w:rsidR="001F5B4D" w:rsidRPr="001F5B4D" w:rsidRDefault="001F5B4D" w:rsidP="001F5B4D">
            <w:r w:rsidRPr="001F5B4D">
              <w:t>Species maximum length is 50, which is lower than the lowest risk value (100cm).</w:t>
            </w:r>
          </w:p>
        </w:tc>
        <w:tc>
          <w:tcPr>
            <w:tcW w:w="851" w:type="dxa"/>
          </w:tcPr>
          <w:p w14:paraId="1A69F3F0" w14:textId="0FD9D45B" w:rsidR="001F5B4D" w:rsidRPr="001F5B4D" w:rsidRDefault="001F5B4D" w:rsidP="001F5B4D">
            <w:r w:rsidRPr="001F5B4D">
              <w:t>1</w:t>
            </w:r>
          </w:p>
        </w:tc>
      </w:tr>
      <w:tr w:rsidR="001F5B4D" w:rsidRPr="001F5B4D" w14:paraId="750CB95C" w14:textId="77777777" w:rsidTr="001F5B4D">
        <w:tblPrEx>
          <w:tblCellMar>
            <w:top w:w="0" w:type="dxa"/>
            <w:bottom w:w="0" w:type="dxa"/>
          </w:tblCellMar>
        </w:tblPrEx>
        <w:trPr>
          <w:cantSplit/>
        </w:trPr>
        <w:tc>
          <w:tcPr>
            <w:tcW w:w="2551" w:type="dxa"/>
            <w:shd w:val="clear" w:color="auto" w:fill="998877"/>
          </w:tcPr>
          <w:p w14:paraId="7AF9B225" w14:textId="32B44EC6" w:rsidR="001F5B4D" w:rsidRPr="001F5B4D" w:rsidRDefault="001F5B4D" w:rsidP="001F5B4D">
            <w:r w:rsidRPr="001F5B4D">
              <w:t>Average size at maturity</w:t>
            </w:r>
          </w:p>
        </w:tc>
        <w:tc>
          <w:tcPr>
            <w:tcW w:w="4536" w:type="dxa"/>
            <w:gridSpan w:val="2"/>
          </w:tcPr>
          <w:p w14:paraId="58343D23" w14:textId="4A3EBFBF" w:rsidR="001F5B4D" w:rsidRPr="001F5B4D" w:rsidRDefault="001F5B4D" w:rsidP="001F5B4D">
            <w:r w:rsidRPr="001F5B4D">
              <w:t>Species maximum length is 50cm, which is in the length at maturity medium risk range (40-200cm).</w:t>
            </w:r>
          </w:p>
        </w:tc>
        <w:tc>
          <w:tcPr>
            <w:tcW w:w="851" w:type="dxa"/>
          </w:tcPr>
          <w:p w14:paraId="671A3FC1" w14:textId="644ED69B" w:rsidR="001F5B4D" w:rsidRPr="001F5B4D" w:rsidRDefault="001F5B4D" w:rsidP="001F5B4D">
            <w:r w:rsidRPr="001F5B4D">
              <w:t>2</w:t>
            </w:r>
          </w:p>
        </w:tc>
      </w:tr>
      <w:tr w:rsidR="001F5B4D" w:rsidRPr="001F5B4D" w14:paraId="5A03119A" w14:textId="77777777" w:rsidTr="001F5B4D">
        <w:tblPrEx>
          <w:tblCellMar>
            <w:top w:w="0" w:type="dxa"/>
            <w:bottom w:w="0" w:type="dxa"/>
          </w:tblCellMar>
        </w:tblPrEx>
        <w:trPr>
          <w:cantSplit/>
        </w:trPr>
        <w:tc>
          <w:tcPr>
            <w:tcW w:w="2551" w:type="dxa"/>
            <w:shd w:val="clear" w:color="auto" w:fill="998877"/>
          </w:tcPr>
          <w:p w14:paraId="042FEDFE" w14:textId="3F8BD871" w:rsidR="001F5B4D" w:rsidRPr="001F5B4D" w:rsidRDefault="001F5B4D" w:rsidP="001F5B4D">
            <w:r w:rsidRPr="001F5B4D">
              <w:t>Reproductive strategy</w:t>
            </w:r>
          </w:p>
        </w:tc>
        <w:tc>
          <w:tcPr>
            <w:tcW w:w="4536" w:type="dxa"/>
            <w:gridSpan w:val="2"/>
          </w:tcPr>
          <w:p w14:paraId="3DC9EE95" w14:textId="72FB429C" w:rsidR="001F5B4D" w:rsidRPr="001F5B4D" w:rsidRDefault="001F5B4D" w:rsidP="001F5B4D">
            <w:r w:rsidRPr="001F5B4D">
              <w:t>Species reproductive strategy is demersal egg layer, which is medium risk.</w:t>
            </w:r>
          </w:p>
        </w:tc>
        <w:tc>
          <w:tcPr>
            <w:tcW w:w="851" w:type="dxa"/>
          </w:tcPr>
          <w:p w14:paraId="06D2A4A5" w14:textId="2C375987" w:rsidR="001F5B4D" w:rsidRPr="001F5B4D" w:rsidRDefault="001F5B4D" w:rsidP="001F5B4D">
            <w:r w:rsidRPr="001F5B4D">
              <w:t>2</w:t>
            </w:r>
          </w:p>
        </w:tc>
      </w:tr>
      <w:tr w:rsidR="001F5B4D" w:rsidRPr="001F5B4D" w14:paraId="54F03BC1" w14:textId="77777777" w:rsidTr="001F5B4D">
        <w:tblPrEx>
          <w:tblCellMar>
            <w:top w:w="0" w:type="dxa"/>
            <w:bottom w:w="0" w:type="dxa"/>
          </w:tblCellMar>
        </w:tblPrEx>
        <w:trPr>
          <w:cantSplit/>
        </w:trPr>
        <w:tc>
          <w:tcPr>
            <w:tcW w:w="2551" w:type="dxa"/>
            <w:shd w:val="clear" w:color="auto" w:fill="998877"/>
          </w:tcPr>
          <w:p w14:paraId="42C71B9C" w14:textId="62725773" w:rsidR="001F5B4D" w:rsidRPr="001F5B4D" w:rsidRDefault="001F5B4D" w:rsidP="001F5B4D">
            <w:r w:rsidRPr="001F5B4D">
              <w:t>Trophic level</w:t>
            </w:r>
          </w:p>
        </w:tc>
        <w:tc>
          <w:tcPr>
            <w:tcW w:w="4536" w:type="dxa"/>
            <w:gridSpan w:val="2"/>
            <w:tcBorders>
              <w:bottom w:val="single" w:sz="4" w:space="0" w:color="auto"/>
            </w:tcBorders>
          </w:tcPr>
          <w:p w14:paraId="6B7B0144" w14:textId="5791B496" w:rsidR="001F5B4D" w:rsidRPr="001F5B4D" w:rsidRDefault="001F5B4D" w:rsidP="001F5B4D">
            <w:r w:rsidRPr="001F5B4D">
              <w:t>Species trophic level is 3.5, which is higher than the highest risk value (3.25).</w:t>
            </w:r>
          </w:p>
        </w:tc>
        <w:tc>
          <w:tcPr>
            <w:tcW w:w="851" w:type="dxa"/>
          </w:tcPr>
          <w:p w14:paraId="68EC867C" w14:textId="0BC9C838" w:rsidR="001F5B4D" w:rsidRPr="001F5B4D" w:rsidRDefault="001F5B4D" w:rsidP="001F5B4D">
            <w:r w:rsidRPr="001F5B4D">
              <w:t>3</w:t>
            </w:r>
          </w:p>
        </w:tc>
      </w:tr>
      <w:tr w:rsidR="001F5B4D" w:rsidRPr="001F5B4D" w14:paraId="14B5D50D"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1F314CDB" w14:textId="77777777" w:rsidR="001F5B4D" w:rsidRPr="001F5B4D" w:rsidRDefault="001F5B4D" w:rsidP="001F5B4D"/>
        </w:tc>
        <w:tc>
          <w:tcPr>
            <w:tcW w:w="4536" w:type="dxa"/>
            <w:gridSpan w:val="2"/>
            <w:tcBorders>
              <w:bottom w:val="single" w:sz="4" w:space="0" w:color="auto"/>
            </w:tcBorders>
            <w:shd w:val="clear" w:color="auto" w:fill="998877"/>
          </w:tcPr>
          <w:p w14:paraId="415E3D0F" w14:textId="5712CB22" w:rsidR="001F5B4D" w:rsidRPr="001F5B4D" w:rsidRDefault="001F5B4D" w:rsidP="001F5B4D">
            <w:r w:rsidRPr="001F5B4D">
              <w:t>Productivity score</w:t>
            </w:r>
          </w:p>
        </w:tc>
        <w:tc>
          <w:tcPr>
            <w:tcW w:w="851" w:type="dxa"/>
            <w:tcBorders>
              <w:bottom w:val="single" w:sz="4" w:space="0" w:color="auto"/>
            </w:tcBorders>
          </w:tcPr>
          <w:p w14:paraId="57593793" w14:textId="0707B970" w:rsidR="001F5B4D" w:rsidRPr="001F5B4D" w:rsidRDefault="001F5B4D" w:rsidP="001F5B4D">
            <w:r w:rsidRPr="001F5B4D">
              <w:t>1.86</w:t>
            </w:r>
          </w:p>
        </w:tc>
      </w:tr>
      <w:tr w:rsidR="001F5B4D" w:rsidRPr="001F5B4D" w14:paraId="2ED94BE5" w14:textId="77777777" w:rsidTr="00EE25A2">
        <w:tblPrEx>
          <w:tblCellMar>
            <w:top w:w="0" w:type="dxa"/>
            <w:bottom w:w="0" w:type="dxa"/>
          </w:tblCellMar>
        </w:tblPrEx>
        <w:trPr>
          <w:cantSplit/>
        </w:trPr>
        <w:tc>
          <w:tcPr>
            <w:tcW w:w="7938" w:type="dxa"/>
            <w:gridSpan w:val="4"/>
            <w:shd w:val="clear" w:color="auto" w:fill="998877"/>
          </w:tcPr>
          <w:p w14:paraId="0446E559" w14:textId="01D9BB15" w:rsidR="001F5B4D" w:rsidRPr="001F5B4D" w:rsidRDefault="001F5B4D" w:rsidP="001F5B4D">
            <w:pPr>
              <w:rPr>
                <w:b/>
              </w:rPr>
            </w:pPr>
            <w:r w:rsidRPr="001F5B4D">
              <w:rPr>
                <w:b/>
              </w:rPr>
              <w:t>Susceptibility</w:t>
            </w:r>
          </w:p>
        </w:tc>
      </w:tr>
      <w:tr w:rsidR="001F5B4D" w:rsidRPr="001F5B4D" w14:paraId="56F66AD3" w14:textId="77777777" w:rsidTr="001F5B4D">
        <w:tblPrEx>
          <w:tblCellMar>
            <w:top w:w="0" w:type="dxa"/>
            <w:bottom w:w="0" w:type="dxa"/>
          </w:tblCellMar>
        </w:tblPrEx>
        <w:trPr>
          <w:cantSplit/>
        </w:trPr>
        <w:tc>
          <w:tcPr>
            <w:tcW w:w="2551" w:type="dxa"/>
            <w:shd w:val="clear" w:color="auto" w:fill="998877"/>
          </w:tcPr>
          <w:p w14:paraId="61414B62" w14:textId="18EAB706" w:rsidR="001F5B4D" w:rsidRPr="001F5B4D" w:rsidRDefault="001F5B4D" w:rsidP="001F5B4D">
            <w:r w:rsidRPr="001F5B4D">
              <w:t>Areal overlap (availability)</w:t>
            </w:r>
          </w:p>
        </w:tc>
        <w:tc>
          <w:tcPr>
            <w:tcW w:w="4536" w:type="dxa"/>
            <w:gridSpan w:val="2"/>
          </w:tcPr>
          <w:p w14:paraId="20F5DB79" w14:textId="7F7C22F7" w:rsidR="001F5B4D" w:rsidRPr="001F5B4D" w:rsidRDefault="001F5B4D" w:rsidP="001F5B4D">
            <w:r w:rsidRPr="001F5B4D">
              <w:t>Worldwide coastal distribution, mainly coastal</w:t>
            </w:r>
          </w:p>
        </w:tc>
        <w:tc>
          <w:tcPr>
            <w:tcW w:w="851" w:type="dxa"/>
          </w:tcPr>
          <w:p w14:paraId="12F187E0" w14:textId="58566101" w:rsidR="001F5B4D" w:rsidRPr="001F5B4D" w:rsidRDefault="001F5B4D" w:rsidP="001F5B4D">
            <w:r w:rsidRPr="001F5B4D">
              <w:t>1</w:t>
            </w:r>
          </w:p>
        </w:tc>
      </w:tr>
      <w:tr w:rsidR="001F5B4D" w:rsidRPr="001F5B4D" w14:paraId="63FB1283" w14:textId="77777777" w:rsidTr="001F5B4D">
        <w:tblPrEx>
          <w:tblCellMar>
            <w:top w:w="0" w:type="dxa"/>
            <w:bottom w:w="0" w:type="dxa"/>
          </w:tblCellMar>
        </w:tblPrEx>
        <w:trPr>
          <w:cantSplit/>
        </w:trPr>
        <w:tc>
          <w:tcPr>
            <w:tcW w:w="2551" w:type="dxa"/>
            <w:shd w:val="clear" w:color="auto" w:fill="998877"/>
          </w:tcPr>
          <w:p w14:paraId="466D014F" w14:textId="04D44633" w:rsidR="001F5B4D" w:rsidRPr="001F5B4D" w:rsidRDefault="001F5B4D" w:rsidP="001F5B4D">
            <w:r w:rsidRPr="001F5B4D">
              <w:t>Encounterability</w:t>
            </w:r>
          </w:p>
        </w:tc>
        <w:tc>
          <w:tcPr>
            <w:tcW w:w="4536" w:type="dxa"/>
            <w:gridSpan w:val="2"/>
          </w:tcPr>
          <w:p w14:paraId="5ED819AD" w14:textId="5E95B60B" w:rsidR="001F5B4D" w:rsidRPr="001F5B4D" w:rsidRDefault="001F5B4D" w:rsidP="001F5B4D">
            <w:r w:rsidRPr="001F5B4D">
              <w:t>The depth range of the species is 1-110m. For surface gears, the vertical overlap index with this species is 90.91%. This species is reef associated.</w:t>
            </w:r>
          </w:p>
        </w:tc>
        <w:tc>
          <w:tcPr>
            <w:tcW w:w="851" w:type="dxa"/>
          </w:tcPr>
          <w:p w14:paraId="235DE3DB" w14:textId="3075A195" w:rsidR="001F5B4D" w:rsidRPr="001F5B4D" w:rsidRDefault="001F5B4D" w:rsidP="001F5B4D">
            <w:r w:rsidRPr="001F5B4D">
              <w:t>2</w:t>
            </w:r>
          </w:p>
        </w:tc>
      </w:tr>
      <w:tr w:rsidR="001F5B4D" w:rsidRPr="001F5B4D" w14:paraId="5DC013BE" w14:textId="77777777" w:rsidTr="001F5B4D">
        <w:tblPrEx>
          <w:tblCellMar>
            <w:top w:w="0" w:type="dxa"/>
            <w:bottom w:w="0" w:type="dxa"/>
          </w:tblCellMar>
        </w:tblPrEx>
        <w:trPr>
          <w:cantSplit/>
        </w:trPr>
        <w:tc>
          <w:tcPr>
            <w:tcW w:w="2551" w:type="dxa"/>
            <w:shd w:val="clear" w:color="auto" w:fill="998877"/>
          </w:tcPr>
          <w:p w14:paraId="32021025" w14:textId="2BC4A5F3" w:rsidR="001F5B4D" w:rsidRPr="001F5B4D" w:rsidRDefault="001F5B4D" w:rsidP="001F5B4D">
            <w:r w:rsidRPr="001F5B4D">
              <w:t>Selectivity</w:t>
            </w:r>
          </w:p>
        </w:tc>
        <w:tc>
          <w:tcPr>
            <w:tcW w:w="4536" w:type="dxa"/>
            <w:gridSpan w:val="2"/>
          </w:tcPr>
          <w:p w14:paraId="14322C24" w14:textId="321F266E" w:rsidR="001F5B4D" w:rsidRPr="001F5B4D" w:rsidRDefault="001F5B4D" w:rsidP="001F5B4D">
            <w:r w:rsidRPr="001F5B4D">
              <w:t>The maximum length of the species is 50cm. For tropical surface fisheries, the length overlap index with this species is 45.45%.</w:t>
            </w:r>
          </w:p>
        </w:tc>
        <w:tc>
          <w:tcPr>
            <w:tcW w:w="851" w:type="dxa"/>
          </w:tcPr>
          <w:p w14:paraId="63D42C9B" w14:textId="70122AEA" w:rsidR="001F5B4D" w:rsidRPr="001F5B4D" w:rsidRDefault="001F5B4D" w:rsidP="001F5B4D">
            <w:r w:rsidRPr="001F5B4D">
              <w:t>3</w:t>
            </w:r>
          </w:p>
        </w:tc>
      </w:tr>
      <w:tr w:rsidR="001F5B4D" w:rsidRPr="001F5B4D" w14:paraId="5689296F" w14:textId="77777777" w:rsidTr="001F5B4D">
        <w:tblPrEx>
          <w:tblCellMar>
            <w:top w:w="0" w:type="dxa"/>
            <w:bottom w:w="0" w:type="dxa"/>
          </w:tblCellMar>
        </w:tblPrEx>
        <w:trPr>
          <w:cantSplit/>
        </w:trPr>
        <w:tc>
          <w:tcPr>
            <w:tcW w:w="2551" w:type="dxa"/>
            <w:shd w:val="clear" w:color="auto" w:fill="998877"/>
          </w:tcPr>
          <w:p w14:paraId="2CC24D45" w14:textId="040554DD" w:rsidR="001F5B4D" w:rsidRPr="001F5B4D" w:rsidRDefault="001F5B4D" w:rsidP="001F5B4D">
            <w:r w:rsidRPr="001F5B4D">
              <w:t>Post capture mortality</w:t>
            </w:r>
          </w:p>
        </w:tc>
        <w:tc>
          <w:tcPr>
            <w:tcW w:w="4536" w:type="dxa"/>
            <w:gridSpan w:val="2"/>
            <w:tcBorders>
              <w:bottom w:val="single" w:sz="4" w:space="0" w:color="auto"/>
            </w:tcBorders>
          </w:tcPr>
          <w:p w14:paraId="351B2376" w14:textId="5B954D84" w:rsidR="001F5B4D" w:rsidRPr="001F5B4D" w:rsidRDefault="001F5B4D" w:rsidP="001F5B4D">
            <w:r w:rsidRPr="001F5B4D">
              <w:t>No direct evidence of survival after capture.</w:t>
            </w:r>
          </w:p>
        </w:tc>
        <w:tc>
          <w:tcPr>
            <w:tcW w:w="851" w:type="dxa"/>
          </w:tcPr>
          <w:p w14:paraId="6D2C4613" w14:textId="09CBB9BE" w:rsidR="001F5B4D" w:rsidRPr="001F5B4D" w:rsidRDefault="001F5B4D" w:rsidP="001F5B4D">
            <w:r w:rsidRPr="001F5B4D">
              <w:t>3</w:t>
            </w:r>
          </w:p>
        </w:tc>
      </w:tr>
      <w:tr w:rsidR="001F5B4D" w:rsidRPr="001F5B4D" w14:paraId="3D6262D2" w14:textId="77777777" w:rsidTr="001F5B4D">
        <w:tblPrEx>
          <w:tblCellMar>
            <w:top w:w="0" w:type="dxa"/>
            <w:bottom w:w="0" w:type="dxa"/>
          </w:tblCellMar>
        </w:tblPrEx>
        <w:trPr>
          <w:cantSplit/>
        </w:trPr>
        <w:tc>
          <w:tcPr>
            <w:tcW w:w="2551" w:type="dxa"/>
            <w:shd w:val="clear" w:color="auto" w:fill="998877"/>
          </w:tcPr>
          <w:p w14:paraId="67075BC4" w14:textId="77777777" w:rsidR="001F5B4D" w:rsidRPr="001F5B4D" w:rsidRDefault="001F5B4D" w:rsidP="001F5B4D"/>
        </w:tc>
        <w:tc>
          <w:tcPr>
            <w:tcW w:w="4536" w:type="dxa"/>
            <w:gridSpan w:val="2"/>
            <w:tcBorders>
              <w:bottom w:val="single" w:sz="4" w:space="0" w:color="auto"/>
            </w:tcBorders>
            <w:shd w:val="clear" w:color="auto" w:fill="998877"/>
          </w:tcPr>
          <w:p w14:paraId="2058633E" w14:textId="67A15A01" w:rsidR="001F5B4D" w:rsidRPr="001F5B4D" w:rsidRDefault="001F5B4D" w:rsidP="001F5B4D">
            <w:r w:rsidRPr="001F5B4D">
              <w:t>Susceptibility score</w:t>
            </w:r>
          </w:p>
        </w:tc>
        <w:tc>
          <w:tcPr>
            <w:tcW w:w="851" w:type="dxa"/>
          </w:tcPr>
          <w:p w14:paraId="79E410B8" w14:textId="3406CA1B" w:rsidR="001F5B4D" w:rsidRPr="001F5B4D" w:rsidRDefault="001F5B4D" w:rsidP="001F5B4D">
            <w:r w:rsidRPr="001F5B4D">
              <w:t>1.43</w:t>
            </w:r>
          </w:p>
        </w:tc>
      </w:tr>
      <w:tr w:rsidR="001F5B4D" w:rsidRPr="001F5B4D" w14:paraId="471E9063" w14:textId="77777777" w:rsidTr="001F5B4D">
        <w:tblPrEx>
          <w:tblCellMar>
            <w:top w:w="0" w:type="dxa"/>
            <w:bottom w:w="0" w:type="dxa"/>
          </w:tblCellMar>
        </w:tblPrEx>
        <w:trPr>
          <w:cantSplit/>
        </w:trPr>
        <w:tc>
          <w:tcPr>
            <w:tcW w:w="2551" w:type="dxa"/>
            <w:shd w:val="clear" w:color="auto" w:fill="998877"/>
          </w:tcPr>
          <w:p w14:paraId="0275F56C" w14:textId="77777777" w:rsidR="001F5B4D" w:rsidRPr="001F5B4D" w:rsidRDefault="001F5B4D" w:rsidP="001F5B4D"/>
        </w:tc>
        <w:tc>
          <w:tcPr>
            <w:tcW w:w="4536" w:type="dxa"/>
            <w:gridSpan w:val="2"/>
            <w:shd w:val="clear" w:color="auto" w:fill="998877"/>
          </w:tcPr>
          <w:p w14:paraId="0254EFA1" w14:textId="03843D50" w:rsidR="001F5B4D" w:rsidRPr="001F5B4D" w:rsidRDefault="001F5B4D" w:rsidP="001F5B4D">
            <w:r w:rsidRPr="001F5B4D">
              <w:t>Vulnerability score</w:t>
            </w:r>
          </w:p>
        </w:tc>
        <w:tc>
          <w:tcPr>
            <w:tcW w:w="851" w:type="dxa"/>
          </w:tcPr>
          <w:p w14:paraId="0F799A3B" w14:textId="0330CED4" w:rsidR="001F5B4D" w:rsidRPr="001F5B4D" w:rsidRDefault="001F5B4D" w:rsidP="001F5B4D">
            <w:r w:rsidRPr="001F5B4D">
              <w:t>2.34</w:t>
            </w:r>
          </w:p>
        </w:tc>
      </w:tr>
    </w:tbl>
    <w:p w14:paraId="170A9A21" w14:textId="027B474D"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7BF585B6"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4" w:name="T_SYC" w:colFirst="0" w:colLast="0"/>
          <w:p w14:paraId="0A3C4CED" w14:textId="3C0D11A4" w:rsidR="001F5B4D" w:rsidRPr="001F5B4D" w:rsidRDefault="001F5B4D" w:rsidP="001F5B4D">
            <w:pPr>
              <w:rPr>
                <w:b/>
              </w:rPr>
            </w:pPr>
            <w:r w:rsidRPr="001F5B4D">
              <w:rPr>
                <w:b/>
              </w:rPr>
              <w:fldChar w:fldCharType="begin"/>
            </w:r>
            <w:r w:rsidRPr="001F5B4D">
              <w:rPr>
                <w:b/>
              </w:rPr>
              <w:instrText xml:space="preserve"> HYPERLINK  \l "S_SYC" \o "PSA Score" </w:instrText>
            </w:r>
            <w:r w:rsidRPr="001F5B4D">
              <w:rPr>
                <w:b/>
              </w:rPr>
            </w:r>
            <w:r w:rsidRPr="001F5B4D">
              <w:rPr>
                <w:b/>
              </w:rPr>
              <w:fldChar w:fldCharType="separate"/>
            </w:r>
            <w:r w:rsidRPr="001F5B4D">
              <w:rPr>
                <w:rStyle w:val="Hyperlink"/>
                <w:b/>
              </w:rPr>
              <w:t>Small-spotted catshark</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2D5DA0FB" w14:textId="64D744FD" w:rsidR="001F5B4D" w:rsidRPr="001F5B4D" w:rsidRDefault="001F5B4D" w:rsidP="001F5B4D">
            <w:pPr>
              <w:rPr>
                <w:b/>
                <w:i/>
              </w:rPr>
            </w:pPr>
            <w:r w:rsidRPr="001F5B4D">
              <w:rPr>
                <w:b/>
                <w:i/>
              </w:rPr>
              <w:t>Scyliorhinus canicula</w:t>
            </w:r>
          </w:p>
        </w:tc>
      </w:tr>
      <w:bookmarkEnd w:id="164"/>
      <w:tr w:rsidR="001F5B4D" w:rsidRPr="001F5B4D" w14:paraId="0A7C1841" w14:textId="77777777" w:rsidTr="00AF452E">
        <w:tblPrEx>
          <w:tblCellMar>
            <w:top w:w="0" w:type="dxa"/>
            <w:bottom w:w="0" w:type="dxa"/>
          </w:tblCellMar>
        </w:tblPrEx>
        <w:trPr>
          <w:cantSplit/>
        </w:trPr>
        <w:tc>
          <w:tcPr>
            <w:tcW w:w="7938" w:type="dxa"/>
            <w:gridSpan w:val="4"/>
            <w:shd w:val="clear" w:color="auto" w:fill="998877"/>
          </w:tcPr>
          <w:p w14:paraId="680E5FBF" w14:textId="31609BBC" w:rsidR="001F5B4D" w:rsidRPr="001F5B4D" w:rsidRDefault="001F5B4D" w:rsidP="001F5B4D">
            <w:pPr>
              <w:rPr>
                <w:b/>
              </w:rPr>
            </w:pPr>
            <w:r w:rsidRPr="001F5B4D">
              <w:rPr>
                <w:b/>
              </w:rPr>
              <w:t>Productivity</w:t>
            </w:r>
          </w:p>
        </w:tc>
      </w:tr>
      <w:tr w:rsidR="001F5B4D" w:rsidRPr="001F5B4D" w14:paraId="5543340E" w14:textId="77777777" w:rsidTr="001F5B4D">
        <w:tblPrEx>
          <w:tblCellMar>
            <w:top w:w="0" w:type="dxa"/>
            <w:bottom w:w="0" w:type="dxa"/>
          </w:tblCellMar>
        </w:tblPrEx>
        <w:trPr>
          <w:cantSplit/>
        </w:trPr>
        <w:tc>
          <w:tcPr>
            <w:tcW w:w="2551" w:type="dxa"/>
            <w:shd w:val="clear" w:color="auto" w:fill="998877"/>
          </w:tcPr>
          <w:p w14:paraId="55BB1E60" w14:textId="62433A62" w:rsidR="001F5B4D" w:rsidRPr="001F5B4D" w:rsidRDefault="001F5B4D" w:rsidP="001F5B4D">
            <w:r w:rsidRPr="001F5B4D">
              <w:t>Average age at maturity</w:t>
            </w:r>
          </w:p>
        </w:tc>
        <w:tc>
          <w:tcPr>
            <w:tcW w:w="4536" w:type="dxa"/>
            <w:gridSpan w:val="2"/>
          </w:tcPr>
          <w:p w14:paraId="06891B86" w14:textId="4823BF8E" w:rsidR="001F5B4D" w:rsidRPr="001F5B4D" w:rsidRDefault="001F5B4D" w:rsidP="001F5B4D">
            <w:r w:rsidRPr="001F5B4D">
              <w:t>Species growth rate (K) is 0.100, which is in the medium risk K range (0.061-0.183) for age at maturity.</w:t>
            </w:r>
          </w:p>
        </w:tc>
        <w:tc>
          <w:tcPr>
            <w:tcW w:w="851" w:type="dxa"/>
          </w:tcPr>
          <w:p w14:paraId="54F1A491" w14:textId="1E789164" w:rsidR="001F5B4D" w:rsidRPr="001F5B4D" w:rsidRDefault="001F5B4D" w:rsidP="001F5B4D">
            <w:r w:rsidRPr="001F5B4D">
              <w:t>2</w:t>
            </w:r>
          </w:p>
        </w:tc>
      </w:tr>
      <w:tr w:rsidR="001F5B4D" w:rsidRPr="001F5B4D" w14:paraId="70B70D4A" w14:textId="77777777" w:rsidTr="001F5B4D">
        <w:tblPrEx>
          <w:tblCellMar>
            <w:top w:w="0" w:type="dxa"/>
            <w:bottom w:w="0" w:type="dxa"/>
          </w:tblCellMar>
        </w:tblPrEx>
        <w:trPr>
          <w:cantSplit/>
        </w:trPr>
        <w:tc>
          <w:tcPr>
            <w:tcW w:w="2551" w:type="dxa"/>
            <w:shd w:val="clear" w:color="auto" w:fill="998877"/>
          </w:tcPr>
          <w:p w14:paraId="0E30CDB6" w14:textId="126E64E6" w:rsidR="001F5B4D" w:rsidRPr="001F5B4D" w:rsidRDefault="001F5B4D" w:rsidP="001F5B4D">
            <w:r w:rsidRPr="001F5B4D">
              <w:t>Average max age</w:t>
            </w:r>
          </w:p>
        </w:tc>
        <w:tc>
          <w:tcPr>
            <w:tcW w:w="4536" w:type="dxa"/>
            <w:gridSpan w:val="2"/>
          </w:tcPr>
          <w:p w14:paraId="015083AE" w14:textId="30218E8B" w:rsidR="001F5B4D" w:rsidRPr="001F5B4D" w:rsidRDefault="001F5B4D" w:rsidP="001F5B4D">
            <w:r w:rsidRPr="001F5B4D">
              <w:t>Species growth rate (K) is 0.100, which is lower than highest risk K (0.12) for maximum age.</w:t>
            </w:r>
          </w:p>
        </w:tc>
        <w:tc>
          <w:tcPr>
            <w:tcW w:w="851" w:type="dxa"/>
          </w:tcPr>
          <w:p w14:paraId="08D86568" w14:textId="12662CD0" w:rsidR="001F5B4D" w:rsidRPr="001F5B4D" w:rsidRDefault="001F5B4D" w:rsidP="001F5B4D">
            <w:r w:rsidRPr="001F5B4D">
              <w:t>3</w:t>
            </w:r>
          </w:p>
        </w:tc>
      </w:tr>
      <w:tr w:rsidR="001F5B4D" w:rsidRPr="001F5B4D" w14:paraId="62A22860" w14:textId="77777777" w:rsidTr="001F5B4D">
        <w:tblPrEx>
          <w:tblCellMar>
            <w:top w:w="0" w:type="dxa"/>
            <w:bottom w:w="0" w:type="dxa"/>
          </w:tblCellMar>
        </w:tblPrEx>
        <w:trPr>
          <w:cantSplit/>
        </w:trPr>
        <w:tc>
          <w:tcPr>
            <w:tcW w:w="2551" w:type="dxa"/>
            <w:shd w:val="clear" w:color="auto" w:fill="998877"/>
          </w:tcPr>
          <w:p w14:paraId="3985B24D" w14:textId="74D1D185" w:rsidR="001F5B4D" w:rsidRPr="001F5B4D" w:rsidRDefault="001F5B4D" w:rsidP="001F5B4D">
            <w:r w:rsidRPr="001F5B4D">
              <w:t>Fecundity</w:t>
            </w:r>
          </w:p>
        </w:tc>
        <w:tc>
          <w:tcPr>
            <w:tcW w:w="4536" w:type="dxa"/>
            <w:gridSpan w:val="2"/>
          </w:tcPr>
          <w:p w14:paraId="5916111B" w14:textId="305FD0BB" w:rsidR="001F5B4D" w:rsidRPr="001F5B4D" w:rsidRDefault="001F5B4D" w:rsidP="001F5B4D">
            <w:r w:rsidRPr="001F5B4D">
              <w:t>Species fecundity is 29 eggs/year, which is lower than the highest risk value (100).</w:t>
            </w:r>
          </w:p>
        </w:tc>
        <w:tc>
          <w:tcPr>
            <w:tcW w:w="851" w:type="dxa"/>
          </w:tcPr>
          <w:p w14:paraId="3E9B308B" w14:textId="66D761AF" w:rsidR="001F5B4D" w:rsidRPr="001F5B4D" w:rsidRDefault="001F5B4D" w:rsidP="001F5B4D">
            <w:r w:rsidRPr="001F5B4D">
              <w:t>3</w:t>
            </w:r>
          </w:p>
        </w:tc>
      </w:tr>
      <w:tr w:rsidR="001F5B4D" w:rsidRPr="001F5B4D" w14:paraId="5ED47F5A" w14:textId="77777777" w:rsidTr="001F5B4D">
        <w:tblPrEx>
          <w:tblCellMar>
            <w:top w:w="0" w:type="dxa"/>
            <w:bottom w:w="0" w:type="dxa"/>
          </w:tblCellMar>
        </w:tblPrEx>
        <w:trPr>
          <w:cantSplit/>
        </w:trPr>
        <w:tc>
          <w:tcPr>
            <w:tcW w:w="2551" w:type="dxa"/>
            <w:shd w:val="clear" w:color="auto" w:fill="998877"/>
          </w:tcPr>
          <w:p w14:paraId="01F3C997" w14:textId="6FCB68EA" w:rsidR="001F5B4D" w:rsidRPr="001F5B4D" w:rsidRDefault="001F5B4D" w:rsidP="001F5B4D">
            <w:r w:rsidRPr="001F5B4D">
              <w:t>Average max size</w:t>
            </w:r>
          </w:p>
        </w:tc>
        <w:tc>
          <w:tcPr>
            <w:tcW w:w="4536" w:type="dxa"/>
            <w:gridSpan w:val="2"/>
          </w:tcPr>
          <w:p w14:paraId="008949C0" w14:textId="6984B9E3" w:rsidR="001F5B4D" w:rsidRPr="001F5B4D" w:rsidRDefault="001F5B4D" w:rsidP="001F5B4D">
            <w:r w:rsidRPr="001F5B4D">
              <w:t>Species maximum length is 100, which is in the medium risk range (100-300cm).</w:t>
            </w:r>
          </w:p>
        </w:tc>
        <w:tc>
          <w:tcPr>
            <w:tcW w:w="851" w:type="dxa"/>
          </w:tcPr>
          <w:p w14:paraId="2DDEFE74" w14:textId="23DC346D" w:rsidR="001F5B4D" w:rsidRPr="001F5B4D" w:rsidRDefault="001F5B4D" w:rsidP="001F5B4D">
            <w:r w:rsidRPr="001F5B4D">
              <w:t>2</w:t>
            </w:r>
          </w:p>
        </w:tc>
      </w:tr>
      <w:tr w:rsidR="001F5B4D" w:rsidRPr="001F5B4D" w14:paraId="0E934F36" w14:textId="77777777" w:rsidTr="001F5B4D">
        <w:tblPrEx>
          <w:tblCellMar>
            <w:top w:w="0" w:type="dxa"/>
            <w:bottom w:w="0" w:type="dxa"/>
          </w:tblCellMar>
        </w:tblPrEx>
        <w:trPr>
          <w:cantSplit/>
        </w:trPr>
        <w:tc>
          <w:tcPr>
            <w:tcW w:w="2551" w:type="dxa"/>
            <w:shd w:val="clear" w:color="auto" w:fill="998877"/>
          </w:tcPr>
          <w:p w14:paraId="192676E1" w14:textId="51D3EFD8" w:rsidR="001F5B4D" w:rsidRPr="001F5B4D" w:rsidRDefault="001F5B4D" w:rsidP="001F5B4D">
            <w:r w:rsidRPr="001F5B4D">
              <w:t>Average size at maturity</w:t>
            </w:r>
          </w:p>
        </w:tc>
        <w:tc>
          <w:tcPr>
            <w:tcW w:w="4536" w:type="dxa"/>
            <w:gridSpan w:val="2"/>
          </w:tcPr>
          <w:p w14:paraId="73AB42FE" w14:textId="4AA51ECA" w:rsidR="001F5B4D" w:rsidRPr="001F5B4D" w:rsidRDefault="001F5B4D" w:rsidP="001F5B4D">
            <w:r w:rsidRPr="001F5B4D">
              <w:t>Species length at maturity is 57, which is in the medium risk range (40-200cm).</w:t>
            </w:r>
          </w:p>
        </w:tc>
        <w:tc>
          <w:tcPr>
            <w:tcW w:w="851" w:type="dxa"/>
          </w:tcPr>
          <w:p w14:paraId="0C35FF64" w14:textId="3B9B05BF" w:rsidR="001F5B4D" w:rsidRPr="001F5B4D" w:rsidRDefault="001F5B4D" w:rsidP="001F5B4D">
            <w:r w:rsidRPr="001F5B4D">
              <w:t>2</w:t>
            </w:r>
          </w:p>
        </w:tc>
      </w:tr>
      <w:tr w:rsidR="001F5B4D" w:rsidRPr="001F5B4D" w14:paraId="1F83692B" w14:textId="77777777" w:rsidTr="001F5B4D">
        <w:tblPrEx>
          <w:tblCellMar>
            <w:top w:w="0" w:type="dxa"/>
            <w:bottom w:w="0" w:type="dxa"/>
          </w:tblCellMar>
        </w:tblPrEx>
        <w:trPr>
          <w:cantSplit/>
        </w:trPr>
        <w:tc>
          <w:tcPr>
            <w:tcW w:w="2551" w:type="dxa"/>
            <w:shd w:val="clear" w:color="auto" w:fill="998877"/>
          </w:tcPr>
          <w:p w14:paraId="445280B7" w14:textId="45384C79" w:rsidR="001F5B4D" w:rsidRPr="001F5B4D" w:rsidRDefault="001F5B4D" w:rsidP="001F5B4D">
            <w:r w:rsidRPr="001F5B4D">
              <w:t>Reproductive strategy</w:t>
            </w:r>
          </w:p>
        </w:tc>
        <w:tc>
          <w:tcPr>
            <w:tcW w:w="4536" w:type="dxa"/>
            <w:gridSpan w:val="2"/>
          </w:tcPr>
          <w:p w14:paraId="2C20CBDE" w14:textId="1BDAA0DD" w:rsidR="001F5B4D" w:rsidRPr="001F5B4D" w:rsidRDefault="001F5B4D" w:rsidP="001F5B4D">
            <w:r w:rsidRPr="001F5B4D">
              <w:t>Species reproductive strategy is broadcast spawner, which is low risk.</w:t>
            </w:r>
          </w:p>
        </w:tc>
        <w:tc>
          <w:tcPr>
            <w:tcW w:w="851" w:type="dxa"/>
          </w:tcPr>
          <w:p w14:paraId="0139BFE5" w14:textId="2D5A0F22" w:rsidR="001F5B4D" w:rsidRPr="001F5B4D" w:rsidRDefault="001F5B4D" w:rsidP="001F5B4D">
            <w:r w:rsidRPr="001F5B4D">
              <w:t>1</w:t>
            </w:r>
          </w:p>
        </w:tc>
      </w:tr>
      <w:tr w:rsidR="001F5B4D" w:rsidRPr="001F5B4D" w14:paraId="2FFB0FDD" w14:textId="77777777" w:rsidTr="001F5B4D">
        <w:tblPrEx>
          <w:tblCellMar>
            <w:top w:w="0" w:type="dxa"/>
            <w:bottom w:w="0" w:type="dxa"/>
          </w:tblCellMar>
        </w:tblPrEx>
        <w:trPr>
          <w:cantSplit/>
        </w:trPr>
        <w:tc>
          <w:tcPr>
            <w:tcW w:w="2551" w:type="dxa"/>
            <w:shd w:val="clear" w:color="auto" w:fill="998877"/>
          </w:tcPr>
          <w:p w14:paraId="0F665A36" w14:textId="730364D0" w:rsidR="001F5B4D" w:rsidRPr="001F5B4D" w:rsidRDefault="001F5B4D" w:rsidP="001F5B4D">
            <w:r w:rsidRPr="001F5B4D">
              <w:t>Trophic level</w:t>
            </w:r>
          </w:p>
        </w:tc>
        <w:tc>
          <w:tcPr>
            <w:tcW w:w="4536" w:type="dxa"/>
            <w:gridSpan w:val="2"/>
            <w:tcBorders>
              <w:bottom w:val="single" w:sz="4" w:space="0" w:color="auto"/>
            </w:tcBorders>
          </w:tcPr>
          <w:p w14:paraId="649F8273" w14:textId="643F7B1E" w:rsidR="001F5B4D" w:rsidRPr="001F5B4D" w:rsidRDefault="001F5B4D" w:rsidP="001F5B4D">
            <w:r w:rsidRPr="001F5B4D">
              <w:t>Species trophic level is 3.8, which is higher than the highest risk value (3.25).</w:t>
            </w:r>
          </w:p>
        </w:tc>
        <w:tc>
          <w:tcPr>
            <w:tcW w:w="851" w:type="dxa"/>
          </w:tcPr>
          <w:p w14:paraId="565C5A25" w14:textId="72631BF7" w:rsidR="001F5B4D" w:rsidRPr="001F5B4D" w:rsidRDefault="001F5B4D" w:rsidP="001F5B4D">
            <w:r w:rsidRPr="001F5B4D">
              <w:t>3</w:t>
            </w:r>
          </w:p>
        </w:tc>
      </w:tr>
      <w:tr w:rsidR="001F5B4D" w:rsidRPr="001F5B4D" w14:paraId="0F7CFEF4"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D9C63A1" w14:textId="77777777" w:rsidR="001F5B4D" w:rsidRPr="001F5B4D" w:rsidRDefault="001F5B4D" w:rsidP="001F5B4D"/>
        </w:tc>
        <w:tc>
          <w:tcPr>
            <w:tcW w:w="4536" w:type="dxa"/>
            <w:gridSpan w:val="2"/>
            <w:tcBorders>
              <w:bottom w:val="single" w:sz="4" w:space="0" w:color="auto"/>
            </w:tcBorders>
            <w:shd w:val="clear" w:color="auto" w:fill="998877"/>
          </w:tcPr>
          <w:p w14:paraId="03A7093C" w14:textId="5F34CC6A" w:rsidR="001F5B4D" w:rsidRPr="001F5B4D" w:rsidRDefault="001F5B4D" w:rsidP="001F5B4D">
            <w:r w:rsidRPr="001F5B4D">
              <w:t>Productivity score</w:t>
            </w:r>
          </w:p>
        </w:tc>
        <w:tc>
          <w:tcPr>
            <w:tcW w:w="851" w:type="dxa"/>
            <w:tcBorders>
              <w:bottom w:val="single" w:sz="4" w:space="0" w:color="auto"/>
            </w:tcBorders>
          </w:tcPr>
          <w:p w14:paraId="3A19EBEF" w14:textId="0792D7C0" w:rsidR="001F5B4D" w:rsidRPr="001F5B4D" w:rsidRDefault="001F5B4D" w:rsidP="001F5B4D">
            <w:r w:rsidRPr="001F5B4D">
              <w:t>2.29</w:t>
            </w:r>
          </w:p>
        </w:tc>
      </w:tr>
      <w:tr w:rsidR="001F5B4D" w:rsidRPr="001F5B4D" w14:paraId="5AB44AB8" w14:textId="77777777" w:rsidTr="00093EDB">
        <w:tblPrEx>
          <w:tblCellMar>
            <w:top w:w="0" w:type="dxa"/>
            <w:bottom w:w="0" w:type="dxa"/>
          </w:tblCellMar>
        </w:tblPrEx>
        <w:trPr>
          <w:cantSplit/>
        </w:trPr>
        <w:tc>
          <w:tcPr>
            <w:tcW w:w="7938" w:type="dxa"/>
            <w:gridSpan w:val="4"/>
            <w:shd w:val="clear" w:color="auto" w:fill="998877"/>
          </w:tcPr>
          <w:p w14:paraId="6AA86EEC" w14:textId="197B8426" w:rsidR="001F5B4D" w:rsidRPr="001F5B4D" w:rsidRDefault="001F5B4D" w:rsidP="001F5B4D">
            <w:pPr>
              <w:rPr>
                <w:b/>
              </w:rPr>
            </w:pPr>
            <w:r w:rsidRPr="001F5B4D">
              <w:rPr>
                <w:b/>
              </w:rPr>
              <w:t>Susceptibility</w:t>
            </w:r>
          </w:p>
        </w:tc>
      </w:tr>
      <w:tr w:rsidR="001F5B4D" w:rsidRPr="001F5B4D" w14:paraId="020AEB41" w14:textId="77777777" w:rsidTr="001F5B4D">
        <w:tblPrEx>
          <w:tblCellMar>
            <w:top w:w="0" w:type="dxa"/>
            <w:bottom w:w="0" w:type="dxa"/>
          </w:tblCellMar>
        </w:tblPrEx>
        <w:trPr>
          <w:cantSplit/>
        </w:trPr>
        <w:tc>
          <w:tcPr>
            <w:tcW w:w="2551" w:type="dxa"/>
            <w:shd w:val="clear" w:color="auto" w:fill="998877"/>
          </w:tcPr>
          <w:p w14:paraId="51A35FC4" w14:textId="328977B4" w:rsidR="001F5B4D" w:rsidRPr="001F5B4D" w:rsidRDefault="001F5B4D" w:rsidP="001F5B4D">
            <w:r w:rsidRPr="001F5B4D">
              <w:lastRenderedPageBreak/>
              <w:t>Areal overlap (availability)</w:t>
            </w:r>
          </w:p>
        </w:tc>
        <w:tc>
          <w:tcPr>
            <w:tcW w:w="4536" w:type="dxa"/>
            <w:gridSpan w:val="2"/>
          </w:tcPr>
          <w:p w14:paraId="039DC3C4" w14:textId="5EC1FC52" w:rsidR="001F5B4D" w:rsidRPr="001F5B4D" w:rsidRDefault="001F5B4D" w:rsidP="001F5B4D">
            <w:r w:rsidRPr="001F5B4D">
              <w:t>Southeast Atlantic distribution, but catches reported elsewhere.</w:t>
            </w:r>
          </w:p>
        </w:tc>
        <w:tc>
          <w:tcPr>
            <w:tcW w:w="851" w:type="dxa"/>
          </w:tcPr>
          <w:p w14:paraId="566BD659" w14:textId="52F9BE03" w:rsidR="001F5B4D" w:rsidRPr="001F5B4D" w:rsidRDefault="001F5B4D" w:rsidP="001F5B4D">
            <w:r w:rsidRPr="001F5B4D">
              <w:t>1</w:t>
            </w:r>
          </w:p>
        </w:tc>
      </w:tr>
      <w:tr w:rsidR="001F5B4D" w:rsidRPr="001F5B4D" w14:paraId="2D88FD66" w14:textId="77777777" w:rsidTr="001F5B4D">
        <w:tblPrEx>
          <w:tblCellMar>
            <w:top w:w="0" w:type="dxa"/>
            <w:bottom w:w="0" w:type="dxa"/>
          </w:tblCellMar>
        </w:tblPrEx>
        <w:trPr>
          <w:cantSplit/>
        </w:trPr>
        <w:tc>
          <w:tcPr>
            <w:tcW w:w="2551" w:type="dxa"/>
            <w:shd w:val="clear" w:color="auto" w:fill="998877"/>
          </w:tcPr>
          <w:p w14:paraId="77EFC4B2" w14:textId="51FB6C54" w:rsidR="001F5B4D" w:rsidRPr="001F5B4D" w:rsidRDefault="001F5B4D" w:rsidP="001F5B4D">
            <w:r w:rsidRPr="001F5B4D">
              <w:t>Encounterability</w:t>
            </w:r>
          </w:p>
        </w:tc>
        <w:tc>
          <w:tcPr>
            <w:tcW w:w="4536" w:type="dxa"/>
            <w:gridSpan w:val="2"/>
          </w:tcPr>
          <w:p w14:paraId="4459E7B0" w14:textId="3577BA4B" w:rsidR="001F5B4D" w:rsidRPr="001F5B4D" w:rsidRDefault="001F5B4D" w:rsidP="001F5B4D">
            <w:r w:rsidRPr="001F5B4D">
              <w:t>The depth range of the species is 10-780m. For surface gears, the vertical overlap index with this species is 11.80%. This species is demersal.</w:t>
            </w:r>
          </w:p>
        </w:tc>
        <w:tc>
          <w:tcPr>
            <w:tcW w:w="851" w:type="dxa"/>
          </w:tcPr>
          <w:p w14:paraId="481A21A1" w14:textId="4D3298AD" w:rsidR="001F5B4D" w:rsidRPr="001F5B4D" w:rsidRDefault="001F5B4D" w:rsidP="001F5B4D">
            <w:r w:rsidRPr="001F5B4D">
              <w:t>1</w:t>
            </w:r>
          </w:p>
        </w:tc>
      </w:tr>
      <w:tr w:rsidR="001F5B4D" w:rsidRPr="001F5B4D" w14:paraId="7612EAE7" w14:textId="77777777" w:rsidTr="001F5B4D">
        <w:tblPrEx>
          <w:tblCellMar>
            <w:top w:w="0" w:type="dxa"/>
            <w:bottom w:w="0" w:type="dxa"/>
          </w:tblCellMar>
        </w:tblPrEx>
        <w:trPr>
          <w:cantSplit/>
        </w:trPr>
        <w:tc>
          <w:tcPr>
            <w:tcW w:w="2551" w:type="dxa"/>
            <w:shd w:val="clear" w:color="auto" w:fill="998877"/>
          </w:tcPr>
          <w:p w14:paraId="7B6DF8B5" w14:textId="2917FEFD" w:rsidR="001F5B4D" w:rsidRPr="001F5B4D" w:rsidRDefault="001F5B4D" w:rsidP="001F5B4D">
            <w:r w:rsidRPr="001F5B4D">
              <w:t>Selectivity</w:t>
            </w:r>
          </w:p>
        </w:tc>
        <w:tc>
          <w:tcPr>
            <w:tcW w:w="4536" w:type="dxa"/>
            <w:gridSpan w:val="2"/>
          </w:tcPr>
          <w:p w14:paraId="44EB42F9" w14:textId="189DF718" w:rsidR="001F5B4D" w:rsidRPr="001F5B4D" w:rsidRDefault="001F5B4D" w:rsidP="001F5B4D">
            <w:r w:rsidRPr="001F5B4D">
              <w:t>The maximum length of the species is 100cm. For tropical surface fisheries, the length overlap index with this species is 90.91%.</w:t>
            </w:r>
          </w:p>
        </w:tc>
        <w:tc>
          <w:tcPr>
            <w:tcW w:w="851" w:type="dxa"/>
          </w:tcPr>
          <w:p w14:paraId="107510D1" w14:textId="7F1D1C9F" w:rsidR="001F5B4D" w:rsidRPr="001F5B4D" w:rsidRDefault="001F5B4D" w:rsidP="001F5B4D">
            <w:r w:rsidRPr="001F5B4D">
              <w:t>3</w:t>
            </w:r>
          </w:p>
        </w:tc>
      </w:tr>
      <w:tr w:rsidR="001F5B4D" w:rsidRPr="001F5B4D" w14:paraId="7E88D594" w14:textId="77777777" w:rsidTr="001F5B4D">
        <w:tblPrEx>
          <w:tblCellMar>
            <w:top w:w="0" w:type="dxa"/>
            <w:bottom w:w="0" w:type="dxa"/>
          </w:tblCellMar>
        </w:tblPrEx>
        <w:trPr>
          <w:cantSplit/>
        </w:trPr>
        <w:tc>
          <w:tcPr>
            <w:tcW w:w="2551" w:type="dxa"/>
            <w:shd w:val="clear" w:color="auto" w:fill="998877"/>
          </w:tcPr>
          <w:p w14:paraId="4ECA9CF9" w14:textId="1ADFF5DA" w:rsidR="001F5B4D" w:rsidRPr="001F5B4D" w:rsidRDefault="001F5B4D" w:rsidP="001F5B4D">
            <w:r w:rsidRPr="001F5B4D">
              <w:t>Post capture mortality</w:t>
            </w:r>
          </w:p>
        </w:tc>
        <w:tc>
          <w:tcPr>
            <w:tcW w:w="4536" w:type="dxa"/>
            <w:gridSpan w:val="2"/>
            <w:tcBorders>
              <w:bottom w:val="single" w:sz="4" w:space="0" w:color="auto"/>
            </w:tcBorders>
          </w:tcPr>
          <w:p w14:paraId="4DF4DC71" w14:textId="1CE769DD" w:rsidR="001F5B4D" w:rsidRPr="001F5B4D" w:rsidRDefault="001F5B4D" w:rsidP="001F5B4D">
            <w:r w:rsidRPr="001F5B4D">
              <w:t>No direct evidence of survival after capture.</w:t>
            </w:r>
          </w:p>
        </w:tc>
        <w:tc>
          <w:tcPr>
            <w:tcW w:w="851" w:type="dxa"/>
          </w:tcPr>
          <w:p w14:paraId="45B9A8AD" w14:textId="74D50991" w:rsidR="001F5B4D" w:rsidRPr="001F5B4D" w:rsidRDefault="001F5B4D" w:rsidP="001F5B4D">
            <w:r w:rsidRPr="001F5B4D">
              <w:t>3</w:t>
            </w:r>
          </w:p>
        </w:tc>
      </w:tr>
      <w:tr w:rsidR="001F5B4D" w:rsidRPr="001F5B4D" w14:paraId="65881643" w14:textId="77777777" w:rsidTr="001F5B4D">
        <w:tblPrEx>
          <w:tblCellMar>
            <w:top w:w="0" w:type="dxa"/>
            <w:bottom w:w="0" w:type="dxa"/>
          </w:tblCellMar>
        </w:tblPrEx>
        <w:trPr>
          <w:cantSplit/>
        </w:trPr>
        <w:tc>
          <w:tcPr>
            <w:tcW w:w="2551" w:type="dxa"/>
            <w:shd w:val="clear" w:color="auto" w:fill="998877"/>
          </w:tcPr>
          <w:p w14:paraId="62767BB6" w14:textId="77777777" w:rsidR="001F5B4D" w:rsidRPr="001F5B4D" w:rsidRDefault="001F5B4D" w:rsidP="001F5B4D"/>
        </w:tc>
        <w:tc>
          <w:tcPr>
            <w:tcW w:w="4536" w:type="dxa"/>
            <w:gridSpan w:val="2"/>
            <w:tcBorders>
              <w:bottom w:val="single" w:sz="4" w:space="0" w:color="auto"/>
            </w:tcBorders>
            <w:shd w:val="clear" w:color="auto" w:fill="998877"/>
          </w:tcPr>
          <w:p w14:paraId="7674D326" w14:textId="2BDCE80D" w:rsidR="001F5B4D" w:rsidRPr="001F5B4D" w:rsidRDefault="001F5B4D" w:rsidP="001F5B4D">
            <w:r w:rsidRPr="001F5B4D">
              <w:t>Susceptibility score</w:t>
            </w:r>
          </w:p>
        </w:tc>
        <w:tc>
          <w:tcPr>
            <w:tcW w:w="851" w:type="dxa"/>
          </w:tcPr>
          <w:p w14:paraId="7AD5576E" w14:textId="54BF159C" w:rsidR="001F5B4D" w:rsidRPr="001F5B4D" w:rsidRDefault="001F5B4D" w:rsidP="001F5B4D">
            <w:r w:rsidRPr="001F5B4D">
              <w:t>1.20</w:t>
            </w:r>
          </w:p>
        </w:tc>
      </w:tr>
      <w:tr w:rsidR="001F5B4D" w:rsidRPr="001F5B4D" w14:paraId="63C355D6" w14:textId="77777777" w:rsidTr="001F5B4D">
        <w:tblPrEx>
          <w:tblCellMar>
            <w:top w:w="0" w:type="dxa"/>
            <w:bottom w:w="0" w:type="dxa"/>
          </w:tblCellMar>
        </w:tblPrEx>
        <w:trPr>
          <w:cantSplit/>
        </w:trPr>
        <w:tc>
          <w:tcPr>
            <w:tcW w:w="2551" w:type="dxa"/>
            <w:shd w:val="clear" w:color="auto" w:fill="998877"/>
          </w:tcPr>
          <w:p w14:paraId="30CAF98F" w14:textId="77777777" w:rsidR="001F5B4D" w:rsidRPr="001F5B4D" w:rsidRDefault="001F5B4D" w:rsidP="001F5B4D"/>
        </w:tc>
        <w:tc>
          <w:tcPr>
            <w:tcW w:w="4536" w:type="dxa"/>
            <w:gridSpan w:val="2"/>
            <w:shd w:val="clear" w:color="auto" w:fill="998877"/>
          </w:tcPr>
          <w:p w14:paraId="75D4A808" w14:textId="41ACE82D" w:rsidR="001F5B4D" w:rsidRPr="001F5B4D" w:rsidRDefault="001F5B4D" w:rsidP="001F5B4D">
            <w:r w:rsidRPr="001F5B4D">
              <w:t>Vulnerability score</w:t>
            </w:r>
          </w:p>
        </w:tc>
        <w:tc>
          <w:tcPr>
            <w:tcW w:w="851" w:type="dxa"/>
          </w:tcPr>
          <w:p w14:paraId="7A3F26E0" w14:textId="2153CC68" w:rsidR="001F5B4D" w:rsidRPr="001F5B4D" w:rsidRDefault="001F5B4D" w:rsidP="001F5B4D">
            <w:r w:rsidRPr="001F5B4D">
              <w:t>2.58</w:t>
            </w:r>
          </w:p>
        </w:tc>
      </w:tr>
    </w:tbl>
    <w:p w14:paraId="4E6B15DD" w14:textId="26D58541"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C2A5B2C"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5" w:name="T_SPZ" w:colFirst="0" w:colLast="0"/>
          <w:p w14:paraId="046E7F77" w14:textId="150ED6DC" w:rsidR="001F5B4D" w:rsidRPr="001F5B4D" w:rsidRDefault="001F5B4D" w:rsidP="001F5B4D">
            <w:pPr>
              <w:rPr>
                <w:b/>
              </w:rPr>
            </w:pPr>
            <w:r w:rsidRPr="001F5B4D">
              <w:rPr>
                <w:b/>
              </w:rPr>
              <w:fldChar w:fldCharType="begin"/>
            </w:r>
            <w:r w:rsidRPr="001F5B4D">
              <w:rPr>
                <w:b/>
              </w:rPr>
              <w:instrText xml:space="preserve"> HYPERLINK  \l "S_SPZ" \o "PSA Score" </w:instrText>
            </w:r>
            <w:r w:rsidRPr="001F5B4D">
              <w:rPr>
                <w:b/>
              </w:rPr>
            </w:r>
            <w:r w:rsidRPr="001F5B4D">
              <w:rPr>
                <w:b/>
              </w:rPr>
              <w:fldChar w:fldCharType="separate"/>
            </w:r>
            <w:r w:rsidRPr="001F5B4D">
              <w:rPr>
                <w:rStyle w:val="Hyperlink"/>
                <w:b/>
              </w:rPr>
              <w:t>Smooth hammerhead</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2087934B" w14:textId="4B984013" w:rsidR="001F5B4D" w:rsidRPr="001F5B4D" w:rsidRDefault="001F5B4D" w:rsidP="001F5B4D">
            <w:pPr>
              <w:rPr>
                <w:b/>
                <w:i/>
              </w:rPr>
            </w:pPr>
            <w:r w:rsidRPr="001F5B4D">
              <w:rPr>
                <w:b/>
                <w:i/>
              </w:rPr>
              <w:t>Sphyrna zygaena</w:t>
            </w:r>
          </w:p>
        </w:tc>
      </w:tr>
      <w:bookmarkEnd w:id="165"/>
      <w:tr w:rsidR="001F5B4D" w:rsidRPr="001F5B4D" w14:paraId="74B80EB4" w14:textId="77777777" w:rsidTr="00EB3DAF">
        <w:tblPrEx>
          <w:tblCellMar>
            <w:top w:w="0" w:type="dxa"/>
            <w:bottom w:w="0" w:type="dxa"/>
          </w:tblCellMar>
        </w:tblPrEx>
        <w:trPr>
          <w:cantSplit/>
        </w:trPr>
        <w:tc>
          <w:tcPr>
            <w:tcW w:w="7938" w:type="dxa"/>
            <w:gridSpan w:val="4"/>
            <w:shd w:val="clear" w:color="auto" w:fill="998877"/>
          </w:tcPr>
          <w:p w14:paraId="38BAE38B" w14:textId="2C5D0A3C" w:rsidR="001F5B4D" w:rsidRPr="001F5B4D" w:rsidRDefault="001F5B4D" w:rsidP="001F5B4D">
            <w:pPr>
              <w:rPr>
                <w:b/>
              </w:rPr>
            </w:pPr>
            <w:r w:rsidRPr="001F5B4D">
              <w:rPr>
                <w:b/>
              </w:rPr>
              <w:t>Productivity</w:t>
            </w:r>
          </w:p>
        </w:tc>
      </w:tr>
      <w:tr w:rsidR="001F5B4D" w:rsidRPr="001F5B4D" w14:paraId="15B2527A" w14:textId="77777777" w:rsidTr="001F5B4D">
        <w:tblPrEx>
          <w:tblCellMar>
            <w:top w:w="0" w:type="dxa"/>
            <w:bottom w:w="0" w:type="dxa"/>
          </w:tblCellMar>
        </w:tblPrEx>
        <w:trPr>
          <w:cantSplit/>
        </w:trPr>
        <w:tc>
          <w:tcPr>
            <w:tcW w:w="2551" w:type="dxa"/>
            <w:shd w:val="clear" w:color="auto" w:fill="998877"/>
          </w:tcPr>
          <w:p w14:paraId="54190CF8" w14:textId="085E6290" w:rsidR="001F5B4D" w:rsidRPr="001F5B4D" w:rsidRDefault="001F5B4D" w:rsidP="001F5B4D">
            <w:r w:rsidRPr="001F5B4D">
              <w:t>Average age at maturity</w:t>
            </w:r>
          </w:p>
        </w:tc>
        <w:tc>
          <w:tcPr>
            <w:tcW w:w="4536" w:type="dxa"/>
            <w:gridSpan w:val="2"/>
          </w:tcPr>
          <w:p w14:paraId="6013706A" w14:textId="27F7DBB9" w:rsidR="001F5B4D" w:rsidRPr="001F5B4D" w:rsidRDefault="001F5B4D" w:rsidP="001F5B4D">
            <w:r w:rsidRPr="001F5B4D">
              <w:t>The score is based on the maximum risk score in the family Agonidae, which included 1 species.</w:t>
            </w:r>
          </w:p>
        </w:tc>
        <w:tc>
          <w:tcPr>
            <w:tcW w:w="851" w:type="dxa"/>
          </w:tcPr>
          <w:p w14:paraId="64CC890B" w14:textId="6AB4FE87" w:rsidR="001F5B4D" w:rsidRPr="001F5B4D" w:rsidRDefault="001F5B4D" w:rsidP="001F5B4D">
            <w:r w:rsidRPr="001F5B4D">
              <w:t>2</w:t>
            </w:r>
          </w:p>
        </w:tc>
      </w:tr>
      <w:tr w:rsidR="001F5B4D" w:rsidRPr="001F5B4D" w14:paraId="5CAC9883" w14:textId="77777777" w:rsidTr="001F5B4D">
        <w:tblPrEx>
          <w:tblCellMar>
            <w:top w:w="0" w:type="dxa"/>
            <w:bottom w:w="0" w:type="dxa"/>
          </w:tblCellMar>
        </w:tblPrEx>
        <w:trPr>
          <w:cantSplit/>
        </w:trPr>
        <w:tc>
          <w:tcPr>
            <w:tcW w:w="2551" w:type="dxa"/>
            <w:shd w:val="clear" w:color="auto" w:fill="998877"/>
          </w:tcPr>
          <w:p w14:paraId="7512BFE0" w14:textId="3C957555" w:rsidR="001F5B4D" w:rsidRPr="001F5B4D" w:rsidRDefault="001F5B4D" w:rsidP="001F5B4D">
            <w:r w:rsidRPr="001F5B4D">
              <w:t>Average max age</w:t>
            </w:r>
          </w:p>
        </w:tc>
        <w:tc>
          <w:tcPr>
            <w:tcW w:w="4536" w:type="dxa"/>
            <w:gridSpan w:val="2"/>
          </w:tcPr>
          <w:p w14:paraId="6B57DEFF" w14:textId="4CC3141F" w:rsidR="001F5B4D" w:rsidRPr="001F5B4D" w:rsidRDefault="001F5B4D" w:rsidP="001F5B4D">
            <w:r w:rsidRPr="001F5B4D">
              <w:t>The score is based on the maximum risk score in the family Agonidae, which included 1 species.</w:t>
            </w:r>
          </w:p>
        </w:tc>
        <w:tc>
          <w:tcPr>
            <w:tcW w:w="851" w:type="dxa"/>
          </w:tcPr>
          <w:p w14:paraId="2512C8C3" w14:textId="72E7C5B8" w:rsidR="001F5B4D" w:rsidRPr="001F5B4D" w:rsidRDefault="001F5B4D" w:rsidP="001F5B4D">
            <w:r w:rsidRPr="001F5B4D">
              <w:t>3</w:t>
            </w:r>
          </w:p>
        </w:tc>
      </w:tr>
      <w:tr w:rsidR="001F5B4D" w:rsidRPr="001F5B4D" w14:paraId="76B5187D" w14:textId="77777777" w:rsidTr="001F5B4D">
        <w:tblPrEx>
          <w:tblCellMar>
            <w:top w:w="0" w:type="dxa"/>
            <w:bottom w:w="0" w:type="dxa"/>
          </w:tblCellMar>
        </w:tblPrEx>
        <w:trPr>
          <w:cantSplit/>
        </w:trPr>
        <w:tc>
          <w:tcPr>
            <w:tcW w:w="2551" w:type="dxa"/>
            <w:shd w:val="clear" w:color="auto" w:fill="998877"/>
          </w:tcPr>
          <w:p w14:paraId="6463B1DA" w14:textId="40992997" w:rsidR="001F5B4D" w:rsidRPr="001F5B4D" w:rsidRDefault="001F5B4D" w:rsidP="001F5B4D">
            <w:r w:rsidRPr="001F5B4D">
              <w:t>Fecundity</w:t>
            </w:r>
          </w:p>
        </w:tc>
        <w:tc>
          <w:tcPr>
            <w:tcW w:w="4536" w:type="dxa"/>
            <w:gridSpan w:val="2"/>
          </w:tcPr>
          <w:p w14:paraId="5FAAF759" w14:textId="4EDD6889" w:rsidR="001F5B4D" w:rsidRPr="001F5B4D" w:rsidRDefault="001F5B4D" w:rsidP="001F5B4D">
            <w:r w:rsidRPr="001F5B4D">
              <w:t>Species fecundity is 20 eggs/year, which is lower than the highest risk value (100).</w:t>
            </w:r>
          </w:p>
        </w:tc>
        <w:tc>
          <w:tcPr>
            <w:tcW w:w="851" w:type="dxa"/>
          </w:tcPr>
          <w:p w14:paraId="3CDFF48A" w14:textId="1F003214" w:rsidR="001F5B4D" w:rsidRPr="001F5B4D" w:rsidRDefault="001F5B4D" w:rsidP="001F5B4D">
            <w:r w:rsidRPr="001F5B4D">
              <w:t>3</w:t>
            </w:r>
          </w:p>
        </w:tc>
      </w:tr>
      <w:tr w:rsidR="001F5B4D" w:rsidRPr="001F5B4D" w14:paraId="63C07BF9" w14:textId="77777777" w:rsidTr="001F5B4D">
        <w:tblPrEx>
          <w:tblCellMar>
            <w:top w:w="0" w:type="dxa"/>
            <w:bottom w:w="0" w:type="dxa"/>
          </w:tblCellMar>
        </w:tblPrEx>
        <w:trPr>
          <w:cantSplit/>
        </w:trPr>
        <w:tc>
          <w:tcPr>
            <w:tcW w:w="2551" w:type="dxa"/>
            <w:shd w:val="clear" w:color="auto" w:fill="998877"/>
          </w:tcPr>
          <w:p w14:paraId="1C7962C2" w14:textId="658DE8BA" w:rsidR="001F5B4D" w:rsidRPr="001F5B4D" w:rsidRDefault="001F5B4D" w:rsidP="001F5B4D">
            <w:r w:rsidRPr="001F5B4D">
              <w:t>Average max size</w:t>
            </w:r>
          </w:p>
        </w:tc>
        <w:tc>
          <w:tcPr>
            <w:tcW w:w="4536" w:type="dxa"/>
            <w:gridSpan w:val="2"/>
          </w:tcPr>
          <w:p w14:paraId="77CE5CF4" w14:textId="10262202" w:rsidR="001F5B4D" w:rsidRPr="001F5B4D" w:rsidRDefault="001F5B4D" w:rsidP="001F5B4D">
            <w:r w:rsidRPr="001F5B4D">
              <w:t>Species maximum length is 500, which is higher than the highest risk value (300cm).</w:t>
            </w:r>
          </w:p>
        </w:tc>
        <w:tc>
          <w:tcPr>
            <w:tcW w:w="851" w:type="dxa"/>
          </w:tcPr>
          <w:p w14:paraId="42D0EA7C" w14:textId="21F35290" w:rsidR="001F5B4D" w:rsidRPr="001F5B4D" w:rsidRDefault="001F5B4D" w:rsidP="001F5B4D">
            <w:r w:rsidRPr="001F5B4D">
              <w:t>3</w:t>
            </w:r>
          </w:p>
        </w:tc>
      </w:tr>
      <w:tr w:rsidR="001F5B4D" w:rsidRPr="001F5B4D" w14:paraId="28B84FA3" w14:textId="77777777" w:rsidTr="001F5B4D">
        <w:tblPrEx>
          <w:tblCellMar>
            <w:top w:w="0" w:type="dxa"/>
            <w:bottom w:w="0" w:type="dxa"/>
          </w:tblCellMar>
        </w:tblPrEx>
        <w:trPr>
          <w:cantSplit/>
        </w:trPr>
        <w:tc>
          <w:tcPr>
            <w:tcW w:w="2551" w:type="dxa"/>
            <w:shd w:val="clear" w:color="auto" w:fill="998877"/>
          </w:tcPr>
          <w:p w14:paraId="6A60F2FF" w14:textId="0EB31BC2" w:rsidR="001F5B4D" w:rsidRPr="001F5B4D" w:rsidRDefault="001F5B4D" w:rsidP="001F5B4D">
            <w:r w:rsidRPr="001F5B4D">
              <w:t>Average size at maturity</w:t>
            </w:r>
          </w:p>
        </w:tc>
        <w:tc>
          <w:tcPr>
            <w:tcW w:w="4536" w:type="dxa"/>
            <w:gridSpan w:val="2"/>
          </w:tcPr>
          <w:p w14:paraId="2456FDED" w14:textId="083C92DC" w:rsidR="001F5B4D" w:rsidRPr="001F5B4D" w:rsidRDefault="001F5B4D" w:rsidP="001F5B4D">
            <w:r w:rsidRPr="001F5B4D">
              <w:t>Species length at maturity is 265, which is higher than the highest risk value (200cm).</w:t>
            </w:r>
          </w:p>
        </w:tc>
        <w:tc>
          <w:tcPr>
            <w:tcW w:w="851" w:type="dxa"/>
          </w:tcPr>
          <w:p w14:paraId="3858260B" w14:textId="16DAA9F0" w:rsidR="001F5B4D" w:rsidRPr="001F5B4D" w:rsidRDefault="001F5B4D" w:rsidP="001F5B4D">
            <w:r w:rsidRPr="001F5B4D">
              <w:t>3</w:t>
            </w:r>
          </w:p>
        </w:tc>
      </w:tr>
      <w:tr w:rsidR="001F5B4D" w:rsidRPr="001F5B4D" w14:paraId="5AF12543" w14:textId="77777777" w:rsidTr="001F5B4D">
        <w:tblPrEx>
          <w:tblCellMar>
            <w:top w:w="0" w:type="dxa"/>
            <w:bottom w:w="0" w:type="dxa"/>
          </w:tblCellMar>
        </w:tblPrEx>
        <w:trPr>
          <w:cantSplit/>
        </w:trPr>
        <w:tc>
          <w:tcPr>
            <w:tcW w:w="2551" w:type="dxa"/>
            <w:shd w:val="clear" w:color="auto" w:fill="998877"/>
          </w:tcPr>
          <w:p w14:paraId="41D3D94F" w14:textId="5DB60F83" w:rsidR="001F5B4D" w:rsidRPr="001F5B4D" w:rsidRDefault="001F5B4D" w:rsidP="001F5B4D">
            <w:r w:rsidRPr="001F5B4D">
              <w:t>Reproductive strategy</w:t>
            </w:r>
          </w:p>
        </w:tc>
        <w:tc>
          <w:tcPr>
            <w:tcW w:w="4536" w:type="dxa"/>
            <w:gridSpan w:val="2"/>
          </w:tcPr>
          <w:p w14:paraId="77449545" w14:textId="2C7DFEB1" w:rsidR="001F5B4D" w:rsidRPr="001F5B4D" w:rsidRDefault="001F5B4D" w:rsidP="001F5B4D">
            <w:r w:rsidRPr="001F5B4D">
              <w:t>Species reproductive strategy is live bearer, which is high risk.</w:t>
            </w:r>
          </w:p>
        </w:tc>
        <w:tc>
          <w:tcPr>
            <w:tcW w:w="851" w:type="dxa"/>
          </w:tcPr>
          <w:p w14:paraId="1D1F75A6" w14:textId="78A08791" w:rsidR="001F5B4D" w:rsidRPr="001F5B4D" w:rsidRDefault="001F5B4D" w:rsidP="001F5B4D">
            <w:r w:rsidRPr="001F5B4D">
              <w:t>3</w:t>
            </w:r>
          </w:p>
        </w:tc>
      </w:tr>
      <w:tr w:rsidR="001F5B4D" w:rsidRPr="001F5B4D" w14:paraId="4DBEB307" w14:textId="77777777" w:rsidTr="001F5B4D">
        <w:tblPrEx>
          <w:tblCellMar>
            <w:top w:w="0" w:type="dxa"/>
            <w:bottom w:w="0" w:type="dxa"/>
          </w:tblCellMar>
        </w:tblPrEx>
        <w:trPr>
          <w:cantSplit/>
        </w:trPr>
        <w:tc>
          <w:tcPr>
            <w:tcW w:w="2551" w:type="dxa"/>
            <w:shd w:val="clear" w:color="auto" w:fill="998877"/>
          </w:tcPr>
          <w:p w14:paraId="702F71E0" w14:textId="417DB984" w:rsidR="001F5B4D" w:rsidRPr="001F5B4D" w:rsidRDefault="001F5B4D" w:rsidP="001F5B4D">
            <w:r w:rsidRPr="001F5B4D">
              <w:t>Trophic level</w:t>
            </w:r>
          </w:p>
        </w:tc>
        <w:tc>
          <w:tcPr>
            <w:tcW w:w="4536" w:type="dxa"/>
            <w:gridSpan w:val="2"/>
            <w:tcBorders>
              <w:bottom w:val="single" w:sz="4" w:space="0" w:color="auto"/>
            </w:tcBorders>
          </w:tcPr>
          <w:p w14:paraId="673085D9" w14:textId="0F42CFE7" w:rsidR="001F5B4D" w:rsidRPr="001F5B4D" w:rsidRDefault="001F5B4D" w:rsidP="001F5B4D">
            <w:r w:rsidRPr="001F5B4D">
              <w:t>Species trophic level is 4.9, which is higher than the highest risk value (3.25).</w:t>
            </w:r>
          </w:p>
        </w:tc>
        <w:tc>
          <w:tcPr>
            <w:tcW w:w="851" w:type="dxa"/>
          </w:tcPr>
          <w:p w14:paraId="4B8BD031" w14:textId="112E8752" w:rsidR="001F5B4D" w:rsidRPr="001F5B4D" w:rsidRDefault="001F5B4D" w:rsidP="001F5B4D">
            <w:r w:rsidRPr="001F5B4D">
              <w:t>3</w:t>
            </w:r>
          </w:p>
        </w:tc>
      </w:tr>
      <w:tr w:rsidR="001F5B4D" w:rsidRPr="001F5B4D" w14:paraId="32F554A3"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27E6FB78" w14:textId="77777777" w:rsidR="001F5B4D" w:rsidRPr="001F5B4D" w:rsidRDefault="001F5B4D" w:rsidP="001F5B4D"/>
        </w:tc>
        <w:tc>
          <w:tcPr>
            <w:tcW w:w="4536" w:type="dxa"/>
            <w:gridSpan w:val="2"/>
            <w:tcBorders>
              <w:bottom w:val="single" w:sz="4" w:space="0" w:color="auto"/>
            </w:tcBorders>
            <w:shd w:val="clear" w:color="auto" w:fill="998877"/>
          </w:tcPr>
          <w:p w14:paraId="634A01F5" w14:textId="410A0352" w:rsidR="001F5B4D" w:rsidRPr="001F5B4D" w:rsidRDefault="001F5B4D" w:rsidP="001F5B4D">
            <w:r w:rsidRPr="001F5B4D">
              <w:t>Productivity score</w:t>
            </w:r>
          </w:p>
        </w:tc>
        <w:tc>
          <w:tcPr>
            <w:tcW w:w="851" w:type="dxa"/>
            <w:tcBorders>
              <w:bottom w:val="single" w:sz="4" w:space="0" w:color="auto"/>
            </w:tcBorders>
          </w:tcPr>
          <w:p w14:paraId="293A0C44" w14:textId="382E32E9" w:rsidR="001F5B4D" w:rsidRPr="001F5B4D" w:rsidRDefault="001F5B4D" w:rsidP="001F5B4D">
            <w:r w:rsidRPr="001F5B4D">
              <w:t>2.86</w:t>
            </w:r>
          </w:p>
        </w:tc>
      </w:tr>
      <w:tr w:rsidR="001F5B4D" w:rsidRPr="001F5B4D" w14:paraId="65A5E1FD" w14:textId="77777777" w:rsidTr="00E02991">
        <w:tblPrEx>
          <w:tblCellMar>
            <w:top w:w="0" w:type="dxa"/>
            <w:bottom w:w="0" w:type="dxa"/>
          </w:tblCellMar>
        </w:tblPrEx>
        <w:trPr>
          <w:cantSplit/>
        </w:trPr>
        <w:tc>
          <w:tcPr>
            <w:tcW w:w="7938" w:type="dxa"/>
            <w:gridSpan w:val="4"/>
            <w:shd w:val="clear" w:color="auto" w:fill="998877"/>
          </w:tcPr>
          <w:p w14:paraId="0166F3DC" w14:textId="6C7F8CB1" w:rsidR="001F5B4D" w:rsidRPr="001F5B4D" w:rsidRDefault="001F5B4D" w:rsidP="001F5B4D">
            <w:pPr>
              <w:rPr>
                <w:b/>
              </w:rPr>
            </w:pPr>
            <w:r w:rsidRPr="001F5B4D">
              <w:rPr>
                <w:b/>
              </w:rPr>
              <w:t>Susceptibility</w:t>
            </w:r>
          </w:p>
        </w:tc>
      </w:tr>
      <w:tr w:rsidR="001F5B4D" w:rsidRPr="001F5B4D" w14:paraId="2D93496F" w14:textId="77777777" w:rsidTr="001F5B4D">
        <w:tblPrEx>
          <w:tblCellMar>
            <w:top w:w="0" w:type="dxa"/>
            <w:bottom w:w="0" w:type="dxa"/>
          </w:tblCellMar>
        </w:tblPrEx>
        <w:trPr>
          <w:cantSplit/>
        </w:trPr>
        <w:tc>
          <w:tcPr>
            <w:tcW w:w="2551" w:type="dxa"/>
            <w:shd w:val="clear" w:color="auto" w:fill="998877"/>
          </w:tcPr>
          <w:p w14:paraId="27DB810D" w14:textId="7445420E" w:rsidR="001F5B4D" w:rsidRPr="001F5B4D" w:rsidRDefault="001F5B4D" w:rsidP="001F5B4D">
            <w:r w:rsidRPr="001F5B4D">
              <w:t>Areal overlap (availability)</w:t>
            </w:r>
          </w:p>
        </w:tc>
        <w:tc>
          <w:tcPr>
            <w:tcW w:w="4536" w:type="dxa"/>
            <w:gridSpan w:val="2"/>
          </w:tcPr>
          <w:p w14:paraId="2AF2A25F" w14:textId="200418AF" w:rsidR="001F5B4D" w:rsidRPr="001F5B4D" w:rsidRDefault="001F5B4D" w:rsidP="001F5B4D">
            <w:r w:rsidRPr="001F5B4D">
              <w:t>Worldwide pelagic distribution. Species is coastal.</w:t>
            </w:r>
          </w:p>
        </w:tc>
        <w:tc>
          <w:tcPr>
            <w:tcW w:w="851" w:type="dxa"/>
          </w:tcPr>
          <w:p w14:paraId="394BD766" w14:textId="5833C651" w:rsidR="001F5B4D" w:rsidRPr="001F5B4D" w:rsidRDefault="001F5B4D" w:rsidP="001F5B4D">
            <w:r w:rsidRPr="001F5B4D">
              <w:t>2</w:t>
            </w:r>
          </w:p>
        </w:tc>
      </w:tr>
      <w:tr w:rsidR="001F5B4D" w:rsidRPr="001F5B4D" w14:paraId="3752887B" w14:textId="77777777" w:rsidTr="001F5B4D">
        <w:tblPrEx>
          <w:tblCellMar>
            <w:top w:w="0" w:type="dxa"/>
            <w:bottom w:w="0" w:type="dxa"/>
          </w:tblCellMar>
        </w:tblPrEx>
        <w:trPr>
          <w:cantSplit/>
        </w:trPr>
        <w:tc>
          <w:tcPr>
            <w:tcW w:w="2551" w:type="dxa"/>
            <w:shd w:val="clear" w:color="auto" w:fill="998877"/>
          </w:tcPr>
          <w:p w14:paraId="0674F7F3" w14:textId="554BFBF9" w:rsidR="001F5B4D" w:rsidRPr="001F5B4D" w:rsidRDefault="001F5B4D" w:rsidP="001F5B4D">
            <w:r w:rsidRPr="001F5B4D">
              <w:t>Encounterability</w:t>
            </w:r>
          </w:p>
        </w:tc>
        <w:tc>
          <w:tcPr>
            <w:tcW w:w="4536" w:type="dxa"/>
            <w:gridSpan w:val="2"/>
          </w:tcPr>
          <w:p w14:paraId="5058E9D6" w14:textId="5F0E6489" w:rsidR="001F5B4D" w:rsidRPr="001F5B4D" w:rsidRDefault="001F5B4D" w:rsidP="001F5B4D">
            <w:r w:rsidRPr="001F5B4D">
              <w:t>The depth range of the species is 1-200m. For surface gears, the vertical overlap index with this species is 50.00%.</w:t>
            </w:r>
          </w:p>
        </w:tc>
        <w:tc>
          <w:tcPr>
            <w:tcW w:w="851" w:type="dxa"/>
          </w:tcPr>
          <w:p w14:paraId="7E0F984C" w14:textId="4633B6E2" w:rsidR="001F5B4D" w:rsidRPr="001F5B4D" w:rsidRDefault="001F5B4D" w:rsidP="001F5B4D">
            <w:r w:rsidRPr="001F5B4D">
              <w:t>3</w:t>
            </w:r>
          </w:p>
        </w:tc>
      </w:tr>
      <w:tr w:rsidR="001F5B4D" w:rsidRPr="001F5B4D" w14:paraId="3EA97696" w14:textId="77777777" w:rsidTr="001F5B4D">
        <w:tblPrEx>
          <w:tblCellMar>
            <w:top w:w="0" w:type="dxa"/>
            <w:bottom w:w="0" w:type="dxa"/>
          </w:tblCellMar>
        </w:tblPrEx>
        <w:trPr>
          <w:cantSplit/>
        </w:trPr>
        <w:tc>
          <w:tcPr>
            <w:tcW w:w="2551" w:type="dxa"/>
            <w:shd w:val="clear" w:color="auto" w:fill="998877"/>
          </w:tcPr>
          <w:p w14:paraId="744AADAC" w14:textId="48FBD125" w:rsidR="001F5B4D" w:rsidRPr="001F5B4D" w:rsidRDefault="001F5B4D" w:rsidP="001F5B4D">
            <w:r w:rsidRPr="001F5B4D">
              <w:t>Selectivity</w:t>
            </w:r>
          </w:p>
        </w:tc>
        <w:tc>
          <w:tcPr>
            <w:tcW w:w="4536" w:type="dxa"/>
            <w:gridSpan w:val="2"/>
          </w:tcPr>
          <w:p w14:paraId="6FF59B43" w14:textId="7F93587F" w:rsidR="001F5B4D" w:rsidRPr="001F5B4D" w:rsidRDefault="001F5B4D" w:rsidP="001F5B4D">
            <w:r w:rsidRPr="001F5B4D">
              <w:t>The maximum length of the species is 500cm. For tropical surface fisheries, the length overlap index with this species is 100.00%.</w:t>
            </w:r>
          </w:p>
        </w:tc>
        <w:tc>
          <w:tcPr>
            <w:tcW w:w="851" w:type="dxa"/>
          </w:tcPr>
          <w:p w14:paraId="3C525C3D" w14:textId="52B6FB18" w:rsidR="001F5B4D" w:rsidRPr="001F5B4D" w:rsidRDefault="001F5B4D" w:rsidP="001F5B4D">
            <w:r w:rsidRPr="001F5B4D">
              <w:t>3</w:t>
            </w:r>
          </w:p>
        </w:tc>
      </w:tr>
      <w:tr w:rsidR="001F5B4D" w:rsidRPr="001F5B4D" w14:paraId="0BD72EB1" w14:textId="77777777" w:rsidTr="001F5B4D">
        <w:tblPrEx>
          <w:tblCellMar>
            <w:top w:w="0" w:type="dxa"/>
            <w:bottom w:w="0" w:type="dxa"/>
          </w:tblCellMar>
        </w:tblPrEx>
        <w:trPr>
          <w:cantSplit/>
        </w:trPr>
        <w:tc>
          <w:tcPr>
            <w:tcW w:w="2551" w:type="dxa"/>
            <w:shd w:val="clear" w:color="auto" w:fill="998877"/>
          </w:tcPr>
          <w:p w14:paraId="06373DF3" w14:textId="50CBA468" w:rsidR="001F5B4D" w:rsidRPr="001F5B4D" w:rsidRDefault="001F5B4D" w:rsidP="001F5B4D">
            <w:r w:rsidRPr="001F5B4D">
              <w:t>Post capture mortality</w:t>
            </w:r>
          </w:p>
        </w:tc>
        <w:tc>
          <w:tcPr>
            <w:tcW w:w="4536" w:type="dxa"/>
            <w:gridSpan w:val="2"/>
            <w:tcBorders>
              <w:bottom w:val="single" w:sz="4" w:space="0" w:color="auto"/>
            </w:tcBorders>
          </w:tcPr>
          <w:p w14:paraId="10504482" w14:textId="2F6EF7B5" w:rsidR="001F5B4D" w:rsidRPr="001F5B4D" w:rsidRDefault="001F5B4D" w:rsidP="001F5B4D">
            <w:r w:rsidRPr="001F5B4D">
              <w:t>No direct evidence of survival after capture.</w:t>
            </w:r>
          </w:p>
        </w:tc>
        <w:tc>
          <w:tcPr>
            <w:tcW w:w="851" w:type="dxa"/>
          </w:tcPr>
          <w:p w14:paraId="7260EFAA" w14:textId="4F21B0FF" w:rsidR="001F5B4D" w:rsidRPr="001F5B4D" w:rsidRDefault="001F5B4D" w:rsidP="001F5B4D">
            <w:r w:rsidRPr="001F5B4D">
              <w:t>3</w:t>
            </w:r>
          </w:p>
        </w:tc>
      </w:tr>
      <w:tr w:rsidR="001F5B4D" w:rsidRPr="001F5B4D" w14:paraId="22498CAA" w14:textId="77777777" w:rsidTr="001F5B4D">
        <w:tblPrEx>
          <w:tblCellMar>
            <w:top w:w="0" w:type="dxa"/>
            <w:bottom w:w="0" w:type="dxa"/>
          </w:tblCellMar>
        </w:tblPrEx>
        <w:trPr>
          <w:cantSplit/>
        </w:trPr>
        <w:tc>
          <w:tcPr>
            <w:tcW w:w="2551" w:type="dxa"/>
            <w:shd w:val="clear" w:color="auto" w:fill="998877"/>
          </w:tcPr>
          <w:p w14:paraId="5926FF5C" w14:textId="77777777" w:rsidR="001F5B4D" w:rsidRPr="001F5B4D" w:rsidRDefault="001F5B4D" w:rsidP="001F5B4D"/>
        </w:tc>
        <w:tc>
          <w:tcPr>
            <w:tcW w:w="4536" w:type="dxa"/>
            <w:gridSpan w:val="2"/>
            <w:tcBorders>
              <w:bottom w:val="single" w:sz="4" w:space="0" w:color="auto"/>
            </w:tcBorders>
            <w:shd w:val="clear" w:color="auto" w:fill="998877"/>
          </w:tcPr>
          <w:p w14:paraId="481F5C11" w14:textId="5A900319" w:rsidR="001F5B4D" w:rsidRPr="001F5B4D" w:rsidRDefault="001F5B4D" w:rsidP="001F5B4D">
            <w:r w:rsidRPr="001F5B4D">
              <w:t>Susceptibility score</w:t>
            </w:r>
          </w:p>
        </w:tc>
        <w:tc>
          <w:tcPr>
            <w:tcW w:w="851" w:type="dxa"/>
          </w:tcPr>
          <w:p w14:paraId="761BC460" w14:textId="61D3B577" w:rsidR="001F5B4D" w:rsidRPr="001F5B4D" w:rsidRDefault="001F5B4D" w:rsidP="001F5B4D">
            <w:r w:rsidRPr="001F5B4D">
              <w:t>2.33</w:t>
            </w:r>
          </w:p>
        </w:tc>
      </w:tr>
      <w:tr w:rsidR="001F5B4D" w:rsidRPr="001F5B4D" w14:paraId="6D628179" w14:textId="77777777" w:rsidTr="001F5B4D">
        <w:tblPrEx>
          <w:tblCellMar>
            <w:top w:w="0" w:type="dxa"/>
            <w:bottom w:w="0" w:type="dxa"/>
          </w:tblCellMar>
        </w:tblPrEx>
        <w:trPr>
          <w:cantSplit/>
        </w:trPr>
        <w:tc>
          <w:tcPr>
            <w:tcW w:w="2551" w:type="dxa"/>
            <w:shd w:val="clear" w:color="auto" w:fill="998877"/>
          </w:tcPr>
          <w:p w14:paraId="7AA61DE9" w14:textId="77777777" w:rsidR="001F5B4D" w:rsidRPr="001F5B4D" w:rsidRDefault="001F5B4D" w:rsidP="001F5B4D"/>
        </w:tc>
        <w:tc>
          <w:tcPr>
            <w:tcW w:w="4536" w:type="dxa"/>
            <w:gridSpan w:val="2"/>
            <w:shd w:val="clear" w:color="auto" w:fill="998877"/>
          </w:tcPr>
          <w:p w14:paraId="51D670C6" w14:textId="11E578D7" w:rsidR="001F5B4D" w:rsidRPr="001F5B4D" w:rsidRDefault="001F5B4D" w:rsidP="001F5B4D">
            <w:r w:rsidRPr="001F5B4D">
              <w:t>Vulnerability score</w:t>
            </w:r>
          </w:p>
        </w:tc>
        <w:tc>
          <w:tcPr>
            <w:tcW w:w="851" w:type="dxa"/>
          </w:tcPr>
          <w:p w14:paraId="2AB142F5" w14:textId="2B598515" w:rsidR="001F5B4D" w:rsidRPr="001F5B4D" w:rsidRDefault="001F5B4D" w:rsidP="001F5B4D">
            <w:r w:rsidRPr="001F5B4D">
              <w:t>3.68</w:t>
            </w:r>
          </w:p>
        </w:tc>
      </w:tr>
    </w:tbl>
    <w:p w14:paraId="6865CF6D" w14:textId="24533A37"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594CC14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6" w:name="T_SHX" w:colFirst="0" w:colLast="0"/>
          <w:p w14:paraId="4B18BB32" w14:textId="0A82EDF2" w:rsidR="001F5B4D" w:rsidRPr="001F5B4D" w:rsidRDefault="001F5B4D" w:rsidP="001F5B4D">
            <w:pPr>
              <w:rPr>
                <w:b/>
              </w:rPr>
            </w:pPr>
            <w:r w:rsidRPr="001F5B4D">
              <w:rPr>
                <w:b/>
              </w:rPr>
              <w:fldChar w:fldCharType="begin"/>
            </w:r>
            <w:r w:rsidRPr="001F5B4D">
              <w:rPr>
                <w:b/>
              </w:rPr>
              <w:instrText xml:space="preserve"> HYPERLINK  \l "S_SHX" \o "PSA Score" </w:instrText>
            </w:r>
            <w:r w:rsidRPr="001F5B4D">
              <w:rPr>
                <w:b/>
              </w:rPr>
            </w:r>
            <w:r w:rsidRPr="001F5B4D">
              <w:rPr>
                <w:b/>
              </w:rPr>
              <w:fldChar w:fldCharType="separate"/>
            </w:r>
            <w:r w:rsidRPr="001F5B4D">
              <w:rPr>
                <w:rStyle w:val="Hyperlink"/>
                <w:b/>
              </w:rPr>
              <w:t>Dogfish sharks, etc. nei</w:t>
            </w:r>
            <w:r w:rsidRPr="001F5B4D">
              <w:rPr>
                <w:b/>
              </w:rPr>
              <w:fldChar w:fldCharType="end"/>
            </w:r>
          </w:p>
        </w:tc>
        <w:tc>
          <w:tcPr>
            <w:tcW w:w="3969" w:type="dxa"/>
            <w:gridSpan w:val="2"/>
            <w:tcBorders>
              <w:bottom w:val="single" w:sz="4" w:space="0" w:color="auto"/>
            </w:tcBorders>
            <w:shd w:val="clear" w:color="auto" w:fill="998877"/>
          </w:tcPr>
          <w:p w14:paraId="3AF80E63" w14:textId="34B59AA1" w:rsidR="001F5B4D" w:rsidRPr="001F5B4D" w:rsidRDefault="001F5B4D" w:rsidP="001F5B4D">
            <w:pPr>
              <w:rPr>
                <w:b/>
                <w:i/>
              </w:rPr>
            </w:pPr>
            <w:r w:rsidRPr="001F5B4D">
              <w:rPr>
                <w:b/>
                <w:i/>
              </w:rPr>
              <w:t>Squaliformes</w:t>
            </w:r>
          </w:p>
        </w:tc>
      </w:tr>
      <w:bookmarkEnd w:id="166"/>
      <w:tr w:rsidR="001F5B4D" w:rsidRPr="001F5B4D" w14:paraId="4EA8139C" w14:textId="77777777" w:rsidTr="000767D0">
        <w:tblPrEx>
          <w:tblCellMar>
            <w:top w:w="0" w:type="dxa"/>
            <w:bottom w:w="0" w:type="dxa"/>
          </w:tblCellMar>
        </w:tblPrEx>
        <w:trPr>
          <w:cantSplit/>
        </w:trPr>
        <w:tc>
          <w:tcPr>
            <w:tcW w:w="7938" w:type="dxa"/>
            <w:gridSpan w:val="4"/>
            <w:shd w:val="clear" w:color="auto" w:fill="998877"/>
          </w:tcPr>
          <w:p w14:paraId="7A1D3C88" w14:textId="67D69175" w:rsidR="001F5B4D" w:rsidRPr="001F5B4D" w:rsidRDefault="001F5B4D" w:rsidP="001F5B4D">
            <w:pPr>
              <w:rPr>
                <w:b/>
              </w:rPr>
            </w:pPr>
            <w:r w:rsidRPr="001F5B4D">
              <w:rPr>
                <w:b/>
              </w:rPr>
              <w:t>Productivity</w:t>
            </w:r>
          </w:p>
        </w:tc>
      </w:tr>
      <w:tr w:rsidR="001F5B4D" w:rsidRPr="001F5B4D" w14:paraId="27776204" w14:textId="77777777" w:rsidTr="001F5B4D">
        <w:tblPrEx>
          <w:tblCellMar>
            <w:top w:w="0" w:type="dxa"/>
            <w:bottom w:w="0" w:type="dxa"/>
          </w:tblCellMar>
        </w:tblPrEx>
        <w:trPr>
          <w:cantSplit/>
        </w:trPr>
        <w:tc>
          <w:tcPr>
            <w:tcW w:w="2551" w:type="dxa"/>
            <w:shd w:val="clear" w:color="auto" w:fill="998877"/>
          </w:tcPr>
          <w:p w14:paraId="21051839" w14:textId="2D97175D" w:rsidR="001F5B4D" w:rsidRPr="001F5B4D" w:rsidRDefault="001F5B4D" w:rsidP="001F5B4D">
            <w:r w:rsidRPr="001F5B4D">
              <w:t>Average age at maturity</w:t>
            </w:r>
          </w:p>
        </w:tc>
        <w:tc>
          <w:tcPr>
            <w:tcW w:w="4536" w:type="dxa"/>
            <w:gridSpan w:val="2"/>
          </w:tcPr>
          <w:p w14:paraId="5B7F004C" w14:textId="186806CE" w:rsidR="001F5B4D" w:rsidRPr="001F5B4D" w:rsidRDefault="001F5B4D" w:rsidP="001F5B4D">
            <w:r w:rsidRPr="001F5B4D">
              <w:t>The score is based on the maximum risk score in the family Scyliorhinidae, which included 1 species.</w:t>
            </w:r>
          </w:p>
        </w:tc>
        <w:tc>
          <w:tcPr>
            <w:tcW w:w="851" w:type="dxa"/>
          </w:tcPr>
          <w:p w14:paraId="323B494A" w14:textId="69D9D344" w:rsidR="001F5B4D" w:rsidRPr="001F5B4D" w:rsidRDefault="001F5B4D" w:rsidP="001F5B4D">
            <w:r w:rsidRPr="001F5B4D">
              <w:t>3</w:t>
            </w:r>
          </w:p>
        </w:tc>
      </w:tr>
      <w:tr w:rsidR="001F5B4D" w:rsidRPr="001F5B4D" w14:paraId="059B97B1" w14:textId="77777777" w:rsidTr="001F5B4D">
        <w:tblPrEx>
          <w:tblCellMar>
            <w:top w:w="0" w:type="dxa"/>
            <w:bottom w:w="0" w:type="dxa"/>
          </w:tblCellMar>
        </w:tblPrEx>
        <w:trPr>
          <w:cantSplit/>
        </w:trPr>
        <w:tc>
          <w:tcPr>
            <w:tcW w:w="2551" w:type="dxa"/>
            <w:shd w:val="clear" w:color="auto" w:fill="998877"/>
          </w:tcPr>
          <w:p w14:paraId="29F80DE5" w14:textId="648ACE03" w:rsidR="001F5B4D" w:rsidRPr="001F5B4D" w:rsidRDefault="001F5B4D" w:rsidP="001F5B4D">
            <w:r w:rsidRPr="001F5B4D">
              <w:t>Average max age</w:t>
            </w:r>
          </w:p>
        </w:tc>
        <w:tc>
          <w:tcPr>
            <w:tcW w:w="4536" w:type="dxa"/>
            <w:gridSpan w:val="2"/>
          </w:tcPr>
          <w:p w14:paraId="2C39C6E3" w14:textId="3C0E4206" w:rsidR="001F5B4D" w:rsidRPr="001F5B4D" w:rsidRDefault="001F5B4D" w:rsidP="001F5B4D">
            <w:r w:rsidRPr="001F5B4D">
              <w:t>The score is based on the maximum risk score in the family Scyliorhinidae, which included 1 species.</w:t>
            </w:r>
          </w:p>
        </w:tc>
        <w:tc>
          <w:tcPr>
            <w:tcW w:w="851" w:type="dxa"/>
          </w:tcPr>
          <w:p w14:paraId="3F8FAAE3" w14:textId="0A07C077" w:rsidR="001F5B4D" w:rsidRPr="001F5B4D" w:rsidRDefault="001F5B4D" w:rsidP="001F5B4D">
            <w:r w:rsidRPr="001F5B4D">
              <w:t>3</w:t>
            </w:r>
          </w:p>
        </w:tc>
      </w:tr>
      <w:tr w:rsidR="001F5B4D" w:rsidRPr="001F5B4D" w14:paraId="5860D0F1" w14:textId="77777777" w:rsidTr="001F5B4D">
        <w:tblPrEx>
          <w:tblCellMar>
            <w:top w:w="0" w:type="dxa"/>
            <w:bottom w:w="0" w:type="dxa"/>
          </w:tblCellMar>
        </w:tblPrEx>
        <w:trPr>
          <w:cantSplit/>
        </w:trPr>
        <w:tc>
          <w:tcPr>
            <w:tcW w:w="2551" w:type="dxa"/>
            <w:shd w:val="clear" w:color="auto" w:fill="998877"/>
          </w:tcPr>
          <w:p w14:paraId="3D1710E1" w14:textId="666F585D" w:rsidR="001F5B4D" w:rsidRPr="001F5B4D" w:rsidRDefault="001F5B4D" w:rsidP="001F5B4D">
            <w:r w:rsidRPr="001F5B4D">
              <w:lastRenderedPageBreak/>
              <w:t>Fecundity</w:t>
            </w:r>
          </w:p>
        </w:tc>
        <w:tc>
          <w:tcPr>
            <w:tcW w:w="4536" w:type="dxa"/>
            <w:gridSpan w:val="2"/>
          </w:tcPr>
          <w:p w14:paraId="38EF6EB1" w14:textId="589DDE65" w:rsidR="001F5B4D" w:rsidRPr="001F5B4D" w:rsidRDefault="001F5B4D" w:rsidP="001F5B4D">
            <w:r w:rsidRPr="001F5B4D">
              <w:t>The score is based on the maximum risk score in the family Scombridae, which included 27 species.</w:t>
            </w:r>
          </w:p>
        </w:tc>
        <w:tc>
          <w:tcPr>
            <w:tcW w:w="851" w:type="dxa"/>
          </w:tcPr>
          <w:p w14:paraId="547645CE" w14:textId="3B69B723" w:rsidR="001F5B4D" w:rsidRPr="001F5B4D" w:rsidRDefault="001F5B4D" w:rsidP="001F5B4D">
            <w:r w:rsidRPr="001F5B4D">
              <w:t>3</w:t>
            </w:r>
          </w:p>
        </w:tc>
      </w:tr>
      <w:tr w:rsidR="001F5B4D" w:rsidRPr="001F5B4D" w14:paraId="7F8F2ABA" w14:textId="77777777" w:rsidTr="001F5B4D">
        <w:tblPrEx>
          <w:tblCellMar>
            <w:top w:w="0" w:type="dxa"/>
            <w:bottom w:w="0" w:type="dxa"/>
          </w:tblCellMar>
        </w:tblPrEx>
        <w:trPr>
          <w:cantSplit/>
        </w:trPr>
        <w:tc>
          <w:tcPr>
            <w:tcW w:w="2551" w:type="dxa"/>
            <w:shd w:val="clear" w:color="auto" w:fill="998877"/>
          </w:tcPr>
          <w:p w14:paraId="153C96FA" w14:textId="61A38983" w:rsidR="001F5B4D" w:rsidRPr="001F5B4D" w:rsidRDefault="001F5B4D" w:rsidP="001F5B4D">
            <w:r w:rsidRPr="001F5B4D">
              <w:t>Average max size</w:t>
            </w:r>
          </w:p>
        </w:tc>
        <w:tc>
          <w:tcPr>
            <w:tcW w:w="4536" w:type="dxa"/>
            <w:gridSpan w:val="2"/>
          </w:tcPr>
          <w:p w14:paraId="5078BE19" w14:textId="59DF5196" w:rsidR="001F5B4D" w:rsidRPr="001F5B4D" w:rsidRDefault="001F5B4D" w:rsidP="001F5B4D">
            <w:r w:rsidRPr="001F5B4D">
              <w:t>The score is based on the maximum risk score in the family Etmopteridae, which included 5 species.</w:t>
            </w:r>
          </w:p>
        </w:tc>
        <w:tc>
          <w:tcPr>
            <w:tcW w:w="851" w:type="dxa"/>
          </w:tcPr>
          <w:p w14:paraId="4321B7A6" w14:textId="6749D004" w:rsidR="001F5B4D" w:rsidRPr="001F5B4D" w:rsidRDefault="001F5B4D" w:rsidP="001F5B4D">
            <w:r w:rsidRPr="001F5B4D">
              <w:t>2</w:t>
            </w:r>
          </w:p>
        </w:tc>
      </w:tr>
      <w:tr w:rsidR="001F5B4D" w:rsidRPr="001F5B4D" w14:paraId="66B20E81" w14:textId="77777777" w:rsidTr="001F5B4D">
        <w:tblPrEx>
          <w:tblCellMar>
            <w:top w:w="0" w:type="dxa"/>
            <w:bottom w:w="0" w:type="dxa"/>
          </w:tblCellMar>
        </w:tblPrEx>
        <w:trPr>
          <w:cantSplit/>
        </w:trPr>
        <w:tc>
          <w:tcPr>
            <w:tcW w:w="2551" w:type="dxa"/>
            <w:shd w:val="clear" w:color="auto" w:fill="998877"/>
          </w:tcPr>
          <w:p w14:paraId="32671017" w14:textId="15BE1235" w:rsidR="001F5B4D" w:rsidRPr="001F5B4D" w:rsidRDefault="001F5B4D" w:rsidP="001F5B4D">
            <w:r w:rsidRPr="001F5B4D">
              <w:t>Average size at maturity</w:t>
            </w:r>
          </w:p>
        </w:tc>
        <w:tc>
          <w:tcPr>
            <w:tcW w:w="4536" w:type="dxa"/>
            <w:gridSpan w:val="2"/>
          </w:tcPr>
          <w:p w14:paraId="36E11933" w14:textId="37CD2C2F" w:rsidR="001F5B4D" w:rsidRPr="001F5B4D" w:rsidRDefault="001F5B4D" w:rsidP="001F5B4D">
            <w:r w:rsidRPr="001F5B4D">
              <w:t>The score is based on the maximum risk score in the family Etmopteridae, which included 5 species.</w:t>
            </w:r>
          </w:p>
        </w:tc>
        <w:tc>
          <w:tcPr>
            <w:tcW w:w="851" w:type="dxa"/>
          </w:tcPr>
          <w:p w14:paraId="74908102" w14:textId="5524D200" w:rsidR="001F5B4D" w:rsidRPr="001F5B4D" w:rsidRDefault="001F5B4D" w:rsidP="001F5B4D">
            <w:r w:rsidRPr="001F5B4D">
              <w:t>2</w:t>
            </w:r>
          </w:p>
        </w:tc>
      </w:tr>
      <w:tr w:rsidR="001F5B4D" w:rsidRPr="001F5B4D" w14:paraId="34BFB327" w14:textId="77777777" w:rsidTr="001F5B4D">
        <w:tblPrEx>
          <w:tblCellMar>
            <w:top w:w="0" w:type="dxa"/>
            <w:bottom w:w="0" w:type="dxa"/>
          </w:tblCellMar>
        </w:tblPrEx>
        <w:trPr>
          <w:cantSplit/>
        </w:trPr>
        <w:tc>
          <w:tcPr>
            <w:tcW w:w="2551" w:type="dxa"/>
            <w:shd w:val="clear" w:color="auto" w:fill="998877"/>
          </w:tcPr>
          <w:p w14:paraId="57E3508A" w14:textId="00993C6B" w:rsidR="001F5B4D" w:rsidRPr="001F5B4D" w:rsidRDefault="001F5B4D" w:rsidP="001F5B4D">
            <w:r w:rsidRPr="001F5B4D">
              <w:t>Reproductive strategy</w:t>
            </w:r>
          </w:p>
        </w:tc>
        <w:tc>
          <w:tcPr>
            <w:tcW w:w="4536" w:type="dxa"/>
            <w:gridSpan w:val="2"/>
          </w:tcPr>
          <w:p w14:paraId="4695AAA1" w14:textId="11AF965D" w:rsidR="001F5B4D" w:rsidRPr="001F5B4D" w:rsidRDefault="001F5B4D" w:rsidP="001F5B4D">
            <w:r w:rsidRPr="001F5B4D">
              <w:t>The score is based on the maximum risk score in the family Etmopteridae, which included 5 species.</w:t>
            </w:r>
          </w:p>
        </w:tc>
        <w:tc>
          <w:tcPr>
            <w:tcW w:w="851" w:type="dxa"/>
          </w:tcPr>
          <w:p w14:paraId="76BFBCEC" w14:textId="182817D3" w:rsidR="001F5B4D" w:rsidRPr="001F5B4D" w:rsidRDefault="001F5B4D" w:rsidP="001F5B4D">
            <w:r w:rsidRPr="001F5B4D">
              <w:t>3</w:t>
            </w:r>
          </w:p>
        </w:tc>
      </w:tr>
      <w:tr w:rsidR="001F5B4D" w:rsidRPr="001F5B4D" w14:paraId="3A0DB66E" w14:textId="77777777" w:rsidTr="001F5B4D">
        <w:tblPrEx>
          <w:tblCellMar>
            <w:top w:w="0" w:type="dxa"/>
            <w:bottom w:w="0" w:type="dxa"/>
          </w:tblCellMar>
        </w:tblPrEx>
        <w:trPr>
          <w:cantSplit/>
        </w:trPr>
        <w:tc>
          <w:tcPr>
            <w:tcW w:w="2551" w:type="dxa"/>
            <w:shd w:val="clear" w:color="auto" w:fill="998877"/>
          </w:tcPr>
          <w:p w14:paraId="3948BE1A" w14:textId="5526B4CF" w:rsidR="001F5B4D" w:rsidRPr="001F5B4D" w:rsidRDefault="001F5B4D" w:rsidP="001F5B4D">
            <w:r w:rsidRPr="001F5B4D">
              <w:t>Trophic level</w:t>
            </w:r>
          </w:p>
        </w:tc>
        <w:tc>
          <w:tcPr>
            <w:tcW w:w="4536" w:type="dxa"/>
            <w:gridSpan w:val="2"/>
            <w:tcBorders>
              <w:bottom w:val="single" w:sz="4" w:space="0" w:color="auto"/>
            </w:tcBorders>
          </w:tcPr>
          <w:p w14:paraId="36B1CA9B" w14:textId="48F33F67" w:rsidR="001F5B4D" w:rsidRPr="001F5B4D" w:rsidRDefault="001F5B4D" w:rsidP="001F5B4D">
            <w:r w:rsidRPr="001F5B4D">
              <w:t>The score is based on the maximum risk score in the family Etmopteridae, which included 5 species.</w:t>
            </w:r>
          </w:p>
        </w:tc>
        <w:tc>
          <w:tcPr>
            <w:tcW w:w="851" w:type="dxa"/>
          </w:tcPr>
          <w:p w14:paraId="5DB66A02" w14:textId="36D43E9E" w:rsidR="001F5B4D" w:rsidRPr="001F5B4D" w:rsidRDefault="001F5B4D" w:rsidP="001F5B4D">
            <w:r w:rsidRPr="001F5B4D">
              <w:t>3</w:t>
            </w:r>
          </w:p>
        </w:tc>
      </w:tr>
      <w:tr w:rsidR="001F5B4D" w:rsidRPr="001F5B4D" w14:paraId="4128E757"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3B1C5C6C" w14:textId="77777777" w:rsidR="001F5B4D" w:rsidRPr="001F5B4D" w:rsidRDefault="001F5B4D" w:rsidP="001F5B4D"/>
        </w:tc>
        <w:tc>
          <w:tcPr>
            <w:tcW w:w="4536" w:type="dxa"/>
            <w:gridSpan w:val="2"/>
            <w:tcBorders>
              <w:bottom w:val="single" w:sz="4" w:space="0" w:color="auto"/>
            </w:tcBorders>
            <w:shd w:val="clear" w:color="auto" w:fill="998877"/>
          </w:tcPr>
          <w:p w14:paraId="4A12797E" w14:textId="0772F1F8" w:rsidR="001F5B4D" w:rsidRPr="001F5B4D" w:rsidRDefault="001F5B4D" w:rsidP="001F5B4D">
            <w:r w:rsidRPr="001F5B4D">
              <w:t>Productivity score</w:t>
            </w:r>
          </w:p>
        </w:tc>
        <w:tc>
          <w:tcPr>
            <w:tcW w:w="851" w:type="dxa"/>
            <w:tcBorders>
              <w:bottom w:val="single" w:sz="4" w:space="0" w:color="auto"/>
            </w:tcBorders>
          </w:tcPr>
          <w:p w14:paraId="41CBC3F2" w14:textId="5FB95DE8" w:rsidR="001F5B4D" w:rsidRPr="001F5B4D" w:rsidRDefault="001F5B4D" w:rsidP="001F5B4D">
            <w:r w:rsidRPr="001F5B4D">
              <w:t>2.71</w:t>
            </w:r>
          </w:p>
        </w:tc>
      </w:tr>
      <w:tr w:rsidR="001F5B4D" w:rsidRPr="001F5B4D" w14:paraId="3B673037" w14:textId="77777777" w:rsidTr="00034BA6">
        <w:tblPrEx>
          <w:tblCellMar>
            <w:top w:w="0" w:type="dxa"/>
            <w:bottom w:w="0" w:type="dxa"/>
          </w:tblCellMar>
        </w:tblPrEx>
        <w:trPr>
          <w:cantSplit/>
        </w:trPr>
        <w:tc>
          <w:tcPr>
            <w:tcW w:w="7938" w:type="dxa"/>
            <w:gridSpan w:val="4"/>
            <w:shd w:val="clear" w:color="auto" w:fill="998877"/>
          </w:tcPr>
          <w:p w14:paraId="13E7B714" w14:textId="5C038AD9" w:rsidR="001F5B4D" w:rsidRPr="001F5B4D" w:rsidRDefault="001F5B4D" w:rsidP="001F5B4D">
            <w:pPr>
              <w:rPr>
                <w:b/>
              </w:rPr>
            </w:pPr>
            <w:r w:rsidRPr="001F5B4D">
              <w:rPr>
                <w:b/>
              </w:rPr>
              <w:t>Susceptibility</w:t>
            </w:r>
          </w:p>
        </w:tc>
      </w:tr>
      <w:tr w:rsidR="001F5B4D" w:rsidRPr="001F5B4D" w14:paraId="55D93386" w14:textId="77777777" w:rsidTr="001F5B4D">
        <w:tblPrEx>
          <w:tblCellMar>
            <w:top w:w="0" w:type="dxa"/>
            <w:bottom w:w="0" w:type="dxa"/>
          </w:tblCellMar>
        </w:tblPrEx>
        <w:trPr>
          <w:cantSplit/>
        </w:trPr>
        <w:tc>
          <w:tcPr>
            <w:tcW w:w="2551" w:type="dxa"/>
            <w:shd w:val="clear" w:color="auto" w:fill="998877"/>
          </w:tcPr>
          <w:p w14:paraId="00B18AEF" w14:textId="0EF2A04B" w:rsidR="001F5B4D" w:rsidRPr="001F5B4D" w:rsidRDefault="001F5B4D" w:rsidP="001F5B4D">
            <w:r w:rsidRPr="001F5B4D">
              <w:t>Areal overlap (availability)</w:t>
            </w:r>
          </w:p>
        </w:tc>
        <w:tc>
          <w:tcPr>
            <w:tcW w:w="4536" w:type="dxa"/>
            <w:gridSpan w:val="2"/>
          </w:tcPr>
          <w:p w14:paraId="362B9FA2" w14:textId="0CFC2196" w:rsidR="001F5B4D" w:rsidRPr="001F5B4D" w:rsidRDefault="001F5B4D" w:rsidP="001F5B4D">
            <w:r w:rsidRPr="001F5B4D">
              <w:t>Worldwide pelagic distribution</w:t>
            </w:r>
          </w:p>
        </w:tc>
        <w:tc>
          <w:tcPr>
            <w:tcW w:w="851" w:type="dxa"/>
          </w:tcPr>
          <w:p w14:paraId="4297D528" w14:textId="3FA11DC8" w:rsidR="001F5B4D" w:rsidRPr="001F5B4D" w:rsidRDefault="001F5B4D" w:rsidP="001F5B4D">
            <w:r w:rsidRPr="001F5B4D">
              <w:t>3</w:t>
            </w:r>
          </w:p>
        </w:tc>
      </w:tr>
      <w:tr w:rsidR="001F5B4D" w:rsidRPr="001F5B4D" w14:paraId="5B1FBF79" w14:textId="77777777" w:rsidTr="001F5B4D">
        <w:tblPrEx>
          <w:tblCellMar>
            <w:top w:w="0" w:type="dxa"/>
            <w:bottom w:w="0" w:type="dxa"/>
          </w:tblCellMar>
        </w:tblPrEx>
        <w:trPr>
          <w:cantSplit/>
        </w:trPr>
        <w:tc>
          <w:tcPr>
            <w:tcW w:w="2551" w:type="dxa"/>
            <w:shd w:val="clear" w:color="auto" w:fill="998877"/>
          </w:tcPr>
          <w:p w14:paraId="089A8D46" w14:textId="23005487" w:rsidR="001F5B4D" w:rsidRPr="001F5B4D" w:rsidRDefault="001F5B4D" w:rsidP="001F5B4D">
            <w:r w:rsidRPr="001F5B4D">
              <w:t>Encounterability</w:t>
            </w:r>
          </w:p>
        </w:tc>
        <w:tc>
          <w:tcPr>
            <w:tcW w:w="4536" w:type="dxa"/>
            <w:gridSpan w:val="2"/>
          </w:tcPr>
          <w:p w14:paraId="2C2A77FE" w14:textId="5EB794D6" w:rsidR="001F5B4D" w:rsidRPr="001F5B4D" w:rsidRDefault="001F5B4D" w:rsidP="001F5B4D">
            <w:r w:rsidRPr="001F5B4D">
              <w:t>The depth range of the species is 1-1460m. For surface gears, the vertical overlap index with this species is 6.85%.</w:t>
            </w:r>
          </w:p>
        </w:tc>
        <w:tc>
          <w:tcPr>
            <w:tcW w:w="851" w:type="dxa"/>
          </w:tcPr>
          <w:p w14:paraId="744A22A3" w14:textId="43D5AEC2" w:rsidR="001F5B4D" w:rsidRPr="001F5B4D" w:rsidRDefault="001F5B4D" w:rsidP="001F5B4D">
            <w:r w:rsidRPr="001F5B4D">
              <w:t>1</w:t>
            </w:r>
          </w:p>
        </w:tc>
      </w:tr>
      <w:tr w:rsidR="001F5B4D" w:rsidRPr="001F5B4D" w14:paraId="3E154D25" w14:textId="77777777" w:rsidTr="001F5B4D">
        <w:tblPrEx>
          <w:tblCellMar>
            <w:top w:w="0" w:type="dxa"/>
            <w:bottom w:w="0" w:type="dxa"/>
          </w:tblCellMar>
        </w:tblPrEx>
        <w:trPr>
          <w:cantSplit/>
        </w:trPr>
        <w:tc>
          <w:tcPr>
            <w:tcW w:w="2551" w:type="dxa"/>
            <w:shd w:val="clear" w:color="auto" w:fill="998877"/>
          </w:tcPr>
          <w:p w14:paraId="6C017353" w14:textId="779E1A38" w:rsidR="001F5B4D" w:rsidRPr="001F5B4D" w:rsidRDefault="001F5B4D" w:rsidP="001F5B4D">
            <w:r w:rsidRPr="001F5B4D">
              <w:t>Selectivity</w:t>
            </w:r>
          </w:p>
        </w:tc>
        <w:tc>
          <w:tcPr>
            <w:tcW w:w="4536" w:type="dxa"/>
            <w:gridSpan w:val="2"/>
          </w:tcPr>
          <w:p w14:paraId="0EB22659" w14:textId="0760DD12" w:rsidR="001F5B4D" w:rsidRPr="001F5B4D" w:rsidRDefault="001F5B4D" w:rsidP="001F5B4D">
            <w:r w:rsidRPr="001F5B4D">
              <w:t>The maximum length of the species is missing, but the family's maximum length based on 3 species is 160cm. For tropical surface fisheries, the length overlap index with this species is 100.00%.</w:t>
            </w:r>
          </w:p>
        </w:tc>
        <w:tc>
          <w:tcPr>
            <w:tcW w:w="851" w:type="dxa"/>
          </w:tcPr>
          <w:p w14:paraId="6375ED16" w14:textId="2A0D9F6E" w:rsidR="001F5B4D" w:rsidRPr="001F5B4D" w:rsidRDefault="001F5B4D" w:rsidP="001F5B4D">
            <w:r w:rsidRPr="001F5B4D">
              <w:t>3</w:t>
            </w:r>
          </w:p>
        </w:tc>
      </w:tr>
      <w:tr w:rsidR="001F5B4D" w:rsidRPr="001F5B4D" w14:paraId="0B14FD13" w14:textId="77777777" w:rsidTr="001F5B4D">
        <w:tblPrEx>
          <w:tblCellMar>
            <w:top w:w="0" w:type="dxa"/>
            <w:bottom w:w="0" w:type="dxa"/>
          </w:tblCellMar>
        </w:tblPrEx>
        <w:trPr>
          <w:cantSplit/>
        </w:trPr>
        <w:tc>
          <w:tcPr>
            <w:tcW w:w="2551" w:type="dxa"/>
            <w:shd w:val="clear" w:color="auto" w:fill="998877"/>
          </w:tcPr>
          <w:p w14:paraId="523D4A59" w14:textId="67AA1906" w:rsidR="001F5B4D" w:rsidRPr="001F5B4D" w:rsidRDefault="001F5B4D" w:rsidP="001F5B4D">
            <w:r w:rsidRPr="001F5B4D">
              <w:t>Post capture mortality</w:t>
            </w:r>
          </w:p>
        </w:tc>
        <w:tc>
          <w:tcPr>
            <w:tcW w:w="4536" w:type="dxa"/>
            <w:gridSpan w:val="2"/>
            <w:tcBorders>
              <w:bottom w:val="single" w:sz="4" w:space="0" w:color="auto"/>
            </w:tcBorders>
          </w:tcPr>
          <w:p w14:paraId="145A243B" w14:textId="038EE1C3" w:rsidR="001F5B4D" w:rsidRPr="001F5B4D" w:rsidRDefault="001F5B4D" w:rsidP="001F5B4D">
            <w:r w:rsidRPr="001F5B4D">
              <w:t>No direct evidence of survival after capture.</w:t>
            </w:r>
          </w:p>
        </w:tc>
        <w:tc>
          <w:tcPr>
            <w:tcW w:w="851" w:type="dxa"/>
          </w:tcPr>
          <w:p w14:paraId="612CB47D" w14:textId="1B779C81" w:rsidR="001F5B4D" w:rsidRPr="001F5B4D" w:rsidRDefault="001F5B4D" w:rsidP="001F5B4D">
            <w:r w:rsidRPr="001F5B4D">
              <w:t>3</w:t>
            </w:r>
          </w:p>
        </w:tc>
      </w:tr>
      <w:tr w:rsidR="001F5B4D" w:rsidRPr="001F5B4D" w14:paraId="36C773C4" w14:textId="77777777" w:rsidTr="001F5B4D">
        <w:tblPrEx>
          <w:tblCellMar>
            <w:top w:w="0" w:type="dxa"/>
            <w:bottom w:w="0" w:type="dxa"/>
          </w:tblCellMar>
        </w:tblPrEx>
        <w:trPr>
          <w:cantSplit/>
        </w:trPr>
        <w:tc>
          <w:tcPr>
            <w:tcW w:w="2551" w:type="dxa"/>
            <w:shd w:val="clear" w:color="auto" w:fill="998877"/>
          </w:tcPr>
          <w:p w14:paraId="3F3D7754" w14:textId="77777777" w:rsidR="001F5B4D" w:rsidRPr="001F5B4D" w:rsidRDefault="001F5B4D" w:rsidP="001F5B4D"/>
        </w:tc>
        <w:tc>
          <w:tcPr>
            <w:tcW w:w="4536" w:type="dxa"/>
            <w:gridSpan w:val="2"/>
            <w:tcBorders>
              <w:bottom w:val="single" w:sz="4" w:space="0" w:color="auto"/>
            </w:tcBorders>
            <w:shd w:val="clear" w:color="auto" w:fill="998877"/>
          </w:tcPr>
          <w:p w14:paraId="3417988C" w14:textId="56BBD036" w:rsidR="001F5B4D" w:rsidRPr="001F5B4D" w:rsidRDefault="001F5B4D" w:rsidP="001F5B4D">
            <w:r w:rsidRPr="001F5B4D">
              <w:t>Susceptibility score</w:t>
            </w:r>
          </w:p>
        </w:tc>
        <w:tc>
          <w:tcPr>
            <w:tcW w:w="851" w:type="dxa"/>
          </w:tcPr>
          <w:p w14:paraId="08441432" w14:textId="7E2F8F2A" w:rsidR="001F5B4D" w:rsidRPr="001F5B4D" w:rsidRDefault="001F5B4D" w:rsidP="001F5B4D">
            <w:r w:rsidRPr="001F5B4D">
              <w:t>1.65</w:t>
            </w:r>
          </w:p>
        </w:tc>
      </w:tr>
      <w:tr w:rsidR="001F5B4D" w:rsidRPr="001F5B4D" w14:paraId="5A4B4D5D" w14:textId="77777777" w:rsidTr="001F5B4D">
        <w:tblPrEx>
          <w:tblCellMar>
            <w:top w:w="0" w:type="dxa"/>
            <w:bottom w:w="0" w:type="dxa"/>
          </w:tblCellMar>
        </w:tblPrEx>
        <w:trPr>
          <w:cantSplit/>
        </w:trPr>
        <w:tc>
          <w:tcPr>
            <w:tcW w:w="2551" w:type="dxa"/>
            <w:shd w:val="clear" w:color="auto" w:fill="998877"/>
          </w:tcPr>
          <w:p w14:paraId="1CB1097C" w14:textId="77777777" w:rsidR="001F5B4D" w:rsidRPr="001F5B4D" w:rsidRDefault="001F5B4D" w:rsidP="001F5B4D"/>
        </w:tc>
        <w:tc>
          <w:tcPr>
            <w:tcW w:w="4536" w:type="dxa"/>
            <w:gridSpan w:val="2"/>
            <w:shd w:val="clear" w:color="auto" w:fill="998877"/>
          </w:tcPr>
          <w:p w14:paraId="4EC5A75F" w14:textId="01943F83" w:rsidR="001F5B4D" w:rsidRPr="001F5B4D" w:rsidRDefault="001F5B4D" w:rsidP="001F5B4D">
            <w:r w:rsidRPr="001F5B4D">
              <w:t>Vulnerability score</w:t>
            </w:r>
          </w:p>
        </w:tc>
        <w:tc>
          <w:tcPr>
            <w:tcW w:w="851" w:type="dxa"/>
          </w:tcPr>
          <w:p w14:paraId="0FB2D2BD" w14:textId="2F5544CE" w:rsidR="001F5B4D" w:rsidRPr="001F5B4D" w:rsidRDefault="001F5B4D" w:rsidP="001F5B4D">
            <w:r w:rsidRPr="001F5B4D">
              <w:t>3.18</w:t>
            </w:r>
          </w:p>
        </w:tc>
      </w:tr>
    </w:tbl>
    <w:p w14:paraId="27ED23AD" w14:textId="753D5FDC"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B41C12D"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7" w:name="T_RUB" w:colFirst="0" w:colLast="0"/>
          <w:p w14:paraId="2CFF514F" w14:textId="6D467254" w:rsidR="001F5B4D" w:rsidRPr="001F5B4D" w:rsidRDefault="001F5B4D" w:rsidP="001F5B4D">
            <w:pPr>
              <w:rPr>
                <w:b/>
              </w:rPr>
            </w:pPr>
            <w:r w:rsidRPr="001F5B4D">
              <w:rPr>
                <w:b/>
              </w:rPr>
              <w:fldChar w:fldCharType="begin"/>
            </w:r>
            <w:r w:rsidRPr="001F5B4D">
              <w:rPr>
                <w:b/>
              </w:rPr>
              <w:instrText xml:space="preserve"> HYPERLINK  \l "S_RUB" \o "PSA Score" </w:instrText>
            </w:r>
            <w:r w:rsidRPr="001F5B4D">
              <w:rPr>
                <w:b/>
              </w:rPr>
            </w:r>
            <w:r w:rsidRPr="001F5B4D">
              <w:rPr>
                <w:b/>
              </w:rPr>
              <w:fldChar w:fldCharType="separate"/>
            </w:r>
            <w:r w:rsidRPr="001F5B4D">
              <w:rPr>
                <w:rStyle w:val="Hyperlink"/>
                <w:b/>
              </w:rPr>
              <w:t>Blue runner</w:t>
            </w:r>
            <w:r w:rsidRPr="001F5B4D">
              <w:rPr>
                <w:b/>
              </w:rPr>
              <w:fldChar w:fldCharType="end"/>
            </w:r>
          </w:p>
        </w:tc>
        <w:tc>
          <w:tcPr>
            <w:tcW w:w="3969" w:type="dxa"/>
            <w:gridSpan w:val="2"/>
            <w:tcBorders>
              <w:bottom w:val="single" w:sz="4" w:space="0" w:color="auto"/>
            </w:tcBorders>
            <w:shd w:val="clear" w:color="auto" w:fill="998877"/>
          </w:tcPr>
          <w:p w14:paraId="0BF6EF29" w14:textId="5E5D95BC" w:rsidR="001F5B4D" w:rsidRPr="001F5B4D" w:rsidRDefault="001F5B4D" w:rsidP="001F5B4D">
            <w:pPr>
              <w:rPr>
                <w:b/>
                <w:i/>
              </w:rPr>
            </w:pPr>
            <w:r w:rsidRPr="001F5B4D">
              <w:rPr>
                <w:b/>
                <w:i/>
              </w:rPr>
              <w:t>Caranx crysos</w:t>
            </w:r>
          </w:p>
        </w:tc>
      </w:tr>
      <w:bookmarkEnd w:id="167"/>
      <w:tr w:rsidR="001F5B4D" w:rsidRPr="001F5B4D" w14:paraId="591940A2" w14:textId="77777777" w:rsidTr="00C94075">
        <w:tblPrEx>
          <w:tblCellMar>
            <w:top w:w="0" w:type="dxa"/>
            <w:bottom w:w="0" w:type="dxa"/>
          </w:tblCellMar>
        </w:tblPrEx>
        <w:trPr>
          <w:cantSplit/>
        </w:trPr>
        <w:tc>
          <w:tcPr>
            <w:tcW w:w="7938" w:type="dxa"/>
            <w:gridSpan w:val="4"/>
            <w:shd w:val="clear" w:color="auto" w:fill="998877"/>
          </w:tcPr>
          <w:p w14:paraId="1F63F777" w14:textId="7736DB25" w:rsidR="001F5B4D" w:rsidRPr="001F5B4D" w:rsidRDefault="001F5B4D" w:rsidP="001F5B4D">
            <w:pPr>
              <w:rPr>
                <w:b/>
              </w:rPr>
            </w:pPr>
            <w:r w:rsidRPr="001F5B4D">
              <w:rPr>
                <w:b/>
              </w:rPr>
              <w:t>Productivity</w:t>
            </w:r>
          </w:p>
        </w:tc>
      </w:tr>
      <w:tr w:rsidR="001F5B4D" w:rsidRPr="001F5B4D" w14:paraId="418FEA57" w14:textId="77777777" w:rsidTr="001F5B4D">
        <w:tblPrEx>
          <w:tblCellMar>
            <w:top w:w="0" w:type="dxa"/>
            <w:bottom w:w="0" w:type="dxa"/>
          </w:tblCellMar>
        </w:tblPrEx>
        <w:trPr>
          <w:cantSplit/>
        </w:trPr>
        <w:tc>
          <w:tcPr>
            <w:tcW w:w="2551" w:type="dxa"/>
            <w:shd w:val="clear" w:color="auto" w:fill="998877"/>
          </w:tcPr>
          <w:p w14:paraId="38D16DBB" w14:textId="0E820D4F" w:rsidR="001F5B4D" w:rsidRPr="001F5B4D" w:rsidRDefault="001F5B4D" w:rsidP="001F5B4D">
            <w:r w:rsidRPr="001F5B4D">
              <w:t>Average age at maturity</w:t>
            </w:r>
          </w:p>
        </w:tc>
        <w:tc>
          <w:tcPr>
            <w:tcW w:w="4536" w:type="dxa"/>
            <w:gridSpan w:val="2"/>
          </w:tcPr>
          <w:p w14:paraId="556B6178" w14:textId="2E4554B6" w:rsidR="001F5B4D" w:rsidRPr="001F5B4D" w:rsidRDefault="001F5B4D" w:rsidP="001F5B4D">
            <w:r w:rsidRPr="001F5B4D">
              <w:t>Species growth rate (K) is 0.347, which is higher than lowest risk K (0.183) for age at maturity.</w:t>
            </w:r>
          </w:p>
        </w:tc>
        <w:tc>
          <w:tcPr>
            <w:tcW w:w="851" w:type="dxa"/>
          </w:tcPr>
          <w:p w14:paraId="13871DD3" w14:textId="34CF88C2" w:rsidR="001F5B4D" w:rsidRPr="001F5B4D" w:rsidRDefault="001F5B4D" w:rsidP="001F5B4D">
            <w:r w:rsidRPr="001F5B4D">
              <w:t>1</w:t>
            </w:r>
          </w:p>
        </w:tc>
      </w:tr>
      <w:tr w:rsidR="001F5B4D" w:rsidRPr="001F5B4D" w14:paraId="561B438B" w14:textId="77777777" w:rsidTr="001F5B4D">
        <w:tblPrEx>
          <w:tblCellMar>
            <w:top w:w="0" w:type="dxa"/>
            <w:bottom w:w="0" w:type="dxa"/>
          </w:tblCellMar>
        </w:tblPrEx>
        <w:trPr>
          <w:cantSplit/>
        </w:trPr>
        <w:tc>
          <w:tcPr>
            <w:tcW w:w="2551" w:type="dxa"/>
            <w:shd w:val="clear" w:color="auto" w:fill="998877"/>
          </w:tcPr>
          <w:p w14:paraId="491DD868" w14:textId="18BE4EA0" w:rsidR="001F5B4D" w:rsidRPr="001F5B4D" w:rsidRDefault="001F5B4D" w:rsidP="001F5B4D">
            <w:r w:rsidRPr="001F5B4D">
              <w:t>Average max age</w:t>
            </w:r>
          </w:p>
        </w:tc>
        <w:tc>
          <w:tcPr>
            <w:tcW w:w="4536" w:type="dxa"/>
            <w:gridSpan w:val="2"/>
          </w:tcPr>
          <w:p w14:paraId="1903EE97" w14:textId="57DB02ED" w:rsidR="001F5B4D" w:rsidRPr="001F5B4D" w:rsidRDefault="001F5B4D" w:rsidP="001F5B4D">
            <w:r w:rsidRPr="001F5B4D">
              <w:t>Species growth rate (K) is 0.347, which is higher than lowest risk K (0.30) for maximum age.</w:t>
            </w:r>
          </w:p>
        </w:tc>
        <w:tc>
          <w:tcPr>
            <w:tcW w:w="851" w:type="dxa"/>
          </w:tcPr>
          <w:p w14:paraId="46E4E468" w14:textId="080C1DC9" w:rsidR="001F5B4D" w:rsidRPr="001F5B4D" w:rsidRDefault="001F5B4D" w:rsidP="001F5B4D">
            <w:r w:rsidRPr="001F5B4D">
              <w:t>1</w:t>
            </w:r>
          </w:p>
        </w:tc>
      </w:tr>
      <w:tr w:rsidR="001F5B4D" w:rsidRPr="001F5B4D" w14:paraId="098AA524" w14:textId="77777777" w:rsidTr="001F5B4D">
        <w:tblPrEx>
          <w:tblCellMar>
            <w:top w:w="0" w:type="dxa"/>
            <w:bottom w:w="0" w:type="dxa"/>
          </w:tblCellMar>
        </w:tblPrEx>
        <w:trPr>
          <w:cantSplit/>
        </w:trPr>
        <w:tc>
          <w:tcPr>
            <w:tcW w:w="2551" w:type="dxa"/>
            <w:shd w:val="clear" w:color="auto" w:fill="998877"/>
          </w:tcPr>
          <w:p w14:paraId="6EFB1C8F" w14:textId="53DF59C5" w:rsidR="001F5B4D" w:rsidRPr="001F5B4D" w:rsidRDefault="001F5B4D" w:rsidP="001F5B4D">
            <w:r w:rsidRPr="001F5B4D">
              <w:t>Fecundity</w:t>
            </w:r>
          </w:p>
        </w:tc>
        <w:tc>
          <w:tcPr>
            <w:tcW w:w="4536" w:type="dxa"/>
            <w:gridSpan w:val="2"/>
          </w:tcPr>
          <w:p w14:paraId="32839DD3" w14:textId="3A83CBC9" w:rsidR="001F5B4D" w:rsidRPr="001F5B4D" w:rsidRDefault="001F5B4D" w:rsidP="001F5B4D">
            <w:r w:rsidRPr="001F5B4D">
              <w:t>Species fecundity is 41000 eggs/year, which is higher than the lowest risk value (20000).</w:t>
            </w:r>
          </w:p>
        </w:tc>
        <w:tc>
          <w:tcPr>
            <w:tcW w:w="851" w:type="dxa"/>
          </w:tcPr>
          <w:p w14:paraId="7E4A7580" w14:textId="6D2DA31A" w:rsidR="001F5B4D" w:rsidRPr="001F5B4D" w:rsidRDefault="001F5B4D" w:rsidP="001F5B4D">
            <w:r w:rsidRPr="001F5B4D">
              <w:t>1</w:t>
            </w:r>
          </w:p>
        </w:tc>
      </w:tr>
      <w:tr w:rsidR="001F5B4D" w:rsidRPr="001F5B4D" w14:paraId="47C12E07" w14:textId="77777777" w:rsidTr="001F5B4D">
        <w:tblPrEx>
          <w:tblCellMar>
            <w:top w:w="0" w:type="dxa"/>
            <w:bottom w:w="0" w:type="dxa"/>
          </w:tblCellMar>
        </w:tblPrEx>
        <w:trPr>
          <w:cantSplit/>
        </w:trPr>
        <w:tc>
          <w:tcPr>
            <w:tcW w:w="2551" w:type="dxa"/>
            <w:shd w:val="clear" w:color="auto" w:fill="998877"/>
          </w:tcPr>
          <w:p w14:paraId="26EE1073" w14:textId="0AD7086C" w:rsidR="001F5B4D" w:rsidRPr="001F5B4D" w:rsidRDefault="001F5B4D" w:rsidP="001F5B4D">
            <w:r w:rsidRPr="001F5B4D">
              <w:t>Average max size</w:t>
            </w:r>
          </w:p>
        </w:tc>
        <w:tc>
          <w:tcPr>
            <w:tcW w:w="4536" w:type="dxa"/>
            <w:gridSpan w:val="2"/>
          </w:tcPr>
          <w:p w14:paraId="15F9D25D" w14:textId="766AC0F7" w:rsidR="001F5B4D" w:rsidRPr="001F5B4D" w:rsidRDefault="001F5B4D" w:rsidP="001F5B4D">
            <w:r w:rsidRPr="001F5B4D">
              <w:t>Species maximum length is 70, which is lower than the lowest risk value (100cm).</w:t>
            </w:r>
          </w:p>
        </w:tc>
        <w:tc>
          <w:tcPr>
            <w:tcW w:w="851" w:type="dxa"/>
          </w:tcPr>
          <w:p w14:paraId="2C07F14F" w14:textId="7879CA99" w:rsidR="001F5B4D" w:rsidRPr="001F5B4D" w:rsidRDefault="001F5B4D" w:rsidP="001F5B4D">
            <w:r w:rsidRPr="001F5B4D">
              <w:t>1</w:t>
            </w:r>
          </w:p>
        </w:tc>
      </w:tr>
      <w:tr w:rsidR="001F5B4D" w:rsidRPr="001F5B4D" w14:paraId="7F0BECFA" w14:textId="77777777" w:rsidTr="001F5B4D">
        <w:tblPrEx>
          <w:tblCellMar>
            <w:top w:w="0" w:type="dxa"/>
            <w:bottom w:w="0" w:type="dxa"/>
          </w:tblCellMar>
        </w:tblPrEx>
        <w:trPr>
          <w:cantSplit/>
        </w:trPr>
        <w:tc>
          <w:tcPr>
            <w:tcW w:w="2551" w:type="dxa"/>
            <w:shd w:val="clear" w:color="auto" w:fill="998877"/>
          </w:tcPr>
          <w:p w14:paraId="590FA393" w14:textId="735E4DFC" w:rsidR="001F5B4D" w:rsidRPr="001F5B4D" w:rsidRDefault="001F5B4D" w:rsidP="001F5B4D">
            <w:r w:rsidRPr="001F5B4D">
              <w:t>Average size at maturity</w:t>
            </w:r>
          </w:p>
        </w:tc>
        <w:tc>
          <w:tcPr>
            <w:tcW w:w="4536" w:type="dxa"/>
            <w:gridSpan w:val="2"/>
          </w:tcPr>
          <w:p w14:paraId="480320DC" w14:textId="03E2A6E0" w:rsidR="001F5B4D" w:rsidRPr="001F5B4D" w:rsidRDefault="001F5B4D" w:rsidP="001F5B4D">
            <w:r w:rsidRPr="001F5B4D">
              <w:t>Species length at maturity is 27, which is lower than the lowest risk value (40cm).</w:t>
            </w:r>
          </w:p>
        </w:tc>
        <w:tc>
          <w:tcPr>
            <w:tcW w:w="851" w:type="dxa"/>
          </w:tcPr>
          <w:p w14:paraId="3B106553" w14:textId="29288943" w:rsidR="001F5B4D" w:rsidRPr="001F5B4D" w:rsidRDefault="001F5B4D" w:rsidP="001F5B4D">
            <w:r w:rsidRPr="001F5B4D">
              <w:t>1</w:t>
            </w:r>
          </w:p>
        </w:tc>
      </w:tr>
      <w:tr w:rsidR="001F5B4D" w:rsidRPr="001F5B4D" w14:paraId="70A181F3" w14:textId="77777777" w:rsidTr="001F5B4D">
        <w:tblPrEx>
          <w:tblCellMar>
            <w:top w:w="0" w:type="dxa"/>
            <w:bottom w:w="0" w:type="dxa"/>
          </w:tblCellMar>
        </w:tblPrEx>
        <w:trPr>
          <w:cantSplit/>
        </w:trPr>
        <w:tc>
          <w:tcPr>
            <w:tcW w:w="2551" w:type="dxa"/>
            <w:shd w:val="clear" w:color="auto" w:fill="998877"/>
          </w:tcPr>
          <w:p w14:paraId="078F2C22" w14:textId="1326976D" w:rsidR="001F5B4D" w:rsidRPr="001F5B4D" w:rsidRDefault="001F5B4D" w:rsidP="001F5B4D">
            <w:r w:rsidRPr="001F5B4D">
              <w:t>Reproductive strategy</w:t>
            </w:r>
          </w:p>
        </w:tc>
        <w:tc>
          <w:tcPr>
            <w:tcW w:w="4536" w:type="dxa"/>
            <w:gridSpan w:val="2"/>
          </w:tcPr>
          <w:p w14:paraId="1A9CCAD4" w14:textId="4A8BDA08" w:rsidR="001F5B4D" w:rsidRPr="001F5B4D" w:rsidRDefault="001F5B4D" w:rsidP="001F5B4D">
            <w:r w:rsidRPr="001F5B4D">
              <w:t>Species reproductive strategy is broadcast spawner, which is low risk.</w:t>
            </w:r>
          </w:p>
        </w:tc>
        <w:tc>
          <w:tcPr>
            <w:tcW w:w="851" w:type="dxa"/>
          </w:tcPr>
          <w:p w14:paraId="0C1DDC85" w14:textId="72384FE7" w:rsidR="001F5B4D" w:rsidRPr="001F5B4D" w:rsidRDefault="001F5B4D" w:rsidP="001F5B4D">
            <w:r w:rsidRPr="001F5B4D">
              <w:t>1</w:t>
            </w:r>
          </w:p>
        </w:tc>
      </w:tr>
      <w:tr w:rsidR="001F5B4D" w:rsidRPr="001F5B4D" w14:paraId="23E3B200" w14:textId="77777777" w:rsidTr="001F5B4D">
        <w:tblPrEx>
          <w:tblCellMar>
            <w:top w:w="0" w:type="dxa"/>
            <w:bottom w:w="0" w:type="dxa"/>
          </w:tblCellMar>
        </w:tblPrEx>
        <w:trPr>
          <w:cantSplit/>
        </w:trPr>
        <w:tc>
          <w:tcPr>
            <w:tcW w:w="2551" w:type="dxa"/>
            <w:shd w:val="clear" w:color="auto" w:fill="998877"/>
          </w:tcPr>
          <w:p w14:paraId="7F034AD9" w14:textId="755E3971" w:rsidR="001F5B4D" w:rsidRPr="001F5B4D" w:rsidRDefault="001F5B4D" w:rsidP="001F5B4D">
            <w:r w:rsidRPr="001F5B4D">
              <w:t>Trophic level</w:t>
            </w:r>
          </w:p>
        </w:tc>
        <w:tc>
          <w:tcPr>
            <w:tcW w:w="4536" w:type="dxa"/>
            <w:gridSpan w:val="2"/>
            <w:tcBorders>
              <w:bottom w:val="single" w:sz="4" w:space="0" w:color="auto"/>
            </w:tcBorders>
          </w:tcPr>
          <w:p w14:paraId="3C5B6589" w14:textId="3ACE8CE0" w:rsidR="001F5B4D" w:rsidRPr="001F5B4D" w:rsidRDefault="001F5B4D" w:rsidP="001F5B4D">
            <w:r w:rsidRPr="001F5B4D">
              <w:t>Species trophic level is 4.1, which is higher than the highest risk value (3.25).</w:t>
            </w:r>
          </w:p>
        </w:tc>
        <w:tc>
          <w:tcPr>
            <w:tcW w:w="851" w:type="dxa"/>
          </w:tcPr>
          <w:p w14:paraId="1953189B" w14:textId="20FF4BB6" w:rsidR="001F5B4D" w:rsidRPr="001F5B4D" w:rsidRDefault="001F5B4D" w:rsidP="001F5B4D">
            <w:r w:rsidRPr="001F5B4D">
              <w:t>3</w:t>
            </w:r>
          </w:p>
        </w:tc>
      </w:tr>
      <w:tr w:rsidR="001F5B4D" w:rsidRPr="001F5B4D" w14:paraId="32EBA7F1"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71306C9C" w14:textId="77777777" w:rsidR="001F5B4D" w:rsidRPr="001F5B4D" w:rsidRDefault="001F5B4D" w:rsidP="001F5B4D"/>
        </w:tc>
        <w:tc>
          <w:tcPr>
            <w:tcW w:w="4536" w:type="dxa"/>
            <w:gridSpan w:val="2"/>
            <w:tcBorders>
              <w:bottom w:val="single" w:sz="4" w:space="0" w:color="auto"/>
            </w:tcBorders>
            <w:shd w:val="clear" w:color="auto" w:fill="998877"/>
          </w:tcPr>
          <w:p w14:paraId="69C388DE" w14:textId="7D0852E4" w:rsidR="001F5B4D" w:rsidRPr="001F5B4D" w:rsidRDefault="001F5B4D" w:rsidP="001F5B4D">
            <w:r w:rsidRPr="001F5B4D">
              <w:t>Productivity score</w:t>
            </w:r>
          </w:p>
        </w:tc>
        <w:tc>
          <w:tcPr>
            <w:tcW w:w="851" w:type="dxa"/>
            <w:tcBorders>
              <w:bottom w:val="single" w:sz="4" w:space="0" w:color="auto"/>
            </w:tcBorders>
          </w:tcPr>
          <w:p w14:paraId="0D669195" w14:textId="4360E37F" w:rsidR="001F5B4D" w:rsidRPr="001F5B4D" w:rsidRDefault="001F5B4D" w:rsidP="001F5B4D">
            <w:r w:rsidRPr="001F5B4D">
              <w:t>1.29</w:t>
            </w:r>
          </w:p>
        </w:tc>
      </w:tr>
      <w:tr w:rsidR="001F5B4D" w:rsidRPr="001F5B4D" w14:paraId="111EF0E2" w14:textId="77777777" w:rsidTr="009D7E59">
        <w:tblPrEx>
          <w:tblCellMar>
            <w:top w:w="0" w:type="dxa"/>
            <w:bottom w:w="0" w:type="dxa"/>
          </w:tblCellMar>
        </w:tblPrEx>
        <w:trPr>
          <w:cantSplit/>
        </w:trPr>
        <w:tc>
          <w:tcPr>
            <w:tcW w:w="7938" w:type="dxa"/>
            <w:gridSpan w:val="4"/>
            <w:shd w:val="clear" w:color="auto" w:fill="998877"/>
          </w:tcPr>
          <w:p w14:paraId="6C40E85C" w14:textId="5EAB3C8B" w:rsidR="001F5B4D" w:rsidRPr="001F5B4D" w:rsidRDefault="001F5B4D" w:rsidP="001F5B4D">
            <w:pPr>
              <w:rPr>
                <w:b/>
              </w:rPr>
            </w:pPr>
            <w:r w:rsidRPr="001F5B4D">
              <w:rPr>
                <w:b/>
              </w:rPr>
              <w:t>Susceptibility</w:t>
            </w:r>
          </w:p>
        </w:tc>
      </w:tr>
      <w:tr w:rsidR="001F5B4D" w:rsidRPr="001F5B4D" w14:paraId="54D7CE38" w14:textId="77777777" w:rsidTr="001F5B4D">
        <w:tblPrEx>
          <w:tblCellMar>
            <w:top w:w="0" w:type="dxa"/>
            <w:bottom w:w="0" w:type="dxa"/>
          </w:tblCellMar>
        </w:tblPrEx>
        <w:trPr>
          <w:cantSplit/>
        </w:trPr>
        <w:tc>
          <w:tcPr>
            <w:tcW w:w="2551" w:type="dxa"/>
            <w:shd w:val="clear" w:color="auto" w:fill="998877"/>
          </w:tcPr>
          <w:p w14:paraId="6B0BD176" w14:textId="6A3E7ED4" w:rsidR="001F5B4D" w:rsidRPr="001F5B4D" w:rsidRDefault="001F5B4D" w:rsidP="001F5B4D">
            <w:r w:rsidRPr="001F5B4D">
              <w:t>Areal overlap (availability)</w:t>
            </w:r>
          </w:p>
        </w:tc>
        <w:tc>
          <w:tcPr>
            <w:tcW w:w="4536" w:type="dxa"/>
            <w:gridSpan w:val="2"/>
          </w:tcPr>
          <w:p w14:paraId="3F6F8105" w14:textId="7A947F27" w:rsidR="001F5B4D" w:rsidRPr="001F5B4D" w:rsidRDefault="001F5B4D" w:rsidP="001F5B4D">
            <w:r w:rsidRPr="001F5B4D">
              <w:t>Atlantic distribution, catches reported in Pacific and Indian Oceans</w:t>
            </w:r>
          </w:p>
        </w:tc>
        <w:tc>
          <w:tcPr>
            <w:tcW w:w="851" w:type="dxa"/>
          </w:tcPr>
          <w:p w14:paraId="33B57F0C" w14:textId="2DDEE9D7" w:rsidR="001F5B4D" w:rsidRPr="001F5B4D" w:rsidRDefault="001F5B4D" w:rsidP="001F5B4D">
            <w:r w:rsidRPr="001F5B4D">
              <w:t>1</w:t>
            </w:r>
          </w:p>
        </w:tc>
      </w:tr>
      <w:tr w:rsidR="001F5B4D" w:rsidRPr="001F5B4D" w14:paraId="7A6B740E" w14:textId="77777777" w:rsidTr="001F5B4D">
        <w:tblPrEx>
          <w:tblCellMar>
            <w:top w:w="0" w:type="dxa"/>
            <w:bottom w:w="0" w:type="dxa"/>
          </w:tblCellMar>
        </w:tblPrEx>
        <w:trPr>
          <w:cantSplit/>
        </w:trPr>
        <w:tc>
          <w:tcPr>
            <w:tcW w:w="2551" w:type="dxa"/>
            <w:shd w:val="clear" w:color="auto" w:fill="998877"/>
          </w:tcPr>
          <w:p w14:paraId="760F1288" w14:textId="5BBD9B85" w:rsidR="001F5B4D" w:rsidRPr="001F5B4D" w:rsidRDefault="001F5B4D" w:rsidP="001F5B4D">
            <w:r w:rsidRPr="001F5B4D">
              <w:lastRenderedPageBreak/>
              <w:t>Encounterability</w:t>
            </w:r>
          </w:p>
        </w:tc>
        <w:tc>
          <w:tcPr>
            <w:tcW w:w="4536" w:type="dxa"/>
            <w:gridSpan w:val="2"/>
          </w:tcPr>
          <w:p w14:paraId="3B46E398" w14:textId="140422EC" w:rsidR="001F5B4D" w:rsidRPr="001F5B4D" w:rsidRDefault="001F5B4D" w:rsidP="001F5B4D">
            <w:r w:rsidRPr="001F5B4D">
              <w:t>The depth range of the species is 1-100m. For surface gears, the vertical overlap index with this species is 100.00%. This species is reef associated.</w:t>
            </w:r>
          </w:p>
        </w:tc>
        <w:tc>
          <w:tcPr>
            <w:tcW w:w="851" w:type="dxa"/>
          </w:tcPr>
          <w:p w14:paraId="2995FF2F" w14:textId="7DBC76E5" w:rsidR="001F5B4D" w:rsidRPr="001F5B4D" w:rsidRDefault="001F5B4D" w:rsidP="001F5B4D">
            <w:r w:rsidRPr="001F5B4D">
              <w:t>2</w:t>
            </w:r>
          </w:p>
        </w:tc>
      </w:tr>
      <w:tr w:rsidR="001F5B4D" w:rsidRPr="001F5B4D" w14:paraId="49D4E3D8" w14:textId="77777777" w:rsidTr="001F5B4D">
        <w:tblPrEx>
          <w:tblCellMar>
            <w:top w:w="0" w:type="dxa"/>
            <w:bottom w:w="0" w:type="dxa"/>
          </w:tblCellMar>
        </w:tblPrEx>
        <w:trPr>
          <w:cantSplit/>
        </w:trPr>
        <w:tc>
          <w:tcPr>
            <w:tcW w:w="2551" w:type="dxa"/>
            <w:shd w:val="clear" w:color="auto" w:fill="998877"/>
          </w:tcPr>
          <w:p w14:paraId="07502FF4" w14:textId="422A341D" w:rsidR="001F5B4D" w:rsidRPr="001F5B4D" w:rsidRDefault="001F5B4D" w:rsidP="001F5B4D">
            <w:r w:rsidRPr="001F5B4D">
              <w:t>Selectivity</w:t>
            </w:r>
          </w:p>
        </w:tc>
        <w:tc>
          <w:tcPr>
            <w:tcW w:w="4536" w:type="dxa"/>
            <w:gridSpan w:val="2"/>
          </w:tcPr>
          <w:p w14:paraId="2A4C68A7" w14:textId="681E1F5D" w:rsidR="001F5B4D" w:rsidRPr="001F5B4D" w:rsidRDefault="001F5B4D" w:rsidP="001F5B4D">
            <w:r w:rsidRPr="001F5B4D">
              <w:t>The maximum length of the species is 70cm. For tropical surface fisheries, the length overlap index with this species is 63.64%.</w:t>
            </w:r>
          </w:p>
        </w:tc>
        <w:tc>
          <w:tcPr>
            <w:tcW w:w="851" w:type="dxa"/>
          </w:tcPr>
          <w:p w14:paraId="50578D4F" w14:textId="66A62307" w:rsidR="001F5B4D" w:rsidRPr="001F5B4D" w:rsidRDefault="001F5B4D" w:rsidP="001F5B4D">
            <w:r w:rsidRPr="001F5B4D">
              <w:t>3</w:t>
            </w:r>
          </w:p>
        </w:tc>
      </w:tr>
      <w:tr w:rsidR="001F5B4D" w:rsidRPr="001F5B4D" w14:paraId="7F9D8E51" w14:textId="77777777" w:rsidTr="001F5B4D">
        <w:tblPrEx>
          <w:tblCellMar>
            <w:top w:w="0" w:type="dxa"/>
            <w:bottom w:w="0" w:type="dxa"/>
          </w:tblCellMar>
        </w:tblPrEx>
        <w:trPr>
          <w:cantSplit/>
        </w:trPr>
        <w:tc>
          <w:tcPr>
            <w:tcW w:w="2551" w:type="dxa"/>
            <w:shd w:val="clear" w:color="auto" w:fill="998877"/>
          </w:tcPr>
          <w:p w14:paraId="0735AEA3" w14:textId="0E9AA122" w:rsidR="001F5B4D" w:rsidRPr="001F5B4D" w:rsidRDefault="001F5B4D" w:rsidP="001F5B4D">
            <w:r w:rsidRPr="001F5B4D">
              <w:t>Post capture mortality</w:t>
            </w:r>
          </w:p>
        </w:tc>
        <w:tc>
          <w:tcPr>
            <w:tcW w:w="4536" w:type="dxa"/>
            <w:gridSpan w:val="2"/>
            <w:tcBorders>
              <w:bottom w:val="single" w:sz="4" w:space="0" w:color="auto"/>
            </w:tcBorders>
          </w:tcPr>
          <w:p w14:paraId="31795C89" w14:textId="5D2443CE" w:rsidR="001F5B4D" w:rsidRPr="001F5B4D" w:rsidRDefault="001F5B4D" w:rsidP="001F5B4D">
            <w:r w:rsidRPr="001F5B4D">
              <w:t>No direct evidence of survival after capture.</w:t>
            </w:r>
          </w:p>
        </w:tc>
        <w:tc>
          <w:tcPr>
            <w:tcW w:w="851" w:type="dxa"/>
          </w:tcPr>
          <w:p w14:paraId="17DFCBE3" w14:textId="534A275A" w:rsidR="001F5B4D" w:rsidRPr="001F5B4D" w:rsidRDefault="001F5B4D" w:rsidP="001F5B4D">
            <w:r w:rsidRPr="001F5B4D">
              <w:t>3</w:t>
            </w:r>
          </w:p>
        </w:tc>
      </w:tr>
      <w:tr w:rsidR="001F5B4D" w:rsidRPr="001F5B4D" w14:paraId="09F0AF5D" w14:textId="77777777" w:rsidTr="001F5B4D">
        <w:tblPrEx>
          <w:tblCellMar>
            <w:top w:w="0" w:type="dxa"/>
            <w:bottom w:w="0" w:type="dxa"/>
          </w:tblCellMar>
        </w:tblPrEx>
        <w:trPr>
          <w:cantSplit/>
        </w:trPr>
        <w:tc>
          <w:tcPr>
            <w:tcW w:w="2551" w:type="dxa"/>
            <w:shd w:val="clear" w:color="auto" w:fill="998877"/>
          </w:tcPr>
          <w:p w14:paraId="5A69A4DF" w14:textId="77777777" w:rsidR="001F5B4D" w:rsidRPr="001F5B4D" w:rsidRDefault="001F5B4D" w:rsidP="001F5B4D"/>
        </w:tc>
        <w:tc>
          <w:tcPr>
            <w:tcW w:w="4536" w:type="dxa"/>
            <w:gridSpan w:val="2"/>
            <w:tcBorders>
              <w:bottom w:val="single" w:sz="4" w:space="0" w:color="auto"/>
            </w:tcBorders>
            <w:shd w:val="clear" w:color="auto" w:fill="998877"/>
          </w:tcPr>
          <w:p w14:paraId="21E6EB23" w14:textId="5ED488A7" w:rsidR="001F5B4D" w:rsidRPr="001F5B4D" w:rsidRDefault="001F5B4D" w:rsidP="001F5B4D">
            <w:r w:rsidRPr="001F5B4D">
              <w:t>Susceptibility score</w:t>
            </w:r>
          </w:p>
        </w:tc>
        <w:tc>
          <w:tcPr>
            <w:tcW w:w="851" w:type="dxa"/>
          </w:tcPr>
          <w:p w14:paraId="32D75550" w14:textId="1A8B4A28" w:rsidR="001F5B4D" w:rsidRPr="001F5B4D" w:rsidRDefault="001F5B4D" w:rsidP="001F5B4D">
            <w:r w:rsidRPr="001F5B4D">
              <w:t>1.43</w:t>
            </w:r>
          </w:p>
        </w:tc>
      </w:tr>
      <w:tr w:rsidR="001F5B4D" w:rsidRPr="001F5B4D" w14:paraId="3C9B5B2B" w14:textId="77777777" w:rsidTr="001F5B4D">
        <w:tblPrEx>
          <w:tblCellMar>
            <w:top w:w="0" w:type="dxa"/>
            <w:bottom w:w="0" w:type="dxa"/>
          </w:tblCellMar>
        </w:tblPrEx>
        <w:trPr>
          <w:cantSplit/>
        </w:trPr>
        <w:tc>
          <w:tcPr>
            <w:tcW w:w="2551" w:type="dxa"/>
            <w:shd w:val="clear" w:color="auto" w:fill="998877"/>
          </w:tcPr>
          <w:p w14:paraId="71843955" w14:textId="77777777" w:rsidR="001F5B4D" w:rsidRPr="001F5B4D" w:rsidRDefault="001F5B4D" w:rsidP="001F5B4D"/>
        </w:tc>
        <w:tc>
          <w:tcPr>
            <w:tcW w:w="4536" w:type="dxa"/>
            <w:gridSpan w:val="2"/>
            <w:shd w:val="clear" w:color="auto" w:fill="998877"/>
          </w:tcPr>
          <w:p w14:paraId="789854B5" w14:textId="6CA8B20D" w:rsidR="001F5B4D" w:rsidRPr="001F5B4D" w:rsidRDefault="001F5B4D" w:rsidP="001F5B4D">
            <w:r w:rsidRPr="001F5B4D">
              <w:t>Vulnerability score</w:t>
            </w:r>
          </w:p>
        </w:tc>
        <w:tc>
          <w:tcPr>
            <w:tcW w:w="851" w:type="dxa"/>
          </w:tcPr>
          <w:p w14:paraId="06F69413" w14:textId="1EC38E8B" w:rsidR="001F5B4D" w:rsidRPr="001F5B4D" w:rsidRDefault="001F5B4D" w:rsidP="001F5B4D">
            <w:r w:rsidRPr="001F5B4D">
              <w:t>1.92</w:t>
            </w:r>
          </w:p>
        </w:tc>
      </w:tr>
    </w:tbl>
    <w:p w14:paraId="4E937C23" w14:textId="4F401AAD"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2379E73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8" w:name="T_TUS" w:colFirst="0" w:colLast="0"/>
          <w:p w14:paraId="3C349D3A" w14:textId="4C94B8A7" w:rsidR="001F5B4D" w:rsidRPr="001F5B4D" w:rsidRDefault="001F5B4D" w:rsidP="001F5B4D">
            <w:pPr>
              <w:rPr>
                <w:b/>
              </w:rPr>
            </w:pPr>
            <w:r w:rsidRPr="001F5B4D">
              <w:rPr>
                <w:b/>
              </w:rPr>
              <w:fldChar w:fldCharType="begin"/>
            </w:r>
            <w:r w:rsidRPr="001F5B4D">
              <w:rPr>
                <w:b/>
              </w:rPr>
              <w:instrText xml:space="preserve"> HYPERLINK  \l "S_TUS" \o "PSA Score" </w:instrText>
            </w:r>
            <w:r w:rsidRPr="001F5B4D">
              <w:rPr>
                <w:b/>
              </w:rPr>
            </w:r>
            <w:r w:rsidRPr="001F5B4D">
              <w:rPr>
                <w:b/>
              </w:rPr>
              <w:fldChar w:fldCharType="separate"/>
            </w:r>
            <w:r w:rsidRPr="001F5B4D">
              <w:rPr>
                <w:rStyle w:val="Hyperlink"/>
                <w:b/>
              </w:rPr>
              <w:t>True tunas nei</w:t>
            </w:r>
            <w:r w:rsidRPr="001F5B4D">
              <w:rPr>
                <w:b/>
              </w:rPr>
              <w:fldChar w:fldCharType="end"/>
            </w:r>
          </w:p>
        </w:tc>
        <w:tc>
          <w:tcPr>
            <w:tcW w:w="3969" w:type="dxa"/>
            <w:gridSpan w:val="2"/>
            <w:tcBorders>
              <w:bottom w:val="single" w:sz="4" w:space="0" w:color="auto"/>
            </w:tcBorders>
            <w:shd w:val="clear" w:color="auto" w:fill="998877"/>
          </w:tcPr>
          <w:p w14:paraId="46CF8DA6" w14:textId="61D184AE" w:rsidR="001F5B4D" w:rsidRPr="001F5B4D" w:rsidRDefault="001F5B4D" w:rsidP="001F5B4D">
            <w:pPr>
              <w:rPr>
                <w:b/>
                <w:i/>
              </w:rPr>
            </w:pPr>
            <w:r w:rsidRPr="001F5B4D">
              <w:rPr>
                <w:b/>
                <w:i/>
              </w:rPr>
              <w:t>Thunnus spp</w:t>
            </w:r>
          </w:p>
        </w:tc>
      </w:tr>
      <w:bookmarkEnd w:id="168"/>
      <w:tr w:rsidR="001F5B4D" w:rsidRPr="001F5B4D" w14:paraId="78F1EF3B" w14:textId="77777777" w:rsidTr="00551052">
        <w:tblPrEx>
          <w:tblCellMar>
            <w:top w:w="0" w:type="dxa"/>
            <w:bottom w:w="0" w:type="dxa"/>
          </w:tblCellMar>
        </w:tblPrEx>
        <w:trPr>
          <w:cantSplit/>
        </w:trPr>
        <w:tc>
          <w:tcPr>
            <w:tcW w:w="7938" w:type="dxa"/>
            <w:gridSpan w:val="4"/>
            <w:shd w:val="clear" w:color="auto" w:fill="998877"/>
          </w:tcPr>
          <w:p w14:paraId="649D1315" w14:textId="4AB22226" w:rsidR="001F5B4D" w:rsidRPr="001F5B4D" w:rsidRDefault="001F5B4D" w:rsidP="001F5B4D">
            <w:pPr>
              <w:rPr>
                <w:b/>
              </w:rPr>
            </w:pPr>
            <w:r w:rsidRPr="001F5B4D">
              <w:rPr>
                <w:b/>
              </w:rPr>
              <w:t>Productivity</w:t>
            </w:r>
          </w:p>
        </w:tc>
      </w:tr>
      <w:tr w:rsidR="001F5B4D" w:rsidRPr="001F5B4D" w14:paraId="72577699" w14:textId="77777777" w:rsidTr="001F5B4D">
        <w:tblPrEx>
          <w:tblCellMar>
            <w:top w:w="0" w:type="dxa"/>
            <w:bottom w:w="0" w:type="dxa"/>
          </w:tblCellMar>
        </w:tblPrEx>
        <w:trPr>
          <w:cantSplit/>
        </w:trPr>
        <w:tc>
          <w:tcPr>
            <w:tcW w:w="2551" w:type="dxa"/>
            <w:shd w:val="clear" w:color="auto" w:fill="998877"/>
          </w:tcPr>
          <w:p w14:paraId="7473AC22" w14:textId="2ED4F05C" w:rsidR="001F5B4D" w:rsidRPr="001F5B4D" w:rsidRDefault="001F5B4D" w:rsidP="001F5B4D">
            <w:r w:rsidRPr="001F5B4D">
              <w:t>Average age at maturity</w:t>
            </w:r>
          </w:p>
        </w:tc>
        <w:tc>
          <w:tcPr>
            <w:tcW w:w="4536" w:type="dxa"/>
            <w:gridSpan w:val="2"/>
          </w:tcPr>
          <w:p w14:paraId="149F7E61" w14:textId="3A15CA1F" w:rsidR="001F5B4D" w:rsidRPr="001F5B4D" w:rsidRDefault="001F5B4D" w:rsidP="001F5B4D">
            <w:r w:rsidRPr="001F5B4D">
              <w:t>The score is based on the maximum risk score in the family Scombridae, which included 35 species.</w:t>
            </w:r>
          </w:p>
        </w:tc>
        <w:tc>
          <w:tcPr>
            <w:tcW w:w="851" w:type="dxa"/>
          </w:tcPr>
          <w:p w14:paraId="45C0039D" w14:textId="70F7D2C9" w:rsidR="001F5B4D" w:rsidRPr="001F5B4D" w:rsidRDefault="001F5B4D" w:rsidP="001F5B4D">
            <w:r w:rsidRPr="001F5B4D">
              <w:t>2</w:t>
            </w:r>
          </w:p>
        </w:tc>
      </w:tr>
      <w:tr w:rsidR="001F5B4D" w:rsidRPr="001F5B4D" w14:paraId="14906932" w14:textId="77777777" w:rsidTr="001F5B4D">
        <w:tblPrEx>
          <w:tblCellMar>
            <w:top w:w="0" w:type="dxa"/>
            <w:bottom w:w="0" w:type="dxa"/>
          </w:tblCellMar>
        </w:tblPrEx>
        <w:trPr>
          <w:cantSplit/>
        </w:trPr>
        <w:tc>
          <w:tcPr>
            <w:tcW w:w="2551" w:type="dxa"/>
            <w:shd w:val="clear" w:color="auto" w:fill="998877"/>
          </w:tcPr>
          <w:p w14:paraId="206DC03F" w14:textId="6E5E6CD1" w:rsidR="001F5B4D" w:rsidRPr="001F5B4D" w:rsidRDefault="001F5B4D" w:rsidP="001F5B4D">
            <w:r w:rsidRPr="001F5B4D">
              <w:t>Average max age</w:t>
            </w:r>
          </w:p>
        </w:tc>
        <w:tc>
          <w:tcPr>
            <w:tcW w:w="4536" w:type="dxa"/>
            <w:gridSpan w:val="2"/>
          </w:tcPr>
          <w:p w14:paraId="2D7503AF" w14:textId="37817B3F" w:rsidR="001F5B4D" w:rsidRPr="001F5B4D" w:rsidRDefault="001F5B4D" w:rsidP="001F5B4D">
            <w:r w:rsidRPr="001F5B4D">
              <w:t>The score is based on the maximum risk score in the family Scombridae, which included 35 species.</w:t>
            </w:r>
          </w:p>
        </w:tc>
        <w:tc>
          <w:tcPr>
            <w:tcW w:w="851" w:type="dxa"/>
          </w:tcPr>
          <w:p w14:paraId="7D1B1F65" w14:textId="7D61FA52" w:rsidR="001F5B4D" w:rsidRPr="001F5B4D" w:rsidRDefault="001F5B4D" w:rsidP="001F5B4D">
            <w:r w:rsidRPr="001F5B4D">
              <w:t>3</w:t>
            </w:r>
          </w:p>
        </w:tc>
      </w:tr>
      <w:tr w:rsidR="001F5B4D" w:rsidRPr="001F5B4D" w14:paraId="51480D16" w14:textId="77777777" w:rsidTr="001F5B4D">
        <w:tblPrEx>
          <w:tblCellMar>
            <w:top w:w="0" w:type="dxa"/>
            <w:bottom w:w="0" w:type="dxa"/>
          </w:tblCellMar>
        </w:tblPrEx>
        <w:trPr>
          <w:cantSplit/>
        </w:trPr>
        <w:tc>
          <w:tcPr>
            <w:tcW w:w="2551" w:type="dxa"/>
            <w:shd w:val="clear" w:color="auto" w:fill="998877"/>
          </w:tcPr>
          <w:p w14:paraId="03204E40" w14:textId="32CD2535" w:rsidR="001F5B4D" w:rsidRPr="001F5B4D" w:rsidRDefault="001F5B4D" w:rsidP="001F5B4D">
            <w:r w:rsidRPr="001F5B4D">
              <w:t>Fecundity</w:t>
            </w:r>
          </w:p>
        </w:tc>
        <w:tc>
          <w:tcPr>
            <w:tcW w:w="4536" w:type="dxa"/>
            <w:gridSpan w:val="2"/>
          </w:tcPr>
          <w:p w14:paraId="0966B1BD" w14:textId="03194131" w:rsidR="001F5B4D" w:rsidRPr="001F5B4D" w:rsidRDefault="001F5B4D" w:rsidP="001F5B4D">
            <w:r w:rsidRPr="001F5B4D">
              <w:t>The score is based on the maximum risk score in the family Scombridae, which included 27 species.</w:t>
            </w:r>
          </w:p>
        </w:tc>
        <w:tc>
          <w:tcPr>
            <w:tcW w:w="851" w:type="dxa"/>
          </w:tcPr>
          <w:p w14:paraId="43BD53E3" w14:textId="7AE6AD98" w:rsidR="001F5B4D" w:rsidRPr="001F5B4D" w:rsidRDefault="001F5B4D" w:rsidP="001F5B4D">
            <w:r w:rsidRPr="001F5B4D">
              <w:t>1</w:t>
            </w:r>
          </w:p>
        </w:tc>
      </w:tr>
      <w:tr w:rsidR="001F5B4D" w:rsidRPr="001F5B4D" w14:paraId="7649CAC1" w14:textId="77777777" w:rsidTr="001F5B4D">
        <w:tblPrEx>
          <w:tblCellMar>
            <w:top w:w="0" w:type="dxa"/>
            <w:bottom w:w="0" w:type="dxa"/>
          </w:tblCellMar>
        </w:tblPrEx>
        <w:trPr>
          <w:cantSplit/>
        </w:trPr>
        <w:tc>
          <w:tcPr>
            <w:tcW w:w="2551" w:type="dxa"/>
            <w:shd w:val="clear" w:color="auto" w:fill="998877"/>
          </w:tcPr>
          <w:p w14:paraId="542AE98C" w14:textId="7E9E9448" w:rsidR="001F5B4D" w:rsidRPr="001F5B4D" w:rsidRDefault="001F5B4D" w:rsidP="001F5B4D">
            <w:r w:rsidRPr="001F5B4D">
              <w:t>Average max size</w:t>
            </w:r>
          </w:p>
        </w:tc>
        <w:tc>
          <w:tcPr>
            <w:tcW w:w="4536" w:type="dxa"/>
            <w:gridSpan w:val="2"/>
          </w:tcPr>
          <w:p w14:paraId="0D4E7090" w14:textId="24AB8CDD" w:rsidR="001F5B4D" w:rsidRPr="001F5B4D" w:rsidRDefault="001F5B4D" w:rsidP="001F5B4D">
            <w:r w:rsidRPr="001F5B4D">
              <w:t>The score is based on the maximum risk score in the family Scombridae, which included 50 species.</w:t>
            </w:r>
          </w:p>
        </w:tc>
        <w:tc>
          <w:tcPr>
            <w:tcW w:w="851" w:type="dxa"/>
          </w:tcPr>
          <w:p w14:paraId="1540E97B" w14:textId="6447B3C1" w:rsidR="001F5B4D" w:rsidRPr="001F5B4D" w:rsidRDefault="001F5B4D" w:rsidP="001F5B4D">
            <w:r w:rsidRPr="001F5B4D">
              <w:t>3</w:t>
            </w:r>
          </w:p>
        </w:tc>
      </w:tr>
      <w:tr w:rsidR="001F5B4D" w:rsidRPr="001F5B4D" w14:paraId="4E069BAA" w14:textId="77777777" w:rsidTr="001F5B4D">
        <w:tblPrEx>
          <w:tblCellMar>
            <w:top w:w="0" w:type="dxa"/>
            <w:bottom w:w="0" w:type="dxa"/>
          </w:tblCellMar>
        </w:tblPrEx>
        <w:trPr>
          <w:cantSplit/>
        </w:trPr>
        <w:tc>
          <w:tcPr>
            <w:tcW w:w="2551" w:type="dxa"/>
            <w:shd w:val="clear" w:color="auto" w:fill="998877"/>
          </w:tcPr>
          <w:p w14:paraId="07F43B5D" w14:textId="2DC7D92B" w:rsidR="001F5B4D" w:rsidRPr="001F5B4D" w:rsidRDefault="001F5B4D" w:rsidP="001F5B4D">
            <w:r w:rsidRPr="001F5B4D">
              <w:t>Average size at maturity</w:t>
            </w:r>
          </w:p>
        </w:tc>
        <w:tc>
          <w:tcPr>
            <w:tcW w:w="4536" w:type="dxa"/>
            <w:gridSpan w:val="2"/>
          </w:tcPr>
          <w:p w14:paraId="3F960BF8" w14:textId="66E3093B" w:rsidR="001F5B4D" w:rsidRPr="001F5B4D" w:rsidRDefault="001F5B4D" w:rsidP="001F5B4D">
            <w:r w:rsidRPr="001F5B4D">
              <w:t>The score is based on the maximum risk score in the family Scombridae, which included 50 species.</w:t>
            </w:r>
          </w:p>
        </w:tc>
        <w:tc>
          <w:tcPr>
            <w:tcW w:w="851" w:type="dxa"/>
          </w:tcPr>
          <w:p w14:paraId="7A55F0DF" w14:textId="2EE608A2" w:rsidR="001F5B4D" w:rsidRPr="001F5B4D" w:rsidRDefault="001F5B4D" w:rsidP="001F5B4D">
            <w:r w:rsidRPr="001F5B4D">
              <w:t>3</w:t>
            </w:r>
          </w:p>
        </w:tc>
      </w:tr>
      <w:tr w:rsidR="001F5B4D" w:rsidRPr="001F5B4D" w14:paraId="519D8417" w14:textId="77777777" w:rsidTr="001F5B4D">
        <w:tblPrEx>
          <w:tblCellMar>
            <w:top w:w="0" w:type="dxa"/>
            <w:bottom w:w="0" w:type="dxa"/>
          </w:tblCellMar>
        </w:tblPrEx>
        <w:trPr>
          <w:cantSplit/>
        </w:trPr>
        <w:tc>
          <w:tcPr>
            <w:tcW w:w="2551" w:type="dxa"/>
            <w:shd w:val="clear" w:color="auto" w:fill="998877"/>
          </w:tcPr>
          <w:p w14:paraId="6E8E9DF3" w14:textId="49E5ED6B" w:rsidR="001F5B4D" w:rsidRPr="001F5B4D" w:rsidRDefault="001F5B4D" w:rsidP="001F5B4D">
            <w:r w:rsidRPr="001F5B4D">
              <w:t>Reproductive strategy</w:t>
            </w:r>
          </w:p>
        </w:tc>
        <w:tc>
          <w:tcPr>
            <w:tcW w:w="4536" w:type="dxa"/>
            <w:gridSpan w:val="2"/>
          </w:tcPr>
          <w:p w14:paraId="704E6145" w14:textId="14D1EF0D" w:rsidR="001F5B4D" w:rsidRPr="001F5B4D" w:rsidRDefault="001F5B4D" w:rsidP="001F5B4D">
            <w:r w:rsidRPr="001F5B4D">
              <w:t>The score is based on the maximum risk score in the family Scombridae, which included 44 species.</w:t>
            </w:r>
          </w:p>
        </w:tc>
        <w:tc>
          <w:tcPr>
            <w:tcW w:w="851" w:type="dxa"/>
          </w:tcPr>
          <w:p w14:paraId="09F686C9" w14:textId="54CC7CA5" w:rsidR="001F5B4D" w:rsidRPr="001F5B4D" w:rsidRDefault="001F5B4D" w:rsidP="001F5B4D">
            <w:r w:rsidRPr="001F5B4D">
              <w:t>1</w:t>
            </w:r>
          </w:p>
        </w:tc>
      </w:tr>
      <w:tr w:rsidR="001F5B4D" w:rsidRPr="001F5B4D" w14:paraId="1625B119" w14:textId="77777777" w:rsidTr="001F5B4D">
        <w:tblPrEx>
          <w:tblCellMar>
            <w:top w:w="0" w:type="dxa"/>
            <w:bottom w:w="0" w:type="dxa"/>
          </w:tblCellMar>
        </w:tblPrEx>
        <w:trPr>
          <w:cantSplit/>
        </w:trPr>
        <w:tc>
          <w:tcPr>
            <w:tcW w:w="2551" w:type="dxa"/>
            <w:shd w:val="clear" w:color="auto" w:fill="998877"/>
          </w:tcPr>
          <w:p w14:paraId="22E1539A" w14:textId="43D6A540" w:rsidR="001F5B4D" w:rsidRPr="001F5B4D" w:rsidRDefault="001F5B4D" w:rsidP="001F5B4D">
            <w:r w:rsidRPr="001F5B4D">
              <w:t>Trophic level</w:t>
            </w:r>
          </w:p>
        </w:tc>
        <w:tc>
          <w:tcPr>
            <w:tcW w:w="4536" w:type="dxa"/>
            <w:gridSpan w:val="2"/>
            <w:tcBorders>
              <w:bottom w:val="single" w:sz="4" w:space="0" w:color="auto"/>
            </w:tcBorders>
          </w:tcPr>
          <w:p w14:paraId="39510E57" w14:textId="1C8E63E4" w:rsidR="001F5B4D" w:rsidRPr="001F5B4D" w:rsidRDefault="001F5B4D" w:rsidP="001F5B4D">
            <w:r w:rsidRPr="001F5B4D">
              <w:t>The score is based on the maximum risk score in the family Scombridae, which included 50 species.</w:t>
            </w:r>
          </w:p>
        </w:tc>
        <w:tc>
          <w:tcPr>
            <w:tcW w:w="851" w:type="dxa"/>
          </w:tcPr>
          <w:p w14:paraId="759FFFCF" w14:textId="1D9ADAED" w:rsidR="001F5B4D" w:rsidRPr="001F5B4D" w:rsidRDefault="001F5B4D" w:rsidP="001F5B4D">
            <w:r w:rsidRPr="001F5B4D">
              <w:t>3</w:t>
            </w:r>
          </w:p>
        </w:tc>
      </w:tr>
      <w:tr w:rsidR="001F5B4D" w:rsidRPr="001F5B4D" w14:paraId="486222CB"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3F07BA2A" w14:textId="77777777" w:rsidR="001F5B4D" w:rsidRPr="001F5B4D" w:rsidRDefault="001F5B4D" w:rsidP="001F5B4D"/>
        </w:tc>
        <w:tc>
          <w:tcPr>
            <w:tcW w:w="4536" w:type="dxa"/>
            <w:gridSpan w:val="2"/>
            <w:tcBorders>
              <w:bottom w:val="single" w:sz="4" w:space="0" w:color="auto"/>
            </w:tcBorders>
            <w:shd w:val="clear" w:color="auto" w:fill="998877"/>
          </w:tcPr>
          <w:p w14:paraId="267DABEF" w14:textId="58CD794F" w:rsidR="001F5B4D" w:rsidRPr="001F5B4D" w:rsidRDefault="001F5B4D" w:rsidP="001F5B4D">
            <w:r w:rsidRPr="001F5B4D">
              <w:t>Productivity score</w:t>
            </w:r>
          </w:p>
        </w:tc>
        <w:tc>
          <w:tcPr>
            <w:tcW w:w="851" w:type="dxa"/>
            <w:tcBorders>
              <w:bottom w:val="single" w:sz="4" w:space="0" w:color="auto"/>
            </w:tcBorders>
          </w:tcPr>
          <w:p w14:paraId="3E39BF06" w14:textId="5DB3A2EA" w:rsidR="001F5B4D" w:rsidRPr="001F5B4D" w:rsidRDefault="001F5B4D" w:rsidP="001F5B4D">
            <w:r w:rsidRPr="001F5B4D">
              <w:t>2.29</w:t>
            </w:r>
          </w:p>
        </w:tc>
      </w:tr>
      <w:tr w:rsidR="001F5B4D" w:rsidRPr="001F5B4D" w14:paraId="7BCD2269" w14:textId="77777777" w:rsidTr="005165DA">
        <w:tblPrEx>
          <w:tblCellMar>
            <w:top w:w="0" w:type="dxa"/>
            <w:bottom w:w="0" w:type="dxa"/>
          </w:tblCellMar>
        </w:tblPrEx>
        <w:trPr>
          <w:cantSplit/>
        </w:trPr>
        <w:tc>
          <w:tcPr>
            <w:tcW w:w="7938" w:type="dxa"/>
            <w:gridSpan w:val="4"/>
            <w:shd w:val="clear" w:color="auto" w:fill="998877"/>
          </w:tcPr>
          <w:p w14:paraId="7AADE23C" w14:textId="320E680A" w:rsidR="001F5B4D" w:rsidRPr="001F5B4D" w:rsidRDefault="001F5B4D" w:rsidP="001F5B4D">
            <w:pPr>
              <w:rPr>
                <w:b/>
              </w:rPr>
            </w:pPr>
            <w:r w:rsidRPr="001F5B4D">
              <w:rPr>
                <w:b/>
              </w:rPr>
              <w:t>Susceptibility</w:t>
            </w:r>
          </w:p>
        </w:tc>
      </w:tr>
      <w:tr w:rsidR="001F5B4D" w:rsidRPr="001F5B4D" w14:paraId="45A0E149" w14:textId="77777777" w:rsidTr="001F5B4D">
        <w:tblPrEx>
          <w:tblCellMar>
            <w:top w:w="0" w:type="dxa"/>
            <w:bottom w:w="0" w:type="dxa"/>
          </w:tblCellMar>
        </w:tblPrEx>
        <w:trPr>
          <w:cantSplit/>
        </w:trPr>
        <w:tc>
          <w:tcPr>
            <w:tcW w:w="2551" w:type="dxa"/>
            <w:shd w:val="clear" w:color="auto" w:fill="998877"/>
          </w:tcPr>
          <w:p w14:paraId="07AE17D9" w14:textId="6DBA0D50" w:rsidR="001F5B4D" w:rsidRPr="001F5B4D" w:rsidRDefault="001F5B4D" w:rsidP="001F5B4D">
            <w:r w:rsidRPr="001F5B4D">
              <w:t>Areal overlap (availability)</w:t>
            </w:r>
          </w:p>
        </w:tc>
        <w:tc>
          <w:tcPr>
            <w:tcW w:w="4536" w:type="dxa"/>
            <w:gridSpan w:val="2"/>
          </w:tcPr>
          <w:p w14:paraId="3CD5A37E" w14:textId="159DB36C" w:rsidR="001F5B4D" w:rsidRPr="001F5B4D" w:rsidRDefault="001F5B4D" w:rsidP="001F5B4D">
            <w:r w:rsidRPr="001F5B4D">
              <w:t>Worldwide pelagic distribution</w:t>
            </w:r>
          </w:p>
        </w:tc>
        <w:tc>
          <w:tcPr>
            <w:tcW w:w="851" w:type="dxa"/>
          </w:tcPr>
          <w:p w14:paraId="6AEDF36F" w14:textId="5DF8E55D" w:rsidR="001F5B4D" w:rsidRPr="001F5B4D" w:rsidRDefault="001F5B4D" w:rsidP="001F5B4D">
            <w:r w:rsidRPr="001F5B4D">
              <w:t>3</w:t>
            </w:r>
          </w:p>
        </w:tc>
      </w:tr>
      <w:tr w:rsidR="001F5B4D" w:rsidRPr="001F5B4D" w14:paraId="7D380C86" w14:textId="77777777" w:rsidTr="001F5B4D">
        <w:tblPrEx>
          <w:tblCellMar>
            <w:top w:w="0" w:type="dxa"/>
            <w:bottom w:w="0" w:type="dxa"/>
          </w:tblCellMar>
        </w:tblPrEx>
        <w:trPr>
          <w:cantSplit/>
        </w:trPr>
        <w:tc>
          <w:tcPr>
            <w:tcW w:w="2551" w:type="dxa"/>
            <w:shd w:val="clear" w:color="auto" w:fill="998877"/>
          </w:tcPr>
          <w:p w14:paraId="47EF8004" w14:textId="3084044B" w:rsidR="001F5B4D" w:rsidRPr="001F5B4D" w:rsidRDefault="001F5B4D" w:rsidP="001F5B4D">
            <w:r w:rsidRPr="001F5B4D">
              <w:t>Encounterability</w:t>
            </w:r>
          </w:p>
        </w:tc>
        <w:tc>
          <w:tcPr>
            <w:tcW w:w="4536" w:type="dxa"/>
            <w:gridSpan w:val="2"/>
          </w:tcPr>
          <w:p w14:paraId="4A0EF2C4" w14:textId="53A56D1D" w:rsidR="001F5B4D" w:rsidRPr="001F5B4D" w:rsidRDefault="001F5B4D" w:rsidP="001F5B4D">
            <w:r w:rsidRPr="001F5B4D">
              <w:t>The depth range of the species is 1-250m. For surface gears, the vertical overlap index with this species is 40.00%.</w:t>
            </w:r>
          </w:p>
        </w:tc>
        <w:tc>
          <w:tcPr>
            <w:tcW w:w="851" w:type="dxa"/>
          </w:tcPr>
          <w:p w14:paraId="3A8436D3" w14:textId="0C57D066" w:rsidR="001F5B4D" w:rsidRPr="001F5B4D" w:rsidRDefault="001F5B4D" w:rsidP="001F5B4D">
            <w:r w:rsidRPr="001F5B4D">
              <w:t>3</w:t>
            </w:r>
          </w:p>
        </w:tc>
      </w:tr>
      <w:tr w:rsidR="001F5B4D" w:rsidRPr="001F5B4D" w14:paraId="47A1E362" w14:textId="77777777" w:rsidTr="001F5B4D">
        <w:tblPrEx>
          <w:tblCellMar>
            <w:top w:w="0" w:type="dxa"/>
            <w:bottom w:w="0" w:type="dxa"/>
          </w:tblCellMar>
        </w:tblPrEx>
        <w:trPr>
          <w:cantSplit/>
        </w:trPr>
        <w:tc>
          <w:tcPr>
            <w:tcW w:w="2551" w:type="dxa"/>
            <w:shd w:val="clear" w:color="auto" w:fill="998877"/>
          </w:tcPr>
          <w:p w14:paraId="6A4562A5" w14:textId="1FE28AE2" w:rsidR="001F5B4D" w:rsidRPr="001F5B4D" w:rsidRDefault="001F5B4D" w:rsidP="001F5B4D">
            <w:r w:rsidRPr="001F5B4D">
              <w:t>Selectivity</w:t>
            </w:r>
          </w:p>
        </w:tc>
        <w:tc>
          <w:tcPr>
            <w:tcW w:w="4536" w:type="dxa"/>
            <w:gridSpan w:val="2"/>
          </w:tcPr>
          <w:p w14:paraId="02E6386D" w14:textId="50F6D1EC" w:rsidR="001F5B4D" w:rsidRPr="001F5B4D" w:rsidRDefault="001F5B4D" w:rsidP="001F5B4D">
            <w:r w:rsidRPr="001F5B4D">
              <w:t>The maximum length of the species is missing, but the family's maximum length based on 50 species is 458cm. For tropical surface fisheries, the length overlap index with this species is 100.00%.</w:t>
            </w:r>
          </w:p>
        </w:tc>
        <w:tc>
          <w:tcPr>
            <w:tcW w:w="851" w:type="dxa"/>
          </w:tcPr>
          <w:p w14:paraId="550F50F6" w14:textId="27E03210" w:rsidR="001F5B4D" w:rsidRPr="001F5B4D" w:rsidRDefault="001F5B4D" w:rsidP="001F5B4D">
            <w:r w:rsidRPr="001F5B4D">
              <w:t>3</w:t>
            </w:r>
          </w:p>
        </w:tc>
      </w:tr>
      <w:tr w:rsidR="001F5B4D" w:rsidRPr="001F5B4D" w14:paraId="5C6EC4F5" w14:textId="77777777" w:rsidTr="001F5B4D">
        <w:tblPrEx>
          <w:tblCellMar>
            <w:top w:w="0" w:type="dxa"/>
            <w:bottom w:w="0" w:type="dxa"/>
          </w:tblCellMar>
        </w:tblPrEx>
        <w:trPr>
          <w:cantSplit/>
        </w:trPr>
        <w:tc>
          <w:tcPr>
            <w:tcW w:w="2551" w:type="dxa"/>
            <w:shd w:val="clear" w:color="auto" w:fill="998877"/>
          </w:tcPr>
          <w:p w14:paraId="289CF44E" w14:textId="5EED55CB" w:rsidR="001F5B4D" w:rsidRPr="001F5B4D" w:rsidRDefault="001F5B4D" w:rsidP="001F5B4D">
            <w:r w:rsidRPr="001F5B4D">
              <w:t>Post capture mortality</w:t>
            </w:r>
          </w:p>
        </w:tc>
        <w:tc>
          <w:tcPr>
            <w:tcW w:w="4536" w:type="dxa"/>
            <w:gridSpan w:val="2"/>
            <w:tcBorders>
              <w:bottom w:val="single" w:sz="4" w:space="0" w:color="auto"/>
            </w:tcBorders>
          </w:tcPr>
          <w:p w14:paraId="285515AD" w14:textId="52013F9C" w:rsidR="001F5B4D" w:rsidRPr="001F5B4D" w:rsidRDefault="001F5B4D" w:rsidP="001F5B4D">
            <w:r w:rsidRPr="001F5B4D">
              <w:t>No direct evidence of survival after capture.</w:t>
            </w:r>
          </w:p>
        </w:tc>
        <w:tc>
          <w:tcPr>
            <w:tcW w:w="851" w:type="dxa"/>
          </w:tcPr>
          <w:p w14:paraId="632D504F" w14:textId="14F22EF9" w:rsidR="001F5B4D" w:rsidRPr="001F5B4D" w:rsidRDefault="001F5B4D" w:rsidP="001F5B4D">
            <w:r w:rsidRPr="001F5B4D">
              <w:t>3</w:t>
            </w:r>
          </w:p>
        </w:tc>
      </w:tr>
      <w:tr w:rsidR="001F5B4D" w:rsidRPr="001F5B4D" w14:paraId="7388A834" w14:textId="77777777" w:rsidTr="001F5B4D">
        <w:tblPrEx>
          <w:tblCellMar>
            <w:top w:w="0" w:type="dxa"/>
            <w:bottom w:w="0" w:type="dxa"/>
          </w:tblCellMar>
        </w:tblPrEx>
        <w:trPr>
          <w:cantSplit/>
        </w:trPr>
        <w:tc>
          <w:tcPr>
            <w:tcW w:w="2551" w:type="dxa"/>
            <w:shd w:val="clear" w:color="auto" w:fill="998877"/>
          </w:tcPr>
          <w:p w14:paraId="2086D82D" w14:textId="77777777" w:rsidR="001F5B4D" w:rsidRPr="001F5B4D" w:rsidRDefault="001F5B4D" w:rsidP="001F5B4D"/>
        </w:tc>
        <w:tc>
          <w:tcPr>
            <w:tcW w:w="4536" w:type="dxa"/>
            <w:gridSpan w:val="2"/>
            <w:tcBorders>
              <w:bottom w:val="single" w:sz="4" w:space="0" w:color="auto"/>
            </w:tcBorders>
            <w:shd w:val="clear" w:color="auto" w:fill="998877"/>
          </w:tcPr>
          <w:p w14:paraId="702002C6" w14:textId="2A00BE21" w:rsidR="001F5B4D" w:rsidRPr="001F5B4D" w:rsidRDefault="001F5B4D" w:rsidP="001F5B4D">
            <w:r w:rsidRPr="001F5B4D">
              <w:t>Susceptibility score</w:t>
            </w:r>
          </w:p>
        </w:tc>
        <w:tc>
          <w:tcPr>
            <w:tcW w:w="851" w:type="dxa"/>
          </w:tcPr>
          <w:p w14:paraId="17174A43" w14:textId="798AD040" w:rsidR="001F5B4D" w:rsidRPr="001F5B4D" w:rsidRDefault="001F5B4D" w:rsidP="001F5B4D">
            <w:r w:rsidRPr="001F5B4D">
              <w:t>3.00</w:t>
            </w:r>
          </w:p>
        </w:tc>
      </w:tr>
      <w:tr w:rsidR="001F5B4D" w:rsidRPr="001F5B4D" w14:paraId="28B6EC96" w14:textId="77777777" w:rsidTr="001F5B4D">
        <w:tblPrEx>
          <w:tblCellMar>
            <w:top w:w="0" w:type="dxa"/>
            <w:bottom w:w="0" w:type="dxa"/>
          </w:tblCellMar>
        </w:tblPrEx>
        <w:trPr>
          <w:cantSplit/>
        </w:trPr>
        <w:tc>
          <w:tcPr>
            <w:tcW w:w="2551" w:type="dxa"/>
            <w:shd w:val="clear" w:color="auto" w:fill="998877"/>
          </w:tcPr>
          <w:p w14:paraId="5CA9D81D" w14:textId="77777777" w:rsidR="001F5B4D" w:rsidRPr="001F5B4D" w:rsidRDefault="001F5B4D" w:rsidP="001F5B4D"/>
        </w:tc>
        <w:tc>
          <w:tcPr>
            <w:tcW w:w="4536" w:type="dxa"/>
            <w:gridSpan w:val="2"/>
            <w:shd w:val="clear" w:color="auto" w:fill="998877"/>
          </w:tcPr>
          <w:p w14:paraId="7AD4A8DF" w14:textId="5D642667" w:rsidR="001F5B4D" w:rsidRPr="001F5B4D" w:rsidRDefault="001F5B4D" w:rsidP="001F5B4D">
            <w:r w:rsidRPr="001F5B4D">
              <w:t>Vulnerability score</w:t>
            </w:r>
          </w:p>
        </w:tc>
        <w:tc>
          <w:tcPr>
            <w:tcW w:w="851" w:type="dxa"/>
          </w:tcPr>
          <w:p w14:paraId="4B5F7922" w14:textId="662220B2" w:rsidR="001F5B4D" w:rsidRPr="001F5B4D" w:rsidRDefault="001F5B4D" w:rsidP="001F5B4D">
            <w:r w:rsidRPr="001F5B4D">
              <w:t>3.77</w:t>
            </w:r>
          </w:p>
        </w:tc>
      </w:tr>
    </w:tbl>
    <w:p w14:paraId="694C30D1" w14:textId="464D405A"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2D6347C6"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69" w:name="T_SDS" w:colFirst="0" w:colLast="0"/>
          <w:p w14:paraId="7617F4FE" w14:textId="18D51A9F" w:rsidR="001F5B4D" w:rsidRPr="001F5B4D" w:rsidRDefault="001F5B4D" w:rsidP="001F5B4D">
            <w:pPr>
              <w:rPr>
                <w:b/>
              </w:rPr>
            </w:pPr>
            <w:r w:rsidRPr="001F5B4D">
              <w:rPr>
                <w:b/>
              </w:rPr>
              <w:fldChar w:fldCharType="begin"/>
            </w:r>
            <w:r w:rsidRPr="001F5B4D">
              <w:rPr>
                <w:b/>
              </w:rPr>
              <w:instrText xml:space="preserve"> HYPERLINK  \l "S_SDS" \o "PSA Score" </w:instrText>
            </w:r>
            <w:r w:rsidRPr="001F5B4D">
              <w:rPr>
                <w:b/>
              </w:rPr>
            </w:r>
            <w:r w:rsidRPr="001F5B4D">
              <w:rPr>
                <w:b/>
              </w:rPr>
              <w:fldChar w:fldCharType="separate"/>
            </w:r>
            <w:r w:rsidRPr="001F5B4D">
              <w:rPr>
                <w:rStyle w:val="Hyperlink"/>
                <w:b/>
              </w:rPr>
              <w:t>Starry smooth-hound</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550B4BAE" w14:textId="023B5DE3" w:rsidR="001F5B4D" w:rsidRPr="001F5B4D" w:rsidRDefault="001F5B4D" w:rsidP="001F5B4D">
            <w:pPr>
              <w:rPr>
                <w:b/>
                <w:i/>
              </w:rPr>
            </w:pPr>
            <w:r w:rsidRPr="001F5B4D">
              <w:rPr>
                <w:b/>
                <w:i/>
              </w:rPr>
              <w:t>Mustelus asterias</w:t>
            </w:r>
          </w:p>
        </w:tc>
      </w:tr>
      <w:bookmarkEnd w:id="169"/>
      <w:tr w:rsidR="001F5B4D" w:rsidRPr="001F5B4D" w14:paraId="699BC6D6" w14:textId="77777777" w:rsidTr="0000730C">
        <w:tblPrEx>
          <w:tblCellMar>
            <w:top w:w="0" w:type="dxa"/>
            <w:bottom w:w="0" w:type="dxa"/>
          </w:tblCellMar>
        </w:tblPrEx>
        <w:trPr>
          <w:cantSplit/>
        </w:trPr>
        <w:tc>
          <w:tcPr>
            <w:tcW w:w="7938" w:type="dxa"/>
            <w:gridSpan w:val="4"/>
            <w:shd w:val="clear" w:color="auto" w:fill="998877"/>
          </w:tcPr>
          <w:p w14:paraId="628A2AE0" w14:textId="6DBE6180" w:rsidR="001F5B4D" w:rsidRPr="001F5B4D" w:rsidRDefault="001F5B4D" w:rsidP="001F5B4D">
            <w:pPr>
              <w:rPr>
                <w:b/>
              </w:rPr>
            </w:pPr>
            <w:r w:rsidRPr="001F5B4D">
              <w:rPr>
                <w:b/>
              </w:rPr>
              <w:lastRenderedPageBreak/>
              <w:t>Productivity</w:t>
            </w:r>
          </w:p>
        </w:tc>
      </w:tr>
      <w:tr w:rsidR="001F5B4D" w:rsidRPr="001F5B4D" w14:paraId="405D91CC" w14:textId="77777777" w:rsidTr="001F5B4D">
        <w:tblPrEx>
          <w:tblCellMar>
            <w:top w:w="0" w:type="dxa"/>
            <w:bottom w:w="0" w:type="dxa"/>
          </w:tblCellMar>
        </w:tblPrEx>
        <w:trPr>
          <w:cantSplit/>
        </w:trPr>
        <w:tc>
          <w:tcPr>
            <w:tcW w:w="2551" w:type="dxa"/>
            <w:shd w:val="clear" w:color="auto" w:fill="998877"/>
          </w:tcPr>
          <w:p w14:paraId="1827FC6D" w14:textId="3BAF64CF" w:rsidR="001F5B4D" w:rsidRPr="001F5B4D" w:rsidRDefault="001F5B4D" w:rsidP="001F5B4D">
            <w:r w:rsidRPr="001F5B4D">
              <w:t>Average age at maturity</w:t>
            </w:r>
          </w:p>
        </w:tc>
        <w:tc>
          <w:tcPr>
            <w:tcW w:w="4536" w:type="dxa"/>
            <w:gridSpan w:val="2"/>
          </w:tcPr>
          <w:p w14:paraId="510B9EAA" w14:textId="52BB3609" w:rsidR="001F5B4D" w:rsidRPr="001F5B4D" w:rsidRDefault="001F5B4D" w:rsidP="001F5B4D">
            <w:r w:rsidRPr="001F5B4D">
              <w:t>Species growth rate (K) is 0.100, which is in the medium risk K range (0.061-0.183) for age at maturity.</w:t>
            </w:r>
          </w:p>
        </w:tc>
        <w:tc>
          <w:tcPr>
            <w:tcW w:w="851" w:type="dxa"/>
          </w:tcPr>
          <w:p w14:paraId="45D2BB05" w14:textId="7314D321" w:rsidR="001F5B4D" w:rsidRPr="001F5B4D" w:rsidRDefault="001F5B4D" w:rsidP="001F5B4D">
            <w:r w:rsidRPr="001F5B4D">
              <w:t>2</w:t>
            </w:r>
          </w:p>
        </w:tc>
      </w:tr>
      <w:tr w:rsidR="001F5B4D" w:rsidRPr="001F5B4D" w14:paraId="20531AE0" w14:textId="77777777" w:rsidTr="001F5B4D">
        <w:tblPrEx>
          <w:tblCellMar>
            <w:top w:w="0" w:type="dxa"/>
            <w:bottom w:w="0" w:type="dxa"/>
          </w:tblCellMar>
        </w:tblPrEx>
        <w:trPr>
          <w:cantSplit/>
        </w:trPr>
        <w:tc>
          <w:tcPr>
            <w:tcW w:w="2551" w:type="dxa"/>
            <w:shd w:val="clear" w:color="auto" w:fill="998877"/>
          </w:tcPr>
          <w:p w14:paraId="60AF16EC" w14:textId="00F48D5B" w:rsidR="001F5B4D" w:rsidRPr="001F5B4D" w:rsidRDefault="001F5B4D" w:rsidP="001F5B4D">
            <w:r w:rsidRPr="001F5B4D">
              <w:t>Average max age</w:t>
            </w:r>
          </w:p>
        </w:tc>
        <w:tc>
          <w:tcPr>
            <w:tcW w:w="4536" w:type="dxa"/>
            <w:gridSpan w:val="2"/>
          </w:tcPr>
          <w:p w14:paraId="380F5771" w14:textId="40DF92FB" w:rsidR="001F5B4D" w:rsidRPr="001F5B4D" w:rsidRDefault="001F5B4D" w:rsidP="001F5B4D">
            <w:r w:rsidRPr="001F5B4D">
              <w:t>Species growth rate (K) is 0.100, which is lower than highest risk K (0.12) for maximum age.</w:t>
            </w:r>
          </w:p>
        </w:tc>
        <w:tc>
          <w:tcPr>
            <w:tcW w:w="851" w:type="dxa"/>
          </w:tcPr>
          <w:p w14:paraId="3F9A5F9F" w14:textId="5C16867E" w:rsidR="001F5B4D" w:rsidRPr="001F5B4D" w:rsidRDefault="001F5B4D" w:rsidP="001F5B4D">
            <w:r w:rsidRPr="001F5B4D">
              <w:t>3</w:t>
            </w:r>
          </w:p>
        </w:tc>
      </w:tr>
      <w:tr w:rsidR="001F5B4D" w:rsidRPr="001F5B4D" w14:paraId="4AD8F991" w14:textId="77777777" w:rsidTr="001F5B4D">
        <w:tblPrEx>
          <w:tblCellMar>
            <w:top w:w="0" w:type="dxa"/>
            <w:bottom w:w="0" w:type="dxa"/>
          </w:tblCellMar>
        </w:tblPrEx>
        <w:trPr>
          <w:cantSplit/>
        </w:trPr>
        <w:tc>
          <w:tcPr>
            <w:tcW w:w="2551" w:type="dxa"/>
            <w:shd w:val="clear" w:color="auto" w:fill="998877"/>
          </w:tcPr>
          <w:p w14:paraId="2F3ABB1F" w14:textId="673276DF" w:rsidR="001F5B4D" w:rsidRPr="001F5B4D" w:rsidRDefault="001F5B4D" w:rsidP="001F5B4D">
            <w:r w:rsidRPr="001F5B4D">
              <w:t>Fecundity</w:t>
            </w:r>
          </w:p>
        </w:tc>
        <w:tc>
          <w:tcPr>
            <w:tcW w:w="4536" w:type="dxa"/>
            <w:gridSpan w:val="2"/>
          </w:tcPr>
          <w:p w14:paraId="7B29737E" w14:textId="160746D2" w:rsidR="001F5B4D" w:rsidRPr="001F5B4D" w:rsidRDefault="001F5B4D" w:rsidP="001F5B4D">
            <w:r w:rsidRPr="001F5B4D">
              <w:t>Species fecundity is 7 eggs/year, which is lower than the highest risk value (100).</w:t>
            </w:r>
          </w:p>
        </w:tc>
        <w:tc>
          <w:tcPr>
            <w:tcW w:w="851" w:type="dxa"/>
          </w:tcPr>
          <w:p w14:paraId="0040A3CF" w14:textId="303498CB" w:rsidR="001F5B4D" w:rsidRPr="001F5B4D" w:rsidRDefault="001F5B4D" w:rsidP="001F5B4D">
            <w:r w:rsidRPr="001F5B4D">
              <w:t>3</w:t>
            </w:r>
          </w:p>
        </w:tc>
      </w:tr>
      <w:tr w:rsidR="001F5B4D" w:rsidRPr="001F5B4D" w14:paraId="27BD191E" w14:textId="77777777" w:rsidTr="001F5B4D">
        <w:tblPrEx>
          <w:tblCellMar>
            <w:top w:w="0" w:type="dxa"/>
            <w:bottom w:w="0" w:type="dxa"/>
          </w:tblCellMar>
        </w:tblPrEx>
        <w:trPr>
          <w:cantSplit/>
        </w:trPr>
        <w:tc>
          <w:tcPr>
            <w:tcW w:w="2551" w:type="dxa"/>
            <w:shd w:val="clear" w:color="auto" w:fill="998877"/>
          </w:tcPr>
          <w:p w14:paraId="00EB0074" w14:textId="6CD6678E" w:rsidR="001F5B4D" w:rsidRPr="001F5B4D" w:rsidRDefault="001F5B4D" w:rsidP="001F5B4D">
            <w:r w:rsidRPr="001F5B4D">
              <w:t>Average max size</w:t>
            </w:r>
          </w:p>
        </w:tc>
        <w:tc>
          <w:tcPr>
            <w:tcW w:w="4536" w:type="dxa"/>
            <w:gridSpan w:val="2"/>
          </w:tcPr>
          <w:p w14:paraId="527D1CA9" w14:textId="784F9B2F" w:rsidR="001F5B4D" w:rsidRPr="001F5B4D" w:rsidRDefault="001F5B4D" w:rsidP="001F5B4D">
            <w:r w:rsidRPr="001F5B4D">
              <w:t>Species maximum length is 140, which is in the medium risk range (100-300cm).</w:t>
            </w:r>
          </w:p>
        </w:tc>
        <w:tc>
          <w:tcPr>
            <w:tcW w:w="851" w:type="dxa"/>
          </w:tcPr>
          <w:p w14:paraId="24C153EB" w14:textId="210149CB" w:rsidR="001F5B4D" w:rsidRPr="001F5B4D" w:rsidRDefault="001F5B4D" w:rsidP="001F5B4D">
            <w:r w:rsidRPr="001F5B4D">
              <w:t>2</w:t>
            </w:r>
          </w:p>
        </w:tc>
      </w:tr>
      <w:tr w:rsidR="001F5B4D" w:rsidRPr="001F5B4D" w14:paraId="266FCABA" w14:textId="77777777" w:rsidTr="001F5B4D">
        <w:tblPrEx>
          <w:tblCellMar>
            <w:top w:w="0" w:type="dxa"/>
            <w:bottom w:w="0" w:type="dxa"/>
          </w:tblCellMar>
        </w:tblPrEx>
        <w:trPr>
          <w:cantSplit/>
        </w:trPr>
        <w:tc>
          <w:tcPr>
            <w:tcW w:w="2551" w:type="dxa"/>
            <w:shd w:val="clear" w:color="auto" w:fill="998877"/>
          </w:tcPr>
          <w:p w14:paraId="1C7956F6" w14:textId="4978C3FE" w:rsidR="001F5B4D" w:rsidRPr="001F5B4D" w:rsidRDefault="001F5B4D" w:rsidP="001F5B4D">
            <w:r w:rsidRPr="001F5B4D">
              <w:t>Average size at maturity</w:t>
            </w:r>
          </w:p>
        </w:tc>
        <w:tc>
          <w:tcPr>
            <w:tcW w:w="4536" w:type="dxa"/>
            <w:gridSpan w:val="2"/>
          </w:tcPr>
          <w:p w14:paraId="7609E4A5" w14:textId="3903B98C" w:rsidR="001F5B4D" w:rsidRPr="001F5B4D" w:rsidRDefault="001F5B4D" w:rsidP="001F5B4D">
            <w:r w:rsidRPr="001F5B4D">
              <w:t>Species length at maturity is 80, which is in the medium risk range (40-200cm).</w:t>
            </w:r>
          </w:p>
        </w:tc>
        <w:tc>
          <w:tcPr>
            <w:tcW w:w="851" w:type="dxa"/>
          </w:tcPr>
          <w:p w14:paraId="74958081" w14:textId="5EF1F444" w:rsidR="001F5B4D" w:rsidRPr="001F5B4D" w:rsidRDefault="001F5B4D" w:rsidP="001F5B4D">
            <w:r w:rsidRPr="001F5B4D">
              <w:t>2</w:t>
            </w:r>
          </w:p>
        </w:tc>
      </w:tr>
      <w:tr w:rsidR="001F5B4D" w:rsidRPr="001F5B4D" w14:paraId="33934FEF" w14:textId="77777777" w:rsidTr="001F5B4D">
        <w:tblPrEx>
          <w:tblCellMar>
            <w:top w:w="0" w:type="dxa"/>
            <w:bottom w:w="0" w:type="dxa"/>
          </w:tblCellMar>
        </w:tblPrEx>
        <w:trPr>
          <w:cantSplit/>
        </w:trPr>
        <w:tc>
          <w:tcPr>
            <w:tcW w:w="2551" w:type="dxa"/>
            <w:shd w:val="clear" w:color="auto" w:fill="998877"/>
          </w:tcPr>
          <w:p w14:paraId="29C110C5" w14:textId="0334CEB1" w:rsidR="001F5B4D" w:rsidRPr="001F5B4D" w:rsidRDefault="001F5B4D" w:rsidP="001F5B4D">
            <w:r w:rsidRPr="001F5B4D">
              <w:t>Reproductive strategy</w:t>
            </w:r>
          </w:p>
        </w:tc>
        <w:tc>
          <w:tcPr>
            <w:tcW w:w="4536" w:type="dxa"/>
            <w:gridSpan w:val="2"/>
          </w:tcPr>
          <w:p w14:paraId="6EAD2F2E" w14:textId="1BEA04B1" w:rsidR="001F5B4D" w:rsidRPr="001F5B4D" w:rsidRDefault="001F5B4D" w:rsidP="001F5B4D">
            <w:r w:rsidRPr="001F5B4D">
              <w:t>Species reproductive strategy is live bearer, which is high risk.</w:t>
            </w:r>
          </w:p>
        </w:tc>
        <w:tc>
          <w:tcPr>
            <w:tcW w:w="851" w:type="dxa"/>
          </w:tcPr>
          <w:p w14:paraId="04F7DAD8" w14:textId="7BC2AA1B" w:rsidR="001F5B4D" w:rsidRPr="001F5B4D" w:rsidRDefault="001F5B4D" w:rsidP="001F5B4D">
            <w:r w:rsidRPr="001F5B4D">
              <w:t>3</w:t>
            </w:r>
          </w:p>
        </w:tc>
      </w:tr>
      <w:tr w:rsidR="001F5B4D" w:rsidRPr="001F5B4D" w14:paraId="47ABC04F" w14:textId="77777777" w:rsidTr="001F5B4D">
        <w:tblPrEx>
          <w:tblCellMar>
            <w:top w:w="0" w:type="dxa"/>
            <w:bottom w:w="0" w:type="dxa"/>
          </w:tblCellMar>
        </w:tblPrEx>
        <w:trPr>
          <w:cantSplit/>
        </w:trPr>
        <w:tc>
          <w:tcPr>
            <w:tcW w:w="2551" w:type="dxa"/>
            <w:shd w:val="clear" w:color="auto" w:fill="998877"/>
          </w:tcPr>
          <w:p w14:paraId="356E57E5" w14:textId="7604BA4D" w:rsidR="001F5B4D" w:rsidRPr="001F5B4D" w:rsidRDefault="001F5B4D" w:rsidP="001F5B4D">
            <w:r w:rsidRPr="001F5B4D">
              <w:t>Trophic level</w:t>
            </w:r>
          </w:p>
        </w:tc>
        <w:tc>
          <w:tcPr>
            <w:tcW w:w="4536" w:type="dxa"/>
            <w:gridSpan w:val="2"/>
            <w:tcBorders>
              <w:bottom w:val="single" w:sz="4" w:space="0" w:color="auto"/>
            </w:tcBorders>
          </w:tcPr>
          <w:p w14:paraId="652EBE63" w14:textId="2E6C1CC7" w:rsidR="001F5B4D" w:rsidRPr="001F5B4D" w:rsidRDefault="001F5B4D" w:rsidP="001F5B4D">
            <w:r w:rsidRPr="001F5B4D">
              <w:t>Species trophic level is 3.6, which is higher than the highest risk value (3.25).</w:t>
            </w:r>
          </w:p>
        </w:tc>
        <w:tc>
          <w:tcPr>
            <w:tcW w:w="851" w:type="dxa"/>
          </w:tcPr>
          <w:p w14:paraId="4D4ABFC5" w14:textId="0498BB10" w:rsidR="001F5B4D" w:rsidRPr="001F5B4D" w:rsidRDefault="001F5B4D" w:rsidP="001F5B4D">
            <w:r w:rsidRPr="001F5B4D">
              <w:t>3</w:t>
            </w:r>
          </w:p>
        </w:tc>
      </w:tr>
      <w:tr w:rsidR="001F5B4D" w:rsidRPr="001F5B4D" w14:paraId="462E4F46"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22FD6514" w14:textId="77777777" w:rsidR="001F5B4D" w:rsidRPr="001F5B4D" w:rsidRDefault="001F5B4D" w:rsidP="001F5B4D"/>
        </w:tc>
        <w:tc>
          <w:tcPr>
            <w:tcW w:w="4536" w:type="dxa"/>
            <w:gridSpan w:val="2"/>
            <w:tcBorders>
              <w:bottom w:val="single" w:sz="4" w:space="0" w:color="auto"/>
            </w:tcBorders>
            <w:shd w:val="clear" w:color="auto" w:fill="998877"/>
          </w:tcPr>
          <w:p w14:paraId="6E1B6397" w14:textId="724D1433" w:rsidR="001F5B4D" w:rsidRPr="001F5B4D" w:rsidRDefault="001F5B4D" w:rsidP="001F5B4D">
            <w:r w:rsidRPr="001F5B4D">
              <w:t>Productivity score</w:t>
            </w:r>
          </w:p>
        </w:tc>
        <w:tc>
          <w:tcPr>
            <w:tcW w:w="851" w:type="dxa"/>
            <w:tcBorders>
              <w:bottom w:val="single" w:sz="4" w:space="0" w:color="auto"/>
            </w:tcBorders>
          </w:tcPr>
          <w:p w14:paraId="2BC881F5" w14:textId="120CDBFF" w:rsidR="001F5B4D" w:rsidRPr="001F5B4D" w:rsidRDefault="001F5B4D" w:rsidP="001F5B4D">
            <w:r w:rsidRPr="001F5B4D">
              <w:t>2.57</w:t>
            </w:r>
          </w:p>
        </w:tc>
      </w:tr>
      <w:tr w:rsidR="001F5B4D" w:rsidRPr="001F5B4D" w14:paraId="7119855C" w14:textId="77777777" w:rsidTr="00F927DE">
        <w:tblPrEx>
          <w:tblCellMar>
            <w:top w:w="0" w:type="dxa"/>
            <w:bottom w:w="0" w:type="dxa"/>
          </w:tblCellMar>
        </w:tblPrEx>
        <w:trPr>
          <w:cantSplit/>
        </w:trPr>
        <w:tc>
          <w:tcPr>
            <w:tcW w:w="7938" w:type="dxa"/>
            <w:gridSpan w:val="4"/>
            <w:shd w:val="clear" w:color="auto" w:fill="998877"/>
          </w:tcPr>
          <w:p w14:paraId="624E4E2A" w14:textId="2B0B2767" w:rsidR="001F5B4D" w:rsidRPr="001F5B4D" w:rsidRDefault="001F5B4D" w:rsidP="001F5B4D">
            <w:pPr>
              <w:rPr>
                <w:b/>
              </w:rPr>
            </w:pPr>
            <w:r w:rsidRPr="001F5B4D">
              <w:rPr>
                <w:b/>
              </w:rPr>
              <w:t>Susceptibility</w:t>
            </w:r>
          </w:p>
        </w:tc>
      </w:tr>
      <w:tr w:rsidR="001F5B4D" w:rsidRPr="001F5B4D" w14:paraId="78A5686B" w14:textId="77777777" w:rsidTr="001F5B4D">
        <w:tblPrEx>
          <w:tblCellMar>
            <w:top w:w="0" w:type="dxa"/>
            <w:bottom w:w="0" w:type="dxa"/>
          </w:tblCellMar>
        </w:tblPrEx>
        <w:trPr>
          <w:cantSplit/>
        </w:trPr>
        <w:tc>
          <w:tcPr>
            <w:tcW w:w="2551" w:type="dxa"/>
            <w:shd w:val="clear" w:color="auto" w:fill="998877"/>
          </w:tcPr>
          <w:p w14:paraId="7B1E0E08" w14:textId="65F35B27" w:rsidR="001F5B4D" w:rsidRPr="001F5B4D" w:rsidRDefault="001F5B4D" w:rsidP="001F5B4D">
            <w:r w:rsidRPr="001F5B4D">
              <w:t>Areal overlap (availability)</w:t>
            </w:r>
          </w:p>
        </w:tc>
        <w:tc>
          <w:tcPr>
            <w:tcW w:w="4536" w:type="dxa"/>
            <w:gridSpan w:val="2"/>
          </w:tcPr>
          <w:p w14:paraId="4B0D5399" w14:textId="43FCE4F9" w:rsidR="001F5B4D" w:rsidRPr="001F5B4D" w:rsidRDefault="001F5B4D" w:rsidP="001F5B4D">
            <w:r w:rsidRPr="001F5B4D">
              <w:t>Southeast Atlantic distribution, but catches reported elsewhere</w:t>
            </w:r>
          </w:p>
        </w:tc>
        <w:tc>
          <w:tcPr>
            <w:tcW w:w="851" w:type="dxa"/>
          </w:tcPr>
          <w:p w14:paraId="594CF6D0" w14:textId="57E8FD52" w:rsidR="001F5B4D" w:rsidRPr="001F5B4D" w:rsidRDefault="001F5B4D" w:rsidP="001F5B4D">
            <w:r w:rsidRPr="001F5B4D">
              <w:t>1</w:t>
            </w:r>
          </w:p>
        </w:tc>
      </w:tr>
      <w:tr w:rsidR="001F5B4D" w:rsidRPr="001F5B4D" w14:paraId="1D1A8E46" w14:textId="77777777" w:rsidTr="001F5B4D">
        <w:tblPrEx>
          <w:tblCellMar>
            <w:top w:w="0" w:type="dxa"/>
            <w:bottom w:w="0" w:type="dxa"/>
          </w:tblCellMar>
        </w:tblPrEx>
        <w:trPr>
          <w:cantSplit/>
        </w:trPr>
        <w:tc>
          <w:tcPr>
            <w:tcW w:w="2551" w:type="dxa"/>
            <w:shd w:val="clear" w:color="auto" w:fill="998877"/>
          </w:tcPr>
          <w:p w14:paraId="7CA3CF6C" w14:textId="204B1CF7" w:rsidR="001F5B4D" w:rsidRPr="001F5B4D" w:rsidRDefault="001F5B4D" w:rsidP="001F5B4D">
            <w:r w:rsidRPr="001F5B4D">
              <w:t>Encounterability</w:t>
            </w:r>
          </w:p>
        </w:tc>
        <w:tc>
          <w:tcPr>
            <w:tcW w:w="4536" w:type="dxa"/>
            <w:gridSpan w:val="2"/>
          </w:tcPr>
          <w:p w14:paraId="33595A7F" w14:textId="7CA2F1F7" w:rsidR="001F5B4D" w:rsidRPr="001F5B4D" w:rsidRDefault="001F5B4D" w:rsidP="001F5B4D">
            <w:r w:rsidRPr="001F5B4D">
              <w:t>The depth range of the species is 1-350m. For surface gears, the vertical overlap index with this species is 28.57%. This species is demersal.</w:t>
            </w:r>
          </w:p>
        </w:tc>
        <w:tc>
          <w:tcPr>
            <w:tcW w:w="851" w:type="dxa"/>
          </w:tcPr>
          <w:p w14:paraId="05F18226" w14:textId="12298074" w:rsidR="001F5B4D" w:rsidRPr="001F5B4D" w:rsidRDefault="001F5B4D" w:rsidP="001F5B4D">
            <w:r w:rsidRPr="001F5B4D">
              <w:t>1</w:t>
            </w:r>
          </w:p>
        </w:tc>
      </w:tr>
      <w:tr w:rsidR="001F5B4D" w:rsidRPr="001F5B4D" w14:paraId="058757B9" w14:textId="77777777" w:rsidTr="001F5B4D">
        <w:tblPrEx>
          <w:tblCellMar>
            <w:top w:w="0" w:type="dxa"/>
            <w:bottom w:w="0" w:type="dxa"/>
          </w:tblCellMar>
        </w:tblPrEx>
        <w:trPr>
          <w:cantSplit/>
        </w:trPr>
        <w:tc>
          <w:tcPr>
            <w:tcW w:w="2551" w:type="dxa"/>
            <w:shd w:val="clear" w:color="auto" w:fill="998877"/>
          </w:tcPr>
          <w:p w14:paraId="1ED0DC30" w14:textId="5D318F05" w:rsidR="001F5B4D" w:rsidRPr="001F5B4D" w:rsidRDefault="001F5B4D" w:rsidP="001F5B4D">
            <w:r w:rsidRPr="001F5B4D">
              <w:t>Selectivity</w:t>
            </w:r>
          </w:p>
        </w:tc>
        <w:tc>
          <w:tcPr>
            <w:tcW w:w="4536" w:type="dxa"/>
            <w:gridSpan w:val="2"/>
          </w:tcPr>
          <w:p w14:paraId="4D9BDF39" w14:textId="5148AB73" w:rsidR="001F5B4D" w:rsidRPr="001F5B4D" w:rsidRDefault="001F5B4D" w:rsidP="001F5B4D">
            <w:r w:rsidRPr="001F5B4D">
              <w:t>The maximum length of the species is 140cm. For tropical surface fisheries, the length overlap index with this species is 100.00%.</w:t>
            </w:r>
          </w:p>
        </w:tc>
        <w:tc>
          <w:tcPr>
            <w:tcW w:w="851" w:type="dxa"/>
          </w:tcPr>
          <w:p w14:paraId="6FCF79FA" w14:textId="6BE6458C" w:rsidR="001F5B4D" w:rsidRPr="001F5B4D" w:rsidRDefault="001F5B4D" w:rsidP="001F5B4D">
            <w:r w:rsidRPr="001F5B4D">
              <w:t>3</w:t>
            </w:r>
          </w:p>
        </w:tc>
      </w:tr>
      <w:tr w:rsidR="001F5B4D" w:rsidRPr="001F5B4D" w14:paraId="2FD5EC9A" w14:textId="77777777" w:rsidTr="001F5B4D">
        <w:tblPrEx>
          <w:tblCellMar>
            <w:top w:w="0" w:type="dxa"/>
            <w:bottom w:w="0" w:type="dxa"/>
          </w:tblCellMar>
        </w:tblPrEx>
        <w:trPr>
          <w:cantSplit/>
        </w:trPr>
        <w:tc>
          <w:tcPr>
            <w:tcW w:w="2551" w:type="dxa"/>
            <w:shd w:val="clear" w:color="auto" w:fill="998877"/>
          </w:tcPr>
          <w:p w14:paraId="343CF6E6" w14:textId="7C0705D7" w:rsidR="001F5B4D" w:rsidRPr="001F5B4D" w:rsidRDefault="001F5B4D" w:rsidP="001F5B4D">
            <w:r w:rsidRPr="001F5B4D">
              <w:t>Post capture mortality</w:t>
            </w:r>
          </w:p>
        </w:tc>
        <w:tc>
          <w:tcPr>
            <w:tcW w:w="4536" w:type="dxa"/>
            <w:gridSpan w:val="2"/>
            <w:tcBorders>
              <w:bottom w:val="single" w:sz="4" w:space="0" w:color="auto"/>
            </w:tcBorders>
          </w:tcPr>
          <w:p w14:paraId="21D8B338" w14:textId="3477FE38" w:rsidR="001F5B4D" w:rsidRPr="001F5B4D" w:rsidRDefault="001F5B4D" w:rsidP="001F5B4D">
            <w:r w:rsidRPr="001F5B4D">
              <w:t>No direct evidence of survival after capture.</w:t>
            </w:r>
          </w:p>
        </w:tc>
        <w:tc>
          <w:tcPr>
            <w:tcW w:w="851" w:type="dxa"/>
          </w:tcPr>
          <w:p w14:paraId="116020C5" w14:textId="7A608095" w:rsidR="001F5B4D" w:rsidRPr="001F5B4D" w:rsidRDefault="001F5B4D" w:rsidP="001F5B4D">
            <w:r w:rsidRPr="001F5B4D">
              <w:t>3</w:t>
            </w:r>
          </w:p>
        </w:tc>
      </w:tr>
      <w:tr w:rsidR="001F5B4D" w:rsidRPr="001F5B4D" w14:paraId="291980FD" w14:textId="77777777" w:rsidTr="001F5B4D">
        <w:tblPrEx>
          <w:tblCellMar>
            <w:top w:w="0" w:type="dxa"/>
            <w:bottom w:w="0" w:type="dxa"/>
          </w:tblCellMar>
        </w:tblPrEx>
        <w:trPr>
          <w:cantSplit/>
        </w:trPr>
        <w:tc>
          <w:tcPr>
            <w:tcW w:w="2551" w:type="dxa"/>
            <w:shd w:val="clear" w:color="auto" w:fill="998877"/>
          </w:tcPr>
          <w:p w14:paraId="3CE28AEA" w14:textId="77777777" w:rsidR="001F5B4D" w:rsidRPr="001F5B4D" w:rsidRDefault="001F5B4D" w:rsidP="001F5B4D"/>
        </w:tc>
        <w:tc>
          <w:tcPr>
            <w:tcW w:w="4536" w:type="dxa"/>
            <w:gridSpan w:val="2"/>
            <w:tcBorders>
              <w:bottom w:val="single" w:sz="4" w:space="0" w:color="auto"/>
            </w:tcBorders>
            <w:shd w:val="clear" w:color="auto" w:fill="998877"/>
          </w:tcPr>
          <w:p w14:paraId="59F80AF9" w14:textId="6331D6F4" w:rsidR="001F5B4D" w:rsidRPr="001F5B4D" w:rsidRDefault="001F5B4D" w:rsidP="001F5B4D">
            <w:r w:rsidRPr="001F5B4D">
              <w:t>Susceptibility score</w:t>
            </w:r>
          </w:p>
        </w:tc>
        <w:tc>
          <w:tcPr>
            <w:tcW w:w="851" w:type="dxa"/>
          </w:tcPr>
          <w:p w14:paraId="1BC9D5BD" w14:textId="0A102E2E" w:rsidR="001F5B4D" w:rsidRPr="001F5B4D" w:rsidRDefault="001F5B4D" w:rsidP="001F5B4D">
            <w:r w:rsidRPr="001F5B4D">
              <w:t>1.20</w:t>
            </w:r>
          </w:p>
        </w:tc>
      </w:tr>
      <w:tr w:rsidR="001F5B4D" w:rsidRPr="001F5B4D" w14:paraId="1332D594" w14:textId="77777777" w:rsidTr="001F5B4D">
        <w:tblPrEx>
          <w:tblCellMar>
            <w:top w:w="0" w:type="dxa"/>
            <w:bottom w:w="0" w:type="dxa"/>
          </w:tblCellMar>
        </w:tblPrEx>
        <w:trPr>
          <w:cantSplit/>
        </w:trPr>
        <w:tc>
          <w:tcPr>
            <w:tcW w:w="2551" w:type="dxa"/>
            <w:shd w:val="clear" w:color="auto" w:fill="998877"/>
          </w:tcPr>
          <w:p w14:paraId="52762EC5" w14:textId="77777777" w:rsidR="001F5B4D" w:rsidRPr="001F5B4D" w:rsidRDefault="001F5B4D" w:rsidP="001F5B4D"/>
        </w:tc>
        <w:tc>
          <w:tcPr>
            <w:tcW w:w="4536" w:type="dxa"/>
            <w:gridSpan w:val="2"/>
            <w:shd w:val="clear" w:color="auto" w:fill="998877"/>
          </w:tcPr>
          <w:p w14:paraId="1AED12A3" w14:textId="29C83E87" w:rsidR="001F5B4D" w:rsidRPr="001F5B4D" w:rsidRDefault="001F5B4D" w:rsidP="001F5B4D">
            <w:r w:rsidRPr="001F5B4D">
              <w:t>Vulnerability score</w:t>
            </w:r>
          </w:p>
        </w:tc>
        <w:tc>
          <w:tcPr>
            <w:tcW w:w="851" w:type="dxa"/>
          </w:tcPr>
          <w:p w14:paraId="13F0AD3E" w14:textId="02139424" w:rsidR="001F5B4D" w:rsidRPr="001F5B4D" w:rsidRDefault="001F5B4D" w:rsidP="001F5B4D">
            <w:r w:rsidRPr="001F5B4D">
              <w:t>2.84</w:t>
            </w:r>
          </w:p>
        </w:tc>
      </w:tr>
    </w:tbl>
    <w:p w14:paraId="1CAAA7EC" w14:textId="4426ED6A"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16D5C37"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0" w:name="T_SDV" w:colFirst="0" w:colLast="0"/>
          <w:p w14:paraId="743194DD" w14:textId="7E3B6FB6" w:rsidR="001F5B4D" w:rsidRPr="001F5B4D" w:rsidRDefault="001F5B4D" w:rsidP="001F5B4D">
            <w:pPr>
              <w:rPr>
                <w:b/>
              </w:rPr>
            </w:pPr>
            <w:r w:rsidRPr="001F5B4D">
              <w:rPr>
                <w:b/>
              </w:rPr>
              <w:fldChar w:fldCharType="begin"/>
            </w:r>
            <w:r w:rsidRPr="001F5B4D">
              <w:rPr>
                <w:b/>
              </w:rPr>
              <w:instrText xml:space="preserve"> HYPERLINK  \l "S_SDV" \o "PSA Score" </w:instrText>
            </w:r>
            <w:r w:rsidRPr="001F5B4D">
              <w:rPr>
                <w:b/>
              </w:rPr>
            </w:r>
            <w:r w:rsidRPr="001F5B4D">
              <w:rPr>
                <w:b/>
              </w:rPr>
              <w:fldChar w:fldCharType="separate"/>
            </w:r>
            <w:r w:rsidRPr="001F5B4D">
              <w:rPr>
                <w:rStyle w:val="Hyperlink"/>
                <w:b/>
              </w:rPr>
              <w:t>Smooth-hounds nei</w:t>
            </w:r>
            <w:r w:rsidRPr="001F5B4D">
              <w:rPr>
                <w:b/>
              </w:rPr>
              <w:fldChar w:fldCharType="end"/>
            </w:r>
          </w:p>
        </w:tc>
        <w:tc>
          <w:tcPr>
            <w:tcW w:w="3969" w:type="dxa"/>
            <w:gridSpan w:val="2"/>
            <w:tcBorders>
              <w:bottom w:val="single" w:sz="4" w:space="0" w:color="auto"/>
            </w:tcBorders>
            <w:shd w:val="clear" w:color="auto" w:fill="998877"/>
          </w:tcPr>
          <w:p w14:paraId="51BE025C" w14:textId="13FBAD5E" w:rsidR="001F5B4D" w:rsidRPr="001F5B4D" w:rsidRDefault="001F5B4D" w:rsidP="001F5B4D">
            <w:pPr>
              <w:rPr>
                <w:b/>
                <w:i/>
              </w:rPr>
            </w:pPr>
            <w:r w:rsidRPr="001F5B4D">
              <w:rPr>
                <w:b/>
                <w:i/>
              </w:rPr>
              <w:t>Mustelus spp</w:t>
            </w:r>
          </w:p>
        </w:tc>
      </w:tr>
      <w:bookmarkEnd w:id="170"/>
      <w:tr w:rsidR="001F5B4D" w:rsidRPr="001F5B4D" w14:paraId="01EF6C73" w14:textId="77777777" w:rsidTr="001853F3">
        <w:tblPrEx>
          <w:tblCellMar>
            <w:top w:w="0" w:type="dxa"/>
            <w:bottom w:w="0" w:type="dxa"/>
          </w:tblCellMar>
        </w:tblPrEx>
        <w:trPr>
          <w:cantSplit/>
        </w:trPr>
        <w:tc>
          <w:tcPr>
            <w:tcW w:w="7938" w:type="dxa"/>
            <w:gridSpan w:val="4"/>
            <w:shd w:val="clear" w:color="auto" w:fill="998877"/>
          </w:tcPr>
          <w:p w14:paraId="22390E89" w14:textId="484A08F3" w:rsidR="001F5B4D" w:rsidRPr="001F5B4D" w:rsidRDefault="001F5B4D" w:rsidP="001F5B4D">
            <w:pPr>
              <w:rPr>
                <w:b/>
              </w:rPr>
            </w:pPr>
            <w:r w:rsidRPr="001F5B4D">
              <w:rPr>
                <w:b/>
              </w:rPr>
              <w:t>Productivity</w:t>
            </w:r>
          </w:p>
        </w:tc>
      </w:tr>
      <w:tr w:rsidR="001F5B4D" w:rsidRPr="001F5B4D" w14:paraId="1749D760" w14:textId="77777777" w:rsidTr="001F5B4D">
        <w:tblPrEx>
          <w:tblCellMar>
            <w:top w:w="0" w:type="dxa"/>
            <w:bottom w:w="0" w:type="dxa"/>
          </w:tblCellMar>
        </w:tblPrEx>
        <w:trPr>
          <w:cantSplit/>
        </w:trPr>
        <w:tc>
          <w:tcPr>
            <w:tcW w:w="2551" w:type="dxa"/>
            <w:shd w:val="clear" w:color="auto" w:fill="998877"/>
          </w:tcPr>
          <w:p w14:paraId="5920209D" w14:textId="5B4620CD" w:rsidR="001F5B4D" w:rsidRPr="001F5B4D" w:rsidRDefault="001F5B4D" w:rsidP="001F5B4D">
            <w:r w:rsidRPr="001F5B4D">
              <w:t>Average age at maturity</w:t>
            </w:r>
          </w:p>
        </w:tc>
        <w:tc>
          <w:tcPr>
            <w:tcW w:w="4536" w:type="dxa"/>
            <w:gridSpan w:val="2"/>
          </w:tcPr>
          <w:p w14:paraId="409000A7" w14:textId="2C65401A" w:rsidR="001F5B4D" w:rsidRPr="001F5B4D" w:rsidRDefault="001F5B4D" w:rsidP="001F5B4D">
            <w:r w:rsidRPr="001F5B4D">
              <w:t>The score is based on the maximum risk score in the family Scyliorhinidae, which included 1 species.</w:t>
            </w:r>
          </w:p>
        </w:tc>
        <w:tc>
          <w:tcPr>
            <w:tcW w:w="851" w:type="dxa"/>
          </w:tcPr>
          <w:p w14:paraId="6F75DA6F" w14:textId="4358E0F0" w:rsidR="001F5B4D" w:rsidRPr="001F5B4D" w:rsidRDefault="001F5B4D" w:rsidP="001F5B4D">
            <w:r w:rsidRPr="001F5B4D">
              <w:t>2</w:t>
            </w:r>
          </w:p>
        </w:tc>
      </w:tr>
      <w:tr w:rsidR="001F5B4D" w:rsidRPr="001F5B4D" w14:paraId="53A96A23" w14:textId="77777777" w:rsidTr="001F5B4D">
        <w:tblPrEx>
          <w:tblCellMar>
            <w:top w:w="0" w:type="dxa"/>
            <w:bottom w:w="0" w:type="dxa"/>
          </w:tblCellMar>
        </w:tblPrEx>
        <w:trPr>
          <w:cantSplit/>
        </w:trPr>
        <w:tc>
          <w:tcPr>
            <w:tcW w:w="2551" w:type="dxa"/>
            <w:shd w:val="clear" w:color="auto" w:fill="998877"/>
          </w:tcPr>
          <w:p w14:paraId="06D84BE1" w14:textId="43BA3992" w:rsidR="001F5B4D" w:rsidRPr="001F5B4D" w:rsidRDefault="001F5B4D" w:rsidP="001F5B4D">
            <w:r w:rsidRPr="001F5B4D">
              <w:t>Average max age</w:t>
            </w:r>
          </w:p>
        </w:tc>
        <w:tc>
          <w:tcPr>
            <w:tcW w:w="4536" w:type="dxa"/>
            <w:gridSpan w:val="2"/>
          </w:tcPr>
          <w:p w14:paraId="32E3AD96" w14:textId="5A3F5C78" w:rsidR="001F5B4D" w:rsidRPr="001F5B4D" w:rsidRDefault="001F5B4D" w:rsidP="001F5B4D">
            <w:r w:rsidRPr="001F5B4D">
              <w:t>The score is based on the maximum risk score in the family Scyliorhinidae, which included 1 species.</w:t>
            </w:r>
          </w:p>
        </w:tc>
        <w:tc>
          <w:tcPr>
            <w:tcW w:w="851" w:type="dxa"/>
          </w:tcPr>
          <w:p w14:paraId="63872BD5" w14:textId="4BCB5DE8" w:rsidR="001F5B4D" w:rsidRPr="001F5B4D" w:rsidRDefault="001F5B4D" w:rsidP="001F5B4D">
            <w:r w:rsidRPr="001F5B4D">
              <w:t>3</w:t>
            </w:r>
          </w:p>
        </w:tc>
      </w:tr>
      <w:tr w:rsidR="001F5B4D" w:rsidRPr="001F5B4D" w14:paraId="03941EA5" w14:textId="77777777" w:rsidTr="001F5B4D">
        <w:tblPrEx>
          <w:tblCellMar>
            <w:top w:w="0" w:type="dxa"/>
            <w:bottom w:w="0" w:type="dxa"/>
          </w:tblCellMar>
        </w:tblPrEx>
        <w:trPr>
          <w:cantSplit/>
        </w:trPr>
        <w:tc>
          <w:tcPr>
            <w:tcW w:w="2551" w:type="dxa"/>
            <w:shd w:val="clear" w:color="auto" w:fill="998877"/>
          </w:tcPr>
          <w:p w14:paraId="25599FCD" w14:textId="53DE5FDA" w:rsidR="001F5B4D" w:rsidRPr="001F5B4D" w:rsidRDefault="001F5B4D" w:rsidP="001F5B4D">
            <w:r w:rsidRPr="001F5B4D">
              <w:t>Fecundity</w:t>
            </w:r>
          </w:p>
        </w:tc>
        <w:tc>
          <w:tcPr>
            <w:tcW w:w="4536" w:type="dxa"/>
            <w:gridSpan w:val="2"/>
          </w:tcPr>
          <w:p w14:paraId="7A544234" w14:textId="15100E7B" w:rsidR="001F5B4D" w:rsidRPr="001F5B4D" w:rsidRDefault="001F5B4D" w:rsidP="001F5B4D">
            <w:r w:rsidRPr="001F5B4D">
              <w:t>The score is based on the maximum risk score in the family Scyliorhinidae, which included 2 species.</w:t>
            </w:r>
          </w:p>
        </w:tc>
        <w:tc>
          <w:tcPr>
            <w:tcW w:w="851" w:type="dxa"/>
          </w:tcPr>
          <w:p w14:paraId="0D7CB0B7" w14:textId="240847D2" w:rsidR="001F5B4D" w:rsidRPr="001F5B4D" w:rsidRDefault="001F5B4D" w:rsidP="001F5B4D">
            <w:r w:rsidRPr="001F5B4D">
              <w:t>3</w:t>
            </w:r>
          </w:p>
        </w:tc>
      </w:tr>
      <w:tr w:rsidR="001F5B4D" w:rsidRPr="001F5B4D" w14:paraId="22E5CD0B" w14:textId="77777777" w:rsidTr="001F5B4D">
        <w:tblPrEx>
          <w:tblCellMar>
            <w:top w:w="0" w:type="dxa"/>
            <w:bottom w:w="0" w:type="dxa"/>
          </w:tblCellMar>
        </w:tblPrEx>
        <w:trPr>
          <w:cantSplit/>
        </w:trPr>
        <w:tc>
          <w:tcPr>
            <w:tcW w:w="2551" w:type="dxa"/>
            <w:shd w:val="clear" w:color="auto" w:fill="998877"/>
          </w:tcPr>
          <w:p w14:paraId="64686253" w14:textId="6CB81389" w:rsidR="001F5B4D" w:rsidRPr="001F5B4D" w:rsidRDefault="001F5B4D" w:rsidP="001F5B4D">
            <w:r w:rsidRPr="001F5B4D">
              <w:t>Average max size</w:t>
            </w:r>
          </w:p>
        </w:tc>
        <w:tc>
          <w:tcPr>
            <w:tcW w:w="4536" w:type="dxa"/>
            <w:gridSpan w:val="2"/>
          </w:tcPr>
          <w:p w14:paraId="139107CF" w14:textId="6CD25D36" w:rsidR="001F5B4D" w:rsidRPr="001F5B4D" w:rsidRDefault="001F5B4D" w:rsidP="001F5B4D">
            <w:r w:rsidRPr="001F5B4D">
              <w:t>The score is based on the maximum risk score in the family Scyliorhinidae, which included 5 species.</w:t>
            </w:r>
          </w:p>
        </w:tc>
        <w:tc>
          <w:tcPr>
            <w:tcW w:w="851" w:type="dxa"/>
          </w:tcPr>
          <w:p w14:paraId="3DE55B21" w14:textId="5D4ED6ED" w:rsidR="001F5B4D" w:rsidRPr="001F5B4D" w:rsidRDefault="001F5B4D" w:rsidP="001F5B4D">
            <w:r w:rsidRPr="001F5B4D">
              <w:t>2</w:t>
            </w:r>
          </w:p>
        </w:tc>
      </w:tr>
      <w:tr w:rsidR="001F5B4D" w:rsidRPr="001F5B4D" w14:paraId="79EC75E1" w14:textId="77777777" w:rsidTr="001F5B4D">
        <w:tblPrEx>
          <w:tblCellMar>
            <w:top w:w="0" w:type="dxa"/>
            <w:bottom w:w="0" w:type="dxa"/>
          </w:tblCellMar>
        </w:tblPrEx>
        <w:trPr>
          <w:cantSplit/>
        </w:trPr>
        <w:tc>
          <w:tcPr>
            <w:tcW w:w="2551" w:type="dxa"/>
            <w:shd w:val="clear" w:color="auto" w:fill="998877"/>
          </w:tcPr>
          <w:p w14:paraId="64F7E07B" w14:textId="34983B1C" w:rsidR="001F5B4D" w:rsidRPr="001F5B4D" w:rsidRDefault="001F5B4D" w:rsidP="001F5B4D">
            <w:r w:rsidRPr="001F5B4D">
              <w:t>Average size at maturity</w:t>
            </w:r>
          </w:p>
        </w:tc>
        <w:tc>
          <w:tcPr>
            <w:tcW w:w="4536" w:type="dxa"/>
            <w:gridSpan w:val="2"/>
          </w:tcPr>
          <w:p w14:paraId="146BC573" w14:textId="4F20620F" w:rsidR="001F5B4D" w:rsidRPr="001F5B4D" w:rsidRDefault="001F5B4D" w:rsidP="001F5B4D">
            <w:r w:rsidRPr="001F5B4D">
              <w:t>The score is based on the maximum risk score in the family Scyliorhinidae, which included 5 species.</w:t>
            </w:r>
          </w:p>
        </w:tc>
        <w:tc>
          <w:tcPr>
            <w:tcW w:w="851" w:type="dxa"/>
          </w:tcPr>
          <w:p w14:paraId="05827C70" w14:textId="285EBED4" w:rsidR="001F5B4D" w:rsidRPr="001F5B4D" w:rsidRDefault="001F5B4D" w:rsidP="001F5B4D">
            <w:r w:rsidRPr="001F5B4D">
              <w:t>2</w:t>
            </w:r>
          </w:p>
        </w:tc>
      </w:tr>
      <w:tr w:rsidR="001F5B4D" w:rsidRPr="001F5B4D" w14:paraId="6ABACCAD" w14:textId="77777777" w:rsidTr="001F5B4D">
        <w:tblPrEx>
          <w:tblCellMar>
            <w:top w:w="0" w:type="dxa"/>
            <w:bottom w:w="0" w:type="dxa"/>
          </w:tblCellMar>
        </w:tblPrEx>
        <w:trPr>
          <w:cantSplit/>
        </w:trPr>
        <w:tc>
          <w:tcPr>
            <w:tcW w:w="2551" w:type="dxa"/>
            <w:shd w:val="clear" w:color="auto" w:fill="998877"/>
          </w:tcPr>
          <w:p w14:paraId="7F73247B" w14:textId="55CB9BA3" w:rsidR="001F5B4D" w:rsidRPr="001F5B4D" w:rsidRDefault="001F5B4D" w:rsidP="001F5B4D">
            <w:r w:rsidRPr="001F5B4D">
              <w:t>Reproductive strategy</w:t>
            </w:r>
          </w:p>
        </w:tc>
        <w:tc>
          <w:tcPr>
            <w:tcW w:w="4536" w:type="dxa"/>
            <w:gridSpan w:val="2"/>
          </w:tcPr>
          <w:p w14:paraId="7F4B8AAD" w14:textId="7F1EA722" w:rsidR="001F5B4D" w:rsidRPr="001F5B4D" w:rsidRDefault="001F5B4D" w:rsidP="001F5B4D">
            <w:r w:rsidRPr="001F5B4D">
              <w:t>The score is based on the maximum risk score in the family Scyliorhinidae, which included 5 species.</w:t>
            </w:r>
          </w:p>
        </w:tc>
        <w:tc>
          <w:tcPr>
            <w:tcW w:w="851" w:type="dxa"/>
          </w:tcPr>
          <w:p w14:paraId="101402C4" w14:textId="55FECB45" w:rsidR="001F5B4D" w:rsidRPr="001F5B4D" w:rsidRDefault="001F5B4D" w:rsidP="001F5B4D">
            <w:r w:rsidRPr="001F5B4D">
              <w:t>3</w:t>
            </w:r>
          </w:p>
        </w:tc>
      </w:tr>
      <w:tr w:rsidR="001F5B4D" w:rsidRPr="001F5B4D" w14:paraId="27EF6AC1" w14:textId="77777777" w:rsidTr="001F5B4D">
        <w:tblPrEx>
          <w:tblCellMar>
            <w:top w:w="0" w:type="dxa"/>
            <w:bottom w:w="0" w:type="dxa"/>
          </w:tblCellMar>
        </w:tblPrEx>
        <w:trPr>
          <w:cantSplit/>
        </w:trPr>
        <w:tc>
          <w:tcPr>
            <w:tcW w:w="2551" w:type="dxa"/>
            <w:shd w:val="clear" w:color="auto" w:fill="998877"/>
          </w:tcPr>
          <w:p w14:paraId="1B4B00E3" w14:textId="2AC90317" w:rsidR="001F5B4D" w:rsidRPr="001F5B4D" w:rsidRDefault="001F5B4D" w:rsidP="001F5B4D">
            <w:r w:rsidRPr="001F5B4D">
              <w:lastRenderedPageBreak/>
              <w:t>Trophic level</w:t>
            </w:r>
          </w:p>
        </w:tc>
        <w:tc>
          <w:tcPr>
            <w:tcW w:w="4536" w:type="dxa"/>
            <w:gridSpan w:val="2"/>
            <w:tcBorders>
              <w:bottom w:val="single" w:sz="4" w:space="0" w:color="auto"/>
            </w:tcBorders>
          </w:tcPr>
          <w:p w14:paraId="276DB77E" w14:textId="7C8847D8" w:rsidR="001F5B4D" w:rsidRPr="001F5B4D" w:rsidRDefault="001F5B4D" w:rsidP="001F5B4D">
            <w:r w:rsidRPr="001F5B4D">
              <w:t>The score is based on the maximum risk score in the family Scyliorhinidae, which included 5 species.</w:t>
            </w:r>
          </w:p>
        </w:tc>
        <w:tc>
          <w:tcPr>
            <w:tcW w:w="851" w:type="dxa"/>
          </w:tcPr>
          <w:p w14:paraId="37252B00" w14:textId="1339160B" w:rsidR="001F5B4D" w:rsidRPr="001F5B4D" w:rsidRDefault="001F5B4D" w:rsidP="001F5B4D">
            <w:r w:rsidRPr="001F5B4D">
              <w:t>3</w:t>
            </w:r>
          </w:p>
        </w:tc>
      </w:tr>
      <w:tr w:rsidR="001F5B4D" w:rsidRPr="001F5B4D" w14:paraId="64B64DDA"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26DF3A18" w14:textId="77777777" w:rsidR="001F5B4D" w:rsidRPr="001F5B4D" w:rsidRDefault="001F5B4D" w:rsidP="001F5B4D"/>
        </w:tc>
        <w:tc>
          <w:tcPr>
            <w:tcW w:w="4536" w:type="dxa"/>
            <w:gridSpan w:val="2"/>
            <w:tcBorders>
              <w:bottom w:val="single" w:sz="4" w:space="0" w:color="auto"/>
            </w:tcBorders>
            <w:shd w:val="clear" w:color="auto" w:fill="998877"/>
          </w:tcPr>
          <w:p w14:paraId="5CC4653C" w14:textId="100F5F1E" w:rsidR="001F5B4D" w:rsidRPr="001F5B4D" w:rsidRDefault="001F5B4D" w:rsidP="001F5B4D">
            <w:r w:rsidRPr="001F5B4D">
              <w:t>Productivity score</w:t>
            </w:r>
          </w:p>
        </w:tc>
        <w:tc>
          <w:tcPr>
            <w:tcW w:w="851" w:type="dxa"/>
            <w:tcBorders>
              <w:bottom w:val="single" w:sz="4" w:space="0" w:color="auto"/>
            </w:tcBorders>
          </w:tcPr>
          <w:p w14:paraId="756CA9AD" w14:textId="38C0C170" w:rsidR="001F5B4D" w:rsidRPr="001F5B4D" w:rsidRDefault="001F5B4D" w:rsidP="001F5B4D">
            <w:r w:rsidRPr="001F5B4D">
              <w:t>2.57</w:t>
            </w:r>
          </w:p>
        </w:tc>
      </w:tr>
      <w:tr w:rsidR="001F5B4D" w:rsidRPr="001F5B4D" w14:paraId="446DB9DA" w14:textId="77777777" w:rsidTr="00C205C9">
        <w:tblPrEx>
          <w:tblCellMar>
            <w:top w:w="0" w:type="dxa"/>
            <w:bottom w:w="0" w:type="dxa"/>
          </w:tblCellMar>
        </w:tblPrEx>
        <w:trPr>
          <w:cantSplit/>
        </w:trPr>
        <w:tc>
          <w:tcPr>
            <w:tcW w:w="7938" w:type="dxa"/>
            <w:gridSpan w:val="4"/>
            <w:shd w:val="clear" w:color="auto" w:fill="998877"/>
          </w:tcPr>
          <w:p w14:paraId="3022DC64" w14:textId="1C8672D2" w:rsidR="001F5B4D" w:rsidRPr="001F5B4D" w:rsidRDefault="001F5B4D" w:rsidP="001F5B4D">
            <w:pPr>
              <w:rPr>
                <w:b/>
              </w:rPr>
            </w:pPr>
            <w:r w:rsidRPr="001F5B4D">
              <w:rPr>
                <w:b/>
              </w:rPr>
              <w:t>Susceptibility</w:t>
            </w:r>
          </w:p>
        </w:tc>
      </w:tr>
      <w:tr w:rsidR="001F5B4D" w:rsidRPr="001F5B4D" w14:paraId="2A31BEEC" w14:textId="77777777" w:rsidTr="001F5B4D">
        <w:tblPrEx>
          <w:tblCellMar>
            <w:top w:w="0" w:type="dxa"/>
            <w:bottom w:w="0" w:type="dxa"/>
          </w:tblCellMar>
        </w:tblPrEx>
        <w:trPr>
          <w:cantSplit/>
        </w:trPr>
        <w:tc>
          <w:tcPr>
            <w:tcW w:w="2551" w:type="dxa"/>
            <w:shd w:val="clear" w:color="auto" w:fill="998877"/>
          </w:tcPr>
          <w:p w14:paraId="407FABA6" w14:textId="6CEF977C" w:rsidR="001F5B4D" w:rsidRPr="001F5B4D" w:rsidRDefault="001F5B4D" w:rsidP="001F5B4D">
            <w:r w:rsidRPr="001F5B4D">
              <w:t>Areal overlap (availability)</w:t>
            </w:r>
          </w:p>
        </w:tc>
        <w:tc>
          <w:tcPr>
            <w:tcW w:w="4536" w:type="dxa"/>
            <w:gridSpan w:val="2"/>
          </w:tcPr>
          <w:p w14:paraId="7CE8D5C5" w14:textId="3E936EE7" w:rsidR="001F5B4D" w:rsidRPr="001F5B4D" w:rsidRDefault="001F5B4D" w:rsidP="001F5B4D">
            <w:r w:rsidRPr="001F5B4D">
              <w:t>Worldwide demersal distribution</w:t>
            </w:r>
          </w:p>
        </w:tc>
        <w:tc>
          <w:tcPr>
            <w:tcW w:w="851" w:type="dxa"/>
          </w:tcPr>
          <w:p w14:paraId="0B5DD7F0" w14:textId="39125B53" w:rsidR="001F5B4D" w:rsidRPr="001F5B4D" w:rsidRDefault="001F5B4D" w:rsidP="001F5B4D">
            <w:r w:rsidRPr="001F5B4D">
              <w:t>3</w:t>
            </w:r>
          </w:p>
        </w:tc>
      </w:tr>
      <w:tr w:rsidR="001F5B4D" w:rsidRPr="001F5B4D" w14:paraId="3F325D47" w14:textId="77777777" w:rsidTr="001F5B4D">
        <w:tblPrEx>
          <w:tblCellMar>
            <w:top w:w="0" w:type="dxa"/>
            <w:bottom w:w="0" w:type="dxa"/>
          </w:tblCellMar>
        </w:tblPrEx>
        <w:trPr>
          <w:cantSplit/>
        </w:trPr>
        <w:tc>
          <w:tcPr>
            <w:tcW w:w="2551" w:type="dxa"/>
            <w:shd w:val="clear" w:color="auto" w:fill="998877"/>
          </w:tcPr>
          <w:p w14:paraId="51762811" w14:textId="10465CF7" w:rsidR="001F5B4D" w:rsidRPr="001F5B4D" w:rsidRDefault="001F5B4D" w:rsidP="001F5B4D">
            <w:r w:rsidRPr="001F5B4D">
              <w:t>Encounterability</w:t>
            </w:r>
          </w:p>
        </w:tc>
        <w:tc>
          <w:tcPr>
            <w:tcW w:w="4536" w:type="dxa"/>
            <w:gridSpan w:val="2"/>
          </w:tcPr>
          <w:p w14:paraId="3CEC0731" w14:textId="76693317" w:rsidR="001F5B4D" w:rsidRPr="001F5B4D" w:rsidRDefault="001F5B4D" w:rsidP="001F5B4D">
            <w:r w:rsidRPr="001F5B4D">
              <w:t>The depth range of the species is 1-350m. For surface gears, the vertical overlap index with this species is 28.57%. This species is demersal.</w:t>
            </w:r>
          </w:p>
        </w:tc>
        <w:tc>
          <w:tcPr>
            <w:tcW w:w="851" w:type="dxa"/>
          </w:tcPr>
          <w:p w14:paraId="45DCB5AC" w14:textId="3CD9DE82" w:rsidR="001F5B4D" w:rsidRPr="001F5B4D" w:rsidRDefault="001F5B4D" w:rsidP="001F5B4D">
            <w:r w:rsidRPr="001F5B4D">
              <w:t>1</w:t>
            </w:r>
          </w:p>
        </w:tc>
      </w:tr>
      <w:tr w:rsidR="001F5B4D" w:rsidRPr="001F5B4D" w14:paraId="3390BA89" w14:textId="77777777" w:rsidTr="001F5B4D">
        <w:tblPrEx>
          <w:tblCellMar>
            <w:top w:w="0" w:type="dxa"/>
            <w:bottom w:w="0" w:type="dxa"/>
          </w:tblCellMar>
        </w:tblPrEx>
        <w:trPr>
          <w:cantSplit/>
        </w:trPr>
        <w:tc>
          <w:tcPr>
            <w:tcW w:w="2551" w:type="dxa"/>
            <w:shd w:val="clear" w:color="auto" w:fill="998877"/>
          </w:tcPr>
          <w:p w14:paraId="0A3145D0" w14:textId="0D3A0376" w:rsidR="001F5B4D" w:rsidRPr="001F5B4D" w:rsidRDefault="001F5B4D" w:rsidP="001F5B4D">
            <w:r w:rsidRPr="001F5B4D">
              <w:t>Selectivity</w:t>
            </w:r>
          </w:p>
        </w:tc>
        <w:tc>
          <w:tcPr>
            <w:tcW w:w="4536" w:type="dxa"/>
            <w:gridSpan w:val="2"/>
          </w:tcPr>
          <w:p w14:paraId="1F4FE7F3" w14:textId="05A37E5E" w:rsidR="001F5B4D" w:rsidRPr="001F5B4D" w:rsidRDefault="001F5B4D" w:rsidP="001F5B4D">
            <w:r w:rsidRPr="001F5B4D">
              <w:t>The maximum length of the species is missing, but the family's maximum length based on 6 species is 200cm. For tropical surface fisheries, the length overlap index with this species is 100.00%.</w:t>
            </w:r>
          </w:p>
        </w:tc>
        <w:tc>
          <w:tcPr>
            <w:tcW w:w="851" w:type="dxa"/>
          </w:tcPr>
          <w:p w14:paraId="57820F45" w14:textId="6C338DF9" w:rsidR="001F5B4D" w:rsidRPr="001F5B4D" w:rsidRDefault="001F5B4D" w:rsidP="001F5B4D">
            <w:r w:rsidRPr="001F5B4D">
              <w:t>3</w:t>
            </w:r>
          </w:p>
        </w:tc>
      </w:tr>
      <w:tr w:rsidR="001F5B4D" w:rsidRPr="001F5B4D" w14:paraId="6E1A888A" w14:textId="77777777" w:rsidTr="001F5B4D">
        <w:tblPrEx>
          <w:tblCellMar>
            <w:top w:w="0" w:type="dxa"/>
            <w:bottom w:w="0" w:type="dxa"/>
          </w:tblCellMar>
        </w:tblPrEx>
        <w:trPr>
          <w:cantSplit/>
        </w:trPr>
        <w:tc>
          <w:tcPr>
            <w:tcW w:w="2551" w:type="dxa"/>
            <w:shd w:val="clear" w:color="auto" w:fill="998877"/>
          </w:tcPr>
          <w:p w14:paraId="5250E5E5" w14:textId="10DA81A5" w:rsidR="001F5B4D" w:rsidRPr="001F5B4D" w:rsidRDefault="001F5B4D" w:rsidP="001F5B4D">
            <w:r w:rsidRPr="001F5B4D">
              <w:t>Post capture mortality</w:t>
            </w:r>
          </w:p>
        </w:tc>
        <w:tc>
          <w:tcPr>
            <w:tcW w:w="4536" w:type="dxa"/>
            <w:gridSpan w:val="2"/>
            <w:tcBorders>
              <w:bottom w:val="single" w:sz="4" w:space="0" w:color="auto"/>
            </w:tcBorders>
          </w:tcPr>
          <w:p w14:paraId="04907104" w14:textId="29AC57E8" w:rsidR="001F5B4D" w:rsidRPr="001F5B4D" w:rsidRDefault="001F5B4D" w:rsidP="001F5B4D">
            <w:r w:rsidRPr="001F5B4D">
              <w:t>No direct evidence of survival after capture.</w:t>
            </w:r>
          </w:p>
        </w:tc>
        <w:tc>
          <w:tcPr>
            <w:tcW w:w="851" w:type="dxa"/>
          </w:tcPr>
          <w:p w14:paraId="344C4C5E" w14:textId="53B52543" w:rsidR="001F5B4D" w:rsidRPr="001F5B4D" w:rsidRDefault="001F5B4D" w:rsidP="001F5B4D">
            <w:r w:rsidRPr="001F5B4D">
              <w:t>3</w:t>
            </w:r>
          </w:p>
        </w:tc>
      </w:tr>
      <w:tr w:rsidR="001F5B4D" w:rsidRPr="001F5B4D" w14:paraId="378CB06D" w14:textId="77777777" w:rsidTr="001F5B4D">
        <w:tblPrEx>
          <w:tblCellMar>
            <w:top w:w="0" w:type="dxa"/>
            <w:bottom w:w="0" w:type="dxa"/>
          </w:tblCellMar>
        </w:tblPrEx>
        <w:trPr>
          <w:cantSplit/>
        </w:trPr>
        <w:tc>
          <w:tcPr>
            <w:tcW w:w="2551" w:type="dxa"/>
            <w:shd w:val="clear" w:color="auto" w:fill="998877"/>
          </w:tcPr>
          <w:p w14:paraId="0AF50089" w14:textId="77777777" w:rsidR="001F5B4D" w:rsidRPr="001F5B4D" w:rsidRDefault="001F5B4D" w:rsidP="001F5B4D"/>
        </w:tc>
        <w:tc>
          <w:tcPr>
            <w:tcW w:w="4536" w:type="dxa"/>
            <w:gridSpan w:val="2"/>
            <w:tcBorders>
              <w:bottom w:val="single" w:sz="4" w:space="0" w:color="auto"/>
            </w:tcBorders>
            <w:shd w:val="clear" w:color="auto" w:fill="998877"/>
          </w:tcPr>
          <w:p w14:paraId="7422388C" w14:textId="67636E34" w:rsidR="001F5B4D" w:rsidRPr="001F5B4D" w:rsidRDefault="001F5B4D" w:rsidP="001F5B4D">
            <w:r w:rsidRPr="001F5B4D">
              <w:t>Susceptibility score</w:t>
            </w:r>
          </w:p>
        </w:tc>
        <w:tc>
          <w:tcPr>
            <w:tcW w:w="851" w:type="dxa"/>
          </w:tcPr>
          <w:p w14:paraId="5FE03636" w14:textId="6C87AC2F" w:rsidR="001F5B4D" w:rsidRPr="001F5B4D" w:rsidRDefault="001F5B4D" w:rsidP="001F5B4D">
            <w:r w:rsidRPr="001F5B4D">
              <w:t>1.65</w:t>
            </w:r>
          </w:p>
        </w:tc>
      </w:tr>
      <w:tr w:rsidR="001F5B4D" w:rsidRPr="001F5B4D" w14:paraId="0D5FAA94" w14:textId="77777777" w:rsidTr="001F5B4D">
        <w:tblPrEx>
          <w:tblCellMar>
            <w:top w:w="0" w:type="dxa"/>
            <w:bottom w:w="0" w:type="dxa"/>
          </w:tblCellMar>
        </w:tblPrEx>
        <w:trPr>
          <w:cantSplit/>
        </w:trPr>
        <w:tc>
          <w:tcPr>
            <w:tcW w:w="2551" w:type="dxa"/>
            <w:shd w:val="clear" w:color="auto" w:fill="998877"/>
          </w:tcPr>
          <w:p w14:paraId="2B591446" w14:textId="77777777" w:rsidR="001F5B4D" w:rsidRPr="001F5B4D" w:rsidRDefault="001F5B4D" w:rsidP="001F5B4D"/>
        </w:tc>
        <w:tc>
          <w:tcPr>
            <w:tcW w:w="4536" w:type="dxa"/>
            <w:gridSpan w:val="2"/>
            <w:shd w:val="clear" w:color="auto" w:fill="998877"/>
          </w:tcPr>
          <w:p w14:paraId="136B90A2" w14:textId="2BE58B79" w:rsidR="001F5B4D" w:rsidRPr="001F5B4D" w:rsidRDefault="001F5B4D" w:rsidP="001F5B4D">
            <w:r w:rsidRPr="001F5B4D">
              <w:t>Vulnerability score</w:t>
            </w:r>
          </w:p>
        </w:tc>
        <w:tc>
          <w:tcPr>
            <w:tcW w:w="851" w:type="dxa"/>
          </w:tcPr>
          <w:p w14:paraId="20984A1B" w14:textId="2024794D" w:rsidR="001F5B4D" w:rsidRPr="001F5B4D" w:rsidRDefault="001F5B4D" w:rsidP="001F5B4D">
            <w:r w:rsidRPr="001F5B4D">
              <w:t>3.06</w:t>
            </w:r>
          </w:p>
        </w:tc>
      </w:tr>
    </w:tbl>
    <w:p w14:paraId="246EC82A" w14:textId="324E385E"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716C588"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1" w:name="T_POR" w:colFirst="0" w:colLast="0"/>
          <w:p w14:paraId="6C73959F" w14:textId="7E0FC2EC" w:rsidR="001F5B4D" w:rsidRPr="001F5B4D" w:rsidRDefault="001F5B4D" w:rsidP="001F5B4D">
            <w:pPr>
              <w:rPr>
                <w:b/>
              </w:rPr>
            </w:pPr>
            <w:r w:rsidRPr="001F5B4D">
              <w:rPr>
                <w:b/>
              </w:rPr>
              <w:fldChar w:fldCharType="begin"/>
            </w:r>
            <w:r w:rsidRPr="001F5B4D">
              <w:rPr>
                <w:b/>
              </w:rPr>
              <w:instrText xml:space="preserve"> HYPERLINK  \l "S_POR" \o "PSA Score" </w:instrText>
            </w:r>
            <w:r w:rsidRPr="001F5B4D">
              <w:rPr>
                <w:b/>
              </w:rPr>
            </w:r>
            <w:r w:rsidRPr="001F5B4D">
              <w:rPr>
                <w:b/>
              </w:rPr>
              <w:fldChar w:fldCharType="separate"/>
            </w:r>
            <w:r w:rsidRPr="001F5B4D">
              <w:rPr>
                <w:rStyle w:val="Hyperlink"/>
                <w:b/>
              </w:rPr>
              <w:t>Porbeagle shark</w:t>
            </w:r>
            <w:r w:rsidRPr="001F5B4D">
              <w:rPr>
                <w:b/>
              </w:rPr>
              <w:fldChar w:fldCharType="end"/>
            </w:r>
          </w:p>
        </w:tc>
        <w:tc>
          <w:tcPr>
            <w:tcW w:w="3969" w:type="dxa"/>
            <w:gridSpan w:val="2"/>
            <w:tcBorders>
              <w:bottom w:val="single" w:sz="4" w:space="0" w:color="auto"/>
            </w:tcBorders>
            <w:shd w:val="clear" w:color="auto" w:fill="998877"/>
          </w:tcPr>
          <w:p w14:paraId="09907CF7" w14:textId="138631FF" w:rsidR="001F5B4D" w:rsidRPr="001F5B4D" w:rsidRDefault="001F5B4D" w:rsidP="001F5B4D">
            <w:pPr>
              <w:rPr>
                <w:b/>
                <w:i/>
              </w:rPr>
            </w:pPr>
            <w:r w:rsidRPr="001F5B4D">
              <w:rPr>
                <w:b/>
                <w:i/>
              </w:rPr>
              <w:t>Lamna nasus</w:t>
            </w:r>
          </w:p>
        </w:tc>
      </w:tr>
      <w:bookmarkEnd w:id="171"/>
      <w:tr w:rsidR="001F5B4D" w:rsidRPr="001F5B4D" w14:paraId="590E1468" w14:textId="77777777" w:rsidTr="0053561A">
        <w:tblPrEx>
          <w:tblCellMar>
            <w:top w:w="0" w:type="dxa"/>
            <w:bottom w:w="0" w:type="dxa"/>
          </w:tblCellMar>
        </w:tblPrEx>
        <w:trPr>
          <w:cantSplit/>
        </w:trPr>
        <w:tc>
          <w:tcPr>
            <w:tcW w:w="7938" w:type="dxa"/>
            <w:gridSpan w:val="4"/>
            <w:shd w:val="clear" w:color="auto" w:fill="998877"/>
          </w:tcPr>
          <w:p w14:paraId="090D29ED" w14:textId="74E84D0F" w:rsidR="001F5B4D" w:rsidRPr="001F5B4D" w:rsidRDefault="001F5B4D" w:rsidP="001F5B4D">
            <w:pPr>
              <w:rPr>
                <w:b/>
              </w:rPr>
            </w:pPr>
            <w:r w:rsidRPr="001F5B4D">
              <w:rPr>
                <w:b/>
              </w:rPr>
              <w:t>Productivity</w:t>
            </w:r>
          </w:p>
        </w:tc>
      </w:tr>
      <w:tr w:rsidR="001F5B4D" w:rsidRPr="001F5B4D" w14:paraId="53BD147D" w14:textId="77777777" w:rsidTr="001F5B4D">
        <w:tblPrEx>
          <w:tblCellMar>
            <w:top w:w="0" w:type="dxa"/>
            <w:bottom w:w="0" w:type="dxa"/>
          </w:tblCellMar>
        </w:tblPrEx>
        <w:trPr>
          <w:cantSplit/>
        </w:trPr>
        <w:tc>
          <w:tcPr>
            <w:tcW w:w="2551" w:type="dxa"/>
            <w:shd w:val="clear" w:color="auto" w:fill="998877"/>
          </w:tcPr>
          <w:p w14:paraId="0C31B32D" w14:textId="0EE13462" w:rsidR="001F5B4D" w:rsidRPr="001F5B4D" w:rsidRDefault="001F5B4D" w:rsidP="001F5B4D">
            <w:r w:rsidRPr="001F5B4D">
              <w:t>Average age at maturity</w:t>
            </w:r>
          </w:p>
        </w:tc>
        <w:tc>
          <w:tcPr>
            <w:tcW w:w="4536" w:type="dxa"/>
            <w:gridSpan w:val="2"/>
          </w:tcPr>
          <w:p w14:paraId="69B36D35" w14:textId="70A357DC" w:rsidR="001F5B4D" w:rsidRPr="001F5B4D" w:rsidRDefault="001F5B4D" w:rsidP="001F5B4D">
            <w:r w:rsidRPr="001F5B4D">
              <w:t>Species growth rate (K) is 0.100, which is in the medium risk K range (0.061-0.183) for age at maturity.</w:t>
            </w:r>
          </w:p>
        </w:tc>
        <w:tc>
          <w:tcPr>
            <w:tcW w:w="851" w:type="dxa"/>
          </w:tcPr>
          <w:p w14:paraId="23717C5F" w14:textId="456E7EF8" w:rsidR="001F5B4D" w:rsidRPr="001F5B4D" w:rsidRDefault="001F5B4D" w:rsidP="001F5B4D">
            <w:r w:rsidRPr="001F5B4D">
              <w:t>2</w:t>
            </w:r>
          </w:p>
        </w:tc>
      </w:tr>
      <w:tr w:rsidR="001F5B4D" w:rsidRPr="001F5B4D" w14:paraId="3493ECE9" w14:textId="77777777" w:rsidTr="001F5B4D">
        <w:tblPrEx>
          <w:tblCellMar>
            <w:top w:w="0" w:type="dxa"/>
            <w:bottom w:w="0" w:type="dxa"/>
          </w:tblCellMar>
        </w:tblPrEx>
        <w:trPr>
          <w:cantSplit/>
        </w:trPr>
        <w:tc>
          <w:tcPr>
            <w:tcW w:w="2551" w:type="dxa"/>
            <w:shd w:val="clear" w:color="auto" w:fill="998877"/>
          </w:tcPr>
          <w:p w14:paraId="17C7E04C" w14:textId="3B09C73C" w:rsidR="001F5B4D" w:rsidRPr="001F5B4D" w:rsidRDefault="001F5B4D" w:rsidP="001F5B4D">
            <w:r w:rsidRPr="001F5B4D">
              <w:t>Average max age</w:t>
            </w:r>
          </w:p>
        </w:tc>
        <w:tc>
          <w:tcPr>
            <w:tcW w:w="4536" w:type="dxa"/>
            <w:gridSpan w:val="2"/>
          </w:tcPr>
          <w:p w14:paraId="69F471C3" w14:textId="012D2C28" w:rsidR="001F5B4D" w:rsidRPr="001F5B4D" w:rsidRDefault="001F5B4D" w:rsidP="001F5B4D">
            <w:r w:rsidRPr="001F5B4D">
              <w:t>Species growth rate (K) is 0.100, which is lower than highest risk K (0.12) for maximum age.</w:t>
            </w:r>
          </w:p>
        </w:tc>
        <w:tc>
          <w:tcPr>
            <w:tcW w:w="851" w:type="dxa"/>
          </w:tcPr>
          <w:p w14:paraId="61BD41D8" w14:textId="3D03A876" w:rsidR="001F5B4D" w:rsidRPr="001F5B4D" w:rsidRDefault="001F5B4D" w:rsidP="001F5B4D">
            <w:r w:rsidRPr="001F5B4D">
              <w:t>3</w:t>
            </w:r>
          </w:p>
        </w:tc>
      </w:tr>
      <w:tr w:rsidR="001F5B4D" w:rsidRPr="001F5B4D" w14:paraId="69213E6D" w14:textId="77777777" w:rsidTr="001F5B4D">
        <w:tblPrEx>
          <w:tblCellMar>
            <w:top w:w="0" w:type="dxa"/>
            <w:bottom w:w="0" w:type="dxa"/>
          </w:tblCellMar>
        </w:tblPrEx>
        <w:trPr>
          <w:cantSplit/>
        </w:trPr>
        <w:tc>
          <w:tcPr>
            <w:tcW w:w="2551" w:type="dxa"/>
            <w:shd w:val="clear" w:color="auto" w:fill="998877"/>
          </w:tcPr>
          <w:p w14:paraId="29F480A3" w14:textId="50629DF8" w:rsidR="001F5B4D" w:rsidRPr="001F5B4D" w:rsidRDefault="001F5B4D" w:rsidP="001F5B4D">
            <w:r w:rsidRPr="001F5B4D">
              <w:t>Fecundity</w:t>
            </w:r>
          </w:p>
        </w:tc>
        <w:tc>
          <w:tcPr>
            <w:tcW w:w="4536" w:type="dxa"/>
            <w:gridSpan w:val="2"/>
          </w:tcPr>
          <w:p w14:paraId="23F7A676" w14:textId="725315FF" w:rsidR="001F5B4D" w:rsidRPr="001F5B4D" w:rsidRDefault="001F5B4D" w:rsidP="001F5B4D">
            <w:r w:rsidRPr="001F5B4D">
              <w:t>Species fecundity is 1 eggs/year, which is lower than the highest risk value (100).</w:t>
            </w:r>
          </w:p>
        </w:tc>
        <w:tc>
          <w:tcPr>
            <w:tcW w:w="851" w:type="dxa"/>
          </w:tcPr>
          <w:p w14:paraId="6EB9CE03" w14:textId="787FCED8" w:rsidR="001F5B4D" w:rsidRPr="001F5B4D" w:rsidRDefault="001F5B4D" w:rsidP="001F5B4D">
            <w:r w:rsidRPr="001F5B4D">
              <w:t>3</w:t>
            </w:r>
          </w:p>
        </w:tc>
      </w:tr>
      <w:tr w:rsidR="001F5B4D" w:rsidRPr="001F5B4D" w14:paraId="755CF5D4" w14:textId="77777777" w:rsidTr="001F5B4D">
        <w:tblPrEx>
          <w:tblCellMar>
            <w:top w:w="0" w:type="dxa"/>
            <w:bottom w:w="0" w:type="dxa"/>
          </w:tblCellMar>
        </w:tblPrEx>
        <w:trPr>
          <w:cantSplit/>
        </w:trPr>
        <w:tc>
          <w:tcPr>
            <w:tcW w:w="2551" w:type="dxa"/>
            <w:shd w:val="clear" w:color="auto" w:fill="998877"/>
          </w:tcPr>
          <w:p w14:paraId="3B64C6D2" w14:textId="5A2F345F" w:rsidR="001F5B4D" w:rsidRPr="001F5B4D" w:rsidRDefault="001F5B4D" w:rsidP="001F5B4D">
            <w:r w:rsidRPr="001F5B4D">
              <w:t>Average max size</w:t>
            </w:r>
          </w:p>
        </w:tc>
        <w:tc>
          <w:tcPr>
            <w:tcW w:w="4536" w:type="dxa"/>
            <w:gridSpan w:val="2"/>
          </w:tcPr>
          <w:p w14:paraId="242C3D5C" w14:textId="5FF8FCBF" w:rsidR="001F5B4D" w:rsidRPr="001F5B4D" w:rsidRDefault="001F5B4D" w:rsidP="001F5B4D">
            <w:r w:rsidRPr="001F5B4D">
              <w:t>Species maximum length is 350, which is higher than the highest risk value (300cm).</w:t>
            </w:r>
          </w:p>
        </w:tc>
        <w:tc>
          <w:tcPr>
            <w:tcW w:w="851" w:type="dxa"/>
          </w:tcPr>
          <w:p w14:paraId="503AA872" w14:textId="6E051C3A" w:rsidR="001F5B4D" w:rsidRPr="001F5B4D" w:rsidRDefault="001F5B4D" w:rsidP="001F5B4D">
            <w:r w:rsidRPr="001F5B4D">
              <w:t>3</w:t>
            </w:r>
          </w:p>
        </w:tc>
      </w:tr>
      <w:tr w:rsidR="001F5B4D" w:rsidRPr="001F5B4D" w14:paraId="69ABBFA4" w14:textId="77777777" w:rsidTr="001F5B4D">
        <w:tblPrEx>
          <w:tblCellMar>
            <w:top w:w="0" w:type="dxa"/>
            <w:bottom w:w="0" w:type="dxa"/>
          </w:tblCellMar>
        </w:tblPrEx>
        <w:trPr>
          <w:cantSplit/>
        </w:trPr>
        <w:tc>
          <w:tcPr>
            <w:tcW w:w="2551" w:type="dxa"/>
            <w:shd w:val="clear" w:color="auto" w:fill="998877"/>
          </w:tcPr>
          <w:p w14:paraId="0A4FACBF" w14:textId="5518CC0A" w:rsidR="001F5B4D" w:rsidRPr="001F5B4D" w:rsidRDefault="001F5B4D" w:rsidP="001F5B4D">
            <w:r w:rsidRPr="001F5B4D">
              <w:t>Average size at maturity</w:t>
            </w:r>
          </w:p>
        </w:tc>
        <w:tc>
          <w:tcPr>
            <w:tcW w:w="4536" w:type="dxa"/>
            <w:gridSpan w:val="2"/>
          </w:tcPr>
          <w:p w14:paraId="2DA2D010" w14:textId="335875EC" w:rsidR="001F5B4D" w:rsidRPr="001F5B4D" w:rsidRDefault="001F5B4D" w:rsidP="001F5B4D">
            <w:r w:rsidRPr="001F5B4D">
              <w:t>Species length at maturity is 175, which is in the medium risk range (40-200cm).</w:t>
            </w:r>
          </w:p>
        </w:tc>
        <w:tc>
          <w:tcPr>
            <w:tcW w:w="851" w:type="dxa"/>
          </w:tcPr>
          <w:p w14:paraId="5A14C3E3" w14:textId="63B0B3DA" w:rsidR="001F5B4D" w:rsidRPr="001F5B4D" w:rsidRDefault="001F5B4D" w:rsidP="001F5B4D">
            <w:r w:rsidRPr="001F5B4D">
              <w:t>2</w:t>
            </w:r>
          </w:p>
        </w:tc>
      </w:tr>
      <w:tr w:rsidR="001F5B4D" w:rsidRPr="001F5B4D" w14:paraId="2EECAE2C" w14:textId="77777777" w:rsidTr="001F5B4D">
        <w:tblPrEx>
          <w:tblCellMar>
            <w:top w:w="0" w:type="dxa"/>
            <w:bottom w:w="0" w:type="dxa"/>
          </w:tblCellMar>
        </w:tblPrEx>
        <w:trPr>
          <w:cantSplit/>
        </w:trPr>
        <w:tc>
          <w:tcPr>
            <w:tcW w:w="2551" w:type="dxa"/>
            <w:shd w:val="clear" w:color="auto" w:fill="998877"/>
          </w:tcPr>
          <w:p w14:paraId="7CE3F128" w14:textId="0CF0993A" w:rsidR="001F5B4D" w:rsidRPr="001F5B4D" w:rsidRDefault="001F5B4D" w:rsidP="001F5B4D">
            <w:r w:rsidRPr="001F5B4D">
              <w:t>Reproductive strategy</w:t>
            </w:r>
          </w:p>
        </w:tc>
        <w:tc>
          <w:tcPr>
            <w:tcW w:w="4536" w:type="dxa"/>
            <w:gridSpan w:val="2"/>
          </w:tcPr>
          <w:p w14:paraId="4FA79207" w14:textId="0532F02F" w:rsidR="001F5B4D" w:rsidRPr="001F5B4D" w:rsidRDefault="001F5B4D" w:rsidP="001F5B4D">
            <w:r w:rsidRPr="001F5B4D">
              <w:t>Species reproductive strategy is live bearer, which is high risk.</w:t>
            </w:r>
          </w:p>
        </w:tc>
        <w:tc>
          <w:tcPr>
            <w:tcW w:w="851" w:type="dxa"/>
          </w:tcPr>
          <w:p w14:paraId="6A99F22E" w14:textId="0E34F1B3" w:rsidR="001F5B4D" w:rsidRPr="001F5B4D" w:rsidRDefault="001F5B4D" w:rsidP="001F5B4D">
            <w:r w:rsidRPr="001F5B4D">
              <w:t>3</w:t>
            </w:r>
          </w:p>
        </w:tc>
      </w:tr>
      <w:tr w:rsidR="001F5B4D" w:rsidRPr="001F5B4D" w14:paraId="2899BD7D" w14:textId="77777777" w:rsidTr="001F5B4D">
        <w:tblPrEx>
          <w:tblCellMar>
            <w:top w:w="0" w:type="dxa"/>
            <w:bottom w:w="0" w:type="dxa"/>
          </w:tblCellMar>
        </w:tblPrEx>
        <w:trPr>
          <w:cantSplit/>
        </w:trPr>
        <w:tc>
          <w:tcPr>
            <w:tcW w:w="2551" w:type="dxa"/>
            <w:shd w:val="clear" w:color="auto" w:fill="998877"/>
          </w:tcPr>
          <w:p w14:paraId="48E29132" w14:textId="20292377" w:rsidR="001F5B4D" w:rsidRPr="001F5B4D" w:rsidRDefault="001F5B4D" w:rsidP="001F5B4D">
            <w:r w:rsidRPr="001F5B4D">
              <w:t>Trophic level</w:t>
            </w:r>
          </w:p>
        </w:tc>
        <w:tc>
          <w:tcPr>
            <w:tcW w:w="4536" w:type="dxa"/>
            <w:gridSpan w:val="2"/>
            <w:tcBorders>
              <w:bottom w:val="single" w:sz="4" w:space="0" w:color="auto"/>
            </w:tcBorders>
          </w:tcPr>
          <w:p w14:paraId="36E90262" w14:textId="654251FD" w:rsidR="001F5B4D" w:rsidRPr="001F5B4D" w:rsidRDefault="001F5B4D" w:rsidP="001F5B4D">
            <w:r w:rsidRPr="001F5B4D">
              <w:t>Species trophic level is 4.6, which is higher than the highest risk value (3.25).</w:t>
            </w:r>
          </w:p>
        </w:tc>
        <w:tc>
          <w:tcPr>
            <w:tcW w:w="851" w:type="dxa"/>
          </w:tcPr>
          <w:p w14:paraId="240D2D90" w14:textId="3C5034DF" w:rsidR="001F5B4D" w:rsidRPr="001F5B4D" w:rsidRDefault="001F5B4D" w:rsidP="001F5B4D">
            <w:r w:rsidRPr="001F5B4D">
              <w:t>3</w:t>
            </w:r>
          </w:p>
        </w:tc>
      </w:tr>
      <w:tr w:rsidR="001F5B4D" w:rsidRPr="001F5B4D" w14:paraId="6E540FEF"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2D072586" w14:textId="77777777" w:rsidR="001F5B4D" w:rsidRPr="001F5B4D" w:rsidRDefault="001F5B4D" w:rsidP="001F5B4D"/>
        </w:tc>
        <w:tc>
          <w:tcPr>
            <w:tcW w:w="4536" w:type="dxa"/>
            <w:gridSpan w:val="2"/>
            <w:tcBorders>
              <w:bottom w:val="single" w:sz="4" w:space="0" w:color="auto"/>
            </w:tcBorders>
            <w:shd w:val="clear" w:color="auto" w:fill="998877"/>
          </w:tcPr>
          <w:p w14:paraId="0637599A" w14:textId="6C09204E" w:rsidR="001F5B4D" w:rsidRPr="001F5B4D" w:rsidRDefault="001F5B4D" w:rsidP="001F5B4D">
            <w:r w:rsidRPr="001F5B4D">
              <w:t>Productivity score</w:t>
            </w:r>
          </w:p>
        </w:tc>
        <w:tc>
          <w:tcPr>
            <w:tcW w:w="851" w:type="dxa"/>
            <w:tcBorders>
              <w:bottom w:val="single" w:sz="4" w:space="0" w:color="auto"/>
            </w:tcBorders>
          </w:tcPr>
          <w:p w14:paraId="14752D35" w14:textId="3529539C" w:rsidR="001F5B4D" w:rsidRPr="001F5B4D" w:rsidRDefault="001F5B4D" w:rsidP="001F5B4D">
            <w:r w:rsidRPr="001F5B4D">
              <w:t>2.71</w:t>
            </w:r>
          </w:p>
        </w:tc>
      </w:tr>
      <w:tr w:rsidR="001F5B4D" w:rsidRPr="001F5B4D" w14:paraId="53CF89EC" w14:textId="77777777" w:rsidTr="00DE7C78">
        <w:tblPrEx>
          <w:tblCellMar>
            <w:top w:w="0" w:type="dxa"/>
            <w:bottom w:w="0" w:type="dxa"/>
          </w:tblCellMar>
        </w:tblPrEx>
        <w:trPr>
          <w:cantSplit/>
        </w:trPr>
        <w:tc>
          <w:tcPr>
            <w:tcW w:w="7938" w:type="dxa"/>
            <w:gridSpan w:val="4"/>
            <w:shd w:val="clear" w:color="auto" w:fill="998877"/>
          </w:tcPr>
          <w:p w14:paraId="229F4966" w14:textId="4BED93ED" w:rsidR="001F5B4D" w:rsidRPr="001F5B4D" w:rsidRDefault="001F5B4D" w:rsidP="001F5B4D">
            <w:pPr>
              <w:rPr>
                <w:b/>
              </w:rPr>
            </w:pPr>
            <w:r w:rsidRPr="001F5B4D">
              <w:rPr>
                <w:b/>
              </w:rPr>
              <w:t>Susceptibility</w:t>
            </w:r>
          </w:p>
        </w:tc>
      </w:tr>
      <w:tr w:rsidR="001F5B4D" w:rsidRPr="001F5B4D" w14:paraId="2539000F" w14:textId="77777777" w:rsidTr="001F5B4D">
        <w:tblPrEx>
          <w:tblCellMar>
            <w:top w:w="0" w:type="dxa"/>
            <w:bottom w:w="0" w:type="dxa"/>
          </w:tblCellMar>
        </w:tblPrEx>
        <w:trPr>
          <w:cantSplit/>
        </w:trPr>
        <w:tc>
          <w:tcPr>
            <w:tcW w:w="2551" w:type="dxa"/>
            <w:shd w:val="clear" w:color="auto" w:fill="998877"/>
          </w:tcPr>
          <w:p w14:paraId="5BEB0198" w14:textId="7450CC20" w:rsidR="001F5B4D" w:rsidRPr="001F5B4D" w:rsidRDefault="001F5B4D" w:rsidP="001F5B4D">
            <w:r w:rsidRPr="001F5B4D">
              <w:t>Areal overlap (availability)</w:t>
            </w:r>
          </w:p>
        </w:tc>
        <w:tc>
          <w:tcPr>
            <w:tcW w:w="4536" w:type="dxa"/>
            <w:gridSpan w:val="2"/>
          </w:tcPr>
          <w:p w14:paraId="61A8FC68" w14:textId="441C12F7" w:rsidR="001F5B4D" w:rsidRPr="001F5B4D" w:rsidRDefault="001F5B4D" w:rsidP="001F5B4D">
            <w:r w:rsidRPr="001F5B4D">
              <w:t>Wide-ranging coastal and oceanic species found in temperate and cold-temperate waters worldwide, more common on continental shelves; coastal and oceanic, amphitemperate, with centres of distribution in the North Atlantic and in a circumglobal band of temperate water of the southern Atlantic, southern Indian Ocean, southern Pacific and Antarctic Ocean; In the SW Atlantic Ocean it is found below 26°S and SE Pacific, between 23 and 37°S. Catches reported in some tropical tuna fisheries.</w:t>
            </w:r>
          </w:p>
        </w:tc>
        <w:tc>
          <w:tcPr>
            <w:tcW w:w="851" w:type="dxa"/>
          </w:tcPr>
          <w:p w14:paraId="2AE819F8" w14:textId="04106780" w:rsidR="001F5B4D" w:rsidRPr="001F5B4D" w:rsidRDefault="001F5B4D" w:rsidP="001F5B4D">
            <w:r w:rsidRPr="001F5B4D">
              <w:t>1</w:t>
            </w:r>
          </w:p>
        </w:tc>
      </w:tr>
      <w:tr w:rsidR="001F5B4D" w:rsidRPr="001F5B4D" w14:paraId="61C28450" w14:textId="77777777" w:rsidTr="001F5B4D">
        <w:tblPrEx>
          <w:tblCellMar>
            <w:top w:w="0" w:type="dxa"/>
            <w:bottom w:w="0" w:type="dxa"/>
          </w:tblCellMar>
        </w:tblPrEx>
        <w:trPr>
          <w:cantSplit/>
        </w:trPr>
        <w:tc>
          <w:tcPr>
            <w:tcW w:w="2551" w:type="dxa"/>
            <w:shd w:val="clear" w:color="auto" w:fill="998877"/>
          </w:tcPr>
          <w:p w14:paraId="16C4056F" w14:textId="045F3DD8" w:rsidR="001F5B4D" w:rsidRPr="001F5B4D" w:rsidRDefault="001F5B4D" w:rsidP="001F5B4D">
            <w:r w:rsidRPr="001F5B4D">
              <w:lastRenderedPageBreak/>
              <w:t>Encounterability</w:t>
            </w:r>
          </w:p>
        </w:tc>
        <w:tc>
          <w:tcPr>
            <w:tcW w:w="4536" w:type="dxa"/>
            <w:gridSpan w:val="2"/>
          </w:tcPr>
          <w:p w14:paraId="79113FD3" w14:textId="54D43E9D" w:rsidR="001F5B4D" w:rsidRPr="001F5B4D" w:rsidRDefault="001F5B4D" w:rsidP="001F5B4D">
            <w:r w:rsidRPr="001F5B4D">
              <w:t>The depth range of the species is 1-715m. For surface gears, the vertical overlap index with this species is 13.99%.</w:t>
            </w:r>
          </w:p>
        </w:tc>
        <w:tc>
          <w:tcPr>
            <w:tcW w:w="851" w:type="dxa"/>
          </w:tcPr>
          <w:p w14:paraId="25CA6CF4" w14:textId="6D73013F" w:rsidR="001F5B4D" w:rsidRPr="001F5B4D" w:rsidRDefault="001F5B4D" w:rsidP="001F5B4D">
            <w:r w:rsidRPr="001F5B4D">
              <w:t>2</w:t>
            </w:r>
          </w:p>
        </w:tc>
      </w:tr>
      <w:tr w:rsidR="001F5B4D" w:rsidRPr="001F5B4D" w14:paraId="079CF5CE" w14:textId="77777777" w:rsidTr="001F5B4D">
        <w:tblPrEx>
          <w:tblCellMar>
            <w:top w:w="0" w:type="dxa"/>
            <w:bottom w:w="0" w:type="dxa"/>
          </w:tblCellMar>
        </w:tblPrEx>
        <w:trPr>
          <w:cantSplit/>
        </w:trPr>
        <w:tc>
          <w:tcPr>
            <w:tcW w:w="2551" w:type="dxa"/>
            <w:shd w:val="clear" w:color="auto" w:fill="998877"/>
          </w:tcPr>
          <w:p w14:paraId="7E5AC953" w14:textId="7003C386" w:rsidR="001F5B4D" w:rsidRPr="001F5B4D" w:rsidRDefault="001F5B4D" w:rsidP="001F5B4D">
            <w:r w:rsidRPr="001F5B4D">
              <w:t>Selectivity</w:t>
            </w:r>
          </w:p>
        </w:tc>
        <w:tc>
          <w:tcPr>
            <w:tcW w:w="4536" w:type="dxa"/>
            <w:gridSpan w:val="2"/>
          </w:tcPr>
          <w:p w14:paraId="7BEA744D" w14:textId="5B70CC69" w:rsidR="001F5B4D" w:rsidRPr="001F5B4D" w:rsidRDefault="001F5B4D" w:rsidP="001F5B4D">
            <w:r w:rsidRPr="001F5B4D">
              <w:t>The maximum length of the species is 350cm. For tropical surface fisheries, the length overlap index with this species is 100.00%.</w:t>
            </w:r>
          </w:p>
        </w:tc>
        <w:tc>
          <w:tcPr>
            <w:tcW w:w="851" w:type="dxa"/>
          </w:tcPr>
          <w:p w14:paraId="6C7CB79D" w14:textId="115EC52B" w:rsidR="001F5B4D" w:rsidRPr="001F5B4D" w:rsidRDefault="001F5B4D" w:rsidP="001F5B4D">
            <w:r w:rsidRPr="001F5B4D">
              <w:t>3</w:t>
            </w:r>
          </w:p>
        </w:tc>
      </w:tr>
      <w:tr w:rsidR="001F5B4D" w:rsidRPr="001F5B4D" w14:paraId="588A5672" w14:textId="77777777" w:rsidTr="001F5B4D">
        <w:tblPrEx>
          <w:tblCellMar>
            <w:top w:w="0" w:type="dxa"/>
            <w:bottom w:w="0" w:type="dxa"/>
          </w:tblCellMar>
        </w:tblPrEx>
        <w:trPr>
          <w:cantSplit/>
        </w:trPr>
        <w:tc>
          <w:tcPr>
            <w:tcW w:w="2551" w:type="dxa"/>
            <w:shd w:val="clear" w:color="auto" w:fill="998877"/>
          </w:tcPr>
          <w:p w14:paraId="2B8E8560" w14:textId="7BBEC11C" w:rsidR="001F5B4D" w:rsidRPr="001F5B4D" w:rsidRDefault="001F5B4D" w:rsidP="001F5B4D">
            <w:r w:rsidRPr="001F5B4D">
              <w:t>Post capture mortality</w:t>
            </w:r>
          </w:p>
        </w:tc>
        <w:tc>
          <w:tcPr>
            <w:tcW w:w="4536" w:type="dxa"/>
            <w:gridSpan w:val="2"/>
            <w:tcBorders>
              <w:bottom w:val="single" w:sz="4" w:space="0" w:color="auto"/>
            </w:tcBorders>
          </w:tcPr>
          <w:p w14:paraId="159F8DCB" w14:textId="60033BBE" w:rsidR="001F5B4D" w:rsidRPr="001F5B4D" w:rsidRDefault="001F5B4D" w:rsidP="001F5B4D">
            <w:r w:rsidRPr="001F5B4D">
              <w:t>No direct evidence of survival after capture.</w:t>
            </w:r>
          </w:p>
        </w:tc>
        <w:tc>
          <w:tcPr>
            <w:tcW w:w="851" w:type="dxa"/>
          </w:tcPr>
          <w:p w14:paraId="250F5706" w14:textId="7717C981" w:rsidR="001F5B4D" w:rsidRPr="001F5B4D" w:rsidRDefault="001F5B4D" w:rsidP="001F5B4D">
            <w:r w:rsidRPr="001F5B4D">
              <w:t>3</w:t>
            </w:r>
          </w:p>
        </w:tc>
      </w:tr>
      <w:tr w:rsidR="001F5B4D" w:rsidRPr="001F5B4D" w14:paraId="5AB44F45" w14:textId="77777777" w:rsidTr="001F5B4D">
        <w:tblPrEx>
          <w:tblCellMar>
            <w:top w:w="0" w:type="dxa"/>
            <w:bottom w:w="0" w:type="dxa"/>
          </w:tblCellMar>
        </w:tblPrEx>
        <w:trPr>
          <w:cantSplit/>
        </w:trPr>
        <w:tc>
          <w:tcPr>
            <w:tcW w:w="2551" w:type="dxa"/>
            <w:shd w:val="clear" w:color="auto" w:fill="998877"/>
          </w:tcPr>
          <w:p w14:paraId="4E234860" w14:textId="77777777" w:rsidR="001F5B4D" w:rsidRPr="001F5B4D" w:rsidRDefault="001F5B4D" w:rsidP="001F5B4D"/>
        </w:tc>
        <w:tc>
          <w:tcPr>
            <w:tcW w:w="4536" w:type="dxa"/>
            <w:gridSpan w:val="2"/>
            <w:tcBorders>
              <w:bottom w:val="single" w:sz="4" w:space="0" w:color="auto"/>
            </w:tcBorders>
            <w:shd w:val="clear" w:color="auto" w:fill="998877"/>
          </w:tcPr>
          <w:p w14:paraId="3A9C7978" w14:textId="669A3FC4" w:rsidR="001F5B4D" w:rsidRPr="001F5B4D" w:rsidRDefault="001F5B4D" w:rsidP="001F5B4D">
            <w:r w:rsidRPr="001F5B4D">
              <w:t>Susceptibility score</w:t>
            </w:r>
          </w:p>
        </w:tc>
        <w:tc>
          <w:tcPr>
            <w:tcW w:w="851" w:type="dxa"/>
          </w:tcPr>
          <w:p w14:paraId="1FECCE55" w14:textId="468D1D3E" w:rsidR="001F5B4D" w:rsidRPr="001F5B4D" w:rsidRDefault="001F5B4D" w:rsidP="001F5B4D">
            <w:r w:rsidRPr="001F5B4D">
              <w:t>1.43</w:t>
            </w:r>
          </w:p>
        </w:tc>
      </w:tr>
      <w:tr w:rsidR="001F5B4D" w:rsidRPr="001F5B4D" w14:paraId="4B7478E7" w14:textId="77777777" w:rsidTr="001F5B4D">
        <w:tblPrEx>
          <w:tblCellMar>
            <w:top w:w="0" w:type="dxa"/>
            <w:bottom w:w="0" w:type="dxa"/>
          </w:tblCellMar>
        </w:tblPrEx>
        <w:trPr>
          <w:cantSplit/>
        </w:trPr>
        <w:tc>
          <w:tcPr>
            <w:tcW w:w="2551" w:type="dxa"/>
            <w:shd w:val="clear" w:color="auto" w:fill="998877"/>
          </w:tcPr>
          <w:p w14:paraId="5251F357" w14:textId="77777777" w:rsidR="001F5B4D" w:rsidRPr="001F5B4D" w:rsidRDefault="001F5B4D" w:rsidP="001F5B4D"/>
        </w:tc>
        <w:tc>
          <w:tcPr>
            <w:tcW w:w="4536" w:type="dxa"/>
            <w:gridSpan w:val="2"/>
            <w:shd w:val="clear" w:color="auto" w:fill="998877"/>
          </w:tcPr>
          <w:p w14:paraId="2CF13250" w14:textId="2EA7A19A" w:rsidR="001F5B4D" w:rsidRPr="001F5B4D" w:rsidRDefault="001F5B4D" w:rsidP="001F5B4D">
            <w:r w:rsidRPr="001F5B4D">
              <w:t>Vulnerability score</w:t>
            </w:r>
          </w:p>
        </w:tc>
        <w:tc>
          <w:tcPr>
            <w:tcW w:w="851" w:type="dxa"/>
          </w:tcPr>
          <w:p w14:paraId="3C23FB82" w14:textId="6FEF4EC2" w:rsidR="001F5B4D" w:rsidRPr="001F5B4D" w:rsidRDefault="001F5B4D" w:rsidP="001F5B4D">
            <w:r w:rsidRPr="001F5B4D">
              <w:t>3.07</w:t>
            </w:r>
          </w:p>
        </w:tc>
      </w:tr>
    </w:tbl>
    <w:p w14:paraId="7DD54D3B" w14:textId="4AAD630F"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27CA280"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2" w:name="T_SBL" w:colFirst="0" w:colLast="0"/>
          <w:p w14:paraId="06C5A5A2" w14:textId="64DAF155" w:rsidR="001F5B4D" w:rsidRPr="001F5B4D" w:rsidRDefault="001F5B4D" w:rsidP="001F5B4D">
            <w:pPr>
              <w:rPr>
                <w:b/>
              </w:rPr>
            </w:pPr>
            <w:r w:rsidRPr="001F5B4D">
              <w:rPr>
                <w:b/>
              </w:rPr>
              <w:fldChar w:fldCharType="begin"/>
            </w:r>
            <w:r w:rsidRPr="001F5B4D">
              <w:rPr>
                <w:b/>
              </w:rPr>
              <w:instrText xml:space="preserve"> HYPERLINK  \l "S_SBL" \o "PSA Score" </w:instrText>
            </w:r>
            <w:r w:rsidRPr="001F5B4D">
              <w:rPr>
                <w:b/>
              </w:rPr>
            </w:r>
            <w:r w:rsidRPr="001F5B4D">
              <w:rPr>
                <w:b/>
              </w:rPr>
              <w:fldChar w:fldCharType="separate"/>
            </w:r>
            <w:r w:rsidRPr="001F5B4D">
              <w:rPr>
                <w:rStyle w:val="Hyperlink"/>
                <w:b/>
              </w:rPr>
              <w:t>Bluntnose sixgill shark</w:t>
            </w:r>
            <w:r w:rsidRPr="001F5B4D">
              <w:rPr>
                <w:b/>
              </w:rPr>
              <w:fldChar w:fldCharType="end"/>
            </w:r>
          </w:p>
        </w:tc>
        <w:tc>
          <w:tcPr>
            <w:tcW w:w="3969" w:type="dxa"/>
            <w:gridSpan w:val="2"/>
            <w:tcBorders>
              <w:bottom w:val="single" w:sz="4" w:space="0" w:color="auto"/>
            </w:tcBorders>
            <w:shd w:val="clear" w:color="auto" w:fill="998877"/>
          </w:tcPr>
          <w:p w14:paraId="5C57E1C1" w14:textId="4D3914F4" w:rsidR="001F5B4D" w:rsidRPr="001F5B4D" w:rsidRDefault="001F5B4D" w:rsidP="001F5B4D">
            <w:pPr>
              <w:rPr>
                <w:b/>
                <w:i/>
              </w:rPr>
            </w:pPr>
            <w:r w:rsidRPr="001F5B4D">
              <w:rPr>
                <w:b/>
                <w:i/>
              </w:rPr>
              <w:t>Hexanchus griseus</w:t>
            </w:r>
          </w:p>
        </w:tc>
      </w:tr>
      <w:bookmarkEnd w:id="172"/>
      <w:tr w:rsidR="001F5B4D" w:rsidRPr="001F5B4D" w14:paraId="0FB351FE" w14:textId="77777777" w:rsidTr="00787834">
        <w:tblPrEx>
          <w:tblCellMar>
            <w:top w:w="0" w:type="dxa"/>
            <w:bottom w:w="0" w:type="dxa"/>
          </w:tblCellMar>
        </w:tblPrEx>
        <w:trPr>
          <w:cantSplit/>
        </w:trPr>
        <w:tc>
          <w:tcPr>
            <w:tcW w:w="7938" w:type="dxa"/>
            <w:gridSpan w:val="4"/>
            <w:shd w:val="clear" w:color="auto" w:fill="998877"/>
          </w:tcPr>
          <w:p w14:paraId="64864FE1" w14:textId="3207303B" w:rsidR="001F5B4D" w:rsidRPr="001F5B4D" w:rsidRDefault="001F5B4D" w:rsidP="001F5B4D">
            <w:pPr>
              <w:rPr>
                <w:b/>
              </w:rPr>
            </w:pPr>
            <w:r w:rsidRPr="001F5B4D">
              <w:rPr>
                <w:b/>
              </w:rPr>
              <w:t>Productivity</w:t>
            </w:r>
          </w:p>
        </w:tc>
      </w:tr>
      <w:tr w:rsidR="001F5B4D" w:rsidRPr="001F5B4D" w14:paraId="713D6E93" w14:textId="77777777" w:rsidTr="001F5B4D">
        <w:tblPrEx>
          <w:tblCellMar>
            <w:top w:w="0" w:type="dxa"/>
            <w:bottom w:w="0" w:type="dxa"/>
          </w:tblCellMar>
        </w:tblPrEx>
        <w:trPr>
          <w:cantSplit/>
        </w:trPr>
        <w:tc>
          <w:tcPr>
            <w:tcW w:w="2551" w:type="dxa"/>
            <w:shd w:val="clear" w:color="auto" w:fill="998877"/>
          </w:tcPr>
          <w:p w14:paraId="6D5D3C49" w14:textId="58D21DD3" w:rsidR="001F5B4D" w:rsidRPr="001F5B4D" w:rsidRDefault="001F5B4D" w:rsidP="001F5B4D">
            <w:r w:rsidRPr="001F5B4D">
              <w:t>Average age at maturity</w:t>
            </w:r>
          </w:p>
        </w:tc>
        <w:tc>
          <w:tcPr>
            <w:tcW w:w="4536" w:type="dxa"/>
            <w:gridSpan w:val="2"/>
          </w:tcPr>
          <w:p w14:paraId="2CDEB382" w14:textId="0FCF120E" w:rsidR="001F5B4D" w:rsidRPr="001F5B4D" w:rsidRDefault="001F5B4D" w:rsidP="001F5B4D">
            <w:r w:rsidRPr="001F5B4D">
              <w:t>The score is based on the maximum risk score in the family Molidae, which included 1 species.</w:t>
            </w:r>
          </w:p>
        </w:tc>
        <w:tc>
          <w:tcPr>
            <w:tcW w:w="851" w:type="dxa"/>
          </w:tcPr>
          <w:p w14:paraId="769946C8" w14:textId="15F453DE" w:rsidR="001F5B4D" w:rsidRPr="001F5B4D" w:rsidRDefault="001F5B4D" w:rsidP="001F5B4D">
            <w:r w:rsidRPr="001F5B4D">
              <w:t>1</w:t>
            </w:r>
          </w:p>
        </w:tc>
      </w:tr>
      <w:tr w:rsidR="001F5B4D" w:rsidRPr="001F5B4D" w14:paraId="50ED7DC2" w14:textId="77777777" w:rsidTr="001F5B4D">
        <w:tblPrEx>
          <w:tblCellMar>
            <w:top w:w="0" w:type="dxa"/>
            <w:bottom w:w="0" w:type="dxa"/>
          </w:tblCellMar>
        </w:tblPrEx>
        <w:trPr>
          <w:cantSplit/>
        </w:trPr>
        <w:tc>
          <w:tcPr>
            <w:tcW w:w="2551" w:type="dxa"/>
            <w:shd w:val="clear" w:color="auto" w:fill="998877"/>
          </w:tcPr>
          <w:p w14:paraId="5CC7EA6C" w14:textId="594228A4" w:rsidR="001F5B4D" w:rsidRPr="001F5B4D" w:rsidRDefault="001F5B4D" w:rsidP="001F5B4D">
            <w:r w:rsidRPr="001F5B4D">
              <w:t>Average max age</w:t>
            </w:r>
          </w:p>
        </w:tc>
        <w:tc>
          <w:tcPr>
            <w:tcW w:w="4536" w:type="dxa"/>
            <w:gridSpan w:val="2"/>
          </w:tcPr>
          <w:p w14:paraId="7C791629" w14:textId="5A1DEFDF" w:rsidR="001F5B4D" w:rsidRPr="001F5B4D" w:rsidRDefault="001F5B4D" w:rsidP="001F5B4D">
            <w:r w:rsidRPr="001F5B4D">
              <w:t>The score is based on the maximum risk score in the family Molidae, which included 1 species.</w:t>
            </w:r>
          </w:p>
        </w:tc>
        <w:tc>
          <w:tcPr>
            <w:tcW w:w="851" w:type="dxa"/>
          </w:tcPr>
          <w:p w14:paraId="4C54166F" w14:textId="4988251D" w:rsidR="001F5B4D" w:rsidRPr="001F5B4D" w:rsidRDefault="001F5B4D" w:rsidP="001F5B4D">
            <w:r w:rsidRPr="001F5B4D">
              <w:t>2</w:t>
            </w:r>
          </w:p>
        </w:tc>
      </w:tr>
      <w:tr w:rsidR="001F5B4D" w:rsidRPr="001F5B4D" w14:paraId="46C452B3" w14:textId="77777777" w:rsidTr="001F5B4D">
        <w:tblPrEx>
          <w:tblCellMar>
            <w:top w:w="0" w:type="dxa"/>
            <w:bottom w:w="0" w:type="dxa"/>
          </w:tblCellMar>
        </w:tblPrEx>
        <w:trPr>
          <w:cantSplit/>
        </w:trPr>
        <w:tc>
          <w:tcPr>
            <w:tcW w:w="2551" w:type="dxa"/>
            <w:shd w:val="clear" w:color="auto" w:fill="998877"/>
          </w:tcPr>
          <w:p w14:paraId="41FE68B9" w14:textId="0704A0FB" w:rsidR="001F5B4D" w:rsidRPr="001F5B4D" w:rsidRDefault="001F5B4D" w:rsidP="001F5B4D">
            <w:r w:rsidRPr="001F5B4D">
              <w:t>Fecundity</w:t>
            </w:r>
          </w:p>
        </w:tc>
        <w:tc>
          <w:tcPr>
            <w:tcW w:w="4536" w:type="dxa"/>
            <w:gridSpan w:val="2"/>
          </w:tcPr>
          <w:p w14:paraId="5804549A" w14:textId="57A06FAF" w:rsidR="001F5B4D" w:rsidRPr="001F5B4D" w:rsidRDefault="001F5B4D" w:rsidP="001F5B4D">
            <w:r w:rsidRPr="001F5B4D">
              <w:t>Species fecundity is 22 eggs/year, which is lower than the highest risk value (100).</w:t>
            </w:r>
          </w:p>
        </w:tc>
        <w:tc>
          <w:tcPr>
            <w:tcW w:w="851" w:type="dxa"/>
          </w:tcPr>
          <w:p w14:paraId="392E7827" w14:textId="40E976BF" w:rsidR="001F5B4D" w:rsidRPr="001F5B4D" w:rsidRDefault="001F5B4D" w:rsidP="001F5B4D">
            <w:r w:rsidRPr="001F5B4D">
              <w:t>3</w:t>
            </w:r>
          </w:p>
        </w:tc>
      </w:tr>
      <w:tr w:rsidR="001F5B4D" w:rsidRPr="001F5B4D" w14:paraId="527FFF01" w14:textId="77777777" w:rsidTr="001F5B4D">
        <w:tblPrEx>
          <w:tblCellMar>
            <w:top w:w="0" w:type="dxa"/>
            <w:bottom w:w="0" w:type="dxa"/>
          </w:tblCellMar>
        </w:tblPrEx>
        <w:trPr>
          <w:cantSplit/>
        </w:trPr>
        <w:tc>
          <w:tcPr>
            <w:tcW w:w="2551" w:type="dxa"/>
            <w:shd w:val="clear" w:color="auto" w:fill="998877"/>
          </w:tcPr>
          <w:p w14:paraId="74A57165" w14:textId="577D65FC" w:rsidR="001F5B4D" w:rsidRPr="001F5B4D" w:rsidRDefault="001F5B4D" w:rsidP="001F5B4D">
            <w:r w:rsidRPr="001F5B4D">
              <w:t>Average max size</w:t>
            </w:r>
          </w:p>
        </w:tc>
        <w:tc>
          <w:tcPr>
            <w:tcW w:w="4536" w:type="dxa"/>
            <w:gridSpan w:val="2"/>
          </w:tcPr>
          <w:p w14:paraId="09FC1DC4" w14:textId="00BE6445" w:rsidR="001F5B4D" w:rsidRPr="001F5B4D" w:rsidRDefault="001F5B4D" w:rsidP="001F5B4D">
            <w:r w:rsidRPr="001F5B4D">
              <w:t>Species maximum length is 482, which is higher than the highest risk value (300cm).</w:t>
            </w:r>
          </w:p>
        </w:tc>
        <w:tc>
          <w:tcPr>
            <w:tcW w:w="851" w:type="dxa"/>
          </w:tcPr>
          <w:p w14:paraId="280E953D" w14:textId="231957E0" w:rsidR="001F5B4D" w:rsidRPr="001F5B4D" w:rsidRDefault="001F5B4D" w:rsidP="001F5B4D">
            <w:r w:rsidRPr="001F5B4D">
              <w:t>3</w:t>
            </w:r>
          </w:p>
        </w:tc>
      </w:tr>
      <w:tr w:rsidR="001F5B4D" w:rsidRPr="001F5B4D" w14:paraId="591F6323" w14:textId="77777777" w:rsidTr="001F5B4D">
        <w:tblPrEx>
          <w:tblCellMar>
            <w:top w:w="0" w:type="dxa"/>
            <w:bottom w:w="0" w:type="dxa"/>
          </w:tblCellMar>
        </w:tblPrEx>
        <w:trPr>
          <w:cantSplit/>
        </w:trPr>
        <w:tc>
          <w:tcPr>
            <w:tcW w:w="2551" w:type="dxa"/>
            <w:shd w:val="clear" w:color="auto" w:fill="998877"/>
          </w:tcPr>
          <w:p w14:paraId="1366ABE6" w14:textId="1E4CF7AE" w:rsidR="001F5B4D" w:rsidRPr="001F5B4D" w:rsidRDefault="001F5B4D" w:rsidP="001F5B4D">
            <w:r w:rsidRPr="001F5B4D">
              <w:t>Average size at maturity</w:t>
            </w:r>
          </w:p>
        </w:tc>
        <w:tc>
          <w:tcPr>
            <w:tcW w:w="4536" w:type="dxa"/>
            <w:gridSpan w:val="2"/>
          </w:tcPr>
          <w:p w14:paraId="64DD448F" w14:textId="09C6A23F" w:rsidR="001F5B4D" w:rsidRPr="001F5B4D" w:rsidRDefault="001F5B4D" w:rsidP="001F5B4D">
            <w:r w:rsidRPr="001F5B4D">
              <w:t>Species length at maturity is 410, which is higher than the highest risk value (200cm).</w:t>
            </w:r>
          </w:p>
        </w:tc>
        <w:tc>
          <w:tcPr>
            <w:tcW w:w="851" w:type="dxa"/>
          </w:tcPr>
          <w:p w14:paraId="179C1006" w14:textId="244B066B" w:rsidR="001F5B4D" w:rsidRPr="001F5B4D" w:rsidRDefault="001F5B4D" w:rsidP="001F5B4D">
            <w:r w:rsidRPr="001F5B4D">
              <w:t>3</w:t>
            </w:r>
          </w:p>
        </w:tc>
      </w:tr>
      <w:tr w:rsidR="001F5B4D" w:rsidRPr="001F5B4D" w14:paraId="0ED2F7C1" w14:textId="77777777" w:rsidTr="001F5B4D">
        <w:tblPrEx>
          <w:tblCellMar>
            <w:top w:w="0" w:type="dxa"/>
            <w:bottom w:w="0" w:type="dxa"/>
          </w:tblCellMar>
        </w:tblPrEx>
        <w:trPr>
          <w:cantSplit/>
        </w:trPr>
        <w:tc>
          <w:tcPr>
            <w:tcW w:w="2551" w:type="dxa"/>
            <w:shd w:val="clear" w:color="auto" w:fill="998877"/>
          </w:tcPr>
          <w:p w14:paraId="242B0EF5" w14:textId="6D42098D" w:rsidR="001F5B4D" w:rsidRPr="001F5B4D" w:rsidRDefault="001F5B4D" w:rsidP="001F5B4D">
            <w:r w:rsidRPr="001F5B4D">
              <w:t>Reproductive strategy</w:t>
            </w:r>
          </w:p>
        </w:tc>
        <w:tc>
          <w:tcPr>
            <w:tcW w:w="4536" w:type="dxa"/>
            <w:gridSpan w:val="2"/>
          </w:tcPr>
          <w:p w14:paraId="22E98D4B" w14:textId="19756424" w:rsidR="001F5B4D" w:rsidRPr="001F5B4D" w:rsidRDefault="001F5B4D" w:rsidP="001F5B4D">
            <w:r w:rsidRPr="001F5B4D">
              <w:t>Species reproductive strategy is live bearer, which is high risk.</w:t>
            </w:r>
          </w:p>
        </w:tc>
        <w:tc>
          <w:tcPr>
            <w:tcW w:w="851" w:type="dxa"/>
          </w:tcPr>
          <w:p w14:paraId="74DE4A3D" w14:textId="478F8954" w:rsidR="001F5B4D" w:rsidRPr="001F5B4D" w:rsidRDefault="001F5B4D" w:rsidP="001F5B4D">
            <w:r w:rsidRPr="001F5B4D">
              <w:t>3</w:t>
            </w:r>
          </w:p>
        </w:tc>
      </w:tr>
      <w:tr w:rsidR="001F5B4D" w:rsidRPr="001F5B4D" w14:paraId="47C7DEAB" w14:textId="77777777" w:rsidTr="001F5B4D">
        <w:tblPrEx>
          <w:tblCellMar>
            <w:top w:w="0" w:type="dxa"/>
            <w:bottom w:w="0" w:type="dxa"/>
          </w:tblCellMar>
        </w:tblPrEx>
        <w:trPr>
          <w:cantSplit/>
        </w:trPr>
        <w:tc>
          <w:tcPr>
            <w:tcW w:w="2551" w:type="dxa"/>
            <w:shd w:val="clear" w:color="auto" w:fill="998877"/>
          </w:tcPr>
          <w:p w14:paraId="4E7768AD" w14:textId="68942398" w:rsidR="001F5B4D" w:rsidRPr="001F5B4D" w:rsidRDefault="001F5B4D" w:rsidP="001F5B4D">
            <w:r w:rsidRPr="001F5B4D">
              <w:t>Trophic level</w:t>
            </w:r>
          </w:p>
        </w:tc>
        <w:tc>
          <w:tcPr>
            <w:tcW w:w="4536" w:type="dxa"/>
            <w:gridSpan w:val="2"/>
            <w:tcBorders>
              <w:bottom w:val="single" w:sz="4" w:space="0" w:color="auto"/>
            </w:tcBorders>
          </w:tcPr>
          <w:p w14:paraId="55F78C37" w14:textId="16267462" w:rsidR="001F5B4D" w:rsidRPr="001F5B4D" w:rsidRDefault="001F5B4D" w:rsidP="001F5B4D">
            <w:r w:rsidRPr="001F5B4D">
              <w:t>Species trophic level is 4.5, which is higher than the highest risk value (3.25).</w:t>
            </w:r>
          </w:p>
        </w:tc>
        <w:tc>
          <w:tcPr>
            <w:tcW w:w="851" w:type="dxa"/>
          </w:tcPr>
          <w:p w14:paraId="14CAEBE1" w14:textId="5C4B983C" w:rsidR="001F5B4D" w:rsidRPr="001F5B4D" w:rsidRDefault="001F5B4D" w:rsidP="001F5B4D">
            <w:r w:rsidRPr="001F5B4D">
              <w:t>3</w:t>
            </w:r>
          </w:p>
        </w:tc>
      </w:tr>
      <w:tr w:rsidR="001F5B4D" w:rsidRPr="001F5B4D" w14:paraId="38B23256"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9B62E58" w14:textId="77777777" w:rsidR="001F5B4D" w:rsidRPr="001F5B4D" w:rsidRDefault="001F5B4D" w:rsidP="001F5B4D"/>
        </w:tc>
        <w:tc>
          <w:tcPr>
            <w:tcW w:w="4536" w:type="dxa"/>
            <w:gridSpan w:val="2"/>
            <w:tcBorders>
              <w:bottom w:val="single" w:sz="4" w:space="0" w:color="auto"/>
            </w:tcBorders>
            <w:shd w:val="clear" w:color="auto" w:fill="998877"/>
          </w:tcPr>
          <w:p w14:paraId="3D1CD935" w14:textId="5B1C1E52" w:rsidR="001F5B4D" w:rsidRPr="001F5B4D" w:rsidRDefault="001F5B4D" w:rsidP="001F5B4D">
            <w:r w:rsidRPr="001F5B4D">
              <w:t>Productivity score</w:t>
            </w:r>
          </w:p>
        </w:tc>
        <w:tc>
          <w:tcPr>
            <w:tcW w:w="851" w:type="dxa"/>
            <w:tcBorders>
              <w:bottom w:val="single" w:sz="4" w:space="0" w:color="auto"/>
            </w:tcBorders>
          </w:tcPr>
          <w:p w14:paraId="16C5AE08" w14:textId="60C4188A" w:rsidR="001F5B4D" w:rsidRPr="001F5B4D" w:rsidRDefault="001F5B4D" w:rsidP="001F5B4D">
            <w:r w:rsidRPr="001F5B4D">
              <w:t>2.57</w:t>
            </w:r>
          </w:p>
        </w:tc>
      </w:tr>
      <w:tr w:rsidR="001F5B4D" w:rsidRPr="001F5B4D" w14:paraId="167F67D3" w14:textId="77777777" w:rsidTr="008B43E6">
        <w:tblPrEx>
          <w:tblCellMar>
            <w:top w:w="0" w:type="dxa"/>
            <w:bottom w:w="0" w:type="dxa"/>
          </w:tblCellMar>
        </w:tblPrEx>
        <w:trPr>
          <w:cantSplit/>
        </w:trPr>
        <w:tc>
          <w:tcPr>
            <w:tcW w:w="7938" w:type="dxa"/>
            <w:gridSpan w:val="4"/>
            <w:shd w:val="clear" w:color="auto" w:fill="998877"/>
          </w:tcPr>
          <w:p w14:paraId="5AF224EC" w14:textId="1DD71D97" w:rsidR="001F5B4D" w:rsidRPr="001F5B4D" w:rsidRDefault="001F5B4D" w:rsidP="001F5B4D">
            <w:pPr>
              <w:rPr>
                <w:b/>
              </w:rPr>
            </w:pPr>
            <w:r w:rsidRPr="001F5B4D">
              <w:rPr>
                <w:b/>
              </w:rPr>
              <w:t>Susceptibility</w:t>
            </w:r>
          </w:p>
        </w:tc>
      </w:tr>
      <w:tr w:rsidR="001F5B4D" w:rsidRPr="001F5B4D" w14:paraId="7C6650D1" w14:textId="77777777" w:rsidTr="001F5B4D">
        <w:tblPrEx>
          <w:tblCellMar>
            <w:top w:w="0" w:type="dxa"/>
            <w:bottom w:w="0" w:type="dxa"/>
          </w:tblCellMar>
        </w:tblPrEx>
        <w:trPr>
          <w:cantSplit/>
        </w:trPr>
        <w:tc>
          <w:tcPr>
            <w:tcW w:w="2551" w:type="dxa"/>
            <w:shd w:val="clear" w:color="auto" w:fill="998877"/>
          </w:tcPr>
          <w:p w14:paraId="30BEC752" w14:textId="6096E772" w:rsidR="001F5B4D" w:rsidRPr="001F5B4D" w:rsidRDefault="001F5B4D" w:rsidP="001F5B4D">
            <w:r w:rsidRPr="001F5B4D">
              <w:t>Areal overlap (availability)</w:t>
            </w:r>
          </w:p>
        </w:tc>
        <w:tc>
          <w:tcPr>
            <w:tcW w:w="4536" w:type="dxa"/>
            <w:gridSpan w:val="2"/>
          </w:tcPr>
          <w:p w14:paraId="21F15B13" w14:textId="1839E618" w:rsidR="001F5B4D" w:rsidRPr="001F5B4D" w:rsidRDefault="001F5B4D" w:rsidP="001F5B4D">
            <w:r w:rsidRPr="001F5B4D">
              <w:t>Worldwide demersal distribution</w:t>
            </w:r>
          </w:p>
        </w:tc>
        <w:tc>
          <w:tcPr>
            <w:tcW w:w="851" w:type="dxa"/>
          </w:tcPr>
          <w:p w14:paraId="433FA9EA" w14:textId="003CECDB" w:rsidR="001F5B4D" w:rsidRPr="001F5B4D" w:rsidRDefault="001F5B4D" w:rsidP="001F5B4D">
            <w:r w:rsidRPr="001F5B4D">
              <w:t>3</w:t>
            </w:r>
          </w:p>
        </w:tc>
      </w:tr>
      <w:tr w:rsidR="001F5B4D" w:rsidRPr="001F5B4D" w14:paraId="5E10077D" w14:textId="77777777" w:rsidTr="001F5B4D">
        <w:tblPrEx>
          <w:tblCellMar>
            <w:top w:w="0" w:type="dxa"/>
            <w:bottom w:w="0" w:type="dxa"/>
          </w:tblCellMar>
        </w:tblPrEx>
        <w:trPr>
          <w:cantSplit/>
        </w:trPr>
        <w:tc>
          <w:tcPr>
            <w:tcW w:w="2551" w:type="dxa"/>
            <w:shd w:val="clear" w:color="auto" w:fill="998877"/>
          </w:tcPr>
          <w:p w14:paraId="7C3767D2" w14:textId="3C5741A2" w:rsidR="001F5B4D" w:rsidRPr="001F5B4D" w:rsidRDefault="001F5B4D" w:rsidP="001F5B4D">
            <w:r w:rsidRPr="001F5B4D">
              <w:t>Encounterability</w:t>
            </w:r>
          </w:p>
        </w:tc>
        <w:tc>
          <w:tcPr>
            <w:tcW w:w="4536" w:type="dxa"/>
            <w:gridSpan w:val="2"/>
          </w:tcPr>
          <w:p w14:paraId="7496D3E7" w14:textId="7A7DC6E8" w:rsidR="001F5B4D" w:rsidRPr="001F5B4D" w:rsidRDefault="001F5B4D" w:rsidP="001F5B4D">
            <w:r w:rsidRPr="001F5B4D">
              <w:t>The depth range of the species is 1-2500m. For surface gears, the vertical overlap index with this species is 4.00%. This species is demersal.</w:t>
            </w:r>
          </w:p>
        </w:tc>
        <w:tc>
          <w:tcPr>
            <w:tcW w:w="851" w:type="dxa"/>
          </w:tcPr>
          <w:p w14:paraId="594C456B" w14:textId="46449F74" w:rsidR="001F5B4D" w:rsidRPr="001F5B4D" w:rsidRDefault="001F5B4D" w:rsidP="001F5B4D">
            <w:r w:rsidRPr="001F5B4D">
              <w:t>1</w:t>
            </w:r>
          </w:p>
        </w:tc>
      </w:tr>
      <w:tr w:rsidR="001F5B4D" w:rsidRPr="001F5B4D" w14:paraId="0E0699B4" w14:textId="77777777" w:rsidTr="001F5B4D">
        <w:tblPrEx>
          <w:tblCellMar>
            <w:top w:w="0" w:type="dxa"/>
            <w:bottom w:w="0" w:type="dxa"/>
          </w:tblCellMar>
        </w:tblPrEx>
        <w:trPr>
          <w:cantSplit/>
        </w:trPr>
        <w:tc>
          <w:tcPr>
            <w:tcW w:w="2551" w:type="dxa"/>
            <w:shd w:val="clear" w:color="auto" w:fill="998877"/>
          </w:tcPr>
          <w:p w14:paraId="27FC3CA6" w14:textId="51A5F1A4" w:rsidR="001F5B4D" w:rsidRPr="001F5B4D" w:rsidRDefault="001F5B4D" w:rsidP="001F5B4D">
            <w:r w:rsidRPr="001F5B4D">
              <w:t>Selectivity</w:t>
            </w:r>
          </w:p>
        </w:tc>
        <w:tc>
          <w:tcPr>
            <w:tcW w:w="4536" w:type="dxa"/>
            <w:gridSpan w:val="2"/>
          </w:tcPr>
          <w:p w14:paraId="12AF77E9" w14:textId="66340BE0" w:rsidR="001F5B4D" w:rsidRPr="001F5B4D" w:rsidRDefault="001F5B4D" w:rsidP="001F5B4D">
            <w:r w:rsidRPr="001F5B4D">
              <w:t>The maximum length of the species is 482cm. For tropical surface fisheries, the length overlap index with this species is 100.00%.</w:t>
            </w:r>
          </w:p>
        </w:tc>
        <w:tc>
          <w:tcPr>
            <w:tcW w:w="851" w:type="dxa"/>
          </w:tcPr>
          <w:p w14:paraId="7097E3AF" w14:textId="75B86E68" w:rsidR="001F5B4D" w:rsidRPr="001F5B4D" w:rsidRDefault="001F5B4D" w:rsidP="001F5B4D">
            <w:r w:rsidRPr="001F5B4D">
              <w:t>3</w:t>
            </w:r>
          </w:p>
        </w:tc>
      </w:tr>
      <w:tr w:rsidR="001F5B4D" w:rsidRPr="001F5B4D" w14:paraId="7313E4B6" w14:textId="77777777" w:rsidTr="001F5B4D">
        <w:tblPrEx>
          <w:tblCellMar>
            <w:top w:w="0" w:type="dxa"/>
            <w:bottom w:w="0" w:type="dxa"/>
          </w:tblCellMar>
        </w:tblPrEx>
        <w:trPr>
          <w:cantSplit/>
        </w:trPr>
        <w:tc>
          <w:tcPr>
            <w:tcW w:w="2551" w:type="dxa"/>
            <w:shd w:val="clear" w:color="auto" w:fill="998877"/>
          </w:tcPr>
          <w:p w14:paraId="2E433BE0" w14:textId="3F708A69" w:rsidR="001F5B4D" w:rsidRPr="001F5B4D" w:rsidRDefault="001F5B4D" w:rsidP="001F5B4D">
            <w:r w:rsidRPr="001F5B4D">
              <w:t>Post capture mortality</w:t>
            </w:r>
          </w:p>
        </w:tc>
        <w:tc>
          <w:tcPr>
            <w:tcW w:w="4536" w:type="dxa"/>
            <w:gridSpan w:val="2"/>
            <w:tcBorders>
              <w:bottom w:val="single" w:sz="4" w:space="0" w:color="auto"/>
            </w:tcBorders>
          </w:tcPr>
          <w:p w14:paraId="645CBDAA" w14:textId="5B7AB715" w:rsidR="001F5B4D" w:rsidRPr="001F5B4D" w:rsidRDefault="001F5B4D" w:rsidP="001F5B4D">
            <w:r w:rsidRPr="001F5B4D">
              <w:t>No direct evidence of survival after capture.</w:t>
            </w:r>
          </w:p>
        </w:tc>
        <w:tc>
          <w:tcPr>
            <w:tcW w:w="851" w:type="dxa"/>
          </w:tcPr>
          <w:p w14:paraId="54E512ED" w14:textId="0DCE91C6" w:rsidR="001F5B4D" w:rsidRPr="001F5B4D" w:rsidRDefault="001F5B4D" w:rsidP="001F5B4D">
            <w:r w:rsidRPr="001F5B4D">
              <w:t>3</w:t>
            </w:r>
          </w:p>
        </w:tc>
      </w:tr>
      <w:tr w:rsidR="001F5B4D" w:rsidRPr="001F5B4D" w14:paraId="5D2876A8" w14:textId="77777777" w:rsidTr="001F5B4D">
        <w:tblPrEx>
          <w:tblCellMar>
            <w:top w:w="0" w:type="dxa"/>
            <w:bottom w:w="0" w:type="dxa"/>
          </w:tblCellMar>
        </w:tblPrEx>
        <w:trPr>
          <w:cantSplit/>
        </w:trPr>
        <w:tc>
          <w:tcPr>
            <w:tcW w:w="2551" w:type="dxa"/>
            <w:shd w:val="clear" w:color="auto" w:fill="998877"/>
          </w:tcPr>
          <w:p w14:paraId="5D3A196B" w14:textId="77777777" w:rsidR="001F5B4D" w:rsidRPr="001F5B4D" w:rsidRDefault="001F5B4D" w:rsidP="001F5B4D"/>
        </w:tc>
        <w:tc>
          <w:tcPr>
            <w:tcW w:w="4536" w:type="dxa"/>
            <w:gridSpan w:val="2"/>
            <w:tcBorders>
              <w:bottom w:val="single" w:sz="4" w:space="0" w:color="auto"/>
            </w:tcBorders>
            <w:shd w:val="clear" w:color="auto" w:fill="998877"/>
          </w:tcPr>
          <w:p w14:paraId="18EE0F17" w14:textId="48BB170C" w:rsidR="001F5B4D" w:rsidRPr="001F5B4D" w:rsidRDefault="001F5B4D" w:rsidP="001F5B4D">
            <w:r w:rsidRPr="001F5B4D">
              <w:t>Susceptibility score</w:t>
            </w:r>
          </w:p>
        </w:tc>
        <w:tc>
          <w:tcPr>
            <w:tcW w:w="851" w:type="dxa"/>
          </w:tcPr>
          <w:p w14:paraId="7FC5AA70" w14:textId="4C6FF117" w:rsidR="001F5B4D" w:rsidRPr="001F5B4D" w:rsidRDefault="001F5B4D" w:rsidP="001F5B4D">
            <w:r w:rsidRPr="001F5B4D">
              <w:t>1.65</w:t>
            </w:r>
          </w:p>
        </w:tc>
      </w:tr>
      <w:tr w:rsidR="001F5B4D" w:rsidRPr="001F5B4D" w14:paraId="3278996A" w14:textId="77777777" w:rsidTr="001F5B4D">
        <w:tblPrEx>
          <w:tblCellMar>
            <w:top w:w="0" w:type="dxa"/>
            <w:bottom w:w="0" w:type="dxa"/>
          </w:tblCellMar>
        </w:tblPrEx>
        <w:trPr>
          <w:cantSplit/>
        </w:trPr>
        <w:tc>
          <w:tcPr>
            <w:tcW w:w="2551" w:type="dxa"/>
            <w:shd w:val="clear" w:color="auto" w:fill="998877"/>
          </w:tcPr>
          <w:p w14:paraId="745D017D" w14:textId="77777777" w:rsidR="001F5B4D" w:rsidRPr="001F5B4D" w:rsidRDefault="001F5B4D" w:rsidP="001F5B4D"/>
        </w:tc>
        <w:tc>
          <w:tcPr>
            <w:tcW w:w="4536" w:type="dxa"/>
            <w:gridSpan w:val="2"/>
            <w:shd w:val="clear" w:color="auto" w:fill="998877"/>
          </w:tcPr>
          <w:p w14:paraId="2F0F1F48" w14:textId="7D80CF00" w:rsidR="001F5B4D" w:rsidRPr="001F5B4D" w:rsidRDefault="001F5B4D" w:rsidP="001F5B4D">
            <w:r w:rsidRPr="001F5B4D">
              <w:t>Vulnerability score</w:t>
            </w:r>
          </w:p>
        </w:tc>
        <w:tc>
          <w:tcPr>
            <w:tcW w:w="851" w:type="dxa"/>
          </w:tcPr>
          <w:p w14:paraId="722FE532" w14:textId="5192366C" w:rsidR="001F5B4D" w:rsidRPr="001F5B4D" w:rsidRDefault="001F5B4D" w:rsidP="001F5B4D">
            <w:r w:rsidRPr="001F5B4D">
              <w:t>3.06</w:t>
            </w:r>
          </w:p>
        </w:tc>
      </w:tr>
    </w:tbl>
    <w:p w14:paraId="78BE1694" w14:textId="713EBE26"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75B0478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3" w:name="T_SPN" w:colFirst="0" w:colLast="0"/>
          <w:p w14:paraId="2C7C9989" w14:textId="06C9794D" w:rsidR="001F5B4D" w:rsidRPr="001F5B4D" w:rsidRDefault="001F5B4D" w:rsidP="001F5B4D">
            <w:pPr>
              <w:rPr>
                <w:b/>
              </w:rPr>
            </w:pPr>
            <w:r w:rsidRPr="001F5B4D">
              <w:rPr>
                <w:b/>
              </w:rPr>
              <w:fldChar w:fldCharType="begin"/>
            </w:r>
            <w:r w:rsidRPr="001F5B4D">
              <w:rPr>
                <w:b/>
              </w:rPr>
              <w:instrText xml:space="preserve"> HYPERLINK  \l "S_SPN" \o "PSA Score" </w:instrText>
            </w:r>
            <w:r w:rsidRPr="001F5B4D">
              <w:rPr>
                <w:b/>
              </w:rPr>
            </w:r>
            <w:r w:rsidRPr="001F5B4D">
              <w:rPr>
                <w:b/>
              </w:rPr>
              <w:fldChar w:fldCharType="separate"/>
            </w:r>
            <w:r w:rsidRPr="001F5B4D">
              <w:rPr>
                <w:rStyle w:val="Hyperlink"/>
                <w:b/>
              </w:rPr>
              <w:t>Hammerhead sharks</w:t>
            </w:r>
            <w:r w:rsidRPr="001F5B4D">
              <w:rPr>
                <w:b/>
              </w:rPr>
              <w:fldChar w:fldCharType="end"/>
            </w:r>
          </w:p>
        </w:tc>
        <w:tc>
          <w:tcPr>
            <w:tcW w:w="3969" w:type="dxa"/>
            <w:gridSpan w:val="2"/>
            <w:tcBorders>
              <w:bottom w:val="single" w:sz="4" w:space="0" w:color="auto"/>
            </w:tcBorders>
            <w:shd w:val="clear" w:color="auto" w:fill="998877"/>
          </w:tcPr>
          <w:p w14:paraId="5DA3F30E" w14:textId="7C5F713F" w:rsidR="001F5B4D" w:rsidRPr="001F5B4D" w:rsidRDefault="001F5B4D" w:rsidP="001F5B4D">
            <w:pPr>
              <w:rPr>
                <w:b/>
                <w:i/>
              </w:rPr>
            </w:pPr>
            <w:r w:rsidRPr="001F5B4D">
              <w:rPr>
                <w:b/>
                <w:i/>
              </w:rPr>
              <w:t>Family Sphyrnidae</w:t>
            </w:r>
          </w:p>
        </w:tc>
      </w:tr>
      <w:bookmarkEnd w:id="173"/>
      <w:tr w:rsidR="001F5B4D" w:rsidRPr="001F5B4D" w14:paraId="3EFB1158" w14:textId="77777777" w:rsidTr="00AF6637">
        <w:tblPrEx>
          <w:tblCellMar>
            <w:top w:w="0" w:type="dxa"/>
            <w:bottom w:w="0" w:type="dxa"/>
          </w:tblCellMar>
        </w:tblPrEx>
        <w:trPr>
          <w:cantSplit/>
        </w:trPr>
        <w:tc>
          <w:tcPr>
            <w:tcW w:w="7938" w:type="dxa"/>
            <w:gridSpan w:val="4"/>
            <w:shd w:val="clear" w:color="auto" w:fill="998877"/>
          </w:tcPr>
          <w:p w14:paraId="02778A23" w14:textId="282DA6B2" w:rsidR="001F5B4D" w:rsidRPr="001F5B4D" w:rsidRDefault="001F5B4D" w:rsidP="001F5B4D">
            <w:pPr>
              <w:rPr>
                <w:b/>
              </w:rPr>
            </w:pPr>
            <w:r w:rsidRPr="001F5B4D">
              <w:rPr>
                <w:b/>
              </w:rPr>
              <w:t>Productivity</w:t>
            </w:r>
          </w:p>
        </w:tc>
      </w:tr>
      <w:tr w:rsidR="001F5B4D" w:rsidRPr="001F5B4D" w14:paraId="09A0861E" w14:textId="77777777" w:rsidTr="001F5B4D">
        <w:tblPrEx>
          <w:tblCellMar>
            <w:top w:w="0" w:type="dxa"/>
            <w:bottom w:w="0" w:type="dxa"/>
          </w:tblCellMar>
        </w:tblPrEx>
        <w:trPr>
          <w:cantSplit/>
        </w:trPr>
        <w:tc>
          <w:tcPr>
            <w:tcW w:w="2551" w:type="dxa"/>
            <w:shd w:val="clear" w:color="auto" w:fill="998877"/>
          </w:tcPr>
          <w:p w14:paraId="40D53264" w14:textId="7A60D0AE" w:rsidR="001F5B4D" w:rsidRPr="001F5B4D" w:rsidRDefault="001F5B4D" w:rsidP="001F5B4D">
            <w:r w:rsidRPr="001F5B4D">
              <w:t>Average age at maturity</w:t>
            </w:r>
          </w:p>
        </w:tc>
        <w:tc>
          <w:tcPr>
            <w:tcW w:w="4536" w:type="dxa"/>
            <w:gridSpan w:val="2"/>
          </w:tcPr>
          <w:p w14:paraId="4DFAF381" w14:textId="6F329121" w:rsidR="001F5B4D" w:rsidRPr="001F5B4D" w:rsidRDefault="001F5B4D" w:rsidP="001F5B4D">
            <w:r w:rsidRPr="001F5B4D">
              <w:t>The score is based on the maximum risk score in the family Sphyrnidae, which included 2 species.</w:t>
            </w:r>
          </w:p>
        </w:tc>
        <w:tc>
          <w:tcPr>
            <w:tcW w:w="851" w:type="dxa"/>
          </w:tcPr>
          <w:p w14:paraId="2F5C7926" w14:textId="01F68AD0" w:rsidR="001F5B4D" w:rsidRPr="001F5B4D" w:rsidRDefault="001F5B4D" w:rsidP="001F5B4D">
            <w:r w:rsidRPr="001F5B4D">
              <w:t>2</w:t>
            </w:r>
          </w:p>
        </w:tc>
      </w:tr>
      <w:tr w:rsidR="001F5B4D" w:rsidRPr="001F5B4D" w14:paraId="5322E215" w14:textId="77777777" w:rsidTr="001F5B4D">
        <w:tblPrEx>
          <w:tblCellMar>
            <w:top w:w="0" w:type="dxa"/>
            <w:bottom w:w="0" w:type="dxa"/>
          </w:tblCellMar>
        </w:tblPrEx>
        <w:trPr>
          <w:cantSplit/>
        </w:trPr>
        <w:tc>
          <w:tcPr>
            <w:tcW w:w="2551" w:type="dxa"/>
            <w:shd w:val="clear" w:color="auto" w:fill="998877"/>
          </w:tcPr>
          <w:p w14:paraId="6E45E22C" w14:textId="6A380FB9" w:rsidR="001F5B4D" w:rsidRPr="001F5B4D" w:rsidRDefault="001F5B4D" w:rsidP="001F5B4D">
            <w:r w:rsidRPr="001F5B4D">
              <w:t>Average max age</w:t>
            </w:r>
          </w:p>
        </w:tc>
        <w:tc>
          <w:tcPr>
            <w:tcW w:w="4536" w:type="dxa"/>
            <w:gridSpan w:val="2"/>
          </w:tcPr>
          <w:p w14:paraId="0A029172" w14:textId="03C014F7" w:rsidR="001F5B4D" w:rsidRPr="001F5B4D" w:rsidRDefault="001F5B4D" w:rsidP="001F5B4D">
            <w:r w:rsidRPr="001F5B4D">
              <w:t>The score is based on the maximum risk score in the family Sphyrnidae, which included 2 species.</w:t>
            </w:r>
          </w:p>
        </w:tc>
        <w:tc>
          <w:tcPr>
            <w:tcW w:w="851" w:type="dxa"/>
          </w:tcPr>
          <w:p w14:paraId="1F9285C7" w14:textId="7AF0E94C" w:rsidR="001F5B4D" w:rsidRPr="001F5B4D" w:rsidRDefault="001F5B4D" w:rsidP="001F5B4D">
            <w:r w:rsidRPr="001F5B4D">
              <w:t>3</w:t>
            </w:r>
          </w:p>
        </w:tc>
      </w:tr>
      <w:tr w:rsidR="001F5B4D" w:rsidRPr="001F5B4D" w14:paraId="202DF153" w14:textId="77777777" w:rsidTr="001F5B4D">
        <w:tblPrEx>
          <w:tblCellMar>
            <w:top w:w="0" w:type="dxa"/>
            <w:bottom w:w="0" w:type="dxa"/>
          </w:tblCellMar>
        </w:tblPrEx>
        <w:trPr>
          <w:cantSplit/>
        </w:trPr>
        <w:tc>
          <w:tcPr>
            <w:tcW w:w="2551" w:type="dxa"/>
            <w:shd w:val="clear" w:color="auto" w:fill="998877"/>
          </w:tcPr>
          <w:p w14:paraId="7C4821B5" w14:textId="0732F0D7" w:rsidR="001F5B4D" w:rsidRPr="001F5B4D" w:rsidRDefault="001F5B4D" w:rsidP="001F5B4D">
            <w:r w:rsidRPr="001F5B4D">
              <w:t>Fecundity</w:t>
            </w:r>
          </w:p>
        </w:tc>
        <w:tc>
          <w:tcPr>
            <w:tcW w:w="4536" w:type="dxa"/>
            <w:gridSpan w:val="2"/>
          </w:tcPr>
          <w:p w14:paraId="76421409" w14:textId="484E0EB2" w:rsidR="001F5B4D" w:rsidRPr="001F5B4D" w:rsidRDefault="001F5B4D" w:rsidP="001F5B4D">
            <w:r w:rsidRPr="001F5B4D">
              <w:t>The score is based on the maximum risk score in the family Clupeidae, which included 3 species.</w:t>
            </w:r>
          </w:p>
        </w:tc>
        <w:tc>
          <w:tcPr>
            <w:tcW w:w="851" w:type="dxa"/>
          </w:tcPr>
          <w:p w14:paraId="6007A410" w14:textId="75968B0B" w:rsidR="001F5B4D" w:rsidRPr="001F5B4D" w:rsidRDefault="001F5B4D" w:rsidP="001F5B4D">
            <w:r w:rsidRPr="001F5B4D">
              <w:t>3</w:t>
            </w:r>
          </w:p>
        </w:tc>
      </w:tr>
      <w:tr w:rsidR="001F5B4D" w:rsidRPr="001F5B4D" w14:paraId="0713712A" w14:textId="77777777" w:rsidTr="001F5B4D">
        <w:tblPrEx>
          <w:tblCellMar>
            <w:top w:w="0" w:type="dxa"/>
            <w:bottom w:w="0" w:type="dxa"/>
          </w:tblCellMar>
        </w:tblPrEx>
        <w:trPr>
          <w:cantSplit/>
        </w:trPr>
        <w:tc>
          <w:tcPr>
            <w:tcW w:w="2551" w:type="dxa"/>
            <w:shd w:val="clear" w:color="auto" w:fill="998877"/>
          </w:tcPr>
          <w:p w14:paraId="1D8FCC21" w14:textId="2B6110AB" w:rsidR="001F5B4D" w:rsidRPr="001F5B4D" w:rsidRDefault="001F5B4D" w:rsidP="001F5B4D">
            <w:r w:rsidRPr="001F5B4D">
              <w:lastRenderedPageBreak/>
              <w:t>Average max size</w:t>
            </w:r>
          </w:p>
        </w:tc>
        <w:tc>
          <w:tcPr>
            <w:tcW w:w="4536" w:type="dxa"/>
            <w:gridSpan w:val="2"/>
          </w:tcPr>
          <w:p w14:paraId="3096D2B3" w14:textId="45C94AB6" w:rsidR="001F5B4D" w:rsidRPr="001F5B4D" w:rsidRDefault="001F5B4D" w:rsidP="001F5B4D">
            <w:r w:rsidRPr="001F5B4D">
              <w:t>The score is based on the maximum risk score in the family Ephippidae, which included 1 species.</w:t>
            </w:r>
          </w:p>
        </w:tc>
        <w:tc>
          <w:tcPr>
            <w:tcW w:w="851" w:type="dxa"/>
          </w:tcPr>
          <w:p w14:paraId="251DE629" w14:textId="5643F2BF" w:rsidR="001F5B4D" w:rsidRPr="001F5B4D" w:rsidRDefault="001F5B4D" w:rsidP="001F5B4D">
            <w:r w:rsidRPr="001F5B4D">
              <w:t>3</w:t>
            </w:r>
          </w:p>
        </w:tc>
      </w:tr>
      <w:tr w:rsidR="001F5B4D" w:rsidRPr="001F5B4D" w14:paraId="53344064" w14:textId="77777777" w:rsidTr="001F5B4D">
        <w:tblPrEx>
          <w:tblCellMar>
            <w:top w:w="0" w:type="dxa"/>
            <w:bottom w:w="0" w:type="dxa"/>
          </w:tblCellMar>
        </w:tblPrEx>
        <w:trPr>
          <w:cantSplit/>
        </w:trPr>
        <w:tc>
          <w:tcPr>
            <w:tcW w:w="2551" w:type="dxa"/>
            <w:shd w:val="clear" w:color="auto" w:fill="998877"/>
          </w:tcPr>
          <w:p w14:paraId="0FE90990" w14:textId="07C45FEF" w:rsidR="001F5B4D" w:rsidRPr="001F5B4D" w:rsidRDefault="001F5B4D" w:rsidP="001F5B4D">
            <w:r w:rsidRPr="001F5B4D">
              <w:t>Average size at maturity</w:t>
            </w:r>
          </w:p>
        </w:tc>
        <w:tc>
          <w:tcPr>
            <w:tcW w:w="4536" w:type="dxa"/>
            <w:gridSpan w:val="2"/>
          </w:tcPr>
          <w:p w14:paraId="7A20A0B7" w14:textId="13A0FF6F" w:rsidR="001F5B4D" w:rsidRPr="001F5B4D" w:rsidRDefault="001F5B4D" w:rsidP="001F5B4D">
            <w:r w:rsidRPr="001F5B4D">
              <w:t>The score is based on the maximum risk score in the family Ephippidae, which included 1 species.</w:t>
            </w:r>
          </w:p>
        </w:tc>
        <w:tc>
          <w:tcPr>
            <w:tcW w:w="851" w:type="dxa"/>
          </w:tcPr>
          <w:p w14:paraId="50C290A7" w14:textId="2274143A" w:rsidR="001F5B4D" w:rsidRPr="001F5B4D" w:rsidRDefault="001F5B4D" w:rsidP="001F5B4D">
            <w:r w:rsidRPr="001F5B4D">
              <w:t>3</w:t>
            </w:r>
          </w:p>
        </w:tc>
      </w:tr>
      <w:tr w:rsidR="001F5B4D" w:rsidRPr="001F5B4D" w14:paraId="0BE69110" w14:textId="77777777" w:rsidTr="001F5B4D">
        <w:tblPrEx>
          <w:tblCellMar>
            <w:top w:w="0" w:type="dxa"/>
            <w:bottom w:w="0" w:type="dxa"/>
          </w:tblCellMar>
        </w:tblPrEx>
        <w:trPr>
          <w:cantSplit/>
        </w:trPr>
        <w:tc>
          <w:tcPr>
            <w:tcW w:w="2551" w:type="dxa"/>
            <w:shd w:val="clear" w:color="auto" w:fill="998877"/>
          </w:tcPr>
          <w:p w14:paraId="1697217C" w14:textId="5A38B2CF" w:rsidR="001F5B4D" w:rsidRPr="001F5B4D" w:rsidRDefault="001F5B4D" w:rsidP="001F5B4D">
            <w:r w:rsidRPr="001F5B4D">
              <w:t>Reproductive strategy</w:t>
            </w:r>
          </w:p>
        </w:tc>
        <w:tc>
          <w:tcPr>
            <w:tcW w:w="4536" w:type="dxa"/>
            <w:gridSpan w:val="2"/>
          </w:tcPr>
          <w:p w14:paraId="3EEC4DC4" w14:textId="4C30A2D0" w:rsidR="001F5B4D" w:rsidRPr="001F5B4D" w:rsidRDefault="001F5B4D" w:rsidP="001F5B4D">
            <w:r w:rsidRPr="001F5B4D">
              <w:t>The score is based on the maximum risk score in the family Agonidae, which included 1 species.</w:t>
            </w:r>
          </w:p>
        </w:tc>
        <w:tc>
          <w:tcPr>
            <w:tcW w:w="851" w:type="dxa"/>
          </w:tcPr>
          <w:p w14:paraId="0A702921" w14:textId="00E2E9D2" w:rsidR="001F5B4D" w:rsidRPr="001F5B4D" w:rsidRDefault="001F5B4D" w:rsidP="001F5B4D">
            <w:r w:rsidRPr="001F5B4D">
              <w:t>3</w:t>
            </w:r>
          </w:p>
        </w:tc>
      </w:tr>
      <w:tr w:rsidR="001F5B4D" w:rsidRPr="001F5B4D" w14:paraId="12EB4353" w14:textId="77777777" w:rsidTr="001F5B4D">
        <w:tblPrEx>
          <w:tblCellMar>
            <w:top w:w="0" w:type="dxa"/>
            <w:bottom w:w="0" w:type="dxa"/>
          </w:tblCellMar>
        </w:tblPrEx>
        <w:trPr>
          <w:cantSplit/>
        </w:trPr>
        <w:tc>
          <w:tcPr>
            <w:tcW w:w="2551" w:type="dxa"/>
            <w:shd w:val="clear" w:color="auto" w:fill="998877"/>
          </w:tcPr>
          <w:p w14:paraId="2757BD86" w14:textId="1C30D21E" w:rsidR="001F5B4D" w:rsidRPr="001F5B4D" w:rsidRDefault="001F5B4D" w:rsidP="001F5B4D">
            <w:r w:rsidRPr="001F5B4D">
              <w:t>Trophic level</w:t>
            </w:r>
          </w:p>
        </w:tc>
        <w:tc>
          <w:tcPr>
            <w:tcW w:w="4536" w:type="dxa"/>
            <w:gridSpan w:val="2"/>
            <w:tcBorders>
              <w:bottom w:val="single" w:sz="4" w:space="0" w:color="auto"/>
            </w:tcBorders>
          </w:tcPr>
          <w:p w14:paraId="6C0E85AF" w14:textId="17F97E8D" w:rsidR="001F5B4D" w:rsidRPr="001F5B4D" w:rsidRDefault="001F5B4D" w:rsidP="001F5B4D">
            <w:r w:rsidRPr="001F5B4D">
              <w:t>The score is based on the maximum risk score in the family Ephippidae, which included 1 species.</w:t>
            </w:r>
          </w:p>
        </w:tc>
        <w:tc>
          <w:tcPr>
            <w:tcW w:w="851" w:type="dxa"/>
          </w:tcPr>
          <w:p w14:paraId="042B79C6" w14:textId="5978A84C" w:rsidR="001F5B4D" w:rsidRPr="001F5B4D" w:rsidRDefault="001F5B4D" w:rsidP="001F5B4D">
            <w:r w:rsidRPr="001F5B4D">
              <w:t>3</w:t>
            </w:r>
          </w:p>
        </w:tc>
      </w:tr>
      <w:tr w:rsidR="001F5B4D" w:rsidRPr="001F5B4D" w14:paraId="5B2A3F79"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668288F0" w14:textId="77777777" w:rsidR="001F5B4D" w:rsidRPr="001F5B4D" w:rsidRDefault="001F5B4D" w:rsidP="001F5B4D"/>
        </w:tc>
        <w:tc>
          <w:tcPr>
            <w:tcW w:w="4536" w:type="dxa"/>
            <w:gridSpan w:val="2"/>
            <w:tcBorders>
              <w:bottom w:val="single" w:sz="4" w:space="0" w:color="auto"/>
            </w:tcBorders>
            <w:shd w:val="clear" w:color="auto" w:fill="998877"/>
          </w:tcPr>
          <w:p w14:paraId="38CC4B76" w14:textId="04DD4F3B" w:rsidR="001F5B4D" w:rsidRPr="001F5B4D" w:rsidRDefault="001F5B4D" w:rsidP="001F5B4D">
            <w:r w:rsidRPr="001F5B4D">
              <w:t>Productivity score</w:t>
            </w:r>
          </w:p>
        </w:tc>
        <w:tc>
          <w:tcPr>
            <w:tcW w:w="851" w:type="dxa"/>
            <w:tcBorders>
              <w:bottom w:val="single" w:sz="4" w:space="0" w:color="auto"/>
            </w:tcBorders>
          </w:tcPr>
          <w:p w14:paraId="1077B367" w14:textId="39353D89" w:rsidR="001F5B4D" w:rsidRPr="001F5B4D" w:rsidRDefault="001F5B4D" w:rsidP="001F5B4D">
            <w:r w:rsidRPr="001F5B4D">
              <w:t>2.86</w:t>
            </w:r>
          </w:p>
        </w:tc>
      </w:tr>
      <w:tr w:rsidR="001F5B4D" w:rsidRPr="001F5B4D" w14:paraId="20B0CFCC" w14:textId="77777777" w:rsidTr="00222930">
        <w:tblPrEx>
          <w:tblCellMar>
            <w:top w:w="0" w:type="dxa"/>
            <w:bottom w:w="0" w:type="dxa"/>
          </w:tblCellMar>
        </w:tblPrEx>
        <w:trPr>
          <w:cantSplit/>
        </w:trPr>
        <w:tc>
          <w:tcPr>
            <w:tcW w:w="7938" w:type="dxa"/>
            <w:gridSpan w:val="4"/>
            <w:shd w:val="clear" w:color="auto" w:fill="998877"/>
          </w:tcPr>
          <w:p w14:paraId="08542F8C" w14:textId="407C1354" w:rsidR="001F5B4D" w:rsidRPr="001F5B4D" w:rsidRDefault="001F5B4D" w:rsidP="001F5B4D">
            <w:pPr>
              <w:rPr>
                <w:b/>
              </w:rPr>
            </w:pPr>
            <w:r w:rsidRPr="001F5B4D">
              <w:rPr>
                <w:b/>
              </w:rPr>
              <w:t>Susceptibility</w:t>
            </w:r>
          </w:p>
        </w:tc>
      </w:tr>
      <w:tr w:rsidR="001F5B4D" w:rsidRPr="001F5B4D" w14:paraId="536E1E20" w14:textId="77777777" w:rsidTr="001F5B4D">
        <w:tblPrEx>
          <w:tblCellMar>
            <w:top w:w="0" w:type="dxa"/>
            <w:bottom w:w="0" w:type="dxa"/>
          </w:tblCellMar>
        </w:tblPrEx>
        <w:trPr>
          <w:cantSplit/>
        </w:trPr>
        <w:tc>
          <w:tcPr>
            <w:tcW w:w="2551" w:type="dxa"/>
            <w:shd w:val="clear" w:color="auto" w:fill="998877"/>
          </w:tcPr>
          <w:p w14:paraId="3A2098F4" w14:textId="72FE62F7" w:rsidR="001F5B4D" w:rsidRPr="001F5B4D" w:rsidRDefault="001F5B4D" w:rsidP="001F5B4D">
            <w:r w:rsidRPr="001F5B4D">
              <w:t>Areal overlap (availability)</w:t>
            </w:r>
          </w:p>
        </w:tc>
        <w:tc>
          <w:tcPr>
            <w:tcW w:w="4536" w:type="dxa"/>
            <w:gridSpan w:val="2"/>
          </w:tcPr>
          <w:p w14:paraId="0F98AC4C" w14:textId="24279BB0" w:rsidR="001F5B4D" w:rsidRPr="001F5B4D" w:rsidRDefault="001F5B4D" w:rsidP="001F5B4D">
            <w:r w:rsidRPr="001F5B4D">
              <w:t>Worldwide pelagic distribution</w:t>
            </w:r>
          </w:p>
        </w:tc>
        <w:tc>
          <w:tcPr>
            <w:tcW w:w="851" w:type="dxa"/>
          </w:tcPr>
          <w:p w14:paraId="6F16A969" w14:textId="1E8C6F74" w:rsidR="001F5B4D" w:rsidRPr="001F5B4D" w:rsidRDefault="001F5B4D" w:rsidP="001F5B4D">
            <w:r w:rsidRPr="001F5B4D">
              <w:t>3</w:t>
            </w:r>
          </w:p>
        </w:tc>
      </w:tr>
      <w:tr w:rsidR="001F5B4D" w:rsidRPr="001F5B4D" w14:paraId="1F442A7E" w14:textId="77777777" w:rsidTr="001F5B4D">
        <w:tblPrEx>
          <w:tblCellMar>
            <w:top w:w="0" w:type="dxa"/>
            <w:bottom w:w="0" w:type="dxa"/>
          </w:tblCellMar>
        </w:tblPrEx>
        <w:trPr>
          <w:cantSplit/>
        </w:trPr>
        <w:tc>
          <w:tcPr>
            <w:tcW w:w="2551" w:type="dxa"/>
            <w:shd w:val="clear" w:color="auto" w:fill="998877"/>
          </w:tcPr>
          <w:p w14:paraId="42868A91" w14:textId="0C9C77AE" w:rsidR="001F5B4D" w:rsidRPr="001F5B4D" w:rsidRDefault="001F5B4D" w:rsidP="001F5B4D">
            <w:r w:rsidRPr="001F5B4D">
              <w:t>Encounterability</w:t>
            </w:r>
          </w:p>
        </w:tc>
        <w:tc>
          <w:tcPr>
            <w:tcW w:w="4536" w:type="dxa"/>
            <w:gridSpan w:val="2"/>
          </w:tcPr>
          <w:p w14:paraId="3E7EA774" w14:textId="69A80D13" w:rsidR="001F5B4D" w:rsidRPr="001F5B4D" w:rsidRDefault="001F5B4D" w:rsidP="001F5B4D">
            <w:r w:rsidRPr="001F5B4D">
              <w:t>The depth range of the species is 1-200m. For surface gears, the vertical overlap index with this species is 50.00%.</w:t>
            </w:r>
          </w:p>
        </w:tc>
        <w:tc>
          <w:tcPr>
            <w:tcW w:w="851" w:type="dxa"/>
          </w:tcPr>
          <w:p w14:paraId="1BEAF19F" w14:textId="6F0A7AF3" w:rsidR="001F5B4D" w:rsidRPr="001F5B4D" w:rsidRDefault="001F5B4D" w:rsidP="001F5B4D">
            <w:r w:rsidRPr="001F5B4D">
              <w:t>3</w:t>
            </w:r>
          </w:p>
        </w:tc>
      </w:tr>
      <w:tr w:rsidR="001F5B4D" w:rsidRPr="001F5B4D" w14:paraId="19C73C18" w14:textId="77777777" w:rsidTr="001F5B4D">
        <w:tblPrEx>
          <w:tblCellMar>
            <w:top w:w="0" w:type="dxa"/>
            <w:bottom w:w="0" w:type="dxa"/>
          </w:tblCellMar>
        </w:tblPrEx>
        <w:trPr>
          <w:cantSplit/>
        </w:trPr>
        <w:tc>
          <w:tcPr>
            <w:tcW w:w="2551" w:type="dxa"/>
            <w:shd w:val="clear" w:color="auto" w:fill="998877"/>
          </w:tcPr>
          <w:p w14:paraId="151EF36D" w14:textId="001BAF72" w:rsidR="001F5B4D" w:rsidRPr="001F5B4D" w:rsidRDefault="001F5B4D" w:rsidP="001F5B4D">
            <w:r w:rsidRPr="001F5B4D">
              <w:t>Selectivity</w:t>
            </w:r>
          </w:p>
        </w:tc>
        <w:tc>
          <w:tcPr>
            <w:tcW w:w="4536" w:type="dxa"/>
            <w:gridSpan w:val="2"/>
          </w:tcPr>
          <w:p w14:paraId="5F6D534B" w14:textId="412662EF" w:rsidR="001F5B4D" w:rsidRPr="001F5B4D" w:rsidRDefault="001F5B4D" w:rsidP="001F5B4D">
            <w:r w:rsidRPr="001F5B4D">
              <w:t>The maximum length of the species is missing, but the family's maximum length based on 4 species is 610cm. For tropical surface fisheries, the length overlap index with this species is 100.00%.</w:t>
            </w:r>
          </w:p>
        </w:tc>
        <w:tc>
          <w:tcPr>
            <w:tcW w:w="851" w:type="dxa"/>
          </w:tcPr>
          <w:p w14:paraId="00215504" w14:textId="78AE3F57" w:rsidR="001F5B4D" w:rsidRPr="001F5B4D" w:rsidRDefault="001F5B4D" w:rsidP="001F5B4D">
            <w:r w:rsidRPr="001F5B4D">
              <w:t>3</w:t>
            </w:r>
          </w:p>
        </w:tc>
      </w:tr>
      <w:tr w:rsidR="001F5B4D" w:rsidRPr="001F5B4D" w14:paraId="5228615F" w14:textId="77777777" w:rsidTr="001F5B4D">
        <w:tblPrEx>
          <w:tblCellMar>
            <w:top w:w="0" w:type="dxa"/>
            <w:bottom w:w="0" w:type="dxa"/>
          </w:tblCellMar>
        </w:tblPrEx>
        <w:trPr>
          <w:cantSplit/>
        </w:trPr>
        <w:tc>
          <w:tcPr>
            <w:tcW w:w="2551" w:type="dxa"/>
            <w:shd w:val="clear" w:color="auto" w:fill="998877"/>
          </w:tcPr>
          <w:p w14:paraId="0B591CB2" w14:textId="4FC0F6FF" w:rsidR="001F5B4D" w:rsidRPr="001F5B4D" w:rsidRDefault="001F5B4D" w:rsidP="001F5B4D">
            <w:r w:rsidRPr="001F5B4D">
              <w:t>Post capture mortality</w:t>
            </w:r>
          </w:p>
        </w:tc>
        <w:tc>
          <w:tcPr>
            <w:tcW w:w="4536" w:type="dxa"/>
            <w:gridSpan w:val="2"/>
            <w:tcBorders>
              <w:bottom w:val="single" w:sz="4" w:space="0" w:color="auto"/>
            </w:tcBorders>
          </w:tcPr>
          <w:p w14:paraId="74AE8E71" w14:textId="38D0815C" w:rsidR="001F5B4D" w:rsidRPr="001F5B4D" w:rsidRDefault="001F5B4D" w:rsidP="001F5B4D">
            <w:r w:rsidRPr="001F5B4D">
              <w:t>No direct evidence of survival after capture.</w:t>
            </w:r>
          </w:p>
        </w:tc>
        <w:tc>
          <w:tcPr>
            <w:tcW w:w="851" w:type="dxa"/>
          </w:tcPr>
          <w:p w14:paraId="679B76C5" w14:textId="31FF6F67" w:rsidR="001F5B4D" w:rsidRPr="001F5B4D" w:rsidRDefault="001F5B4D" w:rsidP="001F5B4D">
            <w:r w:rsidRPr="001F5B4D">
              <w:t>3</w:t>
            </w:r>
          </w:p>
        </w:tc>
      </w:tr>
      <w:tr w:rsidR="001F5B4D" w:rsidRPr="001F5B4D" w14:paraId="7279F997" w14:textId="77777777" w:rsidTr="001F5B4D">
        <w:tblPrEx>
          <w:tblCellMar>
            <w:top w:w="0" w:type="dxa"/>
            <w:bottom w:w="0" w:type="dxa"/>
          </w:tblCellMar>
        </w:tblPrEx>
        <w:trPr>
          <w:cantSplit/>
        </w:trPr>
        <w:tc>
          <w:tcPr>
            <w:tcW w:w="2551" w:type="dxa"/>
            <w:shd w:val="clear" w:color="auto" w:fill="998877"/>
          </w:tcPr>
          <w:p w14:paraId="722C5260" w14:textId="77777777" w:rsidR="001F5B4D" w:rsidRPr="001F5B4D" w:rsidRDefault="001F5B4D" w:rsidP="001F5B4D"/>
        </w:tc>
        <w:tc>
          <w:tcPr>
            <w:tcW w:w="4536" w:type="dxa"/>
            <w:gridSpan w:val="2"/>
            <w:tcBorders>
              <w:bottom w:val="single" w:sz="4" w:space="0" w:color="auto"/>
            </w:tcBorders>
            <w:shd w:val="clear" w:color="auto" w:fill="998877"/>
          </w:tcPr>
          <w:p w14:paraId="2961170D" w14:textId="2F61991D" w:rsidR="001F5B4D" w:rsidRPr="001F5B4D" w:rsidRDefault="001F5B4D" w:rsidP="001F5B4D">
            <w:r w:rsidRPr="001F5B4D">
              <w:t>Susceptibility score</w:t>
            </w:r>
          </w:p>
        </w:tc>
        <w:tc>
          <w:tcPr>
            <w:tcW w:w="851" w:type="dxa"/>
          </w:tcPr>
          <w:p w14:paraId="0CBE100A" w14:textId="4E3BA714" w:rsidR="001F5B4D" w:rsidRPr="001F5B4D" w:rsidRDefault="001F5B4D" w:rsidP="001F5B4D">
            <w:r w:rsidRPr="001F5B4D">
              <w:t>3.00</w:t>
            </w:r>
          </w:p>
        </w:tc>
      </w:tr>
      <w:tr w:rsidR="001F5B4D" w:rsidRPr="001F5B4D" w14:paraId="632CAEBC" w14:textId="77777777" w:rsidTr="001F5B4D">
        <w:tblPrEx>
          <w:tblCellMar>
            <w:top w:w="0" w:type="dxa"/>
            <w:bottom w:w="0" w:type="dxa"/>
          </w:tblCellMar>
        </w:tblPrEx>
        <w:trPr>
          <w:cantSplit/>
        </w:trPr>
        <w:tc>
          <w:tcPr>
            <w:tcW w:w="2551" w:type="dxa"/>
            <w:shd w:val="clear" w:color="auto" w:fill="998877"/>
          </w:tcPr>
          <w:p w14:paraId="4C690B45" w14:textId="77777777" w:rsidR="001F5B4D" w:rsidRPr="001F5B4D" w:rsidRDefault="001F5B4D" w:rsidP="001F5B4D"/>
        </w:tc>
        <w:tc>
          <w:tcPr>
            <w:tcW w:w="4536" w:type="dxa"/>
            <w:gridSpan w:val="2"/>
            <w:shd w:val="clear" w:color="auto" w:fill="998877"/>
          </w:tcPr>
          <w:p w14:paraId="74E221D1" w14:textId="61859749" w:rsidR="001F5B4D" w:rsidRPr="001F5B4D" w:rsidRDefault="001F5B4D" w:rsidP="001F5B4D">
            <w:r w:rsidRPr="001F5B4D">
              <w:t>Vulnerability score</w:t>
            </w:r>
          </w:p>
        </w:tc>
        <w:tc>
          <w:tcPr>
            <w:tcW w:w="851" w:type="dxa"/>
          </w:tcPr>
          <w:p w14:paraId="22384145" w14:textId="5D09B05F" w:rsidR="001F5B4D" w:rsidRPr="001F5B4D" w:rsidRDefault="001F5B4D" w:rsidP="001F5B4D">
            <w:r w:rsidRPr="001F5B4D">
              <w:t>4.14</w:t>
            </w:r>
          </w:p>
        </w:tc>
      </w:tr>
    </w:tbl>
    <w:p w14:paraId="0F11ADBF" w14:textId="57C01915"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201B58E1"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4" w:name="T_ALV" w:colFirst="0" w:colLast="0"/>
          <w:p w14:paraId="29932E47" w14:textId="4F5BCC9A" w:rsidR="001F5B4D" w:rsidRPr="001F5B4D" w:rsidRDefault="001F5B4D" w:rsidP="001F5B4D">
            <w:pPr>
              <w:rPr>
                <w:b/>
              </w:rPr>
            </w:pPr>
            <w:r w:rsidRPr="001F5B4D">
              <w:rPr>
                <w:b/>
              </w:rPr>
              <w:fldChar w:fldCharType="begin"/>
            </w:r>
            <w:r w:rsidRPr="001F5B4D">
              <w:rPr>
                <w:b/>
              </w:rPr>
              <w:instrText xml:space="preserve"> HYPERLINK  \l "S_ALV" \o "PSA Score" </w:instrText>
            </w:r>
            <w:r w:rsidRPr="001F5B4D">
              <w:rPr>
                <w:b/>
              </w:rPr>
            </w:r>
            <w:r w:rsidRPr="001F5B4D">
              <w:rPr>
                <w:b/>
              </w:rPr>
              <w:fldChar w:fldCharType="separate"/>
            </w:r>
            <w:r w:rsidRPr="001F5B4D">
              <w:rPr>
                <w:rStyle w:val="Hyperlink"/>
                <w:b/>
              </w:rPr>
              <w:t>Thintail Thresher Shark</w:t>
            </w:r>
            <w:r w:rsidRPr="001F5B4D">
              <w:rPr>
                <w:b/>
              </w:rPr>
              <w:fldChar w:fldCharType="end"/>
            </w:r>
          </w:p>
        </w:tc>
        <w:tc>
          <w:tcPr>
            <w:tcW w:w="3969" w:type="dxa"/>
            <w:gridSpan w:val="2"/>
            <w:tcBorders>
              <w:bottom w:val="single" w:sz="4" w:space="0" w:color="auto"/>
            </w:tcBorders>
            <w:shd w:val="clear" w:color="auto" w:fill="998877"/>
          </w:tcPr>
          <w:p w14:paraId="17A7EC27" w14:textId="0C0BDEB2" w:rsidR="001F5B4D" w:rsidRPr="001F5B4D" w:rsidRDefault="001F5B4D" w:rsidP="001F5B4D">
            <w:pPr>
              <w:rPr>
                <w:b/>
                <w:i/>
              </w:rPr>
            </w:pPr>
            <w:r w:rsidRPr="001F5B4D">
              <w:rPr>
                <w:b/>
                <w:i/>
              </w:rPr>
              <w:t>Alopias vulpinus</w:t>
            </w:r>
          </w:p>
        </w:tc>
      </w:tr>
      <w:bookmarkEnd w:id="174"/>
      <w:tr w:rsidR="001F5B4D" w:rsidRPr="001F5B4D" w14:paraId="040EAE6D" w14:textId="77777777" w:rsidTr="00EC1AF4">
        <w:tblPrEx>
          <w:tblCellMar>
            <w:top w:w="0" w:type="dxa"/>
            <w:bottom w:w="0" w:type="dxa"/>
          </w:tblCellMar>
        </w:tblPrEx>
        <w:trPr>
          <w:cantSplit/>
        </w:trPr>
        <w:tc>
          <w:tcPr>
            <w:tcW w:w="7938" w:type="dxa"/>
            <w:gridSpan w:val="4"/>
            <w:shd w:val="clear" w:color="auto" w:fill="998877"/>
          </w:tcPr>
          <w:p w14:paraId="063D9877" w14:textId="3A17CDD8" w:rsidR="001F5B4D" w:rsidRPr="001F5B4D" w:rsidRDefault="001F5B4D" w:rsidP="001F5B4D">
            <w:pPr>
              <w:rPr>
                <w:b/>
              </w:rPr>
            </w:pPr>
            <w:r w:rsidRPr="001F5B4D">
              <w:rPr>
                <w:b/>
              </w:rPr>
              <w:t>Productivity</w:t>
            </w:r>
          </w:p>
        </w:tc>
      </w:tr>
      <w:tr w:rsidR="001F5B4D" w:rsidRPr="001F5B4D" w14:paraId="77BB2F6E" w14:textId="77777777" w:rsidTr="001F5B4D">
        <w:tblPrEx>
          <w:tblCellMar>
            <w:top w:w="0" w:type="dxa"/>
            <w:bottom w:w="0" w:type="dxa"/>
          </w:tblCellMar>
        </w:tblPrEx>
        <w:trPr>
          <w:cantSplit/>
        </w:trPr>
        <w:tc>
          <w:tcPr>
            <w:tcW w:w="2551" w:type="dxa"/>
            <w:shd w:val="clear" w:color="auto" w:fill="998877"/>
          </w:tcPr>
          <w:p w14:paraId="424650FB" w14:textId="3E40A8BB" w:rsidR="001F5B4D" w:rsidRPr="001F5B4D" w:rsidRDefault="001F5B4D" w:rsidP="001F5B4D">
            <w:r w:rsidRPr="001F5B4D">
              <w:t>Average age at maturity</w:t>
            </w:r>
          </w:p>
        </w:tc>
        <w:tc>
          <w:tcPr>
            <w:tcW w:w="4536" w:type="dxa"/>
            <w:gridSpan w:val="2"/>
          </w:tcPr>
          <w:p w14:paraId="1E9D8EAB" w14:textId="5195D437" w:rsidR="001F5B4D" w:rsidRPr="001F5B4D" w:rsidRDefault="001F5B4D" w:rsidP="001F5B4D">
            <w:r w:rsidRPr="001F5B4D">
              <w:t>Species growth rate (K) is 0.200, which is higher than lowest risk K (0.183) for age at maturity.</w:t>
            </w:r>
          </w:p>
        </w:tc>
        <w:tc>
          <w:tcPr>
            <w:tcW w:w="851" w:type="dxa"/>
          </w:tcPr>
          <w:p w14:paraId="1D76F5AA" w14:textId="7BFB2A5A" w:rsidR="001F5B4D" w:rsidRPr="001F5B4D" w:rsidRDefault="001F5B4D" w:rsidP="001F5B4D">
            <w:r w:rsidRPr="001F5B4D">
              <w:t>1</w:t>
            </w:r>
          </w:p>
        </w:tc>
      </w:tr>
      <w:tr w:rsidR="001F5B4D" w:rsidRPr="001F5B4D" w14:paraId="7BD97B5D" w14:textId="77777777" w:rsidTr="001F5B4D">
        <w:tblPrEx>
          <w:tblCellMar>
            <w:top w:w="0" w:type="dxa"/>
            <w:bottom w:w="0" w:type="dxa"/>
          </w:tblCellMar>
        </w:tblPrEx>
        <w:trPr>
          <w:cantSplit/>
        </w:trPr>
        <w:tc>
          <w:tcPr>
            <w:tcW w:w="2551" w:type="dxa"/>
            <w:shd w:val="clear" w:color="auto" w:fill="998877"/>
          </w:tcPr>
          <w:p w14:paraId="63178366" w14:textId="6D94BFDF" w:rsidR="001F5B4D" w:rsidRPr="001F5B4D" w:rsidRDefault="001F5B4D" w:rsidP="001F5B4D">
            <w:r w:rsidRPr="001F5B4D">
              <w:t>Average max age</w:t>
            </w:r>
          </w:p>
        </w:tc>
        <w:tc>
          <w:tcPr>
            <w:tcW w:w="4536" w:type="dxa"/>
            <w:gridSpan w:val="2"/>
          </w:tcPr>
          <w:p w14:paraId="1818C463" w14:textId="7E91AD8B" w:rsidR="001F5B4D" w:rsidRPr="001F5B4D" w:rsidRDefault="001F5B4D" w:rsidP="001F5B4D">
            <w:r w:rsidRPr="001F5B4D">
              <w:t>Species growth rate (K) is 0.200, which is in the medium risk K range (0.12-0.30) for maximum age.</w:t>
            </w:r>
          </w:p>
        </w:tc>
        <w:tc>
          <w:tcPr>
            <w:tcW w:w="851" w:type="dxa"/>
          </w:tcPr>
          <w:p w14:paraId="0932C5C3" w14:textId="35BB9E1D" w:rsidR="001F5B4D" w:rsidRPr="001F5B4D" w:rsidRDefault="001F5B4D" w:rsidP="001F5B4D">
            <w:r w:rsidRPr="001F5B4D">
              <w:t>2</w:t>
            </w:r>
          </w:p>
        </w:tc>
      </w:tr>
      <w:tr w:rsidR="001F5B4D" w:rsidRPr="001F5B4D" w14:paraId="7C99553B" w14:textId="77777777" w:rsidTr="001F5B4D">
        <w:tblPrEx>
          <w:tblCellMar>
            <w:top w:w="0" w:type="dxa"/>
            <w:bottom w:w="0" w:type="dxa"/>
          </w:tblCellMar>
        </w:tblPrEx>
        <w:trPr>
          <w:cantSplit/>
        </w:trPr>
        <w:tc>
          <w:tcPr>
            <w:tcW w:w="2551" w:type="dxa"/>
            <w:shd w:val="clear" w:color="auto" w:fill="998877"/>
          </w:tcPr>
          <w:p w14:paraId="615EA175" w14:textId="79AD98AC" w:rsidR="001F5B4D" w:rsidRPr="001F5B4D" w:rsidRDefault="001F5B4D" w:rsidP="001F5B4D">
            <w:r w:rsidRPr="001F5B4D">
              <w:t>Fecundity</w:t>
            </w:r>
          </w:p>
        </w:tc>
        <w:tc>
          <w:tcPr>
            <w:tcW w:w="4536" w:type="dxa"/>
            <w:gridSpan w:val="2"/>
          </w:tcPr>
          <w:p w14:paraId="0664FD51" w14:textId="13C6EC08" w:rsidR="001F5B4D" w:rsidRPr="001F5B4D" w:rsidRDefault="001F5B4D" w:rsidP="001F5B4D">
            <w:r w:rsidRPr="001F5B4D">
              <w:t>Species fecundity is 2 eggs/year, which is lower than the highest risk value (100).</w:t>
            </w:r>
          </w:p>
        </w:tc>
        <w:tc>
          <w:tcPr>
            <w:tcW w:w="851" w:type="dxa"/>
          </w:tcPr>
          <w:p w14:paraId="6B56D0E8" w14:textId="5159B7F6" w:rsidR="001F5B4D" w:rsidRPr="001F5B4D" w:rsidRDefault="001F5B4D" w:rsidP="001F5B4D">
            <w:r w:rsidRPr="001F5B4D">
              <w:t>3</w:t>
            </w:r>
          </w:p>
        </w:tc>
      </w:tr>
      <w:tr w:rsidR="001F5B4D" w:rsidRPr="001F5B4D" w14:paraId="2BDB4FB8" w14:textId="77777777" w:rsidTr="001F5B4D">
        <w:tblPrEx>
          <w:tblCellMar>
            <w:top w:w="0" w:type="dxa"/>
            <w:bottom w:w="0" w:type="dxa"/>
          </w:tblCellMar>
        </w:tblPrEx>
        <w:trPr>
          <w:cantSplit/>
        </w:trPr>
        <w:tc>
          <w:tcPr>
            <w:tcW w:w="2551" w:type="dxa"/>
            <w:shd w:val="clear" w:color="auto" w:fill="998877"/>
          </w:tcPr>
          <w:p w14:paraId="2167A981" w14:textId="79F33606" w:rsidR="001F5B4D" w:rsidRPr="001F5B4D" w:rsidRDefault="001F5B4D" w:rsidP="001F5B4D">
            <w:r w:rsidRPr="001F5B4D">
              <w:t>Average max size</w:t>
            </w:r>
          </w:p>
        </w:tc>
        <w:tc>
          <w:tcPr>
            <w:tcW w:w="4536" w:type="dxa"/>
            <w:gridSpan w:val="2"/>
          </w:tcPr>
          <w:p w14:paraId="20DE7116" w14:textId="026C8656" w:rsidR="001F5B4D" w:rsidRPr="001F5B4D" w:rsidRDefault="001F5B4D" w:rsidP="001F5B4D">
            <w:r w:rsidRPr="001F5B4D">
              <w:t>Species maximum length is 573, which is higher than the highest risk value (300cm).</w:t>
            </w:r>
          </w:p>
        </w:tc>
        <w:tc>
          <w:tcPr>
            <w:tcW w:w="851" w:type="dxa"/>
          </w:tcPr>
          <w:p w14:paraId="10A52DD0" w14:textId="186A31FD" w:rsidR="001F5B4D" w:rsidRPr="001F5B4D" w:rsidRDefault="001F5B4D" w:rsidP="001F5B4D">
            <w:r w:rsidRPr="001F5B4D">
              <w:t>3</w:t>
            </w:r>
          </w:p>
        </w:tc>
      </w:tr>
      <w:tr w:rsidR="001F5B4D" w:rsidRPr="001F5B4D" w14:paraId="46A2ED77" w14:textId="77777777" w:rsidTr="001F5B4D">
        <w:tblPrEx>
          <w:tblCellMar>
            <w:top w:w="0" w:type="dxa"/>
            <w:bottom w:w="0" w:type="dxa"/>
          </w:tblCellMar>
        </w:tblPrEx>
        <w:trPr>
          <w:cantSplit/>
        </w:trPr>
        <w:tc>
          <w:tcPr>
            <w:tcW w:w="2551" w:type="dxa"/>
            <w:shd w:val="clear" w:color="auto" w:fill="998877"/>
          </w:tcPr>
          <w:p w14:paraId="178E0071" w14:textId="3D0C78DA" w:rsidR="001F5B4D" w:rsidRPr="001F5B4D" w:rsidRDefault="001F5B4D" w:rsidP="001F5B4D">
            <w:r w:rsidRPr="001F5B4D">
              <w:t>Average size at maturity</w:t>
            </w:r>
          </w:p>
        </w:tc>
        <w:tc>
          <w:tcPr>
            <w:tcW w:w="4536" w:type="dxa"/>
            <w:gridSpan w:val="2"/>
          </w:tcPr>
          <w:p w14:paraId="3DB3A42D" w14:textId="228507AF" w:rsidR="001F5B4D" w:rsidRPr="001F5B4D" w:rsidRDefault="001F5B4D" w:rsidP="001F5B4D">
            <w:r w:rsidRPr="001F5B4D">
              <w:t>Species length at maturity is 303, which is higher than the highest risk value (200cm).</w:t>
            </w:r>
          </w:p>
        </w:tc>
        <w:tc>
          <w:tcPr>
            <w:tcW w:w="851" w:type="dxa"/>
          </w:tcPr>
          <w:p w14:paraId="2FAE23DF" w14:textId="648478CC" w:rsidR="001F5B4D" w:rsidRPr="001F5B4D" w:rsidRDefault="001F5B4D" w:rsidP="001F5B4D">
            <w:r w:rsidRPr="001F5B4D">
              <w:t>3</w:t>
            </w:r>
          </w:p>
        </w:tc>
      </w:tr>
      <w:tr w:rsidR="001F5B4D" w:rsidRPr="001F5B4D" w14:paraId="3E59FAB3" w14:textId="77777777" w:rsidTr="001F5B4D">
        <w:tblPrEx>
          <w:tblCellMar>
            <w:top w:w="0" w:type="dxa"/>
            <w:bottom w:w="0" w:type="dxa"/>
          </w:tblCellMar>
        </w:tblPrEx>
        <w:trPr>
          <w:cantSplit/>
        </w:trPr>
        <w:tc>
          <w:tcPr>
            <w:tcW w:w="2551" w:type="dxa"/>
            <w:shd w:val="clear" w:color="auto" w:fill="998877"/>
          </w:tcPr>
          <w:p w14:paraId="737CC4B2" w14:textId="491B1B1A" w:rsidR="001F5B4D" w:rsidRPr="001F5B4D" w:rsidRDefault="001F5B4D" w:rsidP="001F5B4D">
            <w:r w:rsidRPr="001F5B4D">
              <w:t>Reproductive strategy</w:t>
            </w:r>
          </w:p>
        </w:tc>
        <w:tc>
          <w:tcPr>
            <w:tcW w:w="4536" w:type="dxa"/>
            <w:gridSpan w:val="2"/>
          </w:tcPr>
          <w:p w14:paraId="1492D209" w14:textId="2FEB8AFD" w:rsidR="001F5B4D" w:rsidRPr="001F5B4D" w:rsidRDefault="001F5B4D" w:rsidP="001F5B4D">
            <w:r w:rsidRPr="001F5B4D">
              <w:t>Species reproductive strategy is live bearer, which is high risk.</w:t>
            </w:r>
          </w:p>
        </w:tc>
        <w:tc>
          <w:tcPr>
            <w:tcW w:w="851" w:type="dxa"/>
          </w:tcPr>
          <w:p w14:paraId="5F905000" w14:textId="7A3FDDE1" w:rsidR="001F5B4D" w:rsidRPr="001F5B4D" w:rsidRDefault="001F5B4D" w:rsidP="001F5B4D">
            <w:r w:rsidRPr="001F5B4D">
              <w:t>3</w:t>
            </w:r>
          </w:p>
        </w:tc>
      </w:tr>
      <w:tr w:rsidR="001F5B4D" w:rsidRPr="001F5B4D" w14:paraId="568F0240" w14:textId="77777777" w:rsidTr="001F5B4D">
        <w:tblPrEx>
          <w:tblCellMar>
            <w:top w:w="0" w:type="dxa"/>
            <w:bottom w:w="0" w:type="dxa"/>
          </w:tblCellMar>
        </w:tblPrEx>
        <w:trPr>
          <w:cantSplit/>
        </w:trPr>
        <w:tc>
          <w:tcPr>
            <w:tcW w:w="2551" w:type="dxa"/>
            <w:shd w:val="clear" w:color="auto" w:fill="998877"/>
          </w:tcPr>
          <w:p w14:paraId="1CF371AE" w14:textId="7F2FF5FF" w:rsidR="001F5B4D" w:rsidRPr="001F5B4D" w:rsidRDefault="001F5B4D" w:rsidP="001F5B4D">
            <w:r w:rsidRPr="001F5B4D">
              <w:t>Trophic level</w:t>
            </w:r>
          </w:p>
        </w:tc>
        <w:tc>
          <w:tcPr>
            <w:tcW w:w="4536" w:type="dxa"/>
            <w:gridSpan w:val="2"/>
            <w:tcBorders>
              <w:bottom w:val="single" w:sz="4" w:space="0" w:color="auto"/>
            </w:tcBorders>
          </w:tcPr>
          <w:p w14:paraId="425CF315" w14:textId="6DFD422D" w:rsidR="001F5B4D" w:rsidRPr="001F5B4D" w:rsidRDefault="001F5B4D" w:rsidP="001F5B4D">
            <w:r w:rsidRPr="001F5B4D">
              <w:t>Species trophic level is 4.5, which is higher than the highest risk value (3.25).</w:t>
            </w:r>
          </w:p>
        </w:tc>
        <w:tc>
          <w:tcPr>
            <w:tcW w:w="851" w:type="dxa"/>
          </w:tcPr>
          <w:p w14:paraId="02E6426D" w14:textId="27E0B302" w:rsidR="001F5B4D" w:rsidRPr="001F5B4D" w:rsidRDefault="001F5B4D" w:rsidP="001F5B4D">
            <w:r w:rsidRPr="001F5B4D">
              <w:t>3</w:t>
            </w:r>
          </w:p>
        </w:tc>
      </w:tr>
      <w:tr w:rsidR="001F5B4D" w:rsidRPr="001F5B4D" w14:paraId="7EBA3195"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7562300" w14:textId="77777777" w:rsidR="001F5B4D" w:rsidRPr="001F5B4D" w:rsidRDefault="001F5B4D" w:rsidP="001F5B4D"/>
        </w:tc>
        <w:tc>
          <w:tcPr>
            <w:tcW w:w="4536" w:type="dxa"/>
            <w:gridSpan w:val="2"/>
            <w:tcBorders>
              <w:bottom w:val="single" w:sz="4" w:space="0" w:color="auto"/>
            </w:tcBorders>
            <w:shd w:val="clear" w:color="auto" w:fill="998877"/>
          </w:tcPr>
          <w:p w14:paraId="4E8987FF" w14:textId="72401489" w:rsidR="001F5B4D" w:rsidRPr="001F5B4D" w:rsidRDefault="001F5B4D" w:rsidP="001F5B4D">
            <w:r w:rsidRPr="001F5B4D">
              <w:t>Productivity score</w:t>
            </w:r>
          </w:p>
        </w:tc>
        <w:tc>
          <w:tcPr>
            <w:tcW w:w="851" w:type="dxa"/>
            <w:tcBorders>
              <w:bottom w:val="single" w:sz="4" w:space="0" w:color="auto"/>
            </w:tcBorders>
          </w:tcPr>
          <w:p w14:paraId="0D33290B" w14:textId="1F60D08B" w:rsidR="001F5B4D" w:rsidRPr="001F5B4D" w:rsidRDefault="001F5B4D" w:rsidP="001F5B4D">
            <w:r w:rsidRPr="001F5B4D">
              <w:t>2.57</w:t>
            </w:r>
          </w:p>
        </w:tc>
      </w:tr>
      <w:tr w:rsidR="001F5B4D" w:rsidRPr="001F5B4D" w14:paraId="51A01ECC" w14:textId="77777777" w:rsidTr="00D5185F">
        <w:tblPrEx>
          <w:tblCellMar>
            <w:top w:w="0" w:type="dxa"/>
            <w:bottom w:w="0" w:type="dxa"/>
          </w:tblCellMar>
        </w:tblPrEx>
        <w:trPr>
          <w:cantSplit/>
        </w:trPr>
        <w:tc>
          <w:tcPr>
            <w:tcW w:w="7938" w:type="dxa"/>
            <w:gridSpan w:val="4"/>
            <w:shd w:val="clear" w:color="auto" w:fill="998877"/>
          </w:tcPr>
          <w:p w14:paraId="4319D8D4" w14:textId="1C5F97D2" w:rsidR="001F5B4D" w:rsidRPr="001F5B4D" w:rsidRDefault="001F5B4D" w:rsidP="001F5B4D">
            <w:pPr>
              <w:rPr>
                <w:b/>
              </w:rPr>
            </w:pPr>
            <w:r w:rsidRPr="001F5B4D">
              <w:rPr>
                <w:b/>
              </w:rPr>
              <w:t>Susceptibility</w:t>
            </w:r>
          </w:p>
        </w:tc>
      </w:tr>
      <w:tr w:rsidR="001F5B4D" w:rsidRPr="001F5B4D" w14:paraId="3CB2419B" w14:textId="77777777" w:rsidTr="001F5B4D">
        <w:tblPrEx>
          <w:tblCellMar>
            <w:top w:w="0" w:type="dxa"/>
            <w:bottom w:w="0" w:type="dxa"/>
          </w:tblCellMar>
        </w:tblPrEx>
        <w:trPr>
          <w:cantSplit/>
        </w:trPr>
        <w:tc>
          <w:tcPr>
            <w:tcW w:w="2551" w:type="dxa"/>
            <w:shd w:val="clear" w:color="auto" w:fill="998877"/>
          </w:tcPr>
          <w:p w14:paraId="06CA5387" w14:textId="1A500CFD" w:rsidR="001F5B4D" w:rsidRPr="001F5B4D" w:rsidRDefault="001F5B4D" w:rsidP="001F5B4D">
            <w:r w:rsidRPr="001F5B4D">
              <w:t>Areal overlap (availability)</w:t>
            </w:r>
          </w:p>
        </w:tc>
        <w:tc>
          <w:tcPr>
            <w:tcW w:w="4536" w:type="dxa"/>
            <w:gridSpan w:val="2"/>
          </w:tcPr>
          <w:p w14:paraId="1AF3063C" w14:textId="0C0EF425" w:rsidR="001F5B4D" w:rsidRPr="001F5B4D" w:rsidRDefault="001F5B4D" w:rsidP="001F5B4D">
            <w:r w:rsidRPr="001F5B4D">
              <w:t>Worldwide pelagic distribution</w:t>
            </w:r>
          </w:p>
        </w:tc>
        <w:tc>
          <w:tcPr>
            <w:tcW w:w="851" w:type="dxa"/>
          </w:tcPr>
          <w:p w14:paraId="7842FB5E" w14:textId="34B8E5B1" w:rsidR="001F5B4D" w:rsidRPr="001F5B4D" w:rsidRDefault="001F5B4D" w:rsidP="001F5B4D">
            <w:r w:rsidRPr="001F5B4D">
              <w:t>3</w:t>
            </w:r>
          </w:p>
        </w:tc>
      </w:tr>
      <w:tr w:rsidR="001F5B4D" w:rsidRPr="001F5B4D" w14:paraId="67E862ED" w14:textId="77777777" w:rsidTr="001F5B4D">
        <w:tblPrEx>
          <w:tblCellMar>
            <w:top w:w="0" w:type="dxa"/>
            <w:bottom w:w="0" w:type="dxa"/>
          </w:tblCellMar>
        </w:tblPrEx>
        <w:trPr>
          <w:cantSplit/>
        </w:trPr>
        <w:tc>
          <w:tcPr>
            <w:tcW w:w="2551" w:type="dxa"/>
            <w:shd w:val="clear" w:color="auto" w:fill="998877"/>
          </w:tcPr>
          <w:p w14:paraId="1D8BA5E9" w14:textId="34507E42" w:rsidR="001F5B4D" w:rsidRPr="001F5B4D" w:rsidRDefault="001F5B4D" w:rsidP="001F5B4D">
            <w:r w:rsidRPr="001F5B4D">
              <w:t>Encounterability</w:t>
            </w:r>
          </w:p>
        </w:tc>
        <w:tc>
          <w:tcPr>
            <w:tcW w:w="4536" w:type="dxa"/>
            <w:gridSpan w:val="2"/>
          </w:tcPr>
          <w:p w14:paraId="1168A3E1" w14:textId="0F088458" w:rsidR="001F5B4D" w:rsidRPr="001F5B4D" w:rsidRDefault="001F5B4D" w:rsidP="001F5B4D">
            <w:r w:rsidRPr="001F5B4D">
              <w:t>The depth range of the species is 1-650m. For surface gears, the vertical overlap index with this species is 15.38%.</w:t>
            </w:r>
          </w:p>
        </w:tc>
        <w:tc>
          <w:tcPr>
            <w:tcW w:w="851" w:type="dxa"/>
          </w:tcPr>
          <w:p w14:paraId="7663A61B" w14:textId="54C9D9B1" w:rsidR="001F5B4D" w:rsidRPr="001F5B4D" w:rsidRDefault="001F5B4D" w:rsidP="001F5B4D">
            <w:r w:rsidRPr="001F5B4D">
              <w:t>2</w:t>
            </w:r>
          </w:p>
        </w:tc>
      </w:tr>
      <w:tr w:rsidR="001F5B4D" w:rsidRPr="001F5B4D" w14:paraId="1679BD8A" w14:textId="77777777" w:rsidTr="001F5B4D">
        <w:tblPrEx>
          <w:tblCellMar>
            <w:top w:w="0" w:type="dxa"/>
            <w:bottom w:w="0" w:type="dxa"/>
          </w:tblCellMar>
        </w:tblPrEx>
        <w:trPr>
          <w:cantSplit/>
        </w:trPr>
        <w:tc>
          <w:tcPr>
            <w:tcW w:w="2551" w:type="dxa"/>
            <w:shd w:val="clear" w:color="auto" w:fill="998877"/>
          </w:tcPr>
          <w:p w14:paraId="59280785" w14:textId="5EB13E34" w:rsidR="001F5B4D" w:rsidRPr="001F5B4D" w:rsidRDefault="001F5B4D" w:rsidP="001F5B4D">
            <w:r w:rsidRPr="001F5B4D">
              <w:t>Selectivity</w:t>
            </w:r>
          </w:p>
        </w:tc>
        <w:tc>
          <w:tcPr>
            <w:tcW w:w="4536" w:type="dxa"/>
            <w:gridSpan w:val="2"/>
          </w:tcPr>
          <w:p w14:paraId="6FB568F5" w14:textId="50AC481A" w:rsidR="001F5B4D" w:rsidRPr="001F5B4D" w:rsidRDefault="001F5B4D" w:rsidP="001F5B4D">
            <w:r w:rsidRPr="001F5B4D">
              <w:t>The maximum length of the species is 573cm. For tropical surface fisheries, the length overlap index with this species is 100.00%.</w:t>
            </w:r>
          </w:p>
        </w:tc>
        <w:tc>
          <w:tcPr>
            <w:tcW w:w="851" w:type="dxa"/>
          </w:tcPr>
          <w:p w14:paraId="1D887192" w14:textId="7C56E6E8" w:rsidR="001F5B4D" w:rsidRPr="001F5B4D" w:rsidRDefault="001F5B4D" w:rsidP="001F5B4D">
            <w:r w:rsidRPr="001F5B4D">
              <w:t>3</w:t>
            </w:r>
          </w:p>
        </w:tc>
      </w:tr>
      <w:tr w:rsidR="001F5B4D" w:rsidRPr="001F5B4D" w14:paraId="6B17EB9E" w14:textId="77777777" w:rsidTr="001F5B4D">
        <w:tblPrEx>
          <w:tblCellMar>
            <w:top w:w="0" w:type="dxa"/>
            <w:bottom w:w="0" w:type="dxa"/>
          </w:tblCellMar>
        </w:tblPrEx>
        <w:trPr>
          <w:cantSplit/>
        </w:trPr>
        <w:tc>
          <w:tcPr>
            <w:tcW w:w="2551" w:type="dxa"/>
            <w:shd w:val="clear" w:color="auto" w:fill="998877"/>
          </w:tcPr>
          <w:p w14:paraId="57692642" w14:textId="2CE54DD7" w:rsidR="001F5B4D" w:rsidRPr="001F5B4D" w:rsidRDefault="001F5B4D" w:rsidP="001F5B4D">
            <w:r w:rsidRPr="001F5B4D">
              <w:t>Post capture mortality</w:t>
            </w:r>
          </w:p>
        </w:tc>
        <w:tc>
          <w:tcPr>
            <w:tcW w:w="4536" w:type="dxa"/>
            <w:gridSpan w:val="2"/>
            <w:tcBorders>
              <w:bottom w:val="single" w:sz="4" w:space="0" w:color="auto"/>
            </w:tcBorders>
          </w:tcPr>
          <w:p w14:paraId="77ED849F" w14:textId="73E7F8CF" w:rsidR="001F5B4D" w:rsidRPr="001F5B4D" w:rsidRDefault="001F5B4D" w:rsidP="001F5B4D">
            <w:r w:rsidRPr="001F5B4D">
              <w:t>No direct evidence of survival after capture.</w:t>
            </w:r>
          </w:p>
        </w:tc>
        <w:tc>
          <w:tcPr>
            <w:tcW w:w="851" w:type="dxa"/>
          </w:tcPr>
          <w:p w14:paraId="6E05AF03" w14:textId="254116E2" w:rsidR="001F5B4D" w:rsidRPr="001F5B4D" w:rsidRDefault="001F5B4D" w:rsidP="001F5B4D">
            <w:r w:rsidRPr="001F5B4D">
              <w:t>3</w:t>
            </w:r>
          </w:p>
        </w:tc>
      </w:tr>
      <w:tr w:rsidR="001F5B4D" w:rsidRPr="001F5B4D" w14:paraId="6A40D9CF" w14:textId="77777777" w:rsidTr="001F5B4D">
        <w:tblPrEx>
          <w:tblCellMar>
            <w:top w:w="0" w:type="dxa"/>
            <w:bottom w:w="0" w:type="dxa"/>
          </w:tblCellMar>
        </w:tblPrEx>
        <w:trPr>
          <w:cantSplit/>
        </w:trPr>
        <w:tc>
          <w:tcPr>
            <w:tcW w:w="2551" w:type="dxa"/>
            <w:shd w:val="clear" w:color="auto" w:fill="998877"/>
          </w:tcPr>
          <w:p w14:paraId="0FB6EB09" w14:textId="77777777" w:rsidR="001F5B4D" w:rsidRPr="001F5B4D" w:rsidRDefault="001F5B4D" w:rsidP="001F5B4D"/>
        </w:tc>
        <w:tc>
          <w:tcPr>
            <w:tcW w:w="4536" w:type="dxa"/>
            <w:gridSpan w:val="2"/>
            <w:tcBorders>
              <w:bottom w:val="single" w:sz="4" w:space="0" w:color="auto"/>
            </w:tcBorders>
            <w:shd w:val="clear" w:color="auto" w:fill="998877"/>
          </w:tcPr>
          <w:p w14:paraId="77637BA1" w14:textId="4D17B557" w:rsidR="001F5B4D" w:rsidRPr="001F5B4D" w:rsidRDefault="001F5B4D" w:rsidP="001F5B4D">
            <w:r w:rsidRPr="001F5B4D">
              <w:t>Susceptibility score</w:t>
            </w:r>
          </w:p>
        </w:tc>
        <w:tc>
          <w:tcPr>
            <w:tcW w:w="851" w:type="dxa"/>
          </w:tcPr>
          <w:p w14:paraId="3E8AB4A4" w14:textId="2194B142" w:rsidR="001F5B4D" w:rsidRPr="001F5B4D" w:rsidRDefault="001F5B4D" w:rsidP="001F5B4D">
            <w:r w:rsidRPr="001F5B4D">
              <w:t>2.33</w:t>
            </w:r>
          </w:p>
        </w:tc>
      </w:tr>
      <w:tr w:rsidR="001F5B4D" w:rsidRPr="001F5B4D" w14:paraId="44BF8D61" w14:textId="77777777" w:rsidTr="001F5B4D">
        <w:tblPrEx>
          <w:tblCellMar>
            <w:top w:w="0" w:type="dxa"/>
            <w:bottom w:w="0" w:type="dxa"/>
          </w:tblCellMar>
        </w:tblPrEx>
        <w:trPr>
          <w:cantSplit/>
        </w:trPr>
        <w:tc>
          <w:tcPr>
            <w:tcW w:w="2551" w:type="dxa"/>
            <w:shd w:val="clear" w:color="auto" w:fill="998877"/>
          </w:tcPr>
          <w:p w14:paraId="54F0B90F" w14:textId="77777777" w:rsidR="001F5B4D" w:rsidRPr="001F5B4D" w:rsidRDefault="001F5B4D" w:rsidP="001F5B4D"/>
        </w:tc>
        <w:tc>
          <w:tcPr>
            <w:tcW w:w="4536" w:type="dxa"/>
            <w:gridSpan w:val="2"/>
            <w:shd w:val="clear" w:color="auto" w:fill="998877"/>
          </w:tcPr>
          <w:p w14:paraId="31F84CA4" w14:textId="606104F8" w:rsidR="001F5B4D" w:rsidRPr="001F5B4D" w:rsidRDefault="001F5B4D" w:rsidP="001F5B4D">
            <w:r w:rsidRPr="001F5B4D">
              <w:t>Vulnerability score</w:t>
            </w:r>
          </w:p>
        </w:tc>
        <w:tc>
          <w:tcPr>
            <w:tcW w:w="851" w:type="dxa"/>
          </w:tcPr>
          <w:p w14:paraId="1DA10167" w14:textId="05088FB0" w:rsidR="001F5B4D" w:rsidRPr="001F5B4D" w:rsidRDefault="001F5B4D" w:rsidP="001F5B4D">
            <w:r w:rsidRPr="001F5B4D">
              <w:t>3.47</w:t>
            </w:r>
          </w:p>
        </w:tc>
      </w:tr>
    </w:tbl>
    <w:p w14:paraId="7F8F1C08" w14:textId="347D1480"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B7EFC9A"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5" w:name="T_THR" w:colFirst="0" w:colLast="0"/>
          <w:p w14:paraId="568EB7F4" w14:textId="2F31C4D9" w:rsidR="001F5B4D" w:rsidRPr="001F5B4D" w:rsidRDefault="001F5B4D" w:rsidP="001F5B4D">
            <w:pPr>
              <w:rPr>
                <w:b/>
              </w:rPr>
            </w:pPr>
            <w:r w:rsidRPr="001F5B4D">
              <w:rPr>
                <w:b/>
              </w:rPr>
              <w:fldChar w:fldCharType="begin"/>
            </w:r>
            <w:r w:rsidRPr="001F5B4D">
              <w:rPr>
                <w:b/>
              </w:rPr>
              <w:instrText xml:space="preserve"> HYPERLINK  \l "S_THR" \o "PSA Score" </w:instrText>
            </w:r>
            <w:r w:rsidRPr="001F5B4D">
              <w:rPr>
                <w:b/>
              </w:rPr>
            </w:r>
            <w:r w:rsidRPr="001F5B4D">
              <w:rPr>
                <w:b/>
              </w:rPr>
              <w:fldChar w:fldCharType="separate"/>
            </w:r>
            <w:r w:rsidRPr="001F5B4D">
              <w:rPr>
                <w:rStyle w:val="Hyperlink"/>
                <w:b/>
              </w:rPr>
              <w:t>Thresher sharks nei</w:t>
            </w:r>
            <w:r w:rsidRPr="001F5B4D">
              <w:rPr>
                <w:b/>
              </w:rPr>
              <w:fldChar w:fldCharType="end"/>
            </w:r>
          </w:p>
        </w:tc>
        <w:tc>
          <w:tcPr>
            <w:tcW w:w="3969" w:type="dxa"/>
            <w:gridSpan w:val="2"/>
            <w:tcBorders>
              <w:bottom w:val="single" w:sz="4" w:space="0" w:color="auto"/>
            </w:tcBorders>
            <w:shd w:val="clear" w:color="auto" w:fill="998877"/>
          </w:tcPr>
          <w:p w14:paraId="18316F13" w14:textId="2F841F83" w:rsidR="001F5B4D" w:rsidRPr="001F5B4D" w:rsidRDefault="001F5B4D" w:rsidP="001F5B4D">
            <w:pPr>
              <w:rPr>
                <w:b/>
                <w:i/>
              </w:rPr>
            </w:pPr>
            <w:r w:rsidRPr="001F5B4D">
              <w:rPr>
                <w:b/>
                <w:i/>
              </w:rPr>
              <w:t>Alopias spp</w:t>
            </w:r>
          </w:p>
        </w:tc>
      </w:tr>
      <w:bookmarkEnd w:id="175"/>
      <w:tr w:rsidR="001F5B4D" w:rsidRPr="001F5B4D" w14:paraId="0C70CDCD" w14:textId="77777777" w:rsidTr="009A71AC">
        <w:tblPrEx>
          <w:tblCellMar>
            <w:top w:w="0" w:type="dxa"/>
            <w:bottom w:w="0" w:type="dxa"/>
          </w:tblCellMar>
        </w:tblPrEx>
        <w:trPr>
          <w:cantSplit/>
        </w:trPr>
        <w:tc>
          <w:tcPr>
            <w:tcW w:w="7938" w:type="dxa"/>
            <w:gridSpan w:val="4"/>
            <w:shd w:val="clear" w:color="auto" w:fill="998877"/>
          </w:tcPr>
          <w:p w14:paraId="4D608F93" w14:textId="29FBCA5B" w:rsidR="001F5B4D" w:rsidRPr="001F5B4D" w:rsidRDefault="001F5B4D" w:rsidP="001F5B4D">
            <w:pPr>
              <w:rPr>
                <w:b/>
              </w:rPr>
            </w:pPr>
            <w:r w:rsidRPr="001F5B4D">
              <w:rPr>
                <w:b/>
              </w:rPr>
              <w:t>Productivity</w:t>
            </w:r>
          </w:p>
        </w:tc>
      </w:tr>
      <w:tr w:rsidR="001F5B4D" w:rsidRPr="001F5B4D" w14:paraId="6A8E2DBB" w14:textId="77777777" w:rsidTr="001F5B4D">
        <w:tblPrEx>
          <w:tblCellMar>
            <w:top w:w="0" w:type="dxa"/>
            <w:bottom w:w="0" w:type="dxa"/>
          </w:tblCellMar>
        </w:tblPrEx>
        <w:trPr>
          <w:cantSplit/>
        </w:trPr>
        <w:tc>
          <w:tcPr>
            <w:tcW w:w="2551" w:type="dxa"/>
            <w:shd w:val="clear" w:color="auto" w:fill="998877"/>
          </w:tcPr>
          <w:p w14:paraId="5E93EB51" w14:textId="3B8ECD5D" w:rsidR="001F5B4D" w:rsidRPr="001F5B4D" w:rsidRDefault="001F5B4D" w:rsidP="001F5B4D">
            <w:r w:rsidRPr="001F5B4D">
              <w:t>Average age at maturity</w:t>
            </w:r>
          </w:p>
        </w:tc>
        <w:tc>
          <w:tcPr>
            <w:tcW w:w="4536" w:type="dxa"/>
            <w:gridSpan w:val="2"/>
          </w:tcPr>
          <w:p w14:paraId="6BB764F4" w14:textId="70694D7C" w:rsidR="001F5B4D" w:rsidRPr="001F5B4D" w:rsidRDefault="001F5B4D" w:rsidP="001F5B4D">
            <w:r w:rsidRPr="001F5B4D">
              <w:t>The score is based on the maximum risk score in the family Caesionidae, which included 1 species.</w:t>
            </w:r>
          </w:p>
        </w:tc>
        <w:tc>
          <w:tcPr>
            <w:tcW w:w="851" w:type="dxa"/>
          </w:tcPr>
          <w:p w14:paraId="75A8DF5F" w14:textId="12CE930C" w:rsidR="001F5B4D" w:rsidRPr="001F5B4D" w:rsidRDefault="001F5B4D" w:rsidP="001F5B4D">
            <w:r w:rsidRPr="001F5B4D">
              <w:t>2</w:t>
            </w:r>
          </w:p>
        </w:tc>
      </w:tr>
      <w:tr w:rsidR="001F5B4D" w:rsidRPr="001F5B4D" w14:paraId="21011B7D" w14:textId="77777777" w:rsidTr="001F5B4D">
        <w:tblPrEx>
          <w:tblCellMar>
            <w:top w:w="0" w:type="dxa"/>
            <w:bottom w:w="0" w:type="dxa"/>
          </w:tblCellMar>
        </w:tblPrEx>
        <w:trPr>
          <w:cantSplit/>
        </w:trPr>
        <w:tc>
          <w:tcPr>
            <w:tcW w:w="2551" w:type="dxa"/>
            <w:shd w:val="clear" w:color="auto" w:fill="998877"/>
          </w:tcPr>
          <w:p w14:paraId="6B7D4043" w14:textId="19EBF6B9" w:rsidR="001F5B4D" w:rsidRPr="001F5B4D" w:rsidRDefault="001F5B4D" w:rsidP="001F5B4D">
            <w:r w:rsidRPr="001F5B4D">
              <w:t>Average max age</w:t>
            </w:r>
          </w:p>
        </w:tc>
        <w:tc>
          <w:tcPr>
            <w:tcW w:w="4536" w:type="dxa"/>
            <w:gridSpan w:val="2"/>
          </w:tcPr>
          <w:p w14:paraId="3F1748AB" w14:textId="0C64D600" w:rsidR="001F5B4D" w:rsidRPr="001F5B4D" w:rsidRDefault="001F5B4D" w:rsidP="001F5B4D">
            <w:r w:rsidRPr="001F5B4D">
              <w:t>The score is based on the maximum risk score in the family Caesionidae, which included 1 species.</w:t>
            </w:r>
          </w:p>
        </w:tc>
        <w:tc>
          <w:tcPr>
            <w:tcW w:w="851" w:type="dxa"/>
          </w:tcPr>
          <w:p w14:paraId="7B4BAB8C" w14:textId="137279B9" w:rsidR="001F5B4D" w:rsidRPr="001F5B4D" w:rsidRDefault="001F5B4D" w:rsidP="001F5B4D">
            <w:r w:rsidRPr="001F5B4D">
              <w:t>3</w:t>
            </w:r>
          </w:p>
        </w:tc>
      </w:tr>
      <w:tr w:rsidR="001F5B4D" w:rsidRPr="001F5B4D" w14:paraId="523FA22D" w14:textId="77777777" w:rsidTr="001F5B4D">
        <w:tblPrEx>
          <w:tblCellMar>
            <w:top w:w="0" w:type="dxa"/>
            <w:bottom w:w="0" w:type="dxa"/>
          </w:tblCellMar>
        </w:tblPrEx>
        <w:trPr>
          <w:cantSplit/>
        </w:trPr>
        <w:tc>
          <w:tcPr>
            <w:tcW w:w="2551" w:type="dxa"/>
            <w:shd w:val="clear" w:color="auto" w:fill="998877"/>
          </w:tcPr>
          <w:p w14:paraId="4288472D" w14:textId="29B458C5" w:rsidR="001F5B4D" w:rsidRPr="001F5B4D" w:rsidRDefault="001F5B4D" w:rsidP="001F5B4D">
            <w:r w:rsidRPr="001F5B4D">
              <w:t>Fecundity</w:t>
            </w:r>
          </w:p>
        </w:tc>
        <w:tc>
          <w:tcPr>
            <w:tcW w:w="4536" w:type="dxa"/>
            <w:gridSpan w:val="2"/>
          </w:tcPr>
          <w:p w14:paraId="011F6F1B" w14:textId="06BE37A4" w:rsidR="001F5B4D" w:rsidRPr="001F5B4D" w:rsidRDefault="001F5B4D" w:rsidP="001F5B4D">
            <w:r w:rsidRPr="001F5B4D">
              <w:t>The score is based on the maximum risk score in the family Agonidae, which included 1 species.</w:t>
            </w:r>
          </w:p>
        </w:tc>
        <w:tc>
          <w:tcPr>
            <w:tcW w:w="851" w:type="dxa"/>
          </w:tcPr>
          <w:p w14:paraId="2DF6058C" w14:textId="4A693949" w:rsidR="001F5B4D" w:rsidRPr="001F5B4D" w:rsidRDefault="001F5B4D" w:rsidP="001F5B4D">
            <w:r w:rsidRPr="001F5B4D">
              <w:t>3</w:t>
            </w:r>
          </w:p>
        </w:tc>
      </w:tr>
      <w:tr w:rsidR="001F5B4D" w:rsidRPr="001F5B4D" w14:paraId="73B91C4D" w14:textId="77777777" w:rsidTr="001F5B4D">
        <w:tblPrEx>
          <w:tblCellMar>
            <w:top w:w="0" w:type="dxa"/>
            <w:bottom w:w="0" w:type="dxa"/>
          </w:tblCellMar>
        </w:tblPrEx>
        <w:trPr>
          <w:cantSplit/>
        </w:trPr>
        <w:tc>
          <w:tcPr>
            <w:tcW w:w="2551" w:type="dxa"/>
            <w:shd w:val="clear" w:color="auto" w:fill="998877"/>
          </w:tcPr>
          <w:p w14:paraId="6E3D8747" w14:textId="41C793E4" w:rsidR="001F5B4D" w:rsidRPr="001F5B4D" w:rsidRDefault="001F5B4D" w:rsidP="001F5B4D">
            <w:r w:rsidRPr="001F5B4D">
              <w:t>Average max size</w:t>
            </w:r>
          </w:p>
        </w:tc>
        <w:tc>
          <w:tcPr>
            <w:tcW w:w="4536" w:type="dxa"/>
            <w:gridSpan w:val="2"/>
          </w:tcPr>
          <w:p w14:paraId="497B98BE" w14:textId="20815AA9" w:rsidR="001F5B4D" w:rsidRPr="001F5B4D" w:rsidRDefault="001F5B4D" w:rsidP="001F5B4D">
            <w:r w:rsidRPr="001F5B4D">
              <w:t>The score is based on the maximum risk score in the family Scyliorhinidae, which included 5 species.</w:t>
            </w:r>
          </w:p>
        </w:tc>
        <w:tc>
          <w:tcPr>
            <w:tcW w:w="851" w:type="dxa"/>
          </w:tcPr>
          <w:p w14:paraId="259F84DF" w14:textId="1D7FCE27" w:rsidR="001F5B4D" w:rsidRPr="001F5B4D" w:rsidRDefault="001F5B4D" w:rsidP="001F5B4D">
            <w:r w:rsidRPr="001F5B4D">
              <w:t>3</w:t>
            </w:r>
          </w:p>
        </w:tc>
      </w:tr>
      <w:tr w:rsidR="001F5B4D" w:rsidRPr="001F5B4D" w14:paraId="299150FB" w14:textId="77777777" w:rsidTr="001F5B4D">
        <w:tblPrEx>
          <w:tblCellMar>
            <w:top w:w="0" w:type="dxa"/>
            <w:bottom w:w="0" w:type="dxa"/>
          </w:tblCellMar>
        </w:tblPrEx>
        <w:trPr>
          <w:cantSplit/>
        </w:trPr>
        <w:tc>
          <w:tcPr>
            <w:tcW w:w="2551" w:type="dxa"/>
            <w:shd w:val="clear" w:color="auto" w:fill="998877"/>
          </w:tcPr>
          <w:p w14:paraId="1F7FA625" w14:textId="4B146FF4" w:rsidR="001F5B4D" w:rsidRPr="001F5B4D" w:rsidRDefault="001F5B4D" w:rsidP="001F5B4D">
            <w:r w:rsidRPr="001F5B4D">
              <w:t>Average size at maturity</w:t>
            </w:r>
          </w:p>
        </w:tc>
        <w:tc>
          <w:tcPr>
            <w:tcW w:w="4536" w:type="dxa"/>
            <w:gridSpan w:val="2"/>
          </w:tcPr>
          <w:p w14:paraId="7F1589C4" w14:textId="6A17CFE9" w:rsidR="001F5B4D" w:rsidRPr="001F5B4D" w:rsidRDefault="001F5B4D" w:rsidP="001F5B4D">
            <w:r w:rsidRPr="001F5B4D">
              <w:t>The score is based on the maximum risk score in the family Scyliorhinidae, which included 5 species.</w:t>
            </w:r>
          </w:p>
        </w:tc>
        <w:tc>
          <w:tcPr>
            <w:tcW w:w="851" w:type="dxa"/>
          </w:tcPr>
          <w:p w14:paraId="78532A79" w14:textId="2E90098B" w:rsidR="001F5B4D" w:rsidRPr="001F5B4D" w:rsidRDefault="001F5B4D" w:rsidP="001F5B4D">
            <w:r w:rsidRPr="001F5B4D">
              <w:t>3</w:t>
            </w:r>
          </w:p>
        </w:tc>
      </w:tr>
      <w:tr w:rsidR="001F5B4D" w:rsidRPr="001F5B4D" w14:paraId="636884E9" w14:textId="77777777" w:rsidTr="001F5B4D">
        <w:tblPrEx>
          <w:tblCellMar>
            <w:top w:w="0" w:type="dxa"/>
            <w:bottom w:w="0" w:type="dxa"/>
          </w:tblCellMar>
        </w:tblPrEx>
        <w:trPr>
          <w:cantSplit/>
        </w:trPr>
        <w:tc>
          <w:tcPr>
            <w:tcW w:w="2551" w:type="dxa"/>
            <w:shd w:val="clear" w:color="auto" w:fill="998877"/>
          </w:tcPr>
          <w:p w14:paraId="46DC6BC0" w14:textId="66CAE28D" w:rsidR="001F5B4D" w:rsidRPr="001F5B4D" w:rsidRDefault="001F5B4D" w:rsidP="001F5B4D">
            <w:r w:rsidRPr="001F5B4D">
              <w:t>Reproductive strategy</w:t>
            </w:r>
          </w:p>
        </w:tc>
        <w:tc>
          <w:tcPr>
            <w:tcW w:w="4536" w:type="dxa"/>
            <w:gridSpan w:val="2"/>
          </w:tcPr>
          <w:p w14:paraId="111E71EE" w14:textId="106218E3" w:rsidR="001F5B4D" w:rsidRPr="001F5B4D" w:rsidRDefault="001F5B4D" w:rsidP="001F5B4D">
            <w:r w:rsidRPr="001F5B4D">
              <w:t>The score is based on the maximum risk score in the family Scyliorhinidae, which included 5 species.</w:t>
            </w:r>
          </w:p>
        </w:tc>
        <w:tc>
          <w:tcPr>
            <w:tcW w:w="851" w:type="dxa"/>
          </w:tcPr>
          <w:p w14:paraId="58056E62" w14:textId="1E6171E4" w:rsidR="001F5B4D" w:rsidRPr="001F5B4D" w:rsidRDefault="001F5B4D" w:rsidP="001F5B4D">
            <w:r w:rsidRPr="001F5B4D">
              <w:t>3</w:t>
            </w:r>
          </w:p>
        </w:tc>
      </w:tr>
      <w:tr w:rsidR="001F5B4D" w:rsidRPr="001F5B4D" w14:paraId="76683AE3" w14:textId="77777777" w:rsidTr="001F5B4D">
        <w:tblPrEx>
          <w:tblCellMar>
            <w:top w:w="0" w:type="dxa"/>
            <w:bottom w:w="0" w:type="dxa"/>
          </w:tblCellMar>
        </w:tblPrEx>
        <w:trPr>
          <w:cantSplit/>
        </w:trPr>
        <w:tc>
          <w:tcPr>
            <w:tcW w:w="2551" w:type="dxa"/>
            <w:shd w:val="clear" w:color="auto" w:fill="998877"/>
          </w:tcPr>
          <w:p w14:paraId="3BBFBA48" w14:textId="1B5AFEDD" w:rsidR="001F5B4D" w:rsidRPr="001F5B4D" w:rsidRDefault="001F5B4D" w:rsidP="001F5B4D">
            <w:r w:rsidRPr="001F5B4D">
              <w:t>Trophic level</w:t>
            </w:r>
          </w:p>
        </w:tc>
        <w:tc>
          <w:tcPr>
            <w:tcW w:w="4536" w:type="dxa"/>
            <w:gridSpan w:val="2"/>
            <w:tcBorders>
              <w:bottom w:val="single" w:sz="4" w:space="0" w:color="auto"/>
            </w:tcBorders>
          </w:tcPr>
          <w:p w14:paraId="455A3B9D" w14:textId="0CF01F42" w:rsidR="001F5B4D" w:rsidRPr="001F5B4D" w:rsidRDefault="001F5B4D" w:rsidP="001F5B4D">
            <w:r w:rsidRPr="001F5B4D">
              <w:t>The score is based on the maximum risk score in the family Scyliorhinidae, which included 5 species.</w:t>
            </w:r>
          </w:p>
        </w:tc>
        <w:tc>
          <w:tcPr>
            <w:tcW w:w="851" w:type="dxa"/>
          </w:tcPr>
          <w:p w14:paraId="31ADDF9C" w14:textId="72EBD894" w:rsidR="001F5B4D" w:rsidRPr="001F5B4D" w:rsidRDefault="001F5B4D" w:rsidP="001F5B4D">
            <w:r w:rsidRPr="001F5B4D">
              <w:t>3</w:t>
            </w:r>
          </w:p>
        </w:tc>
      </w:tr>
      <w:tr w:rsidR="001F5B4D" w:rsidRPr="001F5B4D" w14:paraId="7C57339F"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17A800CA" w14:textId="77777777" w:rsidR="001F5B4D" w:rsidRPr="001F5B4D" w:rsidRDefault="001F5B4D" w:rsidP="001F5B4D"/>
        </w:tc>
        <w:tc>
          <w:tcPr>
            <w:tcW w:w="4536" w:type="dxa"/>
            <w:gridSpan w:val="2"/>
            <w:tcBorders>
              <w:bottom w:val="single" w:sz="4" w:space="0" w:color="auto"/>
            </w:tcBorders>
            <w:shd w:val="clear" w:color="auto" w:fill="998877"/>
          </w:tcPr>
          <w:p w14:paraId="233315A2" w14:textId="5CE0890B" w:rsidR="001F5B4D" w:rsidRPr="001F5B4D" w:rsidRDefault="001F5B4D" w:rsidP="001F5B4D">
            <w:r w:rsidRPr="001F5B4D">
              <w:t>Productivity score</w:t>
            </w:r>
          </w:p>
        </w:tc>
        <w:tc>
          <w:tcPr>
            <w:tcW w:w="851" w:type="dxa"/>
            <w:tcBorders>
              <w:bottom w:val="single" w:sz="4" w:space="0" w:color="auto"/>
            </w:tcBorders>
          </w:tcPr>
          <w:p w14:paraId="79D1AFEE" w14:textId="2CF65EC3" w:rsidR="001F5B4D" w:rsidRPr="001F5B4D" w:rsidRDefault="001F5B4D" w:rsidP="001F5B4D">
            <w:r w:rsidRPr="001F5B4D">
              <w:t>2.86</w:t>
            </w:r>
          </w:p>
        </w:tc>
      </w:tr>
      <w:tr w:rsidR="001F5B4D" w:rsidRPr="001F5B4D" w14:paraId="30FF0B23" w14:textId="77777777" w:rsidTr="00497636">
        <w:tblPrEx>
          <w:tblCellMar>
            <w:top w:w="0" w:type="dxa"/>
            <w:bottom w:w="0" w:type="dxa"/>
          </w:tblCellMar>
        </w:tblPrEx>
        <w:trPr>
          <w:cantSplit/>
        </w:trPr>
        <w:tc>
          <w:tcPr>
            <w:tcW w:w="7938" w:type="dxa"/>
            <w:gridSpan w:val="4"/>
            <w:shd w:val="clear" w:color="auto" w:fill="998877"/>
          </w:tcPr>
          <w:p w14:paraId="6B838E82" w14:textId="55036109" w:rsidR="001F5B4D" w:rsidRPr="001F5B4D" w:rsidRDefault="001F5B4D" w:rsidP="001F5B4D">
            <w:pPr>
              <w:rPr>
                <w:b/>
              </w:rPr>
            </w:pPr>
            <w:r w:rsidRPr="001F5B4D">
              <w:rPr>
                <w:b/>
              </w:rPr>
              <w:t>Susceptibility</w:t>
            </w:r>
          </w:p>
        </w:tc>
      </w:tr>
      <w:tr w:rsidR="001F5B4D" w:rsidRPr="001F5B4D" w14:paraId="4BDA70B6" w14:textId="77777777" w:rsidTr="001F5B4D">
        <w:tblPrEx>
          <w:tblCellMar>
            <w:top w:w="0" w:type="dxa"/>
            <w:bottom w:w="0" w:type="dxa"/>
          </w:tblCellMar>
        </w:tblPrEx>
        <w:trPr>
          <w:cantSplit/>
        </w:trPr>
        <w:tc>
          <w:tcPr>
            <w:tcW w:w="2551" w:type="dxa"/>
            <w:shd w:val="clear" w:color="auto" w:fill="998877"/>
          </w:tcPr>
          <w:p w14:paraId="435B0592" w14:textId="7DAE71E7" w:rsidR="001F5B4D" w:rsidRPr="001F5B4D" w:rsidRDefault="001F5B4D" w:rsidP="001F5B4D">
            <w:r w:rsidRPr="001F5B4D">
              <w:t>Areal overlap (availability)</w:t>
            </w:r>
          </w:p>
        </w:tc>
        <w:tc>
          <w:tcPr>
            <w:tcW w:w="4536" w:type="dxa"/>
            <w:gridSpan w:val="2"/>
          </w:tcPr>
          <w:p w14:paraId="15F1934D" w14:textId="2854B0BE" w:rsidR="001F5B4D" w:rsidRPr="001F5B4D" w:rsidRDefault="001F5B4D" w:rsidP="001F5B4D">
            <w:r w:rsidRPr="001F5B4D">
              <w:t>Worldwide pelagic distribution</w:t>
            </w:r>
          </w:p>
        </w:tc>
        <w:tc>
          <w:tcPr>
            <w:tcW w:w="851" w:type="dxa"/>
          </w:tcPr>
          <w:p w14:paraId="6FAC9B9B" w14:textId="540D2C62" w:rsidR="001F5B4D" w:rsidRPr="001F5B4D" w:rsidRDefault="001F5B4D" w:rsidP="001F5B4D">
            <w:r w:rsidRPr="001F5B4D">
              <w:t>3</w:t>
            </w:r>
          </w:p>
        </w:tc>
      </w:tr>
      <w:tr w:rsidR="001F5B4D" w:rsidRPr="001F5B4D" w14:paraId="22FBD083" w14:textId="77777777" w:rsidTr="001F5B4D">
        <w:tblPrEx>
          <w:tblCellMar>
            <w:top w:w="0" w:type="dxa"/>
            <w:bottom w:w="0" w:type="dxa"/>
          </w:tblCellMar>
        </w:tblPrEx>
        <w:trPr>
          <w:cantSplit/>
        </w:trPr>
        <w:tc>
          <w:tcPr>
            <w:tcW w:w="2551" w:type="dxa"/>
            <w:shd w:val="clear" w:color="auto" w:fill="998877"/>
          </w:tcPr>
          <w:p w14:paraId="1622C312" w14:textId="186C90C2" w:rsidR="001F5B4D" w:rsidRPr="001F5B4D" w:rsidRDefault="001F5B4D" w:rsidP="001F5B4D">
            <w:r w:rsidRPr="001F5B4D">
              <w:t>Encounterability</w:t>
            </w:r>
          </w:p>
        </w:tc>
        <w:tc>
          <w:tcPr>
            <w:tcW w:w="4536" w:type="dxa"/>
            <w:gridSpan w:val="2"/>
          </w:tcPr>
          <w:p w14:paraId="4EA251EB" w14:textId="17FA1E32" w:rsidR="001F5B4D" w:rsidRPr="001F5B4D" w:rsidRDefault="001F5B4D" w:rsidP="001F5B4D">
            <w:r w:rsidRPr="001F5B4D">
              <w:t>The depth range of the species is 1-500m. For surface gears, the vertical overlap index with this species is 20.00%.</w:t>
            </w:r>
          </w:p>
        </w:tc>
        <w:tc>
          <w:tcPr>
            <w:tcW w:w="851" w:type="dxa"/>
          </w:tcPr>
          <w:p w14:paraId="442D900B" w14:textId="71653515" w:rsidR="001F5B4D" w:rsidRPr="001F5B4D" w:rsidRDefault="001F5B4D" w:rsidP="001F5B4D">
            <w:r w:rsidRPr="001F5B4D">
              <w:t>2</w:t>
            </w:r>
          </w:p>
        </w:tc>
      </w:tr>
      <w:tr w:rsidR="001F5B4D" w:rsidRPr="001F5B4D" w14:paraId="31EFA8BB" w14:textId="77777777" w:rsidTr="001F5B4D">
        <w:tblPrEx>
          <w:tblCellMar>
            <w:top w:w="0" w:type="dxa"/>
            <w:bottom w:w="0" w:type="dxa"/>
          </w:tblCellMar>
        </w:tblPrEx>
        <w:trPr>
          <w:cantSplit/>
        </w:trPr>
        <w:tc>
          <w:tcPr>
            <w:tcW w:w="2551" w:type="dxa"/>
            <w:shd w:val="clear" w:color="auto" w:fill="998877"/>
          </w:tcPr>
          <w:p w14:paraId="317AF540" w14:textId="52B26D6D" w:rsidR="001F5B4D" w:rsidRPr="001F5B4D" w:rsidRDefault="001F5B4D" w:rsidP="001F5B4D">
            <w:r w:rsidRPr="001F5B4D">
              <w:t>Selectivity</w:t>
            </w:r>
          </w:p>
        </w:tc>
        <w:tc>
          <w:tcPr>
            <w:tcW w:w="4536" w:type="dxa"/>
            <w:gridSpan w:val="2"/>
          </w:tcPr>
          <w:p w14:paraId="551F72EA" w14:textId="221CBFBF" w:rsidR="001F5B4D" w:rsidRPr="001F5B4D" w:rsidRDefault="001F5B4D" w:rsidP="001F5B4D">
            <w:r w:rsidRPr="001F5B4D">
              <w:t>The maximum length of the species is missing, but the family's maximum length based on 3 species is 573cm. For tropical surface fisheries, the length overlap index with this species is 100.00%.</w:t>
            </w:r>
          </w:p>
        </w:tc>
        <w:tc>
          <w:tcPr>
            <w:tcW w:w="851" w:type="dxa"/>
          </w:tcPr>
          <w:p w14:paraId="32884C9B" w14:textId="43F4D15C" w:rsidR="001F5B4D" w:rsidRPr="001F5B4D" w:rsidRDefault="001F5B4D" w:rsidP="001F5B4D">
            <w:r w:rsidRPr="001F5B4D">
              <w:t>3</w:t>
            </w:r>
          </w:p>
        </w:tc>
      </w:tr>
      <w:tr w:rsidR="001F5B4D" w:rsidRPr="001F5B4D" w14:paraId="6C6F1E30" w14:textId="77777777" w:rsidTr="001F5B4D">
        <w:tblPrEx>
          <w:tblCellMar>
            <w:top w:w="0" w:type="dxa"/>
            <w:bottom w:w="0" w:type="dxa"/>
          </w:tblCellMar>
        </w:tblPrEx>
        <w:trPr>
          <w:cantSplit/>
        </w:trPr>
        <w:tc>
          <w:tcPr>
            <w:tcW w:w="2551" w:type="dxa"/>
            <w:shd w:val="clear" w:color="auto" w:fill="998877"/>
          </w:tcPr>
          <w:p w14:paraId="5228E047" w14:textId="2210A17F" w:rsidR="001F5B4D" w:rsidRPr="001F5B4D" w:rsidRDefault="001F5B4D" w:rsidP="001F5B4D">
            <w:r w:rsidRPr="001F5B4D">
              <w:t>Post capture mortality</w:t>
            </w:r>
          </w:p>
        </w:tc>
        <w:tc>
          <w:tcPr>
            <w:tcW w:w="4536" w:type="dxa"/>
            <w:gridSpan w:val="2"/>
            <w:tcBorders>
              <w:bottom w:val="single" w:sz="4" w:space="0" w:color="auto"/>
            </w:tcBorders>
          </w:tcPr>
          <w:p w14:paraId="0530F58A" w14:textId="73104E44" w:rsidR="001F5B4D" w:rsidRPr="001F5B4D" w:rsidRDefault="001F5B4D" w:rsidP="001F5B4D">
            <w:r w:rsidRPr="001F5B4D">
              <w:t>No direct evidence of survival after capture.</w:t>
            </w:r>
          </w:p>
        </w:tc>
        <w:tc>
          <w:tcPr>
            <w:tcW w:w="851" w:type="dxa"/>
          </w:tcPr>
          <w:p w14:paraId="42485845" w14:textId="53976B55" w:rsidR="001F5B4D" w:rsidRPr="001F5B4D" w:rsidRDefault="001F5B4D" w:rsidP="001F5B4D">
            <w:r w:rsidRPr="001F5B4D">
              <w:t>3</w:t>
            </w:r>
          </w:p>
        </w:tc>
      </w:tr>
      <w:tr w:rsidR="001F5B4D" w:rsidRPr="001F5B4D" w14:paraId="6BFB082C" w14:textId="77777777" w:rsidTr="001F5B4D">
        <w:tblPrEx>
          <w:tblCellMar>
            <w:top w:w="0" w:type="dxa"/>
            <w:bottom w:w="0" w:type="dxa"/>
          </w:tblCellMar>
        </w:tblPrEx>
        <w:trPr>
          <w:cantSplit/>
        </w:trPr>
        <w:tc>
          <w:tcPr>
            <w:tcW w:w="2551" w:type="dxa"/>
            <w:shd w:val="clear" w:color="auto" w:fill="998877"/>
          </w:tcPr>
          <w:p w14:paraId="7DE61071" w14:textId="77777777" w:rsidR="001F5B4D" w:rsidRPr="001F5B4D" w:rsidRDefault="001F5B4D" w:rsidP="001F5B4D"/>
        </w:tc>
        <w:tc>
          <w:tcPr>
            <w:tcW w:w="4536" w:type="dxa"/>
            <w:gridSpan w:val="2"/>
            <w:tcBorders>
              <w:bottom w:val="single" w:sz="4" w:space="0" w:color="auto"/>
            </w:tcBorders>
            <w:shd w:val="clear" w:color="auto" w:fill="998877"/>
          </w:tcPr>
          <w:p w14:paraId="7E11CCBD" w14:textId="72FD739E" w:rsidR="001F5B4D" w:rsidRPr="001F5B4D" w:rsidRDefault="001F5B4D" w:rsidP="001F5B4D">
            <w:r w:rsidRPr="001F5B4D">
              <w:t>Susceptibility score</w:t>
            </w:r>
          </w:p>
        </w:tc>
        <w:tc>
          <w:tcPr>
            <w:tcW w:w="851" w:type="dxa"/>
          </w:tcPr>
          <w:p w14:paraId="0BE85B16" w14:textId="00496924" w:rsidR="001F5B4D" w:rsidRPr="001F5B4D" w:rsidRDefault="001F5B4D" w:rsidP="001F5B4D">
            <w:r w:rsidRPr="001F5B4D">
              <w:t>2.33</w:t>
            </w:r>
          </w:p>
        </w:tc>
      </w:tr>
      <w:tr w:rsidR="001F5B4D" w:rsidRPr="001F5B4D" w14:paraId="45E38F9A" w14:textId="77777777" w:rsidTr="001F5B4D">
        <w:tblPrEx>
          <w:tblCellMar>
            <w:top w:w="0" w:type="dxa"/>
            <w:bottom w:w="0" w:type="dxa"/>
          </w:tblCellMar>
        </w:tblPrEx>
        <w:trPr>
          <w:cantSplit/>
        </w:trPr>
        <w:tc>
          <w:tcPr>
            <w:tcW w:w="2551" w:type="dxa"/>
            <w:shd w:val="clear" w:color="auto" w:fill="998877"/>
          </w:tcPr>
          <w:p w14:paraId="18756E22" w14:textId="77777777" w:rsidR="001F5B4D" w:rsidRPr="001F5B4D" w:rsidRDefault="001F5B4D" w:rsidP="001F5B4D"/>
        </w:tc>
        <w:tc>
          <w:tcPr>
            <w:tcW w:w="4536" w:type="dxa"/>
            <w:gridSpan w:val="2"/>
            <w:shd w:val="clear" w:color="auto" w:fill="998877"/>
          </w:tcPr>
          <w:p w14:paraId="6C0EC26D" w14:textId="1B533D8E" w:rsidR="001F5B4D" w:rsidRPr="001F5B4D" w:rsidRDefault="001F5B4D" w:rsidP="001F5B4D">
            <w:r w:rsidRPr="001F5B4D">
              <w:t>Vulnerability score</w:t>
            </w:r>
          </w:p>
        </w:tc>
        <w:tc>
          <w:tcPr>
            <w:tcW w:w="851" w:type="dxa"/>
          </w:tcPr>
          <w:p w14:paraId="0D45B2A8" w14:textId="636D4242" w:rsidR="001F5B4D" w:rsidRPr="001F5B4D" w:rsidRDefault="001F5B4D" w:rsidP="001F5B4D">
            <w:r w:rsidRPr="001F5B4D">
              <w:t>3.68</w:t>
            </w:r>
          </w:p>
        </w:tc>
      </w:tr>
    </w:tbl>
    <w:p w14:paraId="3D8849DE" w14:textId="7193C5C0"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92DFCF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6" w:name="T_GAG" w:colFirst="0" w:colLast="0"/>
          <w:p w14:paraId="65885F74" w14:textId="3D07F487" w:rsidR="001F5B4D" w:rsidRPr="001F5B4D" w:rsidRDefault="001F5B4D" w:rsidP="001F5B4D">
            <w:pPr>
              <w:rPr>
                <w:b/>
              </w:rPr>
            </w:pPr>
            <w:r w:rsidRPr="001F5B4D">
              <w:rPr>
                <w:b/>
              </w:rPr>
              <w:fldChar w:fldCharType="begin"/>
            </w:r>
            <w:r w:rsidRPr="001F5B4D">
              <w:rPr>
                <w:b/>
              </w:rPr>
              <w:instrText xml:space="preserve"> HYPERLINK  \l "S_GAG" \o "PSA Score" </w:instrText>
            </w:r>
            <w:r w:rsidRPr="001F5B4D">
              <w:rPr>
                <w:b/>
              </w:rPr>
            </w:r>
            <w:r w:rsidRPr="001F5B4D">
              <w:rPr>
                <w:b/>
              </w:rPr>
              <w:fldChar w:fldCharType="separate"/>
            </w:r>
            <w:r w:rsidRPr="001F5B4D">
              <w:rPr>
                <w:rStyle w:val="Hyperlink"/>
                <w:b/>
              </w:rPr>
              <w:t>School Shark, Tope shark</w:t>
            </w:r>
            <w:r w:rsidRPr="001F5B4D">
              <w:rPr>
                <w:b/>
              </w:rPr>
              <w:fldChar w:fldCharType="end"/>
            </w:r>
          </w:p>
        </w:tc>
        <w:tc>
          <w:tcPr>
            <w:tcW w:w="3969" w:type="dxa"/>
            <w:gridSpan w:val="2"/>
            <w:tcBorders>
              <w:bottom w:val="single" w:sz="4" w:space="0" w:color="auto"/>
            </w:tcBorders>
            <w:shd w:val="clear" w:color="auto" w:fill="998877"/>
          </w:tcPr>
          <w:p w14:paraId="4AFE4F1E" w14:textId="3E8C16A6" w:rsidR="001F5B4D" w:rsidRPr="001F5B4D" w:rsidRDefault="001F5B4D" w:rsidP="001F5B4D">
            <w:pPr>
              <w:rPr>
                <w:b/>
                <w:i/>
              </w:rPr>
            </w:pPr>
            <w:r w:rsidRPr="001F5B4D">
              <w:rPr>
                <w:b/>
                <w:i/>
              </w:rPr>
              <w:t>Galeorhinus galeus</w:t>
            </w:r>
          </w:p>
        </w:tc>
      </w:tr>
      <w:bookmarkEnd w:id="176"/>
      <w:tr w:rsidR="001F5B4D" w:rsidRPr="001F5B4D" w14:paraId="29FF334F" w14:textId="77777777" w:rsidTr="003D46A4">
        <w:tblPrEx>
          <w:tblCellMar>
            <w:top w:w="0" w:type="dxa"/>
            <w:bottom w:w="0" w:type="dxa"/>
          </w:tblCellMar>
        </w:tblPrEx>
        <w:trPr>
          <w:cantSplit/>
        </w:trPr>
        <w:tc>
          <w:tcPr>
            <w:tcW w:w="7938" w:type="dxa"/>
            <w:gridSpan w:val="4"/>
            <w:shd w:val="clear" w:color="auto" w:fill="998877"/>
          </w:tcPr>
          <w:p w14:paraId="4C4C6659" w14:textId="3B67A90D" w:rsidR="001F5B4D" w:rsidRPr="001F5B4D" w:rsidRDefault="001F5B4D" w:rsidP="001F5B4D">
            <w:pPr>
              <w:rPr>
                <w:b/>
              </w:rPr>
            </w:pPr>
            <w:r w:rsidRPr="001F5B4D">
              <w:rPr>
                <w:b/>
              </w:rPr>
              <w:t>Productivity</w:t>
            </w:r>
          </w:p>
        </w:tc>
      </w:tr>
      <w:tr w:rsidR="001F5B4D" w:rsidRPr="001F5B4D" w14:paraId="561FC81D" w14:textId="77777777" w:rsidTr="001F5B4D">
        <w:tblPrEx>
          <w:tblCellMar>
            <w:top w:w="0" w:type="dxa"/>
            <w:bottom w:w="0" w:type="dxa"/>
          </w:tblCellMar>
        </w:tblPrEx>
        <w:trPr>
          <w:cantSplit/>
        </w:trPr>
        <w:tc>
          <w:tcPr>
            <w:tcW w:w="2551" w:type="dxa"/>
            <w:shd w:val="clear" w:color="auto" w:fill="998877"/>
          </w:tcPr>
          <w:p w14:paraId="3E602269" w14:textId="12CD3503" w:rsidR="001F5B4D" w:rsidRPr="001F5B4D" w:rsidRDefault="001F5B4D" w:rsidP="001F5B4D">
            <w:r w:rsidRPr="001F5B4D">
              <w:t>Average age at maturity</w:t>
            </w:r>
          </w:p>
        </w:tc>
        <w:tc>
          <w:tcPr>
            <w:tcW w:w="4536" w:type="dxa"/>
            <w:gridSpan w:val="2"/>
          </w:tcPr>
          <w:p w14:paraId="0914DF47" w14:textId="65776D09" w:rsidR="001F5B4D" w:rsidRPr="001F5B4D" w:rsidRDefault="001F5B4D" w:rsidP="001F5B4D">
            <w:r w:rsidRPr="001F5B4D">
              <w:t>Species growth rate (K) is 0.100, which is in the medium risk K range (0.061-0.183) for age at maturity.</w:t>
            </w:r>
          </w:p>
        </w:tc>
        <w:tc>
          <w:tcPr>
            <w:tcW w:w="851" w:type="dxa"/>
          </w:tcPr>
          <w:p w14:paraId="00C66510" w14:textId="319ECDE8" w:rsidR="001F5B4D" w:rsidRPr="001F5B4D" w:rsidRDefault="001F5B4D" w:rsidP="001F5B4D">
            <w:r w:rsidRPr="001F5B4D">
              <w:t>2</w:t>
            </w:r>
          </w:p>
        </w:tc>
      </w:tr>
      <w:tr w:rsidR="001F5B4D" w:rsidRPr="001F5B4D" w14:paraId="40C91EAF" w14:textId="77777777" w:rsidTr="001F5B4D">
        <w:tblPrEx>
          <w:tblCellMar>
            <w:top w:w="0" w:type="dxa"/>
            <w:bottom w:w="0" w:type="dxa"/>
          </w:tblCellMar>
        </w:tblPrEx>
        <w:trPr>
          <w:cantSplit/>
        </w:trPr>
        <w:tc>
          <w:tcPr>
            <w:tcW w:w="2551" w:type="dxa"/>
            <w:shd w:val="clear" w:color="auto" w:fill="998877"/>
          </w:tcPr>
          <w:p w14:paraId="1C4CEE4F" w14:textId="344E1CBE" w:rsidR="001F5B4D" w:rsidRPr="001F5B4D" w:rsidRDefault="001F5B4D" w:rsidP="001F5B4D">
            <w:r w:rsidRPr="001F5B4D">
              <w:t>Average max age</w:t>
            </w:r>
          </w:p>
        </w:tc>
        <w:tc>
          <w:tcPr>
            <w:tcW w:w="4536" w:type="dxa"/>
            <w:gridSpan w:val="2"/>
          </w:tcPr>
          <w:p w14:paraId="4E5F0F9C" w14:textId="33B1683C" w:rsidR="001F5B4D" w:rsidRPr="001F5B4D" w:rsidRDefault="001F5B4D" w:rsidP="001F5B4D">
            <w:r w:rsidRPr="001F5B4D">
              <w:t>Species growth rate (K) is 0.100, which is lower than highest risk K (0.12) for maximum age.</w:t>
            </w:r>
          </w:p>
        </w:tc>
        <w:tc>
          <w:tcPr>
            <w:tcW w:w="851" w:type="dxa"/>
          </w:tcPr>
          <w:p w14:paraId="2FE6B561" w14:textId="37F89D04" w:rsidR="001F5B4D" w:rsidRPr="001F5B4D" w:rsidRDefault="001F5B4D" w:rsidP="001F5B4D">
            <w:r w:rsidRPr="001F5B4D">
              <w:t>3</w:t>
            </w:r>
          </w:p>
        </w:tc>
      </w:tr>
      <w:tr w:rsidR="001F5B4D" w:rsidRPr="001F5B4D" w14:paraId="01551C68" w14:textId="77777777" w:rsidTr="001F5B4D">
        <w:tblPrEx>
          <w:tblCellMar>
            <w:top w:w="0" w:type="dxa"/>
            <w:bottom w:w="0" w:type="dxa"/>
          </w:tblCellMar>
        </w:tblPrEx>
        <w:trPr>
          <w:cantSplit/>
        </w:trPr>
        <w:tc>
          <w:tcPr>
            <w:tcW w:w="2551" w:type="dxa"/>
            <w:shd w:val="clear" w:color="auto" w:fill="998877"/>
          </w:tcPr>
          <w:p w14:paraId="7EAAEE3F" w14:textId="57AC6669" w:rsidR="001F5B4D" w:rsidRPr="001F5B4D" w:rsidRDefault="001F5B4D" w:rsidP="001F5B4D">
            <w:r w:rsidRPr="001F5B4D">
              <w:t>Fecundity</w:t>
            </w:r>
          </w:p>
        </w:tc>
        <w:tc>
          <w:tcPr>
            <w:tcW w:w="4536" w:type="dxa"/>
            <w:gridSpan w:val="2"/>
          </w:tcPr>
          <w:p w14:paraId="7E82DC72" w14:textId="0BE1C0AF" w:rsidR="001F5B4D" w:rsidRPr="001F5B4D" w:rsidRDefault="001F5B4D" w:rsidP="001F5B4D">
            <w:r w:rsidRPr="001F5B4D">
              <w:t>Species fecundity is 6 eggs/year, which is lower than the highest risk value (100).</w:t>
            </w:r>
          </w:p>
        </w:tc>
        <w:tc>
          <w:tcPr>
            <w:tcW w:w="851" w:type="dxa"/>
          </w:tcPr>
          <w:p w14:paraId="7D500177" w14:textId="6EA9BAAF" w:rsidR="001F5B4D" w:rsidRPr="001F5B4D" w:rsidRDefault="001F5B4D" w:rsidP="001F5B4D">
            <w:r w:rsidRPr="001F5B4D">
              <w:t>3</w:t>
            </w:r>
          </w:p>
        </w:tc>
      </w:tr>
      <w:tr w:rsidR="001F5B4D" w:rsidRPr="001F5B4D" w14:paraId="53D9EA40" w14:textId="77777777" w:rsidTr="001F5B4D">
        <w:tblPrEx>
          <w:tblCellMar>
            <w:top w:w="0" w:type="dxa"/>
            <w:bottom w:w="0" w:type="dxa"/>
          </w:tblCellMar>
        </w:tblPrEx>
        <w:trPr>
          <w:cantSplit/>
        </w:trPr>
        <w:tc>
          <w:tcPr>
            <w:tcW w:w="2551" w:type="dxa"/>
            <w:shd w:val="clear" w:color="auto" w:fill="998877"/>
          </w:tcPr>
          <w:p w14:paraId="392F8418" w14:textId="006BC5DD" w:rsidR="001F5B4D" w:rsidRPr="001F5B4D" w:rsidRDefault="001F5B4D" w:rsidP="001F5B4D">
            <w:r w:rsidRPr="001F5B4D">
              <w:lastRenderedPageBreak/>
              <w:t>Average max size</w:t>
            </w:r>
          </w:p>
        </w:tc>
        <w:tc>
          <w:tcPr>
            <w:tcW w:w="4536" w:type="dxa"/>
            <w:gridSpan w:val="2"/>
          </w:tcPr>
          <w:p w14:paraId="6EEB5D0A" w14:textId="41924D2F" w:rsidR="001F5B4D" w:rsidRPr="001F5B4D" w:rsidRDefault="001F5B4D" w:rsidP="001F5B4D">
            <w:r w:rsidRPr="001F5B4D">
              <w:t>Species maximum length is 193, which is in the medium risk range (100-300cm).</w:t>
            </w:r>
          </w:p>
        </w:tc>
        <w:tc>
          <w:tcPr>
            <w:tcW w:w="851" w:type="dxa"/>
          </w:tcPr>
          <w:p w14:paraId="565D4982" w14:textId="24A7C9C3" w:rsidR="001F5B4D" w:rsidRPr="001F5B4D" w:rsidRDefault="001F5B4D" w:rsidP="001F5B4D">
            <w:r w:rsidRPr="001F5B4D">
              <w:t>2</w:t>
            </w:r>
          </w:p>
        </w:tc>
      </w:tr>
      <w:tr w:rsidR="001F5B4D" w:rsidRPr="001F5B4D" w14:paraId="3641E548" w14:textId="77777777" w:rsidTr="001F5B4D">
        <w:tblPrEx>
          <w:tblCellMar>
            <w:top w:w="0" w:type="dxa"/>
            <w:bottom w:w="0" w:type="dxa"/>
          </w:tblCellMar>
        </w:tblPrEx>
        <w:trPr>
          <w:cantSplit/>
        </w:trPr>
        <w:tc>
          <w:tcPr>
            <w:tcW w:w="2551" w:type="dxa"/>
            <w:shd w:val="clear" w:color="auto" w:fill="998877"/>
          </w:tcPr>
          <w:p w14:paraId="69FC73E9" w14:textId="53F3F9EE" w:rsidR="001F5B4D" w:rsidRPr="001F5B4D" w:rsidRDefault="001F5B4D" w:rsidP="001F5B4D">
            <w:r w:rsidRPr="001F5B4D">
              <w:t>Average size at maturity</w:t>
            </w:r>
          </w:p>
        </w:tc>
        <w:tc>
          <w:tcPr>
            <w:tcW w:w="4536" w:type="dxa"/>
            <w:gridSpan w:val="2"/>
          </w:tcPr>
          <w:p w14:paraId="14F7A99C" w14:textId="51C81339" w:rsidR="001F5B4D" w:rsidRPr="001F5B4D" w:rsidRDefault="001F5B4D" w:rsidP="001F5B4D">
            <w:r w:rsidRPr="001F5B4D">
              <w:t>Species length at maturity is 146, which is in the medium risk range (40-200cm).</w:t>
            </w:r>
          </w:p>
        </w:tc>
        <w:tc>
          <w:tcPr>
            <w:tcW w:w="851" w:type="dxa"/>
          </w:tcPr>
          <w:p w14:paraId="7C3271BA" w14:textId="039663E7" w:rsidR="001F5B4D" w:rsidRPr="001F5B4D" w:rsidRDefault="001F5B4D" w:rsidP="001F5B4D">
            <w:r w:rsidRPr="001F5B4D">
              <w:t>2</w:t>
            </w:r>
          </w:p>
        </w:tc>
      </w:tr>
      <w:tr w:rsidR="001F5B4D" w:rsidRPr="001F5B4D" w14:paraId="6AA275A6" w14:textId="77777777" w:rsidTr="001F5B4D">
        <w:tblPrEx>
          <w:tblCellMar>
            <w:top w:w="0" w:type="dxa"/>
            <w:bottom w:w="0" w:type="dxa"/>
          </w:tblCellMar>
        </w:tblPrEx>
        <w:trPr>
          <w:cantSplit/>
        </w:trPr>
        <w:tc>
          <w:tcPr>
            <w:tcW w:w="2551" w:type="dxa"/>
            <w:shd w:val="clear" w:color="auto" w:fill="998877"/>
          </w:tcPr>
          <w:p w14:paraId="1905C69D" w14:textId="3B834180" w:rsidR="001F5B4D" w:rsidRPr="001F5B4D" w:rsidRDefault="001F5B4D" w:rsidP="001F5B4D">
            <w:r w:rsidRPr="001F5B4D">
              <w:t>Reproductive strategy</w:t>
            </w:r>
          </w:p>
        </w:tc>
        <w:tc>
          <w:tcPr>
            <w:tcW w:w="4536" w:type="dxa"/>
            <w:gridSpan w:val="2"/>
          </w:tcPr>
          <w:p w14:paraId="0DA12524" w14:textId="3574A843" w:rsidR="001F5B4D" w:rsidRPr="001F5B4D" w:rsidRDefault="001F5B4D" w:rsidP="001F5B4D">
            <w:r w:rsidRPr="001F5B4D">
              <w:t>Species reproductive strategy is live bearer, which is high risk.</w:t>
            </w:r>
          </w:p>
        </w:tc>
        <w:tc>
          <w:tcPr>
            <w:tcW w:w="851" w:type="dxa"/>
          </w:tcPr>
          <w:p w14:paraId="7A1AA114" w14:textId="5767E73C" w:rsidR="001F5B4D" w:rsidRPr="001F5B4D" w:rsidRDefault="001F5B4D" w:rsidP="001F5B4D">
            <w:r w:rsidRPr="001F5B4D">
              <w:t>3</w:t>
            </w:r>
          </w:p>
        </w:tc>
      </w:tr>
      <w:tr w:rsidR="001F5B4D" w:rsidRPr="001F5B4D" w14:paraId="3EE965D4" w14:textId="77777777" w:rsidTr="001F5B4D">
        <w:tblPrEx>
          <w:tblCellMar>
            <w:top w:w="0" w:type="dxa"/>
            <w:bottom w:w="0" w:type="dxa"/>
          </w:tblCellMar>
        </w:tblPrEx>
        <w:trPr>
          <w:cantSplit/>
        </w:trPr>
        <w:tc>
          <w:tcPr>
            <w:tcW w:w="2551" w:type="dxa"/>
            <w:shd w:val="clear" w:color="auto" w:fill="998877"/>
          </w:tcPr>
          <w:p w14:paraId="75884508" w14:textId="481EBAEB" w:rsidR="001F5B4D" w:rsidRPr="001F5B4D" w:rsidRDefault="001F5B4D" w:rsidP="001F5B4D">
            <w:r w:rsidRPr="001F5B4D">
              <w:t>Trophic level</w:t>
            </w:r>
          </w:p>
        </w:tc>
        <w:tc>
          <w:tcPr>
            <w:tcW w:w="4536" w:type="dxa"/>
            <w:gridSpan w:val="2"/>
            <w:tcBorders>
              <w:bottom w:val="single" w:sz="4" w:space="0" w:color="auto"/>
            </w:tcBorders>
          </w:tcPr>
          <w:p w14:paraId="07CD3B0C" w14:textId="5DF5A635" w:rsidR="001F5B4D" w:rsidRPr="001F5B4D" w:rsidRDefault="001F5B4D" w:rsidP="001F5B4D">
            <w:r w:rsidRPr="001F5B4D">
              <w:t>Species trophic level is 4.3, which is higher than the highest risk value (3.25).</w:t>
            </w:r>
          </w:p>
        </w:tc>
        <w:tc>
          <w:tcPr>
            <w:tcW w:w="851" w:type="dxa"/>
          </w:tcPr>
          <w:p w14:paraId="675EE7A4" w14:textId="33F61B1E" w:rsidR="001F5B4D" w:rsidRPr="001F5B4D" w:rsidRDefault="001F5B4D" w:rsidP="001F5B4D">
            <w:r w:rsidRPr="001F5B4D">
              <w:t>3</w:t>
            </w:r>
          </w:p>
        </w:tc>
      </w:tr>
      <w:tr w:rsidR="001F5B4D" w:rsidRPr="001F5B4D" w14:paraId="4CBF221A"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1AF45B65" w14:textId="77777777" w:rsidR="001F5B4D" w:rsidRPr="001F5B4D" w:rsidRDefault="001F5B4D" w:rsidP="001F5B4D"/>
        </w:tc>
        <w:tc>
          <w:tcPr>
            <w:tcW w:w="4536" w:type="dxa"/>
            <w:gridSpan w:val="2"/>
            <w:tcBorders>
              <w:bottom w:val="single" w:sz="4" w:space="0" w:color="auto"/>
            </w:tcBorders>
            <w:shd w:val="clear" w:color="auto" w:fill="998877"/>
          </w:tcPr>
          <w:p w14:paraId="2B630251" w14:textId="037B1BE7" w:rsidR="001F5B4D" w:rsidRPr="001F5B4D" w:rsidRDefault="001F5B4D" w:rsidP="001F5B4D">
            <w:r w:rsidRPr="001F5B4D">
              <w:t>Productivity score</w:t>
            </w:r>
          </w:p>
        </w:tc>
        <w:tc>
          <w:tcPr>
            <w:tcW w:w="851" w:type="dxa"/>
            <w:tcBorders>
              <w:bottom w:val="single" w:sz="4" w:space="0" w:color="auto"/>
            </w:tcBorders>
          </w:tcPr>
          <w:p w14:paraId="105CA1FD" w14:textId="24EA23C4" w:rsidR="001F5B4D" w:rsidRPr="001F5B4D" w:rsidRDefault="001F5B4D" w:rsidP="001F5B4D">
            <w:r w:rsidRPr="001F5B4D">
              <w:t>2.57</w:t>
            </w:r>
          </w:p>
        </w:tc>
      </w:tr>
      <w:tr w:rsidR="001F5B4D" w:rsidRPr="001F5B4D" w14:paraId="1C8D5588" w14:textId="77777777" w:rsidTr="00B657E6">
        <w:tblPrEx>
          <w:tblCellMar>
            <w:top w:w="0" w:type="dxa"/>
            <w:bottom w:w="0" w:type="dxa"/>
          </w:tblCellMar>
        </w:tblPrEx>
        <w:trPr>
          <w:cantSplit/>
        </w:trPr>
        <w:tc>
          <w:tcPr>
            <w:tcW w:w="7938" w:type="dxa"/>
            <w:gridSpan w:val="4"/>
            <w:shd w:val="clear" w:color="auto" w:fill="998877"/>
          </w:tcPr>
          <w:p w14:paraId="59D35C6B" w14:textId="5D85E14C" w:rsidR="001F5B4D" w:rsidRPr="001F5B4D" w:rsidRDefault="001F5B4D" w:rsidP="001F5B4D">
            <w:pPr>
              <w:rPr>
                <w:b/>
              </w:rPr>
            </w:pPr>
            <w:r w:rsidRPr="001F5B4D">
              <w:rPr>
                <w:b/>
              </w:rPr>
              <w:t>Susceptibility</w:t>
            </w:r>
          </w:p>
        </w:tc>
      </w:tr>
      <w:tr w:rsidR="001F5B4D" w:rsidRPr="001F5B4D" w14:paraId="674959DC" w14:textId="77777777" w:rsidTr="001F5B4D">
        <w:tblPrEx>
          <w:tblCellMar>
            <w:top w:w="0" w:type="dxa"/>
            <w:bottom w:w="0" w:type="dxa"/>
          </w:tblCellMar>
        </w:tblPrEx>
        <w:trPr>
          <w:cantSplit/>
        </w:trPr>
        <w:tc>
          <w:tcPr>
            <w:tcW w:w="2551" w:type="dxa"/>
            <w:shd w:val="clear" w:color="auto" w:fill="998877"/>
          </w:tcPr>
          <w:p w14:paraId="75170204" w14:textId="7421090E" w:rsidR="001F5B4D" w:rsidRPr="001F5B4D" w:rsidRDefault="001F5B4D" w:rsidP="001F5B4D">
            <w:r w:rsidRPr="001F5B4D">
              <w:t>Areal overlap (availability)</w:t>
            </w:r>
          </w:p>
        </w:tc>
        <w:tc>
          <w:tcPr>
            <w:tcW w:w="4536" w:type="dxa"/>
            <w:gridSpan w:val="2"/>
          </w:tcPr>
          <w:p w14:paraId="0EB55BD3" w14:textId="3265663B" w:rsidR="001F5B4D" w:rsidRPr="001F5B4D" w:rsidRDefault="001F5B4D" w:rsidP="001F5B4D">
            <w:r w:rsidRPr="001F5B4D">
              <w:t>Worldwide distribution, uncommon in tropics</w:t>
            </w:r>
          </w:p>
        </w:tc>
        <w:tc>
          <w:tcPr>
            <w:tcW w:w="851" w:type="dxa"/>
          </w:tcPr>
          <w:p w14:paraId="5E90779B" w14:textId="770FC0EB" w:rsidR="001F5B4D" w:rsidRPr="001F5B4D" w:rsidRDefault="001F5B4D" w:rsidP="001F5B4D">
            <w:r w:rsidRPr="001F5B4D">
              <w:t>2</w:t>
            </w:r>
          </w:p>
        </w:tc>
      </w:tr>
      <w:tr w:rsidR="001F5B4D" w:rsidRPr="001F5B4D" w14:paraId="2D9E8490" w14:textId="77777777" w:rsidTr="001F5B4D">
        <w:tblPrEx>
          <w:tblCellMar>
            <w:top w:w="0" w:type="dxa"/>
            <w:bottom w:w="0" w:type="dxa"/>
          </w:tblCellMar>
        </w:tblPrEx>
        <w:trPr>
          <w:cantSplit/>
        </w:trPr>
        <w:tc>
          <w:tcPr>
            <w:tcW w:w="2551" w:type="dxa"/>
            <w:shd w:val="clear" w:color="auto" w:fill="998877"/>
          </w:tcPr>
          <w:p w14:paraId="040943FD" w14:textId="3268EF42" w:rsidR="001F5B4D" w:rsidRPr="001F5B4D" w:rsidRDefault="001F5B4D" w:rsidP="001F5B4D">
            <w:r w:rsidRPr="001F5B4D">
              <w:t>Encounterability</w:t>
            </w:r>
          </w:p>
        </w:tc>
        <w:tc>
          <w:tcPr>
            <w:tcW w:w="4536" w:type="dxa"/>
            <w:gridSpan w:val="2"/>
          </w:tcPr>
          <w:p w14:paraId="7281E612" w14:textId="7EAF826D" w:rsidR="001F5B4D" w:rsidRPr="001F5B4D" w:rsidRDefault="001F5B4D" w:rsidP="001F5B4D">
            <w:r w:rsidRPr="001F5B4D">
              <w:t>The depth range of the species is 1-1100m. For surface gears, the vertical overlap index with this species is 9.09%.</w:t>
            </w:r>
          </w:p>
        </w:tc>
        <w:tc>
          <w:tcPr>
            <w:tcW w:w="851" w:type="dxa"/>
          </w:tcPr>
          <w:p w14:paraId="7C644456" w14:textId="2E2B8C6E" w:rsidR="001F5B4D" w:rsidRPr="001F5B4D" w:rsidRDefault="001F5B4D" w:rsidP="001F5B4D">
            <w:r w:rsidRPr="001F5B4D">
              <w:t>1</w:t>
            </w:r>
          </w:p>
        </w:tc>
      </w:tr>
      <w:tr w:rsidR="001F5B4D" w:rsidRPr="001F5B4D" w14:paraId="01F51FFD" w14:textId="77777777" w:rsidTr="001F5B4D">
        <w:tblPrEx>
          <w:tblCellMar>
            <w:top w:w="0" w:type="dxa"/>
            <w:bottom w:w="0" w:type="dxa"/>
          </w:tblCellMar>
        </w:tblPrEx>
        <w:trPr>
          <w:cantSplit/>
        </w:trPr>
        <w:tc>
          <w:tcPr>
            <w:tcW w:w="2551" w:type="dxa"/>
            <w:shd w:val="clear" w:color="auto" w:fill="998877"/>
          </w:tcPr>
          <w:p w14:paraId="355062C0" w14:textId="57B7231D" w:rsidR="001F5B4D" w:rsidRPr="001F5B4D" w:rsidRDefault="001F5B4D" w:rsidP="001F5B4D">
            <w:r w:rsidRPr="001F5B4D">
              <w:t>Selectivity</w:t>
            </w:r>
          </w:p>
        </w:tc>
        <w:tc>
          <w:tcPr>
            <w:tcW w:w="4536" w:type="dxa"/>
            <w:gridSpan w:val="2"/>
          </w:tcPr>
          <w:p w14:paraId="67E942CE" w14:textId="27CAF07F" w:rsidR="001F5B4D" w:rsidRPr="001F5B4D" w:rsidRDefault="001F5B4D" w:rsidP="001F5B4D">
            <w:r w:rsidRPr="001F5B4D">
              <w:t>The maximum length of the species is 193cm. For tropical surface fisheries, the length overlap index with this species is 100.00%.</w:t>
            </w:r>
          </w:p>
        </w:tc>
        <w:tc>
          <w:tcPr>
            <w:tcW w:w="851" w:type="dxa"/>
          </w:tcPr>
          <w:p w14:paraId="7AB4B79E" w14:textId="2F78ED43" w:rsidR="001F5B4D" w:rsidRPr="001F5B4D" w:rsidRDefault="001F5B4D" w:rsidP="001F5B4D">
            <w:r w:rsidRPr="001F5B4D">
              <w:t>3</w:t>
            </w:r>
          </w:p>
        </w:tc>
      </w:tr>
      <w:tr w:rsidR="001F5B4D" w:rsidRPr="001F5B4D" w14:paraId="3642234A" w14:textId="77777777" w:rsidTr="001F5B4D">
        <w:tblPrEx>
          <w:tblCellMar>
            <w:top w:w="0" w:type="dxa"/>
            <w:bottom w:w="0" w:type="dxa"/>
          </w:tblCellMar>
        </w:tblPrEx>
        <w:trPr>
          <w:cantSplit/>
        </w:trPr>
        <w:tc>
          <w:tcPr>
            <w:tcW w:w="2551" w:type="dxa"/>
            <w:shd w:val="clear" w:color="auto" w:fill="998877"/>
          </w:tcPr>
          <w:p w14:paraId="33D8DC7E" w14:textId="4D32F4DD" w:rsidR="001F5B4D" w:rsidRPr="001F5B4D" w:rsidRDefault="001F5B4D" w:rsidP="001F5B4D">
            <w:r w:rsidRPr="001F5B4D">
              <w:t>Post capture mortality</w:t>
            </w:r>
          </w:p>
        </w:tc>
        <w:tc>
          <w:tcPr>
            <w:tcW w:w="4536" w:type="dxa"/>
            <w:gridSpan w:val="2"/>
            <w:tcBorders>
              <w:bottom w:val="single" w:sz="4" w:space="0" w:color="auto"/>
            </w:tcBorders>
          </w:tcPr>
          <w:p w14:paraId="218F8E5E" w14:textId="36E88DBD" w:rsidR="001F5B4D" w:rsidRPr="001F5B4D" w:rsidRDefault="001F5B4D" w:rsidP="001F5B4D">
            <w:r w:rsidRPr="001F5B4D">
              <w:t>No direct evidence of survival after capture.</w:t>
            </w:r>
          </w:p>
        </w:tc>
        <w:tc>
          <w:tcPr>
            <w:tcW w:w="851" w:type="dxa"/>
          </w:tcPr>
          <w:p w14:paraId="1B55664C" w14:textId="12926221" w:rsidR="001F5B4D" w:rsidRPr="001F5B4D" w:rsidRDefault="001F5B4D" w:rsidP="001F5B4D">
            <w:r w:rsidRPr="001F5B4D">
              <w:t>3</w:t>
            </w:r>
          </w:p>
        </w:tc>
      </w:tr>
      <w:tr w:rsidR="001F5B4D" w:rsidRPr="001F5B4D" w14:paraId="27EC3ECE" w14:textId="77777777" w:rsidTr="001F5B4D">
        <w:tblPrEx>
          <w:tblCellMar>
            <w:top w:w="0" w:type="dxa"/>
            <w:bottom w:w="0" w:type="dxa"/>
          </w:tblCellMar>
        </w:tblPrEx>
        <w:trPr>
          <w:cantSplit/>
        </w:trPr>
        <w:tc>
          <w:tcPr>
            <w:tcW w:w="2551" w:type="dxa"/>
            <w:shd w:val="clear" w:color="auto" w:fill="998877"/>
          </w:tcPr>
          <w:p w14:paraId="225091C5" w14:textId="77777777" w:rsidR="001F5B4D" w:rsidRPr="001F5B4D" w:rsidRDefault="001F5B4D" w:rsidP="001F5B4D"/>
        </w:tc>
        <w:tc>
          <w:tcPr>
            <w:tcW w:w="4536" w:type="dxa"/>
            <w:gridSpan w:val="2"/>
            <w:tcBorders>
              <w:bottom w:val="single" w:sz="4" w:space="0" w:color="auto"/>
            </w:tcBorders>
            <w:shd w:val="clear" w:color="auto" w:fill="998877"/>
          </w:tcPr>
          <w:p w14:paraId="07F4FBC6" w14:textId="14CB56FF" w:rsidR="001F5B4D" w:rsidRPr="001F5B4D" w:rsidRDefault="001F5B4D" w:rsidP="001F5B4D">
            <w:r w:rsidRPr="001F5B4D">
              <w:t>Susceptibility score</w:t>
            </w:r>
          </w:p>
        </w:tc>
        <w:tc>
          <w:tcPr>
            <w:tcW w:w="851" w:type="dxa"/>
          </w:tcPr>
          <w:p w14:paraId="5C6BA029" w14:textId="57D5214B" w:rsidR="001F5B4D" w:rsidRPr="001F5B4D" w:rsidRDefault="001F5B4D" w:rsidP="001F5B4D">
            <w:r w:rsidRPr="001F5B4D">
              <w:t>1.43</w:t>
            </w:r>
          </w:p>
        </w:tc>
      </w:tr>
      <w:tr w:rsidR="001F5B4D" w:rsidRPr="001F5B4D" w14:paraId="22DF1C1D" w14:textId="77777777" w:rsidTr="001F5B4D">
        <w:tblPrEx>
          <w:tblCellMar>
            <w:top w:w="0" w:type="dxa"/>
            <w:bottom w:w="0" w:type="dxa"/>
          </w:tblCellMar>
        </w:tblPrEx>
        <w:trPr>
          <w:cantSplit/>
        </w:trPr>
        <w:tc>
          <w:tcPr>
            <w:tcW w:w="2551" w:type="dxa"/>
            <w:shd w:val="clear" w:color="auto" w:fill="998877"/>
          </w:tcPr>
          <w:p w14:paraId="2D322C9E" w14:textId="77777777" w:rsidR="001F5B4D" w:rsidRPr="001F5B4D" w:rsidRDefault="001F5B4D" w:rsidP="001F5B4D"/>
        </w:tc>
        <w:tc>
          <w:tcPr>
            <w:tcW w:w="4536" w:type="dxa"/>
            <w:gridSpan w:val="2"/>
            <w:shd w:val="clear" w:color="auto" w:fill="998877"/>
          </w:tcPr>
          <w:p w14:paraId="78E683AF" w14:textId="266B1DFA" w:rsidR="001F5B4D" w:rsidRPr="001F5B4D" w:rsidRDefault="001F5B4D" w:rsidP="001F5B4D">
            <w:r w:rsidRPr="001F5B4D">
              <w:t>Vulnerability score</w:t>
            </w:r>
          </w:p>
        </w:tc>
        <w:tc>
          <w:tcPr>
            <w:tcW w:w="851" w:type="dxa"/>
          </w:tcPr>
          <w:p w14:paraId="3E56CC0E" w14:textId="7669D097" w:rsidR="001F5B4D" w:rsidRPr="001F5B4D" w:rsidRDefault="001F5B4D" w:rsidP="001F5B4D">
            <w:r w:rsidRPr="001F5B4D">
              <w:t>2.94</w:t>
            </w:r>
          </w:p>
        </w:tc>
      </w:tr>
    </w:tbl>
    <w:p w14:paraId="4D16468B" w14:textId="547429B7"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C36008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7" w:name="T_SPL" w:colFirst="0" w:colLast="0"/>
          <w:p w14:paraId="1D075E71" w14:textId="16CB2008" w:rsidR="001F5B4D" w:rsidRPr="001F5B4D" w:rsidRDefault="001F5B4D" w:rsidP="001F5B4D">
            <w:pPr>
              <w:rPr>
                <w:b/>
              </w:rPr>
            </w:pPr>
            <w:r w:rsidRPr="001F5B4D">
              <w:rPr>
                <w:b/>
              </w:rPr>
              <w:fldChar w:fldCharType="begin"/>
            </w:r>
            <w:r w:rsidRPr="001F5B4D">
              <w:rPr>
                <w:b/>
              </w:rPr>
              <w:instrText xml:space="preserve"> HYPERLINK  \l "S_SPL" \o "PSA Score" </w:instrText>
            </w:r>
            <w:r w:rsidRPr="001F5B4D">
              <w:rPr>
                <w:b/>
              </w:rPr>
            </w:r>
            <w:r w:rsidRPr="001F5B4D">
              <w:rPr>
                <w:b/>
              </w:rPr>
              <w:fldChar w:fldCharType="separate"/>
            </w:r>
            <w:r w:rsidRPr="001F5B4D">
              <w:rPr>
                <w:rStyle w:val="Hyperlink"/>
                <w:b/>
              </w:rPr>
              <w:t>Scalloped hammerhead</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7629C9F7" w14:textId="3D191B6D" w:rsidR="001F5B4D" w:rsidRPr="001F5B4D" w:rsidRDefault="001F5B4D" w:rsidP="001F5B4D">
            <w:pPr>
              <w:rPr>
                <w:b/>
                <w:i/>
              </w:rPr>
            </w:pPr>
            <w:r w:rsidRPr="001F5B4D">
              <w:rPr>
                <w:b/>
                <w:i/>
              </w:rPr>
              <w:t>Sphyrna lewini</w:t>
            </w:r>
          </w:p>
        </w:tc>
      </w:tr>
      <w:bookmarkEnd w:id="177"/>
      <w:tr w:rsidR="001F5B4D" w:rsidRPr="001F5B4D" w14:paraId="205D9970" w14:textId="77777777" w:rsidTr="00786AF5">
        <w:tblPrEx>
          <w:tblCellMar>
            <w:top w:w="0" w:type="dxa"/>
            <w:bottom w:w="0" w:type="dxa"/>
          </w:tblCellMar>
        </w:tblPrEx>
        <w:trPr>
          <w:cantSplit/>
        </w:trPr>
        <w:tc>
          <w:tcPr>
            <w:tcW w:w="7938" w:type="dxa"/>
            <w:gridSpan w:val="4"/>
            <w:shd w:val="clear" w:color="auto" w:fill="998877"/>
          </w:tcPr>
          <w:p w14:paraId="48167399" w14:textId="0E739199" w:rsidR="001F5B4D" w:rsidRPr="001F5B4D" w:rsidRDefault="001F5B4D" w:rsidP="001F5B4D">
            <w:pPr>
              <w:rPr>
                <w:b/>
              </w:rPr>
            </w:pPr>
            <w:r w:rsidRPr="001F5B4D">
              <w:rPr>
                <w:b/>
              </w:rPr>
              <w:t>Productivity</w:t>
            </w:r>
          </w:p>
        </w:tc>
      </w:tr>
      <w:tr w:rsidR="001F5B4D" w:rsidRPr="001F5B4D" w14:paraId="22DEB41E" w14:textId="77777777" w:rsidTr="001F5B4D">
        <w:tblPrEx>
          <w:tblCellMar>
            <w:top w:w="0" w:type="dxa"/>
            <w:bottom w:w="0" w:type="dxa"/>
          </w:tblCellMar>
        </w:tblPrEx>
        <w:trPr>
          <w:cantSplit/>
        </w:trPr>
        <w:tc>
          <w:tcPr>
            <w:tcW w:w="2551" w:type="dxa"/>
            <w:shd w:val="clear" w:color="auto" w:fill="998877"/>
          </w:tcPr>
          <w:p w14:paraId="41D423E5" w14:textId="02A55A5A" w:rsidR="001F5B4D" w:rsidRPr="001F5B4D" w:rsidRDefault="001F5B4D" w:rsidP="001F5B4D">
            <w:r w:rsidRPr="001F5B4D">
              <w:t>Average age at maturity</w:t>
            </w:r>
          </w:p>
        </w:tc>
        <w:tc>
          <w:tcPr>
            <w:tcW w:w="4536" w:type="dxa"/>
            <w:gridSpan w:val="2"/>
          </w:tcPr>
          <w:p w14:paraId="0271E99A" w14:textId="1C87D1EA" w:rsidR="001F5B4D" w:rsidRPr="001F5B4D" w:rsidRDefault="001F5B4D" w:rsidP="001F5B4D">
            <w:r w:rsidRPr="001F5B4D">
              <w:t>Species growth rate (K) is 0.100, which is in the medium risk K range (0.061-0.183) for age at maturity.</w:t>
            </w:r>
          </w:p>
        </w:tc>
        <w:tc>
          <w:tcPr>
            <w:tcW w:w="851" w:type="dxa"/>
          </w:tcPr>
          <w:p w14:paraId="671B7184" w14:textId="218CBFB9" w:rsidR="001F5B4D" w:rsidRPr="001F5B4D" w:rsidRDefault="001F5B4D" w:rsidP="001F5B4D">
            <w:r w:rsidRPr="001F5B4D">
              <w:t>2</w:t>
            </w:r>
          </w:p>
        </w:tc>
      </w:tr>
      <w:tr w:rsidR="001F5B4D" w:rsidRPr="001F5B4D" w14:paraId="427498E0" w14:textId="77777777" w:rsidTr="001F5B4D">
        <w:tblPrEx>
          <w:tblCellMar>
            <w:top w:w="0" w:type="dxa"/>
            <w:bottom w:w="0" w:type="dxa"/>
          </w:tblCellMar>
        </w:tblPrEx>
        <w:trPr>
          <w:cantSplit/>
        </w:trPr>
        <w:tc>
          <w:tcPr>
            <w:tcW w:w="2551" w:type="dxa"/>
            <w:shd w:val="clear" w:color="auto" w:fill="998877"/>
          </w:tcPr>
          <w:p w14:paraId="54B0A13D" w14:textId="2FA3F227" w:rsidR="001F5B4D" w:rsidRPr="001F5B4D" w:rsidRDefault="001F5B4D" w:rsidP="001F5B4D">
            <w:r w:rsidRPr="001F5B4D">
              <w:t>Average max age</w:t>
            </w:r>
          </w:p>
        </w:tc>
        <w:tc>
          <w:tcPr>
            <w:tcW w:w="4536" w:type="dxa"/>
            <w:gridSpan w:val="2"/>
          </w:tcPr>
          <w:p w14:paraId="17267FCC" w14:textId="3F8D82C2" w:rsidR="001F5B4D" w:rsidRPr="001F5B4D" w:rsidRDefault="001F5B4D" w:rsidP="001F5B4D">
            <w:r w:rsidRPr="001F5B4D">
              <w:t>Species growth rate (K) is 0.100, which is lower than highest risk K (0.12) for maximum age.</w:t>
            </w:r>
          </w:p>
        </w:tc>
        <w:tc>
          <w:tcPr>
            <w:tcW w:w="851" w:type="dxa"/>
          </w:tcPr>
          <w:p w14:paraId="3B017865" w14:textId="32DE15FB" w:rsidR="001F5B4D" w:rsidRPr="001F5B4D" w:rsidRDefault="001F5B4D" w:rsidP="001F5B4D">
            <w:r w:rsidRPr="001F5B4D">
              <w:t>3</w:t>
            </w:r>
          </w:p>
        </w:tc>
      </w:tr>
      <w:tr w:rsidR="001F5B4D" w:rsidRPr="001F5B4D" w14:paraId="5EB51521" w14:textId="77777777" w:rsidTr="001F5B4D">
        <w:tblPrEx>
          <w:tblCellMar>
            <w:top w:w="0" w:type="dxa"/>
            <w:bottom w:w="0" w:type="dxa"/>
          </w:tblCellMar>
        </w:tblPrEx>
        <w:trPr>
          <w:cantSplit/>
        </w:trPr>
        <w:tc>
          <w:tcPr>
            <w:tcW w:w="2551" w:type="dxa"/>
            <w:shd w:val="clear" w:color="auto" w:fill="998877"/>
          </w:tcPr>
          <w:p w14:paraId="0E19AF95" w14:textId="0CFE1F4B" w:rsidR="001F5B4D" w:rsidRPr="001F5B4D" w:rsidRDefault="001F5B4D" w:rsidP="001F5B4D">
            <w:r w:rsidRPr="001F5B4D">
              <w:t>Fecundity</w:t>
            </w:r>
          </w:p>
        </w:tc>
        <w:tc>
          <w:tcPr>
            <w:tcW w:w="4536" w:type="dxa"/>
            <w:gridSpan w:val="2"/>
          </w:tcPr>
          <w:p w14:paraId="0A719151" w14:textId="0C03434F" w:rsidR="001F5B4D" w:rsidRPr="001F5B4D" w:rsidRDefault="001F5B4D" w:rsidP="001F5B4D">
            <w:r w:rsidRPr="001F5B4D">
              <w:t>Species fecundity is 13 eggs/year, which is lower than the highest risk value (100).</w:t>
            </w:r>
          </w:p>
        </w:tc>
        <w:tc>
          <w:tcPr>
            <w:tcW w:w="851" w:type="dxa"/>
          </w:tcPr>
          <w:p w14:paraId="41E08E04" w14:textId="7439F6FA" w:rsidR="001F5B4D" w:rsidRPr="001F5B4D" w:rsidRDefault="001F5B4D" w:rsidP="001F5B4D">
            <w:r w:rsidRPr="001F5B4D">
              <w:t>3</w:t>
            </w:r>
          </w:p>
        </w:tc>
      </w:tr>
      <w:tr w:rsidR="001F5B4D" w:rsidRPr="001F5B4D" w14:paraId="3702FE3B" w14:textId="77777777" w:rsidTr="001F5B4D">
        <w:tblPrEx>
          <w:tblCellMar>
            <w:top w:w="0" w:type="dxa"/>
            <w:bottom w:w="0" w:type="dxa"/>
          </w:tblCellMar>
        </w:tblPrEx>
        <w:trPr>
          <w:cantSplit/>
        </w:trPr>
        <w:tc>
          <w:tcPr>
            <w:tcW w:w="2551" w:type="dxa"/>
            <w:shd w:val="clear" w:color="auto" w:fill="998877"/>
          </w:tcPr>
          <w:p w14:paraId="63F87F7C" w14:textId="6EC4C762" w:rsidR="001F5B4D" w:rsidRPr="001F5B4D" w:rsidRDefault="001F5B4D" w:rsidP="001F5B4D">
            <w:r w:rsidRPr="001F5B4D">
              <w:t>Average max size</w:t>
            </w:r>
          </w:p>
        </w:tc>
        <w:tc>
          <w:tcPr>
            <w:tcW w:w="4536" w:type="dxa"/>
            <w:gridSpan w:val="2"/>
          </w:tcPr>
          <w:p w14:paraId="4F3F927C" w14:textId="0E21F078" w:rsidR="001F5B4D" w:rsidRPr="001F5B4D" w:rsidRDefault="001F5B4D" w:rsidP="001F5B4D">
            <w:r w:rsidRPr="001F5B4D">
              <w:t>Species maximum length is 430, which is higher than the highest risk value (300cm).</w:t>
            </w:r>
          </w:p>
        </w:tc>
        <w:tc>
          <w:tcPr>
            <w:tcW w:w="851" w:type="dxa"/>
          </w:tcPr>
          <w:p w14:paraId="54E3821A" w14:textId="4712D46E" w:rsidR="001F5B4D" w:rsidRPr="001F5B4D" w:rsidRDefault="001F5B4D" w:rsidP="001F5B4D">
            <w:r w:rsidRPr="001F5B4D">
              <w:t>3</w:t>
            </w:r>
          </w:p>
        </w:tc>
      </w:tr>
      <w:tr w:rsidR="001F5B4D" w:rsidRPr="001F5B4D" w14:paraId="1725B8A7" w14:textId="77777777" w:rsidTr="001F5B4D">
        <w:tblPrEx>
          <w:tblCellMar>
            <w:top w:w="0" w:type="dxa"/>
            <w:bottom w:w="0" w:type="dxa"/>
          </w:tblCellMar>
        </w:tblPrEx>
        <w:trPr>
          <w:cantSplit/>
        </w:trPr>
        <w:tc>
          <w:tcPr>
            <w:tcW w:w="2551" w:type="dxa"/>
            <w:shd w:val="clear" w:color="auto" w:fill="998877"/>
          </w:tcPr>
          <w:p w14:paraId="08DFEEA9" w14:textId="386C5993" w:rsidR="001F5B4D" w:rsidRPr="001F5B4D" w:rsidRDefault="001F5B4D" w:rsidP="001F5B4D">
            <w:r w:rsidRPr="001F5B4D">
              <w:t>Average size at maturity</w:t>
            </w:r>
          </w:p>
        </w:tc>
        <w:tc>
          <w:tcPr>
            <w:tcW w:w="4536" w:type="dxa"/>
            <w:gridSpan w:val="2"/>
          </w:tcPr>
          <w:p w14:paraId="11D378FA" w14:textId="2FB53F89" w:rsidR="001F5B4D" w:rsidRPr="001F5B4D" w:rsidRDefault="001F5B4D" w:rsidP="001F5B4D">
            <w:r w:rsidRPr="001F5B4D">
              <w:t>Species length at maturity is 225, which is higher than the highest risk value (200cm).</w:t>
            </w:r>
          </w:p>
        </w:tc>
        <w:tc>
          <w:tcPr>
            <w:tcW w:w="851" w:type="dxa"/>
          </w:tcPr>
          <w:p w14:paraId="78D4CF68" w14:textId="57532A28" w:rsidR="001F5B4D" w:rsidRPr="001F5B4D" w:rsidRDefault="001F5B4D" w:rsidP="001F5B4D">
            <w:r w:rsidRPr="001F5B4D">
              <w:t>3</w:t>
            </w:r>
          </w:p>
        </w:tc>
      </w:tr>
      <w:tr w:rsidR="001F5B4D" w:rsidRPr="001F5B4D" w14:paraId="55DFB231" w14:textId="77777777" w:rsidTr="001F5B4D">
        <w:tblPrEx>
          <w:tblCellMar>
            <w:top w:w="0" w:type="dxa"/>
            <w:bottom w:w="0" w:type="dxa"/>
          </w:tblCellMar>
        </w:tblPrEx>
        <w:trPr>
          <w:cantSplit/>
        </w:trPr>
        <w:tc>
          <w:tcPr>
            <w:tcW w:w="2551" w:type="dxa"/>
            <w:shd w:val="clear" w:color="auto" w:fill="998877"/>
          </w:tcPr>
          <w:p w14:paraId="1D29997D" w14:textId="2C8533FF" w:rsidR="001F5B4D" w:rsidRPr="001F5B4D" w:rsidRDefault="001F5B4D" w:rsidP="001F5B4D">
            <w:r w:rsidRPr="001F5B4D">
              <w:t>Reproductive strategy</w:t>
            </w:r>
          </w:p>
        </w:tc>
        <w:tc>
          <w:tcPr>
            <w:tcW w:w="4536" w:type="dxa"/>
            <w:gridSpan w:val="2"/>
          </w:tcPr>
          <w:p w14:paraId="5FF21A70" w14:textId="0D2893F5" w:rsidR="001F5B4D" w:rsidRPr="001F5B4D" w:rsidRDefault="001F5B4D" w:rsidP="001F5B4D">
            <w:r w:rsidRPr="001F5B4D">
              <w:t>Species reproductive strategy is live bearer, which is high risk.</w:t>
            </w:r>
          </w:p>
        </w:tc>
        <w:tc>
          <w:tcPr>
            <w:tcW w:w="851" w:type="dxa"/>
          </w:tcPr>
          <w:p w14:paraId="65ED2635" w14:textId="68C0DB11" w:rsidR="001F5B4D" w:rsidRPr="001F5B4D" w:rsidRDefault="001F5B4D" w:rsidP="001F5B4D">
            <w:r w:rsidRPr="001F5B4D">
              <w:t>3</w:t>
            </w:r>
          </w:p>
        </w:tc>
      </w:tr>
      <w:tr w:rsidR="001F5B4D" w:rsidRPr="001F5B4D" w14:paraId="4DF2DEE8" w14:textId="77777777" w:rsidTr="001F5B4D">
        <w:tblPrEx>
          <w:tblCellMar>
            <w:top w:w="0" w:type="dxa"/>
            <w:bottom w:w="0" w:type="dxa"/>
          </w:tblCellMar>
        </w:tblPrEx>
        <w:trPr>
          <w:cantSplit/>
        </w:trPr>
        <w:tc>
          <w:tcPr>
            <w:tcW w:w="2551" w:type="dxa"/>
            <w:shd w:val="clear" w:color="auto" w:fill="998877"/>
          </w:tcPr>
          <w:p w14:paraId="01C3F412" w14:textId="49A11CCD" w:rsidR="001F5B4D" w:rsidRPr="001F5B4D" w:rsidRDefault="001F5B4D" w:rsidP="001F5B4D">
            <w:r w:rsidRPr="001F5B4D">
              <w:t>Trophic level</w:t>
            </w:r>
          </w:p>
        </w:tc>
        <w:tc>
          <w:tcPr>
            <w:tcW w:w="4536" w:type="dxa"/>
            <w:gridSpan w:val="2"/>
            <w:tcBorders>
              <w:bottom w:val="single" w:sz="4" w:space="0" w:color="auto"/>
            </w:tcBorders>
          </w:tcPr>
          <w:p w14:paraId="55770A17" w14:textId="44DAC774" w:rsidR="001F5B4D" w:rsidRPr="001F5B4D" w:rsidRDefault="001F5B4D" w:rsidP="001F5B4D">
            <w:r w:rsidRPr="001F5B4D">
              <w:t>Species trophic level is 4.1, which is higher than the highest risk value (3.25).</w:t>
            </w:r>
          </w:p>
        </w:tc>
        <w:tc>
          <w:tcPr>
            <w:tcW w:w="851" w:type="dxa"/>
          </w:tcPr>
          <w:p w14:paraId="52CAECFF" w14:textId="182284F6" w:rsidR="001F5B4D" w:rsidRPr="001F5B4D" w:rsidRDefault="001F5B4D" w:rsidP="001F5B4D">
            <w:r w:rsidRPr="001F5B4D">
              <w:t>3</w:t>
            </w:r>
          </w:p>
        </w:tc>
      </w:tr>
      <w:tr w:rsidR="001F5B4D" w:rsidRPr="001F5B4D" w14:paraId="0EA428F2"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795E562D" w14:textId="77777777" w:rsidR="001F5B4D" w:rsidRPr="001F5B4D" w:rsidRDefault="001F5B4D" w:rsidP="001F5B4D"/>
        </w:tc>
        <w:tc>
          <w:tcPr>
            <w:tcW w:w="4536" w:type="dxa"/>
            <w:gridSpan w:val="2"/>
            <w:tcBorders>
              <w:bottom w:val="single" w:sz="4" w:space="0" w:color="auto"/>
            </w:tcBorders>
            <w:shd w:val="clear" w:color="auto" w:fill="998877"/>
          </w:tcPr>
          <w:p w14:paraId="331CEBC4" w14:textId="7F538058" w:rsidR="001F5B4D" w:rsidRPr="001F5B4D" w:rsidRDefault="001F5B4D" w:rsidP="001F5B4D">
            <w:r w:rsidRPr="001F5B4D">
              <w:t>Productivity score</w:t>
            </w:r>
          </w:p>
        </w:tc>
        <w:tc>
          <w:tcPr>
            <w:tcW w:w="851" w:type="dxa"/>
            <w:tcBorders>
              <w:bottom w:val="single" w:sz="4" w:space="0" w:color="auto"/>
            </w:tcBorders>
          </w:tcPr>
          <w:p w14:paraId="778D9BEF" w14:textId="416FABE7" w:rsidR="001F5B4D" w:rsidRPr="001F5B4D" w:rsidRDefault="001F5B4D" w:rsidP="001F5B4D">
            <w:r w:rsidRPr="001F5B4D">
              <w:t>2.86</w:t>
            </w:r>
          </w:p>
        </w:tc>
      </w:tr>
      <w:tr w:rsidR="001F5B4D" w:rsidRPr="001F5B4D" w14:paraId="64F202BA" w14:textId="77777777" w:rsidTr="00D044B2">
        <w:tblPrEx>
          <w:tblCellMar>
            <w:top w:w="0" w:type="dxa"/>
            <w:bottom w:w="0" w:type="dxa"/>
          </w:tblCellMar>
        </w:tblPrEx>
        <w:trPr>
          <w:cantSplit/>
        </w:trPr>
        <w:tc>
          <w:tcPr>
            <w:tcW w:w="7938" w:type="dxa"/>
            <w:gridSpan w:val="4"/>
            <w:shd w:val="clear" w:color="auto" w:fill="998877"/>
          </w:tcPr>
          <w:p w14:paraId="77326FA5" w14:textId="2C13FA98" w:rsidR="001F5B4D" w:rsidRPr="001F5B4D" w:rsidRDefault="001F5B4D" w:rsidP="001F5B4D">
            <w:pPr>
              <w:rPr>
                <w:b/>
              </w:rPr>
            </w:pPr>
            <w:r w:rsidRPr="001F5B4D">
              <w:rPr>
                <w:b/>
              </w:rPr>
              <w:t>Susceptibility</w:t>
            </w:r>
          </w:p>
        </w:tc>
      </w:tr>
      <w:tr w:rsidR="001F5B4D" w:rsidRPr="001F5B4D" w14:paraId="0305FCB2" w14:textId="77777777" w:rsidTr="001F5B4D">
        <w:tblPrEx>
          <w:tblCellMar>
            <w:top w:w="0" w:type="dxa"/>
            <w:bottom w:w="0" w:type="dxa"/>
          </w:tblCellMar>
        </w:tblPrEx>
        <w:trPr>
          <w:cantSplit/>
        </w:trPr>
        <w:tc>
          <w:tcPr>
            <w:tcW w:w="2551" w:type="dxa"/>
            <w:shd w:val="clear" w:color="auto" w:fill="998877"/>
          </w:tcPr>
          <w:p w14:paraId="335F8817" w14:textId="158159F6" w:rsidR="001F5B4D" w:rsidRPr="001F5B4D" w:rsidRDefault="001F5B4D" w:rsidP="001F5B4D">
            <w:r w:rsidRPr="001F5B4D">
              <w:t>Areal overlap (availability)</w:t>
            </w:r>
          </w:p>
        </w:tc>
        <w:tc>
          <w:tcPr>
            <w:tcW w:w="4536" w:type="dxa"/>
            <w:gridSpan w:val="2"/>
          </w:tcPr>
          <w:p w14:paraId="72F4B11F" w14:textId="1E64E373" w:rsidR="001F5B4D" w:rsidRPr="001F5B4D" w:rsidRDefault="001F5B4D" w:rsidP="001F5B4D">
            <w:r w:rsidRPr="001F5B4D">
              <w:t>Worldwide pelagic distribution</w:t>
            </w:r>
          </w:p>
        </w:tc>
        <w:tc>
          <w:tcPr>
            <w:tcW w:w="851" w:type="dxa"/>
          </w:tcPr>
          <w:p w14:paraId="303BD924" w14:textId="1F766548" w:rsidR="001F5B4D" w:rsidRPr="001F5B4D" w:rsidRDefault="001F5B4D" w:rsidP="001F5B4D">
            <w:r w:rsidRPr="001F5B4D">
              <w:t>3</w:t>
            </w:r>
          </w:p>
        </w:tc>
      </w:tr>
      <w:tr w:rsidR="001F5B4D" w:rsidRPr="001F5B4D" w14:paraId="01DBCA77" w14:textId="77777777" w:rsidTr="001F5B4D">
        <w:tblPrEx>
          <w:tblCellMar>
            <w:top w:w="0" w:type="dxa"/>
            <w:bottom w:w="0" w:type="dxa"/>
          </w:tblCellMar>
        </w:tblPrEx>
        <w:trPr>
          <w:cantSplit/>
        </w:trPr>
        <w:tc>
          <w:tcPr>
            <w:tcW w:w="2551" w:type="dxa"/>
            <w:shd w:val="clear" w:color="auto" w:fill="998877"/>
          </w:tcPr>
          <w:p w14:paraId="17BBD823" w14:textId="1C183EF8" w:rsidR="001F5B4D" w:rsidRPr="001F5B4D" w:rsidRDefault="001F5B4D" w:rsidP="001F5B4D">
            <w:r w:rsidRPr="001F5B4D">
              <w:t>Encounterability</w:t>
            </w:r>
          </w:p>
        </w:tc>
        <w:tc>
          <w:tcPr>
            <w:tcW w:w="4536" w:type="dxa"/>
            <w:gridSpan w:val="2"/>
          </w:tcPr>
          <w:p w14:paraId="1C5F7549" w14:textId="69347254" w:rsidR="001F5B4D" w:rsidRPr="001F5B4D" w:rsidRDefault="001F5B4D" w:rsidP="001F5B4D">
            <w:r w:rsidRPr="001F5B4D">
              <w:t>The depth range of the species is 1-1000m. For surface gears, the vertical overlap index with this species is 10.00%.</w:t>
            </w:r>
          </w:p>
        </w:tc>
        <w:tc>
          <w:tcPr>
            <w:tcW w:w="851" w:type="dxa"/>
          </w:tcPr>
          <w:p w14:paraId="15232F57" w14:textId="1C12F03C" w:rsidR="001F5B4D" w:rsidRPr="001F5B4D" w:rsidRDefault="001F5B4D" w:rsidP="001F5B4D">
            <w:r w:rsidRPr="001F5B4D">
              <w:t>2</w:t>
            </w:r>
          </w:p>
        </w:tc>
      </w:tr>
      <w:tr w:rsidR="001F5B4D" w:rsidRPr="001F5B4D" w14:paraId="2CF50277" w14:textId="77777777" w:rsidTr="001F5B4D">
        <w:tblPrEx>
          <w:tblCellMar>
            <w:top w:w="0" w:type="dxa"/>
            <w:bottom w:w="0" w:type="dxa"/>
          </w:tblCellMar>
        </w:tblPrEx>
        <w:trPr>
          <w:cantSplit/>
        </w:trPr>
        <w:tc>
          <w:tcPr>
            <w:tcW w:w="2551" w:type="dxa"/>
            <w:shd w:val="clear" w:color="auto" w:fill="998877"/>
          </w:tcPr>
          <w:p w14:paraId="67F2F100" w14:textId="1D9700F8" w:rsidR="001F5B4D" w:rsidRPr="001F5B4D" w:rsidRDefault="001F5B4D" w:rsidP="001F5B4D">
            <w:r w:rsidRPr="001F5B4D">
              <w:t>Selectivity</w:t>
            </w:r>
          </w:p>
        </w:tc>
        <w:tc>
          <w:tcPr>
            <w:tcW w:w="4536" w:type="dxa"/>
            <w:gridSpan w:val="2"/>
          </w:tcPr>
          <w:p w14:paraId="6E146890" w14:textId="450CF566" w:rsidR="001F5B4D" w:rsidRPr="001F5B4D" w:rsidRDefault="001F5B4D" w:rsidP="001F5B4D">
            <w:r w:rsidRPr="001F5B4D">
              <w:t>The maximum length of the species is 430cm. For tropical surface fisheries, the length overlap index with this species is 100.00%.</w:t>
            </w:r>
          </w:p>
        </w:tc>
        <w:tc>
          <w:tcPr>
            <w:tcW w:w="851" w:type="dxa"/>
          </w:tcPr>
          <w:p w14:paraId="1FFC4BCF" w14:textId="1D2F1296" w:rsidR="001F5B4D" w:rsidRPr="001F5B4D" w:rsidRDefault="001F5B4D" w:rsidP="001F5B4D">
            <w:r w:rsidRPr="001F5B4D">
              <w:t>3</w:t>
            </w:r>
          </w:p>
        </w:tc>
      </w:tr>
      <w:tr w:rsidR="001F5B4D" w:rsidRPr="001F5B4D" w14:paraId="22924313" w14:textId="77777777" w:rsidTr="001F5B4D">
        <w:tblPrEx>
          <w:tblCellMar>
            <w:top w:w="0" w:type="dxa"/>
            <w:bottom w:w="0" w:type="dxa"/>
          </w:tblCellMar>
        </w:tblPrEx>
        <w:trPr>
          <w:cantSplit/>
        </w:trPr>
        <w:tc>
          <w:tcPr>
            <w:tcW w:w="2551" w:type="dxa"/>
            <w:shd w:val="clear" w:color="auto" w:fill="998877"/>
          </w:tcPr>
          <w:p w14:paraId="4E6C66E5" w14:textId="31E8D7BD" w:rsidR="001F5B4D" w:rsidRPr="001F5B4D" w:rsidRDefault="001F5B4D" w:rsidP="001F5B4D">
            <w:r w:rsidRPr="001F5B4D">
              <w:t>Post capture mortality</w:t>
            </w:r>
          </w:p>
        </w:tc>
        <w:tc>
          <w:tcPr>
            <w:tcW w:w="4536" w:type="dxa"/>
            <w:gridSpan w:val="2"/>
            <w:tcBorders>
              <w:bottom w:val="single" w:sz="4" w:space="0" w:color="auto"/>
            </w:tcBorders>
          </w:tcPr>
          <w:p w14:paraId="2FB44CF6" w14:textId="4CA93FEE" w:rsidR="001F5B4D" w:rsidRPr="001F5B4D" w:rsidRDefault="001F5B4D" w:rsidP="001F5B4D">
            <w:r w:rsidRPr="001F5B4D">
              <w:t>No direct evidence of survival after capture.</w:t>
            </w:r>
          </w:p>
        </w:tc>
        <w:tc>
          <w:tcPr>
            <w:tcW w:w="851" w:type="dxa"/>
          </w:tcPr>
          <w:p w14:paraId="32F9572E" w14:textId="1406783D" w:rsidR="001F5B4D" w:rsidRPr="001F5B4D" w:rsidRDefault="001F5B4D" w:rsidP="001F5B4D">
            <w:r w:rsidRPr="001F5B4D">
              <w:t>3</w:t>
            </w:r>
          </w:p>
        </w:tc>
      </w:tr>
      <w:tr w:rsidR="001F5B4D" w:rsidRPr="001F5B4D" w14:paraId="277AC31D" w14:textId="77777777" w:rsidTr="001F5B4D">
        <w:tblPrEx>
          <w:tblCellMar>
            <w:top w:w="0" w:type="dxa"/>
            <w:bottom w:w="0" w:type="dxa"/>
          </w:tblCellMar>
        </w:tblPrEx>
        <w:trPr>
          <w:cantSplit/>
        </w:trPr>
        <w:tc>
          <w:tcPr>
            <w:tcW w:w="2551" w:type="dxa"/>
            <w:shd w:val="clear" w:color="auto" w:fill="998877"/>
          </w:tcPr>
          <w:p w14:paraId="6023EEB1" w14:textId="77777777" w:rsidR="001F5B4D" w:rsidRPr="001F5B4D" w:rsidRDefault="001F5B4D" w:rsidP="001F5B4D"/>
        </w:tc>
        <w:tc>
          <w:tcPr>
            <w:tcW w:w="4536" w:type="dxa"/>
            <w:gridSpan w:val="2"/>
            <w:tcBorders>
              <w:bottom w:val="single" w:sz="4" w:space="0" w:color="auto"/>
            </w:tcBorders>
            <w:shd w:val="clear" w:color="auto" w:fill="998877"/>
          </w:tcPr>
          <w:p w14:paraId="5D88DE61" w14:textId="573F696A" w:rsidR="001F5B4D" w:rsidRPr="001F5B4D" w:rsidRDefault="001F5B4D" w:rsidP="001F5B4D">
            <w:r w:rsidRPr="001F5B4D">
              <w:t>Susceptibility score</w:t>
            </w:r>
          </w:p>
        </w:tc>
        <w:tc>
          <w:tcPr>
            <w:tcW w:w="851" w:type="dxa"/>
          </w:tcPr>
          <w:p w14:paraId="66C82686" w14:textId="36BBFC9F" w:rsidR="001F5B4D" w:rsidRPr="001F5B4D" w:rsidRDefault="001F5B4D" w:rsidP="001F5B4D">
            <w:r w:rsidRPr="001F5B4D">
              <w:t>2.33</w:t>
            </w:r>
          </w:p>
        </w:tc>
      </w:tr>
      <w:tr w:rsidR="001F5B4D" w:rsidRPr="001F5B4D" w14:paraId="4FCBC2C0" w14:textId="77777777" w:rsidTr="001F5B4D">
        <w:tblPrEx>
          <w:tblCellMar>
            <w:top w:w="0" w:type="dxa"/>
            <w:bottom w:w="0" w:type="dxa"/>
          </w:tblCellMar>
        </w:tblPrEx>
        <w:trPr>
          <w:cantSplit/>
        </w:trPr>
        <w:tc>
          <w:tcPr>
            <w:tcW w:w="2551" w:type="dxa"/>
            <w:shd w:val="clear" w:color="auto" w:fill="998877"/>
          </w:tcPr>
          <w:p w14:paraId="2B9C009C" w14:textId="77777777" w:rsidR="001F5B4D" w:rsidRPr="001F5B4D" w:rsidRDefault="001F5B4D" w:rsidP="001F5B4D"/>
        </w:tc>
        <w:tc>
          <w:tcPr>
            <w:tcW w:w="4536" w:type="dxa"/>
            <w:gridSpan w:val="2"/>
            <w:shd w:val="clear" w:color="auto" w:fill="998877"/>
          </w:tcPr>
          <w:p w14:paraId="1AD028AE" w14:textId="64D735ED" w:rsidR="001F5B4D" w:rsidRPr="001F5B4D" w:rsidRDefault="001F5B4D" w:rsidP="001F5B4D">
            <w:r w:rsidRPr="001F5B4D">
              <w:t>Vulnerability score</w:t>
            </w:r>
          </w:p>
        </w:tc>
        <w:tc>
          <w:tcPr>
            <w:tcW w:w="851" w:type="dxa"/>
          </w:tcPr>
          <w:p w14:paraId="3EB5640B" w14:textId="2F3CC0F5" w:rsidR="001F5B4D" w:rsidRPr="001F5B4D" w:rsidRDefault="001F5B4D" w:rsidP="001F5B4D">
            <w:r w:rsidRPr="001F5B4D">
              <w:t>3.68</w:t>
            </w:r>
          </w:p>
        </w:tc>
      </w:tr>
    </w:tbl>
    <w:p w14:paraId="07712AE0" w14:textId="48C33425"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EABEACD"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8" w:name="T_DGX" w:colFirst="0" w:colLast="0"/>
          <w:p w14:paraId="43CECFC7" w14:textId="10C1A3EA" w:rsidR="001F5B4D" w:rsidRPr="001F5B4D" w:rsidRDefault="001F5B4D" w:rsidP="001F5B4D">
            <w:pPr>
              <w:rPr>
                <w:b/>
              </w:rPr>
            </w:pPr>
            <w:r w:rsidRPr="001F5B4D">
              <w:rPr>
                <w:b/>
              </w:rPr>
              <w:fldChar w:fldCharType="begin"/>
            </w:r>
            <w:r w:rsidRPr="001F5B4D">
              <w:rPr>
                <w:b/>
              </w:rPr>
              <w:instrText xml:space="preserve"> HYPERLINK  \l "S_DGX" \o "PSA Score" </w:instrText>
            </w:r>
            <w:r w:rsidRPr="001F5B4D">
              <w:rPr>
                <w:b/>
              </w:rPr>
            </w:r>
            <w:r w:rsidRPr="001F5B4D">
              <w:rPr>
                <w:b/>
              </w:rPr>
              <w:fldChar w:fldCharType="separate"/>
            </w:r>
            <w:r w:rsidRPr="001F5B4D">
              <w:rPr>
                <w:rStyle w:val="Hyperlink"/>
                <w:b/>
              </w:rPr>
              <w:t>Dogfish sharks nei</w:t>
            </w:r>
            <w:r w:rsidRPr="001F5B4D">
              <w:rPr>
                <w:b/>
              </w:rPr>
              <w:fldChar w:fldCharType="end"/>
            </w:r>
          </w:p>
        </w:tc>
        <w:tc>
          <w:tcPr>
            <w:tcW w:w="3969" w:type="dxa"/>
            <w:gridSpan w:val="2"/>
            <w:tcBorders>
              <w:bottom w:val="single" w:sz="4" w:space="0" w:color="auto"/>
            </w:tcBorders>
            <w:shd w:val="clear" w:color="auto" w:fill="998877"/>
          </w:tcPr>
          <w:p w14:paraId="5B4FC7AC" w14:textId="2D11643B" w:rsidR="001F5B4D" w:rsidRPr="001F5B4D" w:rsidRDefault="001F5B4D" w:rsidP="001F5B4D">
            <w:pPr>
              <w:rPr>
                <w:b/>
                <w:i/>
              </w:rPr>
            </w:pPr>
            <w:r w:rsidRPr="001F5B4D">
              <w:rPr>
                <w:b/>
                <w:i/>
              </w:rPr>
              <w:t>Squalidae</w:t>
            </w:r>
          </w:p>
        </w:tc>
      </w:tr>
      <w:bookmarkEnd w:id="178"/>
      <w:tr w:rsidR="001F5B4D" w:rsidRPr="001F5B4D" w14:paraId="03D7EEE1" w14:textId="77777777" w:rsidTr="006B6F86">
        <w:tblPrEx>
          <w:tblCellMar>
            <w:top w:w="0" w:type="dxa"/>
            <w:bottom w:w="0" w:type="dxa"/>
          </w:tblCellMar>
        </w:tblPrEx>
        <w:trPr>
          <w:cantSplit/>
        </w:trPr>
        <w:tc>
          <w:tcPr>
            <w:tcW w:w="7938" w:type="dxa"/>
            <w:gridSpan w:val="4"/>
            <w:shd w:val="clear" w:color="auto" w:fill="998877"/>
          </w:tcPr>
          <w:p w14:paraId="01B47ACE" w14:textId="25230BAE" w:rsidR="001F5B4D" w:rsidRPr="001F5B4D" w:rsidRDefault="001F5B4D" w:rsidP="001F5B4D">
            <w:pPr>
              <w:rPr>
                <w:b/>
              </w:rPr>
            </w:pPr>
            <w:r w:rsidRPr="001F5B4D">
              <w:rPr>
                <w:b/>
              </w:rPr>
              <w:t>Productivity</w:t>
            </w:r>
          </w:p>
        </w:tc>
      </w:tr>
      <w:tr w:rsidR="001F5B4D" w:rsidRPr="001F5B4D" w14:paraId="29B10E42" w14:textId="77777777" w:rsidTr="001F5B4D">
        <w:tblPrEx>
          <w:tblCellMar>
            <w:top w:w="0" w:type="dxa"/>
            <w:bottom w:w="0" w:type="dxa"/>
          </w:tblCellMar>
        </w:tblPrEx>
        <w:trPr>
          <w:cantSplit/>
        </w:trPr>
        <w:tc>
          <w:tcPr>
            <w:tcW w:w="2551" w:type="dxa"/>
            <w:shd w:val="clear" w:color="auto" w:fill="998877"/>
          </w:tcPr>
          <w:p w14:paraId="0DF3F081" w14:textId="4C83D7AB" w:rsidR="001F5B4D" w:rsidRPr="001F5B4D" w:rsidRDefault="001F5B4D" w:rsidP="001F5B4D">
            <w:r w:rsidRPr="001F5B4D">
              <w:t>Average age at maturity</w:t>
            </w:r>
          </w:p>
        </w:tc>
        <w:tc>
          <w:tcPr>
            <w:tcW w:w="4536" w:type="dxa"/>
            <w:gridSpan w:val="2"/>
          </w:tcPr>
          <w:p w14:paraId="625E4943" w14:textId="78F5A391" w:rsidR="001F5B4D" w:rsidRPr="001F5B4D" w:rsidRDefault="001F5B4D" w:rsidP="001F5B4D">
            <w:r w:rsidRPr="001F5B4D">
              <w:t>There is no information.</w:t>
            </w:r>
          </w:p>
        </w:tc>
        <w:tc>
          <w:tcPr>
            <w:tcW w:w="851" w:type="dxa"/>
          </w:tcPr>
          <w:p w14:paraId="562D7A13" w14:textId="0290F9D3" w:rsidR="001F5B4D" w:rsidRPr="001F5B4D" w:rsidRDefault="001F5B4D" w:rsidP="001F5B4D">
            <w:r w:rsidRPr="001F5B4D">
              <w:t>3</w:t>
            </w:r>
          </w:p>
        </w:tc>
      </w:tr>
      <w:tr w:rsidR="001F5B4D" w:rsidRPr="001F5B4D" w14:paraId="734C77AD" w14:textId="77777777" w:rsidTr="001F5B4D">
        <w:tblPrEx>
          <w:tblCellMar>
            <w:top w:w="0" w:type="dxa"/>
            <w:bottom w:w="0" w:type="dxa"/>
          </w:tblCellMar>
        </w:tblPrEx>
        <w:trPr>
          <w:cantSplit/>
        </w:trPr>
        <w:tc>
          <w:tcPr>
            <w:tcW w:w="2551" w:type="dxa"/>
            <w:shd w:val="clear" w:color="auto" w:fill="998877"/>
          </w:tcPr>
          <w:p w14:paraId="087CCE46" w14:textId="0ECCC8C8" w:rsidR="001F5B4D" w:rsidRPr="001F5B4D" w:rsidRDefault="001F5B4D" w:rsidP="001F5B4D">
            <w:r w:rsidRPr="001F5B4D">
              <w:t>Average max age</w:t>
            </w:r>
          </w:p>
        </w:tc>
        <w:tc>
          <w:tcPr>
            <w:tcW w:w="4536" w:type="dxa"/>
            <w:gridSpan w:val="2"/>
          </w:tcPr>
          <w:p w14:paraId="3702142B" w14:textId="613F4BD1" w:rsidR="001F5B4D" w:rsidRPr="001F5B4D" w:rsidRDefault="001F5B4D" w:rsidP="001F5B4D">
            <w:r w:rsidRPr="001F5B4D">
              <w:t>There is no information.</w:t>
            </w:r>
          </w:p>
        </w:tc>
        <w:tc>
          <w:tcPr>
            <w:tcW w:w="851" w:type="dxa"/>
          </w:tcPr>
          <w:p w14:paraId="65CC8D0F" w14:textId="544C7361" w:rsidR="001F5B4D" w:rsidRPr="001F5B4D" w:rsidRDefault="001F5B4D" w:rsidP="001F5B4D">
            <w:r w:rsidRPr="001F5B4D">
              <w:t>3</w:t>
            </w:r>
          </w:p>
        </w:tc>
      </w:tr>
      <w:tr w:rsidR="001F5B4D" w:rsidRPr="001F5B4D" w14:paraId="2EC97A22" w14:textId="77777777" w:rsidTr="001F5B4D">
        <w:tblPrEx>
          <w:tblCellMar>
            <w:top w:w="0" w:type="dxa"/>
            <w:bottom w:w="0" w:type="dxa"/>
          </w:tblCellMar>
        </w:tblPrEx>
        <w:trPr>
          <w:cantSplit/>
        </w:trPr>
        <w:tc>
          <w:tcPr>
            <w:tcW w:w="2551" w:type="dxa"/>
            <w:shd w:val="clear" w:color="auto" w:fill="998877"/>
          </w:tcPr>
          <w:p w14:paraId="57981205" w14:textId="13F34401" w:rsidR="001F5B4D" w:rsidRPr="001F5B4D" w:rsidRDefault="001F5B4D" w:rsidP="001F5B4D">
            <w:r w:rsidRPr="001F5B4D">
              <w:t>Fecundity</w:t>
            </w:r>
          </w:p>
        </w:tc>
        <w:tc>
          <w:tcPr>
            <w:tcW w:w="4536" w:type="dxa"/>
            <w:gridSpan w:val="2"/>
          </w:tcPr>
          <w:p w14:paraId="7FF8327D" w14:textId="7684A630" w:rsidR="001F5B4D" w:rsidRPr="001F5B4D" w:rsidRDefault="001F5B4D" w:rsidP="001F5B4D">
            <w:r w:rsidRPr="001F5B4D">
              <w:t>The score is the maximum risk score in the catch group, Angelshark, of 1 species.</w:t>
            </w:r>
          </w:p>
        </w:tc>
        <w:tc>
          <w:tcPr>
            <w:tcW w:w="851" w:type="dxa"/>
          </w:tcPr>
          <w:p w14:paraId="6FB5DC18" w14:textId="59E878BF" w:rsidR="001F5B4D" w:rsidRPr="001F5B4D" w:rsidRDefault="001F5B4D" w:rsidP="001F5B4D">
            <w:r w:rsidRPr="001F5B4D">
              <w:t>3</w:t>
            </w:r>
          </w:p>
        </w:tc>
      </w:tr>
      <w:tr w:rsidR="001F5B4D" w:rsidRPr="001F5B4D" w14:paraId="63A80970" w14:textId="77777777" w:rsidTr="001F5B4D">
        <w:tblPrEx>
          <w:tblCellMar>
            <w:top w:w="0" w:type="dxa"/>
            <w:bottom w:w="0" w:type="dxa"/>
          </w:tblCellMar>
        </w:tblPrEx>
        <w:trPr>
          <w:cantSplit/>
        </w:trPr>
        <w:tc>
          <w:tcPr>
            <w:tcW w:w="2551" w:type="dxa"/>
            <w:shd w:val="clear" w:color="auto" w:fill="998877"/>
          </w:tcPr>
          <w:p w14:paraId="025F361C" w14:textId="466D1439" w:rsidR="001F5B4D" w:rsidRPr="001F5B4D" w:rsidRDefault="001F5B4D" w:rsidP="001F5B4D">
            <w:r w:rsidRPr="001F5B4D">
              <w:t>Average max size</w:t>
            </w:r>
          </w:p>
        </w:tc>
        <w:tc>
          <w:tcPr>
            <w:tcW w:w="4536" w:type="dxa"/>
            <w:gridSpan w:val="2"/>
          </w:tcPr>
          <w:p w14:paraId="19AB75CA" w14:textId="61ADAA91" w:rsidR="001F5B4D" w:rsidRPr="001F5B4D" w:rsidRDefault="001F5B4D" w:rsidP="001F5B4D">
            <w:r w:rsidRPr="001F5B4D">
              <w:t>The score is the maximum risk score in the catch group, Dogfish sharks nei, of 3 species.</w:t>
            </w:r>
          </w:p>
        </w:tc>
        <w:tc>
          <w:tcPr>
            <w:tcW w:w="851" w:type="dxa"/>
          </w:tcPr>
          <w:p w14:paraId="61D280E7" w14:textId="5E75710A" w:rsidR="001F5B4D" w:rsidRPr="001F5B4D" w:rsidRDefault="001F5B4D" w:rsidP="001F5B4D">
            <w:r w:rsidRPr="001F5B4D">
              <w:t>2</w:t>
            </w:r>
          </w:p>
        </w:tc>
      </w:tr>
      <w:tr w:rsidR="001F5B4D" w:rsidRPr="001F5B4D" w14:paraId="36AB2D2A" w14:textId="77777777" w:rsidTr="001F5B4D">
        <w:tblPrEx>
          <w:tblCellMar>
            <w:top w:w="0" w:type="dxa"/>
            <w:bottom w:w="0" w:type="dxa"/>
          </w:tblCellMar>
        </w:tblPrEx>
        <w:trPr>
          <w:cantSplit/>
        </w:trPr>
        <w:tc>
          <w:tcPr>
            <w:tcW w:w="2551" w:type="dxa"/>
            <w:shd w:val="clear" w:color="auto" w:fill="998877"/>
          </w:tcPr>
          <w:p w14:paraId="407F00A1" w14:textId="5A7E69D8" w:rsidR="001F5B4D" w:rsidRPr="001F5B4D" w:rsidRDefault="001F5B4D" w:rsidP="001F5B4D">
            <w:r w:rsidRPr="001F5B4D">
              <w:t>Average size at maturity</w:t>
            </w:r>
          </w:p>
        </w:tc>
        <w:tc>
          <w:tcPr>
            <w:tcW w:w="4536" w:type="dxa"/>
            <w:gridSpan w:val="2"/>
          </w:tcPr>
          <w:p w14:paraId="6347EC64" w14:textId="3EAF5BCF" w:rsidR="001F5B4D" w:rsidRPr="001F5B4D" w:rsidRDefault="001F5B4D" w:rsidP="001F5B4D">
            <w:r w:rsidRPr="001F5B4D">
              <w:t>The score is the maximum risk score in the catch group, Dogfish sharks nei, of 5 species.</w:t>
            </w:r>
          </w:p>
        </w:tc>
        <w:tc>
          <w:tcPr>
            <w:tcW w:w="851" w:type="dxa"/>
          </w:tcPr>
          <w:p w14:paraId="5944923E" w14:textId="6861F3F5" w:rsidR="001F5B4D" w:rsidRPr="001F5B4D" w:rsidRDefault="001F5B4D" w:rsidP="001F5B4D">
            <w:r w:rsidRPr="001F5B4D">
              <w:t>2</w:t>
            </w:r>
          </w:p>
        </w:tc>
      </w:tr>
      <w:tr w:rsidR="001F5B4D" w:rsidRPr="001F5B4D" w14:paraId="69CF1DB8" w14:textId="77777777" w:rsidTr="001F5B4D">
        <w:tblPrEx>
          <w:tblCellMar>
            <w:top w:w="0" w:type="dxa"/>
            <w:bottom w:w="0" w:type="dxa"/>
          </w:tblCellMar>
        </w:tblPrEx>
        <w:trPr>
          <w:cantSplit/>
        </w:trPr>
        <w:tc>
          <w:tcPr>
            <w:tcW w:w="2551" w:type="dxa"/>
            <w:shd w:val="clear" w:color="auto" w:fill="998877"/>
          </w:tcPr>
          <w:p w14:paraId="5FF07986" w14:textId="10D8DD17" w:rsidR="001F5B4D" w:rsidRPr="001F5B4D" w:rsidRDefault="001F5B4D" w:rsidP="001F5B4D">
            <w:r w:rsidRPr="001F5B4D">
              <w:t>Reproductive strategy</w:t>
            </w:r>
          </w:p>
        </w:tc>
        <w:tc>
          <w:tcPr>
            <w:tcW w:w="4536" w:type="dxa"/>
            <w:gridSpan w:val="2"/>
          </w:tcPr>
          <w:p w14:paraId="2772FEA5" w14:textId="6AA68216" w:rsidR="001F5B4D" w:rsidRPr="001F5B4D" w:rsidRDefault="001F5B4D" w:rsidP="001F5B4D">
            <w:r w:rsidRPr="001F5B4D">
              <w:t>The score is the maximum risk score in the catch group, Dogfish sharks nei, of 5 species.</w:t>
            </w:r>
          </w:p>
        </w:tc>
        <w:tc>
          <w:tcPr>
            <w:tcW w:w="851" w:type="dxa"/>
          </w:tcPr>
          <w:p w14:paraId="019FC82D" w14:textId="10D971D1" w:rsidR="001F5B4D" w:rsidRPr="001F5B4D" w:rsidRDefault="001F5B4D" w:rsidP="001F5B4D">
            <w:r w:rsidRPr="001F5B4D">
              <w:t>3</w:t>
            </w:r>
          </w:p>
        </w:tc>
      </w:tr>
      <w:tr w:rsidR="001F5B4D" w:rsidRPr="001F5B4D" w14:paraId="026D516C" w14:textId="77777777" w:rsidTr="001F5B4D">
        <w:tblPrEx>
          <w:tblCellMar>
            <w:top w:w="0" w:type="dxa"/>
            <w:bottom w:w="0" w:type="dxa"/>
          </w:tblCellMar>
        </w:tblPrEx>
        <w:trPr>
          <w:cantSplit/>
        </w:trPr>
        <w:tc>
          <w:tcPr>
            <w:tcW w:w="2551" w:type="dxa"/>
            <w:shd w:val="clear" w:color="auto" w:fill="998877"/>
          </w:tcPr>
          <w:p w14:paraId="49B3FE9A" w14:textId="00F02104" w:rsidR="001F5B4D" w:rsidRPr="001F5B4D" w:rsidRDefault="001F5B4D" w:rsidP="001F5B4D">
            <w:r w:rsidRPr="001F5B4D">
              <w:t>Trophic level</w:t>
            </w:r>
          </w:p>
        </w:tc>
        <w:tc>
          <w:tcPr>
            <w:tcW w:w="4536" w:type="dxa"/>
            <w:gridSpan w:val="2"/>
            <w:tcBorders>
              <w:bottom w:val="single" w:sz="4" w:space="0" w:color="auto"/>
            </w:tcBorders>
          </w:tcPr>
          <w:p w14:paraId="193B2853" w14:textId="172F51E0" w:rsidR="001F5B4D" w:rsidRPr="001F5B4D" w:rsidRDefault="001F5B4D" w:rsidP="001F5B4D">
            <w:r w:rsidRPr="001F5B4D">
              <w:t>The score is the maximum risk score in the catch group, Dogfish sharks nei, of 5 species.</w:t>
            </w:r>
          </w:p>
        </w:tc>
        <w:tc>
          <w:tcPr>
            <w:tcW w:w="851" w:type="dxa"/>
          </w:tcPr>
          <w:p w14:paraId="0D86AB7B" w14:textId="0D64B36E" w:rsidR="001F5B4D" w:rsidRPr="001F5B4D" w:rsidRDefault="001F5B4D" w:rsidP="001F5B4D">
            <w:r w:rsidRPr="001F5B4D">
              <w:t>3</w:t>
            </w:r>
          </w:p>
        </w:tc>
      </w:tr>
      <w:tr w:rsidR="001F5B4D" w:rsidRPr="001F5B4D" w14:paraId="4427078A"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36D95781" w14:textId="77777777" w:rsidR="001F5B4D" w:rsidRPr="001F5B4D" w:rsidRDefault="001F5B4D" w:rsidP="001F5B4D"/>
        </w:tc>
        <w:tc>
          <w:tcPr>
            <w:tcW w:w="4536" w:type="dxa"/>
            <w:gridSpan w:val="2"/>
            <w:tcBorders>
              <w:bottom w:val="single" w:sz="4" w:space="0" w:color="auto"/>
            </w:tcBorders>
            <w:shd w:val="clear" w:color="auto" w:fill="998877"/>
          </w:tcPr>
          <w:p w14:paraId="4AFEBD57" w14:textId="6B4432A7" w:rsidR="001F5B4D" w:rsidRPr="001F5B4D" w:rsidRDefault="001F5B4D" w:rsidP="001F5B4D">
            <w:r w:rsidRPr="001F5B4D">
              <w:t>Productivity score</w:t>
            </w:r>
          </w:p>
        </w:tc>
        <w:tc>
          <w:tcPr>
            <w:tcW w:w="851" w:type="dxa"/>
            <w:tcBorders>
              <w:bottom w:val="single" w:sz="4" w:space="0" w:color="auto"/>
            </w:tcBorders>
          </w:tcPr>
          <w:p w14:paraId="29B29C68" w14:textId="32580EE4" w:rsidR="001F5B4D" w:rsidRPr="001F5B4D" w:rsidRDefault="001F5B4D" w:rsidP="001F5B4D">
            <w:r w:rsidRPr="001F5B4D">
              <w:t>2.71</w:t>
            </w:r>
          </w:p>
        </w:tc>
      </w:tr>
      <w:tr w:rsidR="001F5B4D" w:rsidRPr="001F5B4D" w14:paraId="3B5D5D9E" w14:textId="77777777" w:rsidTr="00542D1B">
        <w:tblPrEx>
          <w:tblCellMar>
            <w:top w:w="0" w:type="dxa"/>
            <w:bottom w:w="0" w:type="dxa"/>
          </w:tblCellMar>
        </w:tblPrEx>
        <w:trPr>
          <w:cantSplit/>
        </w:trPr>
        <w:tc>
          <w:tcPr>
            <w:tcW w:w="7938" w:type="dxa"/>
            <w:gridSpan w:val="4"/>
            <w:shd w:val="clear" w:color="auto" w:fill="998877"/>
          </w:tcPr>
          <w:p w14:paraId="7CAE075C" w14:textId="322F90B8" w:rsidR="001F5B4D" w:rsidRPr="001F5B4D" w:rsidRDefault="001F5B4D" w:rsidP="001F5B4D">
            <w:pPr>
              <w:rPr>
                <w:b/>
              </w:rPr>
            </w:pPr>
            <w:r w:rsidRPr="001F5B4D">
              <w:rPr>
                <w:b/>
              </w:rPr>
              <w:t>Susceptibility</w:t>
            </w:r>
          </w:p>
        </w:tc>
      </w:tr>
      <w:tr w:rsidR="001F5B4D" w:rsidRPr="001F5B4D" w14:paraId="274409CF" w14:textId="77777777" w:rsidTr="001F5B4D">
        <w:tblPrEx>
          <w:tblCellMar>
            <w:top w:w="0" w:type="dxa"/>
            <w:bottom w:w="0" w:type="dxa"/>
          </w:tblCellMar>
        </w:tblPrEx>
        <w:trPr>
          <w:cantSplit/>
        </w:trPr>
        <w:tc>
          <w:tcPr>
            <w:tcW w:w="2551" w:type="dxa"/>
            <w:shd w:val="clear" w:color="auto" w:fill="998877"/>
          </w:tcPr>
          <w:p w14:paraId="07DD405B" w14:textId="65CFC3B9" w:rsidR="001F5B4D" w:rsidRPr="001F5B4D" w:rsidRDefault="001F5B4D" w:rsidP="001F5B4D">
            <w:r w:rsidRPr="001F5B4D">
              <w:t>Areal overlap (availability)</w:t>
            </w:r>
          </w:p>
        </w:tc>
        <w:tc>
          <w:tcPr>
            <w:tcW w:w="4536" w:type="dxa"/>
            <w:gridSpan w:val="2"/>
          </w:tcPr>
          <w:p w14:paraId="4DFAA140" w14:textId="6E948B16" w:rsidR="001F5B4D" w:rsidRPr="001F5B4D" w:rsidRDefault="001F5B4D" w:rsidP="001F5B4D">
            <w:r w:rsidRPr="001F5B4D">
              <w:t>No information.</w:t>
            </w:r>
          </w:p>
        </w:tc>
        <w:tc>
          <w:tcPr>
            <w:tcW w:w="851" w:type="dxa"/>
          </w:tcPr>
          <w:p w14:paraId="2308E4F3" w14:textId="53A8C6FF" w:rsidR="001F5B4D" w:rsidRPr="001F5B4D" w:rsidRDefault="001F5B4D" w:rsidP="001F5B4D">
            <w:r w:rsidRPr="001F5B4D">
              <w:t>3</w:t>
            </w:r>
          </w:p>
        </w:tc>
      </w:tr>
      <w:tr w:rsidR="001F5B4D" w:rsidRPr="001F5B4D" w14:paraId="05652175" w14:textId="77777777" w:rsidTr="001F5B4D">
        <w:tblPrEx>
          <w:tblCellMar>
            <w:top w:w="0" w:type="dxa"/>
            <w:bottom w:w="0" w:type="dxa"/>
          </w:tblCellMar>
        </w:tblPrEx>
        <w:trPr>
          <w:cantSplit/>
        </w:trPr>
        <w:tc>
          <w:tcPr>
            <w:tcW w:w="2551" w:type="dxa"/>
            <w:shd w:val="clear" w:color="auto" w:fill="998877"/>
          </w:tcPr>
          <w:p w14:paraId="78390145" w14:textId="0CE71628" w:rsidR="001F5B4D" w:rsidRPr="001F5B4D" w:rsidRDefault="001F5B4D" w:rsidP="001F5B4D">
            <w:r w:rsidRPr="001F5B4D">
              <w:t>Encounterability</w:t>
            </w:r>
          </w:p>
        </w:tc>
        <w:tc>
          <w:tcPr>
            <w:tcW w:w="4536" w:type="dxa"/>
            <w:gridSpan w:val="2"/>
          </w:tcPr>
          <w:p w14:paraId="3DF2A150" w14:textId="1849B721" w:rsidR="001F5B4D" w:rsidRPr="001F5B4D" w:rsidRDefault="001F5B4D" w:rsidP="001F5B4D">
            <w:r w:rsidRPr="001F5B4D">
              <w:t>No information.</w:t>
            </w:r>
          </w:p>
        </w:tc>
        <w:tc>
          <w:tcPr>
            <w:tcW w:w="851" w:type="dxa"/>
          </w:tcPr>
          <w:p w14:paraId="20234D9C" w14:textId="5F03221C" w:rsidR="001F5B4D" w:rsidRPr="001F5B4D" w:rsidRDefault="001F5B4D" w:rsidP="001F5B4D">
            <w:r w:rsidRPr="001F5B4D">
              <w:t>3</w:t>
            </w:r>
          </w:p>
        </w:tc>
      </w:tr>
      <w:tr w:rsidR="001F5B4D" w:rsidRPr="001F5B4D" w14:paraId="7C2251CA" w14:textId="77777777" w:rsidTr="001F5B4D">
        <w:tblPrEx>
          <w:tblCellMar>
            <w:top w:w="0" w:type="dxa"/>
            <w:bottom w:w="0" w:type="dxa"/>
          </w:tblCellMar>
        </w:tblPrEx>
        <w:trPr>
          <w:cantSplit/>
        </w:trPr>
        <w:tc>
          <w:tcPr>
            <w:tcW w:w="2551" w:type="dxa"/>
            <w:shd w:val="clear" w:color="auto" w:fill="998877"/>
          </w:tcPr>
          <w:p w14:paraId="13C1396F" w14:textId="1640840F" w:rsidR="001F5B4D" w:rsidRPr="001F5B4D" w:rsidRDefault="001F5B4D" w:rsidP="001F5B4D">
            <w:r w:rsidRPr="001F5B4D">
              <w:t>Selectivity</w:t>
            </w:r>
          </w:p>
        </w:tc>
        <w:tc>
          <w:tcPr>
            <w:tcW w:w="4536" w:type="dxa"/>
            <w:gridSpan w:val="2"/>
          </w:tcPr>
          <w:p w14:paraId="76C50614" w14:textId="4416FEE7" w:rsidR="001F5B4D" w:rsidRPr="001F5B4D" w:rsidRDefault="001F5B4D" w:rsidP="001F5B4D">
            <w:r w:rsidRPr="001F5B4D">
              <w:t>No information.</w:t>
            </w:r>
          </w:p>
        </w:tc>
        <w:tc>
          <w:tcPr>
            <w:tcW w:w="851" w:type="dxa"/>
          </w:tcPr>
          <w:p w14:paraId="7F87144A" w14:textId="413DBA63" w:rsidR="001F5B4D" w:rsidRPr="001F5B4D" w:rsidRDefault="001F5B4D" w:rsidP="001F5B4D">
            <w:r w:rsidRPr="001F5B4D">
              <w:t>3</w:t>
            </w:r>
          </w:p>
        </w:tc>
      </w:tr>
      <w:tr w:rsidR="001F5B4D" w:rsidRPr="001F5B4D" w14:paraId="0470EE00" w14:textId="77777777" w:rsidTr="001F5B4D">
        <w:tblPrEx>
          <w:tblCellMar>
            <w:top w:w="0" w:type="dxa"/>
            <w:bottom w:w="0" w:type="dxa"/>
          </w:tblCellMar>
        </w:tblPrEx>
        <w:trPr>
          <w:cantSplit/>
        </w:trPr>
        <w:tc>
          <w:tcPr>
            <w:tcW w:w="2551" w:type="dxa"/>
            <w:shd w:val="clear" w:color="auto" w:fill="998877"/>
          </w:tcPr>
          <w:p w14:paraId="4BA8BCC6" w14:textId="782432F7" w:rsidR="001F5B4D" w:rsidRPr="001F5B4D" w:rsidRDefault="001F5B4D" w:rsidP="001F5B4D">
            <w:r w:rsidRPr="001F5B4D">
              <w:t>Post capture mortality</w:t>
            </w:r>
          </w:p>
        </w:tc>
        <w:tc>
          <w:tcPr>
            <w:tcW w:w="4536" w:type="dxa"/>
            <w:gridSpan w:val="2"/>
            <w:tcBorders>
              <w:bottom w:val="single" w:sz="4" w:space="0" w:color="auto"/>
            </w:tcBorders>
          </w:tcPr>
          <w:p w14:paraId="235EE4A7" w14:textId="1FC4271E" w:rsidR="001F5B4D" w:rsidRPr="001F5B4D" w:rsidRDefault="001F5B4D" w:rsidP="001F5B4D">
            <w:r w:rsidRPr="001F5B4D">
              <w:t>No direct evidence of survival after capture.</w:t>
            </w:r>
          </w:p>
        </w:tc>
        <w:tc>
          <w:tcPr>
            <w:tcW w:w="851" w:type="dxa"/>
          </w:tcPr>
          <w:p w14:paraId="0A76A3A7" w14:textId="431D6744" w:rsidR="001F5B4D" w:rsidRPr="001F5B4D" w:rsidRDefault="001F5B4D" w:rsidP="001F5B4D">
            <w:r w:rsidRPr="001F5B4D">
              <w:t>3</w:t>
            </w:r>
          </w:p>
        </w:tc>
      </w:tr>
      <w:tr w:rsidR="001F5B4D" w:rsidRPr="001F5B4D" w14:paraId="4A4E9B47" w14:textId="77777777" w:rsidTr="001F5B4D">
        <w:tblPrEx>
          <w:tblCellMar>
            <w:top w:w="0" w:type="dxa"/>
            <w:bottom w:w="0" w:type="dxa"/>
          </w:tblCellMar>
        </w:tblPrEx>
        <w:trPr>
          <w:cantSplit/>
        </w:trPr>
        <w:tc>
          <w:tcPr>
            <w:tcW w:w="2551" w:type="dxa"/>
            <w:shd w:val="clear" w:color="auto" w:fill="998877"/>
          </w:tcPr>
          <w:p w14:paraId="7B672F8B" w14:textId="77777777" w:rsidR="001F5B4D" w:rsidRPr="001F5B4D" w:rsidRDefault="001F5B4D" w:rsidP="001F5B4D"/>
        </w:tc>
        <w:tc>
          <w:tcPr>
            <w:tcW w:w="4536" w:type="dxa"/>
            <w:gridSpan w:val="2"/>
            <w:tcBorders>
              <w:bottom w:val="single" w:sz="4" w:space="0" w:color="auto"/>
            </w:tcBorders>
            <w:shd w:val="clear" w:color="auto" w:fill="998877"/>
          </w:tcPr>
          <w:p w14:paraId="4097D484" w14:textId="5A0F6C79" w:rsidR="001F5B4D" w:rsidRPr="001F5B4D" w:rsidRDefault="001F5B4D" w:rsidP="001F5B4D">
            <w:r w:rsidRPr="001F5B4D">
              <w:t>Susceptibility score</w:t>
            </w:r>
          </w:p>
        </w:tc>
        <w:tc>
          <w:tcPr>
            <w:tcW w:w="851" w:type="dxa"/>
          </w:tcPr>
          <w:p w14:paraId="1BC0B0E2" w14:textId="1CC156D2" w:rsidR="001F5B4D" w:rsidRPr="001F5B4D" w:rsidRDefault="001F5B4D" w:rsidP="001F5B4D">
            <w:r w:rsidRPr="001F5B4D">
              <w:t>3.00</w:t>
            </w:r>
          </w:p>
        </w:tc>
      </w:tr>
      <w:tr w:rsidR="001F5B4D" w:rsidRPr="001F5B4D" w14:paraId="1E8F342B" w14:textId="77777777" w:rsidTr="001F5B4D">
        <w:tblPrEx>
          <w:tblCellMar>
            <w:top w:w="0" w:type="dxa"/>
            <w:bottom w:w="0" w:type="dxa"/>
          </w:tblCellMar>
        </w:tblPrEx>
        <w:trPr>
          <w:cantSplit/>
        </w:trPr>
        <w:tc>
          <w:tcPr>
            <w:tcW w:w="2551" w:type="dxa"/>
            <w:shd w:val="clear" w:color="auto" w:fill="998877"/>
          </w:tcPr>
          <w:p w14:paraId="44A7D014" w14:textId="77777777" w:rsidR="001F5B4D" w:rsidRPr="001F5B4D" w:rsidRDefault="001F5B4D" w:rsidP="001F5B4D"/>
        </w:tc>
        <w:tc>
          <w:tcPr>
            <w:tcW w:w="4536" w:type="dxa"/>
            <w:gridSpan w:val="2"/>
            <w:shd w:val="clear" w:color="auto" w:fill="998877"/>
          </w:tcPr>
          <w:p w14:paraId="74E66E92" w14:textId="402C693E" w:rsidR="001F5B4D" w:rsidRPr="001F5B4D" w:rsidRDefault="001F5B4D" w:rsidP="001F5B4D">
            <w:r w:rsidRPr="001F5B4D">
              <w:t>Vulnerability score</w:t>
            </w:r>
          </w:p>
        </w:tc>
        <w:tc>
          <w:tcPr>
            <w:tcW w:w="851" w:type="dxa"/>
          </w:tcPr>
          <w:p w14:paraId="472CD90A" w14:textId="02CE36C9" w:rsidR="001F5B4D" w:rsidRPr="001F5B4D" w:rsidRDefault="001F5B4D" w:rsidP="001F5B4D">
            <w:r w:rsidRPr="001F5B4D">
              <w:t>4.05</w:t>
            </w:r>
          </w:p>
        </w:tc>
      </w:tr>
    </w:tbl>
    <w:p w14:paraId="03B451AD" w14:textId="3C186688"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4A7AB0F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79" w:name="T_OIL" w:colFirst="0" w:colLast="0"/>
          <w:p w14:paraId="102F689B" w14:textId="166082E3" w:rsidR="001F5B4D" w:rsidRPr="001F5B4D" w:rsidRDefault="001F5B4D" w:rsidP="001F5B4D">
            <w:pPr>
              <w:rPr>
                <w:b/>
              </w:rPr>
            </w:pPr>
            <w:r w:rsidRPr="001F5B4D">
              <w:rPr>
                <w:b/>
              </w:rPr>
              <w:fldChar w:fldCharType="begin"/>
            </w:r>
            <w:r w:rsidRPr="001F5B4D">
              <w:rPr>
                <w:b/>
              </w:rPr>
              <w:instrText xml:space="preserve"> HYPERLINK  \l "S_OIL" \o "PSA Score" </w:instrText>
            </w:r>
            <w:r w:rsidRPr="001F5B4D">
              <w:rPr>
                <w:b/>
              </w:rPr>
            </w:r>
            <w:r w:rsidRPr="001F5B4D">
              <w:rPr>
                <w:b/>
              </w:rPr>
              <w:fldChar w:fldCharType="separate"/>
            </w:r>
            <w:r w:rsidRPr="001F5B4D">
              <w:rPr>
                <w:rStyle w:val="Hyperlink"/>
                <w:b/>
              </w:rPr>
              <w:t>Oilfish</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3768CC84" w14:textId="1B215DC7" w:rsidR="001F5B4D" w:rsidRPr="001F5B4D" w:rsidRDefault="001F5B4D" w:rsidP="001F5B4D">
            <w:pPr>
              <w:rPr>
                <w:b/>
                <w:i/>
              </w:rPr>
            </w:pPr>
            <w:r w:rsidRPr="001F5B4D">
              <w:rPr>
                <w:b/>
                <w:i/>
              </w:rPr>
              <w:t>Ruvettus pretiosus</w:t>
            </w:r>
          </w:p>
        </w:tc>
      </w:tr>
      <w:bookmarkEnd w:id="179"/>
      <w:tr w:rsidR="001F5B4D" w:rsidRPr="001F5B4D" w14:paraId="0A561255" w14:textId="77777777" w:rsidTr="00F93681">
        <w:tblPrEx>
          <w:tblCellMar>
            <w:top w:w="0" w:type="dxa"/>
            <w:bottom w:w="0" w:type="dxa"/>
          </w:tblCellMar>
        </w:tblPrEx>
        <w:trPr>
          <w:cantSplit/>
        </w:trPr>
        <w:tc>
          <w:tcPr>
            <w:tcW w:w="7938" w:type="dxa"/>
            <w:gridSpan w:val="4"/>
            <w:shd w:val="clear" w:color="auto" w:fill="998877"/>
          </w:tcPr>
          <w:p w14:paraId="6D30F5E4" w14:textId="386CB0A9" w:rsidR="001F5B4D" w:rsidRPr="001F5B4D" w:rsidRDefault="001F5B4D" w:rsidP="001F5B4D">
            <w:pPr>
              <w:rPr>
                <w:b/>
              </w:rPr>
            </w:pPr>
            <w:r w:rsidRPr="001F5B4D">
              <w:rPr>
                <w:b/>
              </w:rPr>
              <w:t>Productivity</w:t>
            </w:r>
          </w:p>
        </w:tc>
      </w:tr>
      <w:tr w:rsidR="001F5B4D" w:rsidRPr="001F5B4D" w14:paraId="1FE4E9AA" w14:textId="77777777" w:rsidTr="001F5B4D">
        <w:tblPrEx>
          <w:tblCellMar>
            <w:top w:w="0" w:type="dxa"/>
            <w:bottom w:w="0" w:type="dxa"/>
          </w:tblCellMar>
        </w:tblPrEx>
        <w:trPr>
          <w:cantSplit/>
        </w:trPr>
        <w:tc>
          <w:tcPr>
            <w:tcW w:w="2551" w:type="dxa"/>
            <w:shd w:val="clear" w:color="auto" w:fill="998877"/>
          </w:tcPr>
          <w:p w14:paraId="230A0CF0" w14:textId="3CC2240D" w:rsidR="001F5B4D" w:rsidRPr="001F5B4D" w:rsidRDefault="001F5B4D" w:rsidP="001F5B4D">
            <w:r w:rsidRPr="001F5B4D">
              <w:t>Average age at maturity</w:t>
            </w:r>
          </w:p>
        </w:tc>
        <w:tc>
          <w:tcPr>
            <w:tcW w:w="4536" w:type="dxa"/>
            <w:gridSpan w:val="2"/>
          </w:tcPr>
          <w:p w14:paraId="539F26A8" w14:textId="7EEDECB2" w:rsidR="001F5B4D" w:rsidRPr="001F5B4D" w:rsidRDefault="001F5B4D" w:rsidP="001F5B4D">
            <w:r w:rsidRPr="001F5B4D">
              <w:t>The score is based on the maximum risk score in the family Odontaspididae, which included 1 species.</w:t>
            </w:r>
          </w:p>
        </w:tc>
        <w:tc>
          <w:tcPr>
            <w:tcW w:w="851" w:type="dxa"/>
          </w:tcPr>
          <w:p w14:paraId="1B9AE236" w14:textId="089E710A" w:rsidR="001F5B4D" w:rsidRPr="001F5B4D" w:rsidRDefault="001F5B4D" w:rsidP="001F5B4D">
            <w:r w:rsidRPr="001F5B4D">
              <w:t>2</w:t>
            </w:r>
          </w:p>
        </w:tc>
      </w:tr>
      <w:tr w:rsidR="001F5B4D" w:rsidRPr="001F5B4D" w14:paraId="45B350CD" w14:textId="77777777" w:rsidTr="001F5B4D">
        <w:tblPrEx>
          <w:tblCellMar>
            <w:top w:w="0" w:type="dxa"/>
            <w:bottom w:w="0" w:type="dxa"/>
          </w:tblCellMar>
        </w:tblPrEx>
        <w:trPr>
          <w:cantSplit/>
        </w:trPr>
        <w:tc>
          <w:tcPr>
            <w:tcW w:w="2551" w:type="dxa"/>
            <w:shd w:val="clear" w:color="auto" w:fill="998877"/>
          </w:tcPr>
          <w:p w14:paraId="2BE4F381" w14:textId="41633039" w:rsidR="001F5B4D" w:rsidRPr="001F5B4D" w:rsidRDefault="001F5B4D" w:rsidP="001F5B4D">
            <w:r w:rsidRPr="001F5B4D">
              <w:t>Average max age</w:t>
            </w:r>
          </w:p>
        </w:tc>
        <w:tc>
          <w:tcPr>
            <w:tcW w:w="4536" w:type="dxa"/>
            <w:gridSpan w:val="2"/>
          </w:tcPr>
          <w:p w14:paraId="095E600D" w14:textId="153DDF44" w:rsidR="001F5B4D" w:rsidRPr="001F5B4D" w:rsidRDefault="001F5B4D" w:rsidP="001F5B4D">
            <w:r w:rsidRPr="001F5B4D">
              <w:t>The score is based on the maximum risk score in the family Odontaspididae, which included 1 species.</w:t>
            </w:r>
          </w:p>
        </w:tc>
        <w:tc>
          <w:tcPr>
            <w:tcW w:w="851" w:type="dxa"/>
          </w:tcPr>
          <w:p w14:paraId="04979171" w14:textId="01AADE0B" w:rsidR="001F5B4D" w:rsidRPr="001F5B4D" w:rsidRDefault="001F5B4D" w:rsidP="001F5B4D">
            <w:r w:rsidRPr="001F5B4D">
              <w:t>2</w:t>
            </w:r>
          </w:p>
        </w:tc>
      </w:tr>
      <w:tr w:rsidR="001F5B4D" w:rsidRPr="001F5B4D" w14:paraId="79C5DA2F" w14:textId="77777777" w:rsidTr="001F5B4D">
        <w:tblPrEx>
          <w:tblCellMar>
            <w:top w:w="0" w:type="dxa"/>
            <w:bottom w:w="0" w:type="dxa"/>
          </w:tblCellMar>
        </w:tblPrEx>
        <w:trPr>
          <w:cantSplit/>
        </w:trPr>
        <w:tc>
          <w:tcPr>
            <w:tcW w:w="2551" w:type="dxa"/>
            <w:shd w:val="clear" w:color="auto" w:fill="998877"/>
          </w:tcPr>
          <w:p w14:paraId="0B2F9D85" w14:textId="1314F12A" w:rsidR="001F5B4D" w:rsidRPr="001F5B4D" w:rsidRDefault="001F5B4D" w:rsidP="001F5B4D">
            <w:r w:rsidRPr="001F5B4D">
              <w:t>Fecundity</w:t>
            </w:r>
          </w:p>
        </w:tc>
        <w:tc>
          <w:tcPr>
            <w:tcW w:w="4536" w:type="dxa"/>
            <w:gridSpan w:val="2"/>
          </w:tcPr>
          <w:p w14:paraId="3CBAB103" w14:textId="25748F56" w:rsidR="001F5B4D" w:rsidRPr="001F5B4D" w:rsidRDefault="001F5B4D" w:rsidP="001F5B4D">
            <w:r w:rsidRPr="001F5B4D">
              <w:t>The score is based on the maximum risk score in the family Odontaspididae, which included 1 species.</w:t>
            </w:r>
          </w:p>
        </w:tc>
        <w:tc>
          <w:tcPr>
            <w:tcW w:w="851" w:type="dxa"/>
          </w:tcPr>
          <w:p w14:paraId="612594AF" w14:textId="03AB8DC5" w:rsidR="001F5B4D" w:rsidRPr="001F5B4D" w:rsidRDefault="001F5B4D" w:rsidP="001F5B4D">
            <w:r w:rsidRPr="001F5B4D">
              <w:t>1</w:t>
            </w:r>
          </w:p>
        </w:tc>
      </w:tr>
      <w:tr w:rsidR="001F5B4D" w:rsidRPr="001F5B4D" w14:paraId="1A4A5CC8" w14:textId="77777777" w:rsidTr="001F5B4D">
        <w:tblPrEx>
          <w:tblCellMar>
            <w:top w:w="0" w:type="dxa"/>
            <w:bottom w:w="0" w:type="dxa"/>
          </w:tblCellMar>
        </w:tblPrEx>
        <w:trPr>
          <w:cantSplit/>
        </w:trPr>
        <w:tc>
          <w:tcPr>
            <w:tcW w:w="2551" w:type="dxa"/>
            <w:shd w:val="clear" w:color="auto" w:fill="998877"/>
          </w:tcPr>
          <w:p w14:paraId="36502A65" w14:textId="676A6288" w:rsidR="001F5B4D" w:rsidRPr="001F5B4D" w:rsidRDefault="001F5B4D" w:rsidP="001F5B4D">
            <w:r w:rsidRPr="001F5B4D">
              <w:t>Average max size</w:t>
            </w:r>
          </w:p>
        </w:tc>
        <w:tc>
          <w:tcPr>
            <w:tcW w:w="4536" w:type="dxa"/>
            <w:gridSpan w:val="2"/>
          </w:tcPr>
          <w:p w14:paraId="3C773F21" w14:textId="7752DC6F" w:rsidR="001F5B4D" w:rsidRPr="001F5B4D" w:rsidRDefault="001F5B4D" w:rsidP="001F5B4D">
            <w:r w:rsidRPr="001F5B4D">
              <w:t>Species maximum length is 300, which is in the medium risk range (100-300cm).</w:t>
            </w:r>
          </w:p>
        </w:tc>
        <w:tc>
          <w:tcPr>
            <w:tcW w:w="851" w:type="dxa"/>
          </w:tcPr>
          <w:p w14:paraId="45BDB80B" w14:textId="40DF9725" w:rsidR="001F5B4D" w:rsidRPr="001F5B4D" w:rsidRDefault="001F5B4D" w:rsidP="001F5B4D">
            <w:r w:rsidRPr="001F5B4D">
              <w:t>2</w:t>
            </w:r>
          </w:p>
        </w:tc>
      </w:tr>
      <w:tr w:rsidR="001F5B4D" w:rsidRPr="001F5B4D" w14:paraId="2B94A4C4" w14:textId="77777777" w:rsidTr="001F5B4D">
        <w:tblPrEx>
          <w:tblCellMar>
            <w:top w:w="0" w:type="dxa"/>
            <w:bottom w:w="0" w:type="dxa"/>
          </w:tblCellMar>
        </w:tblPrEx>
        <w:trPr>
          <w:cantSplit/>
        </w:trPr>
        <w:tc>
          <w:tcPr>
            <w:tcW w:w="2551" w:type="dxa"/>
            <w:shd w:val="clear" w:color="auto" w:fill="998877"/>
          </w:tcPr>
          <w:p w14:paraId="31D635E1" w14:textId="5CB633FE" w:rsidR="001F5B4D" w:rsidRPr="001F5B4D" w:rsidRDefault="001F5B4D" w:rsidP="001F5B4D">
            <w:r w:rsidRPr="001F5B4D">
              <w:t>Average size at maturity</w:t>
            </w:r>
          </w:p>
        </w:tc>
        <w:tc>
          <w:tcPr>
            <w:tcW w:w="4536" w:type="dxa"/>
            <w:gridSpan w:val="2"/>
          </w:tcPr>
          <w:p w14:paraId="01DDCEAF" w14:textId="54F57109" w:rsidR="001F5B4D" w:rsidRPr="001F5B4D" w:rsidRDefault="001F5B4D" w:rsidP="001F5B4D">
            <w:r w:rsidRPr="001F5B4D">
              <w:t>Species maximum length is 300cm, which is higher than the highest risk value (200cm).</w:t>
            </w:r>
          </w:p>
        </w:tc>
        <w:tc>
          <w:tcPr>
            <w:tcW w:w="851" w:type="dxa"/>
          </w:tcPr>
          <w:p w14:paraId="354ED02A" w14:textId="66FE5756" w:rsidR="001F5B4D" w:rsidRPr="001F5B4D" w:rsidRDefault="001F5B4D" w:rsidP="001F5B4D">
            <w:r w:rsidRPr="001F5B4D">
              <w:t>3</w:t>
            </w:r>
          </w:p>
        </w:tc>
      </w:tr>
      <w:tr w:rsidR="001F5B4D" w:rsidRPr="001F5B4D" w14:paraId="60C60A6B" w14:textId="77777777" w:rsidTr="001F5B4D">
        <w:tblPrEx>
          <w:tblCellMar>
            <w:top w:w="0" w:type="dxa"/>
            <w:bottom w:w="0" w:type="dxa"/>
          </w:tblCellMar>
        </w:tblPrEx>
        <w:trPr>
          <w:cantSplit/>
        </w:trPr>
        <w:tc>
          <w:tcPr>
            <w:tcW w:w="2551" w:type="dxa"/>
            <w:shd w:val="clear" w:color="auto" w:fill="998877"/>
          </w:tcPr>
          <w:p w14:paraId="0081C4F4" w14:textId="46695BC1" w:rsidR="001F5B4D" w:rsidRPr="001F5B4D" w:rsidRDefault="001F5B4D" w:rsidP="001F5B4D">
            <w:r w:rsidRPr="001F5B4D">
              <w:t>Reproductive strategy</w:t>
            </w:r>
          </w:p>
        </w:tc>
        <w:tc>
          <w:tcPr>
            <w:tcW w:w="4536" w:type="dxa"/>
            <w:gridSpan w:val="2"/>
          </w:tcPr>
          <w:p w14:paraId="0D6D7EA3" w14:textId="52F1C8F7" w:rsidR="001F5B4D" w:rsidRPr="001F5B4D" w:rsidRDefault="001F5B4D" w:rsidP="001F5B4D">
            <w:r w:rsidRPr="001F5B4D">
              <w:t>The score is based on the maximum risk score in the family Myliobatidae, which included 15 species.</w:t>
            </w:r>
          </w:p>
        </w:tc>
        <w:tc>
          <w:tcPr>
            <w:tcW w:w="851" w:type="dxa"/>
          </w:tcPr>
          <w:p w14:paraId="3C9FFD52" w14:textId="20B77B02" w:rsidR="001F5B4D" w:rsidRPr="001F5B4D" w:rsidRDefault="001F5B4D" w:rsidP="001F5B4D">
            <w:r w:rsidRPr="001F5B4D">
              <w:t>1</w:t>
            </w:r>
          </w:p>
        </w:tc>
      </w:tr>
      <w:tr w:rsidR="001F5B4D" w:rsidRPr="001F5B4D" w14:paraId="488A6BA7" w14:textId="77777777" w:rsidTr="001F5B4D">
        <w:tblPrEx>
          <w:tblCellMar>
            <w:top w:w="0" w:type="dxa"/>
            <w:bottom w:w="0" w:type="dxa"/>
          </w:tblCellMar>
        </w:tblPrEx>
        <w:trPr>
          <w:cantSplit/>
        </w:trPr>
        <w:tc>
          <w:tcPr>
            <w:tcW w:w="2551" w:type="dxa"/>
            <w:shd w:val="clear" w:color="auto" w:fill="998877"/>
          </w:tcPr>
          <w:p w14:paraId="288A81F1" w14:textId="39F6B5F2" w:rsidR="001F5B4D" w:rsidRPr="001F5B4D" w:rsidRDefault="001F5B4D" w:rsidP="001F5B4D">
            <w:r w:rsidRPr="001F5B4D">
              <w:t>Trophic level</w:t>
            </w:r>
          </w:p>
        </w:tc>
        <w:tc>
          <w:tcPr>
            <w:tcW w:w="4536" w:type="dxa"/>
            <w:gridSpan w:val="2"/>
            <w:tcBorders>
              <w:bottom w:val="single" w:sz="4" w:space="0" w:color="auto"/>
            </w:tcBorders>
          </w:tcPr>
          <w:p w14:paraId="64A7B092" w14:textId="48AEE3EC" w:rsidR="001F5B4D" w:rsidRPr="001F5B4D" w:rsidRDefault="001F5B4D" w:rsidP="001F5B4D">
            <w:r w:rsidRPr="001F5B4D">
              <w:t>Species trophic level is 4.2, which is higher than the highest risk value (3.25).</w:t>
            </w:r>
          </w:p>
        </w:tc>
        <w:tc>
          <w:tcPr>
            <w:tcW w:w="851" w:type="dxa"/>
          </w:tcPr>
          <w:p w14:paraId="102DCFD2" w14:textId="786ABADC" w:rsidR="001F5B4D" w:rsidRPr="001F5B4D" w:rsidRDefault="001F5B4D" w:rsidP="001F5B4D">
            <w:r w:rsidRPr="001F5B4D">
              <w:t>3</w:t>
            </w:r>
          </w:p>
        </w:tc>
      </w:tr>
      <w:tr w:rsidR="001F5B4D" w:rsidRPr="001F5B4D" w14:paraId="13FD47AF"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0150C0A3" w14:textId="77777777" w:rsidR="001F5B4D" w:rsidRPr="001F5B4D" w:rsidRDefault="001F5B4D" w:rsidP="001F5B4D"/>
        </w:tc>
        <w:tc>
          <w:tcPr>
            <w:tcW w:w="4536" w:type="dxa"/>
            <w:gridSpan w:val="2"/>
            <w:tcBorders>
              <w:bottom w:val="single" w:sz="4" w:space="0" w:color="auto"/>
            </w:tcBorders>
            <w:shd w:val="clear" w:color="auto" w:fill="998877"/>
          </w:tcPr>
          <w:p w14:paraId="11FACDF6" w14:textId="318F79DE" w:rsidR="001F5B4D" w:rsidRPr="001F5B4D" w:rsidRDefault="001F5B4D" w:rsidP="001F5B4D">
            <w:r w:rsidRPr="001F5B4D">
              <w:t>Productivity score</w:t>
            </w:r>
          </w:p>
        </w:tc>
        <w:tc>
          <w:tcPr>
            <w:tcW w:w="851" w:type="dxa"/>
            <w:tcBorders>
              <w:bottom w:val="single" w:sz="4" w:space="0" w:color="auto"/>
            </w:tcBorders>
          </w:tcPr>
          <w:p w14:paraId="5DBC184E" w14:textId="6842FB82" w:rsidR="001F5B4D" w:rsidRPr="001F5B4D" w:rsidRDefault="001F5B4D" w:rsidP="001F5B4D">
            <w:r w:rsidRPr="001F5B4D">
              <w:t>2.00</w:t>
            </w:r>
          </w:p>
        </w:tc>
      </w:tr>
      <w:tr w:rsidR="001F5B4D" w:rsidRPr="001F5B4D" w14:paraId="14AE4E1B" w14:textId="77777777" w:rsidTr="00585903">
        <w:tblPrEx>
          <w:tblCellMar>
            <w:top w:w="0" w:type="dxa"/>
            <w:bottom w:w="0" w:type="dxa"/>
          </w:tblCellMar>
        </w:tblPrEx>
        <w:trPr>
          <w:cantSplit/>
        </w:trPr>
        <w:tc>
          <w:tcPr>
            <w:tcW w:w="7938" w:type="dxa"/>
            <w:gridSpan w:val="4"/>
            <w:shd w:val="clear" w:color="auto" w:fill="998877"/>
          </w:tcPr>
          <w:p w14:paraId="2675EA68" w14:textId="102D938F" w:rsidR="001F5B4D" w:rsidRPr="001F5B4D" w:rsidRDefault="001F5B4D" w:rsidP="001F5B4D">
            <w:pPr>
              <w:rPr>
                <w:b/>
              </w:rPr>
            </w:pPr>
            <w:r w:rsidRPr="001F5B4D">
              <w:rPr>
                <w:b/>
              </w:rPr>
              <w:t>Susceptibility</w:t>
            </w:r>
          </w:p>
        </w:tc>
      </w:tr>
      <w:tr w:rsidR="001F5B4D" w:rsidRPr="001F5B4D" w14:paraId="580A2579" w14:textId="77777777" w:rsidTr="001F5B4D">
        <w:tblPrEx>
          <w:tblCellMar>
            <w:top w:w="0" w:type="dxa"/>
            <w:bottom w:w="0" w:type="dxa"/>
          </w:tblCellMar>
        </w:tblPrEx>
        <w:trPr>
          <w:cantSplit/>
        </w:trPr>
        <w:tc>
          <w:tcPr>
            <w:tcW w:w="2551" w:type="dxa"/>
            <w:shd w:val="clear" w:color="auto" w:fill="998877"/>
          </w:tcPr>
          <w:p w14:paraId="7DF72FBB" w14:textId="3F829E3B" w:rsidR="001F5B4D" w:rsidRPr="001F5B4D" w:rsidRDefault="001F5B4D" w:rsidP="001F5B4D">
            <w:r w:rsidRPr="001F5B4D">
              <w:t>Areal overlap (availability)</w:t>
            </w:r>
          </w:p>
        </w:tc>
        <w:tc>
          <w:tcPr>
            <w:tcW w:w="4536" w:type="dxa"/>
            <w:gridSpan w:val="2"/>
          </w:tcPr>
          <w:p w14:paraId="0EEF158B" w14:textId="10FD09A4" w:rsidR="001F5B4D" w:rsidRPr="001F5B4D" w:rsidRDefault="001F5B4D" w:rsidP="001F5B4D">
            <w:r w:rsidRPr="001F5B4D">
              <w:t>Worldwide distribution, mainly West Atlantic, but catches reported across Pacific Oceans.</w:t>
            </w:r>
          </w:p>
        </w:tc>
        <w:tc>
          <w:tcPr>
            <w:tcW w:w="851" w:type="dxa"/>
          </w:tcPr>
          <w:p w14:paraId="051A2BAC" w14:textId="566781A3" w:rsidR="001F5B4D" w:rsidRPr="001F5B4D" w:rsidRDefault="001F5B4D" w:rsidP="001F5B4D">
            <w:r w:rsidRPr="001F5B4D">
              <w:t>1</w:t>
            </w:r>
          </w:p>
        </w:tc>
      </w:tr>
      <w:tr w:rsidR="001F5B4D" w:rsidRPr="001F5B4D" w14:paraId="0D4A2829" w14:textId="77777777" w:rsidTr="001F5B4D">
        <w:tblPrEx>
          <w:tblCellMar>
            <w:top w:w="0" w:type="dxa"/>
            <w:bottom w:w="0" w:type="dxa"/>
          </w:tblCellMar>
        </w:tblPrEx>
        <w:trPr>
          <w:cantSplit/>
        </w:trPr>
        <w:tc>
          <w:tcPr>
            <w:tcW w:w="2551" w:type="dxa"/>
            <w:shd w:val="clear" w:color="auto" w:fill="998877"/>
          </w:tcPr>
          <w:p w14:paraId="184C7172" w14:textId="5BE538BC" w:rsidR="001F5B4D" w:rsidRPr="001F5B4D" w:rsidRDefault="001F5B4D" w:rsidP="001F5B4D">
            <w:r w:rsidRPr="001F5B4D">
              <w:lastRenderedPageBreak/>
              <w:t>Encounterability</w:t>
            </w:r>
          </w:p>
        </w:tc>
        <w:tc>
          <w:tcPr>
            <w:tcW w:w="4536" w:type="dxa"/>
            <w:gridSpan w:val="2"/>
          </w:tcPr>
          <w:p w14:paraId="47A8D7C3" w14:textId="03BE5B11" w:rsidR="001F5B4D" w:rsidRPr="001F5B4D" w:rsidRDefault="001F5B4D" w:rsidP="001F5B4D">
            <w:r w:rsidRPr="001F5B4D">
              <w:t>The depth range of the species is 100-800m. For surface gears, the vertical overlap index with this species is 0.14%.</w:t>
            </w:r>
          </w:p>
        </w:tc>
        <w:tc>
          <w:tcPr>
            <w:tcW w:w="851" w:type="dxa"/>
          </w:tcPr>
          <w:p w14:paraId="336A3A45" w14:textId="38B85BB1" w:rsidR="001F5B4D" w:rsidRPr="001F5B4D" w:rsidRDefault="001F5B4D" w:rsidP="001F5B4D">
            <w:r w:rsidRPr="001F5B4D">
              <w:t>1</w:t>
            </w:r>
          </w:p>
        </w:tc>
      </w:tr>
      <w:tr w:rsidR="001F5B4D" w:rsidRPr="001F5B4D" w14:paraId="2D93EF60" w14:textId="77777777" w:rsidTr="001F5B4D">
        <w:tblPrEx>
          <w:tblCellMar>
            <w:top w:w="0" w:type="dxa"/>
            <w:bottom w:w="0" w:type="dxa"/>
          </w:tblCellMar>
        </w:tblPrEx>
        <w:trPr>
          <w:cantSplit/>
        </w:trPr>
        <w:tc>
          <w:tcPr>
            <w:tcW w:w="2551" w:type="dxa"/>
            <w:shd w:val="clear" w:color="auto" w:fill="998877"/>
          </w:tcPr>
          <w:p w14:paraId="70F35E1F" w14:textId="13A257D7" w:rsidR="001F5B4D" w:rsidRPr="001F5B4D" w:rsidRDefault="001F5B4D" w:rsidP="001F5B4D">
            <w:r w:rsidRPr="001F5B4D">
              <w:t>Selectivity</w:t>
            </w:r>
          </w:p>
        </w:tc>
        <w:tc>
          <w:tcPr>
            <w:tcW w:w="4536" w:type="dxa"/>
            <w:gridSpan w:val="2"/>
          </w:tcPr>
          <w:p w14:paraId="436EB210" w14:textId="561091F8" w:rsidR="001F5B4D" w:rsidRPr="001F5B4D" w:rsidRDefault="001F5B4D" w:rsidP="001F5B4D">
            <w:r w:rsidRPr="001F5B4D">
              <w:t>The maximum length of the species is 300cm. For tropical surface fisheries, the length overlap index with this species is 100.00%.</w:t>
            </w:r>
          </w:p>
        </w:tc>
        <w:tc>
          <w:tcPr>
            <w:tcW w:w="851" w:type="dxa"/>
          </w:tcPr>
          <w:p w14:paraId="08B1F1BF" w14:textId="54BCC024" w:rsidR="001F5B4D" w:rsidRPr="001F5B4D" w:rsidRDefault="001F5B4D" w:rsidP="001F5B4D">
            <w:r w:rsidRPr="001F5B4D">
              <w:t>3</w:t>
            </w:r>
          </w:p>
        </w:tc>
      </w:tr>
      <w:tr w:rsidR="001F5B4D" w:rsidRPr="001F5B4D" w14:paraId="534E2281" w14:textId="77777777" w:rsidTr="001F5B4D">
        <w:tblPrEx>
          <w:tblCellMar>
            <w:top w:w="0" w:type="dxa"/>
            <w:bottom w:w="0" w:type="dxa"/>
          </w:tblCellMar>
        </w:tblPrEx>
        <w:trPr>
          <w:cantSplit/>
        </w:trPr>
        <w:tc>
          <w:tcPr>
            <w:tcW w:w="2551" w:type="dxa"/>
            <w:shd w:val="clear" w:color="auto" w:fill="998877"/>
          </w:tcPr>
          <w:p w14:paraId="1F52F830" w14:textId="6824183E" w:rsidR="001F5B4D" w:rsidRPr="001F5B4D" w:rsidRDefault="001F5B4D" w:rsidP="001F5B4D">
            <w:r w:rsidRPr="001F5B4D">
              <w:t>Post capture mortality</w:t>
            </w:r>
          </w:p>
        </w:tc>
        <w:tc>
          <w:tcPr>
            <w:tcW w:w="4536" w:type="dxa"/>
            <w:gridSpan w:val="2"/>
            <w:tcBorders>
              <w:bottom w:val="single" w:sz="4" w:space="0" w:color="auto"/>
            </w:tcBorders>
          </w:tcPr>
          <w:p w14:paraId="4D0819C3" w14:textId="4BC2E355" w:rsidR="001F5B4D" w:rsidRPr="001F5B4D" w:rsidRDefault="001F5B4D" w:rsidP="001F5B4D">
            <w:r w:rsidRPr="001F5B4D">
              <w:t>No direct evidence of survival after capture.</w:t>
            </w:r>
          </w:p>
        </w:tc>
        <w:tc>
          <w:tcPr>
            <w:tcW w:w="851" w:type="dxa"/>
          </w:tcPr>
          <w:p w14:paraId="4AD11CE4" w14:textId="0E98016F" w:rsidR="001F5B4D" w:rsidRPr="001F5B4D" w:rsidRDefault="001F5B4D" w:rsidP="001F5B4D">
            <w:r w:rsidRPr="001F5B4D">
              <w:t>3</w:t>
            </w:r>
          </w:p>
        </w:tc>
      </w:tr>
      <w:tr w:rsidR="001F5B4D" w:rsidRPr="001F5B4D" w14:paraId="26DFD691" w14:textId="77777777" w:rsidTr="001F5B4D">
        <w:tblPrEx>
          <w:tblCellMar>
            <w:top w:w="0" w:type="dxa"/>
            <w:bottom w:w="0" w:type="dxa"/>
          </w:tblCellMar>
        </w:tblPrEx>
        <w:trPr>
          <w:cantSplit/>
        </w:trPr>
        <w:tc>
          <w:tcPr>
            <w:tcW w:w="2551" w:type="dxa"/>
            <w:shd w:val="clear" w:color="auto" w:fill="998877"/>
          </w:tcPr>
          <w:p w14:paraId="778E9A3C" w14:textId="77777777" w:rsidR="001F5B4D" w:rsidRPr="001F5B4D" w:rsidRDefault="001F5B4D" w:rsidP="001F5B4D"/>
        </w:tc>
        <w:tc>
          <w:tcPr>
            <w:tcW w:w="4536" w:type="dxa"/>
            <w:gridSpan w:val="2"/>
            <w:tcBorders>
              <w:bottom w:val="single" w:sz="4" w:space="0" w:color="auto"/>
            </w:tcBorders>
            <w:shd w:val="clear" w:color="auto" w:fill="998877"/>
          </w:tcPr>
          <w:p w14:paraId="34BFD4CD" w14:textId="787BB2B9" w:rsidR="001F5B4D" w:rsidRPr="001F5B4D" w:rsidRDefault="001F5B4D" w:rsidP="001F5B4D">
            <w:r w:rsidRPr="001F5B4D">
              <w:t>Susceptibility score</w:t>
            </w:r>
          </w:p>
        </w:tc>
        <w:tc>
          <w:tcPr>
            <w:tcW w:w="851" w:type="dxa"/>
          </w:tcPr>
          <w:p w14:paraId="3E53909E" w14:textId="3C845446" w:rsidR="001F5B4D" w:rsidRPr="001F5B4D" w:rsidRDefault="001F5B4D" w:rsidP="001F5B4D">
            <w:r w:rsidRPr="001F5B4D">
              <w:t>1.20</w:t>
            </w:r>
          </w:p>
        </w:tc>
      </w:tr>
      <w:tr w:rsidR="001F5B4D" w:rsidRPr="001F5B4D" w14:paraId="6F25002D" w14:textId="77777777" w:rsidTr="001F5B4D">
        <w:tblPrEx>
          <w:tblCellMar>
            <w:top w:w="0" w:type="dxa"/>
            <w:bottom w:w="0" w:type="dxa"/>
          </w:tblCellMar>
        </w:tblPrEx>
        <w:trPr>
          <w:cantSplit/>
        </w:trPr>
        <w:tc>
          <w:tcPr>
            <w:tcW w:w="2551" w:type="dxa"/>
            <w:shd w:val="clear" w:color="auto" w:fill="998877"/>
          </w:tcPr>
          <w:p w14:paraId="743731FE" w14:textId="77777777" w:rsidR="001F5B4D" w:rsidRPr="001F5B4D" w:rsidRDefault="001F5B4D" w:rsidP="001F5B4D"/>
        </w:tc>
        <w:tc>
          <w:tcPr>
            <w:tcW w:w="4536" w:type="dxa"/>
            <w:gridSpan w:val="2"/>
            <w:shd w:val="clear" w:color="auto" w:fill="998877"/>
          </w:tcPr>
          <w:p w14:paraId="0485DBC2" w14:textId="3BA1DF04" w:rsidR="001F5B4D" w:rsidRPr="001F5B4D" w:rsidRDefault="001F5B4D" w:rsidP="001F5B4D">
            <w:r w:rsidRPr="001F5B4D">
              <w:t>Vulnerability score</w:t>
            </w:r>
          </w:p>
        </w:tc>
        <w:tc>
          <w:tcPr>
            <w:tcW w:w="851" w:type="dxa"/>
          </w:tcPr>
          <w:p w14:paraId="1E4C45F8" w14:textId="4BF57146" w:rsidR="001F5B4D" w:rsidRPr="001F5B4D" w:rsidRDefault="001F5B4D" w:rsidP="001F5B4D">
            <w:r w:rsidRPr="001F5B4D">
              <w:t>2.33</w:t>
            </w:r>
          </w:p>
        </w:tc>
      </w:tr>
    </w:tbl>
    <w:p w14:paraId="0F223B04" w14:textId="22075596"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5948F65D"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0" w:name="T_DGH" w:colFirst="0" w:colLast="0"/>
          <w:p w14:paraId="460AAA10" w14:textId="592C2AAB" w:rsidR="001F5B4D" w:rsidRPr="001F5B4D" w:rsidRDefault="001F5B4D" w:rsidP="001F5B4D">
            <w:pPr>
              <w:rPr>
                <w:b/>
              </w:rPr>
            </w:pPr>
            <w:r w:rsidRPr="001F5B4D">
              <w:rPr>
                <w:b/>
              </w:rPr>
              <w:fldChar w:fldCharType="begin"/>
            </w:r>
            <w:r w:rsidRPr="001F5B4D">
              <w:rPr>
                <w:b/>
              </w:rPr>
              <w:instrText xml:space="preserve"> HYPERLINK  \l "S_DGH" \o "PSA Score" </w:instrText>
            </w:r>
            <w:r w:rsidRPr="001F5B4D">
              <w:rPr>
                <w:b/>
              </w:rPr>
            </w:r>
            <w:r w:rsidRPr="001F5B4D">
              <w:rPr>
                <w:b/>
              </w:rPr>
              <w:fldChar w:fldCharType="separate"/>
            </w:r>
            <w:r w:rsidRPr="001F5B4D">
              <w:rPr>
                <w:rStyle w:val="Hyperlink"/>
                <w:b/>
              </w:rPr>
              <w:t>Dogfishes and hounds nei</w:t>
            </w:r>
            <w:r w:rsidRPr="001F5B4D">
              <w:rPr>
                <w:b/>
              </w:rPr>
              <w:fldChar w:fldCharType="end"/>
            </w:r>
          </w:p>
        </w:tc>
        <w:tc>
          <w:tcPr>
            <w:tcW w:w="3969" w:type="dxa"/>
            <w:gridSpan w:val="2"/>
            <w:tcBorders>
              <w:bottom w:val="single" w:sz="4" w:space="0" w:color="auto"/>
            </w:tcBorders>
            <w:shd w:val="clear" w:color="auto" w:fill="998877"/>
          </w:tcPr>
          <w:p w14:paraId="2FB1F677" w14:textId="66475CB6" w:rsidR="001F5B4D" w:rsidRPr="001F5B4D" w:rsidRDefault="001F5B4D" w:rsidP="001F5B4D">
            <w:pPr>
              <w:rPr>
                <w:b/>
                <w:i/>
              </w:rPr>
            </w:pPr>
            <w:r w:rsidRPr="001F5B4D">
              <w:rPr>
                <w:b/>
                <w:i/>
              </w:rPr>
              <w:t>Squalidae, Scyliorhinidae</w:t>
            </w:r>
          </w:p>
        </w:tc>
      </w:tr>
      <w:bookmarkEnd w:id="180"/>
      <w:tr w:rsidR="001F5B4D" w:rsidRPr="001F5B4D" w14:paraId="6C1B4FA9" w14:textId="77777777" w:rsidTr="00AA7C1F">
        <w:tblPrEx>
          <w:tblCellMar>
            <w:top w:w="0" w:type="dxa"/>
            <w:bottom w:w="0" w:type="dxa"/>
          </w:tblCellMar>
        </w:tblPrEx>
        <w:trPr>
          <w:cantSplit/>
        </w:trPr>
        <w:tc>
          <w:tcPr>
            <w:tcW w:w="7938" w:type="dxa"/>
            <w:gridSpan w:val="4"/>
            <w:shd w:val="clear" w:color="auto" w:fill="998877"/>
          </w:tcPr>
          <w:p w14:paraId="5D539F83" w14:textId="7B8218BF" w:rsidR="001F5B4D" w:rsidRPr="001F5B4D" w:rsidRDefault="001F5B4D" w:rsidP="001F5B4D">
            <w:pPr>
              <w:rPr>
                <w:b/>
              </w:rPr>
            </w:pPr>
            <w:r w:rsidRPr="001F5B4D">
              <w:rPr>
                <w:b/>
              </w:rPr>
              <w:t>Productivity</w:t>
            </w:r>
          </w:p>
        </w:tc>
      </w:tr>
      <w:tr w:rsidR="001F5B4D" w:rsidRPr="001F5B4D" w14:paraId="21F4E73F" w14:textId="77777777" w:rsidTr="001F5B4D">
        <w:tblPrEx>
          <w:tblCellMar>
            <w:top w:w="0" w:type="dxa"/>
            <w:bottom w:w="0" w:type="dxa"/>
          </w:tblCellMar>
        </w:tblPrEx>
        <w:trPr>
          <w:cantSplit/>
        </w:trPr>
        <w:tc>
          <w:tcPr>
            <w:tcW w:w="2551" w:type="dxa"/>
            <w:shd w:val="clear" w:color="auto" w:fill="998877"/>
          </w:tcPr>
          <w:p w14:paraId="6ECBF5E3" w14:textId="48FC587D" w:rsidR="001F5B4D" w:rsidRPr="001F5B4D" w:rsidRDefault="001F5B4D" w:rsidP="001F5B4D">
            <w:r w:rsidRPr="001F5B4D">
              <w:t>Average age at maturity</w:t>
            </w:r>
          </w:p>
        </w:tc>
        <w:tc>
          <w:tcPr>
            <w:tcW w:w="4536" w:type="dxa"/>
            <w:gridSpan w:val="2"/>
          </w:tcPr>
          <w:p w14:paraId="21A4EA19" w14:textId="13DB8C0E" w:rsidR="001F5B4D" w:rsidRPr="001F5B4D" w:rsidRDefault="001F5B4D" w:rsidP="001F5B4D">
            <w:r w:rsidRPr="001F5B4D">
              <w:t>The score is based on the maximum risk score in the family Agonidae, which included 1 species.</w:t>
            </w:r>
          </w:p>
        </w:tc>
        <w:tc>
          <w:tcPr>
            <w:tcW w:w="851" w:type="dxa"/>
          </w:tcPr>
          <w:p w14:paraId="4EB57276" w14:textId="6898A3FD" w:rsidR="001F5B4D" w:rsidRPr="001F5B4D" w:rsidRDefault="001F5B4D" w:rsidP="001F5B4D">
            <w:r w:rsidRPr="001F5B4D">
              <w:t>3</w:t>
            </w:r>
          </w:p>
        </w:tc>
      </w:tr>
      <w:tr w:rsidR="001F5B4D" w:rsidRPr="001F5B4D" w14:paraId="19F49004" w14:textId="77777777" w:rsidTr="001F5B4D">
        <w:tblPrEx>
          <w:tblCellMar>
            <w:top w:w="0" w:type="dxa"/>
            <w:bottom w:w="0" w:type="dxa"/>
          </w:tblCellMar>
        </w:tblPrEx>
        <w:trPr>
          <w:cantSplit/>
        </w:trPr>
        <w:tc>
          <w:tcPr>
            <w:tcW w:w="2551" w:type="dxa"/>
            <w:shd w:val="clear" w:color="auto" w:fill="998877"/>
          </w:tcPr>
          <w:p w14:paraId="4B580F36" w14:textId="42D815E0" w:rsidR="001F5B4D" w:rsidRPr="001F5B4D" w:rsidRDefault="001F5B4D" w:rsidP="001F5B4D">
            <w:r w:rsidRPr="001F5B4D">
              <w:t>Average max age</w:t>
            </w:r>
          </w:p>
        </w:tc>
        <w:tc>
          <w:tcPr>
            <w:tcW w:w="4536" w:type="dxa"/>
            <w:gridSpan w:val="2"/>
          </w:tcPr>
          <w:p w14:paraId="0C4C74B8" w14:textId="76CBFA9A" w:rsidR="001F5B4D" w:rsidRPr="001F5B4D" w:rsidRDefault="001F5B4D" w:rsidP="001F5B4D">
            <w:r w:rsidRPr="001F5B4D">
              <w:t>The score is based on the maximum risk score in the family Agonidae, which included 1 species.</w:t>
            </w:r>
          </w:p>
        </w:tc>
        <w:tc>
          <w:tcPr>
            <w:tcW w:w="851" w:type="dxa"/>
          </w:tcPr>
          <w:p w14:paraId="6C26721C" w14:textId="0A59EA0C" w:rsidR="001F5B4D" w:rsidRPr="001F5B4D" w:rsidRDefault="001F5B4D" w:rsidP="001F5B4D">
            <w:r w:rsidRPr="001F5B4D">
              <w:t>3</w:t>
            </w:r>
          </w:p>
        </w:tc>
      </w:tr>
      <w:tr w:rsidR="001F5B4D" w:rsidRPr="001F5B4D" w14:paraId="38E06998" w14:textId="77777777" w:rsidTr="001F5B4D">
        <w:tblPrEx>
          <w:tblCellMar>
            <w:top w:w="0" w:type="dxa"/>
            <w:bottom w:w="0" w:type="dxa"/>
          </w:tblCellMar>
        </w:tblPrEx>
        <w:trPr>
          <w:cantSplit/>
        </w:trPr>
        <w:tc>
          <w:tcPr>
            <w:tcW w:w="2551" w:type="dxa"/>
            <w:shd w:val="clear" w:color="auto" w:fill="998877"/>
          </w:tcPr>
          <w:p w14:paraId="56459609" w14:textId="36748AD4" w:rsidR="001F5B4D" w:rsidRPr="001F5B4D" w:rsidRDefault="001F5B4D" w:rsidP="001F5B4D">
            <w:r w:rsidRPr="001F5B4D">
              <w:t>Fecundity</w:t>
            </w:r>
          </w:p>
        </w:tc>
        <w:tc>
          <w:tcPr>
            <w:tcW w:w="4536" w:type="dxa"/>
            <w:gridSpan w:val="2"/>
          </w:tcPr>
          <w:p w14:paraId="4699B408" w14:textId="2FFEB0E5" w:rsidR="001F5B4D" w:rsidRPr="001F5B4D" w:rsidRDefault="001F5B4D" w:rsidP="001F5B4D">
            <w:r w:rsidRPr="001F5B4D">
              <w:t>The score is based on the maximum risk score in the family Agonidae, which included 1 species.</w:t>
            </w:r>
          </w:p>
        </w:tc>
        <w:tc>
          <w:tcPr>
            <w:tcW w:w="851" w:type="dxa"/>
          </w:tcPr>
          <w:p w14:paraId="119C6BCE" w14:textId="58D51EC7" w:rsidR="001F5B4D" w:rsidRPr="001F5B4D" w:rsidRDefault="001F5B4D" w:rsidP="001F5B4D">
            <w:r w:rsidRPr="001F5B4D">
              <w:t>3</w:t>
            </w:r>
          </w:p>
        </w:tc>
      </w:tr>
      <w:tr w:rsidR="001F5B4D" w:rsidRPr="001F5B4D" w14:paraId="04715A15" w14:textId="77777777" w:rsidTr="001F5B4D">
        <w:tblPrEx>
          <w:tblCellMar>
            <w:top w:w="0" w:type="dxa"/>
            <w:bottom w:w="0" w:type="dxa"/>
          </w:tblCellMar>
        </w:tblPrEx>
        <w:trPr>
          <w:cantSplit/>
        </w:trPr>
        <w:tc>
          <w:tcPr>
            <w:tcW w:w="2551" w:type="dxa"/>
            <w:shd w:val="clear" w:color="auto" w:fill="998877"/>
          </w:tcPr>
          <w:p w14:paraId="143FC90F" w14:textId="030A8D1E" w:rsidR="001F5B4D" w:rsidRPr="001F5B4D" w:rsidRDefault="001F5B4D" w:rsidP="001F5B4D">
            <w:r w:rsidRPr="001F5B4D">
              <w:t>Average max size</w:t>
            </w:r>
          </w:p>
        </w:tc>
        <w:tc>
          <w:tcPr>
            <w:tcW w:w="4536" w:type="dxa"/>
            <w:gridSpan w:val="2"/>
          </w:tcPr>
          <w:p w14:paraId="6E10F9F2" w14:textId="46D45CB0" w:rsidR="001F5B4D" w:rsidRPr="001F5B4D" w:rsidRDefault="001F5B4D" w:rsidP="001F5B4D">
            <w:r w:rsidRPr="001F5B4D">
              <w:t>The score is based on the maximum risk score in the family Carcharhinidae, which included 32 species.</w:t>
            </w:r>
          </w:p>
        </w:tc>
        <w:tc>
          <w:tcPr>
            <w:tcW w:w="851" w:type="dxa"/>
          </w:tcPr>
          <w:p w14:paraId="1C51AD48" w14:textId="5BF4ACE5" w:rsidR="001F5B4D" w:rsidRPr="001F5B4D" w:rsidRDefault="001F5B4D" w:rsidP="001F5B4D">
            <w:r w:rsidRPr="001F5B4D">
              <w:t>2</w:t>
            </w:r>
          </w:p>
        </w:tc>
      </w:tr>
      <w:tr w:rsidR="001F5B4D" w:rsidRPr="001F5B4D" w14:paraId="60DDE9EE" w14:textId="77777777" w:rsidTr="001F5B4D">
        <w:tblPrEx>
          <w:tblCellMar>
            <w:top w:w="0" w:type="dxa"/>
            <w:bottom w:w="0" w:type="dxa"/>
          </w:tblCellMar>
        </w:tblPrEx>
        <w:trPr>
          <w:cantSplit/>
        </w:trPr>
        <w:tc>
          <w:tcPr>
            <w:tcW w:w="2551" w:type="dxa"/>
            <w:shd w:val="clear" w:color="auto" w:fill="998877"/>
          </w:tcPr>
          <w:p w14:paraId="0B999094" w14:textId="5499BFAE" w:rsidR="001F5B4D" w:rsidRPr="001F5B4D" w:rsidRDefault="001F5B4D" w:rsidP="001F5B4D">
            <w:r w:rsidRPr="001F5B4D">
              <w:t>Average size at maturity</w:t>
            </w:r>
          </w:p>
        </w:tc>
        <w:tc>
          <w:tcPr>
            <w:tcW w:w="4536" w:type="dxa"/>
            <w:gridSpan w:val="2"/>
          </w:tcPr>
          <w:p w14:paraId="1D4C330B" w14:textId="295B6508" w:rsidR="001F5B4D" w:rsidRPr="001F5B4D" w:rsidRDefault="001F5B4D" w:rsidP="001F5B4D">
            <w:r w:rsidRPr="001F5B4D">
              <w:t>The score is based on the maximum risk score in the family Diodontidae, which included 2 species.</w:t>
            </w:r>
          </w:p>
        </w:tc>
        <w:tc>
          <w:tcPr>
            <w:tcW w:w="851" w:type="dxa"/>
          </w:tcPr>
          <w:p w14:paraId="0F4EE618" w14:textId="323FB02F" w:rsidR="001F5B4D" w:rsidRPr="001F5B4D" w:rsidRDefault="001F5B4D" w:rsidP="001F5B4D">
            <w:r w:rsidRPr="001F5B4D">
              <w:t>2</w:t>
            </w:r>
          </w:p>
        </w:tc>
      </w:tr>
      <w:tr w:rsidR="001F5B4D" w:rsidRPr="001F5B4D" w14:paraId="776E3B01" w14:textId="77777777" w:rsidTr="001F5B4D">
        <w:tblPrEx>
          <w:tblCellMar>
            <w:top w:w="0" w:type="dxa"/>
            <w:bottom w:w="0" w:type="dxa"/>
          </w:tblCellMar>
        </w:tblPrEx>
        <w:trPr>
          <w:cantSplit/>
        </w:trPr>
        <w:tc>
          <w:tcPr>
            <w:tcW w:w="2551" w:type="dxa"/>
            <w:shd w:val="clear" w:color="auto" w:fill="998877"/>
          </w:tcPr>
          <w:p w14:paraId="3C6426AE" w14:textId="5056D177" w:rsidR="001F5B4D" w:rsidRPr="001F5B4D" w:rsidRDefault="001F5B4D" w:rsidP="001F5B4D">
            <w:r w:rsidRPr="001F5B4D">
              <w:t>Reproductive strategy</w:t>
            </w:r>
          </w:p>
        </w:tc>
        <w:tc>
          <w:tcPr>
            <w:tcW w:w="4536" w:type="dxa"/>
            <w:gridSpan w:val="2"/>
          </w:tcPr>
          <w:p w14:paraId="692CA52B" w14:textId="2DAEACA1" w:rsidR="001F5B4D" w:rsidRPr="001F5B4D" w:rsidRDefault="001F5B4D" w:rsidP="001F5B4D">
            <w:r w:rsidRPr="001F5B4D">
              <w:t>The score is based on the maximum risk score in the family Carcharhinidae, which included 32 species.</w:t>
            </w:r>
          </w:p>
        </w:tc>
        <w:tc>
          <w:tcPr>
            <w:tcW w:w="851" w:type="dxa"/>
          </w:tcPr>
          <w:p w14:paraId="70C95928" w14:textId="212173A2" w:rsidR="001F5B4D" w:rsidRPr="001F5B4D" w:rsidRDefault="001F5B4D" w:rsidP="001F5B4D">
            <w:r w:rsidRPr="001F5B4D">
              <w:t>3</w:t>
            </w:r>
          </w:p>
        </w:tc>
      </w:tr>
      <w:tr w:rsidR="001F5B4D" w:rsidRPr="001F5B4D" w14:paraId="60D46981" w14:textId="77777777" w:rsidTr="001F5B4D">
        <w:tblPrEx>
          <w:tblCellMar>
            <w:top w:w="0" w:type="dxa"/>
            <w:bottom w:w="0" w:type="dxa"/>
          </w:tblCellMar>
        </w:tblPrEx>
        <w:trPr>
          <w:cantSplit/>
        </w:trPr>
        <w:tc>
          <w:tcPr>
            <w:tcW w:w="2551" w:type="dxa"/>
            <w:shd w:val="clear" w:color="auto" w:fill="998877"/>
          </w:tcPr>
          <w:p w14:paraId="5ADA8FB8" w14:textId="1B5DCAD9" w:rsidR="001F5B4D" w:rsidRPr="001F5B4D" w:rsidRDefault="001F5B4D" w:rsidP="001F5B4D">
            <w:r w:rsidRPr="001F5B4D">
              <w:t>Trophic level</w:t>
            </w:r>
          </w:p>
        </w:tc>
        <w:tc>
          <w:tcPr>
            <w:tcW w:w="4536" w:type="dxa"/>
            <w:gridSpan w:val="2"/>
            <w:tcBorders>
              <w:bottom w:val="single" w:sz="4" w:space="0" w:color="auto"/>
            </w:tcBorders>
          </w:tcPr>
          <w:p w14:paraId="0DC87783" w14:textId="783B94C3" w:rsidR="001F5B4D" w:rsidRPr="001F5B4D" w:rsidRDefault="001F5B4D" w:rsidP="001F5B4D">
            <w:r w:rsidRPr="001F5B4D">
              <w:t>The score is based on the maximum risk score in the family Carcharhinidae, which included 32 species.</w:t>
            </w:r>
          </w:p>
        </w:tc>
        <w:tc>
          <w:tcPr>
            <w:tcW w:w="851" w:type="dxa"/>
          </w:tcPr>
          <w:p w14:paraId="5E9DA51E" w14:textId="20C6E3F2" w:rsidR="001F5B4D" w:rsidRPr="001F5B4D" w:rsidRDefault="001F5B4D" w:rsidP="001F5B4D">
            <w:r w:rsidRPr="001F5B4D">
              <w:t>3</w:t>
            </w:r>
          </w:p>
        </w:tc>
      </w:tr>
      <w:tr w:rsidR="001F5B4D" w:rsidRPr="001F5B4D" w14:paraId="5FD44173"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FE0727F" w14:textId="77777777" w:rsidR="001F5B4D" w:rsidRPr="001F5B4D" w:rsidRDefault="001F5B4D" w:rsidP="001F5B4D"/>
        </w:tc>
        <w:tc>
          <w:tcPr>
            <w:tcW w:w="4536" w:type="dxa"/>
            <w:gridSpan w:val="2"/>
            <w:tcBorders>
              <w:bottom w:val="single" w:sz="4" w:space="0" w:color="auto"/>
            </w:tcBorders>
            <w:shd w:val="clear" w:color="auto" w:fill="998877"/>
          </w:tcPr>
          <w:p w14:paraId="70955CE8" w14:textId="09236BFF" w:rsidR="001F5B4D" w:rsidRPr="001F5B4D" w:rsidRDefault="001F5B4D" w:rsidP="001F5B4D">
            <w:r w:rsidRPr="001F5B4D">
              <w:t>Productivity score</w:t>
            </w:r>
          </w:p>
        </w:tc>
        <w:tc>
          <w:tcPr>
            <w:tcW w:w="851" w:type="dxa"/>
            <w:tcBorders>
              <w:bottom w:val="single" w:sz="4" w:space="0" w:color="auto"/>
            </w:tcBorders>
          </w:tcPr>
          <w:p w14:paraId="2D1A2A44" w14:textId="2EF2C824" w:rsidR="001F5B4D" w:rsidRPr="001F5B4D" w:rsidRDefault="001F5B4D" w:rsidP="001F5B4D">
            <w:r w:rsidRPr="001F5B4D">
              <w:t>2.71</w:t>
            </w:r>
          </w:p>
        </w:tc>
      </w:tr>
      <w:tr w:rsidR="001F5B4D" w:rsidRPr="001F5B4D" w14:paraId="51591670" w14:textId="77777777" w:rsidTr="000F3769">
        <w:tblPrEx>
          <w:tblCellMar>
            <w:top w:w="0" w:type="dxa"/>
            <w:bottom w:w="0" w:type="dxa"/>
          </w:tblCellMar>
        </w:tblPrEx>
        <w:trPr>
          <w:cantSplit/>
        </w:trPr>
        <w:tc>
          <w:tcPr>
            <w:tcW w:w="7938" w:type="dxa"/>
            <w:gridSpan w:val="4"/>
            <w:shd w:val="clear" w:color="auto" w:fill="998877"/>
          </w:tcPr>
          <w:p w14:paraId="4391F461" w14:textId="0158EAF2" w:rsidR="001F5B4D" w:rsidRPr="001F5B4D" w:rsidRDefault="001F5B4D" w:rsidP="001F5B4D">
            <w:pPr>
              <w:rPr>
                <w:b/>
              </w:rPr>
            </w:pPr>
            <w:r w:rsidRPr="001F5B4D">
              <w:rPr>
                <w:b/>
              </w:rPr>
              <w:t>Susceptibility</w:t>
            </w:r>
          </w:p>
        </w:tc>
      </w:tr>
      <w:tr w:rsidR="001F5B4D" w:rsidRPr="001F5B4D" w14:paraId="772898AB" w14:textId="77777777" w:rsidTr="001F5B4D">
        <w:tblPrEx>
          <w:tblCellMar>
            <w:top w:w="0" w:type="dxa"/>
            <w:bottom w:w="0" w:type="dxa"/>
          </w:tblCellMar>
        </w:tblPrEx>
        <w:trPr>
          <w:cantSplit/>
        </w:trPr>
        <w:tc>
          <w:tcPr>
            <w:tcW w:w="2551" w:type="dxa"/>
            <w:shd w:val="clear" w:color="auto" w:fill="998877"/>
          </w:tcPr>
          <w:p w14:paraId="61BEA16D" w14:textId="4B39E3F6" w:rsidR="001F5B4D" w:rsidRPr="001F5B4D" w:rsidRDefault="001F5B4D" w:rsidP="001F5B4D">
            <w:r w:rsidRPr="001F5B4D">
              <w:t>Areal overlap (availability)</w:t>
            </w:r>
          </w:p>
        </w:tc>
        <w:tc>
          <w:tcPr>
            <w:tcW w:w="4536" w:type="dxa"/>
            <w:gridSpan w:val="2"/>
          </w:tcPr>
          <w:p w14:paraId="6943AB29" w14:textId="06EB27FE" w:rsidR="001F5B4D" w:rsidRPr="001F5B4D" w:rsidRDefault="001F5B4D" w:rsidP="001F5B4D">
            <w:r w:rsidRPr="001F5B4D">
              <w:t>Worldwide pelagic distribution</w:t>
            </w:r>
          </w:p>
        </w:tc>
        <w:tc>
          <w:tcPr>
            <w:tcW w:w="851" w:type="dxa"/>
          </w:tcPr>
          <w:p w14:paraId="640A388E" w14:textId="0669EF21" w:rsidR="001F5B4D" w:rsidRPr="001F5B4D" w:rsidRDefault="001F5B4D" w:rsidP="001F5B4D">
            <w:r w:rsidRPr="001F5B4D">
              <w:t>3</w:t>
            </w:r>
          </w:p>
        </w:tc>
      </w:tr>
      <w:tr w:rsidR="001F5B4D" w:rsidRPr="001F5B4D" w14:paraId="07A26653" w14:textId="77777777" w:rsidTr="001F5B4D">
        <w:tblPrEx>
          <w:tblCellMar>
            <w:top w:w="0" w:type="dxa"/>
            <w:bottom w:w="0" w:type="dxa"/>
          </w:tblCellMar>
        </w:tblPrEx>
        <w:trPr>
          <w:cantSplit/>
        </w:trPr>
        <w:tc>
          <w:tcPr>
            <w:tcW w:w="2551" w:type="dxa"/>
            <w:shd w:val="clear" w:color="auto" w:fill="998877"/>
          </w:tcPr>
          <w:p w14:paraId="6B75C657" w14:textId="29076CC7" w:rsidR="001F5B4D" w:rsidRPr="001F5B4D" w:rsidRDefault="001F5B4D" w:rsidP="001F5B4D">
            <w:r w:rsidRPr="001F5B4D">
              <w:t>Encounterability</w:t>
            </w:r>
          </w:p>
        </w:tc>
        <w:tc>
          <w:tcPr>
            <w:tcW w:w="4536" w:type="dxa"/>
            <w:gridSpan w:val="2"/>
          </w:tcPr>
          <w:p w14:paraId="2046D8F1" w14:textId="1CE4D314" w:rsidR="001F5B4D" w:rsidRPr="001F5B4D" w:rsidRDefault="001F5B4D" w:rsidP="001F5B4D">
            <w:r w:rsidRPr="001F5B4D">
              <w:t>The depth range of the species is 1-1460m. For surface gears, the vertical overlap index with this species is 6.85%.</w:t>
            </w:r>
          </w:p>
        </w:tc>
        <w:tc>
          <w:tcPr>
            <w:tcW w:w="851" w:type="dxa"/>
          </w:tcPr>
          <w:p w14:paraId="58FD473A" w14:textId="1182765E" w:rsidR="001F5B4D" w:rsidRPr="001F5B4D" w:rsidRDefault="001F5B4D" w:rsidP="001F5B4D">
            <w:r w:rsidRPr="001F5B4D">
              <w:t>1</w:t>
            </w:r>
          </w:p>
        </w:tc>
      </w:tr>
      <w:tr w:rsidR="001F5B4D" w:rsidRPr="001F5B4D" w14:paraId="61A56EBB" w14:textId="77777777" w:rsidTr="001F5B4D">
        <w:tblPrEx>
          <w:tblCellMar>
            <w:top w:w="0" w:type="dxa"/>
            <w:bottom w:w="0" w:type="dxa"/>
          </w:tblCellMar>
        </w:tblPrEx>
        <w:trPr>
          <w:cantSplit/>
        </w:trPr>
        <w:tc>
          <w:tcPr>
            <w:tcW w:w="2551" w:type="dxa"/>
            <w:shd w:val="clear" w:color="auto" w:fill="998877"/>
          </w:tcPr>
          <w:p w14:paraId="7C3C20FE" w14:textId="5503AE4B" w:rsidR="001F5B4D" w:rsidRPr="001F5B4D" w:rsidRDefault="001F5B4D" w:rsidP="001F5B4D">
            <w:r w:rsidRPr="001F5B4D">
              <w:t>Selectivity</w:t>
            </w:r>
          </w:p>
        </w:tc>
        <w:tc>
          <w:tcPr>
            <w:tcW w:w="4536" w:type="dxa"/>
            <w:gridSpan w:val="2"/>
          </w:tcPr>
          <w:p w14:paraId="29CA9BDF" w14:textId="09424B4A" w:rsidR="001F5B4D" w:rsidRPr="001F5B4D" w:rsidRDefault="001F5B4D" w:rsidP="001F5B4D">
            <w:r w:rsidRPr="001F5B4D">
              <w:t>The maximum length of the species is missing, but the family's maximum length based on 3 species is 160cm. For tropical surface fisheries, the length overlap index with this species is 100.00%.</w:t>
            </w:r>
          </w:p>
        </w:tc>
        <w:tc>
          <w:tcPr>
            <w:tcW w:w="851" w:type="dxa"/>
          </w:tcPr>
          <w:p w14:paraId="5CCA8D8E" w14:textId="4F4F19C4" w:rsidR="001F5B4D" w:rsidRPr="001F5B4D" w:rsidRDefault="001F5B4D" w:rsidP="001F5B4D">
            <w:r w:rsidRPr="001F5B4D">
              <w:t>3</w:t>
            </w:r>
          </w:p>
        </w:tc>
      </w:tr>
      <w:tr w:rsidR="001F5B4D" w:rsidRPr="001F5B4D" w14:paraId="2018F9B0" w14:textId="77777777" w:rsidTr="001F5B4D">
        <w:tblPrEx>
          <w:tblCellMar>
            <w:top w:w="0" w:type="dxa"/>
            <w:bottom w:w="0" w:type="dxa"/>
          </w:tblCellMar>
        </w:tblPrEx>
        <w:trPr>
          <w:cantSplit/>
        </w:trPr>
        <w:tc>
          <w:tcPr>
            <w:tcW w:w="2551" w:type="dxa"/>
            <w:shd w:val="clear" w:color="auto" w:fill="998877"/>
          </w:tcPr>
          <w:p w14:paraId="2295D639" w14:textId="289C63C6" w:rsidR="001F5B4D" w:rsidRPr="001F5B4D" w:rsidRDefault="001F5B4D" w:rsidP="001F5B4D">
            <w:r w:rsidRPr="001F5B4D">
              <w:t>Post capture mortality</w:t>
            </w:r>
          </w:p>
        </w:tc>
        <w:tc>
          <w:tcPr>
            <w:tcW w:w="4536" w:type="dxa"/>
            <w:gridSpan w:val="2"/>
            <w:tcBorders>
              <w:bottom w:val="single" w:sz="4" w:space="0" w:color="auto"/>
            </w:tcBorders>
          </w:tcPr>
          <w:p w14:paraId="69481DD3" w14:textId="12AC682B" w:rsidR="001F5B4D" w:rsidRPr="001F5B4D" w:rsidRDefault="001F5B4D" w:rsidP="001F5B4D">
            <w:r w:rsidRPr="001F5B4D">
              <w:t>No direct evidence of survival after capture.</w:t>
            </w:r>
          </w:p>
        </w:tc>
        <w:tc>
          <w:tcPr>
            <w:tcW w:w="851" w:type="dxa"/>
          </w:tcPr>
          <w:p w14:paraId="0EAD0EAF" w14:textId="7B24E6CD" w:rsidR="001F5B4D" w:rsidRPr="001F5B4D" w:rsidRDefault="001F5B4D" w:rsidP="001F5B4D">
            <w:r w:rsidRPr="001F5B4D">
              <w:t>3</w:t>
            </w:r>
          </w:p>
        </w:tc>
      </w:tr>
      <w:tr w:rsidR="001F5B4D" w:rsidRPr="001F5B4D" w14:paraId="4890DE30" w14:textId="77777777" w:rsidTr="001F5B4D">
        <w:tblPrEx>
          <w:tblCellMar>
            <w:top w:w="0" w:type="dxa"/>
            <w:bottom w:w="0" w:type="dxa"/>
          </w:tblCellMar>
        </w:tblPrEx>
        <w:trPr>
          <w:cantSplit/>
        </w:trPr>
        <w:tc>
          <w:tcPr>
            <w:tcW w:w="2551" w:type="dxa"/>
            <w:shd w:val="clear" w:color="auto" w:fill="998877"/>
          </w:tcPr>
          <w:p w14:paraId="792F8B8F" w14:textId="77777777" w:rsidR="001F5B4D" w:rsidRPr="001F5B4D" w:rsidRDefault="001F5B4D" w:rsidP="001F5B4D"/>
        </w:tc>
        <w:tc>
          <w:tcPr>
            <w:tcW w:w="4536" w:type="dxa"/>
            <w:gridSpan w:val="2"/>
            <w:tcBorders>
              <w:bottom w:val="single" w:sz="4" w:space="0" w:color="auto"/>
            </w:tcBorders>
            <w:shd w:val="clear" w:color="auto" w:fill="998877"/>
          </w:tcPr>
          <w:p w14:paraId="3009D6C0" w14:textId="51B7349E" w:rsidR="001F5B4D" w:rsidRPr="001F5B4D" w:rsidRDefault="001F5B4D" w:rsidP="001F5B4D">
            <w:r w:rsidRPr="001F5B4D">
              <w:t>Susceptibility score</w:t>
            </w:r>
          </w:p>
        </w:tc>
        <w:tc>
          <w:tcPr>
            <w:tcW w:w="851" w:type="dxa"/>
          </w:tcPr>
          <w:p w14:paraId="04804983" w14:textId="7C6A6BD5" w:rsidR="001F5B4D" w:rsidRPr="001F5B4D" w:rsidRDefault="001F5B4D" w:rsidP="001F5B4D">
            <w:r w:rsidRPr="001F5B4D">
              <w:t>1.65</w:t>
            </w:r>
          </w:p>
        </w:tc>
      </w:tr>
      <w:tr w:rsidR="001F5B4D" w:rsidRPr="001F5B4D" w14:paraId="758172F2" w14:textId="77777777" w:rsidTr="001F5B4D">
        <w:tblPrEx>
          <w:tblCellMar>
            <w:top w:w="0" w:type="dxa"/>
            <w:bottom w:w="0" w:type="dxa"/>
          </w:tblCellMar>
        </w:tblPrEx>
        <w:trPr>
          <w:cantSplit/>
        </w:trPr>
        <w:tc>
          <w:tcPr>
            <w:tcW w:w="2551" w:type="dxa"/>
            <w:shd w:val="clear" w:color="auto" w:fill="998877"/>
          </w:tcPr>
          <w:p w14:paraId="78A8A8BB" w14:textId="77777777" w:rsidR="001F5B4D" w:rsidRPr="001F5B4D" w:rsidRDefault="001F5B4D" w:rsidP="001F5B4D"/>
        </w:tc>
        <w:tc>
          <w:tcPr>
            <w:tcW w:w="4536" w:type="dxa"/>
            <w:gridSpan w:val="2"/>
            <w:shd w:val="clear" w:color="auto" w:fill="998877"/>
          </w:tcPr>
          <w:p w14:paraId="795E1134" w14:textId="19B7D3CD" w:rsidR="001F5B4D" w:rsidRPr="001F5B4D" w:rsidRDefault="001F5B4D" w:rsidP="001F5B4D">
            <w:r w:rsidRPr="001F5B4D">
              <w:t>Vulnerability score</w:t>
            </w:r>
          </w:p>
        </w:tc>
        <w:tc>
          <w:tcPr>
            <w:tcW w:w="851" w:type="dxa"/>
          </w:tcPr>
          <w:p w14:paraId="28C70116" w14:textId="3C45180B" w:rsidR="001F5B4D" w:rsidRPr="001F5B4D" w:rsidRDefault="001F5B4D" w:rsidP="001F5B4D">
            <w:r w:rsidRPr="001F5B4D">
              <w:t>3.18</w:t>
            </w:r>
          </w:p>
        </w:tc>
      </w:tr>
    </w:tbl>
    <w:p w14:paraId="0E6B1617" w14:textId="41B83D28"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6194BF74"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1" w:name="T_SAU" w:colFirst="0" w:colLast="0"/>
          <w:p w14:paraId="53A76753" w14:textId="1F809552" w:rsidR="001F5B4D" w:rsidRPr="001F5B4D" w:rsidRDefault="001F5B4D" w:rsidP="001F5B4D">
            <w:pPr>
              <w:rPr>
                <w:b/>
              </w:rPr>
            </w:pPr>
            <w:r w:rsidRPr="001F5B4D">
              <w:rPr>
                <w:b/>
              </w:rPr>
              <w:fldChar w:fldCharType="begin"/>
            </w:r>
            <w:r w:rsidRPr="001F5B4D">
              <w:rPr>
                <w:b/>
              </w:rPr>
              <w:instrText xml:space="preserve"> HYPERLINK  \l "S_SAU" \o "PSA Score" </w:instrText>
            </w:r>
            <w:r w:rsidRPr="001F5B4D">
              <w:rPr>
                <w:b/>
              </w:rPr>
            </w:r>
            <w:r w:rsidRPr="001F5B4D">
              <w:rPr>
                <w:b/>
              </w:rPr>
              <w:fldChar w:fldCharType="separate"/>
            </w:r>
            <w:r w:rsidRPr="001F5B4D">
              <w:rPr>
                <w:rStyle w:val="Hyperlink"/>
                <w:b/>
              </w:rPr>
              <w:t>Atlantic saury</w:t>
            </w:r>
            <w:r w:rsidRPr="001F5B4D">
              <w:rPr>
                <w:b/>
              </w:rPr>
              <w:fldChar w:fldCharType="end"/>
            </w:r>
          </w:p>
        </w:tc>
        <w:tc>
          <w:tcPr>
            <w:tcW w:w="3969" w:type="dxa"/>
            <w:gridSpan w:val="2"/>
            <w:tcBorders>
              <w:bottom w:val="single" w:sz="4" w:space="0" w:color="auto"/>
            </w:tcBorders>
            <w:shd w:val="clear" w:color="auto" w:fill="998877"/>
          </w:tcPr>
          <w:p w14:paraId="4EC473A1" w14:textId="542EB4E0" w:rsidR="001F5B4D" w:rsidRPr="001F5B4D" w:rsidRDefault="001F5B4D" w:rsidP="001F5B4D">
            <w:pPr>
              <w:rPr>
                <w:b/>
                <w:i/>
              </w:rPr>
            </w:pPr>
            <w:r w:rsidRPr="001F5B4D">
              <w:rPr>
                <w:b/>
                <w:i/>
              </w:rPr>
              <w:t>Scomberesox saurus</w:t>
            </w:r>
          </w:p>
        </w:tc>
      </w:tr>
      <w:bookmarkEnd w:id="181"/>
      <w:tr w:rsidR="001F5B4D" w:rsidRPr="001F5B4D" w14:paraId="3359E80D" w14:textId="77777777" w:rsidTr="000B5582">
        <w:tblPrEx>
          <w:tblCellMar>
            <w:top w:w="0" w:type="dxa"/>
            <w:bottom w:w="0" w:type="dxa"/>
          </w:tblCellMar>
        </w:tblPrEx>
        <w:trPr>
          <w:cantSplit/>
        </w:trPr>
        <w:tc>
          <w:tcPr>
            <w:tcW w:w="7938" w:type="dxa"/>
            <w:gridSpan w:val="4"/>
            <w:shd w:val="clear" w:color="auto" w:fill="998877"/>
          </w:tcPr>
          <w:p w14:paraId="6AE6CD2B" w14:textId="32972971" w:rsidR="001F5B4D" w:rsidRPr="001F5B4D" w:rsidRDefault="001F5B4D" w:rsidP="001F5B4D">
            <w:pPr>
              <w:rPr>
                <w:b/>
              </w:rPr>
            </w:pPr>
            <w:r w:rsidRPr="001F5B4D">
              <w:rPr>
                <w:b/>
              </w:rPr>
              <w:t>Productivity</w:t>
            </w:r>
          </w:p>
        </w:tc>
      </w:tr>
      <w:tr w:rsidR="001F5B4D" w:rsidRPr="001F5B4D" w14:paraId="577169C9" w14:textId="77777777" w:rsidTr="001F5B4D">
        <w:tblPrEx>
          <w:tblCellMar>
            <w:top w:w="0" w:type="dxa"/>
            <w:bottom w:w="0" w:type="dxa"/>
          </w:tblCellMar>
        </w:tblPrEx>
        <w:trPr>
          <w:cantSplit/>
        </w:trPr>
        <w:tc>
          <w:tcPr>
            <w:tcW w:w="2551" w:type="dxa"/>
            <w:shd w:val="clear" w:color="auto" w:fill="998877"/>
          </w:tcPr>
          <w:p w14:paraId="1B281743" w14:textId="6C1D9217" w:rsidR="001F5B4D" w:rsidRPr="001F5B4D" w:rsidRDefault="001F5B4D" w:rsidP="001F5B4D">
            <w:r w:rsidRPr="001F5B4D">
              <w:t>Average age at maturity</w:t>
            </w:r>
          </w:p>
        </w:tc>
        <w:tc>
          <w:tcPr>
            <w:tcW w:w="4536" w:type="dxa"/>
            <w:gridSpan w:val="2"/>
          </w:tcPr>
          <w:p w14:paraId="6C112554" w14:textId="457A657B" w:rsidR="001F5B4D" w:rsidRPr="001F5B4D" w:rsidRDefault="001F5B4D" w:rsidP="001F5B4D">
            <w:r w:rsidRPr="001F5B4D">
              <w:t>Species growth rate (K) is 0.710, which is higher than lowest risk K (0.183) for age at maturity.</w:t>
            </w:r>
          </w:p>
        </w:tc>
        <w:tc>
          <w:tcPr>
            <w:tcW w:w="851" w:type="dxa"/>
          </w:tcPr>
          <w:p w14:paraId="68D1E5FF" w14:textId="0393F388" w:rsidR="001F5B4D" w:rsidRPr="001F5B4D" w:rsidRDefault="001F5B4D" w:rsidP="001F5B4D">
            <w:r w:rsidRPr="001F5B4D">
              <w:t>1</w:t>
            </w:r>
          </w:p>
        </w:tc>
      </w:tr>
      <w:tr w:rsidR="001F5B4D" w:rsidRPr="001F5B4D" w14:paraId="5F6775D1" w14:textId="77777777" w:rsidTr="001F5B4D">
        <w:tblPrEx>
          <w:tblCellMar>
            <w:top w:w="0" w:type="dxa"/>
            <w:bottom w:w="0" w:type="dxa"/>
          </w:tblCellMar>
        </w:tblPrEx>
        <w:trPr>
          <w:cantSplit/>
        </w:trPr>
        <w:tc>
          <w:tcPr>
            <w:tcW w:w="2551" w:type="dxa"/>
            <w:shd w:val="clear" w:color="auto" w:fill="998877"/>
          </w:tcPr>
          <w:p w14:paraId="34F4316A" w14:textId="5DF265B2" w:rsidR="001F5B4D" w:rsidRPr="001F5B4D" w:rsidRDefault="001F5B4D" w:rsidP="001F5B4D">
            <w:r w:rsidRPr="001F5B4D">
              <w:lastRenderedPageBreak/>
              <w:t>Average max age</w:t>
            </w:r>
          </w:p>
        </w:tc>
        <w:tc>
          <w:tcPr>
            <w:tcW w:w="4536" w:type="dxa"/>
            <w:gridSpan w:val="2"/>
          </w:tcPr>
          <w:p w14:paraId="171890D8" w14:textId="37344DD5" w:rsidR="001F5B4D" w:rsidRPr="001F5B4D" w:rsidRDefault="001F5B4D" w:rsidP="001F5B4D">
            <w:r w:rsidRPr="001F5B4D">
              <w:t>Species growth rate (K) is 0.710, which is higher than lowest risk K (0.30) for maximum age.</w:t>
            </w:r>
          </w:p>
        </w:tc>
        <w:tc>
          <w:tcPr>
            <w:tcW w:w="851" w:type="dxa"/>
          </w:tcPr>
          <w:p w14:paraId="24796013" w14:textId="6C9ABAFE" w:rsidR="001F5B4D" w:rsidRPr="001F5B4D" w:rsidRDefault="001F5B4D" w:rsidP="001F5B4D">
            <w:r w:rsidRPr="001F5B4D">
              <w:t>1</w:t>
            </w:r>
          </w:p>
        </w:tc>
      </w:tr>
      <w:tr w:rsidR="001F5B4D" w:rsidRPr="001F5B4D" w14:paraId="3828D162" w14:textId="77777777" w:rsidTr="001F5B4D">
        <w:tblPrEx>
          <w:tblCellMar>
            <w:top w:w="0" w:type="dxa"/>
            <w:bottom w:w="0" w:type="dxa"/>
          </w:tblCellMar>
        </w:tblPrEx>
        <w:trPr>
          <w:cantSplit/>
        </w:trPr>
        <w:tc>
          <w:tcPr>
            <w:tcW w:w="2551" w:type="dxa"/>
            <w:shd w:val="clear" w:color="auto" w:fill="998877"/>
          </w:tcPr>
          <w:p w14:paraId="1F1FC69E" w14:textId="0704A195" w:rsidR="001F5B4D" w:rsidRPr="001F5B4D" w:rsidRDefault="001F5B4D" w:rsidP="001F5B4D">
            <w:r w:rsidRPr="001F5B4D">
              <w:t>Fecundity</w:t>
            </w:r>
          </w:p>
        </w:tc>
        <w:tc>
          <w:tcPr>
            <w:tcW w:w="4536" w:type="dxa"/>
            <w:gridSpan w:val="2"/>
          </w:tcPr>
          <w:p w14:paraId="21136042" w14:textId="57B7759E" w:rsidR="001F5B4D" w:rsidRPr="001F5B4D" w:rsidRDefault="001F5B4D" w:rsidP="001F5B4D">
            <w:r w:rsidRPr="001F5B4D">
              <w:t>There is no information, but fish are likely to produce &gt;100 eggs/year.</w:t>
            </w:r>
          </w:p>
        </w:tc>
        <w:tc>
          <w:tcPr>
            <w:tcW w:w="851" w:type="dxa"/>
          </w:tcPr>
          <w:p w14:paraId="7F609B0A" w14:textId="342819D9" w:rsidR="001F5B4D" w:rsidRPr="001F5B4D" w:rsidRDefault="001F5B4D" w:rsidP="001F5B4D">
            <w:r w:rsidRPr="001F5B4D">
              <w:t>2</w:t>
            </w:r>
          </w:p>
        </w:tc>
      </w:tr>
      <w:tr w:rsidR="001F5B4D" w:rsidRPr="001F5B4D" w14:paraId="1F463029" w14:textId="77777777" w:rsidTr="001F5B4D">
        <w:tblPrEx>
          <w:tblCellMar>
            <w:top w:w="0" w:type="dxa"/>
            <w:bottom w:w="0" w:type="dxa"/>
          </w:tblCellMar>
        </w:tblPrEx>
        <w:trPr>
          <w:cantSplit/>
        </w:trPr>
        <w:tc>
          <w:tcPr>
            <w:tcW w:w="2551" w:type="dxa"/>
            <w:shd w:val="clear" w:color="auto" w:fill="998877"/>
          </w:tcPr>
          <w:p w14:paraId="10F57518" w14:textId="01745F72" w:rsidR="001F5B4D" w:rsidRPr="001F5B4D" w:rsidRDefault="001F5B4D" w:rsidP="001F5B4D">
            <w:r w:rsidRPr="001F5B4D">
              <w:t>Average max size</w:t>
            </w:r>
          </w:p>
        </w:tc>
        <w:tc>
          <w:tcPr>
            <w:tcW w:w="4536" w:type="dxa"/>
            <w:gridSpan w:val="2"/>
          </w:tcPr>
          <w:p w14:paraId="3399E10D" w14:textId="687E4212" w:rsidR="001F5B4D" w:rsidRPr="001F5B4D" w:rsidRDefault="001F5B4D" w:rsidP="001F5B4D">
            <w:r w:rsidRPr="001F5B4D">
              <w:t>Species maximum length is 50, which is lower than the lowest risk value (100cm).</w:t>
            </w:r>
          </w:p>
        </w:tc>
        <w:tc>
          <w:tcPr>
            <w:tcW w:w="851" w:type="dxa"/>
          </w:tcPr>
          <w:p w14:paraId="315B8691" w14:textId="4EB9AC71" w:rsidR="001F5B4D" w:rsidRPr="001F5B4D" w:rsidRDefault="001F5B4D" w:rsidP="001F5B4D">
            <w:r w:rsidRPr="001F5B4D">
              <w:t>1</w:t>
            </w:r>
          </w:p>
        </w:tc>
      </w:tr>
      <w:tr w:rsidR="001F5B4D" w:rsidRPr="001F5B4D" w14:paraId="08059B23" w14:textId="77777777" w:rsidTr="001F5B4D">
        <w:tblPrEx>
          <w:tblCellMar>
            <w:top w:w="0" w:type="dxa"/>
            <w:bottom w:w="0" w:type="dxa"/>
          </w:tblCellMar>
        </w:tblPrEx>
        <w:trPr>
          <w:cantSplit/>
        </w:trPr>
        <w:tc>
          <w:tcPr>
            <w:tcW w:w="2551" w:type="dxa"/>
            <w:shd w:val="clear" w:color="auto" w:fill="998877"/>
          </w:tcPr>
          <w:p w14:paraId="62B2534F" w14:textId="441952AD" w:rsidR="001F5B4D" w:rsidRPr="001F5B4D" w:rsidRDefault="001F5B4D" w:rsidP="001F5B4D">
            <w:r w:rsidRPr="001F5B4D">
              <w:t>Average size at maturity</w:t>
            </w:r>
          </w:p>
        </w:tc>
        <w:tc>
          <w:tcPr>
            <w:tcW w:w="4536" w:type="dxa"/>
            <w:gridSpan w:val="2"/>
          </w:tcPr>
          <w:p w14:paraId="6E32E34D" w14:textId="1A8598B5" w:rsidR="001F5B4D" w:rsidRPr="001F5B4D" w:rsidRDefault="001F5B4D" w:rsidP="001F5B4D">
            <w:r w:rsidRPr="001F5B4D">
              <w:t>Species length at maturity is 27, which is lower than the lowest risk value (40cm).</w:t>
            </w:r>
          </w:p>
        </w:tc>
        <w:tc>
          <w:tcPr>
            <w:tcW w:w="851" w:type="dxa"/>
          </w:tcPr>
          <w:p w14:paraId="3146E680" w14:textId="124013C6" w:rsidR="001F5B4D" w:rsidRPr="001F5B4D" w:rsidRDefault="001F5B4D" w:rsidP="001F5B4D">
            <w:r w:rsidRPr="001F5B4D">
              <w:t>1</w:t>
            </w:r>
          </w:p>
        </w:tc>
      </w:tr>
      <w:tr w:rsidR="001F5B4D" w:rsidRPr="001F5B4D" w14:paraId="32F6E458" w14:textId="77777777" w:rsidTr="001F5B4D">
        <w:tblPrEx>
          <w:tblCellMar>
            <w:top w:w="0" w:type="dxa"/>
            <w:bottom w:w="0" w:type="dxa"/>
          </w:tblCellMar>
        </w:tblPrEx>
        <w:trPr>
          <w:cantSplit/>
        </w:trPr>
        <w:tc>
          <w:tcPr>
            <w:tcW w:w="2551" w:type="dxa"/>
            <w:shd w:val="clear" w:color="auto" w:fill="998877"/>
          </w:tcPr>
          <w:p w14:paraId="5A1D5100" w14:textId="3F43595D" w:rsidR="001F5B4D" w:rsidRPr="001F5B4D" w:rsidRDefault="001F5B4D" w:rsidP="001F5B4D">
            <w:r w:rsidRPr="001F5B4D">
              <w:t>Reproductive strategy</w:t>
            </w:r>
          </w:p>
        </w:tc>
        <w:tc>
          <w:tcPr>
            <w:tcW w:w="4536" w:type="dxa"/>
            <w:gridSpan w:val="2"/>
          </w:tcPr>
          <w:p w14:paraId="31B94B30" w14:textId="15C814BD" w:rsidR="001F5B4D" w:rsidRPr="001F5B4D" w:rsidRDefault="001F5B4D" w:rsidP="001F5B4D">
            <w:r w:rsidRPr="001F5B4D">
              <w:t>Species reproductive strategy is broadcast spawner, which is low risk.</w:t>
            </w:r>
          </w:p>
        </w:tc>
        <w:tc>
          <w:tcPr>
            <w:tcW w:w="851" w:type="dxa"/>
          </w:tcPr>
          <w:p w14:paraId="2C863047" w14:textId="37D042DE" w:rsidR="001F5B4D" w:rsidRPr="001F5B4D" w:rsidRDefault="001F5B4D" w:rsidP="001F5B4D">
            <w:r w:rsidRPr="001F5B4D">
              <w:t>1</w:t>
            </w:r>
          </w:p>
        </w:tc>
      </w:tr>
      <w:tr w:rsidR="001F5B4D" w:rsidRPr="001F5B4D" w14:paraId="14E02C34" w14:textId="77777777" w:rsidTr="001F5B4D">
        <w:tblPrEx>
          <w:tblCellMar>
            <w:top w:w="0" w:type="dxa"/>
            <w:bottom w:w="0" w:type="dxa"/>
          </w:tblCellMar>
        </w:tblPrEx>
        <w:trPr>
          <w:cantSplit/>
        </w:trPr>
        <w:tc>
          <w:tcPr>
            <w:tcW w:w="2551" w:type="dxa"/>
            <w:shd w:val="clear" w:color="auto" w:fill="998877"/>
          </w:tcPr>
          <w:p w14:paraId="44A2C18F" w14:textId="4BA21EEE" w:rsidR="001F5B4D" w:rsidRPr="001F5B4D" w:rsidRDefault="001F5B4D" w:rsidP="001F5B4D">
            <w:r w:rsidRPr="001F5B4D">
              <w:t>Trophic level</w:t>
            </w:r>
          </w:p>
        </w:tc>
        <w:tc>
          <w:tcPr>
            <w:tcW w:w="4536" w:type="dxa"/>
            <w:gridSpan w:val="2"/>
            <w:tcBorders>
              <w:bottom w:val="single" w:sz="4" w:space="0" w:color="auto"/>
            </w:tcBorders>
          </w:tcPr>
          <w:p w14:paraId="32E870A1" w14:textId="258979F6" w:rsidR="001F5B4D" w:rsidRPr="001F5B4D" w:rsidRDefault="001F5B4D" w:rsidP="001F5B4D">
            <w:r w:rsidRPr="001F5B4D">
              <w:t>Species trophic level is 3.9, which is higher than the highest risk value (3.25).</w:t>
            </w:r>
          </w:p>
        </w:tc>
        <w:tc>
          <w:tcPr>
            <w:tcW w:w="851" w:type="dxa"/>
          </w:tcPr>
          <w:p w14:paraId="1A3596A0" w14:textId="2618A29E" w:rsidR="001F5B4D" w:rsidRPr="001F5B4D" w:rsidRDefault="001F5B4D" w:rsidP="001F5B4D">
            <w:r w:rsidRPr="001F5B4D">
              <w:t>3</w:t>
            </w:r>
          </w:p>
        </w:tc>
      </w:tr>
      <w:tr w:rsidR="001F5B4D" w:rsidRPr="001F5B4D" w14:paraId="422C783F"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770C8394" w14:textId="77777777" w:rsidR="001F5B4D" w:rsidRPr="001F5B4D" w:rsidRDefault="001F5B4D" w:rsidP="001F5B4D"/>
        </w:tc>
        <w:tc>
          <w:tcPr>
            <w:tcW w:w="4536" w:type="dxa"/>
            <w:gridSpan w:val="2"/>
            <w:tcBorders>
              <w:bottom w:val="single" w:sz="4" w:space="0" w:color="auto"/>
            </w:tcBorders>
            <w:shd w:val="clear" w:color="auto" w:fill="998877"/>
          </w:tcPr>
          <w:p w14:paraId="3620C9EA" w14:textId="1A234F7B" w:rsidR="001F5B4D" w:rsidRPr="001F5B4D" w:rsidRDefault="001F5B4D" w:rsidP="001F5B4D">
            <w:r w:rsidRPr="001F5B4D">
              <w:t>Productivity score</w:t>
            </w:r>
          </w:p>
        </w:tc>
        <w:tc>
          <w:tcPr>
            <w:tcW w:w="851" w:type="dxa"/>
            <w:tcBorders>
              <w:bottom w:val="single" w:sz="4" w:space="0" w:color="auto"/>
            </w:tcBorders>
          </w:tcPr>
          <w:p w14:paraId="22EEE74F" w14:textId="57ACF17B" w:rsidR="001F5B4D" w:rsidRPr="001F5B4D" w:rsidRDefault="001F5B4D" w:rsidP="001F5B4D">
            <w:r w:rsidRPr="001F5B4D">
              <w:t>1.43</w:t>
            </w:r>
          </w:p>
        </w:tc>
      </w:tr>
      <w:tr w:rsidR="001F5B4D" w:rsidRPr="001F5B4D" w14:paraId="0DA79191" w14:textId="77777777" w:rsidTr="008E194F">
        <w:tblPrEx>
          <w:tblCellMar>
            <w:top w:w="0" w:type="dxa"/>
            <w:bottom w:w="0" w:type="dxa"/>
          </w:tblCellMar>
        </w:tblPrEx>
        <w:trPr>
          <w:cantSplit/>
        </w:trPr>
        <w:tc>
          <w:tcPr>
            <w:tcW w:w="7938" w:type="dxa"/>
            <w:gridSpan w:val="4"/>
            <w:shd w:val="clear" w:color="auto" w:fill="998877"/>
          </w:tcPr>
          <w:p w14:paraId="13E685CC" w14:textId="26C9F257" w:rsidR="001F5B4D" w:rsidRPr="001F5B4D" w:rsidRDefault="001F5B4D" w:rsidP="001F5B4D">
            <w:pPr>
              <w:rPr>
                <w:b/>
              </w:rPr>
            </w:pPr>
            <w:r w:rsidRPr="001F5B4D">
              <w:rPr>
                <w:b/>
              </w:rPr>
              <w:t>Susceptibility</w:t>
            </w:r>
          </w:p>
        </w:tc>
      </w:tr>
      <w:tr w:rsidR="001F5B4D" w:rsidRPr="001F5B4D" w14:paraId="2569FB2E" w14:textId="77777777" w:rsidTr="001F5B4D">
        <w:tblPrEx>
          <w:tblCellMar>
            <w:top w:w="0" w:type="dxa"/>
            <w:bottom w:w="0" w:type="dxa"/>
          </w:tblCellMar>
        </w:tblPrEx>
        <w:trPr>
          <w:cantSplit/>
        </w:trPr>
        <w:tc>
          <w:tcPr>
            <w:tcW w:w="2551" w:type="dxa"/>
            <w:shd w:val="clear" w:color="auto" w:fill="998877"/>
          </w:tcPr>
          <w:p w14:paraId="708832D4" w14:textId="2C62B76B" w:rsidR="001F5B4D" w:rsidRPr="001F5B4D" w:rsidRDefault="001F5B4D" w:rsidP="001F5B4D">
            <w:r w:rsidRPr="001F5B4D">
              <w:t>Areal overlap (availability)</w:t>
            </w:r>
          </w:p>
        </w:tc>
        <w:tc>
          <w:tcPr>
            <w:tcW w:w="4536" w:type="dxa"/>
            <w:gridSpan w:val="2"/>
          </w:tcPr>
          <w:p w14:paraId="3412CFF9" w14:textId="6223461B" w:rsidR="001F5B4D" w:rsidRPr="001F5B4D" w:rsidRDefault="001F5B4D" w:rsidP="001F5B4D">
            <w:r w:rsidRPr="001F5B4D">
              <w:t>Atlantic distribution, catches reported in Pacific and Indian Oceans</w:t>
            </w:r>
          </w:p>
        </w:tc>
        <w:tc>
          <w:tcPr>
            <w:tcW w:w="851" w:type="dxa"/>
          </w:tcPr>
          <w:p w14:paraId="50C15F18" w14:textId="7E456986" w:rsidR="001F5B4D" w:rsidRPr="001F5B4D" w:rsidRDefault="001F5B4D" w:rsidP="001F5B4D">
            <w:r w:rsidRPr="001F5B4D">
              <w:t>1</w:t>
            </w:r>
          </w:p>
        </w:tc>
      </w:tr>
      <w:tr w:rsidR="001F5B4D" w:rsidRPr="001F5B4D" w14:paraId="20216A1F" w14:textId="77777777" w:rsidTr="001F5B4D">
        <w:tblPrEx>
          <w:tblCellMar>
            <w:top w:w="0" w:type="dxa"/>
            <w:bottom w:w="0" w:type="dxa"/>
          </w:tblCellMar>
        </w:tblPrEx>
        <w:trPr>
          <w:cantSplit/>
        </w:trPr>
        <w:tc>
          <w:tcPr>
            <w:tcW w:w="2551" w:type="dxa"/>
            <w:shd w:val="clear" w:color="auto" w:fill="998877"/>
          </w:tcPr>
          <w:p w14:paraId="6DD5D6EB" w14:textId="47EE3337" w:rsidR="001F5B4D" w:rsidRPr="001F5B4D" w:rsidRDefault="001F5B4D" w:rsidP="001F5B4D">
            <w:r w:rsidRPr="001F5B4D">
              <w:t>Encounterability</w:t>
            </w:r>
          </w:p>
        </w:tc>
        <w:tc>
          <w:tcPr>
            <w:tcW w:w="4536" w:type="dxa"/>
            <w:gridSpan w:val="2"/>
          </w:tcPr>
          <w:p w14:paraId="3FA2F2F4" w14:textId="182F9070" w:rsidR="001F5B4D" w:rsidRPr="001F5B4D" w:rsidRDefault="001F5B4D" w:rsidP="001F5B4D">
            <w:r w:rsidRPr="001F5B4D">
              <w:t>The depth range of the species is 1-30m. For surface gears, the vertical overlap index with this species is 100.00%.</w:t>
            </w:r>
          </w:p>
        </w:tc>
        <w:tc>
          <w:tcPr>
            <w:tcW w:w="851" w:type="dxa"/>
          </w:tcPr>
          <w:p w14:paraId="694F3E99" w14:textId="73C4C8CA" w:rsidR="001F5B4D" w:rsidRPr="001F5B4D" w:rsidRDefault="001F5B4D" w:rsidP="001F5B4D">
            <w:r w:rsidRPr="001F5B4D">
              <w:t>3</w:t>
            </w:r>
          </w:p>
        </w:tc>
      </w:tr>
      <w:tr w:rsidR="001F5B4D" w:rsidRPr="001F5B4D" w14:paraId="2FCD2E33" w14:textId="77777777" w:rsidTr="001F5B4D">
        <w:tblPrEx>
          <w:tblCellMar>
            <w:top w:w="0" w:type="dxa"/>
            <w:bottom w:w="0" w:type="dxa"/>
          </w:tblCellMar>
        </w:tblPrEx>
        <w:trPr>
          <w:cantSplit/>
        </w:trPr>
        <w:tc>
          <w:tcPr>
            <w:tcW w:w="2551" w:type="dxa"/>
            <w:shd w:val="clear" w:color="auto" w:fill="998877"/>
          </w:tcPr>
          <w:p w14:paraId="3CF0E860" w14:textId="5F57DEBF" w:rsidR="001F5B4D" w:rsidRPr="001F5B4D" w:rsidRDefault="001F5B4D" w:rsidP="001F5B4D">
            <w:r w:rsidRPr="001F5B4D">
              <w:t>Selectivity</w:t>
            </w:r>
          </w:p>
        </w:tc>
        <w:tc>
          <w:tcPr>
            <w:tcW w:w="4536" w:type="dxa"/>
            <w:gridSpan w:val="2"/>
          </w:tcPr>
          <w:p w14:paraId="010F7ECD" w14:textId="49093ED8" w:rsidR="001F5B4D" w:rsidRPr="001F5B4D" w:rsidRDefault="001F5B4D" w:rsidP="001F5B4D">
            <w:r w:rsidRPr="001F5B4D">
              <w:t>The maximum length of the species is 50cm. For tropical surface fisheries, the length overlap index with this species is 45.45%.</w:t>
            </w:r>
          </w:p>
        </w:tc>
        <w:tc>
          <w:tcPr>
            <w:tcW w:w="851" w:type="dxa"/>
          </w:tcPr>
          <w:p w14:paraId="4A801C5E" w14:textId="02BCCF2C" w:rsidR="001F5B4D" w:rsidRPr="001F5B4D" w:rsidRDefault="001F5B4D" w:rsidP="001F5B4D">
            <w:r w:rsidRPr="001F5B4D">
              <w:t>3</w:t>
            </w:r>
          </w:p>
        </w:tc>
      </w:tr>
      <w:tr w:rsidR="001F5B4D" w:rsidRPr="001F5B4D" w14:paraId="267630CF" w14:textId="77777777" w:rsidTr="001F5B4D">
        <w:tblPrEx>
          <w:tblCellMar>
            <w:top w:w="0" w:type="dxa"/>
            <w:bottom w:w="0" w:type="dxa"/>
          </w:tblCellMar>
        </w:tblPrEx>
        <w:trPr>
          <w:cantSplit/>
        </w:trPr>
        <w:tc>
          <w:tcPr>
            <w:tcW w:w="2551" w:type="dxa"/>
            <w:shd w:val="clear" w:color="auto" w:fill="998877"/>
          </w:tcPr>
          <w:p w14:paraId="6D72169E" w14:textId="20647146" w:rsidR="001F5B4D" w:rsidRPr="001F5B4D" w:rsidRDefault="001F5B4D" w:rsidP="001F5B4D">
            <w:r w:rsidRPr="001F5B4D">
              <w:t>Post capture mortality</w:t>
            </w:r>
          </w:p>
        </w:tc>
        <w:tc>
          <w:tcPr>
            <w:tcW w:w="4536" w:type="dxa"/>
            <w:gridSpan w:val="2"/>
            <w:tcBorders>
              <w:bottom w:val="single" w:sz="4" w:space="0" w:color="auto"/>
            </w:tcBorders>
          </w:tcPr>
          <w:p w14:paraId="4CDA9F2A" w14:textId="485A5D4D" w:rsidR="001F5B4D" w:rsidRPr="001F5B4D" w:rsidRDefault="001F5B4D" w:rsidP="001F5B4D">
            <w:r w:rsidRPr="001F5B4D">
              <w:t>No direct evidence of survival after capture.</w:t>
            </w:r>
          </w:p>
        </w:tc>
        <w:tc>
          <w:tcPr>
            <w:tcW w:w="851" w:type="dxa"/>
          </w:tcPr>
          <w:p w14:paraId="7A18DA28" w14:textId="4DBA3FC5" w:rsidR="001F5B4D" w:rsidRPr="001F5B4D" w:rsidRDefault="001F5B4D" w:rsidP="001F5B4D">
            <w:r w:rsidRPr="001F5B4D">
              <w:t>3</w:t>
            </w:r>
          </w:p>
        </w:tc>
      </w:tr>
      <w:tr w:rsidR="001F5B4D" w:rsidRPr="001F5B4D" w14:paraId="308E938D" w14:textId="77777777" w:rsidTr="001F5B4D">
        <w:tblPrEx>
          <w:tblCellMar>
            <w:top w:w="0" w:type="dxa"/>
            <w:bottom w:w="0" w:type="dxa"/>
          </w:tblCellMar>
        </w:tblPrEx>
        <w:trPr>
          <w:cantSplit/>
        </w:trPr>
        <w:tc>
          <w:tcPr>
            <w:tcW w:w="2551" w:type="dxa"/>
            <w:shd w:val="clear" w:color="auto" w:fill="998877"/>
          </w:tcPr>
          <w:p w14:paraId="1F3B4DD7" w14:textId="77777777" w:rsidR="001F5B4D" w:rsidRPr="001F5B4D" w:rsidRDefault="001F5B4D" w:rsidP="001F5B4D"/>
        </w:tc>
        <w:tc>
          <w:tcPr>
            <w:tcW w:w="4536" w:type="dxa"/>
            <w:gridSpan w:val="2"/>
            <w:tcBorders>
              <w:bottom w:val="single" w:sz="4" w:space="0" w:color="auto"/>
            </w:tcBorders>
            <w:shd w:val="clear" w:color="auto" w:fill="998877"/>
          </w:tcPr>
          <w:p w14:paraId="41260660" w14:textId="7D2D3883" w:rsidR="001F5B4D" w:rsidRPr="001F5B4D" w:rsidRDefault="001F5B4D" w:rsidP="001F5B4D">
            <w:r w:rsidRPr="001F5B4D">
              <w:t>Susceptibility score</w:t>
            </w:r>
          </w:p>
        </w:tc>
        <w:tc>
          <w:tcPr>
            <w:tcW w:w="851" w:type="dxa"/>
          </w:tcPr>
          <w:p w14:paraId="6ACF5F79" w14:textId="4ADDF286" w:rsidR="001F5B4D" w:rsidRPr="001F5B4D" w:rsidRDefault="001F5B4D" w:rsidP="001F5B4D">
            <w:r w:rsidRPr="001F5B4D">
              <w:t>1.65</w:t>
            </w:r>
          </w:p>
        </w:tc>
      </w:tr>
      <w:tr w:rsidR="001F5B4D" w:rsidRPr="001F5B4D" w14:paraId="2536F075" w14:textId="77777777" w:rsidTr="001F5B4D">
        <w:tblPrEx>
          <w:tblCellMar>
            <w:top w:w="0" w:type="dxa"/>
            <w:bottom w:w="0" w:type="dxa"/>
          </w:tblCellMar>
        </w:tblPrEx>
        <w:trPr>
          <w:cantSplit/>
        </w:trPr>
        <w:tc>
          <w:tcPr>
            <w:tcW w:w="2551" w:type="dxa"/>
            <w:shd w:val="clear" w:color="auto" w:fill="998877"/>
          </w:tcPr>
          <w:p w14:paraId="68BF65F5" w14:textId="77777777" w:rsidR="001F5B4D" w:rsidRPr="001F5B4D" w:rsidRDefault="001F5B4D" w:rsidP="001F5B4D"/>
        </w:tc>
        <w:tc>
          <w:tcPr>
            <w:tcW w:w="4536" w:type="dxa"/>
            <w:gridSpan w:val="2"/>
            <w:shd w:val="clear" w:color="auto" w:fill="998877"/>
          </w:tcPr>
          <w:p w14:paraId="11B74AC3" w14:textId="3FADDF1D" w:rsidR="001F5B4D" w:rsidRPr="001F5B4D" w:rsidRDefault="001F5B4D" w:rsidP="001F5B4D">
            <w:r w:rsidRPr="001F5B4D">
              <w:t>Vulnerability score</w:t>
            </w:r>
          </w:p>
        </w:tc>
        <w:tc>
          <w:tcPr>
            <w:tcW w:w="851" w:type="dxa"/>
          </w:tcPr>
          <w:p w14:paraId="3FBBDDC0" w14:textId="0C552C9C" w:rsidR="001F5B4D" w:rsidRPr="001F5B4D" w:rsidRDefault="001F5B4D" w:rsidP="001F5B4D">
            <w:r w:rsidRPr="001F5B4D">
              <w:t>2.18</w:t>
            </w:r>
          </w:p>
        </w:tc>
      </w:tr>
    </w:tbl>
    <w:p w14:paraId="540EF53B" w14:textId="3A9D24AE"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96B7DD3"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2" w:name="T_OCS" w:colFirst="0" w:colLast="0"/>
          <w:p w14:paraId="18638449" w14:textId="000B5A8E" w:rsidR="001F5B4D" w:rsidRPr="001F5B4D" w:rsidRDefault="001F5B4D" w:rsidP="001F5B4D">
            <w:pPr>
              <w:rPr>
                <w:b/>
              </w:rPr>
            </w:pPr>
            <w:r w:rsidRPr="001F5B4D">
              <w:rPr>
                <w:b/>
              </w:rPr>
              <w:fldChar w:fldCharType="begin"/>
            </w:r>
            <w:r w:rsidRPr="001F5B4D">
              <w:rPr>
                <w:b/>
              </w:rPr>
              <w:instrText xml:space="preserve"> HYPERLINK  \l "S_OCS" \o "PSA Score" </w:instrText>
            </w:r>
            <w:r w:rsidRPr="001F5B4D">
              <w:rPr>
                <w:b/>
              </w:rPr>
            </w:r>
            <w:r w:rsidRPr="001F5B4D">
              <w:rPr>
                <w:b/>
              </w:rPr>
              <w:fldChar w:fldCharType="separate"/>
            </w:r>
            <w:r w:rsidRPr="001F5B4D">
              <w:rPr>
                <w:rStyle w:val="Hyperlink"/>
                <w:b/>
              </w:rPr>
              <w:t>Oceanic whitetip shark</w:t>
            </w:r>
            <w:r w:rsidRPr="001F5B4D">
              <w:rPr>
                <w:b/>
              </w:rPr>
              <w:fldChar w:fldCharType="end"/>
            </w:r>
          </w:p>
        </w:tc>
        <w:tc>
          <w:tcPr>
            <w:tcW w:w="3969" w:type="dxa"/>
            <w:gridSpan w:val="2"/>
            <w:tcBorders>
              <w:bottom w:val="single" w:sz="4" w:space="0" w:color="auto"/>
            </w:tcBorders>
            <w:shd w:val="clear" w:color="auto" w:fill="998877"/>
          </w:tcPr>
          <w:p w14:paraId="49889FE9" w14:textId="12F5FC41" w:rsidR="001F5B4D" w:rsidRPr="001F5B4D" w:rsidRDefault="001F5B4D" w:rsidP="001F5B4D">
            <w:pPr>
              <w:rPr>
                <w:b/>
                <w:i/>
              </w:rPr>
            </w:pPr>
            <w:r w:rsidRPr="001F5B4D">
              <w:rPr>
                <w:b/>
                <w:i/>
              </w:rPr>
              <w:t>Carcharhinus longimanus</w:t>
            </w:r>
          </w:p>
        </w:tc>
      </w:tr>
      <w:bookmarkEnd w:id="182"/>
      <w:tr w:rsidR="001F5B4D" w:rsidRPr="001F5B4D" w14:paraId="0F987696" w14:textId="77777777" w:rsidTr="00CB3E9A">
        <w:tblPrEx>
          <w:tblCellMar>
            <w:top w:w="0" w:type="dxa"/>
            <w:bottom w:w="0" w:type="dxa"/>
          </w:tblCellMar>
        </w:tblPrEx>
        <w:trPr>
          <w:cantSplit/>
        </w:trPr>
        <w:tc>
          <w:tcPr>
            <w:tcW w:w="7938" w:type="dxa"/>
            <w:gridSpan w:val="4"/>
            <w:shd w:val="clear" w:color="auto" w:fill="998877"/>
          </w:tcPr>
          <w:p w14:paraId="6750534C" w14:textId="59AF3717" w:rsidR="001F5B4D" w:rsidRPr="001F5B4D" w:rsidRDefault="001F5B4D" w:rsidP="001F5B4D">
            <w:pPr>
              <w:rPr>
                <w:b/>
              </w:rPr>
            </w:pPr>
            <w:r w:rsidRPr="001F5B4D">
              <w:rPr>
                <w:b/>
              </w:rPr>
              <w:t>Productivity</w:t>
            </w:r>
          </w:p>
        </w:tc>
      </w:tr>
      <w:tr w:rsidR="001F5B4D" w:rsidRPr="001F5B4D" w14:paraId="00142CE3" w14:textId="77777777" w:rsidTr="001F5B4D">
        <w:tblPrEx>
          <w:tblCellMar>
            <w:top w:w="0" w:type="dxa"/>
            <w:bottom w:w="0" w:type="dxa"/>
          </w:tblCellMar>
        </w:tblPrEx>
        <w:trPr>
          <w:cantSplit/>
        </w:trPr>
        <w:tc>
          <w:tcPr>
            <w:tcW w:w="2551" w:type="dxa"/>
            <w:shd w:val="clear" w:color="auto" w:fill="998877"/>
          </w:tcPr>
          <w:p w14:paraId="670A0226" w14:textId="31E15189" w:rsidR="001F5B4D" w:rsidRPr="001F5B4D" w:rsidRDefault="001F5B4D" w:rsidP="001F5B4D">
            <w:r w:rsidRPr="001F5B4D">
              <w:t>Average age at maturity</w:t>
            </w:r>
          </w:p>
        </w:tc>
        <w:tc>
          <w:tcPr>
            <w:tcW w:w="4536" w:type="dxa"/>
            <w:gridSpan w:val="2"/>
          </w:tcPr>
          <w:p w14:paraId="06016BB6" w14:textId="2C01C8FE" w:rsidR="001F5B4D" w:rsidRPr="001F5B4D" w:rsidRDefault="001F5B4D" w:rsidP="001F5B4D">
            <w:r w:rsidRPr="001F5B4D">
              <w:t>Species growth rate (K) is 0.100, which is in the medium risk K range (0.061-0.183) for age at maturity.</w:t>
            </w:r>
          </w:p>
        </w:tc>
        <w:tc>
          <w:tcPr>
            <w:tcW w:w="851" w:type="dxa"/>
          </w:tcPr>
          <w:p w14:paraId="7F8DDAEA" w14:textId="5B88720B" w:rsidR="001F5B4D" w:rsidRPr="001F5B4D" w:rsidRDefault="001F5B4D" w:rsidP="001F5B4D">
            <w:r w:rsidRPr="001F5B4D">
              <w:t>2</w:t>
            </w:r>
          </w:p>
        </w:tc>
      </w:tr>
      <w:tr w:rsidR="001F5B4D" w:rsidRPr="001F5B4D" w14:paraId="37C6AC7D" w14:textId="77777777" w:rsidTr="001F5B4D">
        <w:tblPrEx>
          <w:tblCellMar>
            <w:top w:w="0" w:type="dxa"/>
            <w:bottom w:w="0" w:type="dxa"/>
          </w:tblCellMar>
        </w:tblPrEx>
        <w:trPr>
          <w:cantSplit/>
        </w:trPr>
        <w:tc>
          <w:tcPr>
            <w:tcW w:w="2551" w:type="dxa"/>
            <w:shd w:val="clear" w:color="auto" w:fill="998877"/>
          </w:tcPr>
          <w:p w14:paraId="210AA6E8" w14:textId="1C8BEB90" w:rsidR="001F5B4D" w:rsidRPr="001F5B4D" w:rsidRDefault="001F5B4D" w:rsidP="001F5B4D">
            <w:r w:rsidRPr="001F5B4D">
              <w:t>Average max age</w:t>
            </w:r>
          </w:p>
        </w:tc>
        <w:tc>
          <w:tcPr>
            <w:tcW w:w="4536" w:type="dxa"/>
            <w:gridSpan w:val="2"/>
          </w:tcPr>
          <w:p w14:paraId="30B1CCBA" w14:textId="3ED8A571" w:rsidR="001F5B4D" w:rsidRPr="001F5B4D" w:rsidRDefault="001F5B4D" w:rsidP="001F5B4D">
            <w:r w:rsidRPr="001F5B4D">
              <w:t>Species growth rate (K) is 0.100, which is lower than highest risk K (0.12) for maximum age.</w:t>
            </w:r>
          </w:p>
        </w:tc>
        <w:tc>
          <w:tcPr>
            <w:tcW w:w="851" w:type="dxa"/>
          </w:tcPr>
          <w:p w14:paraId="3007D6C2" w14:textId="184FA763" w:rsidR="001F5B4D" w:rsidRPr="001F5B4D" w:rsidRDefault="001F5B4D" w:rsidP="001F5B4D">
            <w:r w:rsidRPr="001F5B4D">
              <w:t>3</w:t>
            </w:r>
          </w:p>
        </w:tc>
      </w:tr>
      <w:tr w:rsidR="001F5B4D" w:rsidRPr="001F5B4D" w14:paraId="62E4579A" w14:textId="77777777" w:rsidTr="001F5B4D">
        <w:tblPrEx>
          <w:tblCellMar>
            <w:top w:w="0" w:type="dxa"/>
            <w:bottom w:w="0" w:type="dxa"/>
          </w:tblCellMar>
        </w:tblPrEx>
        <w:trPr>
          <w:cantSplit/>
        </w:trPr>
        <w:tc>
          <w:tcPr>
            <w:tcW w:w="2551" w:type="dxa"/>
            <w:shd w:val="clear" w:color="auto" w:fill="998877"/>
          </w:tcPr>
          <w:p w14:paraId="5BD41359" w14:textId="42D53172" w:rsidR="001F5B4D" w:rsidRPr="001F5B4D" w:rsidRDefault="001F5B4D" w:rsidP="001F5B4D">
            <w:r w:rsidRPr="001F5B4D">
              <w:t>Fecundity</w:t>
            </w:r>
          </w:p>
        </w:tc>
        <w:tc>
          <w:tcPr>
            <w:tcW w:w="4536" w:type="dxa"/>
            <w:gridSpan w:val="2"/>
          </w:tcPr>
          <w:p w14:paraId="71F7124C" w14:textId="07D6A9E6" w:rsidR="001F5B4D" w:rsidRPr="001F5B4D" w:rsidRDefault="001F5B4D" w:rsidP="001F5B4D">
            <w:r w:rsidRPr="001F5B4D">
              <w:t>Species fecundity is 1 eggs/year, which is lower than the highest risk value (100).</w:t>
            </w:r>
          </w:p>
        </w:tc>
        <w:tc>
          <w:tcPr>
            <w:tcW w:w="851" w:type="dxa"/>
          </w:tcPr>
          <w:p w14:paraId="2E85ED10" w14:textId="51409AF8" w:rsidR="001F5B4D" w:rsidRPr="001F5B4D" w:rsidRDefault="001F5B4D" w:rsidP="001F5B4D">
            <w:r w:rsidRPr="001F5B4D">
              <w:t>3</w:t>
            </w:r>
          </w:p>
        </w:tc>
      </w:tr>
      <w:tr w:rsidR="001F5B4D" w:rsidRPr="001F5B4D" w14:paraId="7002F8D1" w14:textId="77777777" w:rsidTr="001F5B4D">
        <w:tblPrEx>
          <w:tblCellMar>
            <w:top w:w="0" w:type="dxa"/>
            <w:bottom w:w="0" w:type="dxa"/>
          </w:tblCellMar>
        </w:tblPrEx>
        <w:trPr>
          <w:cantSplit/>
        </w:trPr>
        <w:tc>
          <w:tcPr>
            <w:tcW w:w="2551" w:type="dxa"/>
            <w:shd w:val="clear" w:color="auto" w:fill="998877"/>
          </w:tcPr>
          <w:p w14:paraId="6D019226" w14:textId="368601B3" w:rsidR="001F5B4D" w:rsidRPr="001F5B4D" w:rsidRDefault="001F5B4D" w:rsidP="001F5B4D">
            <w:r w:rsidRPr="001F5B4D">
              <w:t>Average max size</w:t>
            </w:r>
          </w:p>
        </w:tc>
        <w:tc>
          <w:tcPr>
            <w:tcW w:w="4536" w:type="dxa"/>
            <w:gridSpan w:val="2"/>
          </w:tcPr>
          <w:p w14:paraId="7050A886" w14:textId="4DFBEF31" w:rsidR="001F5B4D" w:rsidRPr="001F5B4D" w:rsidRDefault="001F5B4D" w:rsidP="001F5B4D">
            <w:r w:rsidRPr="001F5B4D">
              <w:t>Species maximum length is 400, which is higher than the highest risk value (300cm).</w:t>
            </w:r>
          </w:p>
        </w:tc>
        <w:tc>
          <w:tcPr>
            <w:tcW w:w="851" w:type="dxa"/>
          </w:tcPr>
          <w:p w14:paraId="615E0C19" w14:textId="5514095C" w:rsidR="001F5B4D" w:rsidRPr="001F5B4D" w:rsidRDefault="001F5B4D" w:rsidP="001F5B4D">
            <w:r w:rsidRPr="001F5B4D">
              <w:t>3</w:t>
            </w:r>
          </w:p>
        </w:tc>
      </w:tr>
      <w:tr w:rsidR="001F5B4D" w:rsidRPr="001F5B4D" w14:paraId="2C01CA57" w14:textId="77777777" w:rsidTr="001F5B4D">
        <w:tblPrEx>
          <w:tblCellMar>
            <w:top w:w="0" w:type="dxa"/>
            <w:bottom w:w="0" w:type="dxa"/>
          </w:tblCellMar>
        </w:tblPrEx>
        <w:trPr>
          <w:cantSplit/>
        </w:trPr>
        <w:tc>
          <w:tcPr>
            <w:tcW w:w="2551" w:type="dxa"/>
            <w:shd w:val="clear" w:color="auto" w:fill="998877"/>
          </w:tcPr>
          <w:p w14:paraId="3D104CAF" w14:textId="7CB7F119" w:rsidR="001F5B4D" w:rsidRPr="001F5B4D" w:rsidRDefault="001F5B4D" w:rsidP="001F5B4D">
            <w:r w:rsidRPr="001F5B4D">
              <w:t>Average size at maturity</w:t>
            </w:r>
          </w:p>
        </w:tc>
        <w:tc>
          <w:tcPr>
            <w:tcW w:w="4536" w:type="dxa"/>
            <w:gridSpan w:val="2"/>
          </w:tcPr>
          <w:p w14:paraId="355A98A3" w14:textId="37A954C1" w:rsidR="001F5B4D" w:rsidRPr="001F5B4D" w:rsidRDefault="001F5B4D" w:rsidP="001F5B4D">
            <w:r w:rsidRPr="001F5B4D">
              <w:t>Species length at maturity is 187, which is in the medium risk range (40-200cm).</w:t>
            </w:r>
          </w:p>
        </w:tc>
        <w:tc>
          <w:tcPr>
            <w:tcW w:w="851" w:type="dxa"/>
          </w:tcPr>
          <w:p w14:paraId="6F9E6E7E" w14:textId="76252F93" w:rsidR="001F5B4D" w:rsidRPr="001F5B4D" w:rsidRDefault="001F5B4D" w:rsidP="001F5B4D">
            <w:r w:rsidRPr="001F5B4D">
              <w:t>2</w:t>
            </w:r>
          </w:p>
        </w:tc>
      </w:tr>
      <w:tr w:rsidR="001F5B4D" w:rsidRPr="001F5B4D" w14:paraId="04EE6AD9" w14:textId="77777777" w:rsidTr="001F5B4D">
        <w:tblPrEx>
          <w:tblCellMar>
            <w:top w:w="0" w:type="dxa"/>
            <w:bottom w:w="0" w:type="dxa"/>
          </w:tblCellMar>
        </w:tblPrEx>
        <w:trPr>
          <w:cantSplit/>
        </w:trPr>
        <w:tc>
          <w:tcPr>
            <w:tcW w:w="2551" w:type="dxa"/>
            <w:shd w:val="clear" w:color="auto" w:fill="998877"/>
          </w:tcPr>
          <w:p w14:paraId="5BBC3B1A" w14:textId="0B9F14D7" w:rsidR="001F5B4D" w:rsidRPr="001F5B4D" w:rsidRDefault="001F5B4D" w:rsidP="001F5B4D">
            <w:r w:rsidRPr="001F5B4D">
              <w:t>Reproductive strategy</w:t>
            </w:r>
          </w:p>
        </w:tc>
        <w:tc>
          <w:tcPr>
            <w:tcW w:w="4536" w:type="dxa"/>
            <w:gridSpan w:val="2"/>
          </w:tcPr>
          <w:p w14:paraId="5F3449EE" w14:textId="70EF2816" w:rsidR="001F5B4D" w:rsidRPr="001F5B4D" w:rsidRDefault="001F5B4D" w:rsidP="001F5B4D">
            <w:r w:rsidRPr="001F5B4D">
              <w:t>Species reproductive strategy is live bearer, which is high risk.</w:t>
            </w:r>
          </w:p>
        </w:tc>
        <w:tc>
          <w:tcPr>
            <w:tcW w:w="851" w:type="dxa"/>
          </w:tcPr>
          <w:p w14:paraId="74052878" w14:textId="21E1C5BC" w:rsidR="001F5B4D" w:rsidRPr="001F5B4D" w:rsidRDefault="001F5B4D" w:rsidP="001F5B4D">
            <w:r w:rsidRPr="001F5B4D">
              <w:t>3</w:t>
            </w:r>
          </w:p>
        </w:tc>
      </w:tr>
      <w:tr w:rsidR="001F5B4D" w:rsidRPr="001F5B4D" w14:paraId="04F576C7" w14:textId="77777777" w:rsidTr="001F5B4D">
        <w:tblPrEx>
          <w:tblCellMar>
            <w:top w:w="0" w:type="dxa"/>
            <w:bottom w:w="0" w:type="dxa"/>
          </w:tblCellMar>
        </w:tblPrEx>
        <w:trPr>
          <w:cantSplit/>
        </w:trPr>
        <w:tc>
          <w:tcPr>
            <w:tcW w:w="2551" w:type="dxa"/>
            <w:shd w:val="clear" w:color="auto" w:fill="998877"/>
          </w:tcPr>
          <w:p w14:paraId="4985C5FF" w14:textId="6D6B8CF1" w:rsidR="001F5B4D" w:rsidRPr="001F5B4D" w:rsidRDefault="001F5B4D" w:rsidP="001F5B4D">
            <w:r w:rsidRPr="001F5B4D">
              <w:t>Trophic level</w:t>
            </w:r>
          </w:p>
        </w:tc>
        <w:tc>
          <w:tcPr>
            <w:tcW w:w="4536" w:type="dxa"/>
            <w:gridSpan w:val="2"/>
            <w:tcBorders>
              <w:bottom w:val="single" w:sz="4" w:space="0" w:color="auto"/>
            </w:tcBorders>
          </w:tcPr>
          <w:p w14:paraId="2C09A633" w14:textId="520AFCF9" w:rsidR="001F5B4D" w:rsidRPr="001F5B4D" w:rsidRDefault="001F5B4D" w:rsidP="001F5B4D">
            <w:r w:rsidRPr="001F5B4D">
              <w:t>Species trophic level is 4.2, which is higher than the highest risk value (3.25).</w:t>
            </w:r>
          </w:p>
        </w:tc>
        <w:tc>
          <w:tcPr>
            <w:tcW w:w="851" w:type="dxa"/>
          </w:tcPr>
          <w:p w14:paraId="0939AED9" w14:textId="0A97CD61" w:rsidR="001F5B4D" w:rsidRPr="001F5B4D" w:rsidRDefault="001F5B4D" w:rsidP="001F5B4D">
            <w:r w:rsidRPr="001F5B4D">
              <w:t>3</w:t>
            </w:r>
          </w:p>
        </w:tc>
      </w:tr>
      <w:tr w:rsidR="001F5B4D" w:rsidRPr="001F5B4D" w14:paraId="327436F7"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7DA6FC2" w14:textId="77777777" w:rsidR="001F5B4D" w:rsidRPr="001F5B4D" w:rsidRDefault="001F5B4D" w:rsidP="001F5B4D"/>
        </w:tc>
        <w:tc>
          <w:tcPr>
            <w:tcW w:w="4536" w:type="dxa"/>
            <w:gridSpan w:val="2"/>
            <w:tcBorders>
              <w:bottom w:val="single" w:sz="4" w:space="0" w:color="auto"/>
            </w:tcBorders>
            <w:shd w:val="clear" w:color="auto" w:fill="998877"/>
          </w:tcPr>
          <w:p w14:paraId="71FE398B" w14:textId="7CAEAB72" w:rsidR="001F5B4D" w:rsidRPr="001F5B4D" w:rsidRDefault="001F5B4D" w:rsidP="001F5B4D">
            <w:r w:rsidRPr="001F5B4D">
              <w:t>Productivity score</w:t>
            </w:r>
          </w:p>
        </w:tc>
        <w:tc>
          <w:tcPr>
            <w:tcW w:w="851" w:type="dxa"/>
            <w:tcBorders>
              <w:bottom w:val="single" w:sz="4" w:space="0" w:color="auto"/>
            </w:tcBorders>
          </w:tcPr>
          <w:p w14:paraId="40F2820E" w14:textId="53F430DE" w:rsidR="001F5B4D" w:rsidRPr="001F5B4D" w:rsidRDefault="001F5B4D" w:rsidP="001F5B4D">
            <w:r w:rsidRPr="001F5B4D">
              <w:t>2.71</w:t>
            </w:r>
          </w:p>
        </w:tc>
      </w:tr>
      <w:tr w:rsidR="001F5B4D" w:rsidRPr="001F5B4D" w14:paraId="539112A1" w14:textId="77777777" w:rsidTr="00A55680">
        <w:tblPrEx>
          <w:tblCellMar>
            <w:top w:w="0" w:type="dxa"/>
            <w:bottom w:w="0" w:type="dxa"/>
          </w:tblCellMar>
        </w:tblPrEx>
        <w:trPr>
          <w:cantSplit/>
        </w:trPr>
        <w:tc>
          <w:tcPr>
            <w:tcW w:w="7938" w:type="dxa"/>
            <w:gridSpan w:val="4"/>
            <w:shd w:val="clear" w:color="auto" w:fill="998877"/>
          </w:tcPr>
          <w:p w14:paraId="72D43F66" w14:textId="31207954" w:rsidR="001F5B4D" w:rsidRPr="001F5B4D" w:rsidRDefault="001F5B4D" w:rsidP="001F5B4D">
            <w:pPr>
              <w:rPr>
                <w:b/>
              </w:rPr>
            </w:pPr>
            <w:r w:rsidRPr="001F5B4D">
              <w:rPr>
                <w:b/>
              </w:rPr>
              <w:t>Susceptibility</w:t>
            </w:r>
          </w:p>
        </w:tc>
      </w:tr>
      <w:tr w:rsidR="001F5B4D" w:rsidRPr="001F5B4D" w14:paraId="44549696" w14:textId="77777777" w:rsidTr="001F5B4D">
        <w:tblPrEx>
          <w:tblCellMar>
            <w:top w:w="0" w:type="dxa"/>
            <w:bottom w:w="0" w:type="dxa"/>
          </w:tblCellMar>
        </w:tblPrEx>
        <w:trPr>
          <w:cantSplit/>
        </w:trPr>
        <w:tc>
          <w:tcPr>
            <w:tcW w:w="2551" w:type="dxa"/>
            <w:shd w:val="clear" w:color="auto" w:fill="998877"/>
          </w:tcPr>
          <w:p w14:paraId="7F849DF3" w14:textId="45DB46DC" w:rsidR="001F5B4D" w:rsidRPr="001F5B4D" w:rsidRDefault="001F5B4D" w:rsidP="001F5B4D">
            <w:r w:rsidRPr="001F5B4D">
              <w:t>Areal overlap (availability)</w:t>
            </w:r>
          </w:p>
        </w:tc>
        <w:tc>
          <w:tcPr>
            <w:tcW w:w="4536" w:type="dxa"/>
            <w:gridSpan w:val="2"/>
          </w:tcPr>
          <w:p w14:paraId="1DAC6FF6" w14:textId="083A3A5F" w:rsidR="001F5B4D" w:rsidRPr="001F5B4D" w:rsidRDefault="001F5B4D" w:rsidP="001F5B4D">
            <w:r w:rsidRPr="001F5B4D">
              <w:t>Worldwide pelagic distribution</w:t>
            </w:r>
          </w:p>
        </w:tc>
        <w:tc>
          <w:tcPr>
            <w:tcW w:w="851" w:type="dxa"/>
          </w:tcPr>
          <w:p w14:paraId="7B4FED6E" w14:textId="3CDDF6D3" w:rsidR="001F5B4D" w:rsidRPr="001F5B4D" w:rsidRDefault="001F5B4D" w:rsidP="001F5B4D">
            <w:r w:rsidRPr="001F5B4D">
              <w:t>3</w:t>
            </w:r>
          </w:p>
        </w:tc>
      </w:tr>
      <w:tr w:rsidR="001F5B4D" w:rsidRPr="001F5B4D" w14:paraId="20345826" w14:textId="77777777" w:rsidTr="001F5B4D">
        <w:tblPrEx>
          <w:tblCellMar>
            <w:top w:w="0" w:type="dxa"/>
            <w:bottom w:w="0" w:type="dxa"/>
          </w:tblCellMar>
        </w:tblPrEx>
        <w:trPr>
          <w:cantSplit/>
        </w:trPr>
        <w:tc>
          <w:tcPr>
            <w:tcW w:w="2551" w:type="dxa"/>
            <w:shd w:val="clear" w:color="auto" w:fill="998877"/>
          </w:tcPr>
          <w:p w14:paraId="7C21DB9E" w14:textId="2A52CBDA" w:rsidR="001F5B4D" w:rsidRPr="001F5B4D" w:rsidRDefault="001F5B4D" w:rsidP="001F5B4D">
            <w:r w:rsidRPr="001F5B4D">
              <w:t>Encounterability</w:t>
            </w:r>
          </w:p>
        </w:tc>
        <w:tc>
          <w:tcPr>
            <w:tcW w:w="4536" w:type="dxa"/>
            <w:gridSpan w:val="2"/>
          </w:tcPr>
          <w:p w14:paraId="39F34884" w14:textId="456343CF" w:rsidR="001F5B4D" w:rsidRPr="001F5B4D" w:rsidRDefault="001F5B4D" w:rsidP="001F5B4D">
            <w:r w:rsidRPr="001F5B4D">
              <w:t>The depth range of the species is 1-230m. For surface gears, the vertical overlap index with this species is 43.48%.</w:t>
            </w:r>
          </w:p>
        </w:tc>
        <w:tc>
          <w:tcPr>
            <w:tcW w:w="851" w:type="dxa"/>
          </w:tcPr>
          <w:p w14:paraId="4531BD34" w14:textId="0C2D3F55" w:rsidR="001F5B4D" w:rsidRPr="001F5B4D" w:rsidRDefault="001F5B4D" w:rsidP="001F5B4D">
            <w:r w:rsidRPr="001F5B4D">
              <w:t>3</w:t>
            </w:r>
          </w:p>
        </w:tc>
      </w:tr>
      <w:tr w:rsidR="001F5B4D" w:rsidRPr="001F5B4D" w14:paraId="2C82F1A8" w14:textId="77777777" w:rsidTr="001F5B4D">
        <w:tblPrEx>
          <w:tblCellMar>
            <w:top w:w="0" w:type="dxa"/>
            <w:bottom w:w="0" w:type="dxa"/>
          </w:tblCellMar>
        </w:tblPrEx>
        <w:trPr>
          <w:cantSplit/>
        </w:trPr>
        <w:tc>
          <w:tcPr>
            <w:tcW w:w="2551" w:type="dxa"/>
            <w:shd w:val="clear" w:color="auto" w:fill="998877"/>
          </w:tcPr>
          <w:p w14:paraId="13265EA2" w14:textId="3EE35F45" w:rsidR="001F5B4D" w:rsidRPr="001F5B4D" w:rsidRDefault="001F5B4D" w:rsidP="001F5B4D">
            <w:r w:rsidRPr="001F5B4D">
              <w:lastRenderedPageBreak/>
              <w:t>Selectivity</w:t>
            </w:r>
          </w:p>
        </w:tc>
        <w:tc>
          <w:tcPr>
            <w:tcW w:w="4536" w:type="dxa"/>
            <w:gridSpan w:val="2"/>
          </w:tcPr>
          <w:p w14:paraId="42092280" w14:textId="33CAA72B" w:rsidR="001F5B4D" w:rsidRPr="001F5B4D" w:rsidRDefault="001F5B4D" w:rsidP="001F5B4D">
            <w:r w:rsidRPr="001F5B4D">
              <w:t>The maximum length of the species is 400cm. For tropical surface fisheries, the length overlap index with this species is 100.00%.</w:t>
            </w:r>
          </w:p>
        </w:tc>
        <w:tc>
          <w:tcPr>
            <w:tcW w:w="851" w:type="dxa"/>
          </w:tcPr>
          <w:p w14:paraId="737D646F" w14:textId="007BF2F1" w:rsidR="001F5B4D" w:rsidRPr="001F5B4D" w:rsidRDefault="001F5B4D" w:rsidP="001F5B4D">
            <w:r w:rsidRPr="001F5B4D">
              <w:t>3</w:t>
            </w:r>
          </w:p>
        </w:tc>
      </w:tr>
      <w:tr w:rsidR="001F5B4D" w:rsidRPr="001F5B4D" w14:paraId="3C91D556" w14:textId="77777777" w:rsidTr="001F5B4D">
        <w:tblPrEx>
          <w:tblCellMar>
            <w:top w:w="0" w:type="dxa"/>
            <w:bottom w:w="0" w:type="dxa"/>
          </w:tblCellMar>
        </w:tblPrEx>
        <w:trPr>
          <w:cantSplit/>
        </w:trPr>
        <w:tc>
          <w:tcPr>
            <w:tcW w:w="2551" w:type="dxa"/>
            <w:shd w:val="clear" w:color="auto" w:fill="998877"/>
          </w:tcPr>
          <w:p w14:paraId="367D9346" w14:textId="2E23C49E" w:rsidR="001F5B4D" w:rsidRPr="001F5B4D" w:rsidRDefault="001F5B4D" w:rsidP="001F5B4D">
            <w:r w:rsidRPr="001F5B4D">
              <w:t>Post capture mortality</w:t>
            </w:r>
          </w:p>
        </w:tc>
        <w:tc>
          <w:tcPr>
            <w:tcW w:w="4536" w:type="dxa"/>
            <w:gridSpan w:val="2"/>
            <w:tcBorders>
              <w:bottom w:val="single" w:sz="4" w:space="0" w:color="auto"/>
            </w:tcBorders>
          </w:tcPr>
          <w:p w14:paraId="0A87A4B9" w14:textId="2D3ABCAA" w:rsidR="001F5B4D" w:rsidRPr="001F5B4D" w:rsidRDefault="001F5B4D" w:rsidP="001F5B4D">
            <w:r w:rsidRPr="001F5B4D">
              <w:t>No direct evidence of survival after capture.</w:t>
            </w:r>
          </w:p>
        </w:tc>
        <w:tc>
          <w:tcPr>
            <w:tcW w:w="851" w:type="dxa"/>
          </w:tcPr>
          <w:p w14:paraId="10C6FAD7" w14:textId="41648DE0" w:rsidR="001F5B4D" w:rsidRPr="001F5B4D" w:rsidRDefault="001F5B4D" w:rsidP="001F5B4D">
            <w:r w:rsidRPr="001F5B4D">
              <w:t>3</w:t>
            </w:r>
          </w:p>
        </w:tc>
      </w:tr>
      <w:tr w:rsidR="001F5B4D" w:rsidRPr="001F5B4D" w14:paraId="60E1B850" w14:textId="77777777" w:rsidTr="001F5B4D">
        <w:tblPrEx>
          <w:tblCellMar>
            <w:top w:w="0" w:type="dxa"/>
            <w:bottom w:w="0" w:type="dxa"/>
          </w:tblCellMar>
        </w:tblPrEx>
        <w:trPr>
          <w:cantSplit/>
        </w:trPr>
        <w:tc>
          <w:tcPr>
            <w:tcW w:w="2551" w:type="dxa"/>
            <w:shd w:val="clear" w:color="auto" w:fill="998877"/>
          </w:tcPr>
          <w:p w14:paraId="41B205CE" w14:textId="77777777" w:rsidR="001F5B4D" w:rsidRPr="001F5B4D" w:rsidRDefault="001F5B4D" w:rsidP="001F5B4D"/>
        </w:tc>
        <w:tc>
          <w:tcPr>
            <w:tcW w:w="4536" w:type="dxa"/>
            <w:gridSpan w:val="2"/>
            <w:tcBorders>
              <w:bottom w:val="single" w:sz="4" w:space="0" w:color="auto"/>
            </w:tcBorders>
            <w:shd w:val="clear" w:color="auto" w:fill="998877"/>
          </w:tcPr>
          <w:p w14:paraId="65958733" w14:textId="49A3B0D7" w:rsidR="001F5B4D" w:rsidRPr="001F5B4D" w:rsidRDefault="001F5B4D" w:rsidP="001F5B4D">
            <w:r w:rsidRPr="001F5B4D">
              <w:t>Susceptibility score</w:t>
            </w:r>
          </w:p>
        </w:tc>
        <w:tc>
          <w:tcPr>
            <w:tcW w:w="851" w:type="dxa"/>
          </w:tcPr>
          <w:p w14:paraId="3470A7CA" w14:textId="27C3FDD3" w:rsidR="001F5B4D" w:rsidRPr="001F5B4D" w:rsidRDefault="001F5B4D" w:rsidP="001F5B4D">
            <w:r w:rsidRPr="001F5B4D">
              <w:t>3.00</w:t>
            </w:r>
          </w:p>
        </w:tc>
      </w:tr>
      <w:tr w:rsidR="001F5B4D" w:rsidRPr="001F5B4D" w14:paraId="1C7E450C" w14:textId="77777777" w:rsidTr="001F5B4D">
        <w:tblPrEx>
          <w:tblCellMar>
            <w:top w:w="0" w:type="dxa"/>
            <w:bottom w:w="0" w:type="dxa"/>
          </w:tblCellMar>
        </w:tblPrEx>
        <w:trPr>
          <w:cantSplit/>
        </w:trPr>
        <w:tc>
          <w:tcPr>
            <w:tcW w:w="2551" w:type="dxa"/>
            <w:shd w:val="clear" w:color="auto" w:fill="998877"/>
          </w:tcPr>
          <w:p w14:paraId="4E68BD4A" w14:textId="77777777" w:rsidR="001F5B4D" w:rsidRPr="001F5B4D" w:rsidRDefault="001F5B4D" w:rsidP="001F5B4D"/>
        </w:tc>
        <w:tc>
          <w:tcPr>
            <w:tcW w:w="4536" w:type="dxa"/>
            <w:gridSpan w:val="2"/>
            <w:shd w:val="clear" w:color="auto" w:fill="998877"/>
          </w:tcPr>
          <w:p w14:paraId="23328CC3" w14:textId="24ED59B3" w:rsidR="001F5B4D" w:rsidRPr="001F5B4D" w:rsidRDefault="001F5B4D" w:rsidP="001F5B4D">
            <w:r w:rsidRPr="001F5B4D">
              <w:t>Vulnerability score</w:t>
            </w:r>
          </w:p>
        </w:tc>
        <w:tc>
          <w:tcPr>
            <w:tcW w:w="851" w:type="dxa"/>
          </w:tcPr>
          <w:p w14:paraId="654ED640" w14:textId="4096FDE5" w:rsidR="001F5B4D" w:rsidRPr="001F5B4D" w:rsidRDefault="001F5B4D" w:rsidP="001F5B4D">
            <w:r w:rsidRPr="001F5B4D">
              <w:t>4.05</w:t>
            </w:r>
          </w:p>
        </w:tc>
      </w:tr>
    </w:tbl>
    <w:p w14:paraId="3994F00B" w14:textId="7B971A2C"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2A9BE41"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3" w:name="T_RZV" w:colFirst="0" w:colLast="0"/>
          <w:p w14:paraId="36C3AB4C" w14:textId="28F95F0D" w:rsidR="001F5B4D" w:rsidRPr="001F5B4D" w:rsidRDefault="001F5B4D" w:rsidP="001F5B4D">
            <w:pPr>
              <w:rPr>
                <w:b/>
              </w:rPr>
            </w:pPr>
            <w:r w:rsidRPr="001F5B4D">
              <w:rPr>
                <w:b/>
              </w:rPr>
              <w:fldChar w:fldCharType="begin"/>
            </w:r>
            <w:r w:rsidRPr="001F5B4D">
              <w:rPr>
                <w:b/>
              </w:rPr>
              <w:instrText xml:space="preserve"> HYPERLINK  \l "S_RZV" \o "PSA Score" </w:instrText>
            </w:r>
            <w:r w:rsidRPr="001F5B4D">
              <w:rPr>
                <w:b/>
              </w:rPr>
            </w:r>
            <w:r w:rsidRPr="001F5B4D">
              <w:rPr>
                <w:b/>
              </w:rPr>
              <w:fldChar w:fldCharType="separate"/>
            </w:r>
            <w:r w:rsidRPr="001F5B4D">
              <w:rPr>
                <w:rStyle w:val="Hyperlink"/>
                <w:b/>
              </w:rPr>
              <w:t>Slender sunfish</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59231A03" w14:textId="16A0D087" w:rsidR="001F5B4D" w:rsidRPr="001F5B4D" w:rsidRDefault="001F5B4D" w:rsidP="001F5B4D">
            <w:pPr>
              <w:rPr>
                <w:b/>
                <w:i/>
              </w:rPr>
            </w:pPr>
            <w:r w:rsidRPr="001F5B4D">
              <w:rPr>
                <w:b/>
                <w:i/>
              </w:rPr>
              <w:t>Ranzania laevis</w:t>
            </w:r>
          </w:p>
        </w:tc>
      </w:tr>
      <w:bookmarkEnd w:id="183"/>
      <w:tr w:rsidR="001F5B4D" w:rsidRPr="001F5B4D" w14:paraId="31D35EAF" w14:textId="77777777" w:rsidTr="00CA65B2">
        <w:tblPrEx>
          <w:tblCellMar>
            <w:top w:w="0" w:type="dxa"/>
            <w:bottom w:w="0" w:type="dxa"/>
          </w:tblCellMar>
        </w:tblPrEx>
        <w:trPr>
          <w:cantSplit/>
        </w:trPr>
        <w:tc>
          <w:tcPr>
            <w:tcW w:w="7938" w:type="dxa"/>
            <w:gridSpan w:val="4"/>
            <w:shd w:val="clear" w:color="auto" w:fill="998877"/>
          </w:tcPr>
          <w:p w14:paraId="5923146C" w14:textId="20474A23" w:rsidR="001F5B4D" w:rsidRPr="001F5B4D" w:rsidRDefault="001F5B4D" w:rsidP="001F5B4D">
            <w:pPr>
              <w:rPr>
                <w:b/>
              </w:rPr>
            </w:pPr>
            <w:r w:rsidRPr="001F5B4D">
              <w:rPr>
                <w:b/>
              </w:rPr>
              <w:t>Productivity</w:t>
            </w:r>
          </w:p>
        </w:tc>
      </w:tr>
      <w:tr w:rsidR="001F5B4D" w:rsidRPr="001F5B4D" w14:paraId="5B5E93EC" w14:textId="77777777" w:rsidTr="001F5B4D">
        <w:tblPrEx>
          <w:tblCellMar>
            <w:top w:w="0" w:type="dxa"/>
            <w:bottom w:w="0" w:type="dxa"/>
          </w:tblCellMar>
        </w:tblPrEx>
        <w:trPr>
          <w:cantSplit/>
        </w:trPr>
        <w:tc>
          <w:tcPr>
            <w:tcW w:w="2551" w:type="dxa"/>
            <w:shd w:val="clear" w:color="auto" w:fill="998877"/>
          </w:tcPr>
          <w:p w14:paraId="14E42530" w14:textId="69F3DB88" w:rsidR="001F5B4D" w:rsidRPr="001F5B4D" w:rsidRDefault="001F5B4D" w:rsidP="001F5B4D">
            <w:r w:rsidRPr="001F5B4D">
              <w:t>Average age at maturity</w:t>
            </w:r>
          </w:p>
        </w:tc>
        <w:tc>
          <w:tcPr>
            <w:tcW w:w="4536" w:type="dxa"/>
            <w:gridSpan w:val="2"/>
          </w:tcPr>
          <w:p w14:paraId="0F734C1A" w14:textId="4B39E0CC" w:rsidR="001F5B4D" w:rsidRPr="001F5B4D" w:rsidRDefault="001F5B4D" w:rsidP="001F5B4D">
            <w:r w:rsidRPr="001F5B4D">
              <w:t>The score is based on the maximum risk score in the family Dasyatidae, which included 3 species.</w:t>
            </w:r>
          </w:p>
        </w:tc>
        <w:tc>
          <w:tcPr>
            <w:tcW w:w="851" w:type="dxa"/>
          </w:tcPr>
          <w:p w14:paraId="553B349F" w14:textId="0671DDA3" w:rsidR="001F5B4D" w:rsidRPr="001F5B4D" w:rsidRDefault="001F5B4D" w:rsidP="001F5B4D">
            <w:r w:rsidRPr="001F5B4D">
              <w:t>2</w:t>
            </w:r>
          </w:p>
        </w:tc>
      </w:tr>
      <w:tr w:rsidR="001F5B4D" w:rsidRPr="001F5B4D" w14:paraId="02D837DE" w14:textId="77777777" w:rsidTr="001F5B4D">
        <w:tblPrEx>
          <w:tblCellMar>
            <w:top w:w="0" w:type="dxa"/>
            <w:bottom w:w="0" w:type="dxa"/>
          </w:tblCellMar>
        </w:tblPrEx>
        <w:trPr>
          <w:cantSplit/>
        </w:trPr>
        <w:tc>
          <w:tcPr>
            <w:tcW w:w="2551" w:type="dxa"/>
            <w:shd w:val="clear" w:color="auto" w:fill="998877"/>
          </w:tcPr>
          <w:p w14:paraId="565DAE9B" w14:textId="59505C6D" w:rsidR="001F5B4D" w:rsidRPr="001F5B4D" w:rsidRDefault="001F5B4D" w:rsidP="001F5B4D">
            <w:r w:rsidRPr="001F5B4D">
              <w:t>Average max age</w:t>
            </w:r>
          </w:p>
        </w:tc>
        <w:tc>
          <w:tcPr>
            <w:tcW w:w="4536" w:type="dxa"/>
            <w:gridSpan w:val="2"/>
          </w:tcPr>
          <w:p w14:paraId="63006366" w14:textId="7AF6B3DC" w:rsidR="001F5B4D" w:rsidRPr="001F5B4D" w:rsidRDefault="001F5B4D" w:rsidP="001F5B4D">
            <w:r w:rsidRPr="001F5B4D">
              <w:t>The score is based on the maximum risk score in the family Dasyatidae, which included 3 species.</w:t>
            </w:r>
          </w:p>
        </w:tc>
        <w:tc>
          <w:tcPr>
            <w:tcW w:w="851" w:type="dxa"/>
          </w:tcPr>
          <w:p w14:paraId="20F219E5" w14:textId="655EFF32" w:rsidR="001F5B4D" w:rsidRPr="001F5B4D" w:rsidRDefault="001F5B4D" w:rsidP="001F5B4D">
            <w:r w:rsidRPr="001F5B4D">
              <w:t>3</w:t>
            </w:r>
          </w:p>
        </w:tc>
      </w:tr>
      <w:tr w:rsidR="001F5B4D" w:rsidRPr="001F5B4D" w14:paraId="6A9A924E" w14:textId="77777777" w:rsidTr="001F5B4D">
        <w:tblPrEx>
          <w:tblCellMar>
            <w:top w:w="0" w:type="dxa"/>
            <w:bottom w:w="0" w:type="dxa"/>
          </w:tblCellMar>
        </w:tblPrEx>
        <w:trPr>
          <w:cantSplit/>
        </w:trPr>
        <w:tc>
          <w:tcPr>
            <w:tcW w:w="2551" w:type="dxa"/>
            <w:shd w:val="clear" w:color="auto" w:fill="998877"/>
          </w:tcPr>
          <w:p w14:paraId="3BE3F2AD" w14:textId="0871202C" w:rsidR="001F5B4D" w:rsidRPr="001F5B4D" w:rsidRDefault="001F5B4D" w:rsidP="001F5B4D">
            <w:r w:rsidRPr="001F5B4D">
              <w:t>Fecundity</w:t>
            </w:r>
          </w:p>
        </w:tc>
        <w:tc>
          <w:tcPr>
            <w:tcW w:w="4536" w:type="dxa"/>
            <w:gridSpan w:val="2"/>
          </w:tcPr>
          <w:p w14:paraId="32E1A514" w14:textId="76EBE6E3" w:rsidR="001F5B4D" w:rsidRPr="001F5B4D" w:rsidRDefault="001F5B4D" w:rsidP="001F5B4D">
            <w:r w:rsidRPr="001F5B4D">
              <w:t>The score is based on the maximum risk score in the family Dasyatidae, which included 6 species.</w:t>
            </w:r>
          </w:p>
        </w:tc>
        <w:tc>
          <w:tcPr>
            <w:tcW w:w="851" w:type="dxa"/>
          </w:tcPr>
          <w:p w14:paraId="1586ACA9" w14:textId="5305876D" w:rsidR="001F5B4D" w:rsidRPr="001F5B4D" w:rsidRDefault="001F5B4D" w:rsidP="001F5B4D">
            <w:r w:rsidRPr="001F5B4D">
              <w:t>1</w:t>
            </w:r>
          </w:p>
        </w:tc>
      </w:tr>
      <w:tr w:rsidR="001F5B4D" w:rsidRPr="001F5B4D" w14:paraId="5BEE2DC5" w14:textId="77777777" w:rsidTr="001F5B4D">
        <w:tblPrEx>
          <w:tblCellMar>
            <w:top w:w="0" w:type="dxa"/>
            <w:bottom w:w="0" w:type="dxa"/>
          </w:tblCellMar>
        </w:tblPrEx>
        <w:trPr>
          <w:cantSplit/>
        </w:trPr>
        <w:tc>
          <w:tcPr>
            <w:tcW w:w="2551" w:type="dxa"/>
            <w:shd w:val="clear" w:color="auto" w:fill="998877"/>
          </w:tcPr>
          <w:p w14:paraId="46EB9C0B" w14:textId="16294F45" w:rsidR="001F5B4D" w:rsidRPr="001F5B4D" w:rsidRDefault="001F5B4D" w:rsidP="001F5B4D">
            <w:r w:rsidRPr="001F5B4D">
              <w:t>Average max size</w:t>
            </w:r>
          </w:p>
        </w:tc>
        <w:tc>
          <w:tcPr>
            <w:tcW w:w="4536" w:type="dxa"/>
            <w:gridSpan w:val="2"/>
          </w:tcPr>
          <w:p w14:paraId="57CE2670" w14:textId="49D2C868" w:rsidR="001F5B4D" w:rsidRPr="001F5B4D" w:rsidRDefault="001F5B4D" w:rsidP="001F5B4D">
            <w:r w:rsidRPr="001F5B4D">
              <w:t>Species maximum length is 100, which is in the medium risk range (100-300cm).</w:t>
            </w:r>
          </w:p>
        </w:tc>
        <w:tc>
          <w:tcPr>
            <w:tcW w:w="851" w:type="dxa"/>
          </w:tcPr>
          <w:p w14:paraId="1AA58BBA" w14:textId="365F1C6B" w:rsidR="001F5B4D" w:rsidRPr="001F5B4D" w:rsidRDefault="001F5B4D" w:rsidP="001F5B4D">
            <w:r w:rsidRPr="001F5B4D">
              <w:t>2</w:t>
            </w:r>
          </w:p>
        </w:tc>
      </w:tr>
      <w:tr w:rsidR="001F5B4D" w:rsidRPr="001F5B4D" w14:paraId="72EB2505" w14:textId="77777777" w:rsidTr="001F5B4D">
        <w:tblPrEx>
          <w:tblCellMar>
            <w:top w:w="0" w:type="dxa"/>
            <w:bottom w:w="0" w:type="dxa"/>
          </w:tblCellMar>
        </w:tblPrEx>
        <w:trPr>
          <w:cantSplit/>
        </w:trPr>
        <w:tc>
          <w:tcPr>
            <w:tcW w:w="2551" w:type="dxa"/>
            <w:shd w:val="clear" w:color="auto" w:fill="998877"/>
          </w:tcPr>
          <w:p w14:paraId="5B5EB82E" w14:textId="79D1F827" w:rsidR="001F5B4D" w:rsidRPr="001F5B4D" w:rsidRDefault="001F5B4D" w:rsidP="001F5B4D">
            <w:r w:rsidRPr="001F5B4D">
              <w:t>Average size at maturity</w:t>
            </w:r>
          </w:p>
        </w:tc>
        <w:tc>
          <w:tcPr>
            <w:tcW w:w="4536" w:type="dxa"/>
            <w:gridSpan w:val="2"/>
          </w:tcPr>
          <w:p w14:paraId="5BCC9FD7" w14:textId="0729F4B8" w:rsidR="001F5B4D" w:rsidRPr="001F5B4D" w:rsidRDefault="001F5B4D" w:rsidP="001F5B4D">
            <w:r w:rsidRPr="001F5B4D">
              <w:t>Species maximum length is 100cm, which is in the length at maturity medium risk range (40-200cm).</w:t>
            </w:r>
          </w:p>
        </w:tc>
        <w:tc>
          <w:tcPr>
            <w:tcW w:w="851" w:type="dxa"/>
          </w:tcPr>
          <w:p w14:paraId="541CE0DB" w14:textId="6F9DF6C1" w:rsidR="001F5B4D" w:rsidRPr="001F5B4D" w:rsidRDefault="001F5B4D" w:rsidP="001F5B4D">
            <w:r w:rsidRPr="001F5B4D">
              <w:t>2</w:t>
            </w:r>
          </w:p>
        </w:tc>
      </w:tr>
      <w:tr w:rsidR="001F5B4D" w:rsidRPr="001F5B4D" w14:paraId="0E6E5F2C" w14:textId="77777777" w:rsidTr="001F5B4D">
        <w:tblPrEx>
          <w:tblCellMar>
            <w:top w:w="0" w:type="dxa"/>
            <w:bottom w:w="0" w:type="dxa"/>
          </w:tblCellMar>
        </w:tblPrEx>
        <w:trPr>
          <w:cantSplit/>
        </w:trPr>
        <w:tc>
          <w:tcPr>
            <w:tcW w:w="2551" w:type="dxa"/>
            <w:shd w:val="clear" w:color="auto" w:fill="998877"/>
          </w:tcPr>
          <w:p w14:paraId="41F82D7F" w14:textId="1A1047FF" w:rsidR="001F5B4D" w:rsidRPr="001F5B4D" w:rsidRDefault="001F5B4D" w:rsidP="001F5B4D">
            <w:r w:rsidRPr="001F5B4D">
              <w:t>Reproductive strategy</w:t>
            </w:r>
          </w:p>
        </w:tc>
        <w:tc>
          <w:tcPr>
            <w:tcW w:w="4536" w:type="dxa"/>
            <w:gridSpan w:val="2"/>
          </w:tcPr>
          <w:p w14:paraId="68F64490" w14:textId="7DA6BB1A" w:rsidR="001F5B4D" w:rsidRPr="001F5B4D" w:rsidRDefault="001F5B4D" w:rsidP="001F5B4D">
            <w:r w:rsidRPr="001F5B4D">
              <w:t>The score is based on the maximum risk score in the family Echeneidae , which included 1 species.</w:t>
            </w:r>
          </w:p>
        </w:tc>
        <w:tc>
          <w:tcPr>
            <w:tcW w:w="851" w:type="dxa"/>
          </w:tcPr>
          <w:p w14:paraId="4AB149F0" w14:textId="0064E0DD" w:rsidR="001F5B4D" w:rsidRPr="001F5B4D" w:rsidRDefault="001F5B4D" w:rsidP="001F5B4D">
            <w:r w:rsidRPr="001F5B4D">
              <w:t>1</w:t>
            </w:r>
          </w:p>
        </w:tc>
      </w:tr>
      <w:tr w:rsidR="001F5B4D" w:rsidRPr="001F5B4D" w14:paraId="620BFE94" w14:textId="77777777" w:rsidTr="001F5B4D">
        <w:tblPrEx>
          <w:tblCellMar>
            <w:top w:w="0" w:type="dxa"/>
            <w:bottom w:w="0" w:type="dxa"/>
          </w:tblCellMar>
        </w:tblPrEx>
        <w:trPr>
          <w:cantSplit/>
        </w:trPr>
        <w:tc>
          <w:tcPr>
            <w:tcW w:w="2551" w:type="dxa"/>
            <w:shd w:val="clear" w:color="auto" w:fill="998877"/>
          </w:tcPr>
          <w:p w14:paraId="3B45CC70" w14:textId="3913410C" w:rsidR="001F5B4D" w:rsidRPr="001F5B4D" w:rsidRDefault="001F5B4D" w:rsidP="001F5B4D">
            <w:r w:rsidRPr="001F5B4D">
              <w:t>Trophic level</w:t>
            </w:r>
          </w:p>
        </w:tc>
        <w:tc>
          <w:tcPr>
            <w:tcW w:w="4536" w:type="dxa"/>
            <w:gridSpan w:val="2"/>
            <w:tcBorders>
              <w:bottom w:val="single" w:sz="4" w:space="0" w:color="auto"/>
            </w:tcBorders>
          </w:tcPr>
          <w:p w14:paraId="7FC0BA07" w14:textId="32B33D22" w:rsidR="001F5B4D" w:rsidRPr="001F5B4D" w:rsidRDefault="001F5B4D" w:rsidP="001F5B4D">
            <w:r w:rsidRPr="001F5B4D">
              <w:t>Species trophic level is 3.7, which is higher than the highest risk value (3.25).</w:t>
            </w:r>
          </w:p>
        </w:tc>
        <w:tc>
          <w:tcPr>
            <w:tcW w:w="851" w:type="dxa"/>
          </w:tcPr>
          <w:p w14:paraId="1FAD9A7A" w14:textId="213D0610" w:rsidR="001F5B4D" w:rsidRPr="001F5B4D" w:rsidRDefault="001F5B4D" w:rsidP="001F5B4D">
            <w:r w:rsidRPr="001F5B4D">
              <w:t>3</w:t>
            </w:r>
          </w:p>
        </w:tc>
      </w:tr>
      <w:tr w:rsidR="001F5B4D" w:rsidRPr="001F5B4D" w14:paraId="04FB0467"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01325FD1" w14:textId="77777777" w:rsidR="001F5B4D" w:rsidRPr="001F5B4D" w:rsidRDefault="001F5B4D" w:rsidP="001F5B4D"/>
        </w:tc>
        <w:tc>
          <w:tcPr>
            <w:tcW w:w="4536" w:type="dxa"/>
            <w:gridSpan w:val="2"/>
            <w:tcBorders>
              <w:bottom w:val="single" w:sz="4" w:space="0" w:color="auto"/>
            </w:tcBorders>
            <w:shd w:val="clear" w:color="auto" w:fill="998877"/>
          </w:tcPr>
          <w:p w14:paraId="0492858F" w14:textId="3D1E5CF1" w:rsidR="001F5B4D" w:rsidRPr="001F5B4D" w:rsidRDefault="001F5B4D" w:rsidP="001F5B4D">
            <w:r w:rsidRPr="001F5B4D">
              <w:t>Productivity score</w:t>
            </w:r>
          </w:p>
        </w:tc>
        <w:tc>
          <w:tcPr>
            <w:tcW w:w="851" w:type="dxa"/>
            <w:tcBorders>
              <w:bottom w:val="single" w:sz="4" w:space="0" w:color="auto"/>
            </w:tcBorders>
          </w:tcPr>
          <w:p w14:paraId="041A6E02" w14:textId="50E06E2E" w:rsidR="001F5B4D" w:rsidRPr="001F5B4D" w:rsidRDefault="001F5B4D" w:rsidP="001F5B4D">
            <w:r w:rsidRPr="001F5B4D">
              <w:t>2.00</w:t>
            </w:r>
          </w:p>
        </w:tc>
      </w:tr>
      <w:tr w:rsidR="001F5B4D" w:rsidRPr="001F5B4D" w14:paraId="226B1024" w14:textId="77777777" w:rsidTr="008E287B">
        <w:tblPrEx>
          <w:tblCellMar>
            <w:top w:w="0" w:type="dxa"/>
            <w:bottom w:w="0" w:type="dxa"/>
          </w:tblCellMar>
        </w:tblPrEx>
        <w:trPr>
          <w:cantSplit/>
        </w:trPr>
        <w:tc>
          <w:tcPr>
            <w:tcW w:w="7938" w:type="dxa"/>
            <w:gridSpan w:val="4"/>
            <w:shd w:val="clear" w:color="auto" w:fill="998877"/>
          </w:tcPr>
          <w:p w14:paraId="25114404" w14:textId="31930B1D" w:rsidR="001F5B4D" w:rsidRPr="001F5B4D" w:rsidRDefault="001F5B4D" w:rsidP="001F5B4D">
            <w:pPr>
              <w:rPr>
                <w:b/>
              </w:rPr>
            </w:pPr>
            <w:r w:rsidRPr="001F5B4D">
              <w:rPr>
                <w:b/>
              </w:rPr>
              <w:t>Susceptibility</w:t>
            </w:r>
          </w:p>
        </w:tc>
      </w:tr>
      <w:tr w:rsidR="001F5B4D" w:rsidRPr="001F5B4D" w14:paraId="6D5AA94B" w14:textId="77777777" w:rsidTr="001F5B4D">
        <w:tblPrEx>
          <w:tblCellMar>
            <w:top w:w="0" w:type="dxa"/>
            <w:bottom w:w="0" w:type="dxa"/>
          </w:tblCellMar>
        </w:tblPrEx>
        <w:trPr>
          <w:cantSplit/>
        </w:trPr>
        <w:tc>
          <w:tcPr>
            <w:tcW w:w="2551" w:type="dxa"/>
            <w:shd w:val="clear" w:color="auto" w:fill="998877"/>
          </w:tcPr>
          <w:p w14:paraId="005701E2" w14:textId="711E1340" w:rsidR="001F5B4D" w:rsidRPr="001F5B4D" w:rsidRDefault="001F5B4D" w:rsidP="001F5B4D">
            <w:r w:rsidRPr="001F5B4D">
              <w:t>Areal overlap (availability)</w:t>
            </w:r>
          </w:p>
        </w:tc>
        <w:tc>
          <w:tcPr>
            <w:tcW w:w="4536" w:type="dxa"/>
            <w:gridSpan w:val="2"/>
          </w:tcPr>
          <w:p w14:paraId="24EFF58C" w14:textId="29D5758A" w:rsidR="001F5B4D" w:rsidRPr="001F5B4D" w:rsidRDefault="001F5B4D" w:rsidP="001F5B4D">
            <w:r w:rsidRPr="001F5B4D">
              <w:t>Worldwide pelagic distribution</w:t>
            </w:r>
          </w:p>
        </w:tc>
        <w:tc>
          <w:tcPr>
            <w:tcW w:w="851" w:type="dxa"/>
          </w:tcPr>
          <w:p w14:paraId="24ABC96A" w14:textId="7D0AE933" w:rsidR="001F5B4D" w:rsidRPr="001F5B4D" w:rsidRDefault="001F5B4D" w:rsidP="001F5B4D">
            <w:r w:rsidRPr="001F5B4D">
              <w:t>3</w:t>
            </w:r>
          </w:p>
        </w:tc>
      </w:tr>
      <w:tr w:rsidR="001F5B4D" w:rsidRPr="001F5B4D" w14:paraId="396F53CD" w14:textId="77777777" w:rsidTr="001F5B4D">
        <w:tblPrEx>
          <w:tblCellMar>
            <w:top w:w="0" w:type="dxa"/>
            <w:bottom w:w="0" w:type="dxa"/>
          </w:tblCellMar>
        </w:tblPrEx>
        <w:trPr>
          <w:cantSplit/>
        </w:trPr>
        <w:tc>
          <w:tcPr>
            <w:tcW w:w="2551" w:type="dxa"/>
            <w:shd w:val="clear" w:color="auto" w:fill="998877"/>
          </w:tcPr>
          <w:p w14:paraId="4A1D8E84" w14:textId="26A140F7" w:rsidR="001F5B4D" w:rsidRPr="001F5B4D" w:rsidRDefault="001F5B4D" w:rsidP="001F5B4D">
            <w:r w:rsidRPr="001F5B4D">
              <w:t>Encounterability</w:t>
            </w:r>
          </w:p>
        </w:tc>
        <w:tc>
          <w:tcPr>
            <w:tcW w:w="4536" w:type="dxa"/>
            <w:gridSpan w:val="2"/>
          </w:tcPr>
          <w:p w14:paraId="6AF149EC" w14:textId="13460BE4" w:rsidR="001F5B4D" w:rsidRPr="001F5B4D" w:rsidRDefault="001F5B4D" w:rsidP="001F5B4D">
            <w:r w:rsidRPr="001F5B4D">
              <w:t>The depth range of the species is 1-140m. For surface gears, the vertical overlap index with this species is 71.43%.</w:t>
            </w:r>
          </w:p>
        </w:tc>
        <w:tc>
          <w:tcPr>
            <w:tcW w:w="851" w:type="dxa"/>
          </w:tcPr>
          <w:p w14:paraId="45ADD91F" w14:textId="0142DA3C" w:rsidR="001F5B4D" w:rsidRPr="001F5B4D" w:rsidRDefault="001F5B4D" w:rsidP="001F5B4D">
            <w:r w:rsidRPr="001F5B4D">
              <w:t>3</w:t>
            </w:r>
          </w:p>
        </w:tc>
      </w:tr>
      <w:tr w:rsidR="001F5B4D" w:rsidRPr="001F5B4D" w14:paraId="34CDF052" w14:textId="77777777" w:rsidTr="001F5B4D">
        <w:tblPrEx>
          <w:tblCellMar>
            <w:top w:w="0" w:type="dxa"/>
            <w:bottom w:w="0" w:type="dxa"/>
          </w:tblCellMar>
        </w:tblPrEx>
        <w:trPr>
          <w:cantSplit/>
        </w:trPr>
        <w:tc>
          <w:tcPr>
            <w:tcW w:w="2551" w:type="dxa"/>
            <w:shd w:val="clear" w:color="auto" w:fill="998877"/>
          </w:tcPr>
          <w:p w14:paraId="7EEEBBA2" w14:textId="7CBAF04F" w:rsidR="001F5B4D" w:rsidRPr="001F5B4D" w:rsidRDefault="001F5B4D" w:rsidP="001F5B4D">
            <w:r w:rsidRPr="001F5B4D">
              <w:t>Selectivity</w:t>
            </w:r>
          </w:p>
        </w:tc>
        <w:tc>
          <w:tcPr>
            <w:tcW w:w="4536" w:type="dxa"/>
            <w:gridSpan w:val="2"/>
          </w:tcPr>
          <w:p w14:paraId="27A11FBA" w14:textId="2AA1EF9A" w:rsidR="001F5B4D" w:rsidRPr="001F5B4D" w:rsidRDefault="001F5B4D" w:rsidP="001F5B4D">
            <w:r w:rsidRPr="001F5B4D">
              <w:t>The maximum length of the species is 100cm. For tropical surface fisheries, the length overlap index with this species is 90.91%.</w:t>
            </w:r>
          </w:p>
        </w:tc>
        <w:tc>
          <w:tcPr>
            <w:tcW w:w="851" w:type="dxa"/>
          </w:tcPr>
          <w:p w14:paraId="6B4AEF5F" w14:textId="2171B15A" w:rsidR="001F5B4D" w:rsidRPr="001F5B4D" w:rsidRDefault="001F5B4D" w:rsidP="001F5B4D">
            <w:r w:rsidRPr="001F5B4D">
              <w:t>3</w:t>
            </w:r>
          </w:p>
        </w:tc>
      </w:tr>
      <w:tr w:rsidR="001F5B4D" w:rsidRPr="001F5B4D" w14:paraId="4601447E" w14:textId="77777777" w:rsidTr="001F5B4D">
        <w:tblPrEx>
          <w:tblCellMar>
            <w:top w:w="0" w:type="dxa"/>
            <w:bottom w:w="0" w:type="dxa"/>
          </w:tblCellMar>
        </w:tblPrEx>
        <w:trPr>
          <w:cantSplit/>
        </w:trPr>
        <w:tc>
          <w:tcPr>
            <w:tcW w:w="2551" w:type="dxa"/>
            <w:shd w:val="clear" w:color="auto" w:fill="998877"/>
          </w:tcPr>
          <w:p w14:paraId="5B894757" w14:textId="21AD8B56" w:rsidR="001F5B4D" w:rsidRPr="001F5B4D" w:rsidRDefault="001F5B4D" w:rsidP="001F5B4D">
            <w:r w:rsidRPr="001F5B4D">
              <w:t>Post capture mortality</w:t>
            </w:r>
          </w:p>
        </w:tc>
        <w:tc>
          <w:tcPr>
            <w:tcW w:w="4536" w:type="dxa"/>
            <w:gridSpan w:val="2"/>
            <w:tcBorders>
              <w:bottom w:val="single" w:sz="4" w:space="0" w:color="auto"/>
            </w:tcBorders>
          </w:tcPr>
          <w:p w14:paraId="3C82AE5F" w14:textId="19C71A37" w:rsidR="001F5B4D" w:rsidRPr="001F5B4D" w:rsidRDefault="001F5B4D" w:rsidP="001F5B4D">
            <w:r w:rsidRPr="001F5B4D">
              <w:t>No direct evidence of survival after capture.</w:t>
            </w:r>
          </w:p>
        </w:tc>
        <w:tc>
          <w:tcPr>
            <w:tcW w:w="851" w:type="dxa"/>
          </w:tcPr>
          <w:p w14:paraId="7C683D36" w14:textId="06457DC3" w:rsidR="001F5B4D" w:rsidRPr="001F5B4D" w:rsidRDefault="001F5B4D" w:rsidP="001F5B4D">
            <w:r w:rsidRPr="001F5B4D">
              <w:t>3</w:t>
            </w:r>
          </w:p>
        </w:tc>
      </w:tr>
      <w:tr w:rsidR="001F5B4D" w:rsidRPr="001F5B4D" w14:paraId="4077F139" w14:textId="77777777" w:rsidTr="001F5B4D">
        <w:tblPrEx>
          <w:tblCellMar>
            <w:top w:w="0" w:type="dxa"/>
            <w:bottom w:w="0" w:type="dxa"/>
          </w:tblCellMar>
        </w:tblPrEx>
        <w:trPr>
          <w:cantSplit/>
        </w:trPr>
        <w:tc>
          <w:tcPr>
            <w:tcW w:w="2551" w:type="dxa"/>
            <w:shd w:val="clear" w:color="auto" w:fill="998877"/>
          </w:tcPr>
          <w:p w14:paraId="39AD63A0" w14:textId="77777777" w:rsidR="001F5B4D" w:rsidRPr="001F5B4D" w:rsidRDefault="001F5B4D" w:rsidP="001F5B4D"/>
        </w:tc>
        <w:tc>
          <w:tcPr>
            <w:tcW w:w="4536" w:type="dxa"/>
            <w:gridSpan w:val="2"/>
            <w:tcBorders>
              <w:bottom w:val="single" w:sz="4" w:space="0" w:color="auto"/>
            </w:tcBorders>
            <w:shd w:val="clear" w:color="auto" w:fill="998877"/>
          </w:tcPr>
          <w:p w14:paraId="4BD3C066" w14:textId="32F643C9" w:rsidR="001F5B4D" w:rsidRPr="001F5B4D" w:rsidRDefault="001F5B4D" w:rsidP="001F5B4D">
            <w:r w:rsidRPr="001F5B4D">
              <w:t>Susceptibility score</w:t>
            </w:r>
          </w:p>
        </w:tc>
        <w:tc>
          <w:tcPr>
            <w:tcW w:w="851" w:type="dxa"/>
          </w:tcPr>
          <w:p w14:paraId="1588E9A4" w14:textId="2C93345D" w:rsidR="001F5B4D" w:rsidRPr="001F5B4D" w:rsidRDefault="001F5B4D" w:rsidP="001F5B4D">
            <w:r w:rsidRPr="001F5B4D">
              <w:t>3.00</w:t>
            </w:r>
          </w:p>
        </w:tc>
      </w:tr>
      <w:tr w:rsidR="001F5B4D" w:rsidRPr="001F5B4D" w14:paraId="244FB497" w14:textId="77777777" w:rsidTr="001F5B4D">
        <w:tblPrEx>
          <w:tblCellMar>
            <w:top w:w="0" w:type="dxa"/>
            <w:bottom w:w="0" w:type="dxa"/>
          </w:tblCellMar>
        </w:tblPrEx>
        <w:trPr>
          <w:cantSplit/>
        </w:trPr>
        <w:tc>
          <w:tcPr>
            <w:tcW w:w="2551" w:type="dxa"/>
            <w:shd w:val="clear" w:color="auto" w:fill="998877"/>
          </w:tcPr>
          <w:p w14:paraId="546DFDD5" w14:textId="77777777" w:rsidR="001F5B4D" w:rsidRPr="001F5B4D" w:rsidRDefault="001F5B4D" w:rsidP="001F5B4D"/>
        </w:tc>
        <w:tc>
          <w:tcPr>
            <w:tcW w:w="4536" w:type="dxa"/>
            <w:gridSpan w:val="2"/>
            <w:shd w:val="clear" w:color="auto" w:fill="998877"/>
          </w:tcPr>
          <w:p w14:paraId="1AAFC453" w14:textId="264C8C0F" w:rsidR="001F5B4D" w:rsidRPr="001F5B4D" w:rsidRDefault="001F5B4D" w:rsidP="001F5B4D">
            <w:r w:rsidRPr="001F5B4D">
              <w:t>Vulnerability score</w:t>
            </w:r>
          </w:p>
        </w:tc>
        <w:tc>
          <w:tcPr>
            <w:tcW w:w="851" w:type="dxa"/>
          </w:tcPr>
          <w:p w14:paraId="640B65DD" w14:textId="61A5DEBC" w:rsidR="001F5B4D" w:rsidRPr="001F5B4D" w:rsidRDefault="001F5B4D" w:rsidP="001F5B4D">
            <w:r w:rsidRPr="001F5B4D">
              <w:t>3.61</w:t>
            </w:r>
          </w:p>
        </w:tc>
      </w:tr>
    </w:tbl>
    <w:p w14:paraId="6ED3FDF9" w14:textId="335EB07C"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40658914"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4" w:name="T_DUS" w:colFirst="0" w:colLast="0"/>
          <w:p w14:paraId="6C007E7A" w14:textId="2D10F517" w:rsidR="001F5B4D" w:rsidRPr="001F5B4D" w:rsidRDefault="001F5B4D" w:rsidP="001F5B4D">
            <w:pPr>
              <w:rPr>
                <w:b/>
              </w:rPr>
            </w:pPr>
            <w:r w:rsidRPr="001F5B4D">
              <w:rPr>
                <w:b/>
              </w:rPr>
              <w:fldChar w:fldCharType="begin"/>
            </w:r>
            <w:r w:rsidRPr="001F5B4D">
              <w:rPr>
                <w:b/>
              </w:rPr>
              <w:instrText xml:space="preserve"> HYPERLINK  \l "S_DUS" \o "PSA Score" </w:instrText>
            </w:r>
            <w:r w:rsidRPr="001F5B4D">
              <w:rPr>
                <w:b/>
              </w:rPr>
            </w:r>
            <w:r w:rsidRPr="001F5B4D">
              <w:rPr>
                <w:b/>
              </w:rPr>
              <w:fldChar w:fldCharType="separate"/>
            </w:r>
            <w:r w:rsidRPr="001F5B4D">
              <w:rPr>
                <w:rStyle w:val="Hyperlink"/>
                <w:b/>
              </w:rPr>
              <w:t>Dusky shark</w:t>
            </w:r>
            <w:r w:rsidRPr="001F5B4D">
              <w:rPr>
                <w:b/>
              </w:rPr>
              <w:fldChar w:fldCharType="end"/>
            </w:r>
          </w:p>
        </w:tc>
        <w:tc>
          <w:tcPr>
            <w:tcW w:w="3969" w:type="dxa"/>
            <w:gridSpan w:val="2"/>
            <w:tcBorders>
              <w:bottom w:val="single" w:sz="4" w:space="0" w:color="auto"/>
            </w:tcBorders>
            <w:shd w:val="clear" w:color="auto" w:fill="998877"/>
          </w:tcPr>
          <w:p w14:paraId="37AE9A63" w14:textId="4596FC6D" w:rsidR="001F5B4D" w:rsidRPr="001F5B4D" w:rsidRDefault="001F5B4D" w:rsidP="001F5B4D">
            <w:pPr>
              <w:rPr>
                <w:b/>
                <w:i/>
              </w:rPr>
            </w:pPr>
            <w:r w:rsidRPr="001F5B4D">
              <w:rPr>
                <w:b/>
                <w:i/>
              </w:rPr>
              <w:t>Carcharhinus obscurus</w:t>
            </w:r>
          </w:p>
        </w:tc>
      </w:tr>
      <w:bookmarkEnd w:id="184"/>
      <w:tr w:rsidR="001F5B4D" w:rsidRPr="001F5B4D" w14:paraId="7CD1AA1B" w14:textId="77777777" w:rsidTr="001432B5">
        <w:tblPrEx>
          <w:tblCellMar>
            <w:top w:w="0" w:type="dxa"/>
            <w:bottom w:w="0" w:type="dxa"/>
          </w:tblCellMar>
        </w:tblPrEx>
        <w:trPr>
          <w:cantSplit/>
        </w:trPr>
        <w:tc>
          <w:tcPr>
            <w:tcW w:w="7938" w:type="dxa"/>
            <w:gridSpan w:val="4"/>
            <w:shd w:val="clear" w:color="auto" w:fill="998877"/>
          </w:tcPr>
          <w:p w14:paraId="42FCF1B6" w14:textId="7DBE963C" w:rsidR="001F5B4D" w:rsidRPr="001F5B4D" w:rsidRDefault="001F5B4D" w:rsidP="001F5B4D">
            <w:pPr>
              <w:rPr>
                <w:b/>
              </w:rPr>
            </w:pPr>
            <w:r w:rsidRPr="001F5B4D">
              <w:rPr>
                <w:b/>
              </w:rPr>
              <w:t>Productivity</w:t>
            </w:r>
          </w:p>
        </w:tc>
      </w:tr>
      <w:tr w:rsidR="001F5B4D" w:rsidRPr="001F5B4D" w14:paraId="79591DB1" w14:textId="77777777" w:rsidTr="001F5B4D">
        <w:tblPrEx>
          <w:tblCellMar>
            <w:top w:w="0" w:type="dxa"/>
            <w:bottom w:w="0" w:type="dxa"/>
          </w:tblCellMar>
        </w:tblPrEx>
        <w:trPr>
          <w:cantSplit/>
        </w:trPr>
        <w:tc>
          <w:tcPr>
            <w:tcW w:w="2551" w:type="dxa"/>
            <w:shd w:val="clear" w:color="auto" w:fill="998877"/>
          </w:tcPr>
          <w:p w14:paraId="1277C998" w14:textId="1396788E" w:rsidR="001F5B4D" w:rsidRPr="001F5B4D" w:rsidRDefault="001F5B4D" w:rsidP="001F5B4D">
            <w:r w:rsidRPr="001F5B4D">
              <w:t>Average age at maturity</w:t>
            </w:r>
          </w:p>
        </w:tc>
        <w:tc>
          <w:tcPr>
            <w:tcW w:w="4536" w:type="dxa"/>
            <w:gridSpan w:val="2"/>
          </w:tcPr>
          <w:p w14:paraId="187D8265" w14:textId="0E9BA3B3" w:rsidR="001F5B4D" w:rsidRPr="001F5B4D" w:rsidRDefault="001F5B4D" w:rsidP="001F5B4D">
            <w:r w:rsidRPr="001F5B4D">
              <w:t>Species growth rate (K) is 0.040, which is lower than highest risk K (0.061) for age at maturity.</w:t>
            </w:r>
          </w:p>
        </w:tc>
        <w:tc>
          <w:tcPr>
            <w:tcW w:w="851" w:type="dxa"/>
          </w:tcPr>
          <w:p w14:paraId="22001CAF" w14:textId="03E3C1C7" w:rsidR="001F5B4D" w:rsidRPr="001F5B4D" w:rsidRDefault="001F5B4D" w:rsidP="001F5B4D">
            <w:r w:rsidRPr="001F5B4D">
              <w:t>3</w:t>
            </w:r>
          </w:p>
        </w:tc>
      </w:tr>
      <w:tr w:rsidR="001F5B4D" w:rsidRPr="001F5B4D" w14:paraId="063D0610" w14:textId="77777777" w:rsidTr="001F5B4D">
        <w:tblPrEx>
          <w:tblCellMar>
            <w:top w:w="0" w:type="dxa"/>
            <w:bottom w:w="0" w:type="dxa"/>
          </w:tblCellMar>
        </w:tblPrEx>
        <w:trPr>
          <w:cantSplit/>
        </w:trPr>
        <w:tc>
          <w:tcPr>
            <w:tcW w:w="2551" w:type="dxa"/>
            <w:shd w:val="clear" w:color="auto" w:fill="998877"/>
          </w:tcPr>
          <w:p w14:paraId="6AD51160" w14:textId="538DA82A" w:rsidR="001F5B4D" w:rsidRPr="001F5B4D" w:rsidRDefault="001F5B4D" w:rsidP="001F5B4D">
            <w:r w:rsidRPr="001F5B4D">
              <w:t>Average max age</w:t>
            </w:r>
          </w:p>
        </w:tc>
        <w:tc>
          <w:tcPr>
            <w:tcW w:w="4536" w:type="dxa"/>
            <w:gridSpan w:val="2"/>
          </w:tcPr>
          <w:p w14:paraId="0B08764E" w14:textId="7C7927EC" w:rsidR="001F5B4D" w:rsidRPr="001F5B4D" w:rsidRDefault="001F5B4D" w:rsidP="001F5B4D">
            <w:r w:rsidRPr="001F5B4D">
              <w:t>Species growth rate (K) is 0.040, which is lower than highest risk K (0.12) for maximum age.</w:t>
            </w:r>
          </w:p>
        </w:tc>
        <w:tc>
          <w:tcPr>
            <w:tcW w:w="851" w:type="dxa"/>
          </w:tcPr>
          <w:p w14:paraId="5EAF4D80" w14:textId="4EFD92AD" w:rsidR="001F5B4D" w:rsidRPr="001F5B4D" w:rsidRDefault="001F5B4D" w:rsidP="001F5B4D">
            <w:r w:rsidRPr="001F5B4D">
              <w:t>3</w:t>
            </w:r>
          </w:p>
        </w:tc>
      </w:tr>
      <w:tr w:rsidR="001F5B4D" w:rsidRPr="001F5B4D" w14:paraId="63A167F8" w14:textId="77777777" w:rsidTr="001F5B4D">
        <w:tblPrEx>
          <w:tblCellMar>
            <w:top w:w="0" w:type="dxa"/>
            <w:bottom w:w="0" w:type="dxa"/>
          </w:tblCellMar>
        </w:tblPrEx>
        <w:trPr>
          <w:cantSplit/>
        </w:trPr>
        <w:tc>
          <w:tcPr>
            <w:tcW w:w="2551" w:type="dxa"/>
            <w:shd w:val="clear" w:color="auto" w:fill="998877"/>
          </w:tcPr>
          <w:p w14:paraId="6E1E5021" w14:textId="70F0E01F" w:rsidR="001F5B4D" w:rsidRPr="001F5B4D" w:rsidRDefault="001F5B4D" w:rsidP="001F5B4D">
            <w:r w:rsidRPr="001F5B4D">
              <w:t>Fecundity</w:t>
            </w:r>
          </w:p>
        </w:tc>
        <w:tc>
          <w:tcPr>
            <w:tcW w:w="4536" w:type="dxa"/>
            <w:gridSpan w:val="2"/>
          </w:tcPr>
          <w:p w14:paraId="1BF4E44C" w14:textId="63D2E6F7" w:rsidR="001F5B4D" w:rsidRPr="001F5B4D" w:rsidRDefault="001F5B4D" w:rsidP="001F5B4D">
            <w:r w:rsidRPr="001F5B4D">
              <w:t>Species fecundity is 3 eggs/year, which is lower than the highest risk value (100).</w:t>
            </w:r>
          </w:p>
        </w:tc>
        <w:tc>
          <w:tcPr>
            <w:tcW w:w="851" w:type="dxa"/>
          </w:tcPr>
          <w:p w14:paraId="1CE6F713" w14:textId="2CF38C8A" w:rsidR="001F5B4D" w:rsidRPr="001F5B4D" w:rsidRDefault="001F5B4D" w:rsidP="001F5B4D">
            <w:r w:rsidRPr="001F5B4D">
              <w:t>3</w:t>
            </w:r>
          </w:p>
        </w:tc>
      </w:tr>
      <w:tr w:rsidR="001F5B4D" w:rsidRPr="001F5B4D" w14:paraId="52A59167" w14:textId="77777777" w:rsidTr="001F5B4D">
        <w:tblPrEx>
          <w:tblCellMar>
            <w:top w:w="0" w:type="dxa"/>
            <w:bottom w:w="0" w:type="dxa"/>
          </w:tblCellMar>
        </w:tblPrEx>
        <w:trPr>
          <w:cantSplit/>
        </w:trPr>
        <w:tc>
          <w:tcPr>
            <w:tcW w:w="2551" w:type="dxa"/>
            <w:shd w:val="clear" w:color="auto" w:fill="998877"/>
          </w:tcPr>
          <w:p w14:paraId="421E8DA7" w14:textId="166358CF" w:rsidR="001F5B4D" w:rsidRPr="001F5B4D" w:rsidRDefault="001F5B4D" w:rsidP="001F5B4D">
            <w:r w:rsidRPr="001F5B4D">
              <w:t>Average max size</w:t>
            </w:r>
          </w:p>
        </w:tc>
        <w:tc>
          <w:tcPr>
            <w:tcW w:w="4536" w:type="dxa"/>
            <w:gridSpan w:val="2"/>
          </w:tcPr>
          <w:p w14:paraId="292D2379" w14:textId="7C52CC65" w:rsidR="001F5B4D" w:rsidRPr="001F5B4D" w:rsidRDefault="001F5B4D" w:rsidP="001F5B4D">
            <w:r w:rsidRPr="001F5B4D">
              <w:t>Species maximum length is 420, which is higher than the highest risk value (300cm).</w:t>
            </w:r>
          </w:p>
        </w:tc>
        <w:tc>
          <w:tcPr>
            <w:tcW w:w="851" w:type="dxa"/>
          </w:tcPr>
          <w:p w14:paraId="43B6B0B3" w14:textId="0F783EAC" w:rsidR="001F5B4D" w:rsidRPr="001F5B4D" w:rsidRDefault="001F5B4D" w:rsidP="001F5B4D">
            <w:r w:rsidRPr="001F5B4D">
              <w:t>3</w:t>
            </w:r>
          </w:p>
        </w:tc>
      </w:tr>
      <w:tr w:rsidR="001F5B4D" w:rsidRPr="001F5B4D" w14:paraId="2045FA90" w14:textId="77777777" w:rsidTr="001F5B4D">
        <w:tblPrEx>
          <w:tblCellMar>
            <w:top w:w="0" w:type="dxa"/>
            <w:bottom w:w="0" w:type="dxa"/>
          </w:tblCellMar>
        </w:tblPrEx>
        <w:trPr>
          <w:cantSplit/>
        </w:trPr>
        <w:tc>
          <w:tcPr>
            <w:tcW w:w="2551" w:type="dxa"/>
            <w:shd w:val="clear" w:color="auto" w:fill="998877"/>
          </w:tcPr>
          <w:p w14:paraId="34C7F61C" w14:textId="13090941" w:rsidR="001F5B4D" w:rsidRPr="001F5B4D" w:rsidRDefault="001F5B4D" w:rsidP="001F5B4D">
            <w:r w:rsidRPr="001F5B4D">
              <w:t>Average size at maturity</w:t>
            </w:r>
          </w:p>
        </w:tc>
        <w:tc>
          <w:tcPr>
            <w:tcW w:w="4536" w:type="dxa"/>
            <w:gridSpan w:val="2"/>
          </w:tcPr>
          <w:p w14:paraId="763953E7" w14:textId="5CB4C200" w:rsidR="001F5B4D" w:rsidRPr="001F5B4D" w:rsidRDefault="001F5B4D" w:rsidP="001F5B4D">
            <w:r w:rsidRPr="001F5B4D">
              <w:t>Species length at maturity is 235, which is higher than the highest risk value (200cm).</w:t>
            </w:r>
          </w:p>
        </w:tc>
        <w:tc>
          <w:tcPr>
            <w:tcW w:w="851" w:type="dxa"/>
          </w:tcPr>
          <w:p w14:paraId="1054CCEB" w14:textId="1D836D78" w:rsidR="001F5B4D" w:rsidRPr="001F5B4D" w:rsidRDefault="001F5B4D" w:rsidP="001F5B4D">
            <w:r w:rsidRPr="001F5B4D">
              <w:t>3</w:t>
            </w:r>
          </w:p>
        </w:tc>
      </w:tr>
      <w:tr w:rsidR="001F5B4D" w:rsidRPr="001F5B4D" w14:paraId="06D73C59" w14:textId="77777777" w:rsidTr="001F5B4D">
        <w:tblPrEx>
          <w:tblCellMar>
            <w:top w:w="0" w:type="dxa"/>
            <w:bottom w:w="0" w:type="dxa"/>
          </w:tblCellMar>
        </w:tblPrEx>
        <w:trPr>
          <w:cantSplit/>
        </w:trPr>
        <w:tc>
          <w:tcPr>
            <w:tcW w:w="2551" w:type="dxa"/>
            <w:shd w:val="clear" w:color="auto" w:fill="998877"/>
          </w:tcPr>
          <w:p w14:paraId="37AA19B7" w14:textId="560B448C" w:rsidR="001F5B4D" w:rsidRPr="001F5B4D" w:rsidRDefault="001F5B4D" w:rsidP="001F5B4D">
            <w:r w:rsidRPr="001F5B4D">
              <w:lastRenderedPageBreak/>
              <w:t>Reproductive strategy</w:t>
            </w:r>
          </w:p>
        </w:tc>
        <w:tc>
          <w:tcPr>
            <w:tcW w:w="4536" w:type="dxa"/>
            <w:gridSpan w:val="2"/>
          </w:tcPr>
          <w:p w14:paraId="13A94C30" w14:textId="0951924B" w:rsidR="001F5B4D" w:rsidRPr="001F5B4D" w:rsidRDefault="001F5B4D" w:rsidP="001F5B4D">
            <w:r w:rsidRPr="001F5B4D">
              <w:t>Species reproductive strategy is live bearer, which is high risk.</w:t>
            </w:r>
          </w:p>
        </w:tc>
        <w:tc>
          <w:tcPr>
            <w:tcW w:w="851" w:type="dxa"/>
          </w:tcPr>
          <w:p w14:paraId="60DC8495" w14:textId="1965FC26" w:rsidR="001F5B4D" w:rsidRPr="001F5B4D" w:rsidRDefault="001F5B4D" w:rsidP="001F5B4D">
            <w:r w:rsidRPr="001F5B4D">
              <w:t>3</w:t>
            </w:r>
          </w:p>
        </w:tc>
      </w:tr>
      <w:tr w:rsidR="001F5B4D" w:rsidRPr="001F5B4D" w14:paraId="5CC9F40D" w14:textId="77777777" w:rsidTr="001F5B4D">
        <w:tblPrEx>
          <w:tblCellMar>
            <w:top w:w="0" w:type="dxa"/>
            <w:bottom w:w="0" w:type="dxa"/>
          </w:tblCellMar>
        </w:tblPrEx>
        <w:trPr>
          <w:cantSplit/>
        </w:trPr>
        <w:tc>
          <w:tcPr>
            <w:tcW w:w="2551" w:type="dxa"/>
            <w:shd w:val="clear" w:color="auto" w:fill="998877"/>
          </w:tcPr>
          <w:p w14:paraId="0A32CB3F" w14:textId="7886FA6B" w:rsidR="001F5B4D" w:rsidRPr="001F5B4D" w:rsidRDefault="001F5B4D" w:rsidP="001F5B4D">
            <w:r w:rsidRPr="001F5B4D">
              <w:t>Trophic level</w:t>
            </w:r>
          </w:p>
        </w:tc>
        <w:tc>
          <w:tcPr>
            <w:tcW w:w="4536" w:type="dxa"/>
            <w:gridSpan w:val="2"/>
            <w:tcBorders>
              <w:bottom w:val="single" w:sz="4" w:space="0" w:color="auto"/>
            </w:tcBorders>
          </w:tcPr>
          <w:p w14:paraId="59ABEA1B" w14:textId="6D41D90C" w:rsidR="001F5B4D" w:rsidRPr="001F5B4D" w:rsidRDefault="001F5B4D" w:rsidP="001F5B4D">
            <w:r w:rsidRPr="001F5B4D">
              <w:t>Species trophic level is 4.3, which is higher than the highest risk value (3.25).</w:t>
            </w:r>
          </w:p>
        </w:tc>
        <w:tc>
          <w:tcPr>
            <w:tcW w:w="851" w:type="dxa"/>
          </w:tcPr>
          <w:p w14:paraId="3340ECD2" w14:textId="12309D12" w:rsidR="001F5B4D" w:rsidRPr="001F5B4D" w:rsidRDefault="001F5B4D" w:rsidP="001F5B4D">
            <w:r w:rsidRPr="001F5B4D">
              <w:t>3</w:t>
            </w:r>
          </w:p>
        </w:tc>
      </w:tr>
      <w:tr w:rsidR="001F5B4D" w:rsidRPr="001F5B4D" w14:paraId="16F45A3B"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AA486AA" w14:textId="77777777" w:rsidR="001F5B4D" w:rsidRPr="001F5B4D" w:rsidRDefault="001F5B4D" w:rsidP="001F5B4D"/>
        </w:tc>
        <w:tc>
          <w:tcPr>
            <w:tcW w:w="4536" w:type="dxa"/>
            <w:gridSpan w:val="2"/>
            <w:tcBorders>
              <w:bottom w:val="single" w:sz="4" w:space="0" w:color="auto"/>
            </w:tcBorders>
            <w:shd w:val="clear" w:color="auto" w:fill="998877"/>
          </w:tcPr>
          <w:p w14:paraId="24CF0FD6" w14:textId="6E066AD1" w:rsidR="001F5B4D" w:rsidRPr="001F5B4D" w:rsidRDefault="001F5B4D" w:rsidP="001F5B4D">
            <w:r w:rsidRPr="001F5B4D">
              <w:t>Productivity score</w:t>
            </w:r>
          </w:p>
        </w:tc>
        <w:tc>
          <w:tcPr>
            <w:tcW w:w="851" w:type="dxa"/>
            <w:tcBorders>
              <w:bottom w:val="single" w:sz="4" w:space="0" w:color="auto"/>
            </w:tcBorders>
          </w:tcPr>
          <w:p w14:paraId="369F43AF" w14:textId="073CC55F" w:rsidR="001F5B4D" w:rsidRPr="001F5B4D" w:rsidRDefault="001F5B4D" w:rsidP="001F5B4D">
            <w:r w:rsidRPr="001F5B4D">
              <w:t>3.00</w:t>
            </w:r>
          </w:p>
        </w:tc>
      </w:tr>
      <w:tr w:rsidR="001F5B4D" w:rsidRPr="001F5B4D" w14:paraId="0F3A1D8A" w14:textId="77777777" w:rsidTr="001C1BC9">
        <w:tblPrEx>
          <w:tblCellMar>
            <w:top w:w="0" w:type="dxa"/>
            <w:bottom w:w="0" w:type="dxa"/>
          </w:tblCellMar>
        </w:tblPrEx>
        <w:trPr>
          <w:cantSplit/>
        </w:trPr>
        <w:tc>
          <w:tcPr>
            <w:tcW w:w="7938" w:type="dxa"/>
            <w:gridSpan w:val="4"/>
            <w:shd w:val="clear" w:color="auto" w:fill="998877"/>
          </w:tcPr>
          <w:p w14:paraId="211073E0" w14:textId="2275A599" w:rsidR="001F5B4D" w:rsidRPr="001F5B4D" w:rsidRDefault="001F5B4D" w:rsidP="001F5B4D">
            <w:pPr>
              <w:rPr>
                <w:b/>
              </w:rPr>
            </w:pPr>
            <w:r w:rsidRPr="001F5B4D">
              <w:rPr>
                <w:b/>
              </w:rPr>
              <w:t>Susceptibility</w:t>
            </w:r>
          </w:p>
        </w:tc>
      </w:tr>
      <w:tr w:rsidR="001F5B4D" w:rsidRPr="001F5B4D" w14:paraId="5E033CC1" w14:textId="77777777" w:rsidTr="001F5B4D">
        <w:tblPrEx>
          <w:tblCellMar>
            <w:top w:w="0" w:type="dxa"/>
            <w:bottom w:w="0" w:type="dxa"/>
          </w:tblCellMar>
        </w:tblPrEx>
        <w:trPr>
          <w:cantSplit/>
        </w:trPr>
        <w:tc>
          <w:tcPr>
            <w:tcW w:w="2551" w:type="dxa"/>
            <w:shd w:val="clear" w:color="auto" w:fill="998877"/>
          </w:tcPr>
          <w:p w14:paraId="438BDD59" w14:textId="165EA0BF" w:rsidR="001F5B4D" w:rsidRPr="001F5B4D" w:rsidRDefault="001F5B4D" w:rsidP="001F5B4D">
            <w:r w:rsidRPr="001F5B4D">
              <w:t>Areal overlap (availability)</w:t>
            </w:r>
          </w:p>
        </w:tc>
        <w:tc>
          <w:tcPr>
            <w:tcW w:w="4536" w:type="dxa"/>
            <w:gridSpan w:val="2"/>
          </w:tcPr>
          <w:p w14:paraId="67B76B3B" w14:textId="474981C6" w:rsidR="001F5B4D" w:rsidRPr="001F5B4D" w:rsidRDefault="001F5B4D" w:rsidP="001F5B4D">
            <w:r w:rsidRPr="001F5B4D">
              <w:t>Worldwide coastal distribution</w:t>
            </w:r>
          </w:p>
        </w:tc>
        <w:tc>
          <w:tcPr>
            <w:tcW w:w="851" w:type="dxa"/>
          </w:tcPr>
          <w:p w14:paraId="0299B6B7" w14:textId="6A046038" w:rsidR="001F5B4D" w:rsidRPr="001F5B4D" w:rsidRDefault="001F5B4D" w:rsidP="001F5B4D">
            <w:r w:rsidRPr="001F5B4D">
              <w:t>2</w:t>
            </w:r>
          </w:p>
        </w:tc>
      </w:tr>
      <w:tr w:rsidR="001F5B4D" w:rsidRPr="001F5B4D" w14:paraId="346AFD3F" w14:textId="77777777" w:rsidTr="001F5B4D">
        <w:tblPrEx>
          <w:tblCellMar>
            <w:top w:w="0" w:type="dxa"/>
            <w:bottom w:w="0" w:type="dxa"/>
          </w:tblCellMar>
        </w:tblPrEx>
        <w:trPr>
          <w:cantSplit/>
        </w:trPr>
        <w:tc>
          <w:tcPr>
            <w:tcW w:w="2551" w:type="dxa"/>
            <w:shd w:val="clear" w:color="auto" w:fill="998877"/>
          </w:tcPr>
          <w:p w14:paraId="3D3EB3BF" w14:textId="44EC35A3" w:rsidR="001F5B4D" w:rsidRPr="001F5B4D" w:rsidRDefault="001F5B4D" w:rsidP="001F5B4D">
            <w:r w:rsidRPr="001F5B4D">
              <w:t>Encounterability</w:t>
            </w:r>
          </w:p>
        </w:tc>
        <w:tc>
          <w:tcPr>
            <w:tcW w:w="4536" w:type="dxa"/>
            <w:gridSpan w:val="2"/>
          </w:tcPr>
          <w:p w14:paraId="29828BFE" w14:textId="34D27A45" w:rsidR="001F5B4D" w:rsidRPr="001F5B4D" w:rsidRDefault="001F5B4D" w:rsidP="001F5B4D">
            <w:r w:rsidRPr="001F5B4D">
              <w:t>The depth range of the species is 1-400m. For surface gears, the vertical overlap index with this species is 25.00%. This species is reef associated.</w:t>
            </w:r>
          </w:p>
        </w:tc>
        <w:tc>
          <w:tcPr>
            <w:tcW w:w="851" w:type="dxa"/>
          </w:tcPr>
          <w:p w14:paraId="10414E71" w14:textId="09A96A8F" w:rsidR="001F5B4D" w:rsidRPr="001F5B4D" w:rsidRDefault="001F5B4D" w:rsidP="001F5B4D">
            <w:r w:rsidRPr="001F5B4D">
              <w:t>1</w:t>
            </w:r>
          </w:p>
        </w:tc>
      </w:tr>
      <w:tr w:rsidR="001F5B4D" w:rsidRPr="001F5B4D" w14:paraId="139C862A" w14:textId="77777777" w:rsidTr="001F5B4D">
        <w:tblPrEx>
          <w:tblCellMar>
            <w:top w:w="0" w:type="dxa"/>
            <w:bottom w:w="0" w:type="dxa"/>
          </w:tblCellMar>
        </w:tblPrEx>
        <w:trPr>
          <w:cantSplit/>
        </w:trPr>
        <w:tc>
          <w:tcPr>
            <w:tcW w:w="2551" w:type="dxa"/>
            <w:shd w:val="clear" w:color="auto" w:fill="998877"/>
          </w:tcPr>
          <w:p w14:paraId="07823C92" w14:textId="436999FC" w:rsidR="001F5B4D" w:rsidRPr="001F5B4D" w:rsidRDefault="001F5B4D" w:rsidP="001F5B4D">
            <w:r w:rsidRPr="001F5B4D">
              <w:t>Selectivity</w:t>
            </w:r>
          </w:p>
        </w:tc>
        <w:tc>
          <w:tcPr>
            <w:tcW w:w="4536" w:type="dxa"/>
            <w:gridSpan w:val="2"/>
          </w:tcPr>
          <w:p w14:paraId="2A5A68FC" w14:textId="45452E91" w:rsidR="001F5B4D" w:rsidRPr="001F5B4D" w:rsidRDefault="001F5B4D" w:rsidP="001F5B4D">
            <w:r w:rsidRPr="001F5B4D">
              <w:t>The maximum length of the species is 420cm. For tropical surface fisheries, the length overlap index with this species is 100.00%.</w:t>
            </w:r>
          </w:p>
        </w:tc>
        <w:tc>
          <w:tcPr>
            <w:tcW w:w="851" w:type="dxa"/>
          </w:tcPr>
          <w:p w14:paraId="697A4B02" w14:textId="0A18383C" w:rsidR="001F5B4D" w:rsidRPr="001F5B4D" w:rsidRDefault="001F5B4D" w:rsidP="001F5B4D">
            <w:r w:rsidRPr="001F5B4D">
              <w:t>3</w:t>
            </w:r>
          </w:p>
        </w:tc>
      </w:tr>
      <w:tr w:rsidR="001F5B4D" w:rsidRPr="001F5B4D" w14:paraId="65CE8696" w14:textId="77777777" w:rsidTr="001F5B4D">
        <w:tblPrEx>
          <w:tblCellMar>
            <w:top w:w="0" w:type="dxa"/>
            <w:bottom w:w="0" w:type="dxa"/>
          </w:tblCellMar>
        </w:tblPrEx>
        <w:trPr>
          <w:cantSplit/>
        </w:trPr>
        <w:tc>
          <w:tcPr>
            <w:tcW w:w="2551" w:type="dxa"/>
            <w:shd w:val="clear" w:color="auto" w:fill="998877"/>
          </w:tcPr>
          <w:p w14:paraId="76D3A516" w14:textId="5E321B2E" w:rsidR="001F5B4D" w:rsidRPr="001F5B4D" w:rsidRDefault="001F5B4D" w:rsidP="001F5B4D">
            <w:r w:rsidRPr="001F5B4D">
              <w:t>Post capture mortality</w:t>
            </w:r>
          </w:p>
        </w:tc>
        <w:tc>
          <w:tcPr>
            <w:tcW w:w="4536" w:type="dxa"/>
            <w:gridSpan w:val="2"/>
            <w:tcBorders>
              <w:bottom w:val="single" w:sz="4" w:space="0" w:color="auto"/>
            </w:tcBorders>
          </w:tcPr>
          <w:p w14:paraId="30714729" w14:textId="43499531" w:rsidR="001F5B4D" w:rsidRPr="001F5B4D" w:rsidRDefault="001F5B4D" w:rsidP="001F5B4D">
            <w:r w:rsidRPr="001F5B4D">
              <w:t>No direct evidence of survival after capture.</w:t>
            </w:r>
          </w:p>
        </w:tc>
        <w:tc>
          <w:tcPr>
            <w:tcW w:w="851" w:type="dxa"/>
          </w:tcPr>
          <w:p w14:paraId="04C3C7A4" w14:textId="78ED5EB3" w:rsidR="001F5B4D" w:rsidRPr="001F5B4D" w:rsidRDefault="001F5B4D" w:rsidP="001F5B4D">
            <w:r w:rsidRPr="001F5B4D">
              <w:t>3</w:t>
            </w:r>
          </w:p>
        </w:tc>
      </w:tr>
      <w:tr w:rsidR="001F5B4D" w:rsidRPr="001F5B4D" w14:paraId="7D5C76AB" w14:textId="77777777" w:rsidTr="001F5B4D">
        <w:tblPrEx>
          <w:tblCellMar>
            <w:top w:w="0" w:type="dxa"/>
            <w:bottom w:w="0" w:type="dxa"/>
          </w:tblCellMar>
        </w:tblPrEx>
        <w:trPr>
          <w:cantSplit/>
        </w:trPr>
        <w:tc>
          <w:tcPr>
            <w:tcW w:w="2551" w:type="dxa"/>
            <w:shd w:val="clear" w:color="auto" w:fill="998877"/>
          </w:tcPr>
          <w:p w14:paraId="3F0E288C" w14:textId="77777777" w:rsidR="001F5B4D" w:rsidRPr="001F5B4D" w:rsidRDefault="001F5B4D" w:rsidP="001F5B4D"/>
        </w:tc>
        <w:tc>
          <w:tcPr>
            <w:tcW w:w="4536" w:type="dxa"/>
            <w:gridSpan w:val="2"/>
            <w:tcBorders>
              <w:bottom w:val="single" w:sz="4" w:space="0" w:color="auto"/>
            </w:tcBorders>
            <w:shd w:val="clear" w:color="auto" w:fill="998877"/>
          </w:tcPr>
          <w:p w14:paraId="1D364699" w14:textId="4556FA6E" w:rsidR="001F5B4D" w:rsidRPr="001F5B4D" w:rsidRDefault="001F5B4D" w:rsidP="001F5B4D">
            <w:r w:rsidRPr="001F5B4D">
              <w:t>Susceptibility score</w:t>
            </w:r>
          </w:p>
        </w:tc>
        <w:tc>
          <w:tcPr>
            <w:tcW w:w="851" w:type="dxa"/>
          </w:tcPr>
          <w:p w14:paraId="463F16DA" w14:textId="34D21C1D" w:rsidR="001F5B4D" w:rsidRPr="001F5B4D" w:rsidRDefault="001F5B4D" w:rsidP="001F5B4D">
            <w:r w:rsidRPr="001F5B4D">
              <w:t>1.43</w:t>
            </w:r>
          </w:p>
        </w:tc>
      </w:tr>
      <w:tr w:rsidR="001F5B4D" w:rsidRPr="001F5B4D" w14:paraId="17CF820E" w14:textId="77777777" w:rsidTr="001F5B4D">
        <w:tblPrEx>
          <w:tblCellMar>
            <w:top w:w="0" w:type="dxa"/>
            <w:bottom w:w="0" w:type="dxa"/>
          </w:tblCellMar>
        </w:tblPrEx>
        <w:trPr>
          <w:cantSplit/>
        </w:trPr>
        <w:tc>
          <w:tcPr>
            <w:tcW w:w="2551" w:type="dxa"/>
            <w:shd w:val="clear" w:color="auto" w:fill="998877"/>
          </w:tcPr>
          <w:p w14:paraId="5F417747" w14:textId="77777777" w:rsidR="001F5B4D" w:rsidRPr="001F5B4D" w:rsidRDefault="001F5B4D" w:rsidP="001F5B4D"/>
        </w:tc>
        <w:tc>
          <w:tcPr>
            <w:tcW w:w="4536" w:type="dxa"/>
            <w:gridSpan w:val="2"/>
            <w:shd w:val="clear" w:color="auto" w:fill="998877"/>
          </w:tcPr>
          <w:p w14:paraId="6D89D40E" w14:textId="7B8D4951" w:rsidR="001F5B4D" w:rsidRPr="001F5B4D" w:rsidRDefault="001F5B4D" w:rsidP="001F5B4D">
            <w:r w:rsidRPr="001F5B4D">
              <w:t>Vulnerability score</w:t>
            </w:r>
          </w:p>
        </w:tc>
        <w:tc>
          <w:tcPr>
            <w:tcW w:w="851" w:type="dxa"/>
          </w:tcPr>
          <w:p w14:paraId="5B990130" w14:textId="76429EE2" w:rsidR="001F5B4D" w:rsidRPr="001F5B4D" w:rsidRDefault="001F5B4D" w:rsidP="001F5B4D">
            <w:r w:rsidRPr="001F5B4D">
              <w:t>3.32</w:t>
            </w:r>
          </w:p>
        </w:tc>
      </w:tr>
    </w:tbl>
    <w:p w14:paraId="52A544E3" w14:textId="74D64B0B"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69ABD8A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5" w:name="T_SMD" w:colFirst="0" w:colLast="0"/>
          <w:p w14:paraId="41787103" w14:textId="1BF2C0FD" w:rsidR="001F5B4D" w:rsidRPr="001F5B4D" w:rsidRDefault="001F5B4D" w:rsidP="001F5B4D">
            <w:pPr>
              <w:rPr>
                <w:b/>
              </w:rPr>
            </w:pPr>
            <w:r w:rsidRPr="001F5B4D">
              <w:rPr>
                <w:b/>
              </w:rPr>
              <w:fldChar w:fldCharType="begin"/>
            </w:r>
            <w:r w:rsidRPr="001F5B4D">
              <w:rPr>
                <w:b/>
              </w:rPr>
              <w:instrText xml:space="preserve"> HYPERLINK  \l "S_SMD" \o "PSA Score" </w:instrText>
            </w:r>
            <w:r w:rsidRPr="001F5B4D">
              <w:rPr>
                <w:b/>
              </w:rPr>
            </w:r>
            <w:r w:rsidRPr="001F5B4D">
              <w:rPr>
                <w:b/>
              </w:rPr>
              <w:fldChar w:fldCharType="separate"/>
            </w:r>
            <w:r w:rsidRPr="001F5B4D">
              <w:rPr>
                <w:rStyle w:val="Hyperlink"/>
                <w:b/>
              </w:rPr>
              <w:t>Smooth-hound</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78297649" w14:textId="08B8633E" w:rsidR="001F5B4D" w:rsidRPr="001F5B4D" w:rsidRDefault="001F5B4D" w:rsidP="001F5B4D">
            <w:pPr>
              <w:rPr>
                <w:b/>
                <w:i/>
              </w:rPr>
            </w:pPr>
            <w:r w:rsidRPr="001F5B4D">
              <w:rPr>
                <w:b/>
                <w:i/>
              </w:rPr>
              <w:t>Mustelus mustelus</w:t>
            </w:r>
          </w:p>
        </w:tc>
      </w:tr>
      <w:bookmarkEnd w:id="185"/>
      <w:tr w:rsidR="001F5B4D" w:rsidRPr="001F5B4D" w14:paraId="02F47247" w14:textId="77777777" w:rsidTr="006A4294">
        <w:tblPrEx>
          <w:tblCellMar>
            <w:top w:w="0" w:type="dxa"/>
            <w:bottom w:w="0" w:type="dxa"/>
          </w:tblCellMar>
        </w:tblPrEx>
        <w:trPr>
          <w:cantSplit/>
        </w:trPr>
        <w:tc>
          <w:tcPr>
            <w:tcW w:w="7938" w:type="dxa"/>
            <w:gridSpan w:val="4"/>
            <w:shd w:val="clear" w:color="auto" w:fill="998877"/>
          </w:tcPr>
          <w:p w14:paraId="6529782E" w14:textId="78AE1ADC" w:rsidR="001F5B4D" w:rsidRPr="001F5B4D" w:rsidRDefault="001F5B4D" w:rsidP="001F5B4D">
            <w:pPr>
              <w:rPr>
                <w:b/>
              </w:rPr>
            </w:pPr>
            <w:r w:rsidRPr="001F5B4D">
              <w:rPr>
                <w:b/>
              </w:rPr>
              <w:t>Productivity</w:t>
            </w:r>
          </w:p>
        </w:tc>
      </w:tr>
      <w:tr w:rsidR="001F5B4D" w:rsidRPr="001F5B4D" w14:paraId="40AB71A3" w14:textId="77777777" w:rsidTr="001F5B4D">
        <w:tblPrEx>
          <w:tblCellMar>
            <w:top w:w="0" w:type="dxa"/>
            <w:bottom w:w="0" w:type="dxa"/>
          </w:tblCellMar>
        </w:tblPrEx>
        <w:trPr>
          <w:cantSplit/>
        </w:trPr>
        <w:tc>
          <w:tcPr>
            <w:tcW w:w="2551" w:type="dxa"/>
            <w:shd w:val="clear" w:color="auto" w:fill="998877"/>
          </w:tcPr>
          <w:p w14:paraId="76D0C10A" w14:textId="4A496EB2" w:rsidR="001F5B4D" w:rsidRPr="001F5B4D" w:rsidRDefault="001F5B4D" w:rsidP="001F5B4D">
            <w:r w:rsidRPr="001F5B4D">
              <w:t>Average age at maturity</w:t>
            </w:r>
          </w:p>
        </w:tc>
        <w:tc>
          <w:tcPr>
            <w:tcW w:w="4536" w:type="dxa"/>
            <w:gridSpan w:val="2"/>
          </w:tcPr>
          <w:p w14:paraId="418AA621" w14:textId="7E287768" w:rsidR="001F5B4D" w:rsidRPr="001F5B4D" w:rsidRDefault="001F5B4D" w:rsidP="001F5B4D">
            <w:r w:rsidRPr="001F5B4D">
              <w:t>Species growth rate (K) is 0.100, which is in the medium risk K range (0.061-0.183) for age at maturity.</w:t>
            </w:r>
          </w:p>
        </w:tc>
        <w:tc>
          <w:tcPr>
            <w:tcW w:w="851" w:type="dxa"/>
          </w:tcPr>
          <w:p w14:paraId="7F141661" w14:textId="7179BB54" w:rsidR="001F5B4D" w:rsidRPr="001F5B4D" w:rsidRDefault="001F5B4D" w:rsidP="001F5B4D">
            <w:r w:rsidRPr="001F5B4D">
              <w:t>2</w:t>
            </w:r>
          </w:p>
        </w:tc>
      </w:tr>
      <w:tr w:rsidR="001F5B4D" w:rsidRPr="001F5B4D" w14:paraId="25A78893" w14:textId="77777777" w:rsidTr="001F5B4D">
        <w:tblPrEx>
          <w:tblCellMar>
            <w:top w:w="0" w:type="dxa"/>
            <w:bottom w:w="0" w:type="dxa"/>
          </w:tblCellMar>
        </w:tblPrEx>
        <w:trPr>
          <w:cantSplit/>
        </w:trPr>
        <w:tc>
          <w:tcPr>
            <w:tcW w:w="2551" w:type="dxa"/>
            <w:shd w:val="clear" w:color="auto" w:fill="998877"/>
          </w:tcPr>
          <w:p w14:paraId="0C33515C" w14:textId="66146ABE" w:rsidR="001F5B4D" w:rsidRPr="001F5B4D" w:rsidRDefault="001F5B4D" w:rsidP="001F5B4D">
            <w:r w:rsidRPr="001F5B4D">
              <w:t>Average max age</w:t>
            </w:r>
          </w:p>
        </w:tc>
        <w:tc>
          <w:tcPr>
            <w:tcW w:w="4536" w:type="dxa"/>
            <w:gridSpan w:val="2"/>
          </w:tcPr>
          <w:p w14:paraId="27C4F36A" w14:textId="384FE426" w:rsidR="001F5B4D" w:rsidRPr="001F5B4D" w:rsidRDefault="001F5B4D" w:rsidP="001F5B4D">
            <w:r w:rsidRPr="001F5B4D">
              <w:t>Species growth rate (K) is 0.100, which is lower than highest risk K (0.12) for maximum age.</w:t>
            </w:r>
          </w:p>
        </w:tc>
        <w:tc>
          <w:tcPr>
            <w:tcW w:w="851" w:type="dxa"/>
          </w:tcPr>
          <w:p w14:paraId="49BAFDCD" w14:textId="6BF05992" w:rsidR="001F5B4D" w:rsidRPr="001F5B4D" w:rsidRDefault="001F5B4D" w:rsidP="001F5B4D">
            <w:r w:rsidRPr="001F5B4D">
              <w:t>3</w:t>
            </w:r>
          </w:p>
        </w:tc>
      </w:tr>
      <w:tr w:rsidR="001F5B4D" w:rsidRPr="001F5B4D" w14:paraId="67E21352" w14:textId="77777777" w:rsidTr="001F5B4D">
        <w:tblPrEx>
          <w:tblCellMar>
            <w:top w:w="0" w:type="dxa"/>
            <w:bottom w:w="0" w:type="dxa"/>
          </w:tblCellMar>
        </w:tblPrEx>
        <w:trPr>
          <w:cantSplit/>
        </w:trPr>
        <w:tc>
          <w:tcPr>
            <w:tcW w:w="2551" w:type="dxa"/>
            <w:shd w:val="clear" w:color="auto" w:fill="998877"/>
          </w:tcPr>
          <w:p w14:paraId="272F46D8" w14:textId="7EA93916" w:rsidR="001F5B4D" w:rsidRPr="001F5B4D" w:rsidRDefault="001F5B4D" w:rsidP="001F5B4D">
            <w:r w:rsidRPr="001F5B4D">
              <w:t>Fecundity</w:t>
            </w:r>
          </w:p>
        </w:tc>
        <w:tc>
          <w:tcPr>
            <w:tcW w:w="4536" w:type="dxa"/>
            <w:gridSpan w:val="2"/>
          </w:tcPr>
          <w:p w14:paraId="5BBDA555" w14:textId="3CFFF55B" w:rsidR="001F5B4D" w:rsidRPr="001F5B4D" w:rsidRDefault="001F5B4D" w:rsidP="001F5B4D">
            <w:r w:rsidRPr="001F5B4D">
              <w:t>Species fecundity is 4 eggs/year, which is lower than the highest risk value (100).</w:t>
            </w:r>
          </w:p>
        </w:tc>
        <w:tc>
          <w:tcPr>
            <w:tcW w:w="851" w:type="dxa"/>
          </w:tcPr>
          <w:p w14:paraId="157C980E" w14:textId="42748158" w:rsidR="001F5B4D" w:rsidRPr="001F5B4D" w:rsidRDefault="001F5B4D" w:rsidP="001F5B4D">
            <w:r w:rsidRPr="001F5B4D">
              <w:t>3</w:t>
            </w:r>
          </w:p>
        </w:tc>
      </w:tr>
      <w:tr w:rsidR="001F5B4D" w:rsidRPr="001F5B4D" w14:paraId="5375B3F4" w14:textId="77777777" w:rsidTr="001F5B4D">
        <w:tblPrEx>
          <w:tblCellMar>
            <w:top w:w="0" w:type="dxa"/>
            <w:bottom w:w="0" w:type="dxa"/>
          </w:tblCellMar>
        </w:tblPrEx>
        <w:trPr>
          <w:cantSplit/>
        </w:trPr>
        <w:tc>
          <w:tcPr>
            <w:tcW w:w="2551" w:type="dxa"/>
            <w:shd w:val="clear" w:color="auto" w:fill="998877"/>
          </w:tcPr>
          <w:p w14:paraId="670C2081" w14:textId="0A92EC48" w:rsidR="001F5B4D" w:rsidRPr="001F5B4D" w:rsidRDefault="001F5B4D" w:rsidP="001F5B4D">
            <w:r w:rsidRPr="001F5B4D">
              <w:t>Average max size</w:t>
            </w:r>
          </w:p>
        </w:tc>
        <w:tc>
          <w:tcPr>
            <w:tcW w:w="4536" w:type="dxa"/>
            <w:gridSpan w:val="2"/>
          </w:tcPr>
          <w:p w14:paraId="5747EE65" w14:textId="417F3B6E" w:rsidR="001F5B4D" w:rsidRPr="001F5B4D" w:rsidRDefault="001F5B4D" w:rsidP="001F5B4D">
            <w:r w:rsidRPr="001F5B4D">
              <w:t>Species maximum length is 200, which is in the medium risk range (100-300cm).</w:t>
            </w:r>
          </w:p>
        </w:tc>
        <w:tc>
          <w:tcPr>
            <w:tcW w:w="851" w:type="dxa"/>
          </w:tcPr>
          <w:p w14:paraId="7D918A5B" w14:textId="4917CA6B" w:rsidR="001F5B4D" w:rsidRPr="001F5B4D" w:rsidRDefault="001F5B4D" w:rsidP="001F5B4D">
            <w:r w:rsidRPr="001F5B4D">
              <w:t>2</w:t>
            </w:r>
          </w:p>
        </w:tc>
      </w:tr>
      <w:tr w:rsidR="001F5B4D" w:rsidRPr="001F5B4D" w14:paraId="3C95F929" w14:textId="77777777" w:rsidTr="001F5B4D">
        <w:tblPrEx>
          <w:tblCellMar>
            <w:top w:w="0" w:type="dxa"/>
            <w:bottom w:w="0" w:type="dxa"/>
          </w:tblCellMar>
        </w:tblPrEx>
        <w:trPr>
          <w:cantSplit/>
        </w:trPr>
        <w:tc>
          <w:tcPr>
            <w:tcW w:w="2551" w:type="dxa"/>
            <w:shd w:val="clear" w:color="auto" w:fill="998877"/>
          </w:tcPr>
          <w:p w14:paraId="65856AE2" w14:textId="30BD5472" w:rsidR="001F5B4D" w:rsidRPr="001F5B4D" w:rsidRDefault="001F5B4D" w:rsidP="001F5B4D">
            <w:r w:rsidRPr="001F5B4D">
              <w:t>Average size at maturity</w:t>
            </w:r>
          </w:p>
        </w:tc>
        <w:tc>
          <w:tcPr>
            <w:tcW w:w="4536" w:type="dxa"/>
            <w:gridSpan w:val="2"/>
          </w:tcPr>
          <w:p w14:paraId="4A6258BC" w14:textId="6A5D70A1" w:rsidR="001F5B4D" w:rsidRPr="001F5B4D" w:rsidRDefault="001F5B4D" w:rsidP="001F5B4D">
            <w:r w:rsidRPr="001F5B4D">
              <w:t>Species length at maturity is 80, which is in the medium risk range (40-200cm).</w:t>
            </w:r>
          </w:p>
        </w:tc>
        <w:tc>
          <w:tcPr>
            <w:tcW w:w="851" w:type="dxa"/>
          </w:tcPr>
          <w:p w14:paraId="39F30F12" w14:textId="1DB6BAD0" w:rsidR="001F5B4D" w:rsidRPr="001F5B4D" w:rsidRDefault="001F5B4D" w:rsidP="001F5B4D">
            <w:r w:rsidRPr="001F5B4D">
              <w:t>2</w:t>
            </w:r>
          </w:p>
        </w:tc>
      </w:tr>
      <w:tr w:rsidR="001F5B4D" w:rsidRPr="001F5B4D" w14:paraId="7F040042" w14:textId="77777777" w:rsidTr="001F5B4D">
        <w:tblPrEx>
          <w:tblCellMar>
            <w:top w:w="0" w:type="dxa"/>
            <w:bottom w:w="0" w:type="dxa"/>
          </w:tblCellMar>
        </w:tblPrEx>
        <w:trPr>
          <w:cantSplit/>
        </w:trPr>
        <w:tc>
          <w:tcPr>
            <w:tcW w:w="2551" w:type="dxa"/>
            <w:shd w:val="clear" w:color="auto" w:fill="998877"/>
          </w:tcPr>
          <w:p w14:paraId="608468A4" w14:textId="06298DBD" w:rsidR="001F5B4D" w:rsidRPr="001F5B4D" w:rsidRDefault="001F5B4D" w:rsidP="001F5B4D">
            <w:r w:rsidRPr="001F5B4D">
              <w:t>Reproductive strategy</w:t>
            </w:r>
          </w:p>
        </w:tc>
        <w:tc>
          <w:tcPr>
            <w:tcW w:w="4536" w:type="dxa"/>
            <w:gridSpan w:val="2"/>
          </w:tcPr>
          <w:p w14:paraId="52AF581C" w14:textId="032F4CC7" w:rsidR="001F5B4D" w:rsidRPr="001F5B4D" w:rsidRDefault="001F5B4D" w:rsidP="001F5B4D">
            <w:r w:rsidRPr="001F5B4D">
              <w:t>Species reproductive strategy is live bearer, which is high risk.</w:t>
            </w:r>
          </w:p>
        </w:tc>
        <w:tc>
          <w:tcPr>
            <w:tcW w:w="851" w:type="dxa"/>
          </w:tcPr>
          <w:p w14:paraId="2BD3FFAB" w14:textId="48A11BD9" w:rsidR="001F5B4D" w:rsidRPr="001F5B4D" w:rsidRDefault="001F5B4D" w:rsidP="001F5B4D">
            <w:r w:rsidRPr="001F5B4D">
              <w:t>3</w:t>
            </w:r>
          </w:p>
        </w:tc>
      </w:tr>
      <w:tr w:rsidR="001F5B4D" w:rsidRPr="001F5B4D" w14:paraId="27BB211A" w14:textId="77777777" w:rsidTr="001F5B4D">
        <w:tblPrEx>
          <w:tblCellMar>
            <w:top w:w="0" w:type="dxa"/>
            <w:bottom w:w="0" w:type="dxa"/>
          </w:tblCellMar>
        </w:tblPrEx>
        <w:trPr>
          <w:cantSplit/>
        </w:trPr>
        <w:tc>
          <w:tcPr>
            <w:tcW w:w="2551" w:type="dxa"/>
            <w:shd w:val="clear" w:color="auto" w:fill="998877"/>
          </w:tcPr>
          <w:p w14:paraId="578AEC92" w14:textId="67B63E75" w:rsidR="001F5B4D" w:rsidRPr="001F5B4D" w:rsidRDefault="001F5B4D" w:rsidP="001F5B4D">
            <w:r w:rsidRPr="001F5B4D">
              <w:t>Trophic level</w:t>
            </w:r>
          </w:p>
        </w:tc>
        <w:tc>
          <w:tcPr>
            <w:tcW w:w="4536" w:type="dxa"/>
            <w:gridSpan w:val="2"/>
            <w:tcBorders>
              <w:bottom w:val="single" w:sz="4" w:space="0" w:color="auto"/>
            </w:tcBorders>
          </w:tcPr>
          <w:p w14:paraId="07A27BFA" w14:textId="5586EB30" w:rsidR="001F5B4D" w:rsidRPr="001F5B4D" w:rsidRDefault="001F5B4D" w:rsidP="001F5B4D">
            <w:r w:rsidRPr="001F5B4D">
              <w:t>Species trophic level is 3.8, which is higher than the highest risk value (3.25).</w:t>
            </w:r>
          </w:p>
        </w:tc>
        <w:tc>
          <w:tcPr>
            <w:tcW w:w="851" w:type="dxa"/>
          </w:tcPr>
          <w:p w14:paraId="7F7ADE9D" w14:textId="33F984BA" w:rsidR="001F5B4D" w:rsidRPr="001F5B4D" w:rsidRDefault="001F5B4D" w:rsidP="001F5B4D">
            <w:r w:rsidRPr="001F5B4D">
              <w:t>3</w:t>
            </w:r>
          </w:p>
        </w:tc>
      </w:tr>
      <w:tr w:rsidR="001F5B4D" w:rsidRPr="001F5B4D" w14:paraId="2EFBCEED"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0F1A3DB" w14:textId="77777777" w:rsidR="001F5B4D" w:rsidRPr="001F5B4D" w:rsidRDefault="001F5B4D" w:rsidP="001F5B4D"/>
        </w:tc>
        <w:tc>
          <w:tcPr>
            <w:tcW w:w="4536" w:type="dxa"/>
            <w:gridSpan w:val="2"/>
            <w:tcBorders>
              <w:bottom w:val="single" w:sz="4" w:space="0" w:color="auto"/>
            </w:tcBorders>
            <w:shd w:val="clear" w:color="auto" w:fill="998877"/>
          </w:tcPr>
          <w:p w14:paraId="6127F85A" w14:textId="0665A9D1" w:rsidR="001F5B4D" w:rsidRPr="001F5B4D" w:rsidRDefault="001F5B4D" w:rsidP="001F5B4D">
            <w:r w:rsidRPr="001F5B4D">
              <w:t>Productivity score</w:t>
            </w:r>
          </w:p>
        </w:tc>
        <w:tc>
          <w:tcPr>
            <w:tcW w:w="851" w:type="dxa"/>
            <w:tcBorders>
              <w:bottom w:val="single" w:sz="4" w:space="0" w:color="auto"/>
            </w:tcBorders>
          </w:tcPr>
          <w:p w14:paraId="556F6ED5" w14:textId="05306D07" w:rsidR="001F5B4D" w:rsidRPr="001F5B4D" w:rsidRDefault="001F5B4D" w:rsidP="001F5B4D">
            <w:r w:rsidRPr="001F5B4D">
              <w:t>2.57</w:t>
            </w:r>
          </w:p>
        </w:tc>
      </w:tr>
      <w:tr w:rsidR="001F5B4D" w:rsidRPr="001F5B4D" w14:paraId="5668F176" w14:textId="77777777" w:rsidTr="00936807">
        <w:tblPrEx>
          <w:tblCellMar>
            <w:top w:w="0" w:type="dxa"/>
            <w:bottom w:w="0" w:type="dxa"/>
          </w:tblCellMar>
        </w:tblPrEx>
        <w:trPr>
          <w:cantSplit/>
        </w:trPr>
        <w:tc>
          <w:tcPr>
            <w:tcW w:w="7938" w:type="dxa"/>
            <w:gridSpan w:val="4"/>
            <w:shd w:val="clear" w:color="auto" w:fill="998877"/>
          </w:tcPr>
          <w:p w14:paraId="3DEA0906" w14:textId="184F4017" w:rsidR="001F5B4D" w:rsidRPr="001F5B4D" w:rsidRDefault="001F5B4D" w:rsidP="001F5B4D">
            <w:pPr>
              <w:rPr>
                <w:b/>
              </w:rPr>
            </w:pPr>
            <w:r w:rsidRPr="001F5B4D">
              <w:rPr>
                <w:b/>
              </w:rPr>
              <w:t>Susceptibility</w:t>
            </w:r>
          </w:p>
        </w:tc>
      </w:tr>
      <w:tr w:rsidR="001F5B4D" w:rsidRPr="001F5B4D" w14:paraId="463AD779" w14:textId="77777777" w:rsidTr="001F5B4D">
        <w:tblPrEx>
          <w:tblCellMar>
            <w:top w:w="0" w:type="dxa"/>
            <w:bottom w:w="0" w:type="dxa"/>
          </w:tblCellMar>
        </w:tblPrEx>
        <w:trPr>
          <w:cantSplit/>
        </w:trPr>
        <w:tc>
          <w:tcPr>
            <w:tcW w:w="2551" w:type="dxa"/>
            <w:shd w:val="clear" w:color="auto" w:fill="998877"/>
          </w:tcPr>
          <w:p w14:paraId="1304243F" w14:textId="335A61B6" w:rsidR="001F5B4D" w:rsidRPr="001F5B4D" w:rsidRDefault="001F5B4D" w:rsidP="001F5B4D">
            <w:r w:rsidRPr="001F5B4D">
              <w:t>Areal overlap (availability)</w:t>
            </w:r>
          </w:p>
        </w:tc>
        <w:tc>
          <w:tcPr>
            <w:tcW w:w="4536" w:type="dxa"/>
            <w:gridSpan w:val="2"/>
          </w:tcPr>
          <w:p w14:paraId="20EF3957" w14:textId="2D63552A" w:rsidR="001F5B4D" w:rsidRPr="001F5B4D" w:rsidRDefault="001F5B4D" w:rsidP="001F5B4D">
            <w:r w:rsidRPr="001F5B4D">
              <w:t>Catches in the Pacific Ocean, but reported as rare.</w:t>
            </w:r>
          </w:p>
        </w:tc>
        <w:tc>
          <w:tcPr>
            <w:tcW w:w="851" w:type="dxa"/>
          </w:tcPr>
          <w:p w14:paraId="147777C7" w14:textId="56C70220" w:rsidR="001F5B4D" w:rsidRPr="001F5B4D" w:rsidRDefault="001F5B4D" w:rsidP="001F5B4D">
            <w:r w:rsidRPr="001F5B4D">
              <w:t>1</w:t>
            </w:r>
          </w:p>
        </w:tc>
      </w:tr>
      <w:tr w:rsidR="001F5B4D" w:rsidRPr="001F5B4D" w14:paraId="6559DB55" w14:textId="77777777" w:rsidTr="001F5B4D">
        <w:tblPrEx>
          <w:tblCellMar>
            <w:top w:w="0" w:type="dxa"/>
            <w:bottom w:w="0" w:type="dxa"/>
          </w:tblCellMar>
        </w:tblPrEx>
        <w:trPr>
          <w:cantSplit/>
        </w:trPr>
        <w:tc>
          <w:tcPr>
            <w:tcW w:w="2551" w:type="dxa"/>
            <w:shd w:val="clear" w:color="auto" w:fill="998877"/>
          </w:tcPr>
          <w:p w14:paraId="5A69100D" w14:textId="2BA9659C" w:rsidR="001F5B4D" w:rsidRPr="001F5B4D" w:rsidRDefault="001F5B4D" w:rsidP="001F5B4D">
            <w:r w:rsidRPr="001F5B4D">
              <w:t>Encounterability</w:t>
            </w:r>
          </w:p>
        </w:tc>
        <w:tc>
          <w:tcPr>
            <w:tcW w:w="4536" w:type="dxa"/>
            <w:gridSpan w:val="2"/>
          </w:tcPr>
          <w:p w14:paraId="0B99AD6D" w14:textId="1CABDF4D" w:rsidR="001F5B4D" w:rsidRPr="001F5B4D" w:rsidRDefault="001F5B4D" w:rsidP="001F5B4D">
            <w:r w:rsidRPr="001F5B4D">
              <w:t>The depth range of the species is 5-624m. For surface gears, the vertical overlap index with this species is 15.48%. This species is demersal.</w:t>
            </w:r>
          </w:p>
        </w:tc>
        <w:tc>
          <w:tcPr>
            <w:tcW w:w="851" w:type="dxa"/>
          </w:tcPr>
          <w:p w14:paraId="219ED4E3" w14:textId="08A24758" w:rsidR="001F5B4D" w:rsidRPr="001F5B4D" w:rsidRDefault="001F5B4D" w:rsidP="001F5B4D">
            <w:r w:rsidRPr="001F5B4D">
              <w:t>1</w:t>
            </w:r>
          </w:p>
        </w:tc>
      </w:tr>
      <w:tr w:rsidR="001F5B4D" w:rsidRPr="001F5B4D" w14:paraId="6115350F" w14:textId="77777777" w:rsidTr="001F5B4D">
        <w:tblPrEx>
          <w:tblCellMar>
            <w:top w:w="0" w:type="dxa"/>
            <w:bottom w:w="0" w:type="dxa"/>
          </w:tblCellMar>
        </w:tblPrEx>
        <w:trPr>
          <w:cantSplit/>
        </w:trPr>
        <w:tc>
          <w:tcPr>
            <w:tcW w:w="2551" w:type="dxa"/>
            <w:shd w:val="clear" w:color="auto" w:fill="998877"/>
          </w:tcPr>
          <w:p w14:paraId="43404809" w14:textId="5497C18D" w:rsidR="001F5B4D" w:rsidRPr="001F5B4D" w:rsidRDefault="001F5B4D" w:rsidP="001F5B4D">
            <w:r w:rsidRPr="001F5B4D">
              <w:t>Selectivity</w:t>
            </w:r>
          </w:p>
        </w:tc>
        <w:tc>
          <w:tcPr>
            <w:tcW w:w="4536" w:type="dxa"/>
            <w:gridSpan w:val="2"/>
          </w:tcPr>
          <w:p w14:paraId="14185A4A" w14:textId="5CE91C1B" w:rsidR="001F5B4D" w:rsidRPr="001F5B4D" w:rsidRDefault="001F5B4D" w:rsidP="001F5B4D">
            <w:r w:rsidRPr="001F5B4D">
              <w:t>The maximum length of the species is 200cm. For tropical surface fisheries, the length overlap index with this species is 100.00%.</w:t>
            </w:r>
          </w:p>
        </w:tc>
        <w:tc>
          <w:tcPr>
            <w:tcW w:w="851" w:type="dxa"/>
          </w:tcPr>
          <w:p w14:paraId="054C7445" w14:textId="75E8287F" w:rsidR="001F5B4D" w:rsidRPr="001F5B4D" w:rsidRDefault="001F5B4D" w:rsidP="001F5B4D">
            <w:r w:rsidRPr="001F5B4D">
              <w:t>3</w:t>
            </w:r>
          </w:p>
        </w:tc>
      </w:tr>
      <w:tr w:rsidR="001F5B4D" w:rsidRPr="001F5B4D" w14:paraId="47E26C48" w14:textId="77777777" w:rsidTr="001F5B4D">
        <w:tblPrEx>
          <w:tblCellMar>
            <w:top w:w="0" w:type="dxa"/>
            <w:bottom w:w="0" w:type="dxa"/>
          </w:tblCellMar>
        </w:tblPrEx>
        <w:trPr>
          <w:cantSplit/>
        </w:trPr>
        <w:tc>
          <w:tcPr>
            <w:tcW w:w="2551" w:type="dxa"/>
            <w:shd w:val="clear" w:color="auto" w:fill="998877"/>
          </w:tcPr>
          <w:p w14:paraId="05A170EC" w14:textId="66669788" w:rsidR="001F5B4D" w:rsidRPr="001F5B4D" w:rsidRDefault="001F5B4D" w:rsidP="001F5B4D">
            <w:r w:rsidRPr="001F5B4D">
              <w:t>Post capture mortality</w:t>
            </w:r>
          </w:p>
        </w:tc>
        <w:tc>
          <w:tcPr>
            <w:tcW w:w="4536" w:type="dxa"/>
            <w:gridSpan w:val="2"/>
            <w:tcBorders>
              <w:bottom w:val="single" w:sz="4" w:space="0" w:color="auto"/>
            </w:tcBorders>
          </w:tcPr>
          <w:p w14:paraId="1D75B380" w14:textId="08D01EF1" w:rsidR="001F5B4D" w:rsidRPr="001F5B4D" w:rsidRDefault="001F5B4D" w:rsidP="001F5B4D">
            <w:r w:rsidRPr="001F5B4D">
              <w:t>No direct evidence of survival after capture.</w:t>
            </w:r>
          </w:p>
        </w:tc>
        <w:tc>
          <w:tcPr>
            <w:tcW w:w="851" w:type="dxa"/>
          </w:tcPr>
          <w:p w14:paraId="4773FDF5" w14:textId="333FB18F" w:rsidR="001F5B4D" w:rsidRPr="001F5B4D" w:rsidRDefault="001F5B4D" w:rsidP="001F5B4D">
            <w:r w:rsidRPr="001F5B4D">
              <w:t>3</w:t>
            </w:r>
          </w:p>
        </w:tc>
      </w:tr>
      <w:tr w:rsidR="001F5B4D" w:rsidRPr="001F5B4D" w14:paraId="26876A41" w14:textId="77777777" w:rsidTr="001F5B4D">
        <w:tblPrEx>
          <w:tblCellMar>
            <w:top w:w="0" w:type="dxa"/>
            <w:bottom w:w="0" w:type="dxa"/>
          </w:tblCellMar>
        </w:tblPrEx>
        <w:trPr>
          <w:cantSplit/>
        </w:trPr>
        <w:tc>
          <w:tcPr>
            <w:tcW w:w="2551" w:type="dxa"/>
            <w:shd w:val="clear" w:color="auto" w:fill="998877"/>
          </w:tcPr>
          <w:p w14:paraId="5460DC8C" w14:textId="77777777" w:rsidR="001F5B4D" w:rsidRPr="001F5B4D" w:rsidRDefault="001F5B4D" w:rsidP="001F5B4D"/>
        </w:tc>
        <w:tc>
          <w:tcPr>
            <w:tcW w:w="4536" w:type="dxa"/>
            <w:gridSpan w:val="2"/>
            <w:tcBorders>
              <w:bottom w:val="single" w:sz="4" w:space="0" w:color="auto"/>
            </w:tcBorders>
            <w:shd w:val="clear" w:color="auto" w:fill="998877"/>
          </w:tcPr>
          <w:p w14:paraId="22F9D142" w14:textId="2D8B82A8" w:rsidR="001F5B4D" w:rsidRPr="001F5B4D" w:rsidRDefault="001F5B4D" w:rsidP="001F5B4D">
            <w:r w:rsidRPr="001F5B4D">
              <w:t>Susceptibility score</w:t>
            </w:r>
          </w:p>
        </w:tc>
        <w:tc>
          <w:tcPr>
            <w:tcW w:w="851" w:type="dxa"/>
          </w:tcPr>
          <w:p w14:paraId="64DDA81E" w14:textId="5C203A5A" w:rsidR="001F5B4D" w:rsidRPr="001F5B4D" w:rsidRDefault="001F5B4D" w:rsidP="001F5B4D">
            <w:r w:rsidRPr="001F5B4D">
              <w:t>1.20</w:t>
            </w:r>
          </w:p>
        </w:tc>
      </w:tr>
      <w:tr w:rsidR="001F5B4D" w:rsidRPr="001F5B4D" w14:paraId="04B12BDD" w14:textId="77777777" w:rsidTr="001F5B4D">
        <w:tblPrEx>
          <w:tblCellMar>
            <w:top w:w="0" w:type="dxa"/>
            <w:bottom w:w="0" w:type="dxa"/>
          </w:tblCellMar>
        </w:tblPrEx>
        <w:trPr>
          <w:cantSplit/>
        </w:trPr>
        <w:tc>
          <w:tcPr>
            <w:tcW w:w="2551" w:type="dxa"/>
            <w:shd w:val="clear" w:color="auto" w:fill="998877"/>
          </w:tcPr>
          <w:p w14:paraId="340413E9" w14:textId="77777777" w:rsidR="001F5B4D" w:rsidRPr="001F5B4D" w:rsidRDefault="001F5B4D" w:rsidP="001F5B4D"/>
        </w:tc>
        <w:tc>
          <w:tcPr>
            <w:tcW w:w="4536" w:type="dxa"/>
            <w:gridSpan w:val="2"/>
            <w:shd w:val="clear" w:color="auto" w:fill="998877"/>
          </w:tcPr>
          <w:p w14:paraId="1B7C9263" w14:textId="5B6B67EF" w:rsidR="001F5B4D" w:rsidRPr="001F5B4D" w:rsidRDefault="001F5B4D" w:rsidP="001F5B4D">
            <w:r w:rsidRPr="001F5B4D">
              <w:t>Vulnerability score</w:t>
            </w:r>
          </w:p>
        </w:tc>
        <w:tc>
          <w:tcPr>
            <w:tcW w:w="851" w:type="dxa"/>
          </w:tcPr>
          <w:p w14:paraId="1508910C" w14:textId="427F227A" w:rsidR="001F5B4D" w:rsidRPr="001F5B4D" w:rsidRDefault="001F5B4D" w:rsidP="001F5B4D">
            <w:r w:rsidRPr="001F5B4D">
              <w:t>2.84</w:t>
            </w:r>
          </w:p>
        </w:tc>
      </w:tr>
    </w:tbl>
    <w:p w14:paraId="5C09EA71" w14:textId="225A7651"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80F44D6"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6" w:name="T_ALM" w:colFirst="0" w:colLast="0"/>
          <w:p w14:paraId="1335F647" w14:textId="20A607F4" w:rsidR="001F5B4D" w:rsidRPr="001F5B4D" w:rsidRDefault="001F5B4D" w:rsidP="001F5B4D">
            <w:pPr>
              <w:rPr>
                <w:b/>
              </w:rPr>
            </w:pPr>
            <w:r w:rsidRPr="001F5B4D">
              <w:rPr>
                <w:b/>
              </w:rPr>
              <w:fldChar w:fldCharType="begin"/>
            </w:r>
            <w:r w:rsidRPr="001F5B4D">
              <w:rPr>
                <w:b/>
              </w:rPr>
              <w:instrText xml:space="preserve"> HYPERLINK  \l "S_ALM" \o "PSA Score" </w:instrText>
            </w:r>
            <w:r w:rsidRPr="001F5B4D">
              <w:rPr>
                <w:b/>
              </w:rPr>
            </w:r>
            <w:r w:rsidRPr="001F5B4D">
              <w:rPr>
                <w:b/>
              </w:rPr>
              <w:fldChar w:fldCharType="separate"/>
            </w:r>
            <w:r w:rsidRPr="001F5B4D">
              <w:rPr>
                <w:rStyle w:val="Hyperlink"/>
                <w:b/>
              </w:rPr>
              <w:t>Unicorn leatherjacket filefish</w:t>
            </w:r>
            <w:r w:rsidRPr="001F5B4D">
              <w:rPr>
                <w:b/>
              </w:rPr>
              <w:fldChar w:fldCharType="end"/>
            </w:r>
          </w:p>
        </w:tc>
        <w:tc>
          <w:tcPr>
            <w:tcW w:w="3969" w:type="dxa"/>
            <w:gridSpan w:val="2"/>
            <w:tcBorders>
              <w:bottom w:val="single" w:sz="4" w:space="0" w:color="auto"/>
            </w:tcBorders>
            <w:shd w:val="clear" w:color="auto" w:fill="998877"/>
          </w:tcPr>
          <w:p w14:paraId="5AA85D47" w14:textId="6169335D" w:rsidR="001F5B4D" w:rsidRPr="001F5B4D" w:rsidRDefault="001F5B4D" w:rsidP="001F5B4D">
            <w:pPr>
              <w:rPr>
                <w:b/>
                <w:i/>
              </w:rPr>
            </w:pPr>
            <w:r w:rsidRPr="001F5B4D">
              <w:rPr>
                <w:b/>
                <w:i/>
              </w:rPr>
              <w:t>Aluterus monoceros</w:t>
            </w:r>
          </w:p>
        </w:tc>
      </w:tr>
      <w:bookmarkEnd w:id="186"/>
      <w:tr w:rsidR="001F5B4D" w:rsidRPr="001F5B4D" w14:paraId="1063F61A" w14:textId="77777777" w:rsidTr="00ED5F33">
        <w:tblPrEx>
          <w:tblCellMar>
            <w:top w:w="0" w:type="dxa"/>
            <w:bottom w:w="0" w:type="dxa"/>
          </w:tblCellMar>
        </w:tblPrEx>
        <w:trPr>
          <w:cantSplit/>
        </w:trPr>
        <w:tc>
          <w:tcPr>
            <w:tcW w:w="7938" w:type="dxa"/>
            <w:gridSpan w:val="4"/>
            <w:shd w:val="clear" w:color="auto" w:fill="998877"/>
          </w:tcPr>
          <w:p w14:paraId="6E06A7E5" w14:textId="0238A6B6" w:rsidR="001F5B4D" w:rsidRPr="001F5B4D" w:rsidRDefault="001F5B4D" w:rsidP="001F5B4D">
            <w:pPr>
              <w:rPr>
                <w:b/>
              </w:rPr>
            </w:pPr>
            <w:r w:rsidRPr="001F5B4D">
              <w:rPr>
                <w:b/>
              </w:rPr>
              <w:lastRenderedPageBreak/>
              <w:t>Productivity</w:t>
            </w:r>
          </w:p>
        </w:tc>
      </w:tr>
      <w:tr w:rsidR="001F5B4D" w:rsidRPr="001F5B4D" w14:paraId="4A27A55D" w14:textId="77777777" w:rsidTr="001F5B4D">
        <w:tblPrEx>
          <w:tblCellMar>
            <w:top w:w="0" w:type="dxa"/>
            <w:bottom w:w="0" w:type="dxa"/>
          </w:tblCellMar>
        </w:tblPrEx>
        <w:trPr>
          <w:cantSplit/>
        </w:trPr>
        <w:tc>
          <w:tcPr>
            <w:tcW w:w="2551" w:type="dxa"/>
            <w:shd w:val="clear" w:color="auto" w:fill="998877"/>
          </w:tcPr>
          <w:p w14:paraId="65E50B4D" w14:textId="526032C3" w:rsidR="001F5B4D" w:rsidRPr="001F5B4D" w:rsidRDefault="001F5B4D" w:rsidP="001F5B4D">
            <w:r w:rsidRPr="001F5B4D">
              <w:t>Average age at maturity</w:t>
            </w:r>
          </w:p>
        </w:tc>
        <w:tc>
          <w:tcPr>
            <w:tcW w:w="4536" w:type="dxa"/>
            <w:gridSpan w:val="2"/>
          </w:tcPr>
          <w:p w14:paraId="1EEF6A3B" w14:textId="4F8847D8" w:rsidR="001F5B4D" w:rsidRPr="001F5B4D" w:rsidRDefault="001F5B4D" w:rsidP="001F5B4D">
            <w:r w:rsidRPr="001F5B4D">
              <w:t>Species growth rate (K) is 0.220, which is higher than lowest risk K (0.183) for age at maturity.</w:t>
            </w:r>
          </w:p>
        </w:tc>
        <w:tc>
          <w:tcPr>
            <w:tcW w:w="851" w:type="dxa"/>
          </w:tcPr>
          <w:p w14:paraId="61CB2A6E" w14:textId="3A39149E" w:rsidR="001F5B4D" w:rsidRPr="001F5B4D" w:rsidRDefault="001F5B4D" w:rsidP="001F5B4D">
            <w:r w:rsidRPr="001F5B4D">
              <w:t>1</w:t>
            </w:r>
          </w:p>
        </w:tc>
      </w:tr>
      <w:tr w:rsidR="001F5B4D" w:rsidRPr="001F5B4D" w14:paraId="6098BD97" w14:textId="77777777" w:rsidTr="001F5B4D">
        <w:tblPrEx>
          <w:tblCellMar>
            <w:top w:w="0" w:type="dxa"/>
            <w:bottom w:w="0" w:type="dxa"/>
          </w:tblCellMar>
        </w:tblPrEx>
        <w:trPr>
          <w:cantSplit/>
        </w:trPr>
        <w:tc>
          <w:tcPr>
            <w:tcW w:w="2551" w:type="dxa"/>
            <w:shd w:val="clear" w:color="auto" w:fill="998877"/>
          </w:tcPr>
          <w:p w14:paraId="6DFFADBC" w14:textId="3AD8C17F" w:rsidR="001F5B4D" w:rsidRPr="001F5B4D" w:rsidRDefault="001F5B4D" w:rsidP="001F5B4D">
            <w:r w:rsidRPr="001F5B4D">
              <w:t>Average max age</w:t>
            </w:r>
          </w:p>
        </w:tc>
        <w:tc>
          <w:tcPr>
            <w:tcW w:w="4536" w:type="dxa"/>
            <w:gridSpan w:val="2"/>
          </w:tcPr>
          <w:p w14:paraId="04B8F40B" w14:textId="288405A5" w:rsidR="001F5B4D" w:rsidRPr="001F5B4D" w:rsidRDefault="001F5B4D" w:rsidP="001F5B4D">
            <w:r w:rsidRPr="001F5B4D">
              <w:t>Species growth rate (K) is 0.220, which is in the medium risk K range (0.12-0.30) for maximum age.</w:t>
            </w:r>
          </w:p>
        </w:tc>
        <w:tc>
          <w:tcPr>
            <w:tcW w:w="851" w:type="dxa"/>
          </w:tcPr>
          <w:p w14:paraId="46770F74" w14:textId="6BD962FB" w:rsidR="001F5B4D" w:rsidRPr="001F5B4D" w:rsidRDefault="001F5B4D" w:rsidP="001F5B4D">
            <w:r w:rsidRPr="001F5B4D">
              <w:t>2</w:t>
            </w:r>
          </w:p>
        </w:tc>
      </w:tr>
      <w:tr w:rsidR="001F5B4D" w:rsidRPr="001F5B4D" w14:paraId="5CC63392" w14:textId="77777777" w:rsidTr="001F5B4D">
        <w:tblPrEx>
          <w:tblCellMar>
            <w:top w:w="0" w:type="dxa"/>
            <w:bottom w:w="0" w:type="dxa"/>
          </w:tblCellMar>
        </w:tblPrEx>
        <w:trPr>
          <w:cantSplit/>
        </w:trPr>
        <w:tc>
          <w:tcPr>
            <w:tcW w:w="2551" w:type="dxa"/>
            <w:shd w:val="clear" w:color="auto" w:fill="998877"/>
          </w:tcPr>
          <w:p w14:paraId="5EAE2BA3" w14:textId="0DB7216F" w:rsidR="001F5B4D" w:rsidRPr="001F5B4D" w:rsidRDefault="001F5B4D" w:rsidP="001F5B4D">
            <w:r w:rsidRPr="001F5B4D">
              <w:t>Fecundity</w:t>
            </w:r>
          </w:p>
        </w:tc>
        <w:tc>
          <w:tcPr>
            <w:tcW w:w="4536" w:type="dxa"/>
            <w:gridSpan w:val="2"/>
          </w:tcPr>
          <w:p w14:paraId="5ACCE7A0" w14:textId="458A68AE" w:rsidR="001F5B4D" w:rsidRPr="001F5B4D" w:rsidRDefault="001F5B4D" w:rsidP="001F5B4D">
            <w:r w:rsidRPr="001F5B4D">
              <w:t>There is no information, but fish are likely to produce &gt;100 eggs/year.</w:t>
            </w:r>
          </w:p>
        </w:tc>
        <w:tc>
          <w:tcPr>
            <w:tcW w:w="851" w:type="dxa"/>
          </w:tcPr>
          <w:p w14:paraId="01DED60C" w14:textId="69DEAE61" w:rsidR="001F5B4D" w:rsidRPr="001F5B4D" w:rsidRDefault="001F5B4D" w:rsidP="001F5B4D">
            <w:r w:rsidRPr="001F5B4D">
              <w:t>2</w:t>
            </w:r>
          </w:p>
        </w:tc>
      </w:tr>
      <w:tr w:rsidR="001F5B4D" w:rsidRPr="001F5B4D" w14:paraId="092B9F4B" w14:textId="77777777" w:rsidTr="001F5B4D">
        <w:tblPrEx>
          <w:tblCellMar>
            <w:top w:w="0" w:type="dxa"/>
            <w:bottom w:w="0" w:type="dxa"/>
          </w:tblCellMar>
        </w:tblPrEx>
        <w:trPr>
          <w:cantSplit/>
        </w:trPr>
        <w:tc>
          <w:tcPr>
            <w:tcW w:w="2551" w:type="dxa"/>
            <w:shd w:val="clear" w:color="auto" w:fill="998877"/>
          </w:tcPr>
          <w:p w14:paraId="3AB53E22" w14:textId="1ED4B0E8" w:rsidR="001F5B4D" w:rsidRPr="001F5B4D" w:rsidRDefault="001F5B4D" w:rsidP="001F5B4D">
            <w:r w:rsidRPr="001F5B4D">
              <w:t>Average max size</w:t>
            </w:r>
          </w:p>
        </w:tc>
        <w:tc>
          <w:tcPr>
            <w:tcW w:w="4536" w:type="dxa"/>
            <w:gridSpan w:val="2"/>
          </w:tcPr>
          <w:p w14:paraId="561D83E1" w14:textId="60937CCF" w:rsidR="001F5B4D" w:rsidRPr="001F5B4D" w:rsidRDefault="001F5B4D" w:rsidP="001F5B4D">
            <w:r w:rsidRPr="001F5B4D">
              <w:t>Species maximum length is 76, which is lower than the lowest risk value (100cm).</w:t>
            </w:r>
          </w:p>
        </w:tc>
        <w:tc>
          <w:tcPr>
            <w:tcW w:w="851" w:type="dxa"/>
          </w:tcPr>
          <w:p w14:paraId="45592D4C" w14:textId="15280AD0" w:rsidR="001F5B4D" w:rsidRPr="001F5B4D" w:rsidRDefault="001F5B4D" w:rsidP="001F5B4D">
            <w:r w:rsidRPr="001F5B4D">
              <w:t>1</w:t>
            </w:r>
          </w:p>
        </w:tc>
      </w:tr>
      <w:tr w:rsidR="001F5B4D" w:rsidRPr="001F5B4D" w14:paraId="0475AD21" w14:textId="77777777" w:rsidTr="001F5B4D">
        <w:tblPrEx>
          <w:tblCellMar>
            <w:top w:w="0" w:type="dxa"/>
            <w:bottom w:w="0" w:type="dxa"/>
          </w:tblCellMar>
        </w:tblPrEx>
        <w:trPr>
          <w:cantSplit/>
        </w:trPr>
        <w:tc>
          <w:tcPr>
            <w:tcW w:w="2551" w:type="dxa"/>
            <w:shd w:val="clear" w:color="auto" w:fill="998877"/>
          </w:tcPr>
          <w:p w14:paraId="698ABC30" w14:textId="3C337979" w:rsidR="001F5B4D" w:rsidRPr="001F5B4D" w:rsidRDefault="001F5B4D" w:rsidP="001F5B4D">
            <w:r w:rsidRPr="001F5B4D">
              <w:t>Average size at maturity</w:t>
            </w:r>
          </w:p>
        </w:tc>
        <w:tc>
          <w:tcPr>
            <w:tcW w:w="4536" w:type="dxa"/>
            <w:gridSpan w:val="2"/>
          </w:tcPr>
          <w:p w14:paraId="0A626345" w14:textId="1DC7DB5E" w:rsidR="001F5B4D" w:rsidRPr="001F5B4D" w:rsidRDefault="001F5B4D" w:rsidP="001F5B4D">
            <w:r w:rsidRPr="001F5B4D">
              <w:t>Species maximum length is 76cm, which is in the length at maturity medium risk range (40-200cm).</w:t>
            </w:r>
          </w:p>
        </w:tc>
        <w:tc>
          <w:tcPr>
            <w:tcW w:w="851" w:type="dxa"/>
          </w:tcPr>
          <w:p w14:paraId="7B86FBC5" w14:textId="173778C5" w:rsidR="001F5B4D" w:rsidRPr="001F5B4D" w:rsidRDefault="001F5B4D" w:rsidP="001F5B4D">
            <w:r w:rsidRPr="001F5B4D">
              <w:t>2</w:t>
            </w:r>
          </w:p>
        </w:tc>
      </w:tr>
      <w:tr w:rsidR="001F5B4D" w:rsidRPr="001F5B4D" w14:paraId="727EA718" w14:textId="77777777" w:rsidTr="001F5B4D">
        <w:tblPrEx>
          <w:tblCellMar>
            <w:top w:w="0" w:type="dxa"/>
            <w:bottom w:w="0" w:type="dxa"/>
          </w:tblCellMar>
        </w:tblPrEx>
        <w:trPr>
          <w:cantSplit/>
        </w:trPr>
        <w:tc>
          <w:tcPr>
            <w:tcW w:w="2551" w:type="dxa"/>
            <w:shd w:val="clear" w:color="auto" w:fill="998877"/>
          </w:tcPr>
          <w:p w14:paraId="317F8881" w14:textId="4620EC51" w:rsidR="001F5B4D" w:rsidRPr="001F5B4D" w:rsidRDefault="001F5B4D" w:rsidP="001F5B4D">
            <w:r w:rsidRPr="001F5B4D">
              <w:t>Reproductive strategy</w:t>
            </w:r>
          </w:p>
        </w:tc>
        <w:tc>
          <w:tcPr>
            <w:tcW w:w="4536" w:type="dxa"/>
            <w:gridSpan w:val="2"/>
          </w:tcPr>
          <w:p w14:paraId="04A49B94" w14:textId="7816B597" w:rsidR="001F5B4D" w:rsidRPr="001F5B4D" w:rsidRDefault="001F5B4D" w:rsidP="001F5B4D">
            <w:r w:rsidRPr="001F5B4D">
              <w:t>There is no information, but fish are not live bearers.</w:t>
            </w:r>
          </w:p>
        </w:tc>
        <w:tc>
          <w:tcPr>
            <w:tcW w:w="851" w:type="dxa"/>
          </w:tcPr>
          <w:p w14:paraId="39F120A8" w14:textId="1A415DB7" w:rsidR="001F5B4D" w:rsidRPr="001F5B4D" w:rsidRDefault="001F5B4D" w:rsidP="001F5B4D">
            <w:r w:rsidRPr="001F5B4D">
              <w:t>2</w:t>
            </w:r>
          </w:p>
        </w:tc>
      </w:tr>
      <w:tr w:rsidR="001F5B4D" w:rsidRPr="001F5B4D" w14:paraId="446A13A0" w14:textId="77777777" w:rsidTr="001F5B4D">
        <w:tblPrEx>
          <w:tblCellMar>
            <w:top w:w="0" w:type="dxa"/>
            <w:bottom w:w="0" w:type="dxa"/>
          </w:tblCellMar>
        </w:tblPrEx>
        <w:trPr>
          <w:cantSplit/>
        </w:trPr>
        <w:tc>
          <w:tcPr>
            <w:tcW w:w="2551" w:type="dxa"/>
            <w:shd w:val="clear" w:color="auto" w:fill="998877"/>
          </w:tcPr>
          <w:p w14:paraId="7FDD2A4B" w14:textId="58B4F2B2" w:rsidR="001F5B4D" w:rsidRPr="001F5B4D" w:rsidRDefault="001F5B4D" w:rsidP="001F5B4D">
            <w:r w:rsidRPr="001F5B4D">
              <w:t>Trophic level</w:t>
            </w:r>
          </w:p>
        </w:tc>
        <w:tc>
          <w:tcPr>
            <w:tcW w:w="4536" w:type="dxa"/>
            <w:gridSpan w:val="2"/>
            <w:tcBorders>
              <w:bottom w:val="single" w:sz="4" w:space="0" w:color="auto"/>
            </w:tcBorders>
          </w:tcPr>
          <w:p w14:paraId="62AC72B5" w14:textId="30CF7FDD" w:rsidR="001F5B4D" w:rsidRPr="001F5B4D" w:rsidRDefault="001F5B4D" w:rsidP="001F5B4D">
            <w:r w:rsidRPr="001F5B4D">
              <w:t>Species trophic level is 3.8, which is higher than the highest risk value (3.25).</w:t>
            </w:r>
          </w:p>
        </w:tc>
        <w:tc>
          <w:tcPr>
            <w:tcW w:w="851" w:type="dxa"/>
          </w:tcPr>
          <w:p w14:paraId="0CB98683" w14:textId="23691C06" w:rsidR="001F5B4D" w:rsidRPr="001F5B4D" w:rsidRDefault="001F5B4D" w:rsidP="001F5B4D">
            <w:r w:rsidRPr="001F5B4D">
              <w:t>3</w:t>
            </w:r>
          </w:p>
        </w:tc>
      </w:tr>
      <w:tr w:rsidR="001F5B4D" w:rsidRPr="001F5B4D" w14:paraId="5D969320"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347FB845" w14:textId="77777777" w:rsidR="001F5B4D" w:rsidRPr="001F5B4D" w:rsidRDefault="001F5B4D" w:rsidP="001F5B4D"/>
        </w:tc>
        <w:tc>
          <w:tcPr>
            <w:tcW w:w="4536" w:type="dxa"/>
            <w:gridSpan w:val="2"/>
            <w:tcBorders>
              <w:bottom w:val="single" w:sz="4" w:space="0" w:color="auto"/>
            </w:tcBorders>
            <w:shd w:val="clear" w:color="auto" w:fill="998877"/>
          </w:tcPr>
          <w:p w14:paraId="22CCEC0F" w14:textId="1264EABF" w:rsidR="001F5B4D" w:rsidRPr="001F5B4D" w:rsidRDefault="001F5B4D" w:rsidP="001F5B4D">
            <w:r w:rsidRPr="001F5B4D">
              <w:t>Productivity score</w:t>
            </w:r>
          </w:p>
        </w:tc>
        <w:tc>
          <w:tcPr>
            <w:tcW w:w="851" w:type="dxa"/>
            <w:tcBorders>
              <w:bottom w:val="single" w:sz="4" w:space="0" w:color="auto"/>
            </w:tcBorders>
          </w:tcPr>
          <w:p w14:paraId="2A88CFBF" w14:textId="448E6FB0" w:rsidR="001F5B4D" w:rsidRPr="001F5B4D" w:rsidRDefault="001F5B4D" w:rsidP="001F5B4D">
            <w:r w:rsidRPr="001F5B4D">
              <w:t>1.86</w:t>
            </w:r>
          </w:p>
        </w:tc>
      </w:tr>
      <w:tr w:rsidR="001F5B4D" w:rsidRPr="001F5B4D" w14:paraId="0F6E2B2E" w14:textId="77777777" w:rsidTr="002063B8">
        <w:tblPrEx>
          <w:tblCellMar>
            <w:top w:w="0" w:type="dxa"/>
            <w:bottom w:w="0" w:type="dxa"/>
          </w:tblCellMar>
        </w:tblPrEx>
        <w:trPr>
          <w:cantSplit/>
        </w:trPr>
        <w:tc>
          <w:tcPr>
            <w:tcW w:w="7938" w:type="dxa"/>
            <w:gridSpan w:val="4"/>
            <w:shd w:val="clear" w:color="auto" w:fill="998877"/>
          </w:tcPr>
          <w:p w14:paraId="3B9CF4F5" w14:textId="65AA621B" w:rsidR="001F5B4D" w:rsidRPr="001F5B4D" w:rsidRDefault="001F5B4D" w:rsidP="001F5B4D">
            <w:pPr>
              <w:rPr>
                <w:b/>
              </w:rPr>
            </w:pPr>
            <w:r w:rsidRPr="001F5B4D">
              <w:rPr>
                <w:b/>
              </w:rPr>
              <w:t>Susceptibility</w:t>
            </w:r>
          </w:p>
        </w:tc>
      </w:tr>
      <w:tr w:rsidR="001F5B4D" w:rsidRPr="001F5B4D" w14:paraId="0083D472" w14:textId="77777777" w:rsidTr="001F5B4D">
        <w:tblPrEx>
          <w:tblCellMar>
            <w:top w:w="0" w:type="dxa"/>
            <w:bottom w:w="0" w:type="dxa"/>
          </w:tblCellMar>
        </w:tblPrEx>
        <w:trPr>
          <w:cantSplit/>
        </w:trPr>
        <w:tc>
          <w:tcPr>
            <w:tcW w:w="2551" w:type="dxa"/>
            <w:shd w:val="clear" w:color="auto" w:fill="998877"/>
          </w:tcPr>
          <w:p w14:paraId="107B44D4" w14:textId="5482991F" w:rsidR="001F5B4D" w:rsidRPr="001F5B4D" w:rsidRDefault="001F5B4D" w:rsidP="001F5B4D">
            <w:r w:rsidRPr="001F5B4D">
              <w:t>Areal overlap (availability)</w:t>
            </w:r>
          </w:p>
        </w:tc>
        <w:tc>
          <w:tcPr>
            <w:tcW w:w="4536" w:type="dxa"/>
            <w:gridSpan w:val="2"/>
          </w:tcPr>
          <w:p w14:paraId="640C2692" w14:textId="31392902" w:rsidR="001F5B4D" w:rsidRPr="001F5B4D" w:rsidRDefault="001F5B4D" w:rsidP="001F5B4D">
            <w:r w:rsidRPr="001F5B4D">
              <w:t>Worldwide juvenile pelagic distribution</w:t>
            </w:r>
          </w:p>
        </w:tc>
        <w:tc>
          <w:tcPr>
            <w:tcW w:w="851" w:type="dxa"/>
          </w:tcPr>
          <w:p w14:paraId="413099AA" w14:textId="78E6F708" w:rsidR="001F5B4D" w:rsidRPr="001F5B4D" w:rsidRDefault="001F5B4D" w:rsidP="001F5B4D">
            <w:r w:rsidRPr="001F5B4D">
              <w:t>3</w:t>
            </w:r>
          </w:p>
        </w:tc>
      </w:tr>
      <w:tr w:rsidR="001F5B4D" w:rsidRPr="001F5B4D" w14:paraId="60F0408F" w14:textId="77777777" w:rsidTr="001F5B4D">
        <w:tblPrEx>
          <w:tblCellMar>
            <w:top w:w="0" w:type="dxa"/>
            <w:bottom w:w="0" w:type="dxa"/>
          </w:tblCellMar>
        </w:tblPrEx>
        <w:trPr>
          <w:cantSplit/>
        </w:trPr>
        <w:tc>
          <w:tcPr>
            <w:tcW w:w="2551" w:type="dxa"/>
            <w:shd w:val="clear" w:color="auto" w:fill="998877"/>
          </w:tcPr>
          <w:p w14:paraId="5C79CA0B" w14:textId="4F9FEEC8" w:rsidR="001F5B4D" w:rsidRPr="001F5B4D" w:rsidRDefault="001F5B4D" w:rsidP="001F5B4D">
            <w:r w:rsidRPr="001F5B4D">
              <w:t>Encounterability</w:t>
            </w:r>
          </w:p>
        </w:tc>
        <w:tc>
          <w:tcPr>
            <w:tcW w:w="4536" w:type="dxa"/>
            <w:gridSpan w:val="2"/>
          </w:tcPr>
          <w:p w14:paraId="4748DD6A" w14:textId="459858AE" w:rsidR="001F5B4D" w:rsidRPr="001F5B4D" w:rsidRDefault="001F5B4D" w:rsidP="001F5B4D">
            <w:r w:rsidRPr="001F5B4D">
              <w:t>The depth range of the species is 1-80m. For surface gears, the vertical overlap index with this species is 100.00%.</w:t>
            </w:r>
          </w:p>
        </w:tc>
        <w:tc>
          <w:tcPr>
            <w:tcW w:w="851" w:type="dxa"/>
          </w:tcPr>
          <w:p w14:paraId="51631382" w14:textId="008EE5E1" w:rsidR="001F5B4D" w:rsidRPr="001F5B4D" w:rsidRDefault="001F5B4D" w:rsidP="001F5B4D">
            <w:r w:rsidRPr="001F5B4D">
              <w:t>3</w:t>
            </w:r>
          </w:p>
        </w:tc>
      </w:tr>
      <w:tr w:rsidR="001F5B4D" w:rsidRPr="001F5B4D" w14:paraId="1CF58997" w14:textId="77777777" w:rsidTr="001F5B4D">
        <w:tblPrEx>
          <w:tblCellMar>
            <w:top w:w="0" w:type="dxa"/>
            <w:bottom w:w="0" w:type="dxa"/>
          </w:tblCellMar>
        </w:tblPrEx>
        <w:trPr>
          <w:cantSplit/>
        </w:trPr>
        <w:tc>
          <w:tcPr>
            <w:tcW w:w="2551" w:type="dxa"/>
            <w:shd w:val="clear" w:color="auto" w:fill="998877"/>
          </w:tcPr>
          <w:p w14:paraId="7BE9A216" w14:textId="051593FA" w:rsidR="001F5B4D" w:rsidRPr="001F5B4D" w:rsidRDefault="001F5B4D" w:rsidP="001F5B4D">
            <w:r w:rsidRPr="001F5B4D">
              <w:t>Selectivity</w:t>
            </w:r>
          </w:p>
        </w:tc>
        <w:tc>
          <w:tcPr>
            <w:tcW w:w="4536" w:type="dxa"/>
            <w:gridSpan w:val="2"/>
          </w:tcPr>
          <w:p w14:paraId="4CFC14A9" w14:textId="27DA89E2" w:rsidR="001F5B4D" w:rsidRPr="001F5B4D" w:rsidRDefault="001F5B4D" w:rsidP="001F5B4D">
            <w:r w:rsidRPr="001F5B4D">
              <w:t>The maximum length of the species is 76.2cm. For tropical surface fisheries, the length overlap index with this species is 69.27%.</w:t>
            </w:r>
          </w:p>
        </w:tc>
        <w:tc>
          <w:tcPr>
            <w:tcW w:w="851" w:type="dxa"/>
          </w:tcPr>
          <w:p w14:paraId="7DB17C2B" w14:textId="05E85A96" w:rsidR="001F5B4D" w:rsidRPr="001F5B4D" w:rsidRDefault="001F5B4D" w:rsidP="001F5B4D">
            <w:r w:rsidRPr="001F5B4D">
              <w:t>3</w:t>
            </w:r>
          </w:p>
        </w:tc>
      </w:tr>
      <w:tr w:rsidR="001F5B4D" w:rsidRPr="001F5B4D" w14:paraId="06E401F8" w14:textId="77777777" w:rsidTr="001F5B4D">
        <w:tblPrEx>
          <w:tblCellMar>
            <w:top w:w="0" w:type="dxa"/>
            <w:bottom w:w="0" w:type="dxa"/>
          </w:tblCellMar>
        </w:tblPrEx>
        <w:trPr>
          <w:cantSplit/>
        </w:trPr>
        <w:tc>
          <w:tcPr>
            <w:tcW w:w="2551" w:type="dxa"/>
            <w:shd w:val="clear" w:color="auto" w:fill="998877"/>
          </w:tcPr>
          <w:p w14:paraId="12AC2506" w14:textId="3DE7D883" w:rsidR="001F5B4D" w:rsidRPr="001F5B4D" w:rsidRDefault="001F5B4D" w:rsidP="001F5B4D">
            <w:r w:rsidRPr="001F5B4D">
              <w:t>Post capture mortality</w:t>
            </w:r>
          </w:p>
        </w:tc>
        <w:tc>
          <w:tcPr>
            <w:tcW w:w="4536" w:type="dxa"/>
            <w:gridSpan w:val="2"/>
            <w:tcBorders>
              <w:bottom w:val="single" w:sz="4" w:space="0" w:color="auto"/>
            </w:tcBorders>
          </w:tcPr>
          <w:p w14:paraId="71150F60" w14:textId="0269FBA3" w:rsidR="001F5B4D" w:rsidRPr="001F5B4D" w:rsidRDefault="001F5B4D" w:rsidP="001F5B4D">
            <w:r w:rsidRPr="001F5B4D">
              <w:t>No direct evidence of survival after capture.</w:t>
            </w:r>
          </w:p>
        </w:tc>
        <w:tc>
          <w:tcPr>
            <w:tcW w:w="851" w:type="dxa"/>
          </w:tcPr>
          <w:p w14:paraId="4FFBB88E" w14:textId="36E75683" w:rsidR="001F5B4D" w:rsidRPr="001F5B4D" w:rsidRDefault="001F5B4D" w:rsidP="001F5B4D">
            <w:r w:rsidRPr="001F5B4D">
              <w:t>3</w:t>
            </w:r>
          </w:p>
        </w:tc>
      </w:tr>
      <w:tr w:rsidR="001F5B4D" w:rsidRPr="001F5B4D" w14:paraId="099093A0" w14:textId="77777777" w:rsidTr="001F5B4D">
        <w:tblPrEx>
          <w:tblCellMar>
            <w:top w:w="0" w:type="dxa"/>
            <w:bottom w:w="0" w:type="dxa"/>
          </w:tblCellMar>
        </w:tblPrEx>
        <w:trPr>
          <w:cantSplit/>
        </w:trPr>
        <w:tc>
          <w:tcPr>
            <w:tcW w:w="2551" w:type="dxa"/>
            <w:shd w:val="clear" w:color="auto" w:fill="998877"/>
          </w:tcPr>
          <w:p w14:paraId="742C4D86" w14:textId="77777777" w:rsidR="001F5B4D" w:rsidRPr="001F5B4D" w:rsidRDefault="001F5B4D" w:rsidP="001F5B4D"/>
        </w:tc>
        <w:tc>
          <w:tcPr>
            <w:tcW w:w="4536" w:type="dxa"/>
            <w:gridSpan w:val="2"/>
            <w:tcBorders>
              <w:bottom w:val="single" w:sz="4" w:space="0" w:color="auto"/>
            </w:tcBorders>
            <w:shd w:val="clear" w:color="auto" w:fill="998877"/>
          </w:tcPr>
          <w:p w14:paraId="62A703FD" w14:textId="63EE9F34" w:rsidR="001F5B4D" w:rsidRPr="001F5B4D" w:rsidRDefault="001F5B4D" w:rsidP="001F5B4D">
            <w:r w:rsidRPr="001F5B4D">
              <w:t>Susceptibility score</w:t>
            </w:r>
          </w:p>
        </w:tc>
        <w:tc>
          <w:tcPr>
            <w:tcW w:w="851" w:type="dxa"/>
          </w:tcPr>
          <w:p w14:paraId="3C50F9EB" w14:textId="545E86E6" w:rsidR="001F5B4D" w:rsidRPr="001F5B4D" w:rsidRDefault="001F5B4D" w:rsidP="001F5B4D">
            <w:r w:rsidRPr="001F5B4D">
              <w:t>3.00</w:t>
            </w:r>
          </w:p>
        </w:tc>
      </w:tr>
      <w:tr w:rsidR="001F5B4D" w:rsidRPr="001F5B4D" w14:paraId="298831D6" w14:textId="77777777" w:rsidTr="001F5B4D">
        <w:tblPrEx>
          <w:tblCellMar>
            <w:top w:w="0" w:type="dxa"/>
            <w:bottom w:w="0" w:type="dxa"/>
          </w:tblCellMar>
        </w:tblPrEx>
        <w:trPr>
          <w:cantSplit/>
        </w:trPr>
        <w:tc>
          <w:tcPr>
            <w:tcW w:w="2551" w:type="dxa"/>
            <w:shd w:val="clear" w:color="auto" w:fill="998877"/>
          </w:tcPr>
          <w:p w14:paraId="0A7C2025" w14:textId="77777777" w:rsidR="001F5B4D" w:rsidRPr="001F5B4D" w:rsidRDefault="001F5B4D" w:rsidP="001F5B4D"/>
        </w:tc>
        <w:tc>
          <w:tcPr>
            <w:tcW w:w="4536" w:type="dxa"/>
            <w:gridSpan w:val="2"/>
            <w:shd w:val="clear" w:color="auto" w:fill="998877"/>
          </w:tcPr>
          <w:p w14:paraId="56E9D5B3" w14:textId="496A0CCE" w:rsidR="001F5B4D" w:rsidRPr="001F5B4D" w:rsidRDefault="001F5B4D" w:rsidP="001F5B4D">
            <w:r w:rsidRPr="001F5B4D">
              <w:t>Vulnerability score</w:t>
            </w:r>
          </w:p>
        </w:tc>
        <w:tc>
          <w:tcPr>
            <w:tcW w:w="851" w:type="dxa"/>
          </w:tcPr>
          <w:p w14:paraId="63B81EF3" w14:textId="047A2038" w:rsidR="001F5B4D" w:rsidRPr="001F5B4D" w:rsidRDefault="001F5B4D" w:rsidP="001F5B4D">
            <w:r w:rsidRPr="001F5B4D">
              <w:t>3.53</w:t>
            </w:r>
          </w:p>
        </w:tc>
      </w:tr>
    </w:tbl>
    <w:p w14:paraId="0379CCA8" w14:textId="5C32AE9A"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2D62733"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7" w:name="T_GES" w:colFirst="0" w:colLast="0"/>
          <w:p w14:paraId="7CC82A22" w14:textId="61541CDD" w:rsidR="001F5B4D" w:rsidRPr="001F5B4D" w:rsidRDefault="001F5B4D" w:rsidP="001F5B4D">
            <w:pPr>
              <w:rPr>
                <w:b/>
              </w:rPr>
            </w:pPr>
            <w:r w:rsidRPr="001F5B4D">
              <w:rPr>
                <w:b/>
              </w:rPr>
              <w:fldChar w:fldCharType="begin"/>
            </w:r>
            <w:r w:rsidRPr="001F5B4D">
              <w:rPr>
                <w:b/>
              </w:rPr>
              <w:instrText xml:space="preserve"> HYPERLINK  \l "S_GES" \o "PSA Score" </w:instrText>
            </w:r>
            <w:r w:rsidRPr="001F5B4D">
              <w:rPr>
                <w:b/>
              </w:rPr>
            </w:r>
            <w:r w:rsidRPr="001F5B4D">
              <w:rPr>
                <w:b/>
              </w:rPr>
              <w:fldChar w:fldCharType="separate"/>
            </w:r>
            <w:r w:rsidRPr="001F5B4D">
              <w:rPr>
                <w:rStyle w:val="Hyperlink"/>
                <w:b/>
              </w:rPr>
              <w:t>Snake mackerel</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1BF14AFA" w14:textId="32F4B36D" w:rsidR="001F5B4D" w:rsidRPr="001F5B4D" w:rsidRDefault="001F5B4D" w:rsidP="001F5B4D">
            <w:pPr>
              <w:rPr>
                <w:b/>
                <w:i/>
              </w:rPr>
            </w:pPr>
            <w:r w:rsidRPr="001F5B4D">
              <w:rPr>
                <w:b/>
                <w:i/>
              </w:rPr>
              <w:t xml:space="preserve">Gempylus serpens </w:t>
            </w:r>
          </w:p>
        </w:tc>
      </w:tr>
      <w:bookmarkEnd w:id="187"/>
      <w:tr w:rsidR="001F5B4D" w:rsidRPr="001F5B4D" w14:paraId="3B14F24A" w14:textId="77777777" w:rsidTr="00697422">
        <w:tblPrEx>
          <w:tblCellMar>
            <w:top w:w="0" w:type="dxa"/>
            <w:bottom w:w="0" w:type="dxa"/>
          </w:tblCellMar>
        </w:tblPrEx>
        <w:trPr>
          <w:cantSplit/>
        </w:trPr>
        <w:tc>
          <w:tcPr>
            <w:tcW w:w="7938" w:type="dxa"/>
            <w:gridSpan w:val="4"/>
            <w:shd w:val="clear" w:color="auto" w:fill="998877"/>
          </w:tcPr>
          <w:p w14:paraId="409F51E1" w14:textId="1B411CE7" w:rsidR="001F5B4D" w:rsidRPr="001F5B4D" w:rsidRDefault="001F5B4D" w:rsidP="001F5B4D">
            <w:pPr>
              <w:rPr>
                <w:b/>
              </w:rPr>
            </w:pPr>
            <w:r w:rsidRPr="001F5B4D">
              <w:rPr>
                <w:b/>
              </w:rPr>
              <w:t>Productivity</w:t>
            </w:r>
          </w:p>
        </w:tc>
      </w:tr>
      <w:tr w:rsidR="001F5B4D" w:rsidRPr="001F5B4D" w14:paraId="0C5BB904" w14:textId="77777777" w:rsidTr="001F5B4D">
        <w:tblPrEx>
          <w:tblCellMar>
            <w:top w:w="0" w:type="dxa"/>
            <w:bottom w:w="0" w:type="dxa"/>
          </w:tblCellMar>
        </w:tblPrEx>
        <w:trPr>
          <w:cantSplit/>
        </w:trPr>
        <w:tc>
          <w:tcPr>
            <w:tcW w:w="2551" w:type="dxa"/>
            <w:shd w:val="clear" w:color="auto" w:fill="998877"/>
          </w:tcPr>
          <w:p w14:paraId="2D9FDAA6" w14:textId="2BFE814B" w:rsidR="001F5B4D" w:rsidRPr="001F5B4D" w:rsidRDefault="001F5B4D" w:rsidP="001F5B4D">
            <w:r w:rsidRPr="001F5B4D">
              <w:t>Average age at maturity</w:t>
            </w:r>
          </w:p>
        </w:tc>
        <w:tc>
          <w:tcPr>
            <w:tcW w:w="4536" w:type="dxa"/>
            <w:gridSpan w:val="2"/>
          </w:tcPr>
          <w:p w14:paraId="6893DD02" w14:textId="5DB2D6A3" w:rsidR="001F5B4D" w:rsidRPr="001F5B4D" w:rsidRDefault="001F5B4D" w:rsidP="001F5B4D">
            <w:r w:rsidRPr="001F5B4D">
              <w:t>The score is based on the maximum risk score in the family Agonidae, which included 1 species.</w:t>
            </w:r>
          </w:p>
        </w:tc>
        <w:tc>
          <w:tcPr>
            <w:tcW w:w="851" w:type="dxa"/>
          </w:tcPr>
          <w:p w14:paraId="0B92733E" w14:textId="30E1147E" w:rsidR="001F5B4D" w:rsidRPr="001F5B4D" w:rsidRDefault="001F5B4D" w:rsidP="001F5B4D">
            <w:r w:rsidRPr="001F5B4D">
              <w:t>2</w:t>
            </w:r>
          </w:p>
        </w:tc>
      </w:tr>
      <w:tr w:rsidR="001F5B4D" w:rsidRPr="001F5B4D" w14:paraId="1EFC88A9" w14:textId="77777777" w:rsidTr="001F5B4D">
        <w:tblPrEx>
          <w:tblCellMar>
            <w:top w:w="0" w:type="dxa"/>
            <w:bottom w:w="0" w:type="dxa"/>
          </w:tblCellMar>
        </w:tblPrEx>
        <w:trPr>
          <w:cantSplit/>
        </w:trPr>
        <w:tc>
          <w:tcPr>
            <w:tcW w:w="2551" w:type="dxa"/>
            <w:shd w:val="clear" w:color="auto" w:fill="998877"/>
          </w:tcPr>
          <w:p w14:paraId="35D5775D" w14:textId="45DBE11E" w:rsidR="001F5B4D" w:rsidRPr="001F5B4D" w:rsidRDefault="001F5B4D" w:rsidP="001F5B4D">
            <w:r w:rsidRPr="001F5B4D">
              <w:t>Average max age</w:t>
            </w:r>
          </w:p>
        </w:tc>
        <w:tc>
          <w:tcPr>
            <w:tcW w:w="4536" w:type="dxa"/>
            <w:gridSpan w:val="2"/>
          </w:tcPr>
          <w:p w14:paraId="59510B5E" w14:textId="1F581058" w:rsidR="001F5B4D" w:rsidRPr="001F5B4D" w:rsidRDefault="001F5B4D" w:rsidP="001F5B4D">
            <w:r w:rsidRPr="001F5B4D">
              <w:t>The score is based on the maximum risk score in the family Gempylidae, which included 3 species.</w:t>
            </w:r>
          </w:p>
        </w:tc>
        <w:tc>
          <w:tcPr>
            <w:tcW w:w="851" w:type="dxa"/>
          </w:tcPr>
          <w:p w14:paraId="152DF429" w14:textId="1077CEA6" w:rsidR="001F5B4D" w:rsidRPr="001F5B4D" w:rsidRDefault="001F5B4D" w:rsidP="001F5B4D">
            <w:r w:rsidRPr="001F5B4D">
              <w:t>2</w:t>
            </w:r>
          </w:p>
        </w:tc>
      </w:tr>
      <w:tr w:rsidR="001F5B4D" w:rsidRPr="001F5B4D" w14:paraId="64EA09C5" w14:textId="77777777" w:rsidTr="001F5B4D">
        <w:tblPrEx>
          <w:tblCellMar>
            <w:top w:w="0" w:type="dxa"/>
            <w:bottom w:w="0" w:type="dxa"/>
          </w:tblCellMar>
        </w:tblPrEx>
        <w:trPr>
          <w:cantSplit/>
        </w:trPr>
        <w:tc>
          <w:tcPr>
            <w:tcW w:w="2551" w:type="dxa"/>
            <w:shd w:val="clear" w:color="auto" w:fill="998877"/>
          </w:tcPr>
          <w:p w14:paraId="591384F9" w14:textId="5F3F5F24" w:rsidR="001F5B4D" w:rsidRPr="001F5B4D" w:rsidRDefault="001F5B4D" w:rsidP="001F5B4D">
            <w:r w:rsidRPr="001F5B4D">
              <w:t>Fecundity</w:t>
            </w:r>
          </w:p>
        </w:tc>
        <w:tc>
          <w:tcPr>
            <w:tcW w:w="4536" w:type="dxa"/>
            <w:gridSpan w:val="2"/>
          </w:tcPr>
          <w:p w14:paraId="5CE12C88" w14:textId="1D31C1B2" w:rsidR="001F5B4D" w:rsidRPr="001F5B4D" w:rsidRDefault="001F5B4D" w:rsidP="001F5B4D">
            <w:r w:rsidRPr="001F5B4D">
              <w:t>Species fecundity is 650000 eggs/year, which is higher than the lowest risk value (20000).</w:t>
            </w:r>
          </w:p>
        </w:tc>
        <w:tc>
          <w:tcPr>
            <w:tcW w:w="851" w:type="dxa"/>
          </w:tcPr>
          <w:p w14:paraId="457642B6" w14:textId="18E0866F" w:rsidR="001F5B4D" w:rsidRPr="001F5B4D" w:rsidRDefault="001F5B4D" w:rsidP="001F5B4D">
            <w:r w:rsidRPr="001F5B4D">
              <w:t>1</w:t>
            </w:r>
          </w:p>
        </w:tc>
      </w:tr>
      <w:tr w:rsidR="001F5B4D" w:rsidRPr="001F5B4D" w14:paraId="4D4F6683" w14:textId="77777777" w:rsidTr="001F5B4D">
        <w:tblPrEx>
          <w:tblCellMar>
            <w:top w:w="0" w:type="dxa"/>
            <w:bottom w:w="0" w:type="dxa"/>
          </w:tblCellMar>
        </w:tblPrEx>
        <w:trPr>
          <w:cantSplit/>
        </w:trPr>
        <w:tc>
          <w:tcPr>
            <w:tcW w:w="2551" w:type="dxa"/>
            <w:shd w:val="clear" w:color="auto" w:fill="998877"/>
          </w:tcPr>
          <w:p w14:paraId="0185B99D" w14:textId="78920FB6" w:rsidR="001F5B4D" w:rsidRPr="001F5B4D" w:rsidRDefault="001F5B4D" w:rsidP="001F5B4D">
            <w:r w:rsidRPr="001F5B4D">
              <w:t>Average max size</w:t>
            </w:r>
          </w:p>
        </w:tc>
        <w:tc>
          <w:tcPr>
            <w:tcW w:w="4536" w:type="dxa"/>
            <w:gridSpan w:val="2"/>
          </w:tcPr>
          <w:p w14:paraId="022E76DC" w14:textId="1671AC96" w:rsidR="001F5B4D" w:rsidRPr="001F5B4D" w:rsidRDefault="001F5B4D" w:rsidP="001F5B4D">
            <w:r w:rsidRPr="001F5B4D">
              <w:t>Species maximum length is 100, which is in the medium risk range (100-300cm).</w:t>
            </w:r>
          </w:p>
        </w:tc>
        <w:tc>
          <w:tcPr>
            <w:tcW w:w="851" w:type="dxa"/>
          </w:tcPr>
          <w:p w14:paraId="4B927997" w14:textId="21F6A686" w:rsidR="001F5B4D" w:rsidRPr="001F5B4D" w:rsidRDefault="001F5B4D" w:rsidP="001F5B4D">
            <w:r w:rsidRPr="001F5B4D">
              <w:t>2</w:t>
            </w:r>
          </w:p>
        </w:tc>
      </w:tr>
      <w:tr w:rsidR="001F5B4D" w:rsidRPr="001F5B4D" w14:paraId="548FC7E9" w14:textId="77777777" w:rsidTr="001F5B4D">
        <w:tblPrEx>
          <w:tblCellMar>
            <w:top w:w="0" w:type="dxa"/>
            <w:bottom w:w="0" w:type="dxa"/>
          </w:tblCellMar>
        </w:tblPrEx>
        <w:trPr>
          <w:cantSplit/>
        </w:trPr>
        <w:tc>
          <w:tcPr>
            <w:tcW w:w="2551" w:type="dxa"/>
            <w:shd w:val="clear" w:color="auto" w:fill="998877"/>
          </w:tcPr>
          <w:p w14:paraId="7A1C9A36" w14:textId="0E5F26B8" w:rsidR="001F5B4D" w:rsidRPr="001F5B4D" w:rsidRDefault="001F5B4D" w:rsidP="001F5B4D">
            <w:r w:rsidRPr="001F5B4D">
              <w:t>Average size at maturity</w:t>
            </w:r>
          </w:p>
        </w:tc>
        <w:tc>
          <w:tcPr>
            <w:tcW w:w="4536" w:type="dxa"/>
            <w:gridSpan w:val="2"/>
          </w:tcPr>
          <w:p w14:paraId="3654F5AA" w14:textId="735D119F" w:rsidR="001F5B4D" w:rsidRPr="001F5B4D" w:rsidRDefault="001F5B4D" w:rsidP="001F5B4D">
            <w:r w:rsidRPr="001F5B4D">
              <w:t>Species length at maturity is 50, which is in the medium risk range (40-200cm).</w:t>
            </w:r>
          </w:p>
        </w:tc>
        <w:tc>
          <w:tcPr>
            <w:tcW w:w="851" w:type="dxa"/>
          </w:tcPr>
          <w:p w14:paraId="746151E6" w14:textId="5479E41E" w:rsidR="001F5B4D" w:rsidRPr="001F5B4D" w:rsidRDefault="001F5B4D" w:rsidP="001F5B4D">
            <w:r w:rsidRPr="001F5B4D">
              <w:t>2</w:t>
            </w:r>
          </w:p>
        </w:tc>
      </w:tr>
      <w:tr w:rsidR="001F5B4D" w:rsidRPr="001F5B4D" w14:paraId="46CCDA6C" w14:textId="77777777" w:rsidTr="001F5B4D">
        <w:tblPrEx>
          <w:tblCellMar>
            <w:top w:w="0" w:type="dxa"/>
            <w:bottom w:w="0" w:type="dxa"/>
          </w:tblCellMar>
        </w:tblPrEx>
        <w:trPr>
          <w:cantSplit/>
        </w:trPr>
        <w:tc>
          <w:tcPr>
            <w:tcW w:w="2551" w:type="dxa"/>
            <w:shd w:val="clear" w:color="auto" w:fill="998877"/>
          </w:tcPr>
          <w:p w14:paraId="2AF50A17" w14:textId="63312757" w:rsidR="001F5B4D" w:rsidRPr="001F5B4D" w:rsidRDefault="001F5B4D" w:rsidP="001F5B4D">
            <w:r w:rsidRPr="001F5B4D">
              <w:t>Reproductive strategy</w:t>
            </w:r>
          </w:p>
        </w:tc>
        <w:tc>
          <w:tcPr>
            <w:tcW w:w="4536" w:type="dxa"/>
            <w:gridSpan w:val="2"/>
          </w:tcPr>
          <w:p w14:paraId="1590E308" w14:textId="6FBF29A4" w:rsidR="001F5B4D" w:rsidRPr="001F5B4D" w:rsidRDefault="001F5B4D" w:rsidP="001F5B4D">
            <w:r w:rsidRPr="001F5B4D">
              <w:t>Species reproductive strategy is broadcast spawner, which is low risk.</w:t>
            </w:r>
          </w:p>
        </w:tc>
        <w:tc>
          <w:tcPr>
            <w:tcW w:w="851" w:type="dxa"/>
          </w:tcPr>
          <w:p w14:paraId="7262791A" w14:textId="13AD6E25" w:rsidR="001F5B4D" w:rsidRPr="001F5B4D" w:rsidRDefault="001F5B4D" w:rsidP="001F5B4D">
            <w:r w:rsidRPr="001F5B4D">
              <w:t>1</w:t>
            </w:r>
          </w:p>
        </w:tc>
      </w:tr>
      <w:tr w:rsidR="001F5B4D" w:rsidRPr="001F5B4D" w14:paraId="7D69141C" w14:textId="77777777" w:rsidTr="001F5B4D">
        <w:tblPrEx>
          <w:tblCellMar>
            <w:top w:w="0" w:type="dxa"/>
            <w:bottom w:w="0" w:type="dxa"/>
          </w:tblCellMar>
        </w:tblPrEx>
        <w:trPr>
          <w:cantSplit/>
        </w:trPr>
        <w:tc>
          <w:tcPr>
            <w:tcW w:w="2551" w:type="dxa"/>
            <w:shd w:val="clear" w:color="auto" w:fill="998877"/>
          </w:tcPr>
          <w:p w14:paraId="3BE4445D" w14:textId="7F6734C4" w:rsidR="001F5B4D" w:rsidRPr="001F5B4D" w:rsidRDefault="001F5B4D" w:rsidP="001F5B4D">
            <w:r w:rsidRPr="001F5B4D">
              <w:t>Trophic level</w:t>
            </w:r>
          </w:p>
        </w:tc>
        <w:tc>
          <w:tcPr>
            <w:tcW w:w="4536" w:type="dxa"/>
            <w:gridSpan w:val="2"/>
            <w:tcBorders>
              <w:bottom w:val="single" w:sz="4" w:space="0" w:color="auto"/>
            </w:tcBorders>
          </w:tcPr>
          <w:p w14:paraId="3F1F898A" w14:textId="35602D4D" w:rsidR="001F5B4D" w:rsidRPr="001F5B4D" w:rsidRDefault="001F5B4D" w:rsidP="001F5B4D">
            <w:r w:rsidRPr="001F5B4D">
              <w:t>Species trophic level is 4.4, which is higher than the highest risk value (3.25).</w:t>
            </w:r>
          </w:p>
        </w:tc>
        <w:tc>
          <w:tcPr>
            <w:tcW w:w="851" w:type="dxa"/>
          </w:tcPr>
          <w:p w14:paraId="37EC403C" w14:textId="45B6C49B" w:rsidR="001F5B4D" w:rsidRPr="001F5B4D" w:rsidRDefault="001F5B4D" w:rsidP="001F5B4D">
            <w:r w:rsidRPr="001F5B4D">
              <w:t>3</w:t>
            </w:r>
          </w:p>
        </w:tc>
      </w:tr>
      <w:tr w:rsidR="001F5B4D" w:rsidRPr="001F5B4D" w14:paraId="10420F79"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3357FF7" w14:textId="77777777" w:rsidR="001F5B4D" w:rsidRPr="001F5B4D" w:rsidRDefault="001F5B4D" w:rsidP="001F5B4D"/>
        </w:tc>
        <w:tc>
          <w:tcPr>
            <w:tcW w:w="4536" w:type="dxa"/>
            <w:gridSpan w:val="2"/>
            <w:tcBorders>
              <w:bottom w:val="single" w:sz="4" w:space="0" w:color="auto"/>
            </w:tcBorders>
            <w:shd w:val="clear" w:color="auto" w:fill="998877"/>
          </w:tcPr>
          <w:p w14:paraId="767B0211" w14:textId="0FA13BCA" w:rsidR="001F5B4D" w:rsidRPr="001F5B4D" w:rsidRDefault="001F5B4D" w:rsidP="001F5B4D">
            <w:r w:rsidRPr="001F5B4D">
              <w:t>Productivity score</w:t>
            </w:r>
          </w:p>
        </w:tc>
        <w:tc>
          <w:tcPr>
            <w:tcW w:w="851" w:type="dxa"/>
            <w:tcBorders>
              <w:bottom w:val="single" w:sz="4" w:space="0" w:color="auto"/>
            </w:tcBorders>
          </w:tcPr>
          <w:p w14:paraId="680B301F" w14:textId="377F60D1" w:rsidR="001F5B4D" w:rsidRPr="001F5B4D" w:rsidRDefault="001F5B4D" w:rsidP="001F5B4D">
            <w:r w:rsidRPr="001F5B4D">
              <w:t>1.86</w:t>
            </w:r>
          </w:p>
        </w:tc>
      </w:tr>
      <w:tr w:rsidR="001F5B4D" w:rsidRPr="001F5B4D" w14:paraId="7D076854" w14:textId="77777777" w:rsidTr="001C4C91">
        <w:tblPrEx>
          <w:tblCellMar>
            <w:top w:w="0" w:type="dxa"/>
            <w:bottom w:w="0" w:type="dxa"/>
          </w:tblCellMar>
        </w:tblPrEx>
        <w:trPr>
          <w:cantSplit/>
        </w:trPr>
        <w:tc>
          <w:tcPr>
            <w:tcW w:w="7938" w:type="dxa"/>
            <w:gridSpan w:val="4"/>
            <w:shd w:val="clear" w:color="auto" w:fill="998877"/>
          </w:tcPr>
          <w:p w14:paraId="05788EB5" w14:textId="2C901A79" w:rsidR="001F5B4D" w:rsidRPr="001F5B4D" w:rsidRDefault="001F5B4D" w:rsidP="001F5B4D">
            <w:pPr>
              <w:rPr>
                <w:b/>
              </w:rPr>
            </w:pPr>
            <w:r w:rsidRPr="001F5B4D">
              <w:rPr>
                <w:b/>
              </w:rPr>
              <w:t>Susceptibility</w:t>
            </w:r>
          </w:p>
        </w:tc>
      </w:tr>
      <w:tr w:rsidR="001F5B4D" w:rsidRPr="001F5B4D" w14:paraId="089AB05F" w14:textId="77777777" w:rsidTr="001F5B4D">
        <w:tblPrEx>
          <w:tblCellMar>
            <w:top w:w="0" w:type="dxa"/>
            <w:bottom w:w="0" w:type="dxa"/>
          </w:tblCellMar>
        </w:tblPrEx>
        <w:trPr>
          <w:cantSplit/>
        </w:trPr>
        <w:tc>
          <w:tcPr>
            <w:tcW w:w="2551" w:type="dxa"/>
            <w:shd w:val="clear" w:color="auto" w:fill="998877"/>
          </w:tcPr>
          <w:p w14:paraId="203A4FA9" w14:textId="2F545E36" w:rsidR="001F5B4D" w:rsidRPr="001F5B4D" w:rsidRDefault="001F5B4D" w:rsidP="001F5B4D">
            <w:r w:rsidRPr="001F5B4D">
              <w:lastRenderedPageBreak/>
              <w:t>Areal overlap (availability)</w:t>
            </w:r>
          </w:p>
        </w:tc>
        <w:tc>
          <w:tcPr>
            <w:tcW w:w="4536" w:type="dxa"/>
            <w:gridSpan w:val="2"/>
          </w:tcPr>
          <w:p w14:paraId="780EC4A8" w14:textId="52AF17AE" w:rsidR="001F5B4D" w:rsidRPr="001F5B4D" w:rsidRDefault="001F5B4D" w:rsidP="001F5B4D">
            <w:r w:rsidRPr="001F5B4D">
              <w:t>Distribution worldwide in tropical and subtropical seas.</w:t>
            </w:r>
          </w:p>
        </w:tc>
        <w:tc>
          <w:tcPr>
            <w:tcW w:w="851" w:type="dxa"/>
          </w:tcPr>
          <w:p w14:paraId="699B5F0F" w14:textId="222C54CA" w:rsidR="001F5B4D" w:rsidRPr="001F5B4D" w:rsidRDefault="001F5B4D" w:rsidP="001F5B4D">
            <w:r w:rsidRPr="001F5B4D">
              <w:t>3</w:t>
            </w:r>
          </w:p>
        </w:tc>
      </w:tr>
      <w:tr w:rsidR="001F5B4D" w:rsidRPr="001F5B4D" w14:paraId="6A112400" w14:textId="77777777" w:rsidTr="001F5B4D">
        <w:tblPrEx>
          <w:tblCellMar>
            <w:top w:w="0" w:type="dxa"/>
            <w:bottom w:w="0" w:type="dxa"/>
          </w:tblCellMar>
        </w:tblPrEx>
        <w:trPr>
          <w:cantSplit/>
        </w:trPr>
        <w:tc>
          <w:tcPr>
            <w:tcW w:w="2551" w:type="dxa"/>
            <w:shd w:val="clear" w:color="auto" w:fill="998877"/>
          </w:tcPr>
          <w:p w14:paraId="316CF1E6" w14:textId="19BD9669" w:rsidR="001F5B4D" w:rsidRPr="001F5B4D" w:rsidRDefault="001F5B4D" w:rsidP="001F5B4D">
            <w:r w:rsidRPr="001F5B4D">
              <w:t>Encounterability</w:t>
            </w:r>
          </w:p>
        </w:tc>
        <w:tc>
          <w:tcPr>
            <w:tcW w:w="4536" w:type="dxa"/>
            <w:gridSpan w:val="2"/>
          </w:tcPr>
          <w:p w14:paraId="3B88BFAC" w14:textId="1940097F" w:rsidR="001F5B4D" w:rsidRPr="001F5B4D" w:rsidRDefault="001F5B4D" w:rsidP="001F5B4D">
            <w:r w:rsidRPr="001F5B4D">
              <w:t>The depth range of the species is 1-600m. For surface gears, the vertical overlap index with this species is 16.67%.</w:t>
            </w:r>
          </w:p>
        </w:tc>
        <w:tc>
          <w:tcPr>
            <w:tcW w:w="851" w:type="dxa"/>
          </w:tcPr>
          <w:p w14:paraId="082E0F64" w14:textId="48B90E53" w:rsidR="001F5B4D" w:rsidRPr="001F5B4D" w:rsidRDefault="001F5B4D" w:rsidP="001F5B4D">
            <w:r w:rsidRPr="001F5B4D">
              <w:t>2</w:t>
            </w:r>
          </w:p>
        </w:tc>
      </w:tr>
      <w:tr w:rsidR="001F5B4D" w:rsidRPr="001F5B4D" w14:paraId="182010C9" w14:textId="77777777" w:rsidTr="001F5B4D">
        <w:tblPrEx>
          <w:tblCellMar>
            <w:top w:w="0" w:type="dxa"/>
            <w:bottom w:w="0" w:type="dxa"/>
          </w:tblCellMar>
        </w:tblPrEx>
        <w:trPr>
          <w:cantSplit/>
        </w:trPr>
        <w:tc>
          <w:tcPr>
            <w:tcW w:w="2551" w:type="dxa"/>
            <w:shd w:val="clear" w:color="auto" w:fill="998877"/>
          </w:tcPr>
          <w:p w14:paraId="2E9F0871" w14:textId="7E676109" w:rsidR="001F5B4D" w:rsidRPr="001F5B4D" w:rsidRDefault="001F5B4D" w:rsidP="001F5B4D">
            <w:r w:rsidRPr="001F5B4D">
              <w:t>Selectivity</w:t>
            </w:r>
          </w:p>
        </w:tc>
        <w:tc>
          <w:tcPr>
            <w:tcW w:w="4536" w:type="dxa"/>
            <w:gridSpan w:val="2"/>
          </w:tcPr>
          <w:p w14:paraId="261394DE" w14:textId="5F02A322" w:rsidR="001F5B4D" w:rsidRPr="001F5B4D" w:rsidRDefault="001F5B4D" w:rsidP="001F5B4D">
            <w:r w:rsidRPr="001F5B4D">
              <w:t>The maximum length of the species is 100cm. For tropical surface fisheries, the length overlap index with this species is 90.91%.</w:t>
            </w:r>
          </w:p>
        </w:tc>
        <w:tc>
          <w:tcPr>
            <w:tcW w:w="851" w:type="dxa"/>
          </w:tcPr>
          <w:p w14:paraId="5842DCDE" w14:textId="03393BC7" w:rsidR="001F5B4D" w:rsidRPr="001F5B4D" w:rsidRDefault="001F5B4D" w:rsidP="001F5B4D">
            <w:r w:rsidRPr="001F5B4D">
              <w:t>3</w:t>
            </w:r>
          </w:p>
        </w:tc>
      </w:tr>
      <w:tr w:rsidR="001F5B4D" w:rsidRPr="001F5B4D" w14:paraId="299BD4BF" w14:textId="77777777" w:rsidTr="001F5B4D">
        <w:tblPrEx>
          <w:tblCellMar>
            <w:top w:w="0" w:type="dxa"/>
            <w:bottom w:w="0" w:type="dxa"/>
          </w:tblCellMar>
        </w:tblPrEx>
        <w:trPr>
          <w:cantSplit/>
        </w:trPr>
        <w:tc>
          <w:tcPr>
            <w:tcW w:w="2551" w:type="dxa"/>
            <w:shd w:val="clear" w:color="auto" w:fill="998877"/>
          </w:tcPr>
          <w:p w14:paraId="2130A439" w14:textId="45B6EE66" w:rsidR="001F5B4D" w:rsidRPr="001F5B4D" w:rsidRDefault="001F5B4D" w:rsidP="001F5B4D">
            <w:r w:rsidRPr="001F5B4D">
              <w:t>Post capture mortality</w:t>
            </w:r>
          </w:p>
        </w:tc>
        <w:tc>
          <w:tcPr>
            <w:tcW w:w="4536" w:type="dxa"/>
            <w:gridSpan w:val="2"/>
            <w:tcBorders>
              <w:bottom w:val="single" w:sz="4" w:space="0" w:color="auto"/>
            </w:tcBorders>
          </w:tcPr>
          <w:p w14:paraId="6218D0D5" w14:textId="15E4A63C" w:rsidR="001F5B4D" w:rsidRPr="001F5B4D" w:rsidRDefault="001F5B4D" w:rsidP="001F5B4D">
            <w:r w:rsidRPr="001F5B4D">
              <w:t>No direct evidence of survival after capture.</w:t>
            </w:r>
          </w:p>
        </w:tc>
        <w:tc>
          <w:tcPr>
            <w:tcW w:w="851" w:type="dxa"/>
          </w:tcPr>
          <w:p w14:paraId="6D106912" w14:textId="7FCA1AD8" w:rsidR="001F5B4D" w:rsidRPr="001F5B4D" w:rsidRDefault="001F5B4D" w:rsidP="001F5B4D">
            <w:r w:rsidRPr="001F5B4D">
              <w:t>3</w:t>
            </w:r>
          </w:p>
        </w:tc>
      </w:tr>
      <w:tr w:rsidR="001F5B4D" w:rsidRPr="001F5B4D" w14:paraId="6D478C42" w14:textId="77777777" w:rsidTr="001F5B4D">
        <w:tblPrEx>
          <w:tblCellMar>
            <w:top w:w="0" w:type="dxa"/>
            <w:bottom w:w="0" w:type="dxa"/>
          </w:tblCellMar>
        </w:tblPrEx>
        <w:trPr>
          <w:cantSplit/>
        </w:trPr>
        <w:tc>
          <w:tcPr>
            <w:tcW w:w="2551" w:type="dxa"/>
            <w:shd w:val="clear" w:color="auto" w:fill="998877"/>
          </w:tcPr>
          <w:p w14:paraId="5A3D6AF1" w14:textId="77777777" w:rsidR="001F5B4D" w:rsidRPr="001F5B4D" w:rsidRDefault="001F5B4D" w:rsidP="001F5B4D"/>
        </w:tc>
        <w:tc>
          <w:tcPr>
            <w:tcW w:w="4536" w:type="dxa"/>
            <w:gridSpan w:val="2"/>
            <w:tcBorders>
              <w:bottom w:val="single" w:sz="4" w:space="0" w:color="auto"/>
            </w:tcBorders>
            <w:shd w:val="clear" w:color="auto" w:fill="998877"/>
          </w:tcPr>
          <w:p w14:paraId="013C8B4D" w14:textId="0774C283" w:rsidR="001F5B4D" w:rsidRPr="001F5B4D" w:rsidRDefault="001F5B4D" w:rsidP="001F5B4D">
            <w:r w:rsidRPr="001F5B4D">
              <w:t>Susceptibility score</w:t>
            </w:r>
          </w:p>
        </w:tc>
        <w:tc>
          <w:tcPr>
            <w:tcW w:w="851" w:type="dxa"/>
          </w:tcPr>
          <w:p w14:paraId="0AB8C418" w14:textId="2556E0C0" w:rsidR="001F5B4D" w:rsidRPr="001F5B4D" w:rsidRDefault="001F5B4D" w:rsidP="001F5B4D">
            <w:r w:rsidRPr="001F5B4D">
              <w:t>2.33</w:t>
            </w:r>
          </w:p>
        </w:tc>
      </w:tr>
      <w:tr w:rsidR="001F5B4D" w:rsidRPr="001F5B4D" w14:paraId="765E1DC1" w14:textId="77777777" w:rsidTr="001F5B4D">
        <w:tblPrEx>
          <w:tblCellMar>
            <w:top w:w="0" w:type="dxa"/>
            <w:bottom w:w="0" w:type="dxa"/>
          </w:tblCellMar>
        </w:tblPrEx>
        <w:trPr>
          <w:cantSplit/>
        </w:trPr>
        <w:tc>
          <w:tcPr>
            <w:tcW w:w="2551" w:type="dxa"/>
            <w:shd w:val="clear" w:color="auto" w:fill="998877"/>
          </w:tcPr>
          <w:p w14:paraId="6CDCA683" w14:textId="77777777" w:rsidR="001F5B4D" w:rsidRPr="001F5B4D" w:rsidRDefault="001F5B4D" w:rsidP="001F5B4D"/>
        </w:tc>
        <w:tc>
          <w:tcPr>
            <w:tcW w:w="4536" w:type="dxa"/>
            <w:gridSpan w:val="2"/>
            <w:shd w:val="clear" w:color="auto" w:fill="998877"/>
          </w:tcPr>
          <w:p w14:paraId="67ECF2CA" w14:textId="10F8F254" w:rsidR="001F5B4D" w:rsidRPr="001F5B4D" w:rsidRDefault="001F5B4D" w:rsidP="001F5B4D">
            <w:r w:rsidRPr="001F5B4D">
              <w:t>Vulnerability score</w:t>
            </w:r>
          </w:p>
        </w:tc>
        <w:tc>
          <w:tcPr>
            <w:tcW w:w="851" w:type="dxa"/>
          </w:tcPr>
          <w:p w14:paraId="082B0B53" w14:textId="39754C6B" w:rsidR="001F5B4D" w:rsidRPr="001F5B4D" w:rsidRDefault="001F5B4D" w:rsidP="001F5B4D">
            <w:r w:rsidRPr="001F5B4D">
              <w:t>2.98</w:t>
            </w:r>
          </w:p>
        </w:tc>
      </w:tr>
    </w:tbl>
    <w:p w14:paraId="1F6134DF" w14:textId="64017EC8"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46146D43"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8" w:name="T_GBA" w:colFirst="0" w:colLast="0"/>
          <w:p w14:paraId="340A8492" w14:textId="43A68DCA" w:rsidR="001F5B4D" w:rsidRPr="001F5B4D" w:rsidRDefault="001F5B4D" w:rsidP="001F5B4D">
            <w:pPr>
              <w:rPr>
                <w:b/>
              </w:rPr>
            </w:pPr>
            <w:r w:rsidRPr="001F5B4D">
              <w:rPr>
                <w:b/>
              </w:rPr>
              <w:fldChar w:fldCharType="begin"/>
            </w:r>
            <w:r w:rsidRPr="001F5B4D">
              <w:rPr>
                <w:b/>
              </w:rPr>
              <w:instrText xml:space="preserve"> HYPERLINK  \l "S_GBA" \o "PSA Score" </w:instrText>
            </w:r>
            <w:r w:rsidRPr="001F5B4D">
              <w:rPr>
                <w:b/>
              </w:rPr>
            </w:r>
            <w:r w:rsidRPr="001F5B4D">
              <w:rPr>
                <w:b/>
              </w:rPr>
              <w:fldChar w:fldCharType="separate"/>
            </w:r>
            <w:r w:rsidRPr="001F5B4D">
              <w:rPr>
                <w:rStyle w:val="Hyperlink"/>
                <w:b/>
              </w:rPr>
              <w:t>Great barracuda</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461F9E9B" w14:textId="3629ECEF" w:rsidR="001F5B4D" w:rsidRPr="001F5B4D" w:rsidRDefault="001F5B4D" w:rsidP="001F5B4D">
            <w:pPr>
              <w:rPr>
                <w:b/>
                <w:i/>
              </w:rPr>
            </w:pPr>
            <w:r w:rsidRPr="001F5B4D">
              <w:rPr>
                <w:b/>
                <w:i/>
              </w:rPr>
              <w:t>Sphyraena barracuda</w:t>
            </w:r>
          </w:p>
        </w:tc>
      </w:tr>
      <w:bookmarkEnd w:id="188"/>
      <w:tr w:rsidR="001F5B4D" w:rsidRPr="001F5B4D" w14:paraId="07E09E42" w14:textId="77777777" w:rsidTr="00034B58">
        <w:tblPrEx>
          <w:tblCellMar>
            <w:top w:w="0" w:type="dxa"/>
            <w:bottom w:w="0" w:type="dxa"/>
          </w:tblCellMar>
        </w:tblPrEx>
        <w:trPr>
          <w:cantSplit/>
        </w:trPr>
        <w:tc>
          <w:tcPr>
            <w:tcW w:w="7938" w:type="dxa"/>
            <w:gridSpan w:val="4"/>
            <w:shd w:val="clear" w:color="auto" w:fill="998877"/>
          </w:tcPr>
          <w:p w14:paraId="720D6B77" w14:textId="35BB8210" w:rsidR="001F5B4D" w:rsidRPr="001F5B4D" w:rsidRDefault="001F5B4D" w:rsidP="001F5B4D">
            <w:pPr>
              <w:rPr>
                <w:b/>
              </w:rPr>
            </w:pPr>
            <w:r w:rsidRPr="001F5B4D">
              <w:rPr>
                <w:b/>
              </w:rPr>
              <w:t>Productivity</w:t>
            </w:r>
          </w:p>
        </w:tc>
      </w:tr>
      <w:tr w:rsidR="001F5B4D" w:rsidRPr="001F5B4D" w14:paraId="7E13914C" w14:textId="77777777" w:rsidTr="001F5B4D">
        <w:tblPrEx>
          <w:tblCellMar>
            <w:top w:w="0" w:type="dxa"/>
            <w:bottom w:w="0" w:type="dxa"/>
          </w:tblCellMar>
        </w:tblPrEx>
        <w:trPr>
          <w:cantSplit/>
        </w:trPr>
        <w:tc>
          <w:tcPr>
            <w:tcW w:w="2551" w:type="dxa"/>
            <w:shd w:val="clear" w:color="auto" w:fill="998877"/>
          </w:tcPr>
          <w:p w14:paraId="4F23FE5A" w14:textId="75797933" w:rsidR="001F5B4D" w:rsidRPr="001F5B4D" w:rsidRDefault="001F5B4D" w:rsidP="001F5B4D">
            <w:r w:rsidRPr="001F5B4D">
              <w:t>Average age at maturity</w:t>
            </w:r>
          </w:p>
        </w:tc>
        <w:tc>
          <w:tcPr>
            <w:tcW w:w="4536" w:type="dxa"/>
            <w:gridSpan w:val="2"/>
          </w:tcPr>
          <w:p w14:paraId="32E19B43" w14:textId="502B8E1D" w:rsidR="001F5B4D" w:rsidRPr="001F5B4D" w:rsidRDefault="001F5B4D" w:rsidP="001F5B4D">
            <w:r w:rsidRPr="001F5B4D">
              <w:t>Species growth rate (K) is 0.124, which is in the medium risk K range (0.061-0.183) for age at maturity.</w:t>
            </w:r>
          </w:p>
        </w:tc>
        <w:tc>
          <w:tcPr>
            <w:tcW w:w="851" w:type="dxa"/>
          </w:tcPr>
          <w:p w14:paraId="140E27A5" w14:textId="31F7E0A7" w:rsidR="001F5B4D" w:rsidRPr="001F5B4D" w:rsidRDefault="001F5B4D" w:rsidP="001F5B4D">
            <w:r w:rsidRPr="001F5B4D">
              <w:t>2</w:t>
            </w:r>
          </w:p>
        </w:tc>
      </w:tr>
      <w:tr w:rsidR="001F5B4D" w:rsidRPr="001F5B4D" w14:paraId="341D48E4" w14:textId="77777777" w:rsidTr="001F5B4D">
        <w:tblPrEx>
          <w:tblCellMar>
            <w:top w:w="0" w:type="dxa"/>
            <w:bottom w:w="0" w:type="dxa"/>
          </w:tblCellMar>
        </w:tblPrEx>
        <w:trPr>
          <w:cantSplit/>
        </w:trPr>
        <w:tc>
          <w:tcPr>
            <w:tcW w:w="2551" w:type="dxa"/>
            <w:shd w:val="clear" w:color="auto" w:fill="998877"/>
          </w:tcPr>
          <w:p w14:paraId="4FB9FED4" w14:textId="0D7232A6" w:rsidR="001F5B4D" w:rsidRPr="001F5B4D" w:rsidRDefault="001F5B4D" w:rsidP="001F5B4D">
            <w:r w:rsidRPr="001F5B4D">
              <w:t>Average max age</w:t>
            </w:r>
          </w:p>
        </w:tc>
        <w:tc>
          <w:tcPr>
            <w:tcW w:w="4536" w:type="dxa"/>
            <w:gridSpan w:val="2"/>
          </w:tcPr>
          <w:p w14:paraId="2D71EC59" w14:textId="710DC4D2" w:rsidR="001F5B4D" w:rsidRPr="001F5B4D" w:rsidRDefault="001F5B4D" w:rsidP="001F5B4D">
            <w:r w:rsidRPr="001F5B4D">
              <w:t>Species growth rate (K) is 0.124, which is in the medium risk K range (0.12-0.30) for maximum age.</w:t>
            </w:r>
          </w:p>
        </w:tc>
        <w:tc>
          <w:tcPr>
            <w:tcW w:w="851" w:type="dxa"/>
          </w:tcPr>
          <w:p w14:paraId="0684EA4D" w14:textId="3844A72C" w:rsidR="001F5B4D" w:rsidRPr="001F5B4D" w:rsidRDefault="001F5B4D" w:rsidP="001F5B4D">
            <w:r w:rsidRPr="001F5B4D">
              <w:t>2</w:t>
            </w:r>
          </w:p>
        </w:tc>
      </w:tr>
      <w:tr w:rsidR="001F5B4D" w:rsidRPr="001F5B4D" w14:paraId="23C66114" w14:textId="77777777" w:rsidTr="001F5B4D">
        <w:tblPrEx>
          <w:tblCellMar>
            <w:top w:w="0" w:type="dxa"/>
            <w:bottom w:w="0" w:type="dxa"/>
          </w:tblCellMar>
        </w:tblPrEx>
        <w:trPr>
          <w:cantSplit/>
        </w:trPr>
        <w:tc>
          <w:tcPr>
            <w:tcW w:w="2551" w:type="dxa"/>
            <w:shd w:val="clear" w:color="auto" w:fill="998877"/>
          </w:tcPr>
          <w:p w14:paraId="62822027" w14:textId="3CCE18A1" w:rsidR="001F5B4D" w:rsidRPr="001F5B4D" w:rsidRDefault="001F5B4D" w:rsidP="001F5B4D">
            <w:r w:rsidRPr="001F5B4D">
              <w:t>Fecundity</w:t>
            </w:r>
          </w:p>
        </w:tc>
        <w:tc>
          <w:tcPr>
            <w:tcW w:w="4536" w:type="dxa"/>
            <w:gridSpan w:val="2"/>
          </w:tcPr>
          <w:p w14:paraId="35186364" w14:textId="4993A391" w:rsidR="001F5B4D" w:rsidRPr="001F5B4D" w:rsidRDefault="001F5B4D" w:rsidP="001F5B4D">
            <w:r w:rsidRPr="001F5B4D">
              <w:t>There is no information, but fish are likely to produce &gt;100 eggs/year.</w:t>
            </w:r>
          </w:p>
        </w:tc>
        <w:tc>
          <w:tcPr>
            <w:tcW w:w="851" w:type="dxa"/>
          </w:tcPr>
          <w:p w14:paraId="03A9CA66" w14:textId="3FF6CBAA" w:rsidR="001F5B4D" w:rsidRPr="001F5B4D" w:rsidRDefault="001F5B4D" w:rsidP="001F5B4D">
            <w:r w:rsidRPr="001F5B4D">
              <w:t>2</w:t>
            </w:r>
          </w:p>
        </w:tc>
      </w:tr>
      <w:tr w:rsidR="001F5B4D" w:rsidRPr="001F5B4D" w14:paraId="5BACCE46" w14:textId="77777777" w:rsidTr="001F5B4D">
        <w:tblPrEx>
          <w:tblCellMar>
            <w:top w:w="0" w:type="dxa"/>
            <w:bottom w:w="0" w:type="dxa"/>
          </w:tblCellMar>
        </w:tblPrEx>
        <w:trPr>
          <w:cantSplit/>
        </w:trPr>
        <w:tc>
          <w:tcPr>
            <w:tcW w:w="2551" w:type="dxa"/>
            <w:shd w:val="clear" w:color="auto" w:fill="998877"/>
          </w:tcPr>
          <w:p w14:paraId="0C8714AF" w14:textId="79F0185D" w:rsidR="001F5B4D" w:rsidRPr="001F5B4D" w:rsidRDefault="001F5B4D" w:rsidP="001F5B4D">
            <w:r w:rsidRPr="001F5B4D">
              <w:t>Average max size</w:t>
            </w:r>
          </w:p>
        </w:tc>
        <w:tc>
          <w:tcPr>
            <w:tcW w:w="4536" w:type="dxa"/>
            <w:gridSpan w:val="2"/>
          </w:tcPr>
          <w:p w14:paraId="35313DF0" w14:textId="0AE39F4D" w:rsidR="001F5B4D" w:rsidRPr="001F5B4D" w:rsidRDefault="001F5B4D" w:rsidP="001F5B4D">
            <w:r w:rsidRPr="001F5B4D">
              <w:t>Species maximum length is 200, which is in the medium risk range (100-300cm).</w:t>
            </w:r>
          </w:p>
        </w:tc>
        <w:tc>
          <w:tcPr>
            <w:tcW w:w="851" w:type="dxa"/>
          </w:tcPr>
          <w:p w14:paraId="3D21FB27" w14:textId="5962F5A8" w:rsidR="001F5B4D" w:rsidRPr="001F5B4D" w:rsidRDefault="001F5B4D" w:rsidP="001F5B4D">
            <w:r w:rsidRPr="001F5B4D">
              <w:t>2</w:t>
            </w:r>
          </w:p>
        </w:tc>
      </w:tr>
      <w:tr w:rsidR="001F5B4D" w:rsidRPr="001F5B4D" w14:paraId="5F2D7D15" w14:textId="77777777" w:rsidTr="001F5B4D">
        <w:tblPrEx>
          <w:tblCellMar>
            <w:top w:w="0" w:type="dxa"/>
            <w:bottom w:w="0" w:type="dxa"/>
          </w:tblCellMar>
        </w:tblPrEx>
        <w:trPr>
          <w:cantSplit/>
        </w:trPr>
        <w:tc>
          <w:tcPr>
            <w:tcW w:w="2551" w:type="dxa"/>
            <w:shd w:val="clear" w:color="auto" w:fill="998877"/>
          </w:tcPr>
          <w:p w14:paraId="0F723BBC" w14:textId="44772012" w:rsidR="001F5B4D" w:rsidRPr="001F5B4D" w:rsidRDefault="001F5B4D" w:rsidP="001F5B4D">
            <w:r w:rsidRPr="001F5B4D">
              <w:t>Average size at maturity</w:t>
            </w:r>
          </w:p>
        </w:tc>
        <w:tc>
          <w:tcPr>
            <w:tcW w:w="4536" w:type="dxa"/>
            <w:gridSpan w:val="2"/>
          </w:tcPr>
          <w:p w14:paraId="2C6A48C8" w14:textId="29163DEA" w:rsidR="001F5B4D" w:rsidRPr="001F5B4D" w:rsidRDefault="001F5B4D" w:rsidP="001F5B4D">
            <w:r w:rsidRPr="001F5B4D">
              <w:t>Species length at maturity is 66, which is in the medium risk range (40-200cm).</w:t>
            </w:r>
          </w:p>
        </w:tc>
        <w:tc>
          <w:tcPr>
            <w:tcW w:w="851" w:type="dxa"/>
          </w:tcPr>
          <w:p w14:paraId="0476DDF4" w14:textId="5551F8A6" w:rsidR="001F5B4D" w:rsidRPr="001F5B4D" w:rsidRDefault="001F5B4D" w:rsidP="001F5B4D">
            <w:r w:rsidRPr="001F5B4D">
              <w:t>2</w:t>
            </w:r>
          </w:p>
        </w:tc>
      </w:tr>
      <w:tr w:rsidR="001F5B4D" w:rsidRPr="001F5B4D" w14:paraId="209A6D19" w14:textId="77777777" w:rsidTr="001F5B4D">
        <w:tblPrEx>
          <w:tblCellMar>
            <w:top w:w="0" w:type="dxa"/>
            <w:bottom w:w="0" w:type="dxa"/>
          </w:tblCellMar>
        </w:tblPrEx>
        <w:trPr>
          <w:cantSplit/>
        </w:trPr>
        <w:tc>
          <w:tcPr>
            <w:tcW w:w="2551" w:type="dxa"/>
            <w:shd w:val="clear" w:color="auto" w:fill="998877"/>
          </w:tcPr>
          <w:p w14:paraId="6F24653E" w14:textId="44BCCC73" w:rsidR="001F5B4D" w:rsidRPr="001F5B4D" w:rsidRDefault="001F5B4D" w:rsidP="001F5B4D">
            <w:r w:rsidRPr="001F5B4D">
              <w:t>Reproductive strategy</w:t>
            </w:r>
          </w:p>
        </w:tc>
        <w:tc>
          <w:tcPr>
            <w:tcW w:w="4536" w:type="dxa"/>
            <w:gridSpan w:val="2"/>
          </w:tcPr>
          <w:p w14:paraId="624CFAD3" w14:textId="19FC30F2" w:rsidR="001F5B4D" w:rsidRPr="001F5B4D" w:rsidRDefault="001F5B4D" w:rsidP="001F5B4D">
            <w:r w:rsidRPr="001F5B4D">
              <w:t>Species reproductive strategy is broadcast spawner, which is low risk.</w:t>
            </w:r>
          </w:p>
        </w:tc>
        <w:tc>
          <w:tcPr>
            <w:tcW w:w="851" w:type="dxa"/>
          </w:tcPr>
          <w:p w14:paraId="3E3F61DF" w14:textId="7AEE6D3B" w:rsidR="001F5B4D" w:rsidRPr="001F5B4D" w:rsidRDefault="001F5B4D" w:rsidP="001F5B4D">
            <w:r w:rsidRPr="001F5B4D">
              <w:t>1</w:t>
            </w:r>
          </w:p>
        </w:tc>
      </w:tr>
      <w:tr w:rsidR="001F5B4D" w:rsidRPr="001F5B4D" w14:paraId="54EDFE76" w14:textId="77777777" w:rsidTr="001F5B4D">
        <w:tblPrEx>
          <w:tblCellMar>
            <w:top w:w="0" w:type="dxa"/>
            <w:bottom w:w="0" w:type="dxa"/>
          </w:tblCellMar>
        </w:tblPrEx>
        <w:trPr>
          <w:cantSplit/>
        </w:trPr>
        <w:tc>
          <w:tcPr>
            <w:tcW w:w="2551" w:type="dxa"/>
            <w:shd w:val="clear" w:color="auto" w:fill="998877"/>
          </w:tcPr>
          <w:p w14:paraId="5F581DB0" w14:textId="27E16EEA" w:rsidR="001F5B4D" w:rsidRPr="001F5B4D" w:rsidRDefault="001F5B4D" w:rsidP="001F5B4D">
            <w:r w:rsidRPr="001F5B4D">
              <w:t>Trophic level</w:t>
            </w:r>
          </w:p>
        </w:tc>
        <w:tc>
          <w:tcPr>
            <w:tcW w:w="4536" w:type="dxa"/>
            <w:gridSpan w:val="2"/>
            <w:tcBorders>
              <w:bottom w:val="single" w:sz="4" w:space="0" w:color="auto"/>
            </w:tcBorders>
          </w:tcPr>
          <w:p w14:paraId="5277DF53" w14:textId="0E68D1DD" w:rsidR="001F5B4D" w:rsidRPr="001F5B4D" w:rsidRDefault="001F5B4D" w:rsidP="001F5B4D">
            <w:r w:rsidRPr="001F5B4D">
              <w:t>Species trophic level is 4.5, which is higher than the highest risk value (3.25).</w:t>
            </w:r>
          </w:p>
        </w:tc>
        <w:tc>
          <w:tcPr>
            <w:tcW w:w="851" w:type="dxa"/>
          </w:tcPr>
          <w:p w14:paraId="5BBF4CB1" w14:textId="6647D05E" w:rsidR="001F5B4D" w:rsidRPr="001F5B4D" w:rsidRDefault="001F5B4D" w:rsidP="001F5B4D">
            <w:r w:rsidRPr="001F5B4D">
              <w:t>3</w:t>
            </w:r>
          </w:p>
        </w:tc>
      </w:tr>
      <w:tr w:rsidR="001F5B4D" w:rsidRPr="001F5B4D" w14:paraId="7B0BB886"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947DEBE" w14:textId="77777777" w:rsidR="001F5B4D" w:rsidRPr="001F5B4D" w:rsidRDefault="001F5B4D" w:rsidP="001F5B4D"/>
        </w:tc>
        <w:tc>
          <w:tcPr>
            <w:tcW w:w="4536" w:type="dxa"/>
            <w:gridSpan w:val="2"/>
            <w:tcBorders>
              <w:bottom w:val="single" w:sz="4" w:space="0" w:color="auto"/>
            </w:tcBorders>
            <w:shd w:val="clear" w:color="auto" w:fill="998877"/>
          </w:tcPr>
          <w:p w14:paraId="6538EBC0" w14:textId="6C11921E" w:rsidR="001F5B4D" w:rsidRPr="001F5B4D" w:rsidRDefault="001F5B4D" w:rsidP="001F5B4D">
            <w:r w:rsidRPr="001F5B4D">
              <w:t>Productivity score</w:t>
            </w:r>
          </w:p>
        </w:tc>
        <w:tc>
          <w:tcPr>
            <w:tcW w:w="851" w:type="dxa"/>
            <w:tcBorders>
              <w:bottom w:val="single" w:sz="4" w:space="0" w:color="auto"/>
            </w:tcBorders>
          </w:tcPr>
          <w:p w14:paraId="53B8FE97" w14:textId="791F7F48" w:rsidR="001F5B4D" w:rsidRPr="001F5B4D" w:rsidRDefault="001F5B4D" w:rsidP="001F5B4D">
            <w:r w:rsidRPr="001F5B4D">
              <w:t>2.00</w:t>
            </w:r>
          </w:p>
        </w:tc>
      </w:tr>
      <w:tr w:rsidR="001F5B4D" w:rsidRPr="001F5B4D" w14:paraId="0A7EF4B1" w14:textId="77777777" w:rsidTr="004A5D74">
        <w:tblPrEx>
          <w:tblCellMar>
            <w:top w:w="0" w:type="dxa"/>
            <w:bottom w:w="0" w:type="dxa"/>
          </w:tblCellMar>
        </w:tblPrEx>
        <w:trPr>
          <w:cantSplit/>
        </w:trPr>
        <w:tc>
          <w:tcPr>
            <w:tcW w:w="7938" w:type="dxa"/>
            <w:gridSpan w:val="4"/>
            <w:shd w:val="clear" w:color="auto" w:fill="998877"/>
          </w:tcPr>
          <w:p w14:paraId="2F2DC8D9" w14:textId="68E10D88" w:rsidR="001F5B4D" w:rsidRPr="001F5B4D" w:rsidRDefault="001F5B4D" w:rsidP="001F5B4D">
            <w:pPr>
              <w:rPr>
                <w:b/>
              </w:rPr>
            </w:pPr>
            <w:r w:rsidRPr="001F5B4D">
              <w:rPr>
                <w:b/>
              </w:rPr>
              <w:t>Susceptibility</w:t>
            </w:r>
          </w:p>
        </w:tc>
      </w:tr>
      <w:tr w:rsidR="001F5B4D" w:rsidRPr="001F5B4D" w14:paraId="626E0C8F" w14:textId="77777777" w:rsidTr="001F5B4D">
        <w:tblPrEx>
          <w:tblCellMar>
            <w:top w:w="0" w:type="dxa"/>
            <w:bottom w:w="0" w:type="dxa"/>
          </w:tblCellMar>
        </w:tblPrEx>
        <w:trPr>
          <w:cantSplit/>
        </w:trPr>
        <w:tc>
          <w:tcPr>
            <w:tcW w:w="2551" w:type="dxa"/>
            <w:shd w:val="clear" w:color="auto" w:fill="998877"/>
          </w:tcPr>
          <w:p w14:paraId="437DE532" w14:textId="1CD10EEC" w:rsidR="001F5B4D" w:rsidRPr="001F5B4D" w:rsidRDefault="001F5B4D" w:rsidP="001F5B4D">
            <w:r w:rsidRPr="001F5B4D">
              <w:t>Areal overlap (availability)</w:t>
            </w:r>
          </w:p>
        </w:tc>
        <w:tc>
          <w:tcPr>
            <w:tcW w:w="4536" w:type="dxa"/>
            <w:gridSpan w:val="2"/>
          </w:tcPr>
          <w:p w14:paraId="4FCE8029" w14:textId="1B363885" w:rsidR="001F5B4D" w:rsidRPr="001F5B4D" w:rsidRDefault="001F5B4D" w:rsidP="001F5B4D">
            <w:r w:rsidRPr="001F5B4D">
              <w:t>Worldwide coastal distribution, mainly coastal</w:t>
            </w:r>
          </w:p>
        </w:tc>
        <w:tc>
          <w:tcPr>
            <w:tcW w:w="851" w:type="dxa"/>
          </w:tcPr>
          <w:p w14:paraId="40178C4C" w14:textId="0A23166B" w:rsidR="001F5B4D" w:rsidRPr="001F5B4D" w:rsidRDefault="001F5B4D" w:rsidP="001F5B4D">
            <w:r w:rsidRPr="001F5B4D">
              <w:t>1</w:t>
            </w:r>
          </w:p>
        </w:tc>
      </w:tr>
      <w:tr w:rsidR="001F5B4D" w:rsidRPr="001F5B4D" w14:paraId="0443A71F" w14:textId="77777777" w:rsidTr="001F5B4D">
        <w:tblPrEx>
          <w:tblCellMar>
            <w:top w:w="0" w:type="dxa"/>
            <w:bottom w:w="0" w:type="dxa"/>
          </w:tblCellMar>
        </w:tblPrEx>
        <w:trPr>
          <w:cantSplit/>
        </w:trPr>
        <w:tc>
          <w:tcPr>
            <w:tcW w:w="2551" w:type="dxa"/>
            <w:shd w:val="clear" w:color="auto" w:fill="998877"/>
          </w:tcPr>
          <w:p w14:paraId="32E4B8B2" w14:textId="7F1FC103" w:rsidR="001F5B4D" w:rsidRPr="001F5B4D" w:rsidRDefault="001F5B4D" w:rsidP="001F5B4D">
            <w:r w:rsidRPr="001F5B4D">
              <w:t>Encounterability</w:t>
            </w:r>
          </w:p>
        </w:tc>
        <w:tc>
          <w:tcPr>
            <w:tcW w:w="4536" w:type="dxa"/>
            <w:gridSpan w:val="2"/>
          </w:tcPr>
          <w:p w14:paraId="0B8E49FA" w14:textId="003C8E80" w:rsidR="001F5B4D" w:rsidRPr="001F5B4D" w:rsidRDefault="001F5B4D" w:rsidP="001F5B4D">
            <w:r w:rsidRPr="001F5B4D">
              <w:t>The depth range of the species is 1-100m. For surface gears, the vertical overlap index with this species is 100.00%. This species is reef associated.</w:t>
            </w:r>
          </w:p>
        </w:tc>
        <w:tc>
          <w:tcPr>
            <w:tcW w:w="851" w:type="dxa"/>
          </w:tcPr>
          <w:p w14:paraId="6CB8AFF8" w14:textId="2E336219" w:rsidR="001F5B4D" w:rsidRPr="001F5B4D" w:rsidRDefault="001F5B4D" w:rsidP="001F5B4D">
            <w:r w:rsidRPr="001F5B4D">
              <w:t>2</w:t>
            </w:r>
          </w:p>
        </w:tc>
      </w:tr>
      <w:tr w:rsidR="001F5B4D" w:rsidRPr="001F5B4D" w14:paraId="259EB8BA" w14:textId="77777777" w:rsidTr="001F5B4D">
        <w:tblPrEx>
          <w:tblCellMar>
            <w:top w:w="0" w:type="dxa"/>
            <w:bottom w:w="0" w:type="dxa"/>
          </w:tblCellMar>
        </w:tblPrEx>
        <w:trPr>
          <w:cantSplit/>
        </w:trPr>
        <w:tc>
          <w:tcPr>
            <w:tcW w:w="2551" w:type="dxa"/>
            <w:shd w:val="clear" w:color="auto" w:fill="998877"/>
          </w:tcPr>
          <w:p w14:paraId="326F04A3" w14:textId="04472943" w:rsidR="001F5B4D" w:rsidRPr="001F5B4D" w:rsidRDefault="001F5B4D" w:rsidP="001F5B4D">
            <w:r w:rsidRPr="001F5B4D">
              <w:t>Selectivity</w:t>
            </w:r>
          </w:p>
        </w:tc>
        <w:tc>
          <w:tcPr>
            <w:tcW w:w="4536" w:type="dxa"/>
            <w:gridSpan w:val="2"/>
          </w:tcPr>
          <w:p w14:paraId="6811B9C7" w14:textId="3906987A" w:rsidR="001F5B4D" w:rsidRPr="001F5B4D" w:rsidRDefault="001F5B4D" w:rsidP="001F5B4D">
            <w:r w:rsidRPr="001F5B4D">
              <w:t>The maximum length of the species is 200cm. For tropical surface fisheries, the length overlap index with this species is 100.00%.</w:t>
            </w:r>
          </w:p>
        </w:tc>
        <w:tc>
          <w:tcPr>
            <w:tcW w:w="851" w:type="dxa"/>
          </w:tcPr>
          <w:p w14:paraId="0B10FBF6" w14:textId="4D144F72" w:rsidR="001F5B4D" w:rsidRPr="001F5B4D" w:rsidRDefault="001F5B4D" w:rsidP="001F5B4D">
            <w:r w:rsidRPr="001F5B4D">
              <w:t>3</w:t>
            </w:r>
          </w:p>
        </w:tc>
      </w:tr>
      <w:tr w:rsidR="001F5B4D" w:rsidRPr="001F5B4D" w14:paraId="676EE9FC" w14:textId="77777777" w:rsidTr="001F5B4D">
        <w:tblPrEx>
          <w:tblCellMar>
            <w:top w:w="0" w:type="dxa"/>
            <w:bottom w:w="0" w:type="dxa"/>
          </w:tblCellMar>
        </w:tblPrEx>
        <w:trPr>
          <w:cantSplit/>
        </w:trPr>
        <w:tc>
          <w:tcPr>
            <w:tcW w:w="2551" w:type="dxa"/>
            <w:shd w:val="clear" w:color="auto" w:fill="998877"/>
          </w:tcPr>
          <w:p w14:paraId="55217F6D" w14:textId="1F389B10" w:rsidR="001F5B4D" w:rsidRPr="001F5B4D" w:rsidRDefault="001F5B4D" w:rsidP="001F5B4D">
            <w:r w:rsidRPr="001F5B4D">
              <w:t>Post capture mortality</w:t>
            </w:r>
          </w:p>
        </w:tc>
        <w:tc>
          <w:tcPr>
            <w:tcW w:w="4536" w:type="dxa"/>
            <w:gridSpan w:val="2"/>
            <w:tcBorders>
              <w:bottom w:val="single" w:sz="4" w:space="0" w:color="auto"/>
            </w:tcBorders>
          </w:tcPr>
          <w:p w14:paraId="012259DC" w14:textId="59A175B3" w:rsidR="001F5B4D" w:rsidRPr="001F5B4D" w:rsidRDefault="001F5B4D" w:rsidP="001F5B4D">
            <w:r w:rsidRPr="001F5B4D">
              <w:t>No direct evidence of survival after capture.</w:t>
            </w:r>
          </w:p>
        </w:tc>
        <w:tc>
          <w:tcPr>
            <w:tcW w:w="851" w:type="dxa"/>
          </w:tcPr>
          <w:p w14:paraId="1DDDF78F" w14:textId="222D3968" w:rsidR="001F5B4D" w:rsidRPr="001F5B4D" w:rsidRDefault="001F5B4D" w:rsidP="001F5B4D">
            <w:r w:rsidRPr="001F5B4D">
              <w:t>3</w:t>
            </w:r>
          </w:p>
        </w:tc>
      </w:tr>
      <w:tr w:rsidR="001F5B4D" w:rsidRPr="001F5B4D" w14:paraId="49C3B09E" w14:textId="77777777" w:rsidTr="001F5B4D">
        <w:tblPrEx>
          <w:tblCellMar>
            <w:top w:w="0" w:type="dxa"/>
            <w:bottom w:w="0" w:type="dxa"/>
          </w:tblCellMar>
        </w:tblPrEx>
        <w:trPr>
          <w:cantSplit/>
        </w:trPr>
        <w:tc>
          <w:tcPr>
            <w:tcW w:w="2551" w:type="dxa"/>
            <w:shd w:val="clear" w:color="auto" w:fill="998877"/>
          </w:tcPr>
          <w:p w14:paraId="2513675D" w14:textId="77777777" w:rsidR="001F5B4D" w:rsidRPr="001F5B4D" w:rsidRDefault="001F5B4D" w:rsidP="001F5B4D"/>
        </w:tc>
        <w:tc>
          <w:tcPr>
            <w:tcW w:w="4536" w:type="dxa"/>
            <w:gridSpan w:val="2"/>
            <w:tcBorders>
              <w:bottom w:val="single" w:sz="4" w:space="0" w:color="auto"/>
            </w:tcBorders>
            <w:shd w:val="clear" w:color="auto" w:fill="998877"/>
          </w:tcPr>
          <w:p w14:paraId="747131D9" w14:textId="3C001B68" w:rsidR="001F5B4D" w:rsidRPr="001F5B4D" w:rsidRDefault="001F5B4D" w:rsidP="001F5B4D">
            <w:r w:rsidRPr="001F5B4D">
              <w:t>Susceptibility score</w:t>
            </w:r>
          </w:p>
        </w:tc>
        <w:tc>
          <w:tcPr>
            <w:tcW w:w="851" w:type="dxa"/>
          </w:tcPr>
          <w:p w14:paraId="35925495" w14:textId="6B282957" w:rsidR="001F5B4D" w:rsidRPr="001F5B4D" w:rsidRDefault="001F5B4D" w:rsidP="001F5B4D">
            <w:r w:rsidRPr="001F5B4D">
              <w:t>1.43</w:t>
            </w:r>
          </w:p>
        </w:tc>
      </w:tr>
      <w:tr w:rsidR="001F5B4D" w:rsidRPr="001F5B4D" w14:paraId="19671D66" w14:textId="77777777" w:rsidTr="001F5B4D">
        <w:tblPrEx>
          <w:tblCellMar>
            <w:top w:w="0" w:type="dxa"/>
            <w:bottom w:w="0" w:type="dxa"/>
          </w:tblCellMar>
        </w:tblPrEx>
        <w:trPr>
          <w:cantSplit/>
        </w:trPr>
        <w:tc>
          <w:tcPr>
            <w:tcW w:w="2551" w:type="dxa"/>
            <w:shd w:val="clear" w:color="auto" w:fill="998877"/>
          </w:tcPr>
          <w:p w14:paraId="735B8B17" w14:textId="77777777" w:rsidR="001F5B4D" w:rsidRPr="001F5B4D" w:rsidRDefault="001F5B4D" w:rsidP="001F5B4D"/>
        </w:tc>
        <w:tc>
          <w:tcPr>
            <w:tcW w:w="4536" w:type="dxa"/>
            <w:gridSpan w:val="2"/>
            <w:shd w:val="clear" w:color="auto" w:fill="998877"/>
          </w:tcPr>
          <w:p w14:paraId="19F3EE90" w14:textId="7EC6D029" w:rsidR="001F5B4D" w:rsidRPr="001F5B4D" w:rsidRDefault="001F5B4D" w:rsidP="001F5B4D">
            <w:r w:rsidRPr="001F5B4D">
              <w:t>Vulnerability score</w:t>
            </w:r>
          </w:p>
        </w:tc>
        <w:tc>
          <w:tcPr>
            <w:tcW w:w="851" w:type="dxa"/>
          </w:tcPr>
          <w:p w14:paraId="3E13D1DF" w14:textId="2C2CA1EB" w:rsidR="001F5B4D" w:rsidRPr="001F5B4D" w:rsidRDefault="001F5B4D" w:rsidP="001F5B4D">
            <w:r w:rsidRPr="001F5B4D">
              <w:t>2.46</w:t>
            </w:r>
          </w:p>
        </w:tc>
      </w:tr>
    </w:tbl>
    <w:p w14:paraId="2869BDA9" w14:textId="474C72F0"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65B2506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89" w:name="T_SPK" w:colFirst="0" w:colLast="0"/>
          <w:p w14:paraId="51D07908" w14:textId="3573AF60" w:rsidR="001F5B4D" w:rsidRPr="001F5B4D" w:rsidRDefault="001F5B4D" w:rsidP="001F5B4D">
            <w:pPr>
              <w:rPr>
                <w:b/>
              </w:rPr>
            </w:pPr>
            <w:r w:rsidRPr="001F5B4D">
              <w:rPr>
                <w:b/>
              </w:rPr>
              <w:fldChar w:fldCharType="begin"/>
            </w:r>
            <w:r w:rsidRPr="001F5B4D">
              <w:rPr>
                <w:b/>
              </w:rPr>
              <w:instrText xml:space="preserve"> HYPERLINK  \l "S_SPK" \o "PSA Score" </w:instrText>
            </w:r>
            <w:r w:rsidRPr="001F5B4D">
              <w:rPr>
                <w:b/>
              </w:rPr>
            </w:r>
            <w:r w:rsidRPr="001F5B4D">
              <w:rPr>
                <w:b/>
              </w:rPr>
              <w:fldChar w:fldCharType="separate"/>
            </w:r>
            <w:r w:rsidRPr="001F5B4D">
              <w:rPr>
                <w:rStyle w:val="Hyperlink"/>
                <w:b/>
              </w:rPr>
              <w:t>Great hammerhead</w:t>
            </w:r>
            <w:r w:rsidRPr="001F5B4D">
              <w:rPr>
                <w:b/>
              </w:rPr>
              <w:fldChar w:fldCharType="end"/>
            </w:r>
          </w:p>
        </w:tc>
        <w:tc>
          <w:tcPr>
            <w:tcW w:w="3969" w:type="dxa"/>
            <w:gridSpan w:val="2"/>
            <w:tcBorders>
              <w:bottom w:val="single" w:sz="4" w:space="0" w:color="auto"/>
            </w:tcBorders>
            <w:shd w:val="clear" w:color="auto" w:fill="998877"/>
          </w:tcPr>
          <w:p w14:paraId="08E21E55" w14:textId="70917F42" w:rsidR="001F5B4D" w:rsidRPr="001F5B4D" w:rsidRDefault="001F5B4D" w:rsidP="001F5B4D">
            <w:pPr>
              <w:rPr>
                <w:b/>
                <w:i/>
              </w:rPr>
            </w:pPr>
            <w:r w:rsidRPr="001F5B4D">
              <w:rPr>
                <w:b/>
                <w:i/>
              </w:rPr>
              <w:t>Sphyrna mokarran</w:t>
            </w:r>
          </w:p>
        </w:tc>
      </w:tr>
      <w:bookmarkEnd w:id="189"/>
      <w:tr w:rsidR="001F5B4D" w:rsidRPr="001F5B4D" w14:paraId="5CE8F5D7" w14:textId="77777777" w:rsidTr="00980317">
        <w:tblPrEx>
          <w:tblCellMar>
            <w:top w:w="0" w:type="dxa"/>
            <w:bottom w:w="0" w:type="dxa"/>
          </w:tblCellMar>
        </w:tblPrEx>
        <w:trPr>
          <w:cantSplit/>
        </w:trPr>
        <w:tc>
          <w:tcPr>
            <w:tcW w:w="7938" w:type="dxa"/>
            <w:gridSpan w:val="4"/>
            <w:shd w:val="clear" w:color="auto" w:fill="998877"/>
          </w:tcPr>
          <w:p w14:paraId="1294435D" w14:textId="27718F5B" w:rsidR="001F5B4D" w:rsidRPr="001F5B4D" w:rsidRDefault="001F5B4D" w:rsidP="001F5B4D">
            <w:pPr>
              <w:rPr>
                <w:b/>
              </w:rPr>
            </w:pPr>
            <w:r w:rsidRPr="001F5B4D">
              <w:rPr>
                <w:b/>
              </w:rPr>
              <w:t>Productivity</w:t>
            </w:r>
          </w:p>
        </w:tc>
      </w:tr>
      <w:tr w:rsidR="001F5B4D" w:rsidRPr="001F5B4D" w14:paraId="620DB15E" w14:textId="77777777" w:rsidTr="001F5B4D">
        <w:tblPrEx>
          <w:tblCellMar>
            <w:top w:w="0" w:type="dxa"/>
            <w:bottom w:w="0" w:type="dxa"/>
          </w:tblCellMar>
        </w:tblPrEx>
        <w:trPr>
          <w:cantSplit/>
        </w:trPr>
        <w:tc>
          <w:tcPr>
            <w:tcW w:w="2551" w:type="dxa"/>
            <w:shd w:val="clear" w:color="auto" w:fill="998877"/>
          </w:tcPr>
          <w:p w14:paraId="702C15A4" w14:textId="4A956C4E" w:rsidR="001F5B4D" w:rsidRPr="001F5B4D" w:rsidRDefault="001F5B4D" w:rsidP="001F5B4D">
            <w:r w:rsidRPr="001F5B4D">
              <w:t>Average age at maturity</w:t>
            </w:r>
          </w:p>
        </w:tc>
        <w:tc>
          <w:tcPr>
            <w:tcW w:w="4536" w:type="dxa"/>
            <w:gridSpan w:val="2"/>
          </w:tcPr>
          <w:p w14:paraId="66471AEE" w14:textId="6168B96F" w:rsidR="001F5B4D" w:rsidRPr="001F5B4D" w:rsidRDefault="001F5B4D" w:rsidP="001F5B4D">
            <w:r w:rsidRPr="001F5B4D">
              <w:t>The score is based on the maximum risk score in the family Istiophoridae, which included 5 species.</w:t>
            </w:r>
          </w:p>
        </w:tc>
        <w:tc>
          <w:tcPr>
            <w:tcW w:w="851" w:type="dxa"/>
          </w:tcPr>
          <w:p w14:paraId="50E0FB18" w14:textId="099ED402" w:rsidR="001F5B4D" w:rsidRPr="001F5B4D" w:rsidRDefault="001F5B4D" w:rsidP="001F5B4D">
            <w:r w:rsidRPr="001F5B4D">
              <w:t>2</w:t>
            </w:r>
          </w:p>
        </w:tc>
      </w:tr>
      <w:tr w:rsidR="001F5B4D" w:rsidRPr="001F5B4D" w14:paraId="0167404E" w14:textId="77777777" w:rsidTr="001F5B4D">
        <w:tblPrEx>
          <w:tblCellMar>
            <w:top w:w="0" w:type="dxa"/>
            <w:bottom w:w="0" w:type="dxa"/>
          </w:tblCellMar>
        </w:tblPrEx>
        <w:trPr>
          <w:cantSplit/>
        </w:trPr>
        <w:tc>
          <w:tcPr>
            <w:tcW w:w="2551" w:type="dxa"/>
            <w:shd w:val="clear" w:color="auto" w:fill="998877"/>
          </w:tcPr>
          <w:p w14:paraId="425A4155" w14:textId="2D380DCB" w:rsidR="001F5B4D" w:rsidRPr="001F5B4D" w:rsidRDefault="001F5B4D" w:rsidP="001F5B4D">
            <w:r w:rsidRPr="001F5B4D">
              <w:lastRenderedPageBreak/>
              <w:t>Average max age</w:t>
            </w:r>
          </w:p>
        </w:tc>
        <w:tc>
          <w:tcPr>
            <w:tcW w:w="4536" w:type="dxa"/>
            <w:gridSpan w:val="2"/>
          </w:tcPr>
          <w:p w14:paraId="1B894015" w14:textId="5A760002" w:rsidR="001F5B4D" w:rsidRPr="001F5B4D" w:rsidRDefault="001F5B4D" w:rsidP="001F5B4D">
            <w:r w:rsidRPr="001F5B4D">
              <w:t>The score is based on the maximum risk score in the family Istiophoridae, which included 5 species.</w:t>
            </w:r>
          </w:p>
        </w:tc>
        <w:tc>
          <w:tcPr>
            <w:tcW w:w="851" w:type="dxa"/>
          </w:tcPr>
          <w:p w14:paraId="7B6C362C" w14:textId="7BEB2FB4" w:rsidR="001F5B4D" w:rsidRPr="001F5B4D" w:rsidRDefault="001F5B4D" w:rsidP="001F5B4D">
            <w:r w:rsidRPr="001F5B4D">
              <w:t>3</w:t>
            </w:r>
          </w:p>
        </w:tc>
      </w:tr>
      <w:tr w:rsidR="001F5B4D" w:rsidRPr="001F5B4D" w14:paraId="3189BB31" w14:textId="77777777" w:rsidTr="001F5B4D">
        <w:tblPrEx>
          <w:tblCellMar>
            <w:top w:w="0" w:type="dxa"/>
            <w:bottom w:w="0" w:type="dxa"/>
          </w:tblCellMar>
        </w:tblPrEx>
        <w:trPr>
          <w:cantSplit/>
        </w:trPr>
        <w:tc>
          <w:tcPr>
            <w:tcW w:w="2551" w:type="dxa"/>
            <w:shd w:val="clear" w:color="auto" w:fill="998877"/>
          </w:tcPr>
          <w:p w14:paraId="711AAFCC" w14:textId="08920A93" w:rsidR="001F5B4D" w:rsidRPr="001F5B4D" w:rsidRDefault="001F5B4D" w:rsidP="001F5B4D">
            <w:r w:rsidRPr="001F5B4D">
              <w:t>Fecundity</w:t>
            </w:r>
          </w:p>
        </w:tc>
        <w:tc>
          <w:tcPr>
            <w:tcW w:w="4536" w:type="dxa"/>
            <w:gridSpan w:val="2"/>
          </w:tcPr>
          <w:p w14:paraId="27D71F8C" w14:textId="65AC5861" w:rsidR="001F5B4D" w:rsidRPr="001F5B4D" w:rsidRDefault="001F5B4D" w:rsidP="001F5B4D">
            <w:r w:rsidRPr="001F5B4D">
              <w:t>Species fecundity is 13 eggs/year, which is lower than the highest risk value (100).</w:t>
            </w:r>
          </w:p>
        </w:tc>
        <w:tc>
          <w:tcPr>
            <w:tcW w:w="851" w:type="dxa"/>
          </w:tcPr>
          <w:p w14:paraId="02E1F53C" w14:textId="1FC77D2C" w:rsidR="001F5B4D" w:rsidRPr="001F5B4D" w:rsidRDefault="001F5B4D" w:rsidP="001F5B4D">
            <w:r w:rsidRPr="001F5B4D">
              <w:t>3</w:t>
            </w:r>
          </w:p>
        </w:tc>
      </w:tr>
      <w:tr w:rsidR="001F5B4D" w:rsidRPr="001F5B4D" w14:paraId="476E1D31" w14:textId="77777777" w:rsidTr="001F5B4D">
        <w:tblPrEx>
          <w:tblCellMar>
            <w:top w:w="0" w:type="dxa"/>
            <w:bottom w:w="0" w:type="dxa"/>
          </w:tblCellMar>
        </w:tblPrEx>
        <w:trPr>
          <w:cantSplit/>
        </w:trPr>
        <w:tc>
          <w:tcPr>
            <w:tcW w:w="2551" w:type="dxa"/>
            <w:shd w:val="clear" w:color="auto" w:fill="998877"/>
          </w:tcPr>
          <w:p w14:paraId="0BDF09B8" w14:textId="4319C518" w:rsidR="001F5B4D" w:rsidRPr="001F5B4D" w:rsidRDefault="001F5B4D" w:rsidP="001F5B4D">
            <w:r w:rsidRPr="001F5B4D">
              <w:t>Average max size</w:t>
            </w:r>
          </w:p>
        </w:tc>
        <w:tc>
          <w:tcPr>
            <w:tcW w:w="4536" w:type="dxa"/>
            <w:gridSpan w:val="2"/>
          </w:tcPr>
          <w:p w14:paraId="068483D5" w14:textId="4EAB07D4" w:rsidR="001F5B4D" w:rsidRPr="001F5B4D" w:rsidRDefault="001F5B4D" w:rsidP="001F5B4D">
            <w:r w:rsidRPr="001F5B4D">
              <w:t>Species maximum length is 610, which is higher than the highest risk value (300cm).</w:t>
            </w:r>
          </w:p>
        </w:tc>
        <w:tc>
          <w:tcPr>
            <w:tcW w:w="851" w:type="dxa"/>
          </w:tcPr>
          <w:p w14:paraId="24C22765" w14:textId="12582F41" w:rsidR="001F5B4D" w:rsidRPr="001F5B4D" w:rsidRDefault="001F5B4D" w:rsidP="001F5B4D">
            <w:r w:rsidRPr="001F5B4D">
              <w:t>3</w:t>
            </w:r>
          </w:p>
        </w:tc>
      </w:tr>
      <w:tr w:rsidR="001F5B4D" w:rsidRPr="001F5B4D" w14:paraId="257633F6" w14:textId="77777777" w:rsidTr="001F5B4D">
        <w:tblPrEx>
          <w:tblCellMar>
            <w:top w:w="0" w:type="dxa"/>
            <w:bottom w:w="0" w:type="dxa"/>
          </w:tblCellMar>
        </w:tblPrEx>
        <w:trPr>
          <w:cantSplit/>
        </w:trPr>
        <w:tc>
          <w:tcPr>
            <w:tcW w:w="2551" w:type="dxa"/>
            <w:shd w:val="clear" w:color="auto" w:fill="998877"/>
          </w:tcPr>
          <w:p w14:paraId="6662AFEC" w14:textId="5C197EEB" w:rsidR="001F5B4D" w:rsidRPr="001F5B4D" w:rsidRDefault="001F5B4D" w:rsidP="001F5B4D">
            <w:r w:rsidRPr="001F5B4D">
              <w:t>Average size at maturity</w:t>
            </w:r>
          </w:p>
        </w:tc>
        <w:tc>
          <w:tcPr>
            <w:tcW w:w="4536" w:type="dxa"/>
            <w:gridSpan w:val="2"/>
          </w:tcPr>
          <w:p w14:paraId="7303E9BE" w14:textId="5926E0F3" w:rsidR="001F5B4D" w:rsidRPr="001F5B4D" w:rsidRDefault="001F5B4D" w:rsidP="001F5B4D">
            <w:r w:rsidRPr="001F5B4D">
              <w:t>Species length at maturity is 251, which is higher than the highest risk value (200cm).</w:t>
            </w:r>
          </w:p>
        </w:tc>
        <w:tc>
          <w:tcPr>
            <w:tcW w:w="851" w:type="dxa"/>
          </w:tcPr>
          <w:p w14:paraId="782B0546" w14:textId="4390B37A" w:rsidR="001F5B4D" w:rsidRPr="001F5B4D" w:rsidRDefault="001F5B4D" w:rsidP="001F5B4D">
            <w:r w:rsidRPr="001F5B4D">
              <w:t>3</w:t>
            </w:r>
          </w:p>
        </w:tc>
      </w:tr>
      <w:tr w:rsidR="001F5B4D" w:rsidRPr="001F5B4D" w14:paraId="706E7FCB" w14:textId="77777777" w:rsidTr="001F5B4D">
        <w:tblPrEx>
          <w:tblCellMar>
            <w:top w:w="0" w:type="dxa"/>
            <w:bottom w:w="0" w:type="dxa"/>
          </w:tblCellMar>
        </w:tblPrEx>
        <w:trPr>
          <w:cantSplit/>
        </w:trPr>
        <w:tc>
          <w:tcPr>
            <w:tcW w:w="2551" w:type="dxa"/>
            <w:shd w:val="clear" w:color="auto" w:fill="998877"/>
          </w:tcPr>
          <w:p w14:paraId="42B41CA3" w14:textId="21422A10" w:rsidR="001F5B4D" w:rsidRPr="001F5B4D" w:rsidRDefault="001F5B4D" w:rsidP="001F5B4D">
            <w:r w:rsidRPr="001F5B4D">
              <w:t>Reproductive strategy</w:t>
            </w:r>
          </w:p>
        </w:tc>
        <w:tc>
          <w:tcPr>
            <w:tcW w:w="4536" w:type="dxa"/>
            <w:gridSpan w:val="2"/>
          </w:tcPr>
          <w:p w14:paraId="12BB82DE" w14:textId="02545A05" w:rsidR="001F5B4D" w:rsidRPr="001F5B4D" w:rsidRDefault="001F5B4D" w:rsidP="001F5B4D">
            <w:r w:rsidRPr="001F5B4D">
              <w:t>Species reproductive strategy is live bearer, which is high risk.</w:t>
            </w:r>
          </w:p>
        </w:tc>
        <w:tc>
          <w:tcPr>
            <w:tcW w:w="851" w:type="dxa"/>
          </w:tcPr>
          <w:p w14:paraId="3E983678" w14:textId="790E19C0" w:rsidR="001F5B4D" w:rsidRPr="001F5B4D" w:rsidRDefault="001F5B4D" w:rsidP="001F5B4D">
            <w:r w:rsidRPr="001F5B4D">
              <w:t>3</w:t>
            </w:r>
          </w:p>
        </w:tc>
      </w:tr>
      <w:tr w:rsidR="001F5B4D" w:rsidRPr="001F5B4D" w14:paraId="1C436F19" w14:textId="77777777" w:rsidTr="001F5B4D">
        <w:tblPrEx>
          <w:tblCellMar>
            <w:top w:w="0" w:type="dxa"/>
            <w:bottom w:w="0" w:type="dxa"/>
          </w:tblCellMar>
        </w:tblPrEx>
        <w:trPr>
          <w:cantSplit/>
        </w:trPr>
        <w:tc>
          <w:tcPr>
            <w:tcW w:w="2551" w:type="dxa"/>
            <w:shd w:val="clear" w:color="auto" w:fill="998877"/>
          </w:tcPr>
          <w:p w14:paraId="5A2985A8" w14:textId="2CFED3D7" w:rsidR="001F5B4D" w:rsidRPr="001F5B4D" w:rsidRDefault="001F5B4D" w:rsidP="001F5B4D">
            <w:r w:rsidRPr="001F5B4D">
              <w:t>Trophic level</w:t>
            </w:r>
          </w:p>
        </w:tc>
        <w:tc>
          <w:tcPr>
            <w:tcW w:w="4536" w:type="dxa"/>
            <w:gridSpan w:val="2"/>
            <w:tcBorders>
              <w:bottom w:val="single" w:sz="4" w:space="0" w:color="auto"/>
            </w:tcBorders>
          </w:tcPr>
          <w:p w14:paraId="05F96210" w14:textId="471197AD" w:rsidR="001F5B4D" w:rsidRPr="001F5B4D" w:rsidRDefault="001F5B4D" w:rsidP="001F5B4D">
            <w:r w:rsidRPr="001F5B4D">
              <w:t>Species trophic level is 4.3, which is higher than the highest risk value (3.25).</w:t>
            </w:r>
          </w:p>
        </w:tc>
        <w:tc>
          <w:tcPr>
            <w:tcW w:w="851" w:type="dxa"/>
          </w:tcPr>
          <w:p w14:paraId="4B33C618" w14:textId="08F4A703" w:rsidR="001F5B4D" w:rsidRPr="001F5B4D" w:rsidRDefault="001F5B4D" w:rsidP="001F5B4D">
            <w:r w:rsidRPr="001F5B4D">
              <w:t>3</w:t>
            </w:r>
          </w:p>
        </w:tc>
      </w:tr>
      <w:tr w:rsidR="001F5B4D" w:rsidRPr="001F5B4D" w14:paraId="1672E208"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6209C688" w14:textId="77777777" w:rsidR="001F5B4D" w:rsidRPr="001F5B4D" w:rsidRDefault="001F5B4D" w:rsidP="001F5B4D"/>
        </w:tc>
        <w:tc>
          <w:tcPr>
            <w:tcW w:w="4536" w:type="dxa"/>
            <w:gridSpan w:val="2"/>
            <w:tcBorders>
              <w:bottom w:val="single" w:sz="4" w:space="0" w:color="auto"/>
            </w:tcBorders>
            <w:shd w:val="clear" w:color="auto" w:fill="998877"/>
          </w:tcPr>
          <w:p w14:paraId="2C122EF1" w14:textId="2CB7C56E" w:rsidR="001F5B4D" w:rsidRPr="001F5B4D" w:rsidRDefault="001F5B4D" w:rsidP="001F5B4D">
            <w:r w:rsidRPr="001F5B4D">
              <w:t>Productivity score</w:t>
            </w:r>
          </w:p>
        </w:tc>
        <w:tc>
          <w:tcPr>
            <w:tcW w:w="851" w:type="dxa"/>
            <w:tcBorders>
              <w:bottom w:val="single" w:sz="4" w:space="0" w:color="auto"/>
            </w:tcBorders>
          </w:tcPr>
          <w:p w14:paraId="509F9DBB" w14:textId="211DCE4D" w:rsidR="001F5B4D" w:rsidRPr="001F5B4D" w:rsidRDefault="001F5B4D" w:rsidP="001F5B4D">
            <w:r w:rsidRPr="001F5B4D">
              <w:t>2.86</w:t>
            </w:r>
          </w:p>
        </w:tc>
      </w:tr>
      <w:tr w:rsidR="001F5B4D" w:rsidRPr="001F5B4D" w14:paraId="67004B22" w14:textId="77777777" w:rsidTr="008E3246">
        <w:tblPrEx>
          <w:tblCellMar>
            <w:top w:w="0" w:type="dxa"/>
            <w:bottom w:w="0" w:type="dxa"/>
          </w:tblCellMar>
        </w:tblPrEx>
        <w:trPr>
          <w:cantSplit/>
        </w:trPr>
        <w:tc>
          <w:tcPr>
            <w:tcW w:w="7938" w:type="dxa"/>
            <w:gridSpan w:val="4"/>
            <w:shd w:val="clear" w:color="auto" w:fill="998877"/>
          </w:tcPr>
          <w:p w14:paraId="06A44539" w14:textId="6D3FB662" w:rsidR="001F5B4D" w:rsidRPr="001F5B4D" w:rsidRDefault="001F5B4D" w:rsidP="001F5B4D">
            <w:pPr>
              <w:rPr>
                <w:b/>
              </w:rPr>
            </w:pPr>
            <w:r w:rsidRPr="001F5B4D">
              <w:rPr>
                <w:b/>
              </w:rPr>
              <w:t>Susceptibility</w:t>
            </w:r>
          </w:p>
        </w:tc>
      </w:tr>
      <w:tr w:rsidR="001F5B4D" w:rsidRPr="001F5B4D" w14:paraId="56E36F24" w14:textId="77777777" w:rsidTr="001F5B4D">
        <w:tblPrEx>
          <w:tblCellMar>
            <w:top w:w="0" w:type="dxa"/>
            <w:bottom w:w="0" w:type="dxa"/>
          </w:tblCellMar>
        </w:tblPrEx>
        <w:trPr>
          <w:cantSplit/>
        </w:trPr>
        <w:tc>
          <w:tcPr>
            <w:tcW w:w="2551" w:type="dxa"/>
            <w:shd w:val="clear" w:color="auto" w:fill="998877"/>
          </w:tcPr>
          <w:p w14:paraId="114F56BC" w14:textId="4044AFC2" w:rsidR="001F5B4D" w:rsidRPr="001F5B4D" w:rsidRDefault="001F5B4D" w:rsidP="001F5B4D">
            <w:r w:rsidRPr="001F5B4D">
              <w:t>Areal overlap (availability)</w:t>
            </w:r>
          </w:p>
        </w:tc>
        <w:tc>
          <w:tcPr>
            <w:tcW w:w="4536" w:type="dxa"/>
            <w:gridSpan w:val="2"/>
          </w:tcPr>
          <w:p w14:paraId="2BBF15AF" w14:textId="26177D85" w:rsidR="001F5B4D" w:rsidRPr="001F5B4D" w:rsidRDefault="001F5B4D" w:rsidP="001F5B4D">
            <w:r w:rsidRPr="001F5B4D">
              <w:t>Worldwide pelagic distribution. Species is coastal.</w:t>
            </w:r>
          </w:p>
        </w:tc>
        <w:tc>
          <w:tcPr>
            <w:tcW w:w="851" w:type="dxa"/>
          </w:tcPr>
          <w:p w14:paraId="5CAF9491" w14:textId="6E371B33" w:rsidR="001F5B4D" w:rsidRPr="001F5B4D" w:rsidRDefault="001F5B4D" w:rsidP="001F5B4D">
            <w:r w:rsidRPr="001F5B4D">
              <w:t>2</w:t>
            </w:r>
          </w:p>
        </w:tc>
      </w:tr>
      <w:tr w:rsidR="001F5B4D" w:rsidRPr="001F5B4D" w14:paraId="0CCD9FC6" w14:textId="77777777" w:rsidTr="001F5B4D">
        <w:tblPrEx>
          <w:tblCellMar>
            <w:top w:w="0" w:type="dxa"/>
            <w:bottom w:w="0" w:type="dxa"/>
          </w:tblCellMar>
        </w:tblPrEx>
        <w:trPr>
          <w:cantSplit/>
        </w:trPr>
        <w:tc>
          <w:tcPr>
            <w:tcW w:w="2551" w:type="dxa"/>
            <w:shd w:val="clear" w:color="auto" w:fill="998877"/>
          </w:tcPr>
          <w:p w14:paraId="6E2BAA91" w14:textId="531B6318" w:rsidR="001F5B4D" w:rsidRPr="001F5B4D" w:rsidRDefault="001F5B4D" w:rsidP="001F5B4D">
            <w:r w:rsidRPr="001F5B4D">
              <w:t>Encounterability</w:t>
            </w:r>
          </w:p>
        </w:tc>
        <w:tc>
          <w:tcPr>
            <w:tcW w:w="4536" w:type="dxa"/>
            <w:gridSpan w:val="2"/>
          </w:tcPr>
          <w:p w14:paraId="1C3B6B7F" w14:textId="5CB57B64" w:rsidR="001F5B4D" w:rsidRPr="001F5B4D" w:rsidRDefault="001F5B4D" w:rsidP="001F5B4D">
            <w:r w:rsidRPr="001F5B4D">
              <w:t>The depth range of the species is 1-300m. For surface gears, the vertical overlap index with this species is 33.33%. This species is reef associated.</w:t>
            </w:r>
          </w:p>
        </w:tc>
        <w:tc>
          <w:tcPr>
            <w:tcW w:w="851" w:type="dxa"/>
          </w:tcPr>
          <w:p w14:paraId="2E97B37D" w14:textId="394B85D8" w:rsidR="001F5B4D" w:rsidRPr="001F5B4D" w:rsidRDefault="001F5B4D" w:rsidP="001F5B4D">
            <w:r w:rsidRPr="001F5B4D">
              <w:t>2</w:t>
            </w:r>
          </w:p>
        </w:tc>
      </w:tr>
      <w:tr w:rsidR="001F5B4D" w:rsidRPr="001F5B4D" w14:paraId="2D96294B" w14:textId="77777777" w:rsidTr="001F5B4D">
        <w:tblPrEx>
          <w:tblCellMar>
            <w:top w:w="0" w:type="dxa"/>
            <w:bottom w:w="0" w:type="dxa"/>
          </w:tblCellMar>
        </w:tblPrEx>
        <w:trPr>
          <w:cantSplit/>
        </w:trPr>
        <w:tc>
          <w:tcPr>
            <w:tcW w:w="2551" w:type="dxa"/>
            <w:shd w:val="clear" w:color="auto" w:fill="998877"/>
          </w:tcPr>
          <w:p w14:paraId="47772ED8" w14:textId="215A7322" w:rsidR="001F5B4D" w:rsidRPr="001F5B4D" w:rsidRDefault="001F5B4D" w:rsidP="001F5B4D">
            <w:r w:rsidRPr="001F5B4D">
              <w:t>Selectivity</w:t>
            </w:r>
          </w:p>
        </w:tc>
        <w:tc>
          <w:tcPr>
            <w:tcW w:w="4536" w:type="dxa"/>
            <w:gridSpan w:val="2"/>
          </w:tcPr>
          <w:p w14:paraId="424CEBFC" w14:textId="25FF93A7" w:rsidR="001F5B4D" w:rsidRPr="001F5B4D" w:rsidRDefault="001F5B4D" w:rsidP="001F5B4D">
            <w:r w:rsidRPr="001F5B4D">
              <w:t>The maximum length of the species is 610cm. For tropical surface fisheries, the length overlap index with this species is 100.00%.</w:t>
            </w:r>
          </w:p>
        </w:tc>
        <w:tc>
          <w:tcPr>
            <w:tcW w:w="851" w:type="dxa"/>
          </w:tcPr>
          <w:p w14:paraId="1C060262" w14:textId="58D03F44" w:rsidR="001F5B4D" w:rsidRPr="001F5B4D" w:rsidRDefault="001F5B4D" w:rsidP="001F5B4D">
            <w:r w:rsidRPr="001F5B4D">
              <w:t>3</w:t>
            </w:r>
          </w:p>
        </w:tc>
      </w:tr>
      <w:tr w:rsidR="001F5B4D" w:rsidRPr="001F5B4D" w14:paraId="027E392D" w14:textId="77777777" w:rsidTr="001F5B4D">
        <w:tblPrEx>
          <w:tblCellMar>
            <w:top w:w="0" w:type="dxa"/>
            <w:bottom w:w="0" w:type="dxa"/>
          </w:tblCellMar>
        </w:tblPrEx>
        <w:trPr>
          <w:cantSplit/>
        </w:trPr>
        <w:tc>
          <w:tcPr>
            <w:tcW w:w="2551" w:type="dxa"/>
            <w:shd w:val="clear" w:color="auto" w:fill="998877"/>
          </w:tcPr>
          <w:p w14:paraId="74BAE4DB" w14:textId="4817E620" w:rsidR="001F5B4D" w:rsidRPr="001F5B4D" w:rsidRDefault="001F5B4D" w:rsidP="001F5B4D">
            <w:r w:rsidRPr="001F5B4D">
              <w:t>Post capture mortality</w:t>
            </w:r>
          </w:p>
        </w:tc>
        <w:tc>
          <w:tcPr>
            <w:tcW w:w="4536" w:type="dxa"/>
            <w:gridSpan w:val="2"/>
            <w:tcBorders>
              <w:bottom w:val="single" w:sz="4" w:space="0" w:color="auto"/>
            </w:tcBorders>
          </w:tcPr>
          <w:p w14:paraId="40EA91C1" w14:textId="57E42BF8" w:rsidR="001F5B4D" w:rsidRPr="001F5B4D" w:rsidRDefault="001F5B4D" w:rsidP="001F5B4D">
            <w:r w:rsidRPr="001F5B4D">
              <w:t>No direct evidence of survival after capture.</w:t>
            </w:r>
          </w:p>
        </w:tc>
        <w:tc>
          <w:tcPr>
            <w:tcW w:w="851" w:type="dxa"/>
          </w:tcPr>
          <w:p w14:paraId="01E67E0C" w14:textId="6777BAD5" w:rsidR="001F5B4D" w:rsidRPr="001F5B4D" w:rsidRDefault="001F5B4D" w:rsidP="001F5B4D">
            <w:r w:rsidRPr="001F5B4D">
              <w:t>3</w:t>
            </w:r>
          </w:p>
        </w:tc>
      </w:tr>
      <w:tr w:rsidR="001F5B4D" w:rsidRPr="001F5B4D" w14:paraId="04A24AE5" w14:textId="77777777" w:rsidTr="001F5B4D">
        <w:tblPrEx>
          <w:tblCellMar>
            <w:top w:w="0" w:type="dxa"/>
            <w:bottom w:w="0" w:type="dxa"/>
          </w:tblCellMar>
        </w:tblPrEx>
        <w:trPr>
          <w:cantSplit/>
        </w:trPr>
        <w:tc>
          <w:tcPr>
            <w:tcW w:w="2551" w:type="dxa"/>
            <w:shd w:val="clear" w:color="auto" w:fill="998877"/>
          </w:tcPr>
          <w:p w14:paraId="3F642A46" w14:textId="77777777" w:rsidR="001F5B4D" w:rsidRPr="001F5B4D" w:rsidRDefault="001F5B4D" w:rsidP="001F5B4D"/>
        </w:tc>
        <w:tc>
          <w:tcPr>
            <w:tcW w:w="4536" w:type="dxa"/>
            <w:gridSpan w:val="2"/>
            <w:tcBorders>
              <w:bottom w:val="single" w:sz="4" w:space="0" w:color="auto"/>
            </w:tcBorders>
            <w:shd w:val="clear" w:color="auto" w:fill="998877"/>
          </w:tcPr>
          <w:p w14:paraId="00B68F61" w14:textId="7747733D" w:rsidR="001F5B4D" w:rsidRPr="001F5B4D" w:rsidRDefault="001F5B4D" w:rsidP="001F5B4D">
            <w:r w:rsidRPr="001F5B4D">
              <w:t>Susceptibility score</w:t>
            </w:r>
          </w:p>
        </w:tc>
        <w:tc>
          <w:tcPr>
            <w:tcW w:w="851" w:type="dxa"/>
          </w:tcPr>
          <w:p w14:paraId="76A720CD" w14:textId="0B1CE0A7" w:rsidR="001F5B4D" w:rsidRPr="001F5B4D" w:rsidRDefault="001F5B4D" w:rsidP="001F5B4D">
            <w:r w:rsidRPr="001F5B4D">
              <w:t>1.88</w:t>
            </w:r>
          </w:p>
        </w:tc>
      </w:tr>
      <w:tr w:rsidR="001F5B4D" w:rsidRPr="001F5B4D" w14:paraId="1A461279" w14:textId="77777777" w:rsidTr="001F5B4D">
        <w:tblPrEx>
          <w:tblCellMar>
            <w:top w:w="0" w:type="dxa"/>
            <w:bottom w:w="0" w:type="dxa"/>
          </w:tblCellMar>
        </w:tblPrEx>
        <w:trPr>
          <w:cantSplit/>
        </w:trPr>
        <w:tc>
          <w:tcPr>
            <w:tcW w:w="2551" w:type="dxa"/>
            <w:shd w:val="clear" w:color="auto" w:fill="998877"/>
          </w:tcPr>
          <w:p w14:paraId="611FD9ED" w14:textId="77777777" w:rsidR="001F5B4D" w:rsidRPr="001F5B4D" w:rsidRDefault="001F5B4D" w:rsidP="001F5B4D"/>
        </w:tc>
        <w:tc>
          <w:tcPr>
            <w:tcW w:w="4536" w:type="dxa"/>
            <w:gridSpan w:val="2"/>
            <w:shd w:val="clear" w:color="auto" w:fill="998877"/>
          </w:tcPr>
          <w:p w14:paraId="1DF855C8" w14:textId="6DE312F3" w:rsidR="001F5B4D" w:rsidRPr="001F5B4D" w:rsidRDefault="001F5B4D" w:rsidP="001F5B4D">
            <w:r w:rsidRPr="001F5B4D">
              <w:t>Vulnerability score</w:t>
            </w:r>
          </w:p>
        </w:tc>
        <w:tc>
          <w:tcPr>
            <w:tcW w:w="851" w:type="dxa"/>
          </w:tcPr>
          <w:p w14:paraId="5AFF96B9" w14:textId="3B5ADB87" w:rsidR="001F5B4D" w:rsidRPr="001F5B4D" w:rsidRDefault="001F5B4D" w:rsidP="001F5B4D">
            <w:r w:rsidRPr="001F5B4D">
              <w:t>3.42</w:t>
            </w:r>
          </w:p>
        </w:tc>
      </w:tr>
    </w:tbl>
    <w:p w14:paraId="5AE22E5D" w14:textId="27A4AF93"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7BE64EF"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0" w:name="T_SCL" w:colFirst="0" w:colLast="0"/>
          <w:p w14:paraId="5EB952CA" w14:textId="4784692A" w:rsidR="001F5B4D" w:rsidRPr="001F5B4D" w:rsidRDefault="001F5B4D" w:rsidP="001F5B4D">
            <w:pPr>
              <w:rPr>
                <w:b/>
              </w:rPr>
            </w:pPr>
            <w:r w:rsidRPr="001F5B4D">
              <w:rPr>
                <w:b/>
              </w:rPr>
              <w:fldChar w:fldCharType="begin"/>
            </w:r>
            <w:r w:rsidRPr="001F5B4D">
              <w:rPr>
                <w:b/>
              </w:rPr>
              <w:instrText xml:space="preserve"> HYPERLINK  \l "S_SCL" \o "PSA Score" </w:instrText>
            </w:r>
            <w:r w:rsidRPr="001F5B4D">
              <w:rPr>
                <w:b/>
              </w:rPr>
            </w:r>
            <w:r w:rsidRPr="001F5B4D">
              <w:rPr>
                <w:b/>
              </w:rPr>
              <w:fldChar w:fldCharType="separate"/>
            </w:r>
            <w:r w:rsidRPr="001F5B4D">
              <w:rPr>
                <w:rStyle w:val="Hyperlink"/>
                <w:b/>
              </w:rPr>
              <w:t>Catsharks, nursehounds nei</w:t>
            </w:r>
            <w:r w:rsidRPr="001F5B4D">
              <w:rPr>
                <w:b/>
              </w:rPr>
              <w:fldChar w:fldCharType="end"/>
            </w:r>
          </w:p>
        </w:tc>
        <w:tc>
          <w:tcPr>
            <w:tcW w:w="3969" w:type="dxa"/>
            <w:gridSpan w:val="2"/>
            <w:tcBorders>
              <w:bottom w:val="single" w:sz="4" w:space="0" w:color="auto"/>
            </w:tcBorders>
            <w:shd w:val="clear" w:color="auto" w:fill="998877"/>
          </w:tcPr>
          <w:p w14:paraId="20034017" w14:textId="40F76F46" w:rsidR="001F5B4D" w:rsidRPr="001F5B4D" w:rsidRDefault="001F5B4D" w:rsidP="001F5B4D">
            <w:pPr>
              <w:rPr>
                <w:b/>
                <w:i/>
              </w:rPr>
            </w:pPr>
            <w:r w:rsidRPr="001F5B4D">
              <w:rPr>
                <w:b/>
                <w:i/>
              </w:rPr>
              <w:t>Scyliorhinus spp</w:t>
            </w:r>
          </w:p>
        </w:tc>
      </w:tr>
      <w:bookmarkEnd w:id="190"/>
      <w:tr w:rsidR="001F5B4D" w:rsidRPr="001F5B4D" w14:paraId="0B540C2B" w14:textId="77777777" w:rsidTr="00776598">
        <w:tblPrEx>
          <w:tblCellMar>
            <w:top w:w="0" w:type="dxa"/>
            <w:bottom w:w="0" w:type="dxa"/>
          </w:tblCellMar>
        </w:tblPrEx>
        <w:trPr>
          <w:cantSplit/>
        </w:trPr>
        <w:tc>
          <w:tcPr>
            <w:tcW w:w="7938" w:type="dxa"/>
            <w:gridSpan w:val="4"/>
            <w:shd w:val="clear" w:color="auto" w:fill="998877"/>
          </w:tcPr>
          <w:p w14:paraId="6F6EDE53" w14:textId="45DF3470" w:rsidR="001F5B4D" w:rsidRPr="001F5B4D" w:rsidRDefault="001F5B4D" w:rsidP="001F5B4D">
            <w:pPr>
              <w:rPr>
                <w:b/>
              </w:rPr>
            </w:pPr>
            <w:r w:rsidRPr="001F5B4D">
              <w:rPr>
                <w:b/>
              </w:rPr>
              <w:t>Productivity</w:t>
            </w:r>
          </w:p>
        </w:tc>
      </w:tr>
      <w:tr w:rsidR="001F5B4D" w:rsidRPr="001F5B4D" w14:paraId="33B31203" w14:textId="77777777" w:rsidTr="001F5B4D">
        <w:tblPrEx>
          <w:tblCellMar>
            <w:top w:w="0" w:type="dxa"/>
            <w:bottom w:w="0" w:type="dxa"/>
          </w:tblCellMar>
        </w:tblPrEx>
        <w:trPr>
          <w:cantSplit/>
        </w:trPr>
        <w:tc>
          <w:tcPr>
            <w:tcW w:w="2551" w:type="dxa"/>
            <w:shd w:val="clear" w:color="auto" w:fill="998877"/>
          </w:tcPr>
          <w:p w14:paraId="32638465" w14:textId="1EEB7752" w:rsidR="001F5B4D" w:rsidRPr="001F5B4D" w:rsidRDefault="001F5B4D" w:rsidP="001F5B4D">
            <w:r w:rsidRPr="001F5B4D">
              <w:t>Average age at maturity</w:t>
            </w:r>
          </w:p>
        </w:tc>
        <w:tc>
          <w:tcPr>
            <w:tcW w:w="4536" w:type="dxa"/>
            <w:gridSpan w:val="2"/>
          </w:tcPr>
          <w:p w14:paraId="2EDAE811" w14:textId="4A4D34F8" w:rsidR="001F5B4D" w:rsidRPr="001F5B4D" w:rsidRDefault="001F5B4D" w:rsidP="001F5B4D">
            <w:r w:rsidRPr="001F5B4D">
              <w:t>The score is based on the maximum risk score in the family Agonidae, which included 1 species.</w:t>
            </w:r>
          </w:p>
        </w:tc>
        <w:tc>
          <w:tcPr>
            <w:tcW w:w="851" w:type="dxa"/>
          </w:tcPr>
          <w:p w14:paraId="1F0591B2" w14:textId="0EF5E012" w:rsidR="001F5B4D" w:rsidRPr="001F5B4D" w:rsidRDefault="001F5B4D" w:rsidP="001F5B4D">
            <w:r w:rsidRPr="001F5B4D">
              <w:t>2</w:t>
            </w:r>
          </w:p>
        </w:tc>
      </w:tr>
      <w:tr w:rsidR="001F5B4D" w:rsidRPr="001F5B4D" w14:paraId="2527F3D1" w14:textId="77777777" w:rsidTr="001F5B4D">
        <w:tblPrEx>
          <w:tblCellMar>
            <w:top w:w="0" w:type="dxa"/>
            <w:bottom w:w="0" w:type="dxa"/>
          </w:tblCellMar>
        </w:tblPrEx>
        <w:trPr>
          <w:cantSplit/>
        </w:trPr>
        <w:tc>
          <w:tcPr>
            <w:tcW w:w="2551" w:type="dxa"/>
            <w:shd w:val="clear" w:color="auto" w:fill="998877"/>
          </w:tcPr>
          <w:p w14:paraId="77C6C757" w14:textId="09A1BB14" w:rsidR="001F5B4D" w:rsidRPr="001F5B4D" w:rsidRDefault="001F5B4D" w:rsidP="001F5B4D">
            <w:r w:rsidRPr="001F5B4D">
              <w:t>Average max age</w:t>
            </w:r>
          </w:p>
        </w:tc>
        <w:tc>
          <w:tcPr>
            <w:tcW w:w="4536" w:type="dxa"/>
            <w:gridSpan w:val="2"/>
          </w:tcPr>
          <w:p w14:paraId="1FDA5509" w14:textId="1C92AC02" w:rsidR="001F5B4D" w:rsidRPr="001F5B4D" w:rsidRDefault="001F5B4D" w:rsidP="001F5B4D">
            <w:r w:rsidRPr="001F5B4D">
              <w:t>The score is based on the maximum risk score in the family Agonidae, which included 1 species.</w:t>
            </w:r>
          </w:p>
        </w:tc>
        <w:tc>
          <w:tcPr>
            <w:tcW w:w="851" w:type="dxa"/>
          </w:tcPr>
          <w:p w14:paraId="15FCFAA3" w14:textId="41DD95FA" w:rsidR="001F5B4D" w:rsidRPr="001F5B4D" w:rsidRDefault="001F5B4D" w:rsidP="001F5B4D">
            <w:r w:rsidRPr="001F5B4D">
              <w:t>3</w:t>
            </w:r>
          </w:p>
        </w:tc>
      </w:tr>
      <w:tr w:rsidR="001F5B4D" w:rsidRPr="001F5B4D" w14:paraId="32A346D0" w14:textId="77777777" w:rsidTr="001F5B4D">
        <w:tblPrEx>
          <w:tblCellMar>
            <w:top w:w="0" w:type="dxa"/>
            <w:bottom w:w="0" w:type="dxa"/>
          </w:tblCellMar>
        </w:tblPrEx>
        <w:trPr>
          <w:cantSplit/>
        </w:trPr>
        <w:tc>
          <w:tcPr>
            <w:tcW w:w="2551" w:type="dxa"/>
            <w:shd w:val="clear" w:color="auto" w:fill="998877"/>
          </w:tcPr>
          <w:p w14:paraId="08C16009" w14:textId="6CCF7C12" w:rsidR="001F5B4D" w:rsidRPr="001F5B4D" w:rsidRDefault="001F5B4D" w:rsidP="001F5B4D">
            <w:r w:rsidRPr="001F5B4D">
              <w:t>Fecundity</w:t>
            </w:r>
          </w:p>
        </w:tc>
        <w:tc>
          <w:tcPr>
            <w:tcW w:w="4536" w:type="dxa"/>
            <w:gridSpan w:val="2"/>
          </w:tcPr>
          <w:p w14:paraId="7D8DFB34" w14:textId="6ED7C016" w:rsidR="001F5B4D" w:rsidRPr="001F5B4D" w:rsidRDefault="001F5B4D" w:rsidP="001F5B4D">
            <w:r w:rsidRPr="001F5B4D">
              <w:t>The score is based on the maximum risk score in the family Agonidae, which included 1 species.</w:t>
            </w:r>
          </w:p>
        </w:tc>
        <w:tc>
          <w:tcPr>
            <w:tcW w:w="851" w:type="dxa"/>
          </w:tcPr>
          <w:p w14:paraId="4AEAF419" w14:textId="65F10E71" w:rsidR="001F5B4D" w:rsidRPr="001F5B4D" w:rsidRDefault="001F5B4D" w:rsidP="001F5B4D">
            <w:r w:rsidRPr="001F5B4D">
              <w:t>3</w:t>
            </w:r>
          </w:p>
        </w:tc>
      </w:tr>
      <w:tr w:rsidR="001F5B4D" w:rsidRPr="001F5B4D" w14:paraId="438B0C14" w14:textId="77777777" w:rsidTr="001F5B4D">
        <w:tblPrEx>
          <w:tblCellMar>
            <w:top w:w="0" w:type="dxa"/>
            <w:bottom w:w="0" w:type="dxa"/>
          </w:tblCellMar>
        </w:tblPrEx>
        <w:trPr>
          <w:cantSplit/>
        </w:trPr>
        <w:tc>
          <w:tcPr>
            <w:tcW w:w="2551" w:type="dxa"/>
            <w:shd w:val="clear" w:color="auto" w:fill="998877"/>
          </w:tcPr>
          <w:p w14:paraId="3CE06A56" w14:textId="6BC3E807" w:rsidR="001F5B4D" w:rsidRPr="001F5B4D" w:rsidRDefault="001F5B4D" w:rsidP="001F5B4D">
            <w:r w:rsidRPr="001F5B4D">
              <w:t>Average max size</w:t>
            </w:r>
          </w:p>
        </w:tc>
        <w:tc>
          <w:tcPr>
            <w:tcW w:w="4536" w:type="dxa"/>
            <w:gridSpan w:val="2"/>
          </w:tcPr>
          <w:p w14:paraId="085C37BE" w14:textId="55A952B9" w:rsidR="001F5B4D" w:rsidRPr="001F5B4D" w:rsidRDefault="001F5B4D" w:rsidP="001F5B4D">
            <w:r w:rsidRPr="001F5B4D">
              <w:t>The score is based on the maximum risk score in the family Myliobatidae, which included 14 species.</w:t>
            </w:r>
          </w:p>
        </w:tc>
        <w:tc>
          <w:tcPr>
            <w:tcW w:w="851" w:type="dxa"/>
          </w:tcPr>
          <w:p w14:paraId="54D326F9" w14:textId="5BD7588D" w:rsidR="001F5B4D" w:rsidRPr="001F5B4D" w:rsidRDefault="001F5B4D" w:rsidP="001F5B4D">
            <w:r w:rsidRPr="001F5B4D">
              <w:t>2</w:t>
            </w:r>
          </w:p>
        </w:tc>
      </w:tr>
      <w:tr w:rsidR="001F5B4D" w:rsidRPr="001F5B4D" w14:paraId="540DB229" w14:textId="77777777" w:rsidTr="001F5B4D">
        <w:tblPrEx>
          <w:tblCellMar>
            <w:top w:w="0" w:type="dxa"/>
            <w:bottom w:w="0" w:type="dxa"/>
          </w:tblCellMar>
        </w:tblPrEx>
        <w:trPr>
          <w:cantSplit/>
        </w:trPr>
        <w:tc>
          <w:tcPr>
            <w:tcW w:w="2551" w:type="dxa"/>
            <w:shd w:val="clear" w:color="auto" w:fill="998877"/>
          </w:tcPr>
          <w:p w14:paraId="485B2B24" w14:textId="6F6CEECA" w:rsidR="001F5B4D" w:rsidRPr="001F5B4D" w:rsidRDefault="001F5B4D" w:rsidP="001F5B4D">
            <w:r w:rsidRPr="001F5B4D">
              <w:t>Average size at maturity</w:t>
            </w:r>
          </w:p>
        </w:tc>
        <w:tc>
          <w:tcPr>
            <w:tcW w:w="4536" w:type="dxa"/>
            <w:gridSpan w:val="2"/>
          </w:tcPr>
          <w:p w14:paraId="6C92CFAE" w14:textId="4111A5DB" w:rsidR="001F5B4D" w:rsidRPr="001F5B4D" w:rsidRDefault="001F5B4D" w:rsidP="001F5B4D">
            <w:r w:rsidRPr="001F5B4D">
              <w:t>The score is based on the maximum risk score in the family Myliobatidae, which included 14 species.</w:t>
            </w:r>
          </w:p>
        </w:tc>
        <w:tc>
          <w:tcPr>
            <w:tcW w:w="851" w:type="dxa"/>
          </w:tcPr>
          <w:p w14:paraId="57362A9D" w14:textId="5D14A0BE" w:rsidR="001F5B4D" w:rsidRPr="001F5B4D" w:rsidRDefault="001F5B4D" w:rsidP="001F5B4D">
            <w:r w:rsidRPr="001F5B4D">
              <w:t>2</w:t>
            </w:r>
          </w:p>
        </w:tc>
      </w:tr>
      <w:tr w:rsidR="001F5B4D" w:rsidRPr="001F5B4D" w14:paraId="502A06D9" w14:textId="77777777" w:rsidTr="001F5B4D">
        <w:tblPrEx>
          <w:tblCellMar>
            <w:top w:w="0" w:type="dxa"/>
            <w:bottom w:w="0" w:type="dxa"/>
          </w:tblCellMar>
        </w:tblPrEx>
        <w:trPr>
          <w:cantSplit/>
        </w:trPr>
        <w:tc>
          <w:tcPr>
            <w:tcW w:w="2551" w:type="dxa"/>
            <w:shd w:val="clear" w:color="auto" w:fill="998877"/>
          </w:tcPr>
          <w:p w14:paraId="2C78A2AA" w14:textId="7B677F39" w:rsidR="001F5B4D" w:rsidRPr="001F5B4D" w:rsidRDefault="001F5B4D" w:rsidP="001F5B4D">
            <w:r w:rsidRPr="001F5B4D">
              <w:t>Reproductive strategy</w:t>
            </w:r>
          </w:p>
        </w:tc>
        <w:tc>
          <w:tcPr>
            <w:tcW w:w="4536" w:type="dxa"/>
            <w:gridSpan w:val="2"/>
          </w:tcPr>
          <w:p w14:paraId="2B053072" w14:textId="4C88A49E" w:rsidR="001F5B4D" w:rsidRPr="001F5B4D" w:rsidRDefault="001F5B4D" w:rsidP="001F5B4D">
            <w:r w:rsidRPr="001F5B4D">
              <w:t>The score is based on the maximum risk score in the family Molidae, which included 4 species.</w:t>
            </w:r>
          </w:p>
        </w:tc>
        <w:tc>
          <w:tcPr>
            <w:tcW w:w="851" w:type="dxa"/>
          </w:tcPr>
          <w:p w14:paraId="01205358" w14:textId="3120256E" w:rsidR="001F5B4D" w:rsidRPr="001F5B4D" w:rsidRDefault="001F5B4D" w:rsidP="001F5B4D">
            <w:r w:rsidRPr="001F5B4D">
              <w:t>2</w:t>
            </w:r>
          </w:p>
        </w:tc>
      </w:tr>
      <w:tr w:rsidR="001F5B4D" w:rsidRPr="001F5B4D" w14:paraId="5E0D5B11" w14:textId="77777777" w:rsidTr="001F5B4D">
        <w:tblPrEx>
          <w:tblCellMar>
            <w:top w:w="0" w:type="dxa"/>
            <w:bottom w:w="0" w:type="dxa"/>
          </w:tblCellMar>
        </w:tblPrEx>
        <w:trPr>
          <w:cantSplit/>
        </w:trPr>
        <w:tc>
          <w:tcPr>
            <w:tcW w:w="2551" w:type="dxa"/>
            <w:shd w:val="clear" w:color="auto" w:fill="998877"/>
          </w:tcPr>
          <w:p w14:paraId="77558F4B" w14:textId="3948B33F" w:rsidR="001F5B4D" w:rsidRPr="001F5B4D" w:rsidRDefault="001F5B4D" w:rsidP="001F5B4D">
            <w:r w:rsidRPr="001F5B4D">
              <w:t>Trophic level</w:t>
            </w:r>
          </w:p>
        </w:tc>
        <w:tc>
          <w:tcPr>
            <w:tcW w:w="4536" w:type="dxa"/>
            <w:gridSpan w:val="2"/>
            <w:tcBorders>
              <w:bottom w:val="single" w:sz="4" w:space="0" w:color="auto"/>
            </w:tcBorders>
          </w:tcPr>
          <w:p w14:paraId="28671B18" w14:textId="351139E6" w:rsidR="001F5B4D" w:rsidRPr="001F5B4D" w:rsidRDefault="001F5B4D" w:rsidP="001F5B4D">
            <w:r w:rsidRPr="001F5B4D">
              <w:t>The score is based on the maximum risk score in the family Myliobatidae, which included 15 species.</w:t>
            </w:r>
          </w:p>
        </w:tc>
        <w:tc>
          <w:tcPr>
            <w:tcW w:w="851" w:type="dxa"/>
          </w:tcPr>
          <w:p w14:paraId="16874276" w14:textId="70E7075D" w:rsidR="001F5B4D" w:rsidRPr="001F5B4D" w:rsidRDefault="001F5B4D" w:rsidP="001F5B4D">
            <w:r w:rsidRPr="001F5B4D">
              <w:t>3</w:t>
            </w:r>
          </w:p>
        </w:tc>
      </w:tr>
      <w:tr w:rsidR="001F5B4D" w:rsidRPr="001F5B4D" w14:paraId="4FB5CD45"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16B8FD7" w14:textId="77777777" w:rsidR="001F5B4D" w:rsidRPr="001F5B4D" w:rsidRDefault="001F5B4D" w:rsidP="001F5B4D"/>
        </w:tc>
        <w:tc>
          <w:tcPr>
            <w:tcW w:w="4536" w:type="dxa"/>
            <w:gridSpan w:val="2"/>
            <w:tcBorders>
              <w:bottom w:val="single" w:sz="4" w:space="0" w:color="auto"/>
            </w:tcBorders>
            <w:shd w:val="clear" w:color="auto" w:fill="998877"/>
          </w:tcPr>
          <w:p w14:paraId="5679FDD3" w14:textId="6A1280AE" w:rsidR="001F5B4D" w:rsidRPr="001F5B4D" w:rsidRDefault="001F5B4D" w:rsidP="001F5B4D">
            <w:r w:rsidRPr="001F5B4D">
              <w:t>Productivity score</w:t>
            </w:r>
          </w:p>
        </w:tc>
        <w:tc>
          <w:tcPr>
            <w:tcW w:w="851" w:type="dxa"/>
            <w:tcBorders>
              <w:bottom w:val="single" w:sz="4" w:space="0" w:color="auto"/>
            </w:tcBorders>
          </w:tcPr>
          <w:p w14:paraId="210B75E0" w14:textId="62DF83D4" w:rsidR="001F5B4D" w:rsidRPr="001F5B4D" w:rsidRDefault="001F5B4D" w:rsidP="001F5B4D">
            <w:r w:rsidRPr="001F5B4D">
              <w:t>2.43</w:t>
            </w:r>
          </w:p>
        </w:tc>
      </w:tr>
      <w:tr w:rsidR="001F5B4D" w:rsidRPr="001F5B4D" w14:paraId="7EC8D534" w14:textId="77777777" w:rsidTr="00127CBB">
        <w:tblPrEx>
          <w:tblCellMar>
            <w:top w:w="0" w:type="dxa"/>
            <w:bottom w:w="0" w:type="dxa"/>
          </w:tblCellMar>
        </w:tblPrEx>
        <w:trPr>
          <w:cantSplit/>
        </w:trPr>
        <w:tc>
          <w:tcPr>
            <w:tcW w:w="7938" w:type="dxa"/>
            <w:gridSpan w:val="4"/>
            <w:shd w:val="clear" w:color="auto" w:fill="998877"/>
          </w:tcPr>
          <w:p w14:paraId="787D6CEE" w14:textId="5F8EE999" w:rsidR="001F5B4D" w:rsidRPr="001F5B4D" w:rsidRDefault="001F5B4D" w:rsidP="001F5B4D">
            <w:pPr>
              <w:rPr>
                <w:b/>
              </w:rPr>
            </w:pPr>
            <w:r w:rsidRPr="001F5B4D">
              <w:rPr>
                <w:b/>
              </w:rPr>
              <w:t>Susceptibility</w:t>
            </w:r>
          </w:p>
        </w:tc>
      </w:tr>
      <w:tr w:rsidR="001F5B4D" w:rsidRPr="001F5B4D" w14:paraId="7DE4EAAD" w14:textId="77777777" w:rsidTr="001F5B4D">
        <w:tblPrEx>
          <w:tblCellMar>
            <w:top w:w="0" w:type="dxa"/>
            <w:bottom w:w="0" w:type="dxa"/>
          </w:tblCellMar>
        </w:tblPrEx>
        <w:trPr>
          <w:cantSplit/>
        </w:trPr>
        <w:tc>
          <w:tcPr>
            <w:tcW w:w="2551" w:type="dxa"/>
            <w:shd w:val="clear" w:color="auto" w:fill="998877"/>
          </w:tcPr>
          <w:p w14:paraId="79A817B6" w14:textId="08A46DA0" w:rsidR="001F5B4D" w:rsidRPr="001F5B4D" w:rsidRDefault="001F5B4D" w:rsidP="001F5B4D">
            <w:r w:rsidRPr="001F5B4D">
              <w:t>Areal overlap (availability)</w:t>
            </w:r>
          </w:p>
        </w:tc>
        <w:tc>
          <w:tcPr>
            <w:tcW w:w="4536" w:type="dxa"/>
            <w:gridSpan w:val="2"/>
          </w:tcPr>
          <w:p w14:paraId="40A289A4" w14:textId="270E3AD7" w:rsidR="001F5B4D" w:rsidRPr="001F5B4D" w:rsidRDefault="001F5B4D" w:rsidP="001F5B4D">
            <w:r w:rsidRPr="001F5B4D">
              <w:t>Worldwide demersal distribution</w:t>
            </w:r>
          </w:p>
        </w:tc>
        <w:tc>
          <w:tcPr>
            <w:tcW w:w="851" w:type="dxa"/>
          </w:tcPr>
          <w:p w14:paraId="36874167" w14:textId="67F407EB" w:rsidR="001F5B4D" w:rsidRPr="001F5B4D" w:rsidRDefault="001F5B4D" w:rsidP="001F5B4D">
            <w:r w:rsidRPr="001F5B4D">
              <w:t>3</w:t>
            </w:r>
          </w:p>
        </w:tc>
      </w:tr>
      <w:tr w:rsidR="001F5B4D" w:rsidRPr="001F5B4D" w14:paraId="0F70E53F" w14:textId="77777777" w:rsidTr="001F5B4D">
        <w:tblPrEx>
          <w:tblCellMar>
            <w:top w:w="0" w:type="dxa"/>
            <w:bottom w:w="0" w:type="dxa"/>
          </w:tblCellMar>
        </w:tblPrEx>
        <w:trPr>
          <w:cantSplit/>
        </w:trPr>
        <w:tc>
          <w:tcPr>
            <w:tcW w:w="2551" w:type="dxa"/>
            <w:shd w:val="clear" w:color="auto" w:fill="998877"/>
          </w:tcPr>
          <w:p w14:paraId="520BDC04" w14:textId="17E0BCF5" w:rsidR="001F5B4D" w:rsidRPr="001F5B4D" w:rsidRDefault="001F5B4D" w:rsidP="001F5B4D">
            <w:r w:rsidRPr="001F5B4D">
              <w:lastRenderedPageBreak/>
              <w:t>Encounterability</w:t>
            </w:r>
          </w:p>
        </w:tc>
        <w:tc>
          <w:tcPr>
            <w:tcW w:w="4536" w:type="dxa"/>
            <w:gridSpan w:val="2"/>
          </w:tcPr>
          <w:p w14:paraId="2C047852" w14:textId="23BDBCC7" w:rsidR="001F5B4D" w:rsidRPr="001F5B4D" w:rsidRDefault="001F5B4D" w:rsidP="001F5B4D">
            <w:r w:rsidRPr="001F5B4D">
              <w:t>The depth range of the species is 1-800m. For surface gears, the vertical overlap index with this species is 12.50%. This species is demersal.</w:t>
            </w:r>
          </w:p>
        </w:tc>
        <w:tc>
          <w:tcPr>
            <w:tcW w:w="851" w:type="dxa"/>
          </w:tcPr>
          <w:p w14:paraId="4288A6B9" w14:textId="40FFD37E" w:rsidR="001F5B4D" w:rsidRPr="001F5B4D" w:rsidRDefault="001F5B4D" w:rsidP="001F5B4D">
            <w:r w:rsidRPr="001F5B4D">
              <w:t>1</w:t>
            </w:r>
          </w:p>
        </w:tc>
      </w:tr>
      <w:tr w:rsidR="001F5B4D" w:rsidRPr="001F5B4D" w14:paraId="60B9DA07" w14:textId="77777777" w:rsidTr="001F5B4D">
        <w:tblPrEx>
          <w:tblCellMar>
            <w:top w:w="0" w:type="dxa"/>
            <w:bottom w:w="0" w:type="dxa"/>
          </w:tblCellMar>
        </w:tblPrEx>
        <w:trPr>
          <w:cantSplit/>
        </w:trPr>
        <w:tc>
          <w:tcPr>
            <w:tcW w:w="2551" w:type="dxa"/>
            <w:shd w:val="clear" w:color="auto" w:fill="998877"/>
          </w:tcPr>
          <w:p w14:paraId="791753C9" w14:textId="31616144" w:rsidR="001F5B4D" w:rsidRPr="001F5B4D" w:rsidRDefault="001F5B4D" w:rsidP="001F5B4D">
            <w:r w:rsidRPr="001F5B4D">
              <w:t>Selectivity</w:t>
            </w:r>
          </w:p>
        </w:tc>
        <w:tc>
          <w:tcPr>
            <w:tcW w:w="4536" w:type="dxa"/>
            <w:gridSpan w:val="2"/>
          </w:tcPr>
          <w:p w14:paraId="0EF6452D" w14:textId="7FDD3508" w:rsidR="001F5B4D" w:rsidRPr="001F5B4D" w:rsidRDefault="001F5B4D" w:rsidP="001F5B4D">
            <w:r w:rsidRPr="001F5B4D">
              <w:t>The maximum length of the species is missing, but the family's maximum length based on 5 species is 170cm. For tropical surface fisheries, the length overlap index with this species is 100.00%.</w:t>
            </w:r>
          </w:p>
        </w:tc>
        <w:tc>
          <w:tcPr>
            <w:tcW w:w="851" w:type="dxa"/>
          </w:tcPr>
          <w:p w14:paraId="18C88C44" w14:textId="6448711C" w:rsidR="001F5B4D" w:rsidRPr="001F5B4D" w:rsidRDefault="001F5B4D" w:rsidP="001F5B4D">
            <w:r w:rsidRPr="001F5B4D">
              <w:t>3</w:t>
            </w:r>
          </w:p>
        </w:tc>
      </w:tr>
      <w:tr w:rsidR="001F5B4D" w:rsidRPr="001F5B4D" w14:paraId="2FCEF48F" w14:textId="77777777" w:rsidTr="001F5B4D">
        <w:tblPrEx>
          <w:tblCellMar>
            <w:top w:w="0" w:type="dxa"/>
            <w:bottom w:w="0" w:type="dxa"/>
          </w:tblCellMar>
        </w:tblPrEx>
        <w:trPr>
          <w:cantSplit/>
        </w:trPr>
        <w:tc>
          <w:tcPr>
            <w:tcW w:w="2551" w:type="dxa"/>
            <w:shd w:val="clear" w:color="auto" w:fill="998877"/>
          </w:tcPr>
          <w:p w14:paraId="54EE29C4" w14:textId="4A282D17" w:rsidR="001F5B4D" w:rsidRPr="001F5B4D" w:rsidRDefault="001F5B4D" w:rsidP="001F5B4D">
            <w:r w:rsidRPr="001F5B4D">
              <w:t>Post capture mortality</w:t>
            </w:r>
          </w:p>
        </w:tc>
        <w:tc>
          <w:tcPr>
            <w:tcW w:w="4536" w:type="dxa"/>
            <w:gridSpan w:val="2"/>
            <w:tcBorders>
              <w:bottom w:val="single" w:sz="4" w:space="0" w:color="auto"/>
            </w:tcBorders>
          </w:tcPr>
          <w:p w14:paraId="4FC51B45" w14:textId="0256B71B" w:rsidR="001F5B4D" w:rsidRPr="001F5B4D" w:rsidRDefault="001F5B4D" w:rsidP="001F5B4D">
            <w:r w:rsidRPr="001F5B4D">
              <w:t>No direct evidence of survival after capture.</w:t>
            </w:r>
          </w:p>
        </w:tc>
        <w:tc>
          <w:tcPr>
            <w:tcW w:w="851" w:type="dxa"/>
          </w:tcPr>
          <w:p w14:paraId="57B40274" w14:textId="53BB41ED" w:rsidR="001F5B4D" w:rsidRPr="001F5B4D" w:rsidRDefault="001F5B4D" w:rsidP="001F5B4D">
            <w:r w:rsidRPr="001F5B4D">
              <w:t>3</w:t>
            </w:r>
          </w:p>
        </w:tc>
      </w:tr>
      <w:tr w:rsidR="001F5B4D" w:rsidRPr="001F5B4D" w14:paraId="3433219B" w14:textId="77777777" w:rsidTr="001F5B4D">
        <w:tblPrEx>
          <w:tblCellMar>
            <w:top w:w="0" w:type="dxa"/>
            <w:bottom w:w="0" w:type="dxa"/>
          </w:tblCellMar>
        </w:tblPrEx>
        <w:trPr>
          <w:cantSplit/>
        </w:trPr>
        <w:tc>
          <w:tcPr>
            <w:tcW w:w="2551" w:type="dxa"/>
            <w:shd w:val="clear" w:color="auto" w:fill="998877"/>
          </w:tcPr>
          <w:p w14:paraId="3188D250" w14:textId="77777777" w:rsidR="001F5B4D" w:rsidRPr="001F5B4D" w:rsidRDefault="001F5B4D" w:rsidP="001F5B4D"/>
        </w:tc>
        <w:tc>
          <w:tcPr>
            <w:tcW w:w="4536" w:type="dxa"/>
            <w:gridSpan w:val="2"/>
            <w:tcBorders>
              <w:bottom w:val="single" w:sz="4" w:space="0" w:color="auto"/>
            </w:tcBorders>
            <w:shd w:val="clear" w:color="auto" w:fill="998877"/>
          </w:tcPr>
          <w:p w14:paraId="68F92206" w14:textId="51DD0700" w:rsidR="001F5B4D" w:rsidRPr="001F5B4D" w:rsidRDefault="001F5B4D" w:rsidP="001F5B4D">
            <w:r w:rsidRPr="001F5B4D">
              <w:t>Susceptibility score</w:t>
            </w:r>
          </w:p>
        </w:tc>
        <w:tc>
          <w:tcPr>
            <w:tcW w:w="851" w:type="dxa"/>
          </w:tcPr>
          <w:p w14:paraId="389B2DA7" w14:textId="27627D0B" w:rsidR="001F5B4D" w:rsidRPr="001F5B4D" w:rsidRDefault="001F5B4D" w:rsidP="001F5B4D">
            <w:r w:rsidRPr="001F5B4D">
              <w:t>1.65</w:t>
            </w:r>
          </w:p>
        </w:tc>
      </w:tr>
      <w:tr w:rsidR="001F5B4D" w:rsidRPr="001F5B4D" w14:paraId="391D311F" w14:textId="77777777" w:rsidTr="001F5B4D">
        <w:tblPrEx>
          <w:tblCellMar>
            <w:top w:w="0" w:type="dxa"/>
            <w:bottom w:w="0" w:type="dxa"/>
          </w:tblCellMar>
        </w:tblPrEx>
        <w:trPr>
          <w:cantSplit/>
        </w:trPr>
        <w:tc>
          <w:tcPr>
            <w:tcW w:w="2551" w:type="dxa"/>
            <w:shd w:val="clear" w:color="auto" w:fill="998877"/>
          </w:tcPr>
          <w:p w14:paraId="289D0B28" w14:textId="77777777" w:rsidR="001F5B4D" w:rsidRPr="001F5B4D" w:rsidRDefault="001F5B4D" w:rsidP="001F5B4D"/>
        </w:tc>
        <w:tc>
          <w:tcPr>
            <w:tcW w:w="4536" w:type="dxa"/>
            <w:gridSpan w:val="2"/>
            <w:shd w:val="clear" w:color="auto" w:fill="998877"/>
          </w:tcPr>
          <w:p w14:paraId="2BC1BAD3" w14:textId="0863D402" w:rsidR="001F5B4D" w:rsidRPr="001F5B4D" w:rsidRDefault="001F5B4D" w:rsidP="001F5B4D">
            <w:r w:rsidRPr="001F5B4D">
              <w:t>Vulnerability score</w:t>
            </w:r>
          </w:p>
        </w:tc>
        <w:tc>
          <w:tcPr>
            <w:tcW w:w="851" w:type="dxa"/>
          </w:tcPr>
          <w:p w14:paraId="4228FA75" w14:textId="78C90F5D" w:rsidR="001F5B4D" w:rsidRPr="001F5B4D" w:rsidRDefault="001F5B4D" w:rsidP="001F5B4D">
            <w:r w:rsidRPr="001F5B4D">
              <w:t>2.94</w:t>
            </w:r>
          </w:p>
        </w:tc>
      </w:tr>
    </w:tbl>
    <w:p w14:paraId="73F05299" w14:textId="545F5D4B"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4D3E99E7"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1" w:name="T_SYX" w:colFirst="0" w:colLast="0"/>
          <w:p w14:paraId="1C8193CB" w14:textId="7C25D1C7" w:rsidR="001F5B4D" w:rsidRPr="001F5B4D" w:rsidRDefault="001F5B4D" w:rsidP="001F5B4D">
            <w:pPr>
              <w:rPr>
                <w:b/>
              </w:rPr>
            </w:pPr>
            <w:r w:rsidRPr="001F5B4D">
              <w:rPr>
                <w:b/>
              </w:rPr>
              <w:fldChar w:fldCharType="begin"/>
            </w:r>
            <w:r w:rsidRPr="001F5B4D">
              <w:rPr>
                <w:b/>
              </w:rPr>
              <w:instrText xml:space="preserve"> HYPERLINK  \l "S_SYX" \o "PSA Score" </w:instrText>
            </w:r>
            <w:r w:rsidRPr="001F5B4D">
              <w:rPr>
                <w:b/>
              </w:rPr>
            </w:r>
            <w:r w:rsidRPr="001F5B4D">
              <w:rPr>
                <w:b/>
              </w:rPr>
              <w:fldChar w:fldCharType="separate"/>
            </w:r>
            <w:r w:rsidRPr="001F5B4D">
              <w:rPr>
                <w:rStyle w:val="Hyperlink"/>
                <w:b/>
              </w:rPr>
              <w:t>Cat sharks</w:t>
            </w:r>
            <w:r w:rsidRPr="001F5B4D">
              <w:rPr>
                <w:b/>
              </w:rPr>
              <w:fldChar w:fldCharType="end"/>
            </w:r>
          </w:p>
        </w:tc>
        <w:tc>
          <w:tcPr>
            <w:tcW w:w="3969" w:type="dxa"/>
            <w:gridSpan w:val="2"/>
            <w:tcBorders>
              <w:bottom w:val="single" w:sz="4" w:space="0" w:color="auto"/>
            </w:tcBorders>
            <w:shd w:val="clear" w:color="auto" w:fill="998877"/>
          </w:tcPr>
          <w:p w14:paraId="1ED0D9C2" w14:textId="19A57E7C" w:rsidR="001F5B4D" w:rsidRPr="001F5B4D" w:rsidRDefault="001F5B4D" w:rsidP="001F5B4D">
            <w:pPr>
              <w:rPr>
                <w:b/>
                <w:i/>
              </w:rPr>
            </w:pPr>
            <w:r w:rsidRPr="001F5B4D">
              <w:rPr>
                <w:b/>
                <w:i/>
              </w:rPr>
              <w:t>Scyliorhinidae</w:t>
            </w:r>
          </w:p>
        </w:tc>
      </w:tr>
      <w:bookmarkEnd w:id="191"/>
      <w:tr w:rsidR="001F5B4D" w:rsidRPr="001F5B4D" w14:paraId="3C80149B" w14:textId="77777777" w:rsidTr="006E54CA">
        <w:tblPrEx>
          <w:tblCellMar>
            <w:top w:w="0" w:type="dxa"/>
            <w:bottom w:w="0" w:type="dxa"/>
          </w:tblCellMar>
        </w:tblPrEx>
        <w:trPr>
          <w:cantSplit/>
        </w:trPr>
        <w:tc>
          <w:tcPr>
            <w:tcW w:w="7938" w:type="dxa"/>
            <w:gridSpan w:val="4"/>
            <w:shd w:val="clear" w:color="auto" w:fill="998877"/>
          </w:tcPr>
          <w:p w14:paraId="3A647F9A" w14:textId="0F7A61E5" w:rsidR="001F5B4D" w:rsidRPr="001F5B4D" w:rsidRDefault="001F5B4D" w:rsidP="001F5B4D">
            <w:pPr>
              <w:rPr>
                <w:b/>
              </w:rPr>
            </w:pPr>
            <w:r w:rsidRPr="001F5B4D">
              <w:rPr>
                <w:b/>
              </w:rPr>
              <w:t>Productivity</w:t>
            </w:r>
          </w:p>
        </w:tc>
      </w:tr>
      <w:tr w:rsidR="001F5B4D" w:rsidRPr="001F5B4D" w14:paraId="334DC99E" w14:textId="77777777" w:rsidTr="001F5B4D">
        <w:tblPrEx>
          <w:tblCellMar>
            <w:top w:w="0" w:type="dxa"/>
            <w:bottom w:w="0" w:type="dxa"/>
          </w:tblCellMar>
        </w:tblPrEx>
        <w:trPr>
          <w:cantSplit/>
        </w:trPr>
        <w:tc>
          <w:tcPr>
            <w:tcW w:w="2551" w:type="dxa"/>
            <w:shd w:val="clear" w:color="auto" w:fill="998877"/>
          </w:tcPr>
          <w:p w14:paraId="18A35A19" w14:textId="650A55E5" w:rsidR="001F5B4D" w:rsidRPr="001F5B4D" w:rsidRDefault="001F5B4D" w:rsidP="001F5B4D">
            <w:r w:rsidRPr="001F5B4D">
              <w:t>Average age at maturity</w:t>
            </w:r>
          </w:p>
        </w:tc>
        <w:tc>
          <w:tcPr>
            <w:tcW w:w="4536" w:type="dxa"/>
            <w:gridSpan w:val="2"/>
          </w:tcPr>
          <w:p w14:paraId="4DC4381D" w14:textId="588E2BE0" w:rsidR="001F5B4D" w:rsidRPr="001F5B4D" w:rsidRDefault="001F5B4D" w:rsidP="001F5B4D">
            <w:r w:rsidRPr="001F5B4D">
              <w:t>The score is based on the maximum risk score in the family Scyliorhinidae, which included 1 species.</w:t>
            </w:r>
          </w:p>
        </w:tc>
        <w:tc>
          <w:tcPr>
            <w:tcW w:w="851" w:type="dxa"/>
          </w:tcPr>
          <w:p w14:paraId="7BA991DD" w14:textId="6136099D" w:rsidR="001F5B4D" w:rsidRPr="001F5B4D" w:rsidRDefault="001F5B4D" w:rsidP="001F5B4D">
            <w:r w:rsidRPr="001F5B4D">
              <w:t>2</w:t>
            </w:r>
          </w:p>
        </w:tc>
      </w:tr>
      <w:tr w:rsidR="001F5B4D" w:rsidRPr="001F5B4D" w14:paraId="16BA52EF" w14:textId="77777777" w:rsidTr="001F5B4D">
        <w:tblPrEx>
          <w:tblCellMar>
            <w:top w:w="0" w:type="dxa"/>
            <w:bottom w:w="0" w:type="dxa"/>
          </w:tblCellMar>
        </w:tblPrEx>
        <w:trPr>
          <w:cantSplit/>
        </w:trPr>
        <w:tc>
          <w:tcPr>
            <w:tcW w:w="2551" w:type="dxa"/>
            <w:shd w:val="clear" w:color="auto" w:fill="998877"/>
          </w:tcPr>
          <w:p w14:paraId="4A3C6F77" w14:textId="711BB2AF" w:rsidR="001F5B4D" w:rsidRPr="001F5B4D" w:rsidRDefault="001F5B4D" w:rsidP="001F5B4D">
            <w:r w:rsidRPr="001F5B4D">
              <w:t>Average max age</w:t>
            </w:r>
          </w:p>
        </w:tc>
        <w:tc>
          <w:tcPr>
            <w:tcW w:w="4536" w:type="dxa"/>
            <w:gridSpan w:val="2"/>
          </w:tcPr>
          <w:p w14:paraId="0B8D037F" w14:textId="4EA2DDEE" w:rsidR="001F5B4D" w:rsidRPr="001F5B4D" w:rsidRDefault="001F5B4D" w:rsidP="001F5B4D">
            <w:r w:rsidRPr="001F5B4D">
              <w:t>The score is based on the maximum risk score in the family Somniosidae, which included 2 species.</w:t>
            </w:r>
          </w:p>
        </w:tc>
        <w:tc>
          <w:tcPr>
            <w:tcW w:w="851" w:type="dxa"/>
          </w:tcPr>
          <w:p w14:paraId="3BCBDBC1" w14:textId="5928E520" w:rsidR="001F5B4D" w:rsidRPr="001F5B4D" w:rsidRDefault="001F5B4D" w:rsidP="001F5B4D">
            <w:r w:rsidRPr="001F5B4D">
              <w:t>3</w:t>
            </w:r>
          </w:p>
        </w:tc>
      </w:tr>
      <w:tr w:rsidR="001F5B4D" w:rsidRPr="001F5B4D" w14:paraId="6C2B1EF0" w14:textId="77777777" w:rsidTr="001F5B4D">
        <w:tblPrEx>
          <w:tblCellMar>
            <w:top w:w="0" w:type="dxa"/>
            <w:bottom w:w="0" w:type="dxa"/>
          </w:tblCellMar>
        </w:tblPrEx>
        <w:trPr>
          <w:cantSplit/>
        </w:trPr>
        <w:tc>
          <w:tcPr>
            <w:tcW w:w="2551" w:type="dxa"/>
            <w:shd w:val="clear" w:color="auto" w:fill="998877"/>
          </w:tcPr>
          <w:p w14:paraId="050C49CF" w14:textId="10EAEB86" w:rsidR="001F5B4D" w:rsidRPr="001F5B4D" w:rsidRDefault="001F5B4D" w:rsidP="001F5B4D">
            <w:r w:rsidRPr="001F5B4D">
              <w:t>Fecundity</w:t>
            </w:r>
          </w:p>
        </w:tc>
        <w:tc>
          <w:tcPr>
            <w:tcW w:w="4536" w:type="dxa"/>
            <w:gridSpan w:val="2"/>
          </w:tcPr>
          <w:p w14:paraId="43783967" w14:textId="1F5A2090" w:rsidR="001F5B4D" w:rsidRPr="001F5B4D" w:rsidRDefault="001F5B4D" w:rsidP="001F5B4D">
            <w:r w:rsidRPr="001F5B4D">
              <w:t>The score is based on the maximum risk score in the family Somniosidae, which included 7 species.</w:t>
            </w:r>
          </w:p>
        </w:tc>
        <w:tc>
          <w:tcPr>
            <w:tcW w:w="851" w:type="dxa"/>
          </w:tcPr>
          <w:p w14:paraId="763F0EE3" w14:textId="5FA00695" w:rsidR="001F5B4D" w:rsidRPr="001F5B4D" w:rsidRDefault="001F5B4D" w:rsidP="001F5B4D">
            <w:r w:rsidRPr="001F5B4D">
              <w:t>3</w:t>
            </w:r>
          </w:p>
        </w:tc>
      </w:tr>
      <w:tr w:rsidR="001F5B4D" w:rsidRPr="001F5B4D" w14:paraId="62363F3A" w14:textId="77777777" w:rsidTr="001F5B4D">
        <w:tblPrEx>
          <w:tblCellMar>
            <w:top w:w="0" w:type="dxa"/>
            <w:bottom w:w="0" w:type="dxa"/>
          </w:tblCellMar>
        </w:tblPrEx>
        <w:trPr>
          <w:cantSplit/>
        </w:trPr>
        <w:tc>
          <w:tcPr>
            <w:tcW w:w="2551" w:type="dxa"/>
            <w:shd w:val="clear" w:color="auto" w:fill="998877"/>
          </w:tcPr>
          <w:p w14:paraId="4D4EBC6C" w14:textId="19296CE8" w:rsidR="001F5B4D" w:rsidRPr="001F5B4D" w:rsidRDefault="001F5B4D" w:rsidP="001F5B4D">
            <w:r w:rsidRPr="001F5B4D">
              <w:t>Average max size</w:t>
            </w:r>
          </w:p>
        </w:tc>
        <w:tc>
          <w:tcPr>
            <w:tcW w:w="4536" w:type="dxa"/>
            <w:gridSpan w:val="2"/>
          </w:tcPr>
          <w:p w14:paraId="609F4FFA" w14:textId="6543AD89" w:rsidR="001F5B4D" w:rsidRPr="001F5B4D" w:rsidRDefault="001F5B4D" w:rsidP="001F5B4D">
            <w:r w:rsidRPr="001F5B4D">
              <w:t>The score is based on the maximum risk score in the family Scombridae, which included 50 species.</w:t>
            </w:r>
          </w:p>
        </w:tc>
        <w:tc>
          <w:tcPr>
            <w:tcW w:w="851" w:type="dxa"/>
          </w:tcPr>
          <w:p w14:paraId="5ACC145E" w14:textId="706555E1" w:rsidR="001F5B4D" w:rsidRPr="001F5B4D" w:rsidRDefault="001F5B4D" w:rsidP="001F5B4D">
            <w:r w:rsidRPr="001F5B4D">
              <w:t>2</w:t>
            </w:r>
          </w:p>
        </w:tc>
      </w:tr>
      <w:tr w:rsidR="001F5B4D" w:rsidRPr="001F5B4D" w14:paraId="35DDBC99" w14:textId="77777777" w:rsidTr="001F5B4D">
        <w:tblPrEx>
          <w:tblCellMar>
            <w:top w:w="0" w:type="dxa"/>
            <w:bottom w:w="0" w:type="dxa"/>
          </w:tblCellMar>
        </w:tblPrEx>
        <w:trPr>
          <w:cantSplit/>
        </w:trPr>
        <w:tc>
          <w:tcPr>
            <w:tcW w:w="2551" w:type="dxa"/>
            <w:shd w:val="clear" w:color="auto" w:fill="998877"/>
          </w:tcPr>
          <w:p w14:paraId="56246F2F" w14:textId="7A9C9544" w:rsidR="001F5B4D" w:rsidRPr="001F5B4D" w:rsidRDefault="001F5B4D" w:rsidP="001F5B4D">
            <w:r w:rsidRPr="001F5B4D">
              <w:t>Average size at maturity</w:t>
            </w:r>
          </w:p>
        </w:tc>
        <w:tc>
          <w:tcPr>
            <w:tcW w:w="4536" w:type="dxa"/>
            <w:gridSpan w:val="2"/>
          </w:tcPr>
          <w:p w14:paraId="4ECA331E" w14:textId="64174DB5" w:rsidR="001F5B4D" w:rsidRPr="001F5B4D" w:rsidRDefault="001F5B4D" w:rsidP="001F5B4D">
            <w:r w:rsidRPr="001F5B4D">
              <w:t>The score is based on the maximum risk score in the family Scombridae, which included 50 species.</w:t>
            </w:r>
          </w:p>
        </w:tc>
        <w:tc>
          <w:tcPr>
            <w:tcW w:w="851" w:type="dxa"/>
          </w:tcPr>
          <w:p w14:paraId="3E17E5F5" w14:textId="6D0D0A45" w:rsidR="001F5B4D" w:rsidRPr="001F5B4D" w:rsidRDefault="001F5B4D" w:rsidP="001F5B4D">
            <w:r w:rsidRPr="001F5B4D">
              <w:t>2</w:t>
            </w:r>
          </w:p>
        </w:tc>
      </w:tr>
      <w:tr w:rsidR="001F5B4D" w:rsidRPr="001F5B4D" w14:paraId="6A629436" w14:textId="77777777" w:rsidTr="001F5B4D">
        <w:tblPrEx>
          <w:tblCellMar>
            <w:top w:w="0" w:type="dxa"/>
            <w:bottom w:w="0" w:type="dxa"/>
          </w:tblCellMar>
        </w:tblPrEx>
        <w:trPr>
          <w:cantSplit/>
        </w:trPr>
        <w:tc>
          <w:tcPr>
            <w:tcW w:w="2551" w:type="dxa"/>
            <w:shd w:val="clear" w:color="auto" w:fill="998877"/>
          </w:tcPr>
          <w:p w14:paraId="16991632" w14:textId="284FDA07" w:rsidR="001F5B4D" w:rsidRPr="001F5B4D" w:rsidRDefault="001F5B4D" w:rsidP="001F5B4D">
            <w:r w:rsidRPr="001F5B4D">
              <w:t>Reproductive strategy</w:t>
            </w:r>
          </w:p>
        </w:tc>
        <w:tc>
          <w:tcPr>
            <w:tcW w:w="4536" w:type="dxa"/>
            <w:gridSpan w:val="2"/>
          </w:tcPr>
          <w:p w14:paraId="09F54320" w14:textId="1A6BF3D2" w:rsidR="001F5B4D" w:rsidRPr="001F5B4D" w:rsidRDefault="001F5B4D" w:rsidP="001F5B4D">
            <w:r w:rsidRPr="001F5B4D">
              <w:t>The score is based on the maximum risk score in the family Scombridae, which included 44 species.</w:t>
            </w:r>
          </w:p>
        </w:tc>
        <w:tc>
          <w:tcPr>
            <w:tcW w:w="851" w:type="dxa"/>
          </w:tcPr>
          <w:p w14:paraId="211CD6A1" w14:textId="3A757863" w:rsidR="001F5B4D" w:rsidRPr="001F5B4D" w:rsidRDefault="001F5B4D" w:rsidP="001F5B4D">
            <w:r w:rsidRPr="001F5B4D">
              <w:t>2</w:t>
            </w:r>
          </w:p>
        </w:tc>
      </w:tr>
      <w:tr w:rsidR="001F5B4D" w:rsidRPr="001F5B4D" w14:paraId="4CC1176B" w14:textId="77777777" w:rsidTr="001F5B4D">
        <w:tblPrEx>
          <w:tblCellMar>
            <w:top w:w="0" w:type="dxa"/>
            <w:bottom w:w="0" w:type="dxa"/>
          </w:tblCellMar>
        </w:tblPrEx>
        <w:trPr>
          <w:cantSplit/>
        </w:trPr>
        <w:tc>
          <w:tcPr>
            <w:tcW w:w="2551" w:type="dxa"/>
            <w:shd w:val="clear" w:color="auto" w:fill="998877"/>
          </w:tcPr>
          <w:p w14:paraId="62DCBE85" w14:textId="4798312D" w:rsidR="001F5B4D" w:rsidRPr="001F5B4D" w:rsidRDefault="001F5B4D" w:rsidP="001F5B4D">
            <w:r w:rsidRPr="001F5B4D">
              <w:t>Trophic level</w:t>
            </w:r>
          </w:p>
        </w:tc>
        <w:tc>
          <w:tcPr>
            <w:tcW w:w="4536" w:type="dxa"/>
            <w:gridSpan w:val="2"/>
            <w:tcBorders>
              <w:bottom w:val="single" w:sz="4" w:space="0" w:color="auto"/>
            </w:tcBorders>
          </w:tcPr>
          <w:p w14:paraId="4985EB87" w14:textId="34A36291" w:rsidR="001F5B4D" w:rsidRPr="001F5B4D" w:rsidRDefault="001F5B4D" w:rsidP="001F5B4D">
            <w:r w:rsidRPr="001F5B4D">
              <w:t>The score is based on the maximum risk score in the family Scombridae, which included 50 species.</w:t>
            </w:r>
          </w:p>
        </w:tc>
        <w:tc>
          <w:tcPr>
            <w:tcW w:w="851" w:type="dxa"/>
          </w:tcPr>
          <w:p w14:paraId="31A97382" w14:textId="7B0918A2" w:rsidR="001F5B4D" w:rsidRPr="001F5B4D" w:rsidRDefault="001F5B4D" w:rsidP="001F5B4D">
            <w:r w:rsidRPr="001F5B4D">
              <w:t>3</w:t>
            </w:r>
          </w:p>
        </w:tc>
      </w:tr>
      <w:tr w:rsidR="001F5B4D" w:rsidRPr="001F5B4D" w14:paraId="03F2E6B4"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26AC51DE" w14:textId="77777777" w:rsidR="001F5B4D" w:rsidRPr="001F5B4D" w:rsidRDefault="001F5B4D" w:rsidP="001F5B4D"/>
        </w:tc>
        <w:tc>
          <w:tcPr>
            <w:tcW w:w="4536" w:type="dxa"/>
            <w:gridSpan w:val="2"/>
            <w:tcBorders>
              <w:bottom w:val="single" w:sz="4" w:space="0" w:color="auto"/>
            </w:tcBorders>
            <w:shd w:val="clear" w:color="auto" w:fill="998877"/>
          </w:tcPr>
          <w:p w14:paraId="3BCD7E00" w14:textId="2702F564" w:rsidR="001F5B4D" w:rsidRPr="001F5B4D" w:rsidRDefault="001F5B4D" w:rsidP="001F5B4D">
            <w:r w:rsidRPr="001F5B4D">
              <w:t>Productivity score</w:t>
            </w:r>
          </w:p>
        </w:tc>
        <w:tc>
          <w:tcPr>
            <w:tcW w:w="851" w:type="dxa"/>
            <w:tcBorders>
              <w:bottom w:val="single" w:sz="4" w:space="0" w:color="auto"/>
            </w:tcBorders>
          </w:tcPr>
          <w:p w14:paraId="5567A35C" w14:textId="378CBE97" w:rsidR="001F5B4D" w:rsidRPr="001F5B4D" w:rsidRDefault="001F5B4D" w:rsidP="001F5B4D">
            <w:r w:rsidRPr="001F5B4D">
              <w:t>2.43</w:t>
            </w:r>
          </w:p>
        </w:tc>
      </w:tr>
      <w:tr w:rsidR="001F5B4D" w:rsidRPr="001F5B4D" w14:paraId="0D951BA7" w14:textId="77777777" w:rsidTr="00B129AE">
        <w:tblPrEx>
          <w:tblCellMar>
            <w:top w:w="0" w:type="dxa"/>
            <w:bottom w:w="0" w:type="dxa"/>
          </w:tblCellMar>
        </w:tblPrEx>
        <w:trPr>
          <w:cantSplit/>
        </w:trPr>
        <w:tc>
          <w:tcPr>
            <w:tcW w:w="7938" w:type="dxa"/>
            <w:gridSpan w:val="4"/>
            <w:shd w:val="clear" w:color="auto" w:fill="998877"/>
          </w:tcPr>
          <w:p w14:paraId="5124D891" w14:textId="1FF70281" w:rsidR="001F5B4D" w:rsidRPr="001F5B4D" w:rsidRDefault="001F5B4D" w:rsidP="001F5B4D">
            <w:pPr>
              <w:rPr>
                <w:b/>
              </w:rPr>
            </w:pPr>
            <w:r w:rsidRPr="001F5B4D">
              <w:rPr>
                <w:b/>
              </w:rPr>
              <w:t>Susceptibility</w:t>
            </w:r>
          </w:p>
        </w:tc>
      </w:tr>
      <w:tr w:rsidR="001F5B4D" w:rsidRPr="001F5B4D" w14:paraId="1C769327" w14:textId="77777777" w:rsidTr="001F5B4D">
        <w:tblPrEx>
          <w:tblCellMar>
            <w:top w:w="0" w:type="dxa"/>
            <w:bottom w:w="0" w:type="dxa"/>
          </w:tblCellMar>
        </w:tblPrEx>
        <w:trPr>
          <w:cantSplit/>
        </w:trPr>
        <w:tc>
          <w:tcPr>
            <w:tcW w:w="2551" w:type="dxa"/>
            <w:shd w:val="clear" w:color="auto" w:fill="998877"/>
          </w:tcPr>
          <w:p w14:paraId="2C529B81" w14:textId="6227C8C8" w:rsidR="001F5B4D" w:rsidRPr="001F5B4D" w:rsidRDefault="001F5B4D" w:rsidP="001F5B4D">
            <w:r w:rsidRPr="001F5B4D">
              <w:t>Areal overlap (availability)</w:t>
            </w:r>
          </w:p>
        </w:tc>
        <w:tc>
          <w:tcPr>
            <w:tcW w:w="4536" w:type="dxa"/>
            <w:gridSpan w:val="2"/>
          </w:tcPr>
          <w:p w14:paraId="7824626D" w14:textId="2B4E8A28" w:rsidR="001F5B4D" w:rsidRPr="001F5B4D" w:rsidRDefault="001F5B4D" w:rsidP="001F5B4D">
            <w:r w:rsidRPr="001F5B4D">
              <w:t>Worldwide demersal distribution</w:t>
            </w:r>
          </w:p>
        </w:tc>
        <w:tc>
          <w:tcPr>
            <w:tcW w:w="851" w:type="dxa"/>
          </w:tcPr>
          <w:p w14:paraId="26E0E324" w14:textId="7F16F0C7" w:rsidR="001F5B4D" w:rsidRPr="001F5B4D" w:rsidRDefault="001F5B4D" w:rsidP="001F5B4D">
            <w:r w:rsidRPr="001F5B4D">
              <w:t>3</w:t>
            </w:r>
          </w:p>
        </w:tc>
      </w:tr>
      <w:tr w:rsidR="001F5B4D" w:rsidRPr="001F5B4D" w14:paraId="57CA0557" w14:textId="77777777" w:rsidTr="001F5B4D">
        <w:tblPrEx>
          <w:tblCellMar>
            <w:top w:w="0" w:type="dxa"/>
            <w:bottom w:w="0" w:type="dxa"/>
          </w:tblCellMar>
        </w:tblPrEx>
        <w:trPr>
          <w:cantSplit/>
        </w:trPr>
        <w:tc>
          <w:tcPr>
            <w:tcW w:w="2551" w:type="dxa"/>
            <w:shd w:val="clear" w:color="auto" w:fill="998877"/>
          </w:tcPr>
          <w:p w14:paraId="0BF8060E" w14:textId="2E1FF0BD" w:rsidR="001F5B4D" w:rsidRPr="001F5B4D" w:rsidRDefault="001F5B4D" w:rsidP="001F5B4D">
            <w:r w:rsidRPr="001F5B4D">
              <w:t>Encounterability</w:t>
            </w:r>
          </w:p>
        </w:tc>
        <w:tc>
          <w:tcPr>
            <w:tcW w:w="4536" w:type="dxa"/>
            <w:gridSpan w:val="2"/>
          </w:tcPr>
          <w:p w14:paraId="450CF41E" w14:textId="1A63529C" w:rsidR="001F5B4D" w:rsidRPr="001F5B4D" w:rsidRDefault="001F5B4D" w:rsidP="001F5B4D">
            <w:r w:rsidRPr="001F5B4D">
              <w:t>The depth range of the species is 1-800m. For surface gears, the vertical overlap index with this species is 12.50%. This species is demersal.</w:t>
            </w:r>
          </w:p>
        </w:tc>
        <w:tc>
          <w:tcPr>
            <w:tcW w:w="851" w:type="dxa"/>
          </w:tcPr>
          <w:p w14:paraId="1CFE031C" w14:textId="6F64FD3E" w:rsidR="001F5B4D" w:rsidRPr="001F5B4D" w:rsidRDefault="001F5B4D" w:rsidP="001F5B4D">
            <w:r w:rsidRPr="001F5B4D">
              <w:t>1</w:t>
            </w:r>
          </w:p>
        </w:tc>
      </w:tr>
      <w:tr w:rsidR="001F5B4D" w:rsidRPr="001F5B4D" w14:paraId="0986D2E6" w14:textId="77777777" w:rsidTr="001F5B4D">
        <w:tblPrEx>
          <w:tblCellMar>
            <w:top w:w="0" w:type="dxa"/>
            <w:bottom w:w="0" w:type="dxa"/>
          </w:tblCellMar>
        </w:tblPrEx>
        <w:trPr>
          <w:cantSplit/>
        </w:trPr>
        <w:tc>
          <w:tcPr>
            <w:tcW w:w="2551" w:type="dxa"/>
            <w:shd w:val="clear" w:color="auto" w:fill="998877"/>
          </w:tcPr>
          <w:p w14:paraId="7C3BAEF9" w14:textId="105413CF" w:rsidR="001F5B4D" w:rsidRPr="001F5B4D" w:rsidRDefault="001F5B4D" w:rsidP="001F5B4D">
            <w:r w:rsidRPr="001F5B4D">
              <w:t>Selectivity</w:t>
            </w:r>
          </w:p>
        </w:tc>
        <w:tc>
          <w:tcPr>
            <w:tcW w:w="4536" w:type="dxa"/>
            <w:gridSpan w:val="2"/>
          </w:tcPr>
          <w:p w14:paraId="18B47488" w14:textId="0488AF6A" w:rsidR="001F5B4D" w:rsidRPr="001F5B4D" w:rsidRDefault="001F5B4D" w:rsidP="001F5B4D">
            <w:r w:rsidRPr="001F5B4D">
              <w:t>The maximum length of the species is missing, but the family's maximum length based on 5 species is 170cm. For tropical surface fisheries, the length overlap index with this species is 100.00%.</w:t>
            </w:r>
          </w:p>
        </w:tc>
        <w:tc>
          <w:tcPr>
            <w:tcW w:w="851" w:type="dxa"/>
          </w:tcPr>
          <w:p w14:paraId="5DE73270" w14:textId="0ABE265D" w:rsidR="001F5B4D" w:rsidRPr="001F5B4D" w:rsidRDefault="001F5B4D" w:rsidP="001F5B4D">
            <w:r w:rsidRPr="001F5B4D">
              <w:t>3</w:t>
            </w:r>
          </w:p>
        </w:tc>
      </w:tr>
      <w:tr w:rsidR="001F5B4D" w:rsidRPr="001F5B4D" w14:paraId="53731C47" w14:textId="77777777" w:rsidTr="001F5B4D">
        <w:tblPrEx>
          <w:tblCellMar>
            <w:top w:w="0" w:type="dxa"/>
            <w:bottom w:w="0" w:type="dxa"/>
          </w:tblCellMar>
        </w:tblPrEx>
        <w:trPr>
          <w:cantSplit/>
        </w:trPr>
        <w:tc>
          <w:tcPr>
            <w:tcW w:w="2551" w:type="dxa"/>
            <w:shd w:val="clear" w:color="auto" w:fill="998877"/>
          </w:tcPr>
          <w:p w14:paraId="14557DBA" w14:textId="3BD281BF" w:rsidR="001F5B4D" w:rsidRPr="001F5B4D" w:rsidRDefault="001F5B4D" w:rsidP="001F5B4D">
            <w:r w:rsidRPr="001F5B4D">
              <w:t>Post capture mortality</w:t>
            </w:r>
          </w:p>
        </w:tc>
        <w:tc>
          <w:tcPr>
            <w:tcW w:w="4536" w:type="dxa"/>
            <w:gridSpan w:val="2"/>
            <w:tcBorders>
              <w:bottom w:val="single" w:sz="4" w:space="0" w:color="auto"/>
            </w:tcBorders>
          </w:tcPr>
          <w:p w14:paraId="2EC4F694" w14:textId="15C84C90" w:rsidR="001F5B4D" w:rsidRPr="001F5B4D" w:rsidRDefault="001F5B4D" w:rsidP="001F5B4D">
            <w:r w:rsidRPr="001F5B4D">
              <w:t>No direct evidence of survival after capture.</w:t>
            </w:r>
          </w:p>
        </w:tc>
        <w:tc>
          <w:tcPr>
            <w:tcW w:w="851" w:type="dxa"/>
          </w:tcPr>
          <w:p w14:paraId="55345379" w14:textId="402DF16D" w:rsidR="001F5B4D" w:rsidRPr="001F5B4D" w:rsidRDefault="001F5B4D" w:rsidP="001F5B4D">
            <w:r w:rsidRPr="001F5B4D">
              <w:t>3</w:t>
            </w:r>
          </w:p>
        </w:tc>
      </w:tr>
      <w:tr w:rsidR="001F5B4D" w:rsidRPr="001F5B4D" w14:paraId="332AB125" w14:textId="77777777" w:rsidTr="001F5B4D">
        <w:tblPrEx>
          <w:tblCellMar>
            <w:top w:w="0" w:type="dxa"/>
            <w:bottom w:w="0" w:type="dxa"/>
          </w:tblCellMar>
        </w:tblPrEx>
        <w:trPr>
          <w:cantSplit/>
        </w:trPr>
        <w:tc>
          <w:tcPr>
            <w:tcW w:w="2551" w:type="dxa"/>
            <w:shd w:val="clear" w:color="auto" w:fill="998877"/>
          </w:tcPr>
          <w:p w14:paraId="0210A909" w14:textId="77777777" w:rsidR="001F5B4D" w:rsidRPr="001F5B4D" w:rsidRDefault="001F5B4D" w:rsidP="001F5B4D"/>
        </w:tc>
        <w:tc>
          <w:tcPr>
            <w:tcW w:w="4536" w:type="dxa"/>
            <w:gridSpan w:val="2"/>
            <w:tcBorders>
              <w:bottom w:val="single" w:sz="4" w:space="0" w:color="auto"/>
            </w:tcBorders>
            <w:shd w:val="clear" w:color="auto" w:fill="998877"/>
          </w:tcPr>
          <w:p w14:paraId="54317E8F" w14:textId="3D93B685" w:rsidR="001F5B4D" w:rsidRPr="001F5B4D" w:rsidRDefault="001F5B4D" w:rsidP="001F5B4D">
            <w:r w:rsidRPr="001F5B4D">
              <w:t>Susceptibility score</w:t>
            </w:r>
          </w:p>
        </w:tc>
        <w:tc>
          <w:tcPr>
            <w:tcW w:w="851" w:type="dxa"/>
          </w:tcPr>
          <w:p w14:paraId="09D107F3" w14:textId="66CDD093" w:rsidR="001F5B4D" w:rsidRPr="001F5B4D" w:rsidRDefault="001F5B4D" w:rsidP="001F5B4D">
            <w:r w:rsidRPr="001F5B4D">
              <w:t>1.65</w:t>
            </w:r>
          </w:p>
        </w:tc>
      </w:tr>
      <w:tr w:rsidR="001F5B4D" w:rsidRPr="001F5B4D" w14:paraId="070BF498" w14:textId="77777777" w:rsidTr="001F5B4D">
        <w:tblPrEx>
          <w:tblCellMar>
            <w:top w:w="0" w:type="dxa"/>
            <w:bottom w:w="0" w:type="dxa"/>
          </w:tblCellMar>
        </w:tblPrEx>
        <w:trPr>
          <w:cantSplit/>
        </w:trPr>
        <w:tc>
          <w:tcPr>
            <w:tcW w:w="2551" w:type="dxa"/>
            <w:shd w:val="clear" w:color="auto" w:fill="998877"/>
          </w:tcPr>
          <w:p w14:paraId="07DAB74E" w14:textId="77777777" w:rsidR="001F5B4D" w:rsidRPr="001F5B4D" w:rsidRDefault="001F5B4D" w:rsidP="001F5B4D"/>
        </w:tc>
        <w:tc>
          <w:tcPr>
            <w:tcW w:w="4536" w:type="dxa"/>
            <w:gridSpan w:val="2"/>
            <w:shd w:val="clear" w:color="auto" w:fill="998877"/>
          </w:tcPr>
          <w:p w14:paraId="6CB6DD29" w14:textId="00C78374" w:rsidR="001F5B4D" w:rsidRPr="001F5B4D" w:rsidRDefault="001F5B4D" w:rsidP="001F5B4D">
            <w:r w:rsidRPr="001F5B4D">
              <w:t>Vulnerability score</w:t>
            </w:r>
          </w:p>
        </w:tc>
        <w:tc>
          <w:tcPr>
            <w:tcW w:w="851" w:type="dxa"/>
          </w:tcPr>
          <w:p w14:paraId="3E4F6614" w14:textId="010AA9C6" w:rsidR="001F5B4D" w:rsidRPr="001F5B4D" w:rsidRDefault="001F5B4D" w:rsidP="001F5B4D">
            <w:r w:rsidRPr="001F5B4D">
              <w:t>2.94</w:t>
            </w:r>
          </w:p>
        </w:tc>
      </w:tr>
    </w:tbl>
    <w:p w14:paraId="698ADF7C" w14:textId="111FBFFD"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FB6EC27"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2" w:name="T_MOX" w:colFirst="0" w:colLast="0"/>
          <w:p w14:paraId="2EF51411" w14:textId="4E5687A7" w:rsidR="001F5B4D" w:rsidRPr="001F5B4D" w:rsidRDefault="001F5B4D" w:rsidP="001F5B4D">
            <w:pPr>
              <w:rPr>
                <w:b/>
              </w:rPr>
            </w:pPr>
            <w:r w:rsidRPr="001F5B4D">
              <w:rPr>
                <w:b/>
              </w:rPr>
              <w:lastRenderedPageBreak/>
              <w:fldChar w:fldCharType="begin"/>
            </w:r>
            <w:r w:rsidRPr="001F5B4D">
              <w:rPr>
                <w:b/>
              </w:rPr>
              <w:instrText xml:space="preserve"> HYPERLINK  \l "S_MOX" \o "PSA Score" </w:instrText>
            </w:r>
            <w:r w:rsidRPr="001F5B4D">
              <w:rPr>
                <w:b/>
              </w:rPr>
            </w:r>
            <w:r w:rsidRPr="001F5B4D">
              <w:rPr>
                <w:b/>
              </w:rPr>
              <w:fldChar w:fldCharType="separate"/>
            </w:r>
            <w:r w:rsidRPr="001F5B4D">
              <w:rPr>
                <w:rStyle w:val="Hyperlink"/>
                <w:b/>
              </w:rPr>
              <w:t>Ocean sunfish</w:t>
            </w:r>
            <w:r w:rsidRPr="001F5B4D">
              <w:rPr>
                <w:b/>
              </w:rPr>
              <w:fldChar w:fldCharType="end"/>
            </w:r>
          </w:p>
        </w:tc>
        <w:tc>
          <w:tcPr>
            <w:tcW w:w="3969" w:type="dxa"/>
            <w:gridSpan w:val="2"/>
            <w:tcBorders>
              <w:bottom w:val="single" w:sz="4" w:space="0" w:color="auto"/>
            </w:tcBorders>
            <w:shd w:val="clear" w:color="auto" w:fill="998877"/>
          </w:tcPr>
          <w:p w14:paraId="391CC4CE" w14:textId="7292B1C7" w:rsidR="001F5B4D" w:rsidRPr="001F5B4D" w:rsidRDefault="001F5B4D" w:rsidP="001F5B4D">
            <w:pPr>
              <w:rPr>
                <w:b/>
                <w:i/>
              </w:rPr>
            </w:pPr>
            <w:r w:rsidRPr="001F5B4D">
              <w:rPr>
                <w:b/>
                <w:i/>
              </w:rPr>
              <w:t>Mola mola</w:t>
            </w:r>
          </w:p>
        </w:tc>
      </w:tr>
      <w:bookmarkEnd w:id="192"/>
      <w:tr w:rsidR="001F5B4D" w:rsidRPr="001F5B4D" w14:paraId="139F3F5B" w14:textId="77777777" w:rsidTr="00696E53">
        <w:tblPrEx>
          <w:tblCellMar>
            <w:top w:w="0" w:type="dxa"/>
            <w:bottom w:w="0" w:type="dxa"/>
          </w:tblCellMar>
        </w:tblPrEx>
        <w:trPr>
          <w:cantSplit/>
        </w:trPr>
        <w:tc>
          <w:tcPr>
            <w:tcW w:w="7938" w:type="dxa"/>
            <w:gridSpan w:val="4"/>
            <w:shd w:val="clear" w:color="auto" w:fill="998877"/>
          </w:tcPr>
          <w:p w14:paraId="7527D18F" w14:textId="34AC696E" w:rsidR="001F5B4D" w:rsidRPr="001F5B4D" w:rsidRDefault="001F5B4D" w:rsidP="001F5B4D">
            <w:pPr>
              <w:rPr>
                <w:b/>
              </w:rPr>
            </w:pPr>
            <w:r w:rsidRPr="001F5B4D">
              <w:rPr>
                <w:b/>
              </w:rPr>
              <w:t>Productivity</w:t>
            </w:r>
          </w:p>
        </w:tc>
      </w:tr>
      <w:tr w:rsidR="001F5B4D" w:rsidRPr="001F5B4D" w14:paraId="48624CA4" w14:textId="77777777" w:rsidTr="001F5B4D">
        <w:tblPrEx>
          <w:tblCellMar>
            <w:top w:w="0" w:type="dxa"/>
            <w:bottom w:w="0" w:type="dxa"/>
          </w:tblCellMar>
        </w:tblPrEx>
        <w:trPr>
          <w:cantSplit/>
        </w:trPr>
        <w:tc>
          <w:tcPr>
            <w:tcW w:w="2551" w:type="dxa"/>
            <w:shd w:val="clear" w:color="auto" w:fill="998877"/>
          </w:tcPr>
          <w:p w14:paraId="5F4E48D1" w14:textId="55556020" w:rsidR="001F5B4D" w:rsidRPr="001F5B4D" w:rsidRDefault="001F5B4D" w:rsidP="001F5B4D">
            <w:r w:rsidRPr="001F5B4D">
              <w:t>Average age at maturity</w:t>
            </w:r>
          </w:p>
        </w:tc>
        <w:tc>
          <w:tcPr>
            <w:tcW w:w="4536" w:type="dxa"/>
            <w:gridSpan w:val="2"/>
          </w:tcPr>
          <w:p w14:paraId="594C740F" w14:textId="47558A2F" w:rsidR="001F5B4D" w:rsidRPr="001F5B4D" w:rsidRDefault="001F5B4D" w:rsidP="001F5B4D">
            <w:r w:rsidRPr="001F5B4D">
              <w:t>The score is based on the maximum risk score in the family Scombridae, which included 35 species.</w:t>
            </w:r>
          </w:p>
        </w:tc>
        <w:tc>
          <w:tcPr>
            <w:tcW w:w="851" w:type="dxa"/>
          </w:tcPr>
          <w:p w14:paraId="650D4022" w14:textId="37A30FC1" w:rsidR="001F5B4D" w:rsidRPr="001F5B4D" w:rsidRDefault="001F5B4D" w:rsidP="001F5B4D">
            <w:r w:rsidRPr="001F5B4D">
              <w:t>2</w:t>
            </w:r>
          </w:p>
        </w:tc>
      </w:tr>
      <w:tr w:rsidR="001F5B4D" w:rsidRPr="001F5B4D" w14:paraId="551FB8B3" w14:textId="77777777" w:rsidTr="001F5B4D">
        <w:tblPrEx>
          <w:tblCellMar>
            <w:top w:w="0" w:type="dxa"/>
            <w:bottom w:w="0" w:type="dxa"/>
          </w:tblCellMar>
        </w:tblPrEx>
        <w:trPr>
          <w:cantSplit/>
        </w:trPr>
        <w:tc>
          <w:tcPr>
            <w:tcW w:w="2551" w:type="dxa"/>
            <w:shd w:val="clear" w:color="auto" w:fill="998877"/>
          </w:tcPr>
          <w:p w14:paraId="7E2305D1" w14:textId="05A0416C" w:rsidR="001F5B4D" w:rsidRPr="001F5B4D" w:rsidRDefault="001F5B4D" w:rsidP="001F5B4D">
            <w:r w:rsidRPr="001F5B4D">
              <w:t>Average max age</w:t>
            </w:r>
          </w:p>
        </w:tc>
        <w:tc>
          <w:tcPr>
            <w:tcW w:w="4536" w:type="dxa"/>
            <w:gridSpan w:val="2"/>
          </w:tcPr>
          <w:p w14:paraId="20A325C1" w14:textId="6FFA8BB2" w:rsidR="001F5B4D" w:rsidRPr="001F5B4D" w:rsidRDefault="001F5B4D" w:rsidP="001F5B4D">
            <w:r w:rsidRPr="001F5B4D">
              <w:t>The score is based on the maximum risk score in the family Scombridae, which included 35 species.</w:t>
            </w:r>
          </w:p>
        </w:tc>
        <w:tc>
          <w:tcPr>
            <w:tcW w:w="851" w:type="dxa"/>
          </w:tcPr>
          <w:p w14:paraId="2DEC1649" w14:textId="79CE2618" w:rsidR="001F5B4D" w:rsidRPr="001F5B4D" w:rsidRDefault="001F5B4D" w:rsidP="001F5B4D">
            <w:r w:rsidRPr="001F5B4D">
              <w:t>3</w:t>
            </w:r>
          </w:p>
        </w:tc>
      </w:tr>
      <w:tr w:rsidR="001F5B4D" w:rsidRPr="001F5B4D" w14:paraId="591411B0" w14:textId="77777777" w:rsidTr="001F5B4D">
        <w:tblPrEx>
          <w:tblCellMar>
            <w:top w:w="0" w:type="dxa"/>
            <w:bottom w:w="0" w:type="dxa"/>
          </w:tblCellMar>
        </w:tblPrEx>
        <w:trPr>
          <w:cantSplit/>
        </w:trPr>
        <w:tc>
          <w:tcPr>
            <w:tcW w:w="2551" w:type="dxa"/>
            <w:shd w:val="clear" w:color="auto" w:fill="998877"/>
          </w:tcPr>
          <w:p w14:paraId="3CFD7E20" w14:textId="74985F6D" w:rsidR="001F5B4D" w:rsidRPr="001F5B4D" w:rsidRDefault="001F5B4D" w:rsidP="001F5B4D">
            <w:r w:rsidRPr="001F5B4D">
              <w:t>Fecundity</w:t>
            </w:r>
          </w:p>
        </w:tc>
        <w:tc>
          <w:tcPr>
            <w:tcW w:w="4536" w:type="dxa"/>
            <w:gridSpan w:val="2"/>
          </w:tcPr>
          <w:p w14:paraId="63DC55F5" w14:textId="1491CA6B" w:rsidR="001F5B4D" w:rsidRPr="001F5B4D" w:rsidRDefault="001F5B4D" w:rsidP="001F5B4D">
            <w:r w:rsidRPr="001F5B4D">
              <w:t>Species fecundity is 300000000 eggs/year, which is higher than the lowest risk value (20000).</w:t>
            </w:r>
          </w:p>
        </w:tc>
        <w:tc>
          <w:tcPr>
            <w:tcW w:w="851" w:type="dxa"/>
          </w:tcPr>
          <w:p w14:paraId="16DA8B06" w14:textId="380F1B0D" w:rsidR="001F5B4D" w:rsidRPr="001F5B4D" w:rsidRDefault="001F5B4D" w:rsidP="001F5B4D">
            <w:r w:rsidRPr="001F5B4D">
              <w:t>1</w:t>
            </w:r>
          </w:p>
        </w:tc>
      </w:tr>
      <w:tr w:rsidR="001F5B4D" w:rsidRPr="001F5B4D" w14:paraId="3039CA8A" w14:textId="77777777" w:rsidTr="001F5B4D">
        <w:tblPrEx>
          <w:tblCellMar>
            <w:top w:w="0" w:type="dxa"/>
            <w:bottom w:w="0" w:type="dxa"/>
          </w:tblCellMar>
        </w:tblPrEx>
        <w:trPr>
          <w:cantSplit/>
        </w:trPr>
        <w:tc>
          <w:tcPr>
            <w:tcW w:w="2551" w:type="dxa"/>
            <w:shd w:val="clear" w:color="auto" w:fill="998877"/>
          </w:tcPr>
          <w:p w14:paraId="71F762BA" w14:textId="368D93B2" w:rsidR="001F5B4D" w:rsidRPr="001F5B4D" w:rsidRDefault="001F5B4D" w:rsidP="001F5B4D">
            <w:r w:rsidRPr="001F5B4D">
              <w:t>Average max size</w:t>
            </w:r>
          </w:p>
        </w:tc>
        <w:tc>
          <w:tcPr>
            <w:tcW w:w="4536" w:type="dxa"/>
            <w:gridSpan w:val="2"/>
          </w:tcPr>
          <w:p w14:paraId="3A9378F3" w14:textId="7067E290" w:rsidR="001F5B4D" w:rsidRPr="001F5B4D" w:rsidRDefault="001F5B4D" w:rsidP="001F5B4D">
            <w:r w:rsidRPr="001F5B4D">
              <w:t>Species maximum length is 333, which is higher than the highest risk value (300cm).</w:t>
            </w:r>
          </w:p>
        </w:tc>
        <w:tc>
          <w:tcPr>
            <w:tcW w:w="851" w:type="dxa"/>
          </w:tcPr>
          <w:p w14:paraId="4693D406" w14:textId="5C6B926A" w:rsidR="001F5B4D" w:rsidRPr="001F5B4D" w:rsidRDefault="001F5B4D" w:rsidP="001F5B4D">
            <w:r w:rsidRPr="001F5B4D">
              <w:t>3</w:t>
            </w:r>
          </w:p>
        </w:tc>
      </w:tr>
      <w:tr w:rsidR="001F5B4D" w:rsidRPr="001F5B4D" w14:paraId="79248AE1" w14:textId="77777777" w:rsidTr="001F5B4D">
        <w:tblPrEx>
          <w:tblCellMar>
            <w:top w:w="0" w:type="dxa"/>
            <w:bottom w:w="0" w:type="dxa"/>
          </w:tblCellMar>
        </w:tblPrEx>
        <w:trPr>
          <w:cantSplit/>
        </w:trPr>
        <w:tc>
          <w:tcPr>
            <w:tcW w:w="2551" w:type="dxa"/>
            <w:shd w:val="clear" w:color="auto" w:fill="998877"/>
          </w:tcPr>
          <w:p w14:paraId="341BDA3D" w14:textId="25DCE020" w:rsidR="001F5B4D" w:rsidRPr="001F5B4D" w:rsidRDefault="001F5B4D" w:rsidP="001F5B4D">
            <w:r w:rsidRPr="001F5B4D">
              <w:t>Average size at maturity</w:t>
            </w:r>
          </w:p>
        </w:tc>
        <w:tc>
          <w:tcPr>
            <w:tcW w:w="4536" w:type="dxa"/>
            <w:gridSpan w:val="2"/>
          </w:tcPr>
          <w:p w14:paraId="2B90224A" w14:textId="258EE985" w:rsidR="001F5B4D" w:rsidRPr="001F5B4D" w:rsidRDefault="001F5B4D" w:rsidP="001F5B4D">
            <w:r w:rsidRPr="001F5B4D">
              <w:t>Species maximum length is 333cm, which is higher than the highest risk value (200cm).</w:t>
            </w:r>
          </w:p>
        </w:tc>
        <w:tc>
          <w:tcPr>
            <w:tcW w:w="851" w:type="dxa"/>
          </w:tcPr>
          <w:p w14:paraId="53803956" w14:textId="76A14823" w:rsidR="001F5B4D" w:rsidRPr="001F5B4D" w:rsidRDefault="001F5B4D" w:rsidP="001F5B4D">
            <w:r w:rsidRPr="001F5B4D">
              <w:t>3</w:t>
            </w:r>
          </w:p>
        </w:tc>
      </w:tr>
      <w:tr w:rsidR="001F5B4D" w:rsidRPr="001F5B4D" w14:paraId="7658C5DE" w14:textId="77777777" w:rsidTr="001F5B4D">
        <w:tblPrEx>
          <w:tblCellMar>
            <w:top w:w="0" w:type="dxa"/>
            <w:bottom w:w="0" w:type="dxa"/>
          </w:tblCellMar>
        </w:tblPrEx>
        <w:trPr>
          <w:cantSplit/>
        </w:trPr>
        <w:tc>
          <w:tcPr>
            <w:tcW w:w="2551" w:type="dxa"/>
            <w:shd w:val="clear" w:color="auto" w:fill="998877"/>
          </w:tcPr>
          <w:p w14:paraId="09F0D67F" w14:textId="24596918" w:rsidR="001F5B4D" w:rsidRPr="001F5B4D" w:rsidRDefault="001F5B4D" w:rsidP="001F5B4D">
            <w:r w:rsidRPr="001F5B4D">
              <w:t>Reproductive strategy</w:t>
            </w:r>
          </w:p>
        </w:tc>
        <w:tc>
          <w:tcPr>
            <w:tcW w:w="4536" w:type="dxa"/>
            <w:gridSpan w:val="2"/>
          </w:tcPr>
          <w:p w14:paraId="77618A3E" w14:textId="1521734C" w:rsidR="001F5B4D" w:rsidRPr="001F5B4D" w:rsidRDefault="001F5B4D" w:rsidP="001F5B4D">
            <w:r w:rsidRPr="001F5B4D">
              <w:t>Species reproductive strategy is broadcast spawner, which is low risk.</w:t>
            </w:r>
          </w:p>
        </w:tc>
        <w:tc>
          <w:tcPr>
            <w:tcW w:w="851" w:type="dxa"/>
          </w:tcPr>
          <w:p w14:paraId="740170FE" w14:textId="3F50D937" w:rsidR="001F5B4D" w:rsidRPr="001F5B4D" w:rsidRDefault="001F5B4D" w:rsidP="001F5B4D">
            <w:r w:rsidRPr="001F5B4D">
              <w:t>1</w:t>
            </w:r>
          </w:p>
        </w:tc>
      </w:tr>
      <w:tr w:rsidR="001F5B4D" w:rsidRPr="001F5B4D" w14:paraId="7F49D4F5" w14:textId="77777777" w:rsidTr="001F5B4D">
        <w:tblPrEx>
          <w:tblCellMar>
            <w:top w:w="0" w:type="dxa"/>
            <w:bottom w:w="0" w:type="dxa"/>
          </w:tblCellMar>
        </w:tblPrEx>
        <w:trPr>
          <w:cantSplit/>
        </w:trPr>
        <w:tc>
          <w:tcPr>
            <w:tcW w:w="2551" w:type="dxa"/>
            <w:shd w:val="clear" w:color="auto" w:fill="998877"/>
          </w:tcPr>
          <w:p w14:paraId="46ABD0C1" w14:textId="1BA9EC13" w:rsidR="001F5B4D" w:rsidRPr="001F5B4D" w:rsidRDefault="001F5B4D" w:rsidP="001F5B4D">
            <w:r w:rsidRPr="001F5B4D">
              <w:t>Trophic level</w:t>
            </w:r>
          </w:p>
        </w:tc>
        <w:tc>
          <w:tcPr>
            <w:tcW w:w="4536" w:type="dxa"/>
            <w:gridSpan w:val="2"/>
            <w:tcBorders>
              <w:bottom w:val="single" w:sz="4" w:space="0" w:color="auto"/>
            </w:tcBorders>
          </w:tcPr>
          <w:p w14:paraId="487466BC" w14:textId="60D24741" w:rsidR="001F5B4D" w:rsidRPr="001F5B4D" w:rsidRDefault="001F5B4D" w:rsidP="001F5B4D">
            <w:r w:rsidRPr="001F5B4D">
              <w:t>Species trophic level is 3.7, which is higher than the highest risk value (3.25).</w:t>
            </w:r>
          </w:p>
        </w:tc>
        <w:tc>
          <w:tcPr>
            <w:tcW w:w="851" w:type="dxa"/>
          </w:tcPr>
          <w:p w14:paraId="34962658" w14:textId="7E0464D9" w:rsidR="001F5B4D" w:rsidRPr="001F5B4D" w:rsidRDefault="001F5B4D" w:rsidP="001F5B4D">
            <w:r w:rsidRPr="001F5B4D">
              <w:t>3</w:t>
            </w:r>
          </w:p>
        </w:tc>
      </w:tr>
      <w:tr w:rsidR="001F5B4D" w:rsidRPr="001F5B4D" w14:paraId="0EF1CFD3"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E7BB6C9" w14:textId="77777777" w:rsidR="001F5B4D" w:rsidRPr="001F5B4D" w:rsidRDefault="001F5B4D" w:rsidP="001F5B4D"/>
        </w:tc>
        <w:tc>
          <w:tcPr>
            <w:tcW w:w="4536" w:type="dxa"/>
            <w:gridSpan w:val="2"/>
            <w:tcBorders>
              <w:bottom w:val="single" w:sz="4" w:space="0" w:color="auto"/>
            </w:tcBorders>
            <w:shd w:val="clear" w:color="auto" w:fill="998877"/>
          </w:tcPr>
          <w:p w14:paraId="7B20198D" w14:textId="099DC9AD" w:rsidR="001F5B4D" w:rsidRPr="001F5B4D" w:rsidRDefault="001F5B4D" w:rsidP="001F5B4D">
            <w:r w:rsidRPr="001F5B4D">
              <w:t>Productivity score</w:t>
            </w:r>
          </w:p>
        </w:tc>
        <w:tc>
          <w:tcPr>
            <w:tcW w:w="851" w:type="dxa"/>
            <w:tcBorders>
              <w:bottom w:val="single" w:sz="4" w:space="0" w:color="auto"/>
            </w:tcBorders>
          </w:tcPr>
          <w:p w14:paraId="198142F1" w14:textId="054EBA9B" w:rsidR="001F5B4D" w:rsidRPr="001F5B4D" w:rsidRDefault="001F5B4D" w:rsidP="001F5B4D">
            <w:r w:rsidRPr="001F5B4D">
              <w:t>2.29</w:t>
            </w:r>
          </w:p>
        </w:tc>
      </w:tr>
      <w:tr w:rsidR="001F5B4D" w:rsidRPr="001F5B4D" w14:paraId="510397E6" w14:textId="77777777" w:rsidTr="00F0105C">
        <w:tblPrEx>
          <w:tblCellMar>
            <w:top w:w="0" w:type="dxa"/>
            <w:bottom w:w="0" w:type="dxa"/>
          </w:tblCellMar>
        </w:tblPrEx>
        <w:trPr>
          <w:cantSplit/>
        </w:trPr>
        <w:tc>
          <w:tcPr>
            <w:tcW w:w="7938" w:type="dxa"/>
            <w:gridSpan w:val="4"/>
            <w:shd w:val="clear" w:color="auto" w:fill="998877"/>
          </w:tcPr>
          <w:p w14:paraId="055CB7CB" w14:textId="4B703046" w:rsidR="001F5B4D" w:rsidRPr="001F5B4D" w:rsidRDefault="001F5B4D" w:rsidP="001F5B4D">
            <w:pPr>
              <w:rPr>
                <w:b/>
              </w:rPr>
            </w:pPr>
            <w:r w:rsidRPr="001F5B4D">
              <w:rPr>
                <w:b/>
              </w:rPr>
              <w:t>Susceptibility</w:t>
            </w:r>
          </w:p>
        </w:tc>
      </w:tr>
      <w:tr w:rsidR="001F5B4D" w:rsidRPr="001F5B4D" w14:paraId="257811DF" w14:textId="77777777" w:rsidTr="001F5B4D">
        <w:tblPrEx>
          <w:tblCellMar>
            <w:top w:w="0" w:type="dxa"/>
            <w:bottom w:w="0" w:type="dxa"/>
          </w:tblCellMar>
        </w:tblPrEx>
        <w:trPr>
          <w:cantSplit/>
        </w:trPr>
        <w:tc>
          <w:tcPr>
            <w:tcW w:w="2551" w:type="dxa"/>
            <w:shd w:val="clear" w:color="auto" w:fill="998877"/>
          </w:tcPr>
          <w:p w14:paraId="11E73264" w14:textId="29F8C938" w:rsidR="001F5B4D" w:rsidRPr="001F5B4D" w:rsidRDefault="001F5B4D" w:rsidP="001F5B4D">
            <w:r w:rsidRPr="001F5B4D">
              <w:t>Areal overlap (availability)</w:t>
            </w:r>
          </w:p>
        </w:tc>
        <w:tc>
          <w:tcPr>
            <w:tcW w:w="4536" w:type="dxa"/>
            <w:gridSpan w:val="2"/>
          </w:tcPr>
          <w:p w14:paraId="6D84E604" w14:textId="484C3060" w:rsidR="001F5B4D" w:rsidRPr="001F5B4D" w:rsidRDefault="001F5B4D" w:rsidP="001F5B4D">
            <w:r w:rsidRPr="001F5B4D">
              <w:t>Worldwide pelagic distribution</w:t>
            </w:r>
          </w:p>
        </w:tc>
        <w:tc>
          <w:tcPr>
            <w:tcW w:w="851" w:type="dxa"/>
          </w:tcPr>
          <w:p w14:paraId="1E79106E" w14:textId="2DE8B435" w:rsidR="001F5B4D" w:rsidRPr="001F5B4D" w:rsidRDefault="001F5B4D" w:rsidP="001F5B4D">
            <w:r w:rsidRPr="001F5B4D">
              <w:t>3</w:t>
            </w:r>
          </w:p>
        </w:tc>
      </w:tr>
      <w:tr w:rsidR="001F5B4D" w:rsidRPr="001F5B4D" w14:paraId="03A0DDEA" w14:textId="77777777" w:rsidTr="001F5B4D">
        <w:tblPrEx>
          <w:tblCellMar>
            <w:top w:w="0" w:type="dxa"/>
            <w:bottom w:w="0" w:type="dxa"/>
          </w:tblCellMar>
        </w:tblPrEx>
        <w:trPr>
          <w:cantSplit/>
        </w:trPr>
        <w:tc>
          <w:tcPr>
            <w:tcW w:w="2551" w:type="dxa"/>
            <w:shd w:val="clear" w:color="auto" w:fill="998877"/>
          </w:tcPr>
          <w:p w14:paraId="0A525D8C" w14:textId="53562D38" w:rsidR="001F5B4D" w:rsidRPr="001F5B4D" w:rsidRDefault="001F5B4D" w:rsidP="001F5B4D">
            <w:r w:rsidRPr="001F5B4D">
              <w:t>Encounterability</w:t>
            </w:r>
          </w:p>
        </w:tc>
        <w:tc>
          <w:tcPr>
            <w:tcW w:w="4536" w:type="dxa"/>
            <w:gridSpan w:val="2"/>
          </w:tcPr>
          <w:p w14:paraId="14DB8CEB" w14:textId="2C11A0A0" w:rsidR="001F5B4D" w:rsidRPr="001F5B4D" w:rsidRDefault="001F5B4D" w:rsidP="001F5B4D">
            <w:r w:rsidRPr="001F5B4D">
              <w:t>The depth range of the species is 30-480m. For surface gears, the vertical overlap index with this species is 15.74%.</w:t>
            </w:r>
          </w:p>
        </w:tc>
        <w:tc>
          <w:tcPr>
            <w:tcW w:w="851" w:type="dxa"/>
          </w:tcPr>
          <w:p w14:paraId="45B9CAAB" w14:textId="3B4BE774" w:rsidR="001F5B4D" w:rsidRPr="001F5B4D" w:rsidRDefault="001F5B4D" w:rsidP="001F5B4D">
            <w:r w:rsidRPr="001F5B4D">
              <w:t>2</w:t>
            </w:r>
          </w:p>
        </w:tc>
      </w:tr>
      <w:tr w:rsidR="001F5B4D" w:rsidRPr="001F5B4D" w14:paraId="053DBC22" w14:textId="77777777" w:rsidTr="001F5B4D">
        <w:tblPrEx>
          <w:tblCellMar>
            <w:top w:w="0" w:type="dxa"/>
            <w:bottom w:w="0" w:type="dxa"/>
          </w:tblCellMar>
        </w:tblPrEx>
        <w:trPr>
          <w:cantSplit/>
        </w:trPr>
        <w:tc>
          <w:tcPr>
            <w:tcW w:w="2551" w:type="dxa"/>
            <w:shd w:val="clear" w:color="auto" w:fill="998877"/>
          </w:tcPr>
          <w:p w14:paraId="4D6DFAAD" w14:textId="69FB11FF" w:rsidR="001F5B4D" w:rsidRPr="001F5B4D" w:rsidRDefault="001F5B4D" w:rsidP="001F5B4D">
            <w:r w:rsidRPr="001F5B4D">
              <w:t>Selectivity</w:t>
            </w:r>
          </w:p>
        </w:tc>
        <w:tc>
          <w:tcPr>
            <w:tcW w:w="4536" w:type="dxa"/>
            <w:gridSpan w:val="2"/>
          </w:tcPr>
          <w:p w14:paraId="0F36A02F" w14:textId="5FEE6111" w:rsidR="001F5B4D" w:rsidRPr="001F5B4D" w:rsidRDefault="001F5B4D" w:rsidP="001F5B4D">
            <w:r w:rsidRPr="001F5B4D">
              <w:t>The maximum length of the species is 333cm. For tropical surface fisheries, the length overlap index with this species is 100.00%.</w:t>
            </w:r>
          </w:p>
        </w:tc>
        <w:tc>
          <w:tcPr>
            <w:tcW w:w="851" w:type="dxa"/>
          </w:tcPr>
          <w:p w14:paraId="3DABDCAD" w14:textId="570EA590" w:rsidR="001F5B4D" w:rsidRPr="001F5B4D" w:rsidRDefault="001F5B4D" w:rsidP="001F5B4D">
            <w:r w:rsidRPr="001F5B4D">
              <w:t>3</w:t>
            </w:r>
          </w:p>
        </w:tc>
      </w:tr>
      <w:tr w:rsidR="001F5B4D" w:rsidRPr="001F5B4D" w14:paraId="2BC200E1" w14:textId="77777777" w:rsidTr="001F5B4D">
        <w:tblPrEx>
          <w:tblCellMar>
            <w:top w:w="0" w:type="dxa"/>
            <w:bottom w:w="0" w:type="dxa"/>
          </w:tblCellMar>
        </w:tblPrEx>
        <w:trPr>
          <w:cantSplit/>
        </w:trPr>
        <w:tc>
          <w:tcPr>
            <w:tcW w:w="2551" w:type="dxa"/>
            <w:shd w:val="clear" w:color="auto" w:fill="998877"/>
          </w:tcPr>
          <w:p w14:paraId="2C670B51" w14:textId="67F25DBA" w:rsidR="001F5B4D" w:rsidRPr="001F5B4D" w:rsidRDefault="001F5B4D" w:rsidP="001F5B4D">
            <w:r w:rsidRPr="001F5B4D">
              <w:t>Post capture mortality</w:t>
            </w:r>
          </w:p>
        </w:tc>
        <w:tc>
          <w:tcPr>
            <w:tcW w:w="4536" w:type="dxa"/>
            <w:gridSpan w:val="2"/>
            <w:tcBorders>
              <w:bottom w:val="single" w:sz="4" w:space="0" w:color="auto"/>
            </w:tcBorders>
          </w:tcPr>
          <w:p w14:paraId="0829E74A" w14:textId="58028F4C" w:rsidR="001F5B4D" w:rsidRPr="001F5B4D" w:rsidRDefault="001F5B4D" w:rsidP="001F5B4D">
            <w:r w:rsidRPr="001F5B4D">
              <w:t>No direct evidence of survival after capture.</w:t>
            </w:r>
          </w:p>
        </w:tc>
        <w:tc>
          <w:tcPr>
            <w:tcW w:w="851" w:type="dxa"/>
          </w:tcPr>
          <w:p w14:paraId="4A9AB296" w14:textId="75403192" w:rsidR="001F5B4D" w:rsidRPr="001F5B4D" w:rsidRDefault="001F5B4D" w:rsidP="001F5B4D">
            <w:r w:rsidRPr="001F5B4D">
              <w:t>3</w:t>
            </w:r>
          </w:p>
        </w:tc>
      </w:tr>
      <w:tr w:rsidR="001F5B4D" w:rsidRPr="001F5B4D" w14:paraId="3585BFCA" w14:textId="77777777" w:rsidTr="001F5B4D">
        <w:tblPrEx>
          <w:tblCellMar>
            <w:top w:w="0" w:type="dxa"/>
            <w:bottom w:w="0" w:type="dxa"/>
          </w:tblCellMar>
        </w:tblPrEx>
        <w:trPr>
          <w:cantSplit/>
        </w:trPr>
        <w:tc>
          <w:tcPr>
            <w:tcW w:w="2551" w:type="dxa"/>
            <w:shd w:val="clear" w:color="auto" w:fill="998877"/>
          </w:tcPr>
          <w:p w14:paraId="4CA89027" w14:textId="77777777" w:rsidR="001F5B4D" w:rsidRPr="001F5B4D" w:rsidRDefault="001F5B4D" w:rsidP="001F5B4D"/>
        </w:tc>
        <w:tc>
          <w:tcPr>
            <w:tcW w:w="4536" w:type="dxa"/>
            <w:gridSpan w:val="2"/>
            <w:tcBorders>
              <w:bottom w:val="single" w:sz="4" w:space="0" w:color="auto"/>
            </w:tcBorders>
            <w:shd w:val="clear" w:color="auto" w:fill="998877"/>
          </w:tcPr>
          <w:p w14:paraId="79AF0EE4" w14:textId="3ABA9B83" w:rsidR="001F5B4D" w:rsidRPr="001F5B4D" w:rsidRDefault="001F5B4D" w:rsidP="001F5B4D">
            <w:r w:rsidRPr="001F5B4D">
              <w:t>Susceptibility score</w:t>
            </w:r>
          </w:p>
        </w:tc>
        <w:tc>
          <w:tcPr>
            <w:tcW w:w="851" w:type="dxa"/>
          </w:tcPr>
          <w:p w14:paraId="4BDB4227" w14:textId="23ECB29B" w:rsidR="001F5B4D" w:rsidRPr="001F5B4D" w:rsidRDefault="001F5B4D" w:rsidP="001F5B4D">
            <w:r w:rsidRPr="001F5B4D">
              <w:t>2.33</w:t>
            </w:r>
          </w:p>
        </w:tc>
      </w:tr>
      <w:tr w:rsidR="001F5B4D" w:rsidRPr="001F5B4D" w14:paraId="21C8A3BF" w14:textId="77777777" w:rsidTr="001F5B4D">
        <w:tblPrEx>
          <w:tblCellMar>
            <w:top w:w="0" w:type="dxa"/>
            <w:bottom w:w="0" w:type="dxa"/>
          </w:tblCellMar>
        </w:tblPrEx>
        <w:trPr>
          <w:cantSplit/>
        </w:trPr>
        <w:tc>
          <w:tcPr>
            <w:tcW w:w="2551" w:type="dxa"/>
            <w:shd w:val="clear" w:color="auto" w:fill="998877"/>
          </w:tcPr>
          <w:p w14:paraId="671B7841" w14:textId="77777777" w:rsidR="001F5B4D" w:rsidRPr="001F5B4D" w:rsidRDefault="001F5B4D" w:rsidP="001F5B4D"/>
        </w:tc>
        <w:tc>
          <w:tcPr>
            <w:tcW w:w="4536" w:type="dxa"/>
            <w:gridSpan w:val="2"/>
            <w:shd w:val="clear" w:color="auto" w:fill="998877"/>
          </w:tcPr>
          <w:p w14:paraId="23E14795" w14:textId="4A8C98C2" w:rsidR="001F5B4D" w:rsidRPr="001F5B4D" w:rsidRDefault="001F5B4D" w:rsidP="001F5B4D">
            <w:r w:rsidRPr="001F5B4D">
              <w:t>Vulnerability score</w:t>
            </w:r>
          </w:p>
        </w:tc>
        <w:tc>
          <w:tcPr>
            <w:tcW w:w="851" w:type="dxa"/>
          </w:tcPr>
          <w:p w14:paraId="1483DD2C" w14:textId="0ECD2A03" w:rsidR="001F5B4D" w:rsidRPr="001F5B4D" w:rsidRDefault="001F5B4D" w:rsidP="001F5B4D">
            <w:r w:rsidRPr="001F5B4D">
              <w:t>3.26</w:t>
            </w:r>
          </w:p>
        </w:tc>
      </w:tr>
    </w:tbl>
    <w:p w14:paraId="0A150E96" w14:textId="6FD17F44"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752FC9A8"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3" w:name="T_TRG" w:colFirst="0" w:colLast="0"/>
          <w:p w14:paraId="692733B9" w14:textId="0F82010B" w:rsidR="001F5B4D" w:rsidRPr="001F5B4D" w:rsidRDefault="001F5B4D" w:rsidP="001F5B4D">
            <w:pPr>
              <w:rPr>
                <w:b/>
              </w:rPr>
            </w:pPr>
            <w:r w:rsidRPr="001F5B4D">
              <w:rPr>
                <w:b/>
              </w:rPr>
              <w:fldChar w:fldCharType="begin"/>
            </w:r>
            <w:r w:rsidRPr="001F5B4D">
              <w:rPr>
                <w:b/>
              </w:rPr>
              <w:instrText xml:space="preserve"> HYPERLINK  \l "S_TRG" \o "PSA Score" </w:instrText>
            </w:r>
            <w:r w:rsidRPr="001F5B4D">
              <w:rPr>
                <w:b/>
              </w:rPr>
            </w:r>
            <w:r w:rsidRPr="001F5B4D">
              <w:rPr>
                <w:b/>
              </w:rPr>
              <w:fldChar w:fldCharType="separate"/>
            </w:r>
            <w:r w:rsidRPr="001F5B4D">
              <w:rPr>
                <w:rStyle w:val="Hyperlink"/>
                <w:b/>
              </w:rPr>
              <w:t>Grey triggerfish</w:t>
            </w:r>
            <w:r w:rsidRPr="001F5B4D">
              <w:rPr>
                <w:b/>
              </w:rPr>
              <w:fldChar w:fldCharType="end"/>
            </w:r>
          </w:p>
        </w:tc>
        <w:tc>
          <w:tcPr>
            <w:tcW w:w="3969" w:type="dxa"/>
            <w:gridSpan w:val="2"/>
            <w:tcBorders>
              <w:bottom w:val="single" w:sz="4" w:space="0" w:color="auto"/>
            </w:tcBorders>
            <w:shd w:val="clear" w:color="auto" w:fill="998877"/>
          </w:tcPr>
          <w:p w14:paraId="48C6296B" w14:textId="0E900A12" w:rsidR="001F5B4D" w:rsidRPr="001F5B4D" w:rsidRDefault="001F5B4D" w:rsidP="001F5B4D">
            <w:pPr>
              <w:rPr>
                <w:b/>
                <w:i/>
              </w:rPr>
            </w:pPr>
            <w:r w:rsidRPr="001F5B4D">
              <w:rPr>
                <w:b/>
                <w:i/>
              </w:rPr>
              <w:t>Balistes capriscus</w:t>
            </w:r>
          </w:p>
        </w:tc>
      </w:tr>
      <w:bookmarkEnd w:id="193"/>
      <w:tr w:rsidR="001F5B4D" w:rsidRPr="001F5B4D" w14:paraId="13C673E1" w14:textId="77777777" w:rsidTr="001C35B1">
        <w:tblPrEx>
          <w:tblCellMar>
            <w:top w:w="0" w:type="dxa"/>
            <w:bottom w:w="0" w:type="dxa"/>
          </w:tblCellMar>
        </w:tblPrEx>
        <w:trPr>
          <w:cantSplit/>
        </w:trPr>
        <w:tc>
          <w:tcPr>
            <w:tcW w:w="7938" w:type="dxa"/>
            <w:gridSpan w:val="4"/>
            <w:shd w:val="clear" w:color="auto" w:fill="998877"/>
          </w:tcPr>
          <w:p w14:paraId="6CE4776D" w14:textId="7D437208" w:rsidR="001F5B4D" w:rsidRPr="001F5B4D" w:rsidRDefault="001F5B4D" w:rsidP="001F5B4D">
            <w:pPr>
              <w:rPr>
                <w:b/>
              </w:rPr>
            </w:pPr>
            <w:r w:rsidRPr="001F5B4D">
              <w:rPr>
                <w:b/>
              </w:rPr>
              <w:t>Productivity</w:t>
            </w:r>
          </w:p>
        </w:tc>
      </w:tr>
      <w:tr w:rsidR="001F5B4D" w:rsidRPr="001F5B4D" w14:paraId="669A94D4" w14:textId="77777777" w:rsidTr="001F5B4D">
        <w:tblPrEx>
          <w:tblCellMar>
            <w:top w:w="0" w:type="dxa"/>
            <w:bottom w:w="0" w:type="dxa"/>
          </w:tblCellMar>
        </w:tblPrEx>
        <w:trPr>
          <w:cantSplit/>
        </w:trPr>
        <w:tc>
          <w:tcPr>
            <w:tcW w:w="2551" w:type="dxa"/>
            <w:shd w:val="clear" w:color="auto" w:fill="998877"/>
          </w:tcPr>
          <w:p w14:paraId="3F584C24" w14:textId="1F7A965E" w:rsidR="001F5B4D" w:rsidRPr="001F5B4D" w:rsidRDefault="001F5B4D" w:rsidP="001F5B4D">
            <w:r w:rsidRPr="001F5B4D">
              <w:t>Average age at maturity</w:t>
            </w:r>
          </w:p>
        </w:tc>
        <w:tc>
          <w:tcPr>
            <w:tcW w:w="4536" w:type="dxa"/>
            <w:gridSpan w:val="2"/>
          </w:tcPr>
          <w:p w14:paraId="396DCCE8" w14:textId="3CE7588F" w:rsidR="001F5B4D" w:rsidRPr="001F5B4D" w:rsidRDefault="001F5B4D" w:rsidP="001F5B4D">
            <w:r w:rsidRPr="001F5B4D">
              <w:t>Species growth rate (K) is 0.200, which is higher than lowest risk K (0.183) for age at maturity.</w:t>
            </w:r>
          </w:p>
        </w:tc>
        <w:tc>
          <w:tcPr>
            <w:tcW w:w="851" w:type="dxa"/>
          </w:tcPr>
          <w:p w14:paraId="445AB33A" w14:textId="123D3993" w:rsidR="001F5B4D" w:rsidRPr="001F5B4D" w:rsidRDefault="001F5B4D" w:rsidP="001F5B4D">
            <w:r w:rsidRPr="001F5B4D">
              <w:t>1</w:t>
            </w:r>
          </w:p>
        </w:tc>
      </w:tr>
      <w:tr w:rsidR="001F5B4D" w:rsidRPr="001F5B4D" w14:paraId="215AFC50" w14:textId="77777777" w:rsidTr="001F5B4D">
        <w:tblPrEx>
          <w:tblCellMar>
            <w:top w:w="0" w:type="dxa"/>
            <w:bottom w:w="0" w:type="dxa"/>
          </w:tblCellMar>
        </w:tblPrEx>
        <w:trPr>
          <w:cantSplit/>
        </w:trPr>
        <w:tc>
          <w:tcPr>
            <w:tcW w:w="2551" w:type="dxa"/>
            <w:shd w:val="clear" w:color="auto" w:fill="998877"/>
          </w:tcPr>
          <w:p w14:paraId="534C8446" w14:textId="51D664CA" w:rsidR="001F5B4D" w:rsidRPr="001F5B4D" w:rsidRDefault="001F5B4D" w:rsidP="001F5B4D">
            <w:r w:rsidRPr="001F5B4D">
              <w:t>Average max age</w:t>
            </w:r>
          </w:p>
        </w:tc>
        <w:tc>
          <w:tcPr>
            <w:tcW w:w="4536" w:type="dxa"/>
            <w:gridSpan w:val="2"/>
          </w:tcPr>
          <w:p w14:paraId="397B438D" w14:textId="28E56F8D" w:rsidR="001F5B4D" w:rsidRPr="001F5B4D" w:rsidRDefault="001F5B4D" w:rsidP="001F5B4D">
            <w:r w:rsidRPr="001F5B4D">
              <w:t>Species growth rate (K) is 0.200, which is in the medium risk K range (0.12-0.30) for maximum age.</w:t>
            </w:r>
          </w:p>
        </w:tc>
        <w:tc>
          <w:tcPr>
            <w:tcW w:w="851" w:type="dxa"/>
          </w:tcPr>
          <w:p w14:paraId="48DB550F" w14:textId="04F549B8" w:rsidR="001F5B4D" w:rsidRPr="001F5B4D" w:rsidRDefault="001F5B4D" w:rsidP="001F5B4D">
            <w:r w:rsidRPr="001F5B4D">
              <w:t>2</w:t>
            </w:r>
          </w:p>
        </w:tc>
      </w:tr>
      <w:tr w:rsidR="001F5B4D" w:rsidRPr="001F5B4D" w14:paraId="07852215" w14:textId="77777777" w:rsidTr="001F5B4D">
        <w:tblPrEx>
          <w:tblCellMar>
            <w:top w:w="0" w:type="dxa"/>
            <w:bottom w:w="0" w:type="dxa"/>
          </w:tblCellMar>
        </w:tblPrEx>
        <w:trPr>
          <w:cantSplit/>
        </w:trPr>
        <w:tc>
          <w:tcPr>
            <w:tcW w:w="2551" w:type="dxa"/>
            <w:shd w:val="clear" w:color="auto" w:fill="998877"/>
          </w:tcPr>
          <w:p w14:paraId="3A8E5710" w14:textId="5119D4FC" w:rsidR="001F5B4D" w:rsidRPr="001F5B4D" w:rsidRDefault="001F5B4D" w:rsidP="001F5B4D">
            <w:r w:rsidRPr="001F5B4D">
              <w:t>Fecundity</w:t>
            </w:r>
          </w:p>
        </w:tc>
        <w:tc>
          <w:tcPr>
            <w:tcW w:w="4536" w:type="dxa"/>
            <w:gridSpan w:val="2"/>
          </w:tcPr>
          <w:p w14:paraId="01AEDE07" w14:textId="670CA9C7" w:rsidR="001F5B4D" w:rsidRPr="001F5B4D" w:rsidRDefault="001F5B4D" w:rsidP="001F5B4D">
            <w:r w:rsidRPr="001F5B4D">
              <w:t>There is no information, but fish are likely to produce &gt;100 eggs/year.</w:t>
            </w:r>
          </w:p>
        </w:tc>
        <w:tc>
          <w:tcPr>
            <w:tcW w:w="851" w:type="dxa"/>
          </w:tcPr>
          <w:p w14:paraId="2C886486" w14:textId="6BDA1626" w:rsidR="001F5B4D" w:rsidRPr="001F5B4D" w:rsidRDefault="001F5B4D" w:rsidP="001F5B4D">
            <w:r w:rsidRPr="001F5B4D">
              <w:t>2</w:t>
            </w:r>
          </w:p>
        </w:tc>
      </w:tr>
      <w:tr w:rsidR="001F5B4D" w:rsidRPr="001F5B4D" w14:paraId="2B7B07C1" w14:textId="77777777" w:rsidTr="001F5B4D">
        <w:tblPrEx>
          <w:tblCellMar>
            <w:top w:w="0" w:type="dxa"/>
            <w:bottom w:w="0" w:type="dxa"/>
          </w:tblCellMar>
        </w:tblPrEx>
        <w:trPr>
          <w:cantSplit/>
        </w:trPr>
        <w:tc>
          <w:tcPr>
            <w:tcW w:w="2551" w:type="dxa"/>
            <w:shd w:val="clear" w:color="auto" w:fill="998877"/>
          </w:tcPr>
          <w:p w14:paraId="197928FE" w14:textId="2890AE5C" w:rsidR="001F5B4D" w:rsidRPr="001F5B4D" w:rsidRDefault="001F5B4D" w:rsidP="001F5B4D">
            <w:r w:rsidRPr="001F5B4D">
              <w:t>Average max size</w:t>
            </w:r>
          </w:p>
        </w:tc>
        <w:tc>
          <w:tcPr>
            <w:tcW w:w="4536" w:type="dxa"/>
            <w:gridSpan w:val="2"/>
          </w:tcPr>
          <w:p w14:paraId="582655F0" w14:textId="517DD151" w:rsidR="001F5B4D" w:rsidRPr="001F5B4D" w:rsidRDefault="001F5B4D" w:rsidP="001F5B4D">
            <w:r w:rsidRPr="001F5B4D">
              <w:t>Species maximum length is 60, which is lower than the lowest risk value (100cm).</w:t>
            </w:r>
          </w:p>
        </w:tc>
        <w:tc>
          <w:tcPr>
            <w:tcW w:w="851" w:type="dxa"/>
          </w:tcPr>
          <w:p w14:paraId="51BBC4D5" w14:textId="62D3FEB8" w:rsidR="001F5B4D" w:rsidRPr="001F5B4D" w:rsidRDefault="001F5B4D" w:rsidP="001F5B4D">
            <w:r w:rsidRPr="001F5B4D">
              <w:t>1</w:t>
            </w:r>
          </w:p>
        </w:tc>
      </w:tr>
      <w:tr w:rsidR="001F5B4D" w:rsidRPr="001F5B4D" w14:paraId="22E28301" w14:textId="77777777" w:rsidTr="001F5B4D">
        <w:tblPrEx>
          <w:tblCellMar>
            <w:top w:w="0" w:type="dxa"/>
            <w:bottom w:w="0" w:type="dxa"/>
          </w:tblCellMar>
        </w:tblPrEx>
        <w:trPr>
          <w:cantSplit/>
        </w:trPr>
        <w:tc>
          <w:tcPr>
            <w:tcW w:w="2551" w:type="dxa"/>
            <w:shd w:val="clear" w:color="auto" w:fill="998877"/>
          </w:tcPr>
          <w:p w14:paraId="29E551EE" w14:textId="79DFC111" w:rsidR="001F5B4D" w:rsidRPr="001F5B4D" w:rsidRDefault="001F5B4D" w:rsidP="001F5B4D">
            <w:r w:rsidRPr="001F5B4D">
              <w:t>Average size at maturity</w:t>
            </w:r>
          </w:p>
        </w:tc>
        <w:tc>
          <w:tcPr>
            <w:tcW w:w="4536" w:type="dxa"/>
            <w:gridSpan w:val="2"/>
          </w:tcPr>
          <w:p w14:paraId="5D84D0A1" w14:textId="17FE9C6B" w:rsidR="001F5B4D" w:rsidRPr="001F5B4D" w:rsidRDefault="001F5B4D" w:rsidP="001F5B4D">
            <w:r w:rsidRPr="001F5B4D">
              <w:t>Species length at maturity is 16, which is lower than the lowest risk value (40cm).</w:t>
            </w:r>
          </w:p>
        </w:tc>
        <w:tc>
          <w:tcPr>
            <w:tcW w:w="851" w:type="dxa"/>
          </w:tcPr>
          <w:p w14:paraId="4B44A108" w14:textId="1DC37670" w:rsidR="001F5B4D" w:rsidRPr="001F5B4D" w:rsidRDefault="001F5B4D" w:rsidP="001F5B4D">
            <w:r w:rsidRPr="001F5B4D">
              <w:t>1</w:t>
            </w:r>
          </w:p>
        </w:tc>
      </w:tr>
      <w:tr w:rsidR="001F5B4D" w:rsidRPr="001F5B4D" w14:paraId="6B86E56B" w14:textId="77777777" w:rsidTr="001F5B4D">
        <w:tblPrEx>
          <w:tblCellMar>
            <w:top w:w="0" w:type="dxa"/>
            <w:bottom w:w="0" w:type="dxa"/>
          </w:tblCellMar>
        </w:tblPrEx>
        <w:trPr>
          <w:cantSplit/>
        </w:trPr>
        <w:tc>
          <w:tcPr>
            <w:tcW w:w="2551" w:type="dxa"/>
            <w:shd w:val="clear" w:color="auto" w:fill="998877"/>
          </w:tcPr>
          <w:p w14:paraId="66C881B2" w14:textId="6EA357B0" w:rsidR="001F5B4D" w:rsidRPr="001F5B4D" w:rsidRDefault="001F5B4D" w:rsidP="001F5B4D">
            <w:r w:rsidRPr="001F5B4D">
              <w:t>Reproductive strategy</w:t>
            </w:r>
          </w:p>
        </w:tc>
        <w:tc>
          <w:tcPr>
            <w:tcW w:w="4536" w:type="dxa"/>
            <w:gridSpan w:val="2"/>
          </w:tcPr>
          <w:p w14:paraId="35247CAE" w14:textId="0B67F333" w:rsidR="001F5B4D" w:rsidRPr="001F5B4D" w:rsidRDefault="001F5B4D" w:rsidP="001F5B4D">
            <w:r w:rsidRPr="001F5B4D">
              <w:t>Species reproductive strategy is demersal egg layer, which is medium risk.</w:t>
            </w:r>
          </w:p>
        </w:tc>
        <w:tc>
          <w:tcPr>
            <w:tcW w:w="851" w:type="dxa"/>
          </w:tcPr>
          <w:p w14:paraId="53CFF215" w14:textId="2DE9B389" w:rsidR="001F5B4D" w:rsidRPr="001F5B4D" w:rsidRDefault="001F5B4D" w:rsidP="001F5B4D">
            <w:r w:rsidRPr="001F5B4D">
              <w:t>2</w:t>
            </w:r>
          </w:p>
        </w:tc>
      </w:tr>
      <w:tr w:rsidR="001F5B4D" w:rsidRPr="001F5B4D" w14:paraId="767AC3BD" w14:textId="77777777" w:rsidTr="001F5B4D">
        <w:tblPrEx>
          <w:tblCellMar>
            <w:top w:w="0" w:type="dxa"/>
            <w:bottom w:w="0" w:type="dxa"/>
          </w:tblCellMar>
        </w:tblPrEx>
        <w:trPr>
          <w:cantSplit/>
        </w:trPr>
        <w:tc>
          <w:tcPr>
            <w:tcW w:w="2551" w:type="dxa"/>
            <w:shd w:val="clear" w:color="auto" w:fill="998877"/>
          </w:tcPr>
          <w:p w14:paraId="311C3940" w14:textId="79995799" w:rsidR="001F5B4D" w:rsidRPr="001F5B4D" w:rsidRDefault="001F5B4D" w:rsidP="001F5B4D">
            <w:r w:rsidRPr="001F5B4D">
              <w:t>Trophic level</w:t>
            </w:r>
          </w:p>
        </w:tc>
        <w:tc>
          <w:tcPr>
            <w:tcW w:w="4536" w:type="dxa"/>
            <w:gridSpan w:val="2"/>
            <w:tcBorders>
              <w:bottom w:val="single" w:sz="4" w:space="0" w:color="auto"/>
            </w:tcBorders>
          </w:tcPr>
          <w:p w14:paraId="22CD1E00" w14:textId="0AC277B4" w:rsidR="001F5B4D" w:rsidRPr="001F5B4D" w:rsidRDefault="001F5B4D" w:rsidP="001F5B4D">
            <w:r w:rsidRPr="001F5B4D">
              <w:t>Species trophic level is 4.1, which is higher than the highest risk value (3.25).</w:t>
            </w:r>
          </w:p>
        </w:tc>
        <w:tc>
          <w:tcPr>
            <w:tcW w:w="851" w:type="dxa"/>
          </w:tcPr>
          <w:p w14:paraId="32049FFF" w14:textId="6176F640" w:rsidR="001F5B4D" w:rsidRPr="001F5B4D" w:rsidRDefault="001F5B4D" w:rsidP="001F5B4D">
            <w:r w:rsidRPr="001F5B4D">
              <w:t>3</w:t>
            </w:r>
          </w:p>
        </w:tc>
      </w:tr>
      <w:tr w:rsidR="001F5B4D" w:rsidRPr="001F5B4D" w14:paraId="72005FCF"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EB41C26" w14:textId="77777777" w:rsidR="001F5B4D" w:rsidRPr="001F5B4D" w:rsidRDefault="001F5B4D" w:rsidP="001F5B4D"/>
        </w:tc>
        <w:tc>
          <w:tcPr>
            <w:tcW w:w="4536" w:type="dxa"/>
            <w:gridSpan w:val="2"/>
            <w:tcBorders>
              <w:bottom w:val="single" w:sz="4" w:space="0" w:color="auto"/>
            </w:tcBorders>
            <w:shd w:val="clear" w:color="auto" w:fill="998877"/>
          </w:tcPr>
          <w:p w14:paraId="3EA8CCA0" w14:textId="2BD1E87E" w:rsidR="001F5B4D" w:rsidRPr="001F5B4D" w:rsidRDefault="001F5B4D" w:rsidP="001F5B4D">
            <w:r w:rsidRPr="001F5B4D">
              <w:t>Productivity score</w:t>
            </w:r>
          </w:p>
        </w:tc>
        <w:tc>
          <w:tcPr>
            <w:tcW w:w="851" w:type="dxa"/>
            <w:tcBorders>
              <w:bottom w:val="single" w:sz="4" w:space="0" w:color="auto"/>
            </w:tcBorders>
          </w:tcPr>
          <w:p w14:paraId="6CBEE266" w14:textId="2ED0EB30" w:rsidR="001F5B4D" w:rsidRPr="001F5B4D" w:rsidRDefault="001F5B4D" w:rsidP="001F5B4D">
            <w:r w:rsidRPr="001F5B4D">
              <w:t>1.71</w:t>
            </w:r>
          </w:p>
        </w:tc>
      </w:tr>
      <w:tr w:rsidR="001F5B4D" w:rsidRPr="001F5B4D" w14:paraId="5480ECB3" w14:textId="77777777" w:rsidTr="004D7AB9">
        <w:tblPrEx>
          <w:tblCellMar>
            <w:top w:w="0" w:type="dxa"/>
            <w:bottom w:w="0" w:type="dxa"/>
          </w:tblCellMar>
        </w:tblPrEx>
        <w:trPr>
          <w:cantSplit/>
        </w:trPr>
        <w:tc>
          <w:tcPr>
            <w:tcW w:w="7938" w:type="dxa"/>
            <w:gridSpan w:val="4"/>
            <w:shd w:val="clear" w:color="auto" w:fill="998877"/>
          </w:tcPr>
          <w:p w14:paraId="1BB39C53" w14:textId="530065DA" w:rsidR="001F5B4D" w:rsidRPr="001F5B4D" w:rsidRDefault="001F5B4D" w:rsidP="001F5B4D">
            <w:pPr>
              <w:rPr>
                <w:b/>
              </w:rPr>
            </w:pPr>
            <w:r w:rsidRPr="001F5B4D">
              <w:rPr>
                <w:b/>
              </w:rPr>
              <w:lastRenderedPageBreak/>
              <w:t>Susceptibility</w:t>
            </w:r>
          </w:p>
        </w:tc>
      </w:tr>
      <w:tr w:rsidR="001F5B4D" w:rsidRPr="001F5B4D" w14:paraId="5970E341" w14:textId="77777777" w:rsidTr="001F5B4D">
        <w:tblPrEx>
          <w:tblCellMar>
            <w:top w:w="0" w:type="dxa"/>
            <w:bottom w:w="0" w:type="dxa"/>
          </w:tblCellMar>
        </w:tblPrEx>
        <w:trPr>
          <w:cantSplit/>
        </w:trPr>
        <w:tc>
          <w:tcPr>
            <w:tcW w:w="2551" w:type="dxa"/>
            <w:shd w:val="clear" w:color="auto" w:fill="998877"/>
          </w:tcPr>
          <w:p w14:paraId="710572FB" w14:textId="51504039" w:rsidR="001F5B4D" w:rsidRPr="001F5B4D" w:rsidRDefault="001F5B4D" w:rsidP="001F5B4D">
            <w:r w:rsidRPr="001F5B4D">
              <w:t>Areal overlap (availability)</w:t>
            </w:r>
          </w:p>
        </w:tc>
        <w:tc>
          <w:tcPr>
            <w:tcW w:w="4536" w:type="dxa"/>
            <w:gridSpan w:val="2"/>
          </w:tcPr>
          <w:p w14:paraId="7918ECDC" w14:textId="0EBCB75B" w:rsidR="001F5B4D" w:rsidRPr="001F5B4D" w:rsidRDefault="001F5B4D" w:rsidP="001F5B4D">
            <w:r w:rsidRPr="001F5B4D">
              <w:t>Atlantic distribution, but catches reported in Pacific and Indian Oceans</w:t>
            </w:r>
          </w:p>
        </w:tc>
        <w:tc>
          <w:tcPr>
            <w:tcW w:w="851" w:type="dxa"/>
          </w:tcPr>
          <w:p w14:paraId="4C43A07E" w14:textId="78D2E011" w:rsidR="001F5B4D" w:rsidRPr="001F5B4D" w:rsidRDefault="001F5B4D" w:rsidP="001F5B4D">
            <w:r w:rsidRPr="001F5B4D">
              <w:t>1</w:t>
            </w:r>
          </w:p>
        </w:tc>
      </w:tr>
      <w:tr w:rsidR="001F5B4D" w:rsidRPr="001F5B4D" w14:paraId="2C099483" w14:textId="77777777" w:rsidTr="001F5B4D">
        <w:tblPrEx>
          <w:tblCellMar>
            <w:top w:w="0" w:type="dxa"/>
            <w:bottom w:w="0" w:type="dxa"/>
          </w:tblCellMar>
        </w:tblPrEx>
        <w:trPr>
          <w:cantSplit/>
        </w:trPr>
        <w:tc>
          <w:tcPr>
            <w:tcW w:w="2551" w:type="dxa"/>
            <w:shd w:val="clear" w:color="auto" w:fill="998877"/>
          </w:tcPr>
          <w:p w14:paraId="5ACB1A84" w14:textId="4CEAED5A" w:rsidR="001F5B4D" w:rsidRPr="001F5B4D" w:rsidRDefault="001F5B4D" w:rsidP="001F5B4D">
            <w:r w:rsidRPr="001F5B4D">
              <w:t>Encounterability</w:t>
            </w:r>
          </w:p>
        </w:tc>
        <w:tc>
          <w:tcPr>
            <w:tcW w:w="4536" w:type="dxa"/>
            <w:gridSpan w:val="2"/>
          </w:tcPr>
          <w:p w14:paraId="3CC514FE" w14:textId="6BA0753A" w:rsidR="001F5B4D" w:rsidRPr="001F5B4D" w:rsidRDefault="001F5B4D" w:rsidP="001F5B4D">
            <w:r w:rsidRPr="001F5B4D">
              <w:t>The depth range of the species is 1-100m. For surface gears, the vertical overlap index with this species is 100.00%. This species is reef associated.</w:t>
            </w:r>
          </w:p>
        </w:tc>
        <w:tc>
          <w:tcPr>
            <w:tcW w:w="851" w:type="dxa"/>
          </w:tcPr>
          <w:p w14:paraId="6FC32259" w14:textId="05BE229E" w:rsidR="001F5B4D" w:rsidRPr="001F5B4D" w:rsidRDefault="001F5B4D" w:rsidP="001F5B4D">
            <w:r w:rsidRPr="001F5B4D">
              <w:t>2</w:t>
            </w:r>
          </w:p>
        </w:tc>
      </w:tr>
      <w:tr w:rsidR="001F5B4D" w:rsidRPr="001F5B4D" w14:paraId="7C3639BE" w14:textId="77777777" w:rsidTr="001F5B4D">
        <w:tblPrEx>
          <w:tblCellMar>
            <w:top w:w="0" w:type="dxa"/>
            <w:bottom w:w="0" w:type="dxa"/>
          </w:tblCellMar>
        </w:tblPrEx>
        <w:trPr>
          <w:cantSplit/>
        </w:trPr>
        <w:tc>
          <w:tcPr>
            <w:tcW w:w="2551" w:type="dxa"/>
            <w:shd w:val="clear" w:color="auto" w:fill="998877"/>
          </w:tcPr>
          <w:p w14:paraId="069339E3" w14:textId="6A42B447" w:rsidR="001F5B4D" w:rsidRPr="001F5B4D" w:rsidRDefault="001F5B4D" w:rsidP="001F5B4D">
            <w:r w:rsidRPr="001F5B4D">
              <w:t>Selectivity</w:t>
            </w:r>
          </w:p>
        </w:tc>
        <w:tc>
          <w:tcPr>
            <w:tcW w:w="4536" w:type="dxa"/>
            <w:gridSpan w:val="2"/>
          </w:tcPr>
          <w:p w14:paraId="59207A34" w14:textId="1C0B006E" w:rsidR="001F5B4D" w:rsidRPr="001F5B4D" w:rsidRDefault="001F5B4D" w:rsidP="001F5B4D">
            <w:r w:rsidRPr="001F5B4D">
              <w:t>The maximum length of the species is 60cm. For tropical surface fisheries, the length overlap index with this species is 54.55%.</w:t>
            </w:r>
          </w:p>
        </w:tc>
        <w:tc>
          <w:tcPr>
            <w:tcW w:w="851" w:type="dxa"/>
          </w:tcPr>
          <w:p w14:paraId="4DFCF455" w14:textId="6D1C405E" w:rsidR="001F5B4D" w:rsidRPr="001F5B4D" w:rsidRDefault="001F5B4D" w:rsidP="001F5B4D">
            <w:r w:rsidRPr="001F5B4D">
              <w:t>3</w:t>
            </w:r>
          </w:p>
        </w:tc>
      </w:tr>
      <w:tr w:rsidR="001F5B4D" w:rsidRPr="001F5B4D" w14:paraId="6555C102" w14:textId="77777777" w:rsidTr="001F5B4D">
        <w:tblPrEx>
          <w:tblCellMar>
            <w:top w:w="0" w:type="dxa"/>
            <w:bottom w:w="0" w:type="dxa"/>
          </w:tblCellMar>
        </w:tblPrEx>
        <w:trPr>
          <w:cantSplit/>
        </w:trPr>
        <w:tc>
          <w:tcPr>
            <w:tcW w:w="2551" w:type="dxa"/>
            <w:shd w:val="clear" w:color="auto" w:fill="998877"/>
          </w:tcPr>
          <w:p w14:paraId="47521832" w14:textId="6FDE5021" w:rsidR="001F5B4D" w:rsidRPr="001F5B4D" w:rsidRDefault="001F5B4D" w:rsidP="001F5B4D">
            <w:r w:rsidRPr="001F5B4D">
              <w:t>Post capture mortality</w:t>
            </w:r>
          </w:p>
        </w:tc>
        <w:tc>
          <w:tcPr>
            <w:tcW w:w="4536" w:type="dxa"/>
            <w:gridSpan w:val="2"/>
            <w:tcBorders>
              <w:bottom w:val="single" w:sz="4" w:space="0" w:color="auto"/>
            </w:tcBorders>
          </w:tcPr>
          <w:p w14:paraId="33771ED7" w14:textId="3EB4F71A" w:rsidR="001F5B4D" w:rsidRPr="001F5B4D" w:rsidRDefault="001F5B4D" w:rsidP="001F5B4D">
            <w:r w:rsidRPr="001F5B4D">
              <w:t>No direct evidence of survival after capture.</w:t>
            </w:r>
          </w:p>
        </w:tc>
        <w:tc>
          <w:tcPr>
            <w:tcW w:w="851" w:type="dxa"/>
          </w:tcPr>
          <w:p w14:paraId="7BE6EE6D" w14:textId="3F7876B0" w:rsidR="001F5B4D" w:rsidRPr="001F5B4D" w:rsidRDefault="001F5B4D" w:rsidP="001F5B4D">
            <w:r w:rsidRPr="001F5B4D">
              <w:t>3</w:t>
            </w:r>
          </w:p>
        </w:tc>
      </w:tr>
      <w:tr w:rsidR="001F5B4D" w:rsidRPr="001F5B4D" w14:paraId="41525721" w14:textId="77777777" w:rsidTr="001F5B4D">
        <w:tblPrEx>
          <w:tblCellMar>
            <w:top w:w="0" w:type="dxa"/>
            <w:bottom w:w="0" w:type="dxa"/>
          </w:tblCellMar>
        </w:tblPrEx>
        <w:trPr>
          <w:cantSplit/>
        </w:trPr>
        <w:tc>
          <w:tcPr>
            <w:tcW w:w="2551" w:type="dxa"/>
            <w:shd w:val="clear" w:color="auto" w:fill="998877"/>
          </w:tcPr>
          <w:p w14:paraId="25DA5BD8" w14:textId="77777777" w:rsidR="001F5B4D" w:rsidRPr="001F5B4D" w:rsidRDefault="001F5B4D" w:rsidP="001F5B4D"/>
        </w:tc>
        <w:tc>
          <w:tcPr>
            <w:tcW w:w="4536" w:type="dxa"/>
            <w:gridSpan w:val="2"/>
            <w:tcBorders>
              <w:bottom w:val="single" w:sz="4" w:space="0" w:color="auto"/>
            </w:tcBorders>
            <w:shd w:val="clear" w:color="auto" w:fill="998877"/>
          </w:tcPr>
          <w:p w14:paraId="45023972" w14:textId="0B6E1A67" w:rsidR="001F5B4D" w:rsidRPr="001F5B4D" w:rsidRDefault="001F5B4D" w:rsidP="001F5B4D">
            <w:r w:rsidRPr="001F5B4D">
              <w:t>Susceptibility score</w:t>
            </w:r>
          </w:p>
        </w:tc>
        <w:tc>
          <w:tcPr>
            <w:tcW w:w="851" w:type="dxa"/>
          </w:tcPr>
          <w:p w14:paraId="0162AB4D" w14:textId="19F79A71" w:rsidR="001F5B4D" w:rsidRPr="001F5B4D" w:rsidRDefault="001F5B4D" w:rsidP="001F5B4D">
            <w:r w:rsidRPr="001F5B4D">
              <w:t>1.43</w:t>
            </w:r>
          </w:p>
        </w:tc>
      </w:tr>
      <w:tr w:rsidR="001F5B4D" w:rsidRPr="001F5B4D" w14:paraId="391D9BA8" w14:textId="77777777" w:rsidTr="001F5B4D">
        <w:tblPrEx>
          <w:tblCellMar>
            <w:top w:w="0" w:type="dxa"/>
            <w:bottom w:w="0" w:type="dxa"/>
          </w:tblCellMar>
        </w:tblPrEx>
        <w:trPr>
          <w:cantSplit/>
        </w:trPr>
        <w:tc>
          <w:tcPr>
            <w:tcW w:w="2551" w:type="dxa"/>
            <w:shd w:val="clear" w:color="auto" w:fill="998877"/>
          </w:tcPr>
          <w:p w14:paraId="0EE562A3" w14:textId="77777777" w:rsidR="001F5B4D" w:rsidRPr="001F5B4D" w:rsidRDefault="001F5B4D" w:rsidP="001F5B4D"/>
        </w:tc>
        <w:tc>
          <w:tcPr>
            <w:tcW w:w="4536" w:type="dxa"/>
            <w:gridSpan w:val="2"/>
            <w:shd w:val="clear" w:color="auto" w:fill="998877"/>
          </w:tcPr>
          <w:p w14:paraId="1105B766" w14:textId="4AEC9D4B" w:rsidR="001F5B4D" w:rsidRPr="001F5B4D" w:rsidRDefault="001F5B4D" w:rsidP="001F5B4D">
            <w:r w:rsidRPr="001F5B4D">
              <w:t>Vulnerability score</w:t>
            </w:r>
          </w:p>
        </w:tc>
        <w:tc>
          <w:tcPr>
            <w:tcW w:w="851" w:type="dxa"/>
          </w:tcPr>
          <w:p w14:paraId="23596FAA" w14:textId="725B2195" w:rsidR="001F5B4D" w:rsidRPr="001F5B4D" w:rsidRDefault="001F5B4D" w:rsidP="001F5B4D">
            <w:r w:rsidRPr="001F5B4D">
              <w:t>2.23</w:t>
            </w:r>
          </w:p>
        </w:tc>
      </w:tr>
    </w:tbl>
    <w:p w14:paraId="530C4D29" w14:textId="2D243B14"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0B112A4D"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4" w:name="T_RMM" w:colFirst="0" w:colLast="0"/>
          <w:p w14:paraId="6B9B0EBF" w14:textId="07EA3FF1" w:rsidR="001F5B4D" w:rsidRPr="001F5B4D" w:rsidRDefault="001F5B4D" w:rsidP="001F5B4D">
            <w:pPr>
              <w:rPr>
                <w:b/>
              </w:rPr>
            </w:pPr>
            <w:r w:rsidRPr="001F5B4D">
              <w:rPr>
                <w:b/>
              </w:rPr>
              <w:fldChar w:fldCharType="begin"/>
            </w:r>
            <w:r w:rsidRPr="001F5B4D">
              <w:rPr>
                <w:b/>
              </w:rPr>
              <w:instrText xml:space="preserve"> HYPERLINK  \l "S_RMM" \o "PSA Score" </w:instrText>
            </w:r>
            <w:r w:rsidRPr="001F5B4D">
              <w:rPr>
                <w:b/>
              </w:rPr>
            </w:r>
            <w:r w:rsidRPr="001F5B4D">
              <w:rPr>
                <w:b/>
              </w:rPr>
              <w:fldChar w:fldCharType="separate"/>
            </w:r>
            <w:r w:rsidRPr="001F5B4D">
              <w:rPr>
                <w:rStyle w:val="Hyperlink"/>
                <w:b/>
              </w:rPr>
              <w:t>Giant Devil Ray</w:t>
            </w:r>
            <w:r w:rsidRPr="001F5B4D">
              <w:rPr>
                <w:b/>
              </w:rPr>
              <w:fldChar w:fldCharType="end"/>
            </w:r>
          </w:p>
        </w:tc>
        <w:tc>
          <w:tcPr>
            <w:tcW w:w="3969" w:type="dxa"/>
            <w:gridSpan w:val="2"/>
            <w:tcBorders>
              <w:bottom w:val="single" w:sz="4" w:space="0" w:color="auto"/>
            </w:tcBorders>
            <w:shd w:val="clear" w:color="auto" w:fill="998877"/>
          </w:tcPr>
          <w:p w14:paraId="7A1B7980" w14:textId="0F604EA3" w:rsidR="001F5B4D" w:rsidRPr="001F5B4D" w:rsidRDefault="001F5B4D" w:rsidP="001F5B4D">
            <w:pPr>
              <w:rPr>
                <w:b/>
                <w:i/>
              </w:rPr>
            </w:pPr>
            <w:r w:rsidRPr="001F5B4D">
              <w:rPr>
                <w:b/>
                <w:i/>
              </w:rPr>
              <w:t>Mobula mobular</w:t>
            </w:r>
          </w:p>
        </w:tc>
      </w:tr>
      <w:bookmarkEnd w:id="194"/>
      <w:tr w:rsidR="001F5B4D" w:rsidRPr="001F5B4D" w14:paraId="09C63954" w14:textId="77777777" w:rsidTr="00D13C16">
        <w:tblPrEx>
          <w:tblCellMar>
            <w:top w:w="0" w:type="dxa"/>
            <w:bottom w:w="0" w:type="dxa"/>
          </w:tblCellMar>
        </w:tblPrEx>
        <w:trPr>
          <w:cantSplit/>
        </w:trPr>
        <w:tc>
          <w:tcPr>
            <w:tcW w:w="7938" w:type="dxa"/>
            <w:gridSpan w:val="4"/>
            <w:shd w:val="clear" w:color="auto" w:fill="998877"/>
          </w:tcPr>
          <w:p w14:paraId="5F4589D9" w14:textId="4E47A9B8" w:rsidR="001F5B4D" w:rsidRPr="001F5B4D" w:rsidRDefault="001F5B4D" w:rsidP="001F5B4D">
            <w:pPr>
              <w:rPr>
                <w:b/>
              </w:rPr>
            </w:pPr>
            <w:r w:rsidRPr="001F5B4D">
              <w:rPr>
                <w:b/>
              </w:rPr>
              <w:t>Productivity</w:t>
            </w:r>
          </w:p>
        </w:tc>
      </w:tr>
      <w:tr w:rsidR="001F5B4D" w:rsidRPr="001F5B4D" w14:paraId="3A84C3C3" w14:textId="77777777" w:rsidTr="001F5B4D">
        <w:tblPrEx>
          <w:tblCellMar>
            <w:top w:w="0" w:type="dxa"/>
            <w:bottom w:w="0" w:type="dxa"/>
          </w:tblCellMar>
        </w:tblPrEx>
        <w:trPr>
          <w:cantSplit/>
        </w:trPr>
        <w:tc>
          <w:tcPr>
            <w:tcW w:w="2551" w:type="dxa"/>
            <w:shd w:val="clear" w:color="auto" w:fill="998877"/>
          </w:tcPr>
          <w:p w14:paraId="149209C9" w14:textId="2E46D44F" w:rsidR="001F5B4D" w:rsidRPr="001F5B4D" w:rsidRDefault="001F5B4D" w:rsidP="001F5B4D">
            <w:r w:rsidRPr="001F5B4D">
              <w:t>Average age at maturity</w:t>
            </w:r>
          </w:p>
        </w:tc>
        <w:tc>
          <w:tcPr>
            <w:tcW w:w="4536" w:type="dxa"/>
            <w:gridSpan w:val="2"/>
          </w:tcPr>
          <w:p w14:paraId="418E1553" w14:textId="6E4B93B8" w:rsidR="001F5B4D" w:rsidRPr="001F5B4D" w:rsidRDefault="001F5B4D" w:rsidP="001F5B4D">
            <w:r w:rsidRPr="001F5B4D">
              <w:t>The score is based on the maximum risk score in the family Myliobatidae, which included 1 species.</w:t>
            </w:r>
          </w:p>
        </w:tc>
        <w:tc>
          <w:tcPr>
            <w:tcW w:w="851" w:type="dxa"/>
          </w:tcPr>
          <w:p w14:paraId="02D4D890" w14:textId="646EDC73" w:rsidR="001F5B4D" w:rsidRPr="001F5B4D" w:rsidRDefault="001F5B4D" w:rsidP="001F5B4D">
            <w:r w:rsidRPr="001F5B4D">
              <w:t>1</w:t>
            </w:r>
          </w:p>
        </w:tc>
      </w:tr>
      <w:tr w:rsidR="001F5B4D" w:rsidRPr="001F5B4D" w14:paraId="3BDCBB9A" w14:textId="77777777" w:rsidTr="001F5B4D">
        <w:tblPrEx>
          <w:tblCellMar>
            <w:top w:w="0" w:type="dxa"/>
            <w:bottom w:w="0" w:type="dxa"/>
          </w:tblCellMar>
        </w:tblPrEx>
        <w:trPr>
          <w:cantSplit/>
        </w:trPr>
        <w:tc>
          <w:tcPr>
            <w:tcW w:w="2551" w:type="dxa"/>
            <w:shd w:val="clear" w:color="auto" w:fill="998877"/>
          </w:tcPr>
          <w:p w14:paraId="1256D335" w14:textId="0C0C031E" w:rsidR="001F5B4D" w:rsidRPr="001F5B4D" w:rsidRDefault="001F5B4D" w:rsidP="001F5B4D">
            <w:r w:rsidRPr="001F5B4D">
              <w:t>Average max age</w:t>
            </w:r>
          </w:p>
        </w:tc>
        <w:tc>
          <w:tcPr>
            <w:tcW w:w="4536" w:type="dxa"/>
            <w:gridSpan w:val="2"/>
          </w:tcPr>
          <w:p w14:paraId="27F147AF" w14:textId="43E0597C" w:rsidR="001F5B4D" w:rsidRPr="001F5B4D" w:rsidRDefault="001F5B4D" w:rsidP="001F5B4D">
            <w:r w:rsidRPr="001F5B4D">
              <w:t>The score is based on the maximum risk score in the family Carangidae, which included 17 species.</w:t>
            </w:r>
          </w:p>
        </w:tc>
        <w:tc>
          <w:tcPr>
            <w:tcW w:w="851" w:type="dxa"/>
          </w:tcPr>
          <w:p w14:paraId="6E57DD96" w14:textId="10D5BDBF" w:rsidR="001F5B4D" w:rsidRPr="001F5B4D" w:rsidRDefault="001F5B4D" w:rsidP="001F5B4D">
            <w:r w:rsidRPr="001F5B4D">
              <w:t>2</w:t>
            </w:r>
          </w:p>
        </w:tc>
      </w:tr>
      <w:tr w:rsidR="001F5B4D" w:rsidRPr="001F5B4D" w14:paraId="08FE2560" w14:textId="77777777" w:rsidTr="001F5B4D">
        <w:tblPrEx>
          <w:tblCellMar>
            <w:top w:w="0" w:type="dxa"/>
            <w:bottom w:w="0" w:type="dxa"/>
          </w:tblCellMar>
        </w:tblPrEx>
        <w:trPr>
          <w:cantSplit/>
        </w:trPr>
        <w:tc>
          <w:tcPr>
            <w:tcW w:w="2551" w:type="dxa"/>
            <w:shd w:val="clear" w:color="auto" w:fill="998877"/>
          </w:tcPr>
          <w:p w14:paraId="1E15E361" w14:textId="72DCF7BD" w:rsidR="001F5B4D" w:rsidRPr="001F5B4D" w:rsidRDefault="001F5B4D" w:rsidP="001F5B4D">
            <w:r w:rsidRPr="001F5B4D">
              <w:t>Fecundity</w:t>
            </w:r>
          </w:p>
        </w:tc>
        <w:tc>
          <w:tcPr>
            <w:tcW w:w="4536" w:type="dxa"/>
            <w:gridSpan w:val="2"/>
          </w:tcPr>
          <w:p w14:paraId="48C0D14F" w14:textId="22190612" w:rsidR="001F5B4D" w:rsidRPr="001F5B4D" w:rsidRDefault="001F5B4D" w:rsidP="001F5B4D">
            <w:r w:rsidRPr="001F5B4D">
              <w:t>The score is based on the maximum risk score in the family Carangidae, which included 3 species.</w:t>
            </w:r>
          </w:p>
        </w:tc>
        <w:tc>
          <w:tcPr>
            <w:tcW w:w="851" w:type="dxa"/>
          </w:tcPr>
          <w:p w14:paraId="282AB212" w14:textId="350AB67C" w:rsidR="001F5B4D" w:rsidRPr="001F5B4D" w:rsidRDefault="001F5B4D" w:rsidP="001F5B4D">
            <w:r w:rsidRPr="001F5B4D">
              <w:t>3</w:t>
            </w:r>
          </w:p>
        </w:tc>
      </w:tr>
      <w:tr w:rsidR="001F5B4D" w:rsidRPr="001F5B4D" w14:paraId="73C0C220" w14:textId="77777777" w:rsidTr="001F5B4D">
        <w:tblPrEx>
          <w:tblCellMar>
            <w:top w:w="0" w:type="dxa"/>
            <w:bottom w:w="0" w:type="dxa"/>
          </w:tblCellMar>
        </w:tblPrEx>
        <w:trPr>
          <w:cantSplit/>
        </w:trPr>
        <w:tc>
          <w:tcPr>
            <w:tcW w:w="2551" w:type="dxa"/>
            <w:shd w:val="clear" w:color="auto" w:fill="998877"/>
          </w:tcPr>
          <w:p w14:paraId="18EC7645" w14:textId="770773A2" w:rsidR="001F5B4D" w:rsidRPr="001F5B4D" w:rsidRDefault="001F5B4D" w:rsidP="001F5B4D">
            <w:r w:rsidRPr="001F5B4D">
              <w:t>Average max size</w:t>
            </w:r>
          </w:p>
        </w:tc>
        <w:tc>
          <w:tcPr>
            <w:tcW w:w="4536" w:type="dxa"/>
            <w:gridSpan w:val="2"/>
          </w:tcPr>
          <w:p w14:paraId="4281F6DB" w14:textId="73EBFDB7" w:rsidR="001F5B4D" w:rsidRPr="001F5B4D" w:rsidRDefault="001F5B4D" w:rsidP="001F5B4D">
            <w:r w:rsidRPr="001F5B4D">
              <w:t>Species maximum length is 520, which is higher than the highest risk value (300cm).</w:t>
            </w:r>
          </w:p>
        </w:tc>
        <w:tc>
          <w:tcPr>
            <w:tcW w:w="851" w:type="dxa"/>
          </w:tcPr>
          <w:p w14:paraId="0EE7F578" w14:textId="3F715D07" w:rsidR="001F5B4D" w:rsidRPr="001F5B4D" w:rsidRDefault="001F5B4D" w:rsidP="001F5B4D">
            <w:r w:rsidRPr="001F5B4D">
              <w:t>3</w:t>
            </w:r>
          </w:p>
        </w:tc>
      </w:tr>
      <w:tr w:rsidR="001F5B4D" w:rsidRPr="001F5B4D" w14:paraId="0E6C7538" w14:textId="77777777" w:rsidTr="001F5B4D">
        <w:tblPrEx>
          <w:tblCellMar>
            <w:top w:w="0" w:type="dxa"/>
            <w:bottom w:w="0" w:type="dxa"/>
          </w:tblCellMar>
        </w:tblPrEx>
        <w:trPr>
          <w:cantSplit/>
        </w:trPr>
        <w:tc>
          <w:tcPr>
            <w:tcW w:w="2551" w:type="dxa"/>
            <w:shd w:val="clear" w:color="auto" w:fill="998877"/>
          </w:tcPr>
          <w:p w14:paraId="44E4350B" w14:textId="7B0A9FA5" w:rsidR="001F5B4D" w:rsidRPr="001F5B4D" w:rsidRDefault="001F5B4D" w:rsidP="001F5B4D">
            <w:r w:rsidRPr="001F5B4D">
              <w:t>Average size at maturity</w:t>
            </w:r>
          </w:p>
        </w:tc>
        <w:tc>
          <w:tcPr>
            <w:tcW w:w="4536" w:type="dxa"/>
            <w:gridSpan w:val="2"/>
          </w:tcPr>
          <w:p w14:paraId="01D3C4BC" w14:textId="619B6F6E" w:rsidR="001F5B4D" w:rsidRPr="001F5B4D" w:rsidRDefault="001F5B4D" w:rsidP="001F5B4D">
            <w:r w:rsidRPr="001F5B4D">
              <w:t>Species maximum length is 520cm, which is higher than the highest risk value (200cm).</w:t>
            </w:r>
          </w:p>
        </w:tc>
        <w:tc>
          <w:tcPr>
            <w:tcW w:w="851" w:type="dxa"/>
          </w:tcPr>
          <w:p w14:paraId="342F1CB1" w14:textId="230EBDC8" w:rsidR="001F5B4D" w:rsidRPr="001F5B4D" w:rsidRDefault="001F5B4D" w:rsidP="001F5B4D">
            <w:r w:rsidRPr="001F5B4D">
              <w:t>3</w:t>
            </w:r>
          </w:p>
        </w:tc>
      </w:tr>
      <w:tr w:rsidR="001F5B4D" w:rsidRPr="001F5B4D" w14:paraId="121DB32B" w14:textId="77777777" w:rsidTr="001F5B4D">
        <w:tblPrEx>
          <w:tblCellMar>
            <w:top w:w="0" w:type="dxa"/>
            <w:bottom w:w="0" w:type="dxa"/>
          </w:tblCellMar>
        </w:tblPrEx>
        <w:trPr>
          <w:cantSplit/>
        </w:trPr>
        <w:tc>
          <w:tcPr>
            <w:tcW w:w="2551" w:type="dxa"/>
            <w:shd w:val="clear" w:color="auto" w:fill="998877"/>
          </w:tcPr>
          <w:p w14:paraId="71D99153" w14:textId="07936DF0" w:rsidR="001F5B4D" w:rsidRPr="001F5B4D" w:rsidRDefault="001F5B4D" w:rsidP="001F5B4D">
            <w:r w:rsidRPr="001F5B4D">
              <w:t>Reproductive strategy</w:t>
            </w:r>
          </w:p>
        </w:tc>
        <w:tc>
          <w:tcPr>
            <w:tcW w:w="4536" w:type="dxa"/>
            <w:gridSpan w:val="2"/>
          </w:tcPr>
          <w:p w14:paraId="42A90EE5" w14:textId="3DED4038" w:rsidR="001F5B4D" w:rsidRPr="001F5B4D" w:rsidRDefault="001F5B4D" w:rsidP="001F5B4D">
            <w:r w:rsidRPr="001F5B4D">
              <w:t>Species reproductive strategy is live bearer, which is high risk.</w:t>
            </w:r>
          </w:p>
        </w:tc>
        <w:tc>
          <w:tcPr>
            <w:tcW w:w="851" w:type="dxa"/>
          </w:tcPr>
          <w:p w14:paraId="6AAD36D7" w14:textId="51C56861" w:rsidR="001F5B4D" w:rsidRPr="001F5B4D" w:rsidRDefault="001F5B4D" w:rsidP="001F5B4D">
            <w:r w:rsidRPr="001F5B4D">
              <w:t>3</w:t>
            </w:r>
          </w:p>
        </w:tc>
      </w:tr>
      <w:tr w:rsidR="001F5B4D" w:rsidRPr="001F5B4D" w14:paraId="209F7E36" w14:textId="77777777" w:rsidTr="001F5B4D">
        <w:tblPrEx>
          <w:tblCellMar>
            <w:top w:w="0" w:type="dxa"/>
            <w:bottom w:w="0" w:type="dxa"/>
          </w:tblCellMar>
        </w:tblPrEx>
        <w:trPr>
          <w:cantSplit/>
        </w:trPr>
        <w:tc>
          <w:tcPr>
            <w:tcW w:w="2551" w:type="dxa"/>
            <w:shd w:val="clear" w:color="auto" w:fill="998877"/>
          </w:tcPr>
          <w:p w14:paraId="186F4307" w14:textId="1D422862" w:rsidR="001F5B4D" w:rsidRPr="001F5B4D" w:rsidRDefault="001F5B4D" w:rsidP="001F5B4D">
            <w:r w:rsidRPr="001F5B4D">
              <w:t>Trophic level</w:t>
            </w:r>
          </w:p>
        </w:tc>
        <w:tc>
          <w:tcPr>
            <w:tcW w:w="4536" w:type="dxa"/>
            <w:gridSpan w:val="2"/>
            <w:tcBorders>
              <w:bottom w:val="single" w:sz="4" w:space="0" w:color="auto"/>
            </w:tcBorders>
          </w:tcPr>
          <w:p w14:paraId="7F6B252D" w14:textId="0E13F499" w:rsidR="001F5B4D" w:rsidRPr="001F5B4D" w:rsidRDefault="001F5B4D" w:rsidP="001F5B4D">
            <w:r w:rsidRPr="001F5B4D">
              <w:t>Species trophic level is 3.7, which is higher than the highest risk value (3.25).</w:t>
            </w:r>
          </w:p>
        </w:tc>
        <w:tc>
          <w:tcPr>
            <w:tcW w:w="851" w:type="dxa"/>
          </w:tcPr>
          <w:p w14:paraId="4C7E340C" w14:textId="2E9B3F84" w:rsidR="001F5B4D" w:rsidRPr="001F5B4D" w:rsidRDefault="001F5B4D" w:rsidP="001F5B4D">
            <w:r w:rsidRPr="001F5B4D">
              <w:t>3</w:t>
            </w:r>
          </w:p>
        </w:tc>
      </w:tr>
      <w:tr w:rsidR="001F5B4D" w:rsidRPr="001F5B4D" w14:paraId="76880C4B"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21B9ACE5" w14:textId="77777777" w:rsidR="001F5B4D" w:rsidRPr="001F5B4D" w:rsidRDefault="001F5B4D" w:rsidP="001F5B4D"/>
        </w:tc>
        <w:tc>
          <w:tcPr>
            <w:tcW w:w="4536" w:type="dxa"/>
            <w:gridSpan w:val="2"/>
            <w:tcBorders>
              <w:bottom w:val="single" w:sz="4" w:space="0" w:color="auto"/>
            </w:tcBorders>
            <w:shd w:val="clear" w:color="auto" w:fill="998877"/>
          </w:tcPr>
          <w:p w14:paraId="6B2A8769" w14:textId="14E06BB2" w:rsidR="001F5B4D" w:rsidRPr="001F5B4D" w:rsidRDefault="001F5B4D" w:rsidP="001F5B4D">
            <w:r w:rsidRPr="001F5B4D">
              <w:t>Productivity score</w:t>
            </w:r>
          </w:p>
        </w:tc>
        <w:tc>
          <w:tcPr>
            <w:tcW w:w="851" w:type="dxa"/>
            <w:tcBorders>
              <w:bottom w:val="single" w:sz="4" w:space="0" w:color="auto"/>
            </w:tcBorders>
          </w:tcPr>
          <w:p w14:paraId="5999A627" w14:textId="00903CBF" w:rsidR="001F5B4D" w:rsidRPr="001F5B4D" w:rsidRDefault="001F5B4D" w:rsidP="001F5B4D">
            <w:r w:rsidRPr="001F5B4D">
              <w:t>2.57</w:t>
            </w:r>
          </w:p>
        </w:tc>
      </w:tr>
      <w:tr w:rsidR="001F5B4D" w:rsidRPr="001F5B4D" w14:paraId="6A33EAC6" w14:textId="77777777" w:rsidTr="0073239B">
        <w:tblPrEx>
          <w:tblCellMar>
            <w:top w:w="0" w:type="dxa"/>
            <w:bottom w:w="0" w:type="dxa"/>
          </w:tblCellMar>
        </w:tblPrEx>
        <w:trPr>
          <w:cantSplit/>
        </w:trPr>
        <w:tc>
          <w:tcPr>
            <w:tcW w:w="7938" w:type="dxa"/>
            <w:gridSpan w:val="4"/>
            <w:shd w:val="clear" w:color="auto" w:fill="998877"/>
          </w:tcPr>
          <w:p w14:paraId="1D65ECA3" w14:textId="3B09C599" w:rsidR="001F5B4D" w:rsidRPr="001F5B4D" w:rsidRDefault="001F5B4D" w:rsidP="001F5B4D">
            <w:pPr>
              <w:rPr>
                <w:b/>
              </w:rPr>
            </w:pPr>
            <w:r w:rsidRPr="001F5B4D">
              <w:rPr>
                <w:b/>
              </w:rPr>
              <w:t>Susceptibility</w:t>
            </w:r>
          </w:p>
        </w:tc>
      </w:tr>
      <w:tr w:rsidR="001F5B4D" w:rsidRPr="001F5B4D" w14:paraId="1734DB93" w14:textId="77777777" w:rsidTr="001F5B4D">
        <w:tblPrEx>
          <w:tblCellMar>
            <w:top w:w="0" w:type="dxa"/>
            <w:bottom w:w="0" w:type="dxa"/>
          </w:tblCellMar>
        </w:tblPrEx>
        <w:trPr>
          <w:cantSplit/>
        </w:trPr>
        <w:tc>
          <w:tcPr>
            <w:tcW w:w="2551" w:type="dxa"/>
            <w:shd w:val="clear" w:color="auto" w:fill="998877"/>
          </w:tcPr>
          <w:p w14:paraId="64C2ABA8" w14:textId="00EE5CD9" w:rsidR="001F5B4D" w:rsidRPr="001F5B4D" w:rsidRDefault="001F5B4D" w:rsidP="001F5B4D">
            <w:r w:rsidRPr="001F5B4D">
              <w:t>Areal overlap (availability)</w:t>
            </w:r>
          </w:p>
        </w:tc>
        <w:tc>
          <w:tcPr>
            <w:tcW w:w="4536" w:type="dxa"/>
            <w:gridSpan w:val="2"/>
          </w:tcPr>
          <w:p w14:paraId="1B40444B" w14:textId="536C9146" w:rsidR="001F5B4D" w:rsidRPr="001F5B4D" w:rsidRDefault="001F5B4D" w:rsidP="001F5B4D">
            <w:r w:rsidRPr="001F5B4D">
              <w:t>Distribution North Atlantic, but catches reported elsewhere.</w:t>
            </w:r>
          </w:p>
        </w:tc>
        <w:tc>
          <w:tcPr>
            <w:tcW w:w="851" w:type="dxa"/>
          </w:tcPr>
          <w:p w14:paraId="0B88B92E" w14:textId="070E1D3A" w:rsidR="001F5B4D" w:rsidRPr="001F5B4D" w:rsidRDefault="001F5B4D" w:rsidP="001F5B4D">
            <w:r w:rsidRPr="001F5B4D">
              <w:t>1</w:t>
            </w:r>
          </w:p>
        </w:tc>
      </w:tr>
      <w:tr w:rsidR="001F5B4D" w:rsidRPr="001F5B4D" w14:paraId="079FA9BC" w14:textId="77777777" w:rsidTr="001F5B4D">
        <w:tblPrEx>
          <w:tblCellMar>
            <w:top w:w="0" w:type="dxa"/>
            <w:bottom w:w="0" w:type="dxa"/>
          </w:tblCellMar>
        </w:tblPrEx>
        <w:trPr>
          <w:cantSplit/>
        </w:trPr>
        <w:tc>
          <w:tcPr>
            <w:tcW w:w="2551" w:type="dxa"/>
            <w:shd w:val="clear" w:color="auto" w:fill="998877"/>
          </w:tcPr>
          <w:p w14:paraId="61D86347" w14:textId="4383DD23" w:rsidR="001F5B4D" w:rsidRPr="001F5B4D" w:rsidRDefault="001F5B4D" w:rsidP="001F5B4D">
            <w:r w:rsidRPr="001F5B4D">
              <w:t>Encounterability</w:t>
            </w:r>
          </w:p>
        </w:tc>
        <w:tc>
          <w:tcPr>
            <w:tcW w:w="4536" w:type="dxa"/>
            <w:gridSpan w:val="2"/>
          </w:tcPr>
          <w:p w14:paraId="45658292" w14:textId="34C761DB" w:rsidR="001F5B4D" w:rsidRPr="001F5B4D" w:rsidRDefault="001F5B4D" w:rsidP="001F5B4D">
            <w:r w:rsidRPr="001F5B4D">
              <w:t>The depth range of the species is 1-100m. For surface gears, the vertical overlap index with this species is 100.00%.</w:t>
            </w:r>
          </w:p>
        </w:tc>
        <w:tc>
          <w:tcPr>
            <w:tcW w:w="851" w:type="dxa"/>
          </w:tcPr>
          <w:p w14:paraId="624EE478" w14:textId="6001D5BD" w:rsidR="001F5B4D" w:rsidRPr="001F5B4D" w:rsidRDefault="001F5B4D" w:rsidP="001F5B4D">
            <w:r w:rsidRPr="001F5B4D">
              <w:t>3</w:t>
            </w:r>
          </w:p>
        </w:tc>
      </w:tr>
      <w:tr w:rsidR="001F5B4D" w:rsidRPr="001F5B4D" w14:paraId="7EBCA8CB" w14:textId="77777777" w:rsidTr="001F5B4D">
        <w:tblPrEx>
          <w:tblCellMar>
            <w:top w:w="0" w:type="dxa"/>
            <w:bottom w:w="0" w:type="dxa"/>
          </w:tblCellMar>
        </w:tblPrEx>
        <w:trPr>
          <w:cantSplit/>
        </w:trPr>
        <w:tc>
          <w:tcPr>
            <w:tcW w:w="2551" w:type="dxa"/>
            <w:shd w:val="clear" w:color="auto" w:fill="998877"/>
          </w:tcPr>
          <w:p w14:paraId="133F587B" w14:textId="4171A2EE" w:rsidR="001F5B4D" w:rsidRPr="001F5B4D" w:rsidRDefault="001F5B4D" w:rsidP="001F5B4D">
            <w:r w:rsidRPr="001F5B4D">
              <w:t>Selectivity</w:t>
            </w:r>
          </w:p>
        </w:tc>
        <w:tc>
          <w:tcPr>
            <w:tcW w:w="4536" w:type="dxa"/>
            <w:gridSpan w:val="2"/>
          </w:tcPr>
          <w:p w14:paraId="00322F98" w14:textId="3F84542F" w:rsidR="001F5B4D" w:rsidRPr="001F5B4D" w:rsidRDefault="001F5B4D" w:rsidP="001F5B4D">
            <w:r w:rsidRPr="001F5B4D">
              <w:t>The maximum length of the species is 520cm. For tropical surface fisheries, the length overlap index with this species is 100.00%.</w:t>
            </w:r>
          </w:p>
        </w:tc>
        <w:tc>
          <w:tcPr>
            <w:tcW w:w="851" w:type="dxa"/>
          </w:tcPr>
          <w:p w14:paraId="20588395" w14:textId="529E731A" w:rsidR="001F5B4D" w:rsidRPr="001F5B4D" w:rsidRDefault="001F5B4D" w:rsidP="001F5B4D">
            <w:r w:rsidRPr="001F5B4D">
              <w:t>3</w:t>
            </w:r>
          </w:p>
        </w:tc>
      </w:tr>
      <w:tr w:rsidR="001F5B4D" w:rsidRPr="001F5B4D" w14:paraId="003D8D24" w14:textId="77777777" w:rsidTr="001F5B4D">
        <w:tblPrEx>
          <w:tblCellMar>
            <w:top w:w="0" w:type="dxa"/>
            <w:bottom w:w="0" w:type="dxa"/>
          </w:tblCellMar>
        </w:tblPrEx>
        <w:trPr>
          <w:cantSplit/>
        </w:trPr>
        <w:tc>
          <w:tcPr>
            <w:tcW w:w="2551" w:type="dxa"/>
            <w:shd w:val="clear" w:color="auto" w:fill="998877"/>
          </w:tcPr>
          <w:p w14:paraId="26A46EC8" w14:textId="23B29918" w:rsidR="001F5B4D" w:rsidRPr="001F5B4D" w:rsidRDefault="001F5B4D" w:rsidP="001F5B4D">
            <w:r w:rsidRPr="001F5B4D">
              <w:t>Post capture mortality</w:t>
            </w:r>
          </w:p>
        </w:tc>
        <w:tc>
          <w:tcPr>
            <w:tcW w:w="4536" w:type="dxa"/>
            <w:gridSpan w:val="2"/>
            <w:tcBorders>
              <w:bottom w:val="single" w:sz="4" w:space="0" w:color="auto"/>
            </w:tcBorders>
          </w:tcPr>
          <w:p w14:paraId="0D3AAC07" w14:textId="15A7EFBC" w:rsidR="001F5B4D" w:rsidRPr="001F5B4D" w:rsidRDefault="001F5B4D" w:rsidP="001F5B4D">
            <w:r w:rsidRPr="001F5B4D">
              <w:t>No direct evidence of survival after capture.</w:t>
            </w:r>
          </w:p>
        </w:tc>
        <w:tc>
          <w:tcPr>
            <w:tcW w:w="851" w:type="dxa"/>
          </w:tcPr>
          <w:p w14:paraId="1EE632F4" w14:textId="66A4B3BF" w:rsidR="001F5B4D" w:rsidRPr="001F5B4D" w:rsidRDefault="001F5B4D" w:rsidP="001F5B4D">
            <w:r w:rsidRPr="001F5B4D">
              <w:t>3</w:t>
            </w:r>
          </w:p>
        </w:tc>
      </w:tr>
      <w:tr w:rsidR="001F5B4D" w:rsidRPr="001F5B4D" w14:paraId="66CD7945" w14:textId="77777777" w:rsidTr="001F5B4D">
        <w:tblPrEx>
          <w:tblCellMar>
            <w:top w:w="0" w:type="dxa"/>
            <w:bottom w:w="0" w:type="dxa"/>
          </w:tblCellMar>
        </w:tblPrEx>
        <w:trPr>
          <w:cantSplit/>
        </w:trPr>
        <w:tc>
          <w:tcPr>
            <w:tcW w:w="2551" w:type="dxa"/>
            <w:shd w:val="clear" w:color="auto" w:fill="998877"/>
          </w:tcPr>
          <w:p w14:paraId="545C5107" w14:textId="77777777" w:rsidR="001F5B4D" w:rsidRPr="001F5B4D" w:rsidRDefault="001F5B4D" w:rsidP="001F5B4D"/>
        </w:tc>
        <w:tc>
          <w:tcPr>
            <w:tcW w:w="4536" w:type="dxa"/>
            <w:gridSpan w:val="2"/>
            <w:tcBorders>
              <w:bottom w:val="single" w:sz="4" w:space="0" w:color="auto"/>
            </w:tcBorders>
            <w:shd w:val="clear" w:color="auto" w:fill="998877"/>
          </w:tcPr>
          <w:p w14:paraId="749D6729" w14:textId="579085EB" w:rsidR="001F5B4D" w:rsidRPr="001F5B4D" w:rsidRDefault="001F5B4D" w:rsidP="001F5B4D">
            <w:r w:rsidRPr="001F5B4D">
              <w:t>Susceptibility score</w:t>
            </w:r>
          </w:p>
        </w:tc>
        <w:tc>
          <w:tcPr>
            <w:tcW w:w="851" w:type="dxa"/>
          </w:tcPr>
          <w:p w14:paraId="558B9484" w14:textId="5E6E78E9" w:rsidR="001F5B4D" w:rsidRPr="001F5B4D" w:rsidRDefault="001F5B4D" w:rsidP="001F5B4D">
            <w:r w:rsidRPr="001F5B4D">
              <w:t>1.65</w:t>
            </w:r>
          </w:p>
        </w:tc>
      </w:tr>
      <w:tr w:rsidR="001F5B4D" w:rsidRPr="001F5B4D" w14:paraId="1436B23E" w14:textId="77777777" w:rsidTr="001F5B4D">
        <w:tblPrEx>
          <w:tblCellMar>
            <w:top w:w="0" w:type="dxa"/>
            <w:bottom w:w="0" w:type="dxa"/>
          </w:tblCellMar>
        </w:tblPrEx>
        <w:trPr>
          <w:cantSplit/>
        </w:trPr>
        <w:tc>
          <w:tcPr>
            <w:tcW w:w="2551" w:type="dxa"/>
            <w:shd w:val="clear" w:color="auto" w:fill="998877"/>
          </w:tcPr>
          <w:p w14:paraId="73B24CCA" w14:textId="77777777" w:rsidR="001F5B4D" w:rsidRPr="001F5B4D" w:rsidRDefault="001F5B4D" w:rsidP="001F5B4D"/>
        </w:tc>
        <w:tc>
          <w:tcPr>
            <w:tcW w:w="4536" w:type="dxa"/>
            <w:gridSpan w:val="2"/>
            <w:shd w:val="clear" w:color="auto" w:fill="998877"/>
          </w:tcPr>
          <w:p w14:paraId="1A38E3D6" w14:textId="4F217C1A" w:rsidR="001F5B4D" w:rsidRPr="001F5B4D" w:rsidRDefault="001F5B4D" w:rsidP="001F5B4D">
            <w:r w:rsidRPr="001F5B4D">
              <w:t>Vulnerability score</w:t>
            </w:r>
          </w:p>
        </w:tc>
        <w:tc>
          <w:tcPr>
            <w:tcW w:w="851" w:type="dxa"/>
          </w:tcPr>
          <w:p w14:paraId="1389455D" w14:textId="52A2DC24" w:rsidR="001F5B4D" w:rsidRPr="001F5B4D" w:rsidRDefault="001F5B4D" w:rsidP="001F5B4D">
            <w:r w:rsidRPr="001F5B4D">
              <w:t>3.06</w:t>
            </w:r>
          </w:p>
        </w:tc>
      </w:tr>
    </w:tbl>
    <w:p w14:paraId="61FB421C" w14:textId="4CE44418"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6A8341A"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5" w:name="T_CVX" w:colFirst="0" w:colLast="0"/>
          <w:p w14:paraId="3F03437C" w14:textId="25E7FFC5" w:rsidR="001F5B4D" w:rsidRPr="001F5B4D" w:rsidRDefault="001F5B4D" w:rsidP="001F5B4D">
            <w:pPr>
              <w:rPr>
                <w:b/>
              </w:rPr>
            </w:pPr>
            <w:r w:rsidRPr="001F5B4D">
              <w:rPr>
                <w:b/>
              </w:rPr>
              <w:fldChar w:fldCharType="begin"/>
            </w:r>
            <w:r w:rsidRPr="001F5B4D">
              <w:rPr>
                <w:b/>
              </w:rPr>
              <w:instrText xml:space="preserve"> HYPERLINK  \l "S_CVX" \o "PSA Score" </w:instrText>
            </w:r>
            <w:r w:rsidRPr="001F5B4D">
              <w:rPr>
                <w:b/>
              </w:rPr>
            </w:r>
            <w:r w:rsidRPr="001F5B4D">
              <w:rPr>
                <w:b/>
              </w:rPr>
              <w:fldChar w:fldCharType="separate"/>
            </w:r>
            <w:r w:rsidRPr="001F5B4D">
              <w:rPr>
                <w:rStyle w:val="Hyperlink"/>
                <w:b/>
              </w:rPr>
              <w:t>Ground sharks</w:t>
            </w:r>
            <w:r w:rsidRPr="001F5B4D">
              <w:rPr>
                <w:b/>
              </w:rPr>
              <w:fldChar w:fldCharType="end"/>
            </w:r>
          </w:p>
        </w:tc>
        <w:tc>
          <w:tcPr>
            <w:tcW w:w="3969" w:type="dxa"/>
            <w:gridSpan w:val="2"/>
            <w:tcBorders>
              <w:bottom w:val="single" w:sz="4" w:space="0" w:color="auto"/>
            </w:tcBorders>
            <w:shd w:val="clear" w:color="auto" w:fill="998877"/>
          </w:tcPr>
          <w:p w14:paraId="5B751B61" w14:textId="00953463" w:rsidR="001F5B4D" w:rsidRPr="001F5B4D" w:rsidRDefault="001F5B4D" w:rsidP="001F5B4D">
            <w:pPr>
              <w:rPr>
                <w:b/>
                <w:i/>
              </w:rPr>
            </w:pPr>
            <w:r w:rsidRPr="001F5B4D">
              <w:rPr>
                <w:b/>
                <w:i/>
              </w:rPr>
              <w:t>Carcharhiniformes</w:t>
            </w:r>
          </w:p>
        </w:tc>
      </w:tr>
      <w:bookmarkEnd w:id="195"/>
      <w:tr w:rsidR="001F5B4D" w:rsidRPr="001F5B4D" w14:paraId="4B41F3FD" w14:textId="77777777" w:rsidTr="001333E2">
        <w:tblPrEx>
          <w:tblCellMar>
            <w:top w:w="0" w:type="dxa"/>
            <w:bottom w:w="0" w:type="dxa"/>
          </w:tblCellMar>
        </w:tblPrEx>
        <w:trPr>
          <w:cantSplit/>
        </w:trPr>
        <w:tc>
          <w:tcPr>
            <w:tcW w:w="7938" w:type="dxa"/>
            <w:gridSpan w:val="4"/>
            <w:shd w:val="clear" w:color="auto" w:fill="998877"/>
          </w:tcPr>
          <w:p w14:paraId="5E1E4B77" w14:textId="1C9E0C4A" w:rsidR="001F5B4D" w:rsidRPr="001F5B4D" w:rsidRDefault="001F5B4D" w:rsidP="001F5B4D">
            <w:pPr>
              <w:rPr>
                <w:b/>
              </w:rPr>
            </w:pPr>
            <w:r w:rsidRPr="001F5B4D">
              <w:rPr>
                <w:b/>
              </w:rPr>
              <w:t>Productivity</w:t>
            </w:r>
          </w:p>
        </w:tc>
      </w:tr>
      <w:tr w:rsidR="001F5B4D" w:rsidRPr="001F5B4D" w14:paraId="1ED35F8C" w14:textId="77777777" w:rsidTr="001F5B4D">
        <w:tblPrEx>
          <w:tblCellMar>
            <w:top w:w="0" w:type="dxa"/>
            <w:bottom w:w="0" w:type="dxa"/>
          </w:tblCellMar>
        </w:tblPrEx>
        <w:trPr>
          <w:cantSplit/>
        </w:trPr>
        <w:tc>
          <w:tcPr>
            <w:tcW w:w="2551" w:type="dxa"/>
            <w:shd w:val="clear" w:color="auto" w:fill="998877"/>
          </w:tcPr>
          <w:p w14:paraId="3C3A0FFF" w14:textId="764A33C5" w:rsidR="001F5B4D" w:rsidRPr="001F5B4D" w:rsidRDefault="001F5B4D" w:rsidP="001F5B4D">
            <w:r w:rsidRPr="001F5B4D">
              <w:lastRenderedPageBreak/>
              <w:t>Average age at maturity</w:t>
            </w:r>
          </w:p>
        </w:tc>
        <w:tc>
          <w:tcPr>
            <w:tcW w:w="4536" w:type="dxa"/>
            <w:gridSpan w:val="2"/>
          </w:tcPr>
          <w:p w14:paraId="1A84705F" w14:textId="17B0F1F2" w:rsidR="001F5B4D" w:rsidRPr="001F5B4D" w:rsidRDefault="001F5B4D" w:rsidP="001F5B4D">
            <w:r w:rsidRPr="001F5B4D">
              <w:t>The score is based on the maximum risk score in the family Centrophoridae, which included 3 species.</w:t>
            </w:r>
          </w:p>
        </w:tc>
        <w:tc>
          <w:tcPr>
            <w:tcW w:w="851" w:type="dxa"/>
          </w:tcPr>
          <w:p w14:paraId="65D7B1F8" w14:textId="7A3EA19C" w:rsidR="001F5B4D" w:rsidRPr="001F5B4D" w:rsidRDefault="001F5B4D" w:rsidP="001F5B4D">
            <w:r w:rsidRPr="001F5B4D">
              <w:t>3</w:t>
            </w:r>
          </w:p>
        </w:tc>
      </w:tr>
      <w:tr w:rsidR="001F5B4D" w:rsidRPr="001F5B4D" w14:paraId="5A4D97C6" w14:textId="77777777" w:rsidTr="001F5B4D">
        <w:tblPrEx>
          <w:tblCellMar>
            <w:top w:w="0" w:type="dxa"/>
            <w:bottom w:w="0" w:type="dxa"/>
          </w:tblCellMar>
        </w:tblPrEx>
        <w:trPr>
          <w:cantSplit/>
        </w:trPr>
        <w:tc>
          <w:tcPr>
            <w:tcW w:w="2551" w:type="dxa"/>
            <w:shd w:val="clear" w:color="auto" w:fill="998877"/>
          </w:tcPr>
          <w:p w14:paraId="2E053947" w14:textId="4FCACF90" w:rsidR="001F5B4D" w:rsidRPr="001F5B4D" w:rsidRDefault="001F5B4D" w:rsidP="001F5B4D">
            <w:r w:rsidRPr="001F5B4D">
              <w:t>Average max age</w:t>
            </w:r>
          </w:p>
        </w:tc>
        <w:tc>
          <w:tcPr>
            <w:tcW w:w="4536" w:type="dxa"/>
            <w:gridSpan w:val="2"/>
          </w:tcPr>
          <w:p w14:paraId="19733435" w14:textId="3289A4C0" w:rsidR="001F5B4D" w:rsidRPr="001F5B4D" w:rsidRDefault="001F5B4D" w:rsidP="001F5B4D">
            <w:r w:rsidRPr="001F5B4D">
              <w:t>The score is based on the maximum risk score in the family Centrophoridae, which included 3 species.</w:t>
            </w:r>
          </w:p>
        </w:tc>
        <w:tc>
          <w:tcPr>
            <w:tcW w:w="851" w:type="dxa"/>
          </w:tcPr>
          <w:p w14:paraId="73A69FCE" w14:textId="658220A1" w:rsidR="001F5B4D" w:rsidRPr="001F5B4D" w:rsidRDefault="001F5B4D" w:rsidP="001F5B4D">
            <w:r w:rsidRPr="001F5B4D">
              <w:t>3</w:t>
            </w:r>
          </w:p>
        </w:tc>
      </w:tr>
      <w:tr w:rsidR="001F5B4D" w:rsidRPr="001F5B4D" w14:paraId="46B2BD75" w14:textId="77777777" w:rsidTr="001F5B4D">
        <w:tblPrEx>
          <w:tblCellMar>
            <w:top w:w="0" w:type="dxa"/>
            <w:bottom w:w="0" w:type="dxa"/>
          </w:tblCellMar>
        </w:tblPrEx>
        <w:trPr>
          <w:cantSplit/>
        </w:trPr>
        <w:tc>
          <w:tcPr>
            <w:tcW w:w="2551" w:type="dxa"/>
            <w:shd w:val="clear" w:color="auto" w:fill="998877"/>
          </w:tcPr>
          <w:p w14:paraId="6DC45D2B" w14:textId="4C2ABA3F" w:rsidR="001F5B4D" w:rsidRPr="001F5B4D" w:rsidRDefault="001F5B4D" w:rsidP="001F5B4D">
            <w:r w:rsidRPr="001F5B4D">
              <w:t>Fecundity</w:t>
            </w:r>
          </w:p>
        </w:tc>
        <w:tc>
          <w:tcPr>
            <w:tcW w:w="4536" w:type="dxa"/>
            <w:gridSpan w:val="2"/>
          </w:tcPr>
          <w:p w14:paraId="21373D73" w14:textId="1E37E319" w:rsidR="001F5B4D" w:rsidRPr="001F5B4D" w:rsidRDefault="001F5B4D" w:rsidP="001F5B4D">
            <w:r w:rsidRPr="001F5B4D">
              <w:t>The score is based on the maximum risk score in the family Agonidae, which included 1 species.</w:t>
            </w:r>
          </w:p>
        </w:tc>
        <w:tc>
          <w:tcPr>
            <w:tcW w:w="851" w:type="dxa"/>
          </w:tcPr>
          <w:p w14:paraId="5F3D1DF2" w14:textId="610FF23F" w:rsidR="001F5B4D" w:rsidRPr="001F5B4D" w:rsidRDefault="001F5B4D" w:rsidP="001F5B4D">
            <w:r w:rsidRPr="001F5B4D">
              <w:t>3</w:t>
            </w:r>
          </w:p>
        </w:tc>
      </w:tr>
      <w:tr w:rsidR="001F5B4D" w:rsidRPr="001F5B4D" w14:paraId="62450225" w14:textId="77777777" w:rsidTr="001F5B4D">
        <w:tblPrEx>
          <w:tblCellMar>
            <w:top w:w="0" w:type="dxa"/>
            <w:bottom w:w="0" w:type="dxa"/>
          </w:tblCellMar>
        </w:tblPrEx>
        <w:trPr>
          <w:cantSplit/>
        </w:trPr>
        <w:tc>
          <w:tcPr>
            <w:tcW w:w="2551" w:type="dxa"/>
            <w:shd w:val="clear" w:color="auto" w:fill="998877"/>
          </w:tcPr>
          <w:p w14:paraId="521B0499" w14:textId="3BCD559F" w:rsidR="001F5B4D" w:rsidRPr="001F5B4D" w:rsidRDefault="001F5B4D" w:rsidP="001F5B4D">
            <w:r w:rsidRPr="001F5B4D">
              <w:t>Average max size</w:t>
            </w:r>
          </w:p>
        </w:tc>
        <w:tc>
          <w:tcPr>
            <w:tcW w:w="4536" w:type="dxa"/>
            <w:gridSpan w:val="2"/>
          </w:tcPr>
          <w:p w14:paraId="718C4C47" w14:textId="4F5A7C78" w:rsidR="001F5B4D" w:rsidRPr="001F5B4D" w:rsidRDefault="001F5B4D" w:rsidP="001F5B4D">
            <w:r w:rsidRPr="001F5B4D">
              <w:t>The score is based on the maximum risk score in the family Scombridae, which included 50 species.</w:t>
            </w:r>
          </w:p>
        </w:tc>
        <w:tc>
          <w:tcPr>
            <w:tcW w:w="851" w:type="dxa"/>
          </w:tcPr>
          <w:p w14:paraId="2E5732CF" w14:textId="5D65DAEA" w:rsidR="001F5B4D" w:rsidRPr="001F5B4D" w:rsidRDefault="001F5B4D" w:rsidP="001F5B4D">
            <w:r w:rsidRPr="001F5B4D">
              <w:t>3</w:t>
            </w:r>
          </w:p>
        </w:tc>
      </w:tr>
      <w:tr w:rsidR="001F5B4D" w:rsidRPr="001F5B4D" w14:paraId="55C64FEA" w14:textId="77777777" w:rsidTr="001F5B4D">
        <w:tblPrEx>
          <w:tblCellMar>
            <w:top w:w="0" w:type="dxa"/>
            <w:bottom w:w="0" w:type="dxa"/>
          </w:tblCellMar>
        </w:tblPrEx>
        <w:trPr>
          <w:cantSplit/>
        </w:trPr>
        <w:tc>
          <w:tcPr>
            <w:tcW w:w="2551" w:type="dxa"/>
            <w:shd w:val="clear" w:color="auto" w:fill="998877"/>
          </w:tcPr>
          <w:p w14:paraId="0C702235" w14:textId="278C1C40" w:rsidR="001F5B4D" w:rsidRPr="001F5B4D" w:rsidRDefault="001F5B4D" w:rsidP="001F5B4D">
            <w:r w:rsidRPr="001F5B4D">
              <w:t>Average size at maturity</w:t>
            </w:r>
          </w:p>
        </w:tc>
        <w:tc>
          <w:tcPr>
            <w:tcW w:w="4536" w:type="dxa"/>
            <w:gridSpan w:val="2"/>
          </w:tcPr>
          <w:p w14:paraId="44DCF9C9" w14:textId="4524838A" w:rsidR="001F5B4D" w:rsidRPr="001F5B4D" w:rsidRDefault="001F5B4D" w:rsidP="001F5B4D">
            <w:r w:rsidRPr="001F5B4D">
              <w:t>The score is based on the maximum risk score in the family Scombridae, which included 50 species.</w:t>
            </w:r>
          </w:p>
        </w:tc>
        <w:tc>
          <w:tcPr>
            <w:tcW w:w="851" w:type="dxa"/>
          </w:tcPr>
          <w:p w14:paraId="6C676623" w14:textId="24D71921" w:rsidR="001F5B4D" w:rsidRPr="001F5B4D" w:rsidRDefault="001F5B4D" w:rsidP="001F5B4D">
            <w:r w:rsidRPr="001F5B4D">
              <w:t>3</w:t>
            </w:r>
          </w:p>
        </w:tc>
      </w:tr>
      <w:tr w:rsidR="001F5B4D" w:rsidRPr="001F5B4D" w14:paraId="17799E85" w14:textId="77777777" w:rsidTr="001F5B4D">
        <w:tblPrEx>
          <w:tblCellMar>
            <w:top w:w="0" w:type="dxa"/>
            <w:bottom w:w="0" w:type="dxa"/>
          </w:tblCellMar>
        </w:tblPrEx>
        <w:trPr>
          <w:cantSplit/>
        </w:trPr>
        <w:tc>
          <w:tcPr>
            <w:tcW w:w="2551" w:type="dxa"/>
            <w:shd w:val="clear" w:color="auto" w:fill="998877"/>
          </w:tcPr>
          <w:p w14:paraId="33F49FF2" w14:textId="6AEBD237" w:rsidR="001F5B4D" w:rsidRPr="001F5B4D" w:rsidRDefault="001F5B4D" w:rsidP="001F5B4D">
            <w:r w:rsidRPr="001F5B4D">
              <w:t>Reproductive strategy</w:t>
            </w:r>
          </w:p>
        </w:tc>
        <w:tc>
          <w:tcPr>
            <w:tcW w:w="4536" w:type="dxa"/>
            <w:gridSpan w:val="2"/>
          </w:tcPr>
          <w:p w14:paraId="4AA8DBE2" w14:textId="73EC6FE7" w:rsidR="001F5B4D" w:rsidRPr="001F5B4D" w:rsidRDefault="001F5B4D" w:rsidP="001F5B4D">
            <w:r w:rsidRPr="001F5B4D">
              <w:t>The score is based on the maximum risk score in the family Scombridae, which included 44 species.</w:t>
            </w:r>
          </w:p>
        </w:tc>
        <w:tc>
          <w:tcPr>
            <w:tcW w:w="851" w:type="dxa"/>
          </w:tcPr>
          <w:p w14:paraId="4B084631" w14:textId="508DEEB9" w:rsidR="001F5B4D" w:rsidRPr="001F5B4D" w:rsidRDefault="001F5B4D" w:rsidP="001F5B4D">
            <w:r w:rsidRPr="001F5B4D">
              <w:t>3</w:t>
            </w:r>
          </w:p>
        </w:tc>
      </w:tr>
      <w:tr w:rsidR="001F5B4D" w:rsidRPr="001F5B4D" w14:paraId="7CEE010D" w14:textId="77777777" w:rsidTr="001F5B4D">
        <w:tblPrEx>
          <w:tblCellMar>
            <w:top w:w="0" w:type="dxa"/>
            <w:bottom w:w="0" w:type="dxa"/>
          </w:tblCellMar>
        </w:tblPrEx>
        <w:trPr>
          <w:cantSplit/>
        </w:trPr>
        <w:tc>
          <w:tcPr>
            <w:tcW w:w="2551" w:type="dxa"/>
            <w:shd w:val="clear" w:color="auto" w:fill="998877"/>
          </w:tcPr>
          <w:p w14:paraId="2FC30A31" w14:textId="700C0825" w:rsidR="001F5B4D" w:rsidRPr="001F5B4D" w:rsidRDefault="001F5B4D" w:rsidP="001F5B4D">
            <w:r w:rsidRPr="001F5B4D">
              <w:t>Trophic level</w:t>
            </w:r>
          </w:p>
        </w:tc>
        <w:tc>
          <w:tcPr>
            <w:tcW w:w="4536" w:type="dxa"/>
            <w:gridSpan w:val="2"/>
            <w:tcBorders>
              <w:bottom w:val="single" w:sz="4" w:space="0" w:color="auto"/>
            </w:tcBorders>
          </w:tcPr>
          <w:p w14:paraId="686AC447" w14:textId="18A16496" w:rsidR="001F5B4D" w:rsidRPr="001F5B4D" w:rsidRDefault="001F5B4D" w:rsidP="001F5B4D">
            <w:r w:rsidRPr="001F5B4D">
              <w:t>The score is based on the maximum risk score in the family Scombridae, which included 50 species.</w:t>
            </w:r>
          </w:p>
        </w:tc>
        <w:tc>
          <w:tcPr>
            <w:tcW w:w="851" w:type="dxa"/>
          </w:tcPr>
          <w:p w14:paraId="62F8C6C3" w14:textId="029C8CC3" w:rsidR="001F5B4D" w:rsidRPr="001F5B4D" w:rsidRDefault="001F5B4D" w:rsidP="001F5B4D">
            <w:r w:rsidRPr="001F5B4D">
              <w:t>3</w:t>
            </w:r>
          </w:p>
        </w:tc>
      </w:tr>
      <w:tr w:rsidR="001F5B4D" w:rsidRPr="001F5B4D" w14:paraId="2D137D7D"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1AB443C" w14:textId="77777777" w:rsidR="001F5B4D" w:rsidRPr="001F5B4D" w:rsidRDefault="001F5B4D" w:rsidP="001F5B4D"/>
        </w:tc>
        <w:tc>
          <w:tcPr>
            <w:tcW w:w="4536" w:type="dxa"/>
            <w:gridSpan w:val="2"/>
            <w:tcBorders>
              <w:bottom w:val="single" w:sz="4" w:space="0" w:color="auto"/>
            </w:tcBorders>
            <w:shd w:val="clear" w:color="auto" w:fill="998877"/>
          </w:tcPr>
          <w:p w14:paraId="32659D05" w14:textId="4AD0C624" w:rsidR="001F5B4D" w:rsidRPr="001F5B4D" w:rsidRDefault="001F5B4D" w:rsidP="001F5B4D">
            <w:r w:rsidRPr="001F5B4D">
              <w:t>Productivity score</w:t>
            </w:r>
          </w:p>
        </w:tc>
        <w:tc>
          <w:tcPr>
            <w:tcW w:w="851" w:type="dxa"/>
            <w:tcBorders>
              <w:bottom w:val="single" w:sz="4" w:space="0" w:color="auto"/>
            </w:tcBorders>
          </w:tcPr>
          <w:p w14:paraId="7F459FE1" w14:textId="464E40DA" w:rsidR="001F5B4D" w:rsidRPr="001F5B4D" w:rsidRDefault="001F5B4D" w:rsidP="001F5B4D">
            <w:r w:rsidRPr="001F5B4D">
              <w:t>3.00</w:t>
            </w:r>
          </w:p>
        </w:tc>
      </w:tr>
      <w:tr w:rsidR="001F5B4D" w:rsidRPr="001F5B4D" w14:paraId="16FB8F34" w14:textId="77777777" w:rsidTr="00386CBC">
        <w:tblPrEx>
          <w:tblCellMar>
            <w:top w:w="0" w:type="dxa"/>
            <w:bottom w:w="0" w:type="dxa"/>
          </w:tblCellMar>
        </w:tblPrEx>
        <w:trPr>
          <w:cantSplit/>
        </w:trPr>
        <w:tc>
          <w:tcPr>
            <w:tcW w:w="7938" w:type="dxa"/>
            <w:gridSpan w:val="4"/>
            <w:shd w:val="clear" w:color="auto" w:fill="998877"/>
          </w:tcPr>
          <w:p w14:paraId="6EA6FB17" w14:textId="3C98C9E7" w:rsidR="001F5B4D" w:rsidRPr="001F5B4D" w:rsidRDefault="001F5B4D" w:rsidP="001F5B4D">
            <w:pPr>
              <w:rPr>
                <w:b/>
              </w:rPr>
            </w:pPr>
            <w:r w:rsidRPr="001F5B4D">
              <w:rPr>
                <w:b/>
              </w:rPr>
              <w:t>Susceptibility</w:t>
            </w:r>
          </w:p>
        </w:tc>
      </w:tr>
      <w:tr w:rsidR="001F5B4D" w:rsidRPr="001F5B4D" w14:paraId="31CE4086" w14:textId="77777777" w:rsidTr="001F5B4D">
        <w:tblPrEx>
          <w:tblCellMar>
            <w:top w:w="0" w:type="dxa"/>
            <w:bottom w:w="0" w:type="dxa"/>
          </w:tblCellMar>
        </w:tblPrEx>
        <w:trPr>
          <w:cantSplit/>
        </w:trPr>
        <w:tc>
          <w:tcPr>
            <w:tcW w:w="2551" w:type="dxa"/>
            <w:shd w:val="clear" w:color="auto" w:fill="998877"/>
          </w:tcPr>
          <w:p w14:paraId="4BB17C75" w14:textId="4C868A65" w:rsidR="001F5B4D" w:rsidRPr="001F5B4D" w:rsidRDefault="001F5B4D" w:rsidP="001F5B4D">
            <w:r w:rsidRPr="001F5B4D">
              <w:t>Areal overlap (availability)</w:t>
            </w:r>
          </w:p>
        </w:tc>
        <w:tc>
          <w:tcPr>
            <w:tcW w:w="4536" w:type="dxa"/>
            <w:gridSpan w:val="2"/>
          </w:tcPr>
          <w:p w14:paraId="730061AD" w14:textId="6078189C" w:rsidR="001F5B4D" w:rsidRPr="001F5B4D" w:rsidRDefault="001F5B4D" w:rsidP="001F5B4D">
            <w:r w:rsidRPr="001F5B4D">
              <w:t>Worldwide pelagic distribution</w:t>
            </w:r>
          </w:p>
        </w:tc>
        <w:tc>
          <w:tcPr>
            <w:tcW w:w="851" w:type="dxa"/>
          </w:tcPr>
          <w:p w14:paraId="70B02D7E" w14:textId="7A55034B" w:rsidR="001F5B4D" w:rsidRPr="001F5B4D" w:rsidRDefault="001F5B4D" w:rsidP="001F5B4D">
            <w:r w:rsidRPr="001F5B4D">
              <w:t>3</w:t>
            </w:r>
          </w:p>
        </w:tc>
      </w:tr>
      <w:tr w:rsidR="001F5B4D" w:rsidRPr="001F5B4D" w14:paraId="7D779C61" w14:textId="77777777" w:rsidTr="001F5B4D">
        <w:tblPrEx>
          <w:tblCellMar>
            <w:top w:w="0" w:type="dxa"/>
            <w:bottom w:w="0" w:type="dxa"/>
          </w:tblCellMar>
        </w:tblPrEx>
        <w:trPr>
          <w:cantSplit/>
        </w:trPr>
        <w:tc>
          <w:tcPr>
            <w:tcW w:w="2551" w:type="dxa"/>
            <w:shd w:val="clear" w:color="auto" w:fill="998877"/>
          </w:tcPr>
          <w:p w14:paraId="508E10FF" w14:textId="2A6C404B" w:rsidR="001F5B4D" w:rsidRPr="001F5B4D" w:rsidRDefault="001F5B4D" w:rsidP="001F5B4D">
            <w:r w:rsidRPr="001F5B4D">
              <w:t>Encounterability</w:t>
            </w:r>
          </w:p>
        </w:tc>
        <w:tc>
          <w:tcPr>
            <w:tcW w:w="4536" w:type="dxa"/>
            <w:gridSpan w:val="2"/>
          </w:tcPr>
          <w:p w14:paraId="752EE8F1" w14:textId="15EB5464" w:rsidR="001F5B4D" w:rsidRPr="001F5B4D" w:rsidRDefault="001F5B4D" w:rsidP="001F5B4D">
            <w:r w:rsidRPr="001F5B4D">
              <w:t>The depth range of the species is 1-800m. For surface gears, the vertical overlap index with this species is 12.50%.</w:t>
            </w:r>
          </w:p>
        </w:tc>
        <w:tc>
          <w:tcPr>
            <w:tcW w:w="851" w:type="dxa"/>
          </w:tcPr>
          <w:p w14:paraId="23AB4B61" w14:textId="00113D53" w:rsidR="001F5B4D" w:rsidRPr="001F5B4D" w:rsidRDefault="001F5B4D" w:rsidP="001F5B4D">
            <w:r w:rsidRPr="001F5B4D">
              <w:t>2</w:t>
            </w:r>
          </w:p>
        </w:tc>
      </w:tr>
      <w:tr w:rsidR="001F5B4D" w:rsidRPr="001F5B4D" w14:paraId="428570A2" w14:textId="77777777" w:rsidTr="001F5B4D">
        <w:tblPrEx>
          <w:tblCellMar>
            <w:top w:w="0" w:type="dxa"/>
            <w:bottom w:w="0" w:type="dxa"/>
          </w:tblCellMar>
        </w:tblPrEx>
        <w:trPr>
          <w:cantSplit/>
        </w:trPr>
        <w:tc>
          <w:tcPr>
            <w:tcW w:w="2551" w:type="dxa"/>
            <w:shd w:val="clear" w:color="auto" w:fill="998877"/>
          </w:tcPr>
          <w:p w14:paraId="70B734C3" w14:textId="306A4716" w:rsidR="001F5B4D" w:rsidRPr="001F5B4D" w:rsidRDefault="001F5B4D" w:rsidP="001F5B4D">
            <w:r w:rsidRPr="001F5B4D">
              <w:t>Selectivity</w:t>
            </w:r>
          </w:p>
        </w:tc>
        <w:tc>
          <w:tcPr>
            <w:tcW w:w="4536" w:type="dxa"/>
            <w:gridSpan w:val="2"/>
          </w:tcPr>
          <w:p w14:paraId="3F702309" w14:textId="7835D7BB" w:rsidR="001F5B4D" w:rsidRPr="001F5B4D" w:rsidRDefault="001F5B4D" w:rsidP="001F5B4D">
            <w:r w:rsidRPr="001F5B4D">
              <w:t>The maximum length of the species is missing, but the family's maximum length based on 32 species is 750cm. For tropical surface fisheries, the length overlap index with this species is 100.00%.</w:t>
            </w:r>
          </w:p>
        </w:tc>
        <w:tc>
          <w:tcPr>
            <w:tcW w:w="851" w:type="dxa"/>
          </w:tcPr>
          <w:p w14:paraId="4BFCF665" w14:textId="44A20603" w:rsidR="001F5B4D" w:rsidRPr="001F5B4D" w:rsidRDefault="001F5B4D" w:rsidP="001F5B4D">
            <w:r w:rsidRPr="001F5B4D">
              <w:t>3</w:t>
            </w:r>
          </w:p>
        </w:tc>
      </w:tr>
      <w:tr w:rsidR="001F5B4D" w:rsidRPr="001F5B4D" w14:paraId="0EF81D96" w14:textId="77777777" w:rsidTr="001F5B4D">
        <w:tblPrEx>
          <w:tblCellMar>
            <w:top w:w="0" w:type="dxa"/>
            <w:bottom w:w="0" w:type="dxa"/>
          </w:tblCellMar>
        </w:tblPrEx>
        <w:trPr>
          <w:cantSplit/>
        </w:trPr>
        <w:tc>
          <w:tcPr>
            <w:tcW w:w="2551" w:type="dxa"/>
            <w:shd w:val="clear" w:color="auto" w:fill="998877"/>
          </w:tcPr>
          <w:p w14:paraId="143EDEEE" w14:textId="16CD7C48" w:rsidR="001F5B4D" w:rsidRPr="001F5B4D" w:rsidRDefault="001F5B4D" w:rsidP="001F5B4D">
            <w:r w:rsidRPr="001F5B4D">
              <w:t>Post capture mortality</w:t>
            </w:r>
          </w:p>
        </w:tc>
        <w:tc>
          <w:tcPr>
            <w:tcW w:w="4536" w:type="dxa"/>
            <w:gridSpan w:val="2"/>
            <w:tcBorders>
              <w:bottom w:val="single" w:sz="4" w:space="0" w:color="auto"/>
            </w:tcBorders>
          </w:tcPr>
          <w:p w14:paraId="4AFB0F66" w14:textId="64258BCE" w:rsidR="001F5B4D" w:rsidRPr="001F5B4D" w:rsidRDefault="001F5B4D" w:rsidP="001F5B4D">
            <w:r w:rsidRPr="001F5B4D">
              <w:t>No direct evidence of survival after capture.</w:t>
            </w:r>
          </w:p>
        </w:tc>
        <w:tc>
          <w:tcPr>
            <w:tcW w:w="851" w:type="dxa"/>
          </w:tcPr>
          <w:p w14:paraId="1C8AAC13" w14:textId="0F7139C7" w:rsidR="001F5B4D" w:rsidRPr="001F5B4D" w:rsidRDefault="001F5B4D" w:rsidP="001F5B4D">
            <w:r w:rsidRPr="001F5B4D">
              <w:t>3</w:t>
            </w:r>
          </w:p>
        </w:tc>
      </w:tr>
      <w:tr w:rsidR="001F5B4D" w:rsidRPr="001F5B4D" w14:paraId="4CA04251" w14:textId="77777777" w:rsidTr="001F5B4D">
        <w:tblPrEx>
          <w:tblCellMar>
            <w:top w:w="0" w:type="dxa"/>
            <w:bottom w:w="0" w:type="dxa"/>
          </w:tblCellMar>
        </w:tblPrEx>
        <w:trPr>
          <w:cantSplit/>
        </w:trPr>
        <w:tc>
          <w:tcPr>
            <w:tcW w:w="2551" w:type="dxa"/>
            <w:shd w:val="clear" w:color="auto" w:fill="998877"/>
          </w:tcPr>
          <w:p w14:paraId="5F93BE4F" w14:textId="77777777" w:rsidR="001F5B4D" w:rsidRPr="001F5B4D" w:rsidRDefault="001F5B4D" w:rsidP="001F5B4D"/>
        </w:tc>
        <w:tc>
          <w:tcPr>
            <w:tcW w:w="4536" w:type="dxa"/>
            <w:gridSpan w:val="2"/>
            <w:tcBorders>
              <w:bottom w:val="single" w:sz="4" w:space="0" w:color="auto"/>
            </w:tcBorders>
            <w:shd w:val="clear" w:color="auto" w:fill="998877"/>
          </w:tcPr>
          <w:p w14:paraId="41F8CD18" w14:textId="05C235E7" w:rsidR="001F5B4D" w:rsidRPr="001F5B4D" w:rsidRDefault="001F5B4D" w:rsidP="001F5B4D">
            <w:r w:rsidRPr="001F5B4D">
              <w:t>Susceptibility score</w:t>
            </w:r>
          </w:p>
        </w:tc>
        <w:tc>
          <w:tcPr>
            <w:tcW w:w="851" w:type="dxa"/>
          </w:tcPr>
          <w:p w14:paraId="00E0D6E2" w14:textId="069A91A6" w:rsidR="001F5B4D" w:rsidRPr="001F5B4D" w:rsidRDefault="001F5B4D" w:rsidP="001F5B4D">
            <w:r w:rsidRPr="001F5B4D">
              <w:t>2.33</w:t>
            </w:r>
          </w:p>
        </w:tc>
      </w:tr>
      <w:tr w:rsidR="001F5B4D" w:rsidRPr="001F5B4D" w14:paraId="1E9A337D" w14:textId="77777777" w:rsidTr="001F5B4D">
        <w:tblPrEx>
          <w:tblCellMar>
            <w:top w:w="0" w:type="dxa"/>
            <w:bottom w:w="0" w:type="dxa"/>
          </w:tblCellMar>
        </w:tblPrEx>
        <w:trPr>
          <w:cantSplit/>
        </w:trPr>
        <w:tc>
          <w:tcPr>
            <w:tcW w:w="2551" w:type="dxa"/>
            <w:shd w:val="clear" w:color="auto" w:fill="998877"/>
          </w:tcPr>
          <w:p w14:paraId="3B1CE954" w14:textId="77777777" w:rsidR="001F5B4D" w:rsidRPr="001F5B4D" w:rsidRDefault="001F5B4D" w:rsidP="001F5B4D"/>
        </w:tc>
        <w:tc>
          <w:tcPr>
            <w:tcW w:w="4536" w:type="dxa"/>
            <w:gridSpan w:val="2"/>
            <w:shd w:val="clear" w:color="auto" w:fill="998877"/>
          </w:tcPr>
          <w:p w14:paraId="5F3020E4" w14:textId="72D23FA7" w:rsidR="001F5B4D" w:rsidRPr="001F5B4D" w:rsidRDefault="001F5B4D" w:rsidP="001F5B4D">
            <w:r w:rsidRPr="001F5B4D">
              <w:t>Vulnerability score</w:t>
            </w:r>
          </w:p>
        </w:tc>
        <w:tc>
          <w:tcPr>
            <w:tcW w:w="851" w:type="dxa"/>
          </w:tcPr>
          <w:p w14:paraId="546AC1D0" w14:textId="06E0EC46" w:rsidR="001F5B4D" w:rsidRPr="001F5B4D" w:rsidRDefault="001F5B4D" w:rsidP="001F5B4D">
            <w:r w:rsidRPr="001F5B4D">
              <w:t>3.80</w:t>
            </w:r>
          </w:p>
        </w:tc>
      </w:tr>
    </w:tbl>
    <w:p w14:paraId="6C151F96" w14:textId="7DD4DD9E"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5C43004"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6" w:name="T_SYT" w:colFirst="0" w:colLast="0"/>
          <w:p w14:paraId="3BDA193F" w14:textId="6A015700" w:rsidR="001F5B4D" w:rsidRPr="001F5B4D" w:rsidRDefault="001F5B4D" w:rsidP="001F5B4D">
            <w:pPr>
              <w:rPr>
                <w:b/>
              </w:rPr>
            </w:pPr>
            <w:r w:rsidRPr="001F5B4D">
              <w:rPr>
                <w:b/>
              </w:rPr>
              <w:fldChar w:fldCharType="begin"/>
            </w:r>
            <w:r w:rsidRPr="001F5B4D">
              <w:rPr>
                <w:b/>
              </w:rPr>
              <w:instrText xml:space="preserve"> HYPERLINK  \l "S_SYT" \o "PSA Score" </w:instrText>
            </w:r>
            <w:r w:rsidRPr="001F5B4D">
              <w:rPr>
                <w:b/>
              </w:rPr>
            </w:r>
            <w:r w:rsidRPr="001F5B4D">
              <w:rPr>
                <w:b/>
              </w:rPr>
              <w:fldChar w:fldCharType="separate"/>
            </w:r>
            <w:r w:rsidRPr="001F5B4D">
              <w:rPr>
                <w:rStyle w:val="Hyperlink"/>
                <w:b/>
              </w:rPr>
              <w:t>Nursehound</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6D92DA0E" w14:textId="6A469BDF" w:rsidR="001F5B4D" w:rsidRPr="001F5B4D" w:rsidRDefault="001F5B4D" w:rsidP="001F5B4D">
            <w:pPr>
              <w:rPr>
                <w:b/>
                <w:i/>
              </w:rPr>
            </w:pPr>
            <w:r w:rsidRPr="001F5B4D">
              <w:rPr>
                <w:b/>
                <w:i/>
              </w:rPr>
              <w:t>Scyliorhinus stellaris</w:t>
            </w:r>
          </w:p>
        </w:tc>
      </w:tr>
      <w:bookmarkEnd w:id="196"/>
      <w:tr w:rsidR="001F5B4D" w:rsidRPr="001F5B4D" w14:paraId="14BAA201" w14:textId="77777777" w:rsidTr="000A2E56">
        <w:tblPrEx>
          <w:tblCellMar>
            <w:top w:w="0" w:type="dxa"/>
            <w:bottom w:w="0" w:type="dxa"/>
          </w:tblCellMar>
        </w:tblPrEx>
        <w:trPr>
          <w:cantSplit/>
        </w:trPr>
        <w:tc>
          <w:tcPr>
            <w:tcW w:w="7938" w:type="dxa"/>
            <w:gridSpan w:val="4"/>
            <w:shd w:val="clear" w:color="auto" w:fill="998877"/>
          </w:tcPr>
          <w:p w14:paraId="0196E422" w14:textId="512C384C" w:rsidR="001F5B4D" w:rsidRPr="001F5B4D" w:rsidRDefault="001F5B4D" w:rsidP="001F5B4D">
            <w:pPr>
              <w:rPr>
                <w:b/>
              </w:rPr>
            </w:pPr>
            <w:r w:rsidRPr="001F5B4D">
              <w:rPr>
                <w:b/>
              </w:rPr>
              <w:t>Productivity</w:t>
            </w:r>
          </w:p>
        </w:tc>
      </w:tr>
      <w:tr w:rsidR="001F5B4D" w:rsidRPr="001F5B4D" w14:paraId="46EE8AC2" w14:textId="77777777" w:rsidTr="001F5B4D">
        <w:tblPrEx>
          <w:tblCellMar>
            <w:top w:w="0" w:type="dxa"/>
            <w:bottom w:w="0" w:type="dxa"/>
          </w:tblCellMar>
        </w:tblPrEx>
        <w:trPr>
          <w:cantSplit/>
        </w:trPr>
        <w:tc>
          <w:tcPr>
            <w:tcW w:w="2551" w:type="dxa"/>
            <w:shd w:val="clear" w:color="auto" w:fill="998877"/>
          </w:tcPr>
          <w:p w14:paraId="56E5B5F0" w14:textId="28789334" w:rsidR="001F5B4D" w:rsidRPr="001F5B4D" w:rsidRDefault="001F5B4D" w:rsidP="001F5B4D">
            <w:r w:rsidRPr="001F5B4D">
              <w:t>Average age at maturity</w:t>
            </w:r>
          </w:p>
        </w:tc>
        <w:tc>
          <w:tcPr>
            <w:tcW w:w="4536" w:type="dxa"/>
            <w:gridSpan w:val="2"/>
          </w:tcPr>
          <w:p w14:paraId="458198A8" w14:textId="34B3F254" w:rsidR="001F5B4D" w:rsidRPr="001F5B4D" w:rsidRDefault="001F5B4D" w:rsidP="001F5B4D">
            <w:r w:rsidRPr="001F5B4D">
              <w:t>The score is based on the maximum risk score in the family Somniosidae, which included 2 species.</w:t>
            </w:r>
          </w:p>
        </w:tc>
        <w:tc>
          <w:tcPr>
            <w:tcW w:w="851" w:type="dxa"/>
          </w:tcPr>
          <w:p w14:paraId="17CA4CBC" w14:textId="76646272" w:rsidR="001F5B4D" w:rsidRPr="001F5B4D" w:rsidRDefault="001F5B4D" w:rsidP="001F5B4D">
            <w:r w:rsidRPr="001F5B4D">
              <w:t>2</w:t>
            </w:r>
          </w:p>
        </w:tc>
      </w:tr>
      <w:tr w:rsidR="001F5B4D" w:rsidRPr="001F5B4D" w14:paraId="163C4726" w14:textId="77777777" w:rsidTr="001F5B4D">
        <w:tblPrEx>
          <w:tblCellMar>
            <w:top w:w="0" w:type="dxa"/>
            <w:bottom w:w="0" w:type="dxa"/>
          </w:tblCellMar>
        </w:tblPrEx>
        <w:trPr>
          <w:cantSplit/>
        </w:trPr>
        <w:tc>
          <w:tcPr>
            <w:tcW w:w="2551" w:type="dxa"/>
            <w:shd w:val="clear" w:color="auto" w:fill="998877"/>
          </w:tcPr>
          <w:p w14:paraId="484E12BC" w14:textId="042198C4" w:rsidR="001F5B4D" w:rsidRPr="001F5B4D" w:rsidRDefault="001F5B4D" w:rsidP="001F5B4D">
            <w:r w:rsidRPr="001F5B4D">
              <w:t>Average max age</w:t>
            </w:r>
          </w:p>
        </w:tc>
        <w:tc>
          <w:tcPr>
            <w:tcW w:w="4536" w:type="dxa"/>
            <w:gridSpan w:val="2"/>
          </w:tcPr>
          <w:p w14:paraId="7631A377" w14:textId="17EE59AB" w:rsidR="001F5B4D" w:rsidRPr="001F5B4D" w:rsidRDefault="001F5B4D" w:rsidP="001F5B4D">
            <w:r w:rsidRPr="001F5B4D">
              <w:t>The score is based on the maximum risk score in the family Scombridae, which included 35 species.</w:t>
            </w:r>
          </w:p>
        </w:tc>
        <w:tc>
          <w:tcPr>
            <w:tcW w:w="851" w:type="dxa"/>
          </w:tcPr>
          <w:p w14:paraId="6958FF05" w14:textId="2DF2AD05" w:rsidR="001F5B4D" w:rsidRPr="001F5B4D" w:rsidRDefault="001F5B4D" w:rsidP="001F5B4D">
            <w:r w:rsidRPr="001F5B4D">
              <w:t>3</w:t>
            </w:r>
          </w:p>
        </w:tc>
      </w:tr>
      <w:tr w:rsidR="001F5B4D" w:rsidRPr="001F5B4D" w14:paraId="4CDF3383" w14:textId="77777777" w:rsidTr="001F5B4D">
        <w:tblPrEx>
          <w:tblCellMar>
            <w:top w:w="0" w:type="dxa"/>
            <w:bottom w:w="0" w:type="dxa"/>
          </w:tblCellMar>
        </w:tblPrEx>
        <w:trPr>
          <w:cantSplit/>
        </w:trPr>
        <w:tc>
          <w:tcPr>
            <w:tcW w:w="2551" w:type="dxa"/>
            <w:shd w:val="clear" w:color="auto" w:fill="998877"/>
          </w:tcPr>
          <w:p w14:paraId="2182389A" w14:textId="51E45F9F" w:rsidR="001F5B4D" w:rsidRPr="001F5B4D" w:rsidRDefault="001F5B4D" w:rsidP="001F5B4D">
            <w:r w:rsidRPr="001F5B4D">
              <w:t>Fecundity</w:t>
            </w:r>
          </w:p>
        </w:tc>
        <w:tc>
          <w:tcPr>
            <w:tcW w:w="4536" w:type="dxa"/>
            <w:gridSpan w:val="2"/>
          </w:tcPr>
          <w:p w14:paraId="1BC21D7A" w14:textId="4135498D" w:rsidR="001F5B4D" w:rsidRPr="001F5B4D" w:rsidRDefault="001F5B4D" w:rsidP="001F5B4D">
            <w:r w:rsidRPr="001F5B4D">
              <w:t>The score is based on the maximum risk score in the family Dasyatidae, which included 6 species.</w:t>
            </w:r>
          </w:p>
        </w:tc>
        <w:tc>
          <w:tcPr>
            <w:tcW w:w="851" w:type="dxa"/>
          </w:tcPr>
          <w:p w14:paraId="00F18746" w14:textId="34538A8D" w:rsidR="001F5B4D" w:rsidRPr="001F5B4D" w:rsidRDefault="001F5B4D" w:rsidP="001F5B4D">
            <w:r w:rsidRPr="001F5B4D">
              <w:t>3</w:t>
            </w:r>
          </w:p>
        </w:tc>
      </w:tr>
      <w:tr w:rsidR="001F5B4D" w:rsidRPr="001F5B4D" w14:paraId="66659F1F" w14:textId="77777777" w:rsidTr="001F5B4D">
        <w:tblPrEx>
          <w:tblCellMar>
            <w:top w:w="0" w:type="dxa"/>
            <w:bottom w:w="0" w:type="dxa"/>
          </w:tblCellMar>
        </w:tblPrEx>
        <w:trPr>
          <w:cantSplit/>
        </w:trPr>
        <w:tc>
          <w:tcPr>
            <w:tcW w:w="2551" w:type="dxa"/>
            <w:shd w:val="clear" w:color="auto" w:fill="998877"/>
          </w:tcPr>
          <w:p w14:paraId="29C81371" w14:textId="03F72562" w:rsidR="001F5B4D" w:rsidRPr="001F5B4D" w:rsidRDefault="001F5B4D" w:rsidP="001F5B4D">
            <w:r w:rsidRPr="001F5B4D">
              <w:t>Average max size</w:t>
            </w:r>
          </w:p>
        </w:tc>
        <w:tc>
          <w:tcPr>
            <w:tcW w:w="4536" w:type="dxa"/>
            <w:gridSpan w:val="2"/>
          </w:tcPr>
          <w:p w14:paraId="7B9E95BD" w14:textId="3B61D221" w:rsidR="001F5B4D" w:rsidRPr="001F5B4D" w:rsidRDefault="001F5B4D" w:rsidP="001F5B4D">
            <w:r w:rsidRPr="001F5B4D">
              <w:t>Species maximum length is 170, which is in the medium risk range (100-300cm).</w:t>
            </w:r>
          </w:p>
        </w:tc>
        <w:tc>
          <w:tcPr>
            <w:tcW w:w="851" w:type="dxa"/>
          </w:tcPr>
          <w:p w14:paraId="0DE35CA3" w14:textId="32C7184D" w:rsidR="001F5B4D" w:rsidRPr="001F5B4D" w:rsidRDefault="001F5B4D" w:rsidP="001F5B4D">
            <w:r w:rsidRPr="001F5B4D">
              <w:t>2</w:t>
            </w:r>
          </w:p>
        </w:tc>
      </w:tr>
      <w:tr w:rsidR="001F5B4D" w:rsidRPr="001F5B4D" w14:paraId="7A0656F9" w14:textId="77777777" w:rsidTr="001F5B4D">
        <w:tblPrEx>
          <w:tblCellMar>
            <w:top w:w="0" w:type="dxa"/>
            <w:bottom w:w="0" w:type="dxa"/>
          </w:tblCellMar>
        </w:tblPrEx>
        <w:trPr>
          <w:cantSplit/>
        </w:trPr>
        <w:tc>
          <w:tcPr>
            <w:tcW w:w="2551" w:type="dxa"/>
            <w:shd w:val="clear" w:color="auto" w:fill="998877"/>
          </w:tcPr>
          <w:p w14:paraId="63965428" w14:textId="1AFC136C" w:rsidR="001F5B4D" w:rsidRPr="001F5B4D" w:rsidRDefault="001F5B4D" w:rsidP="001F5B4D">
            <w:r w:rsidRPr="001F5B4D">
              <w:t>Average size at maturity</w:t>
            </w:r>
          </w:p>
        </w:tc>
        <w:tc>
          <w:tcPr>
            <w:tcW w:w="4536" w:type="dxa"/>
            <w:gridSpan w:val="2"/>
          </w:tcPr>
          <w:p w14:paraId="192771F4" w14:textId="5381DAB8" w:rsidR="001F5B4D" w:rsidRPr="001F5B4D" w:rsidRDefault="001F5B4D" w:rsidP="001F5B4D">
            <w:r w:rsidRPr="001F5B4D">
              <w:t>Species length at maturity is 77, which is in the medium risk range (40-200cm).</w:t>
            </w:r>
          </w:p>
        </w:tc>
        <w:tc>
          <w:tcPr>
            <w:tcW w:w="851" w:type="dxa"/>
          </w:tcPr>
          <w:p w14:paraId="194B54F1" w14:textId="37B09F6F" w:rsidR="001F5B4D" w:rsidRPr="001F5B4D" w:rsidRDefault="001F5B4D" w:rsidP="001F5B4D">
            <w:r w:rsidRPr="001F5B4D">
              <w:t>2</w:t>
            </w:r>
          </w:p>
        </w:tc>
      </w:tr>
      <w:tr w:rsidR="001F5B4D" w:rsidRPr="001F5B4D" w14:paraId="446B6A02" w14:textId="77777777" w:rsidTr="001F5B4D">
        <w:tblPrEx>
          <w:tblCellMar>
            <w:top w:w="0" w:type="dxa"/>
            <w:bottom w:w="0" w:type="dxa"/>
          </w:tblCellMar>
        </w:tblPrEx>
        <w:trPr>
          <w:cantSplit/>
        </w:trPr>
        <w:tc>
          <w:tcPr>
            <w:tcW w:w="2551" w:type="dxa"/>
            <w:shd w:val="clear" w:color="auto" w:fill="998877"/>
          </w:tcPr>
          <w:p w14:paraId="60437BDA" w14:textId="0DE12FF5" w:rsidR="001F5B4D" w:rsidRPr="001F5B4D" w:rsidRDefault="001F5B4D" w:rsidP="001F5B4D">
            <w:r w:rsidRPr="001F5B4D">
              <w:lastRenderedPageBreak/>
              <w:t>Reproductive strategy</w:t>
            </w:r>
          </w:p>
        </w:tc>
        <w:tc>
          <w:tcPr>
            <w:tcW w:w="4536" w:type="dxa"/>
            <w:gridSpan w:val="2"/>
          </w:tcPr>
          <w:p w14:paraId="17F33B88" w14:textId="12F97A30" w:rsidR="001F5B4D" w:rsidRPr="001F5B4D" w:rsidRDefault="001F5B4D" w:rsidP="001F5B4D">
            <w:r w:rsidRPr="001F5B4D">
              <w:t>Species reproductive strategy is demersal egg layer, which is medium risk.</w:t>
            </w:r>
          </w:p>
        </w:tc>
        <w:tc>
          <w:tcPr>
            <w:tcW w:w="851" w:type="dxa"/>
          </w:tcPr>
          <w:p w14:paraId="693F8202" w14:textId="07D12F0D" w:rsidR="001F5B4D" w:rsidRPr="001F5B4D" w:rsidRDefault="001F5B4D" w:rsidP="001F5B4D">
            <w:r w:rsidRPr="001F5B4D">
              <w:t>2</w:t>
            </w:r>
          </w:p>
        </w:tc>
      </w:tr>
      <w:tr w:rsidR="001F5B4D" w:rsidRPr="001F5B4D" w14:paraId="65A27CB8" w14:textId="77777777" w:rsidTr="001F5B4D">
        <w:tblPrEx>
          <w:tblCellMar>
            <w:top w:w="0" w:type="dxa"/>
            <w:bottom w:w="0" w:type="dxa"/>
          </w:tblCellMar>
        </w:tblPrEx>
        <w:trPr>
          <w:cantSplit/>
        </w:trPr>
        <w:tc>
          <w:tcPr>
            <w:tcW w:w="2551" w:type="dxa"/>
            <w:shd w:val="clear" w:color="auto" w:fill="998877"/>
          </w:tcPr>
          <w:p w14:paraId="67CE9C0D" w14:textId="7F06AE41" w:rsidR="001F5B4D" w:rsidRPr="001F5B4D" w:rsidRDefault="001F5B4D" w:rsidP="001F5B4D">
            <w:r w:rsidRPr="001F5B4D">
              <w:t>Trophic level</w:t>
            </w:r>
          </w:p>
        </w:tc>
        <w:tc>
          <w:tcPr>
            <w:tcW w:w="4536" w:type="dxa"/>
            <w:gridSpan w:val="2"/>
            <w:tcBorders>
              <w:bottom w:val="single" w:sz="4" w:space="0" w:color="auto"/>
            </w:tcBorders>
          </w:tcPr>
          <w:p w14:paraId="7C4589F1" w14:textId="3E57FE15" w:rsidR="001F5B4D" w:rsidRPr="001F5B4D" w:rsidRDefault="001F5B4D" w:rsidP="001F5B4D">
            <w:r w:rsidRPr="001F5B4D">
              <w:t>Species trophic level is 4.0, which is higher than the highest risk value (3.25).</w:t>
            </w:r>
          </w:p>
        </w:tc>
        <w:tc>
          <w:tcPr>
            <w:tcW w:w="851" w:type="dxa"/>
          </w:tcPr>
          <w:p w14:paraId="12C9DFFC" w14:textId="50BB38E1" w:rsidR="001F5B4D" w:rsidRPr="001F5B4D" w:rsidRDefault="001F5B4D" w:rsidP="001F5B4D">
            <w:r w:rsidRPr="001F5B4D">
              <w:t>3</w:t>
            </w:r>
          </w:p>
        </w:tc>
      </w:tr>
      <w:tr w:rsidR="001F5B4D" w:rsidRPr="001F5B4D" w14:paraId="3B70A0E1"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25978533" w14:textId="77777777" w:rsidR="001F5B4D" w:rsidRPr="001F5B4D" w:rsidRDefault="001F5B4D" w:rsidP="001F5B4D"/>
        </w:tc>
        <w:tc>
          <w:tcPr>
            <w:tcW w:w="4536" w:type="dxa"/>
            <w:gridSpan w:val="2"/>
            <w:tcBorders>
              <w:bottom w:val="single" w:sz="4" w:space="0" w:color="auto"/>
            </w:tcBorders>
            <w:shd w:val="clear" w:color="auto" w:fill="998877"/>
          </w:tcPr>
          <w:p w14:paraId="40DDADA6" w14:textId="3981F3FE" w:rsidR="001F5B4D" w:rsidRPr="001F5B4D" w:rsidRDefault="001F5B4D" w:rsidP="001F5B4D">
            <w:r w:rsidRPr="001F5B4D">
              <w:t>Productivity score</w:t>
            </w:r>
          </w:p>
        </w:tc>
        <w:tc>
          <w:tcPr>
            <w:tcW w:w="851" w:type="dxa"/>
            <w:tcBorders>
              <w:bottom w:val="single" w:sz="4" w:space="0" w:color="auto"/>
            </w:tcBorders>
          </w:tcPr>
          <w:p w14:paraId="135B9505" w14:textId="497A3276" w:rsidR="001F5B4D" w:rsidRPr="001F5B4D" w:rsidRDefault="001F5B4D" w:rsidP="001F5B4D">
            <w:r w:rsidRPr="001F5B4D">
              <w:t>2.43</w:t>
            </w:r>
          </w:p>
        </w:tc>
      </w:tr>
      <w:tr w:rsidR="001F5B4D" w:rsidRPr="001F5B4D" w14:paraId="0357C2CB" w14:textId="77777777" w:rsidTr="0032284A">
        <w:tblPrEx>
          <w:tblCellMar>
            <w:top w:w="0" w:type="dxa"/>
            <w:bottom w:w="0" w:type="dxa"/>
          </w:tblCellMar>
        </w:tblPrEx>
        <w:trPr>
          <w:cantSplit/>
        </w:trPr>
        <w:tc>
          <w:tcPr>
            <w:tcW w:w="7938" w:type="dxa"/>
            <w:gridSpan w:val="4"/>
            <w:shd w:val="clear" w:color="auto" w:fill="998877"/>
          </w:tcPr>
          <w:p w14:paraId="5B205B34" w14:textId="63B9D70F" w:rsidR="001F5B4D" w:rsidRPr="001F5B4D" w:rsidRDefault="001F5B4D" w:rsidP="001F5B4D">
            <w:pPr>
              <w:rPr>
                <w:b/>
              </w:rPr>
            </w:pPr>
            <w:r w:rsidRPr="001F5B4D">
              <w:rPr>
                <w:b/>
              </w:rPr>
              <w:t>Susceptibility</w:t>
            </w:r>
          </w:p>
        </w:tc>
      </w:tr>
      <w:tr w:rsidR="001F5B4D" w:rsidRPr="001F5B4D" w14:paraId="35676089" w14:textId="77777777" w:rsidTr="001F5B4D">
        <w:tblPrEx>
          <w:tblCellMar>
            <w:top w:w="0" w:type="dxa"/>
            <w:bottom w:w="0" w:type="dxa"/>
          </w:tblCellMar>
        </w:tblPrEx>
        <w:trPr>
          <w:cantSplit/>
        </w:trPr>
        <w:tc>
          <w:tcPr>
            <w:tcW w:w="2551" w:type="dxa"/>
            <w:shd w:val="clear" w:color="auto" w:fill="998877"/>
          </w:tcPr>
          <w:p w14:paraId="58D8A49C" w14:textId="6B7C370F" w:rsidR="001F5B4D" w:rsidRPr="001F5B4D" w:rsidRDefault="001F5B4D" w:rsidP="001F5B4D">
            <w:r w:rsidRPr="001F5B4D">
              <w:t>Areal overlap (availability)</w:t>
            </w:r>
          </w:p>
        </w:tc>
        <w:tc>
          <w:tcPr>
            <w:tcW w:w="4536" w:type="dxa"/>
            <w:gridSpan w:val="2"/>
          </w:tcPr>
          <w:p w14:paraId="0A2FDDBA" w14:textId="175927C6" w:rsidR="001F5B4D" w:rsidRPr="001F5B4D" w:rsidRDefault="001F5B4D" w:rsidP="001F5B4D">
            <w:r w:rsidRPr="001F5B4D">
              <w:t>Southeast Atlantic distribution, but catches reported elsewhere</w:t>
            </w:r>
          </w:p>
        </w:tc>
        <w:tc>
          <w:tcPr>
            <w:tcW w:w="851" w:type="dxa"/>
          </w:tcPr>
          <w:p w14:paraId="6959CF02" w14:textId="52578B01" w:rsidR="001F5B4D" w:rsidRPr="001F5B4D" w:rsidRDefault="001F5B4D" w:rsidP="001F5B4D">
            <w:r w:rsidRPr="001F5B4D">
              <w:t>1</w:t>
            </w:r>
          </w:p>
        </w:tc>
      </w:tr>
      <w:tr w:rsidR="001F5B4D" w:rsidRPr="001F5B4D" w14:paraId="49CC0265" w14:textId="77777777" w:rsidTr="001F5B4D">
        <w:tblPrEx>
          <w:tblCellMar>
            <w:top w:w="0" w:type="dxa"/>
            <w:bottom w:w="0" w:type="dxa"/>
          </w:tblCellMar>
        </w:tblPrEx>
        <w:trPr>
          <w:cantSplit/>
        </w:trPr>
        <w:tc>
          <w:tcPr>
            <w:tcW w:w="2551" w:type="dxa"/>
            <w:shd w:val="clear" w:color="auto" w:fill="998877"/>
          </w:tcPr>
          <w:p w14:paraId="59EF3552" w14:textId="037C886C" w:rsidR="001F5B4D" w:rsidRPr="001F5B4D" w:rsidRDefault="001F5B4D" w:rsidP="001F5B4D">
            <w:r w:rsidRPr="001F5B4D">
              <w:t>Encounterability</w:t>
            </w:r>
          </w:p>
        </w:tc>
        <w:tc>
          <w:tcPr>
            <w:tcW w:w="4536" w:type="dxa"/>
            <w:gridSpan w:val="2"/>
          </w:tcPr>
          <w:p w14:paraId="48DD648E" w14:textId="5B8A4FA7" w:rsidR="001F5B4D" w:rsidRPr="001F5B4D" w:rsidRDefault="001F5B4D" w:rsidP="001F5B4D">
            <w:r w:rsidRPr="001F5B4D">
              <w:t>The depth range of the species is 1-400m. For surface gears, the vertical overlap index with this species is 25.00%. This species is reef associated.</w:t>
            </w:r>
          </w:p>
        </w:tc>
        <w:tc>
          <w:tcPr>
            <w:tcW w:w="851" w:type="dxa"/>
          </w:tcPr>
          <w:p w14:paraId="70676649" w14:textId="641EB140" w:rsidR="001F5B4D" w:rsidRPr="001F5B4D" w:rsidRDefault="001F5B4D" w:rsidP="001F5B4D">
            <w:r w:rsidRPr="001F5B4D">
              <w:t>1</w:t>
            </w:r>
          </w:p>
        </w:tc>
      </w:tr>
      <w:tr w:rsidR="001F5B4D" w:rsidRPr="001F5B4D" w14:paraId="43C4EBD0" w14:textId="77777777" w:rsidTr="001F5B4D">
        <w:tblPrEx>
          <w:tblCellMar>
            <w:top w:w="0" w:type="dxa"/>
            <w:bottom w:w="0" w:type="dxa"/>
          </w:tblCellMar>
        </w:tblPrEx>
        <w:trPr>
          <w:cantSplit/>
        </w:trPr>
        <w:tc>
          <w:tcPr>
            <w:tcW w:w="2551" w:type="dxa"/>
            <w:shd w:val="clear" w:color="auto" w:fill="998877"/>
          </w:tcPr>
          <w:p w14:paraId="3284AA8B" w14:textId="0882E08F" w:rsidR="001F5B4D" w:rsidRPr="001F5B4D" w:rsidRDefault="001F5B4D" w:rsidP="001F5B4D">
            <w:r w:rsidRPr="001F5B4D">
              <w:t>Selectivity</w:t>
            </w:r>
          </w:p>
        </w:tc>
        <w:tc>
          <w:tcPr>
            <w:tcW w:w="4536" w:type="dxa"/>
            <w:gridSpan w:val="2"/>
          </w:tcPr>
          <w:p w14:paraId="268F65C6" w14:textId="1FED8E8A" w:rsidR="001F5B4D" w:rsidRPr="001F5B4D" w:rsidRDefault="001F5B4D" w:rsidP="001F5B4D">
            <w:r w:rsidRPr="001F5B4D">
              <w:t>The maximum length of the species is 170cm. For tropical surface fisheries, the length overlap index with this species is 100.00%.</w:t>
            </w:r>
          </w:p>
        </w:tc>
        <w:tc>
          <w:tcPr>
            <w:tcW w:w="851" w:type="dxa"/>
          </w:tcPr>
          <w:p w14:paraId="66401726" w14:textId="77820DA2" w:rsidR="001F5B4D" w:rsidRPr="001F5B4D" w:rsidRDefault="001F5B4D" w:rsidP="001F5B4D">
            <w:r w:rsidRPr="001F5B4D">
              <w:t>3</w:t>
            </w:r>
          </w:p>
        </w:tc>
      </w:tr>
      <w:tr w:rsidR="001F5B4D" w:rsidRPr="001F5B4D" w14:paraId="1560CAAF" w14:textId="77777777" w:rsidTr="001F5B4D">
        <w:tblPrEx>
          <w:tblCellMar>
            <w:top w:w="0" w:type="dxa"/>
            <w:bottom w:w="0" w:type="dxa"/>
          </w:tblCellMar>
        </w:tblPrEx>
        <w:trPr>
          <w:cantSplit/>
        </w:trPr>
        <w:tc>
          <w:tcPr>
            <w:tcW w:w="2551" w:type="dxa"/>
            <w:shd w:val="clear" w:color="auto" w:fill="998877"/>
          </w:tcPr>
          <w:p w14:paraId="749770B0" w14:textId="53520752" w:rsidR="001F5B4D" w:rsidRPr="001F5B4D" w:rsidRDefault="001F5B4D" w:rsidP="001F5B4D">
            <w:r w:rsidRPr="001F5B4D">
              <w:t>Post capture mortality</w:t>
            </w:r>
          </w:p>
        </w:tc>
        <w:tc>
          <w:tcPr>
            <w:tcW w:w="4536" w:type="dxa"/>
            <w:gridSpan w:val="2"/>
            <w:tcBorders>
              <w:bottom w:val="single" w:sz="4" w:space="0" w:color="auto"/>
            </w:tcBorders>
          </w:tcPr>
          <w:p w14:paraId="70CAFFE1" w14:textId="0CEFBE37" w:rsidR="001F5B4D" w:rsidRPr="001F5B4D" w:rsidRDefault="001F5B4D" w:rsidP="001F5B4D">
            <w:r w:rsidRPr="001F5B4D">
              <w:t>No direct evidence of survival after capture.</w:t>
            </w:r>
          </w:p>
        </w:tc>
        <w:tc>
          <w:tcPr>
            <w:tcW w:w="851" w:type="dxa"/>
          </w:tcPr>
          <w:p w14:paraId="36C742F7" w14:textId="64610D42" w:rsidR="001F5B4D" w:rsidRPr="001F5B4D" w:rsidRDefault="001F5B4D" w:rsidP="001F5B4D">
            <w:r w:rsidRPr="001F5B4D">
              <w:t>3</w:t>
            </w:r>
          </w:p>
        </w:tc>
      </w:tr>
      <w:tr w:rsidR="001F5B4D" w:rsidRPr="001F5B4D" w14:paraId="024F576E" w14:textId="77777777" w:rsidTr="001F5B4D">
        <w:tblPrEx>
          <w:tblCellMar>
            <w:top w:w="0" w:type="dxa"/>
            <w:bottom w:w="0" w:type="dxa"/>
          </w:tblCellMar>
        </w:tblPrEx>
        <w:trPr>
          <w:cantSplit/>
        </w:trPr>
        <w:tc>
          <w:tcPr>
            <w:tcW w:w="2551" w:type="dxa"/>
            <w:shd w:val="clear" w:color="auto" w:fill="998877"/>
          </w:tcPr>
          <w:p w14:paraId="3D4C63F5" w14:textId="77777777" w:rsidR="001F5B4D" w:rsidRPr="001F5B4D" w:rsidRDefault="001F5B4D" w:rsidP="001F5B4D"/>
        </w:tc>
        <w:tc>
          <w:tcPr>
            <w:tcW w:w="4536" w:type="dxa"/>
            <w:gridSpan w:val="2"/>
            <w:tcBorders>
              <w:bottom w:val="single" w:sz="4" w:space="0" w:color="auto"/>
            </w:tcBorders>
            <w:shd w:val="clear" w:color="auto" w:fill="998877"/>
          </w:tcPr>
          <w:p w14:paraId="36A37350" w14:textId="7A468F8A" w:rsidR="001F5B4D" w:rsidRPr="001F5B4D" w:rsidRDefault="001F5B4D" w:rsidP="001F5B4D">
            <w:r w:rsidRPr="001F5B4D">
              <w:t>Susceptibility score</w:t>
            </w:r>
          </w:p>
        </w:tc>
        <w:tc>
          <w:tcPr>
            <w:tcW w:w="851" w:type="dxa"/>
          </w:tcPr>
          <w:p w14:paraId="378B9E94" w14:textId="7FFD96EB" w:rsidR="001F5B4D" w:rsidRPr="001F5B4D" w:rsidRDefault="001F5B4D" w:rsidP="001F5B4D">
            <w:r w:rsidRPr="001F5B4D">
              <w:t>1.20</w:t>
            </w:r>
          </w:p>
        </w:tc>
      </w:tr>
      <w:tr w:rsidR="001F5B4D" w:rsidRPr="001F5B4D" w14:paraId="5A9F9A50" w14:textId="77777777" w:rsidTr="001F5B4D">
        <w:tblPrEx>
          <w:tblCellMar>
            <w:top w:w="0" w:type="dxa"/>
            <w:bottom w:w="0" w:type="dxa"/>
          </w:tblCellMar>
        </w:tblPrEx>
        <w:trPr>
          <w:cantSplit/>
        </w:trPr>
        <w:tc>
          <w:tcPr>
            <w:tcW w:w="2551" w:type="dxa"/>
            <w:shd w:val="clear" w:color="auto" w:fill="998877"/>
          </w:tcPr>
          <w:p w14:paraId="38D9CB43" w14:textId="77777777" w:rsidR="001F5B4D" w:rsidRPr="001F5B4D" w:rsidRDefault="001F5B4D" w:rsidP="001F5B4D"/>
        </w:tc>
        <w:tc>
          <w:tcPr>
            <w:tcW w:w="4536" w:type="dxa"/>
            <w:gridSpan w:val="2"/>
            <w:shd w:val="clear" w:color="auto" w:fill="998877"/>
          </w:tcPr>
          <w:p w14:paraId="16579AF1" w14:textId="3E93A3E4" w:rsidR="001F5B4D" w:rsidRPr="001F5B4D" w:rsidRDefault="001F5B4D" w:rsidP="001F5B4D">
            <w:r w:rsidRPr="001F5B4D">
              <w:t>Vulnerability score</w:t>
            </w:r>
          </w:p>
        </w:tc>
        <w:tc>
          <w:tcPr>
            <w:tcW w:w="851" w:type="dxa"/>
          </w:tcPr>
          <w:p w14:paraId="39DFD29D" w14:textId="410338AC" w:rsidR="001F5B4D" w:rsidRPr="001F5B4D" w:rsidRDefault="001F5B4D" w:rsidP="001F5B4D">
            <w:r w:rsidRPr="001F5B4D">
              <w:t>2.71</w:t>
            </w:r>
          </w:p>
        </w:tc>
      </w:tr>
    </w:tbl>
    <w:p w14:paraId="6A46EC55" w14:textId="33A1E5F8"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4A2D303"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7" w:name="T_RMB" w:colFirst="0" w:colLast="0"/>
          <w:p w14:paraId="31C38D96" w14:textId="55953FC9" w:rsidR="001F5B4D" w:rsidRPr="001F5B4D" w:rsidRDefault="001F5B4D" w:rsidP="001F5B4D">
            <w:pPr>
              <w:rPr>
                <w:b/>
              </w:rPr>
            </w:pPr>
            <w:r w:rsidRPr="001F5B4D">
              <w:rPr>
                <w:b/>
              </w:rPr>
              <w:fldChar w:fldCharType="begin"/>
            </w:r>
            <w:r w:rsidRPr="001F5B4D">
              <w:rPr>
                <w:b/>
              </w:rPr>
              <w:instrText xml:space="preserve"> HYPERLINK  \l "S_RMB" \o "PSA Score" </w:instrText>
            </w:r>
            <w:r w:rsidRPr="001F5B4D">
              <w:rPr>
                <w:b/>
              </w:rPr>
            </w:r>
            <w:r w:rsidRPr="001F5B4D">
              <w:rPr>
                <w:b/>
              </w:rPr>
              <w:fldChar w:fldCharType="separate"/>
            </w:r>
            <w:r w:rsidRPr="001F5B4D">
              <w:rPr>
                <w:rStyle w:val="Hyperlink"/>
                <w:b/>
              </w:rPr>
              <w:t>Giant manta</w:t>
            </w:r>
            <w:r w:rsidRPr="001F5B4D">
              <w:rPr>
                <w:b/>
              </w:rPr>
              <w:fldChar w:fldCharType="end"/>
            </w:r>
          </w:p>
        </w:tc>
        <w:tc>
          <w:tcPr>
            <w:tcW w:w="3969" w:type="dxa"/>
            <w:gridSpan w:val="2"/>
            <w:tcBorders>
              <w:bottom w:val="single" w:sz="4" w:space="0" w:color="auto"/>
            </w:tcBorders>
            <w:shd w:val="clear" w:color="auto" w:fill="998877"/>
          </w:tcPr>
          <w:p w14:paraId="419F3AE2" w14:textId="5771C56D" w:rsidR="001F5B4D" w:rsidRPr="001F5B4D" w:rsidRDefault="001F5B4D" w:rsidP="001F5B4D">
            <w:pPr>
              <w:rPr>
                <w:b/>
                <w:i/>
              </w:rPr>
            </w:pPr>
            <w:r w:rsidRPr="001F5B4D">
              <w:rPr>
                <w:b/>
                <w:i/>
              </w:rPr>
              <w:t>Manta birostris</w:t>
            </w:r>
          </w:p>
        </w:tc>
      </w:tr>
      <w:bookmarkEnd w:id="197"/>
      <w:tr w:rsidR="001F5B4D" w:rsidRPr="001F5B4D" w14:paraId="6920EF19" w14:textId="77777777" w:rsidTr="00AD0127">
        <w:tblPrEx>
          <w:tblCellMar>
            <w:top w:w="0" w:type="dxa"/>
            <w:bottom w:w="0" w:type="dxa"/>
          </w:tblCellMar>
        </w:tblPrEx>
        <w:trPr>
          <w:cantSplit/>
        </w:trPr>
        <w:tc>
          <w:tcPr>
            <w:tcW w:w="7938" w:type="dxa"/>
            <w:gridSpan w:val="4"/>
            <w:shd w:val="clear" w:color="auto" w:fill="998877"/>
          </w:tcPr>
          <w:p w14:paraId="37D45DD8" w14:textId="70C881DD" w:rsidR="001F5B4D" w:rsidRPr="001F5B4D" w:rsidRDefault="001F5B4D" w:rsidP="001F5B4D">
            <w:pPr>
              <w:rPr>
                <w:b/>
              </w:rPr>
            </w:pPr>
            <w:r w:rsidRPr="001F5B4D">
              <w:rPr>
                <w:b/>
              </w:rPr>
              <w:t>Productivity</w:t>
            </w:r>
          </w:p>
        </w:tc>
      </w:tr>
      <w:tr w:rsidR="001F5B4D" w:rsidRPr="001F5B4D" w14:paraId="2A80BA88" w14:textId="77777777" w:rsidTr="001F5B4D">
        <w:tblPrEx>
          <w:tblCellMar>
            <w:top w:w="0" w:type="dxa"/>
            <w:bottom w:w="0" w:type="dxa"/>
          </w:tblCellMar>
        </w:tblPrEx>
        <w:trPr>
          <w:cantSplit/>
        </w:trPr>
        <w:tc>
          <w:tcPr>
            <w:tcW w:w="2551" w:type="dxa"/>
            <w:shd w:val="clear" w:color="auto" w:fill="998877"/>
          </w:tcPr>
          <w:p w14:paraId="2F8184CC" w14:textId="572AF724" w:rsidR="001F5B4D" w:rsidRPr="001F5B4D" w:rsidRDefault="001F5B4D" w:rsidP="001F5B4D">
            <w:r w:rsidRPr="001F5B4D">
              <w:t>Average age at maturity</w:t>
            </w:r>
          </w:p>
        </w:tc>
        <w:tc>
          <w:tcPr>
            <w:tcW w:w="4536" w:type="dxa"/>
            <w:gridSpan w:val="2"/>
          </w:tcPr>
          <w:p w14:paraId="16D06379" w14:textId="26580F33" w:rsidR="001F5B4D" w:rsidRPr="001F5B4D" w:rsidRDefault="001F5B4D" w:rsidP="001F5B4D">
            <w:r w:rsidRPr="001F5B4D">
              <w:t>The score is based on the maximum risk score in the family Carangidae, which included 17 species.</w:t>
            </w:r>
          </w:p>
        </w:tc>
        <w:tc>
          <w:tcPr>
            <w:tcW w:w="851" w:type="dxa"/>
          </w:tcPr>
          <w:p w14:paraId="5384D8DF" w14:textId="1B4BD951" w:rsidR="001F5B4D" w:rsidRPr="001F5B4D" w:rsidRDefault="001F5B4D" w:rsidP="001F5B4D">
            <w:r w:rsidRPr="001F5B4D">
              <w:t>1</w:t>
            </w:r>
          </w:p>
        </w:tc>
      </w:tr>
      <w:tr w:rsidR="001F5B4D" w:rsidRPr="001F5B4D" w14:paraId="4A301E3C" w14:textId="77777777" w:rsidTr="001F5B4D">
        <w:tblPrEx>
          <w:tblCellMar>
            <w:top w:w="0" w:type="dxa"/>
            <w:bottom w:w="0" w:type="dxa"/>
          </w:tblCellMar>
        </w:tblPrEx>
        <w:trPr>
          <w:cantSplit/>
        </w:trPr>
        <w:tc>
          <w:tcPr>
            <w:tcW w:w="2551" w:type="dxa"/>
            <w:shd w:val="clear" w:color="auto" w:fill="998877"/>
          </w:tcPr>
          <w:p w14:paraId="2780ACE1" w14:textId="47DCBE55" w:rsidR="001F5B4D" w:rsidRPr="001F5B4D" w:rsidRDefault="001F5B4D" w:rsidP="001F5B4D">
            <w:r w:rsidRPr="001F5B4D">
              <w:t>Average max age</w:t>
            </w:r>
          </w:p>
        </w:tc>
        <w:tc>
          <w:tcPr>
            <w:tcW w:w="4536" w:type="dxa"/>
            <w:gridSpan w:val="2"/>
          </w:tcPr>
          <w:p w14:paraId="0E74F36E" w14:textId="7A7EAEC6" w:rsidR="001F5B4D" w:rsidRPr="001F5B4D" w:rsidRDefault="001F5B4D" w:rsidP="001F5B4D">
            <w:r w:rsidRPr="001F5B4D">
              <w:t>The score is based on the maximum risk score in the family Myliobatidae, which included 1 species.</w:t>
            </w:r>
          </w:p>
        </w:tc>
        <w:tc>
          <w:tcPr>
            <w:tcW w:w="851" w:type="dxa"/>
          </w:tcPr>
          <w:p w14:paraId="37AB8593" w14:textId="6903D159" w:rsidR="001F5B4D" w:rsidRPr="001F5B4D" w:rsidRDefault="001F5B4D" w:rsidP="001F5B4D">
            <w:r w:rsidRPr="001F5B4D">
              <w:t>2</w:t>
            </w:r>
          </w:p>
        </w:tc>
      </w:tr>
      <w:tr w:rsidR="001F5B4D" w:rsidRPr="001F5B4D" w14:paraId="62E3A5CB" w14:textId="77777777" w:rsidTr="001F5B4D">
        <w:tblPrEx>
          <w:tblCellMar>
            <w:top w:w="0" w:type="dxa"/>
            <w:bottom w:w="0" w:type="dxa"/>
          </w:tblCellMar>
        </w:tblPrEx>
        <w:trPr>
          <w:cantSplit/>
        </w:trPr>
        <w:tc>
          <w:tcPr>
            <w:tcW w:w="2551" w:type="dxa"/>
            <w:shd w:val="clear" w:color="auto" w:fill="998877"/>
          </w:tcPr>
          <w:p w14:paraId="3304C8BA" w14:textId="52832111" w:rsidR="001F5B4D" w:rsidRPr="001F5B4D" w:rsidRDefault="001F5B4D" w:rsidP="001F5B4D">
            <w:r w:rsidRPr="001F5B4D">
              <w:t>Fecundity</w:t>
            </w:r>
          </w:p>
        </w:tc>
        <w:tc>
          <w:tcPr>
            <w:tcW w:w="4536" w:type="dxa"/>
            <w:gridSpan w:val="2"/>
          </w:tcPr>
          <w:p w14:paraId="599554BF" w14:textId="0B986BEF" w:rsidR="001F5B4D" w:rsidRPr="001F5B4D" w:rsidRDefault="001F5B4D" w:rsidP="001F5B4D">
            <w:r w:rsidRPr="001F5B4D">
              <w:t>Species fecundity is 1 eggs/year, which is lower than the highest risk value (100).</w:t>
            </w:r>
          </w:p>
        </w:tc>
        <w:tc>
          <w:tcPr>
            <w:tcW w:w="851" w:type="dxa"/>
          </w:tcPr>
          <w:p w14:paraId="50E100AC" w14:textId="717172BC" w:rsidR="001F5B4D" w:rsidRPr="001F5B4D" w:rsidRDefault="001F5B4D" w:rsidP="001F5B4D">
            <w:r w:rsidRPr="001F5B4D">
              <w:t>3</w:t>
            </w:r>
          </w:p>
        </w:tc>
      </w:tr>
      <w:tr w:rsidR="001F5B4D" w:rsidRPr="001F5B4D" w14:paraId="51690165" w14:textId="77777777" w:rsidTr="001F5B4D">
        <w:tblPrEx>
          <w:tblCellMar>
            <w:top w:w="0" w:type="dxa"/>
            <w:bottom w:w="0" w:type="dxa"/>
          </w:tblCellMar>
        </w:tblPrEx>
        <w:trPr>
          <w:cantSplit/>
        </w:trPr>
        <w:tc>
          <w:tcPr>
            <w:tcW w:w="2551" w:type="dxa"/>
            <w:shd w:val="clear" w:color="auto" w:fill="998877"/>
          </w:tcPr>
          <w:p w14:paraId="525C3862" w14:textId="284B7801" w:rsidR="001F5B4D" w:rsidRPr="001F5B4D" w:rsidRDefault="001F5B4D" w:rsidP="001F5B4D">
            <w:r w:rsidRPr="001F5B4D">
              <w:t>Average max size</w:t>
            </w:r>
          </w:p>
        </w:tc>
        <w:tc>
          <w:tcPr>
            <w:tcW w:w="4536" w:type="dxa"/>
            <w:gridSpan w:val="2"/>
          </w:tcPr>
          <w:p w14:paraId="36EBE710" w14:textId="724792CE" w:rsidR="001F5B4D" w:rsidRPr="001F5B4D" w:rsidRDefault="001F5B4D" w:rsidP="001F5B4D">
            <w:r w:rsidRPr="001F5B4D">
              <w:t>Species maximum length is 910, which is higher than the highest risk value (300cm).</w:t>
            </w:r>
          </w:p>
        </w:tc>
        <w:tc>
          <w:tcPr>
            <w:tcW w:w="851" w:type="dxa"/>
          </w:tcPr>
          <w:p w14:paraId="130C1407" w14:textId="3ED7DDE0" w:rsidR="001F5B4D" w:rsidRPr="001F5B4D" w:rsidRDefault="001F5B4D" w:rsidP="001F5B4D">
            <w:r w:rsidRPr="001F5B4D">
              <w:t>3</w:t>
            </w:r>
          </w:p>
        </w:tc>
      </w:tr>
      <w:tr w:rsidR="001F5B4D" w:rsidRPr="001F5B4D" w14:paraId="6AD127DD" w14:textId="77777777" w:rsidTr="001F5B4D">
        <w:tblPrEx>
          <w:tblCellMar>
            <w:top w:w="0" w:type="dxa"/>
            <w:bottom w:w="0" w:type="dxa"/>
          </w:tblCellMar>
        </w:tblPrEx>
        <w:trPr>
          <w:cantSplit/>
        </w:trPr>
        <w:tc>
          <w:tcPr>
            <w:tcW w:w="2551" w:type="dxa"/>
            <w:shd w:val="clear" w:color="auto" w:fill="998877"/>
          </w:tcPr>
          <w:p w14:paraId="44676A04" w14:textId="7A67A9B9" w:rsidR="001F5B4D" w:rsidRPr="001F5B4D" w:rsidRDefault="001F5B4D" w:rsidP="001F5B4D">
            <w:r w:rsidRPr="001F5B4D">
              <w:t>Average size at maturity</w:t>
            </w:r>
          </w:p>
        </w:tc>
        <w:tc>
          <w:tcPr>
            <w:tcW w:w="4536" w:type="dxa"/>
            <w:gridSpan w:val="2"/>
          </w:tcPr>
          <w:p w14:paraId="4E5AEBA0" w14:textId="75E705C1" w:rsidR="001F5B4D" w:rsidRPr="001F5B4D" w:rsidRDefault="001F5B4D" w:rsidP="001F5B4D">
            <w:r w:rsidRPr="001F5B4D">
              <w:t>Species length at maturity is 400, which is higher than the highest risk value (200cm).</w:t>
            </w:r>
          </w:p>
        </w:tc>
        <w:tc>
          <w:tcPr>
            <w:tcW w:w="851" w:type="dxa"/>
          </w:tcPr>
          <w:p w14:paraId="110E409B" w14:textId="3AD4BE84" w:rsidR="001F5B4D" w:rsidRPr="001F5B4D" w:rsidRDefault="001F5B4D" w:rsidP="001F5B4D">
            <w:r w:rsidRPr="001F5B4D">
              <w:t>3</w:t>
            </w:r>
          </w:p>
        </w:tc>
      </w:tr>
      <w:tr w:rsidR="001F5B4D" w:rsidRPr="001F5B4D" w14:paraId="56CD6268" w14:textId="77777777" w:rsidTr="001F5B4D">
        <w:tblPrEx>
          <w:tblCellMar>
            <w:top w:w="0" w:type="dxa"/>
            <w:bottom w:w="0" w:type="dxa"/>
          </w:tblCellMar>
        </w:tblPrEx>
        <w:trPr>
          <w:cantSplit/>
        </w:trPr>
        <w:tc>
          <w:tcPr>
            <w:tcW w:w="2551" w:type="dxa"/>
            <w:shd w:val="clear" w:color="auto" w:fill="998877"/>
          </w:tcPr>
          <w:p w14:paraId="74F333E8" w14:textId="0E9D9C1B" w:rsidR="001F5B4D" w:rsidRPr="001F5B4D" w:rsidRDefault="001F5B4D" w:rsidP="001F5B4D">
            <w:r w:rsidRPr="001F5B4D">
              <w:t>Reproductive strategy</w:t>
            </w:r>
          </w:p>
        </w:tc>
        <w:tc>
          <w:tcPr>
            <w:tcW w:w="4536" w:type="dxa"/>
            <w:gridSpan w:val="2"/>
          </w:tcPr>
          <w:p w14:paraId="311B3767" w14:textId="4F7A7C98" w:rsidR="001F5B4D" w:rsidRPr="001F5B4D" w:rsidRDefault="001F5B4D" w:rsidP="001F5B4D">
            <w:r w:rsidRPr="001F5B4D">
              <w:t>Species reproductive strategy is live bearer, which is high risk.</w:t>
            </w:r>
          </w:p>
        </w:tc>
        <w:tc>
          <w:tcPr>
            <w:tcW w:w="851" w:type="dxa"/>
          </w:tcPr>
          <w:p w14:paraId="7C294873" w14:textId="290AA352" w:rsidR="001F5B4D" w:rsidRPr="001F5B4D" w:rsidRDefault="001F5B4D" w:rsidP="001F5B4D">
            <w:r w:rsidRPr="001F5B4D">
              <w:t>3</w:t>
            </w:r>
          </w:p>
        </w:tc>
      </w:tr>
      <w:tr w:rsidR="001F5B4D" w:rsidRPr="001F5B4D" w14:paraId="2183E146" w14:textId="77777777" w:rsidTr="001F5B4D">
        <w:tblPrEx>
          <w:tblCellMar>
            <w:top w:w="0" w:type="dxa"/>
            <w:bottom w:w="0" w:type="dxa"/>
          </w:tblCellMar>
        </w:tblPrEx>
        <w:trPr>
          <w:cantSplit/>
        </w:trPr>
        <w:tc>
          <w:tcPr>
            <w:tcW w:w="2551" w:type="dxa"/>
            <w:shd w:val="clear" w:color="auto" w:fill="998877"/>
          </w:tcPr>
          <w:p w14:paraId="204508B9" w14:textId="18283AF0" w:rsidR="001F5B4D" w:rsidRPr="001F5B4D" w:rsidRDefault="001F5B4D" w:rsidP="001F5B4D">
            <w:r w:rsidRPr="001F5B4D">
              <w:t>Trophic level</w:t>
            </w:r>
          </w:p>
        </w:tc>
        <w:tc>
          <w:tcPr>
            <w:tcW w:w="4536" w:type="dxa"/>
            <w:gridSpan w:val="2"/>
            <w:tcBorders>
              <w:bottom w:val="single" w:sz="4" w:space="0" w:color="auto"/>
            </w:tcBorders>
          </w:tcPr>
          <w:p w14:paraId="136C6BFD" w14:textId="5A69BADD" w:rsidR="001F5B4D" w:rsidRPr="001F5B4D" w:rsidRDefault="001F5B4D" w:rsidP="001F5B4D">
            <w:r w:rsidRPr="001F5B4D">
              <w:t>Species trophic level is 3.5, which is higher than the highest risk value (3.25).</w:t>
            </w:r>
          </w:p>
        </w:tc>
        <w:tc>
          <w:tcPr>
            <w:tcW w:w="851" w:type="dxa"/>
          </w:tcPr>
          <w:p w14:paraId="41778707" w14:textId="25329A89" w:rsidR="001F5B4D" w:rsidRPr="001F5B4D" w:rsidRDefault="001F5B4D" w:rsidP="001F5B4D">
            <w:r w:rsidRPr="001F5B4D">
              <w:t>3</w:t>
            </w:r>
          </w:p>
        </w:tc>
      </w:tr>
      <w:tr w:rsidR="001F5B4D" w:rsidRPr="001F5B4D" w14:paraId="0F55ED73"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B660A14" w14:textId="77777777" w:rsidR="001F5B4D" w:rsidRPr="001F5B4D" w:rsidRDefault="001F5B4D" w:rsidP="001F5B4D"/>
        </w:tc>
        <w:tc>
          <w:tcPr>
            <w:tcW w:w="4536" w:type="dxa"/>
            <w:gridSpan w:val="2"/>
            <w:tcBorders>
              <w:bottom w:val="single" w:sz="4" w:space="0" w:color="auto"/>
            </w:tcBorders>
            <w:shd w:val="clear" w:color="auto" w:fill="998877"/>
          </w:tcPr>
          <w:p w14:paraId="749D7E53" w14:textId="215F42FA" w:rsidR="001F5B4D" w:rsidRPr="001F5B4D" w:rsidRDefault="001F5B4D" w:rsidP="001F5B4D">
            <w:r w:rsidRPr="001F5B4D">
              <w:t>Productivity score</w:t>
            </w:r>
          </w:p>
        </w:tc>
        <w:tc>
          <w:tcPr>
            <w:tcW w:w="851" w:type="dxa"/>
            <w:tcBorders>
              <w:bottom w:val="single" w:sz="4" w:space="0" w:color="auto"/>
            </w:tcBorders>
          </w:tcPr>
          <w:p w14:paraId="590426EB" w14:textId="5E99360D" w:rsidR="001F5B4D" w:rsidRPr="001F5B4D" w:rsidRDefault="001F5B4D" w:rsidP="001F5B4D">
            <w:r w:rsidRPr="001F5B4D">
              <w:t>2.57</w:t>
            </w:r>
          </w:p>
        </w:tc>
      </w:tr>
      <w:tr w:rsidR="001F5B4D" w:rsidRPr="001F5B4D" w14:paraId="2F60FBC4" w14:textId="77777777" w:rsidTr="00CF6B5C">
        <w:tblPrEx>
          <w:tblCellMar>
            <w:top w:w="0" w:type="dxa"/>
            <w:bottom w:w="0" w:type="dxa"/>
          </w:tblCellMar>
        </w:tblPrEx>
        <w:trPr>
          <w:cantSplit/>
        </w:trPr>
        <w:tc>
          <w:tcPr>
            <w:tcW w:w="7938" w:type="dxa"/>
            <w:gridSpan w:val="4"/>
            <w:shd w:val="clear" w:color="auto" w:fill="998877"/>
          </w:tcPr>
          <w:p w14:paraId="2D624E42" w14:textId="661E5030" w:rsidR="001F5B4D" w:rsidRPr="001F5B4D" w:rsidRDefault="001F5B4D" w:rsidP="001F5B4D">
            <w:pPr>
              <w:rPr>
                <w:b/>
              </w:rPr>
            </w:pPr>
            <w:r w:rsidRPr="001F5B4D">
              <w:rPr>
                <w:b/>
              </w:rPr>
              <w:t>Susceptibility</w:t>
            </w:r>
          </w:p>
        </w:tc>
      </w:tr>
      <w:tr w:rsidR="001F5B4D" w:rsidRPr="001F5B4D" w14:paraId="088085E2" w14:textId="77777777" w:rsidTr="001F5B4D">
        <w:tblPrEx>
          <w:tblCellMar>
            <w:top w:w="0" w:type="dxa"/>
            <w:bottom w:w="0" w:type="dxa"/>
          </w:tblCellMar>
        </w:tblPrEx>
        <w:trPr>
          <w:cantSplit/>
        </w:trPr>
        <w:tc>
          <w:tcPr>
            <w:tcW w:w="2551" w:type="dxa"/>
            <w:shd w:val="clear" w:color="auto" w:fill="998877"/>
          </w:tcPr>
          <w:p w14:paraId="36A7541D" w14:textId="33F7385A" w:rsidR="001F5B4D" w:rsidRPr="001F5B4D" w:rsidRDefault="001F5B4D" w:rsidP="001F5B4D">
            <w:r w:rsidRPr="001F5B4D">
              <w:t>Areal overlap (availability)</w:t>
            </w:r>
          </w:p>
        </w:tc>
        <w:tc>
          <w:tcPr>
            <w:tcW w:w="4536" w:type="dxa"/>
            <w:gridSpan w:val="2"/>
          </w:tcPr>
          <w:p w14:paraId="4C52A211" w14:textId="2E39924A" w:rsidR="001F5B4D" w:rsidRPr="001F5B4D" w:rsidRDefault="001F5B4D" w:rsidP="001F5B4D">
            <w:r w:rsidRPr="001F5B4D">
              <w:t>Worldwide coastal distribution</w:t>
            </w:r>
          </w:p>
        </w:tc>
        <w:tc>
          <w:tcPr>
            <w:tcW w:w="851" w:type="dxa"/>
          </w:tcPr>
          <w:p w14:paraId="19205599" w14:textId="71ADE032" w:rsidR="001F5B4D" w:rsidRPr="001F5B4D" w:rsidRDefault="001F5B4D" w:rsidP="001F5B4D">
            <w:r w:rsidRPr="001F5B4D">
              <w:t>2</w:t>
            </w:r>
          </w:p>
        </w:tc>
      </w:tr>
      <w:tr w:rsidR="001F5B4D" w:rsidRPr="001F5B4D" w14:paraId="48FD6DC3" w14:textId="77777777" w:rsidTr="001F5B4D">
        <w:tblPrEx>
          <w:tblCellMar>
            <w:top w:w="0" w:type="dxa"/>
            <w:bottom w:w="0" w:type="dxa"/>
          </w:tblCellMar>
        </w:tblPrEx>
        <w:trPr>
          <w:cantSplit/>
        </w:trPr>
        <w:tc>
          <w:tcPr>
            <w:tcW w:w="2551" w:type="dxa"/>
            <w:shd w:val="clear" w:color="auto" w:fill="998877"/>
          </w:tcPr>
          <w:p w14:paraId="459CE487" w14:textId="367ECAA9" w:rsidR="001F5B4D" w:rsidRPr="001F5B4D" w:rsidRDefault="001F5B4D" w:rsidP="001F5B4D">
            <w:r w:rsidRPr="001F5B4D">
              <w:t>Encounterability</w:t>
            </w:r>
          </w:p>
        </w:tc>
        <w:tc>
          <w:tcPr>
            <w:tcW w:w="4536" w:type="dxa"/>
            <w:gridSpan w:val="2"/>
          </w:tcPr>
          <w:p w14:paraId="2EF7D614" w14:textId="39318FD5" w:rsidR="001F5B4D" w:rsidRPr="001F5B4D" w:rsidRDefault="001F5B4D" w:rsidP="001F5B4D">
            <w:r w:rsidRPr="001F5B4D">
              <w:t>The depth range of the species is 1-120m. For surface gears, the vertical overlap index with this species is 83.33%. This species is reef associated.</w:t>
            </w:r>
          </w:p>
        </w:tc>
        <w:tc>
          <w:tcPr>
            <w:tcW w:w="851" w:type="dxa"/>
          </w:tcPr>
          <w:p w14:paraId="74DC783B" w14:textId="3D67C16F" w:rsidR="001F5B4D" w:rsidRPr="001F5B4D" w:rsidRDefault="001F5B4D" w:rsidP="001F5B4D">
            <w:r w:rsidRPr="001F5B4D">
              <w:t>2</w:t>
            </w:r>
          </w:p>
        </w:tc>
      </w:tr>
      <w:tr w:rsidR="001F5B4D" w:rsidRPr="001F5B4D" w14:paraId="1DEAA008" w14:textId="77777777" w:rsidTr="001F5B4D">
        <w:tblPrEx>
          <w:tblCellMar>
            <w:top w:w="0" w:type="dxa"/>
            <w:bottom w:w="0" w:type="dxa"/>
          </w:tblCellMar>
        </w:tblPrEx>
        <w:trPr>
          <w:cantSplit/>
        </w:trPr>
        <w:tc>
          <w:tcPr>
            <w:tcW w:w="2551" w:type="dxa"/>
            <w:shd w:val="clear" w:color="auto" w:fill="998877"/>
          </w:tcPr>
          <w:p w14:paraId="3D68B545" w14:textId="50749E1C" w:rsidR="001F5B4D" w:rsidRPr="001F5B4D" w:rsidRDefault="001F5B4D" w:rsidP="001F5B4D">
            <w:r w:rsidRPr="001F5B4D">
              <w:t>Selectivity</w:t>
            </w:r>
          </w:p>
        </w:tc>
        <w:tc>
          <w:tcPr>
            <w:tcW w:w="4536" w:type="dxa"/>
            <w:gridSpan w:val="2"/>
          </w:tcPr>
          <w:p w14:paraId="74FEF353" w14:textId="24E26965" w:rsidR="001F5B4D" w:rsidRPr="001F5B4D" w:rsidRDefault="001F5B4D" w:rsidP="001F5B4D">
            <w:r w:rsidRPr="001F5B4D">
              <w:t>The maximum length of the species is 910cm. For tropical surface fisheries, the length overlap index with this species is 100.00%.</w:t>
            </w:r>
          </w:p>
        </w:tc>
        <w:tc>
          <w:tcPr>
            <w:tcW w:w="851" w:type="dxa"/>
          </w:tcPr>
          <w:p w14:paraId="73C9C07E" w14:textId="1CF21DA3" w:rsidR="001F5B4D" w:rsidRPr="001F5B4D" w:rsidRDefault="001F5B4D" w:rsidP="001F5B4D">
            <w:r w:rsidRPr="001F5B4D">
              <w:t>3</w:t>
            </w:r>
          </w:p>
        </w:tc>
      </w:tr>
      <w:tr w:rsidR="001F5B4D" w:rsidRPr="001F5B4D" w14:paraId="77449268" w14:textId="77777777" w:rsidTr="001F5B4D">
        <w:tblPrEx>
          <w:tblCellMar>
            <w:top w:w="0" w:type="dxa"/>
            <w:bottom w:w="0" w:type="dxa"/>
          </w:tblCellMar>
        </w:tblPrEx>
        <w:trPr>
          <w:cantSplit/>
        </w:trPr>
        <w:tc>
          <w:tcPr>
            <w:tcW w:w="2551" w:type="dxa"/>
            <w:shd w:val="clear" w:color="auto" w:fill="998877"/>
          </w:tcPr>
          <w:p w14:paraId="4D0A08EE" w14:textId="0F67B6CE" w:rsidR="001F5B4D" w:rsidRPr="001F5B4D" w:rsidRDefault="001F5B4D" w:rsidP="001F5B4D">
            <w:r w:rsidRPr="001F5B4D">
              <w:t>Post capture mortality</w:t>
            </w:r>
          </w:p>
        </w:tc>
        <w:tc>
          <w:tcPr>
            <w:tcW w:w="4536" w:type="dxa"/>
            <w:gridSpan w:val="2"/>
            <w:tcBorders>
              <w:bottom w:val="single" w:sz="4" w:space="0" w:color="auto"/>
            </w:tcBorders>
          </w:tcPr>
          <w:p w14:paraId="15056AE1" w14:textId="18DCC658" w:rsidR="001F5B4D" w:rsidRPr="001F5B4D" w:rsidRDefault="001F5B4D" w:rsidP="001F5B4D">
            <w:r w:rsidRPr="001F5B4D">
              <w:t>No direct evidence of survival after capture.</w:t>
            </w:r>
          </w:p>
        </w:tc>
        <w:tc>
          <w:tcPr>
            <w:tcW w:w="851" w:type="dxa"/>
          </w:tcPr>
          <w:p w14:paraId="0BE1FA1B" w14:textId="68B1D8B6" w:rsidR="001F5B4D" w:rsidRPr="001F5B4D" w:rsidRDefault="001F5B4D" w:rsidP="001F5B4D">
            <w:r w:rsidRPr="001F5B4D">
              <w:t>3</w:t>
            </w:r>
          </w:p>
        </w:tc>
      </w:tr>
      <w:tr w:rsidR="001F5B4D" w:rsidRPr="001F5B4D" w14:paraId="0D1652B9" w14:textId="77777777" w:rsidTr="001F5B4D">
        <w:tblPrEx>
          <w:tblCellMar>
            <w:top w:w="0" w:type="dxa"/>
            <w:bottom w:w="0" w:type="dxa"/>
          </w:tblCellMar>
        </w:tblPrEx>
        <w:trPr>
          <w:cantSplit/>
        </w:trPr>
        <w:tc>
          <w:tcPr>
            <w:tcW w:w="2551" w:type="dxa"/>
            <w:shd w:val="clear" w:color="auto" w:fill="998877"/>
          </w:tcPr>
          <w:p w14:paraId="1CB18D41" w14:textId="77777777" w:rsidR="001F5B4D" w:rsidRPr="001F5B4D" w:rsidRDefault="001F5B4D" w:rsidP="001F5B4D"/>
        </w:tc>
        <w:tc>
          <w:tcPr>
            <w:tcW w:w="4536" w:type="dxa"/>
            <w:gridSpan w:val="2"/>
            <w:tcBorders>
              <w:bottom w:val="single" w:sz="4" w:space="0" w:color="auto"/>
            </w:tcBorders>
            <w:shd w:val="clear" w:color="auto" w:fill="998877"/>
          </w:tcPr>
          <w:p w14:paraId="6284B8A0" w14:textId="09D3A78C" w:rsidR="001F5B4D" w:rsidRPr="001F5B4D" w:rsidRDefault="001F5B4D" w:rsidP="001F5B4D">
            <w:r w:rsidRPr="001F5B4D">
              <w:t>Susceptibility score</w:t>
            </w:r>
          </w:p>
        </w:tc>
        <w:tc>
          <w:tcPr>
            <w:tcW w:w="851" w:type="dxa"/>
          </w:tcPr>
          <w:p w14:paraId="18ABACF1" w14:textId="17CF48C7" w:rsidR="001F5B4D" w:rsidRPr="001F5B4D" w:rsidRDefault="001F5B4D" w:rsidP="001F5B4D">
            <w:r w:rsidRPr="001F5B4D">
              <w:t>1.88</w:t>
            </w:r>
          </w:p>
        </w:tc>
      </w:tr>
      <w:tr w:rsidR="001F5B4D" w:rsidRPr="001F5B4D" w14:paraId="0CA6F276" w14:textId="77777777" w:rsidTr="001F5B4D">
        <w:tblPrEx>
          <w:tblCellMar>
            <w:top w:w="0" w:type="dxa"/>
            <w:bottom w:w="0" w:type="dxa"/>
          </w:tblCellMar>
        </w:tblPrEx>
        <w:trPr>
          <w:cantSplit/>
        </w:trPr>
        <w:tc>
          <w:tcPr>
            <w:tcW w:w="2551" w:type="dxa"/>
            <w:shd w:val="clear" w:color="auto" w:fill="998877"/>
          </w:tcPr>
          <w:p w14:paraId="2C704D63" w14:textId="77777777" w:rsidR="001F5B4D" w:rsidRPr="001F5B4D" w:rsidRDefault="001F5B4D" w:rsidP="001F5B4D"/>
        </w:tc>
        <w:tc>
          <w:tcPr>
            <w:tcW w:w="4536" w:type="dxa"/>
            <w:gridSpan w:val="2"/>
            <w:shd w:val="clear" w:color="auto" w:fill="998877"/>
          </w:tcPr>
          <w:p w14:paraId="6B55A20F" w14:textId="0627C680" w:rsidR="001F5B4D" w:rsidRPr="001F5B4D" w:rsidRDefault="001F5B4D" w:rsidP="001F5B4D">
            <w:r w:rsidRPr="001F5B4D">
              <w:t>Vulnerability score</w:t>
            </w:r>
          </w:p>
        </w:tc>
        <w:tc>
          <w:tcPr>
            <w:tcW w:w="851" w:type="dxa"/>
          </w:tcPr>
          <w:p w14:paraId="4F370426" w14:textId="3EF6C590" w:rsidR="001F5B4D" w:rsidRPr="001F5B4D" w:rsidRDefault="001F5B4D" w:rsidP="001F5B4D">
            <w:r w:rsidRPr="001F5B4D">
              <w:t>3.18</w:t>
            </w:r>
          </w:p>
        </w:tc>
      </w:tr>
    </w:tbl>
    <w:p w14:paraId="65001982" w14:textId="1C05ED79"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6B4DE325"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8" w:name="T_CCB" w:colFirst="0" w:colLast="0"/>
          <w:p w14:paraId="7ABDC410" w14:textId="312E8515" w:rsidR="001F5B4D" w:rsidRPr="001F5B4D" w:rsidRDefault="001F5B4D" w:rsidP="001F5B4D">
            <w:pPr>
              <w:rPr>
                <w:b/>
              </w:rPr>
            </w:pPr>
            <w:r w:rsidRPr="001F5B4D">
              <w:rPr>
                <w:b/>
              </w:rPr>
              <w:fldChar w:fldCharType="begin"/>
            </w:r>
            <w:r w:rsidRPr="001F5B4D">
              <w:rPr>
                <w:b/>
              </w:rPr>
              <w:instrText xml:space="preserve"> HYPERLINK  \l "S_CCB" \o "PSA Score" </w:instrText>
            </w:r>
            <w:r w:rsidRPr="001F5B4D">
              <w:rPr>
                <w:b/>
              </w:rPr>
            </w:r>
            <w:r w:rsidRPr="001F5B4D">
              <w:rPr>
                <w:b/>
              </w:rPr>
              <w:fldChar w:fldCharType="separate"/>
            </w:r>
            <w:r w:rsidRPr="001F5B4D">
              <w:rPr>
                <w:rStyle w:val="Hyperlink"/>
                <w:b/>
              </w:rPr>
              <w:t>Spinner shark</w:t>
            </w:r>
            <w:r w:rsidRPr="001F5B4D">
              <w:rPr>
                <w:b/>
              </w:rPr>
              <w:fldChar w:fldCharType="end"/>
            </w:r>
          </w:p>
        </w:tc>
        <w:tc>
          <w:tcPr>
            <w:tcW w:w="3969" w:type="dxa"/>
            <w:gridSpan w:val="2"/>
            <w:tcBorders>
              <w:bottom w:val="single" w:sz="4" w:space="0" w:color="auto"/>
            </w:tcBorders>
            <w:shd w:val="clear" w:color="auto" w:fill="998877"/>
          </w:tcPr>
          <w:p w14:paraId="56D95991" w14:textId="6DCCD994" w:rsidR="001F5B4D" w:rsidRPr="001F5B4D" w:rsidRDefault="001F5B4D" w:rsidP="001F5B4D">
            <w:pPr>
              <w:rPr>
                <w:b/>
                <w:i/>
              </w:rPr>
            </w:pPr>
            <w:r w:rsidRPr="001F5B4D">
              <w:rPr>
                <w:b/>
                <w:i/>
              </w:rPr>
              <w:t>Carcharhinus brevipinna</w:t>
            </w:r>
          </w:p>
        </w:tc>
      </w:tr>
      <w:bookmarkEnd w:id="198"/>
      <w:tr w:rsidR="001F5B4D" w:rsidRPr="001F5B4D" w14:paraId="2142F6FE" w14:textId="77777777" w:rsidTr="00F96264">
        <w:tblPrEx>
          <w:tblCellMar>
            <w:top w:w="0" w:type="dxa"/>
            <w:bottom w:w="0" w:type="dxa"/>
          </w:tblCellMar>
        </w:tblPrEx>
        <w:trPr>
          <w:cantSplit/>
        </w:trPr>
        <w:tc>
          <w:tcPr>
            <w:tcW w:w="7938" w:type="dxa"/>
            <w:gridSpan w:val="4"/>
            <w:shd w:val="clear" w:color="auto" w:fill="998877"/>
          </w:tcPr>
          <w:p w14:paraId="5C9A29D0" w14:textId="699C3A58" w:rsidR="001F5B4D" w:rsidRPr="001F5B4D" w:rsidRDefault="001F5B4D" w:rsidP="001F5B4D">
            <w:pPr>
              <w:rPr>
                <w:b/>
              </w:rPr>
            </w:pPr>
            <w:r w:rsidRPr="001F5B4D">
              <w:rPr>
                <w:b/>
              </w:rPr>
              <w:t>Productivity</w:t>
            </w:r>
          </w:p>
        </w:tc>
      </w:tr>
      <w:tr w:rsidR="001F5B4D" w:rsidRPr="001F5B4D" w14:paraId="363273C8" w14:textId="77777777" w:rsidTr="001F5B4D">
        <w:tblPrEx>
          <w:tblCellMar>
            <w:top w:w="0" w:type="dxa"/>
            <w:bottom w:w="0" w:type="dxa"/>
          </w:tblCellMar>
        </w:tblPrEx>
        <w:trPr>
          <w:cantSplit/>
        </w:trPr>
        <w:tc>
          <w:tcPr>
            <w:tcW w:w="2551" w:type="dxa"/>
            <w:shd w:val="clear" w:color="auto" w:fill="998877"/>
          </w:tcPr>
          <w:p w14:paraId="210A2D5E" w14:textId="29774458" w:rsidR="001F5B4D" w:rsidRPr="001F5B4D" w:rsidRDefault="001F5B4D" w:rsidP="001F5B4D">
            <w:r w:rsidRPr="001F5B4D">
              <w:t>Average age at maturity</w:t>
            </w:r>
          </w:p>
        </w:tc>
        <w:tc>
          <w:tcPr>
            <w:tcW w:w="4536" w:type="dxa"/>
            <w:gridSpan w:val="2"/>
          </w:tcPr>
          <w:p w14:paraId="1E7B2061" w14:textId="5F85BFE7" w:rsidR="001F5B4D" w:rsidRPr="001F5B4D" w:rsidRDefault="001F5B4D" w:rsidP="001F5B4D">
            <w:r w:rsidRPr="001F5B4D">
              <w:t>Species growth rate (K) is 0.200, which is higher than lowest risk K (0.183) for age at maturity.</w:t>
            </w:r>
          </w:p>
        </w:tc>
        <w:tc>
          <w:tcPr>
            <w:tcW w:w="851" w:type="dxa"/>
          </w:tcPr>
          <w:p w14:paraId="7495E9AC" w14:textId="291FFC40" w:rsidR="001F5B4D" w:rsidRPr="001F5B4D" w:rsidRDefault="001F5B4D" w:rsidP="001F5B4D">
            <w:r w:rsidRPr="001F5B4D">
              <w:t>1</w:t>
            </w:r>
          </w:p>
        </w:tc>
      </w:tr>
      <w:tr w:rsidR="001F5B4D" w:rsidRPr="001F5B4D" w14:paraId="45F93584" w14:textId="77777777" w:rsidTr="001F5B4D">
        <w:tblPrEx>
          <w:tblCellMar>
            <w:top w:w="0" w:type="dxa"/>
            <w:bottom w:w="0" w:type="dxa"/>
          </w:tblCellMar>
        </w:tblPrEx>
        <w:trPr>
          <w:cantSplit/>
        </w:trPr>
        <w:tc>
          <w:tcPr>
            <w:tcW w:w="2551" w:type="dxa"/>
            <w:shd w:val="clear" w:color="auto" w:fill="998877"/>
          </w:tcPr>
          <w:p w14:paraId="489082B8" w14:textId="4B1CFC57" w:rsidR="001F5B4D" w:rsidRPr="001F5B4D" w:rsidRDefault="001F5B4D" w:rsidP="001F5B4D">
            <w:r w:rsidRPr="001F5B4D">
              <w:t>Average max age</w:t>
            </w:r>
          </w:p>
        </w:tc>
        <w:tc>
          <w:tcPr>
            <w:tcW w:w="4536" w:type="dxa"/>
            <w:gridSpan w:val="2"/>
          </w:tcPr>
          <w:p w14:paraId="6AF3961F" w14:textId="32096E52" w:rsidR="001F5B4D" w:rsidRPr="001F5B4D" w:rsidRDefault="001F5B4D" w:rsidP="001F5B4D">
            <w:r w:rsidRPr="001F5B4D">
              <w:t>Species growth rate (K) is 0.200, which is in the medium risk K range (0.12-0.30) for maximum age.</w:t>
            </w:r>
          </w:p>
        </w:tc>
        <w:tc>
          <w:tcPr>
            <w:tcW w:w="851" w:type="dxa"/>
          </w:tcPr>
          <w:p w14:paraId="1DD315D4" w14:textId="2EDA1C07" w:rsidR="001F5B4D" w:rsidRPr="001F5B4D" w:rsidRDefault="001F5B4D" w:rsidP="001F5B4D">
            <w:r w:rsidRPr="001F5B4D">
              <w:t>2</w:t>
            </w:r>
          </w:p>
        </w:tc>
      </w:tr>
      <w:tr w:rsidR="001F5B4D" w:rsidRPr="001F5B4D" w14:paraId="67AE7491" w14:textId="77777777" w:rsidTr="001F5B4D">
        <w:tblPrEx>
          <w:tblCellMar>
            <w:top w:w="0" w:type="dxa"/>
            <w:bottom w:w="0" w:type="dxa"/>
          </w:tblCellMar>
        </w:tblPrEx>
        <w:trPr>
          <w:cantSplit/>
        </w:trPr>
        <w:tc>
          <w:tcPr>
            <w:tcW w:w="2551" w:type="dxa"/>
            <w:shd w:val="clear" w:color="auto" w:fill="998877"/>
          </w:tcPr>
          <w:p w14:paraId="0486D815" w14:textId="00720307" w:rsidR="001F5B4D" w:rsidRPr="001F5B4D" w:rsidRDefault="001F5B4D" w:rsidP="001F5B4D">
            <w:r w:rsidRPr="001F5B4D">
              <w:t>Fecundity</w:t>
            </w:r>
          </w:p>
        </w:tc>
        <w:tc>
          <w:tcPr>
            <w:tcW w:w="4536" w:type="dxa"/>
            <w:gridSpan w:val="2"/>
          </w:tcPr>
          <w:p w14:paraId="441C49E9" w14:textId="30EAC5C9" w:rsidR="001F5B4D" w:rsidRPr="001F5B4D" w:rsidRDefault="001F5B4D" w:rsidP="001F5B4D">
            <w:r w:rsidRPr="001F5B4D">
              <w:t>Species fecundity is 3 eggs/year, which is lower than the highest risk value (100).</w:t>
            </w:r>
          </w:p>
        </w:tc>
        <w:tc>
          <w:tcPr>
            <w:tcW w:w="851" w:type="dxa"/>
          </w:tcPr>
          <w:p w14:paraId="0C4C56E6" w14:textId="39B28A3C" w:rsidR="001F5B4D" w:rsidRPr="001F5B4D" w:rsidRDefault="001F5B4D" w:rsidP="001F5B4D">
            <w:r w:rsidRPr="001F5B4D">
              <w:t>3</w:t>
            </w:r>
          </w:p>
        </w:tc>
      </w:tr>
      <w:tr w:rsidR="001F5B4D" w:rsidRPr="001F5B4D" w14:paraId="53BBD50E" w14:textId="77777777" w:rsidTr="001F5B4D">
        <w:tblPrEx>
          <w:tblCellMar>
            <w:top w:w="0" w:type="dxa"/>
            <w:bottom w:w="0" w:type="dxa"/>
          </w:tblCellMar>
        </w:tblPrEx>
        <w:trPr>
          <w:cantSplit/>
        </w:trPr>
        <w:tc>
          <w:tcPr>
            <w:tcW w:w="2551" w:type="dxa"/>
            <w:shd w:val="clear" w:color="auto" w:fill="998877"/>
          </w:tcPr>
          <w:p w14:paraId="2ABAD5AA" w14:textId="116DF974" w:rsidR="001F5B4D" w:rsidRPr="001F5B4D" w:rsidRDefault="001F5B4D" w:rsidP="001F5B4D">
            <w:r w:rsidRPr="001F5B4D">
              <w:t>Average max size</w:t>
            </w:r>
          </w:p>
        </w:tc>
        <w:tc>
          <w:tcPr>
            <w:tcW w:w="4536" w:type="dxa"/>
            <w:gridSpan w:val="2"/>
          </w:tcPr>
          <w:p w14:paraId="5CA39F51" w14:textId="4307843F" w:rsidR="001F5B4D" w:rsidRPr="001F5B4D" w:rsidRDefault="001F5B4D" w:rsidP="001F5B4D">
            <w:r w:rsidRPr="001F5B4D">
              <w:t>Species maximum length is 300, which is in the medium risk range (100-300cm).</w:t>
            </w:r>
          </w:p>
        </w:tc>
        <w:tc>
          <w:tcPr>
            <w:tcW w:w="851" w:type="dxa"/>
          </w:tcPr>
          <w:p w14:paraId="0C23C7FC" w14:textId="12694C11" w:rsidR="001F5B4D" w:rsidRPr="001F5B4D" w:rsidRDefault="001F5B4D" w:rsidP="001F5B4D">
            <w:r w:rsidRPr="001F5B4D">
              <w:t>2</w:t>
            </w:r>
          </w:p>
        </w:tc>
      </w:tr>
      <w:tr w:rsidR="001F5B4D" w:rsidRPr="001F5B4D" w14:paraId="6F03CF78" w14:textId="77777777" w:rsidTr="001F5B4D">
        <w:tblPrEx>
          <w:tblCellMar>
            <w:top w:w="0" w:type="dxa"/>
            <w:bottom w:w="0" w:type="dxa"/>
          </w:tblCellMar>
        </w:tblPrEx>
        <w:trPr>
          <w:cantSplit/>
        </w:trPr>
        <w:tc>
          <w:tcPr>
            <w:tcW w:w="2551" w:type="dxa"/>
            <w:shd w:val="clear" w:color="auto" w:fill="998877"/>
          </w:tcPr>
          <w:p w14:paraId="67E95100" w14:textId="6C97E038" w:rsidR="001F5B4D" w:rsidRPr="001F5B4D" w:rsidRDefault="001F5B4D" w:rsidP="001F5B4D">
            <w:r w:rsidRPr="001F5B4D">
              <w:t>Average size at maturity</w:t>
            </w:r>
          </w:p>
        </w:tc>
        <w:tc>
          <w:tcPr>
            <w:tcW w:w="4536" w:type="dxa"/>
            <w:gridSpan w:val="2"/>
          </w:tcPr>
          <w:p w14:paraId="7CD561CF" w14:textId="1981BF74" w:rsidR="001F5B4D" w:rsidRPr="001F5B4D" w:rsidRDefault="001F5B4D" w:rsidP="001F5B4D">
            <w:r w:rsidRPr="001F5B4D">
              <w:t>Species length at maturity is 210, which is higher than the highest risk value (200cm).</w:t>
            </w:r>
          </w:p>
        </w:tc>
        <w:tc>
          <w:tcPr>
            <w:tcW w:w="851" w:type="dxa"/>
          </w:tcPr>
          <w:p w14:paraId="21164939" w14:textId="219A8967" w:rsidR="001F5B4D" w:rsidRPr="001F5B4D" w:rsidRDefault="001F5B4D" w:rsidP="001F5B4D">
            <w:r w:rsidRPr="001F5B4D">
              <w:t>3</w:t>
            </w:r>
          </w:p>
        </w:tc>
      </w:tr>
      <w:tr w:rsidR="001F5B4D" w:rsidRPr="001F5B4D" w14:paraId="46E56BC0" w14:textId="77777777" w:rsidTr="001F5B4D">
        <w:tblPrEx>
          <w:tblCellMar>
            <w:top w:w="0" w:type="dxa"/>
            <w:bottom w:w="0" w:type="dxa"/>
          </w:tblCellMar>
        </w:tblPrEx>
        <w:trPr>
          <w:cantSplit/>
        </w:trPr>
        <w:tc>
          <w:tcPr>
            <w:tcW w:w="2551" w:type="dxa"/>
            <w:shd w:val="clear" w:color="auto" w:fill="998877"/>
          </w:tcPr>
          <w:p w14:paraId="003B1E8A" w14:textId="4095FA1A" w:rsidR="001F5B4D" w:rsidRPr="001F5B4D" w:rsidRDefault="001F5B4D" w:rsidP="001F5B4D">
            <w:r w:rsidRPr="001F5B4D">
              <w:t>Reproductive strategy</w:t>
            </w:r>
          </w:p>
        </w:tc>
        <w:tc>
          <w:tcPr>
            <w:tcW w:w="4536" w:type="dxa"/>
            <w:gridSpan w:val="2"/>
          </w:tcPr>
          <w:p w14:paraId="770F55FE" w14:textId="54A88E70" w:rsidR="001F5B4D" w:rsidRPr="001F5B4D" w:rsidRDefault="001F5B4D" w:rsidP="001F5B4D">
            <w:r w:rsidRPr="001F5B4D">
              <w:t>Species reproductive strategy is live bearer, which is high risk.</w:t>
            </w:r>
          </w:p>
        </w:tc>
        <w:tc>
          <w:tcPr>
            <w:tcW w:w="851" w:type="dxa"/>
          </w:tcPr>
          <w:p w14:paraId="2262E484" w14:textId="616D341B" w:rsidR="001F5B4D" w:rsidRPr="001F5B4D" w:rsidRDefault="001F5B4D" w:rsidP="001F5B4D">
            <w:r w:rsidRPr="001F5B4D">
              <w:t>3</w:t>
            </w:r>
          </w:p>
        </w:tc>
      </w:tr>
      <w:tr w:rsidR="001F5B4D" w:rsidRPr="001F5B4D" w14:paraId="02BD6AFD" w14:textId="77777777" w:rsidTr="001F5B4D">
        <w:tblPrEx>
          <w:tblCellMar>
            <w:top w:w="0" w:type="dxa"/>
            <w:bottom w:w="0" w:type="dxa"/>
          </w:tblCellMar>
        </w:tblPrEx>
        <w:trPr>
          <w:cantSplit/>
        </w:trPr>
        <w:tc>
          <w:tcPr>
            <w:tcW w:w="2551" w:type="dxa"/>
            <w:shd w:val="clear" w:color="auto" w:fill="998877"/>
          </w:tcPr>
          <w:p w14:paraId="6A638FBF" w14:textId="3574CC59" w:rsidR="001F5B4D" w:rsidRPr="001F5B4D" w:rsidRDefault="001F5B4D" w:rsidP="001F5B4D">
            <w:r w:rsidRPr="001F5B4D">
              <w:t>Trophic level</w:t>
            </w:r>
          </w:p>
        </w:tc>
        <w:tc>
          <w:tcPr>
            <w:tcW w:w="4536" w:type="dxa"/>
            <w:gridSpan w:val="2"/>
            <w:tcBorders>
              <w:bottom w:val="single" w:sz="4" w:space="0" w:color="auto"/>
            </w:tcBorders>
          </w:tcPr>
          <w:p w14:paraId="088E7AEA" w14:textId="5CD03252" w:rsidR="001F5B4D" w:rsidRPr="001F5B4D" w:rsidRDefault="001F5B4D" w:rsidP="001F5B4D">
            <w:r w:rsidRPr="001F5B4D">
              <w:t>Species trophic level is 4.2, which is higher than the highest risk value (3.25).</w:t>
            </w:r>
          </w:p>
        </w:tc>
        <w:tc>
          <w:tcPr>
            <w:tcW w:w="851" w:type="dxa"/>
          </w:tcPr>
          <w:p w14:paraId="5D0E2565" w14:textId="3A275246" w:rsidR="001F5B4D" w:rsidRPr="001F5B4D" w:rsidRDefault="001F5B4D" w:rsidP="001F5B4D">
            <w:r w:rsidRPr="001F5B4D">
              <w:t>3</w:t>
            </w:r>
          </w:p>
        </w:tc>
      </w:tr>
      <w:tr w:rsidR="001F5B4D" w:rsidRPr="001F5B4D" w14:paraId="6B22507A"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37BE107A" w14:textId="77777777" w:rsidR="001F5B4D" w:rsidRPr="001F5B4D" w:rsidRDefault="001F5B4D" w:rsidP="001F5B4D"/>
        </w:tc>
        <w:tc>
          <w:tcPr>
            <w:tcW w:w="4536" w:type="dxa"/>
            <w:gridSpan w:val="2"/>
            <w:tcBorders>
              <w:bottom w:val="single" w:sz="4" w:space="0" w:color="auto"/>
            </w:tcBorders>
            <w:shd w:val="clear" w:color="auto" w:fill="998877"/>
          </w:tcPr>
          <w:p w14:paraId="118AE461" w14:textId="118C2325" w:rsidR="001F5B4D" w:rsidRPr="001F5B4D" w:rsidRDefault="001F5B4D" w:rsidP="001F5B4D">
            <w:r w:rsidRPr="001F5B4D">
              <w:t>Productivity score</w:t>
            </w:r>
          </w:p>
        </w:tc>
        <w:tc>
          <w:tcPr>
            <w:tcW w:w="851" w:type="dxa"/>
            <w:tcBorders>
              <w:bottom w:val="single" w:sz="4" w:space="0" w:color="auto"/>
            </w:tcBorders>
          </w:tcPr>
          <w:p w14:paraId="18680F5E" w14:textId="482D0281" w:rsidR="001F5B4D" w:rsidRPr="001F5B4D" w:rsidRDefault="001F5B4D" w:rsidP="001F5B4D">
            <w:r w:rsidRPr="001F5B4D">
              <w:t>2.43</w:t>
            </w:r>
          </w:p>
        </w:tc>
      </w:tr>
      <w:tr w:rsidR="001F5B4D" w:rsidRPr="001F5B4D" w14:paraId="0C718800" w14:textId="77777777" w:rsidTr="00F23867">
        <w:tblPrEx>
          <w:tblCellMar>
            <w:top w:w="0" w:type="dxa"/>
            <w:bottom w:w="0" w:type="dxa"/>
          </w:tblCellMar>
        </w:tblPrEx>
        <w:trPr>
          <w:cantSplit/>
        </w:trPr>
        <w:tc>
          <w:tcPr>
            <w:tcW w:w="7938" w:type="dxa"/>
            <w:gridSpan w:val="4"/>
            <w:shd w:val="clear" w:color="auto" w:fill="998877"/>
          </w:tcPr>
          <w:p w14:paraId="0F175055" w14:textId="0ADC9425" w:rsidR="001F5B4D" w:rsidRPr="001F5B4D" w:rsidRDefault="001F5B4D" w:rsidP="001F5B4D">
            <w:pPr>
              <w:rPr>
                <w:b/>
              </w:rPr>
            </w:pPr>
            <w:r w:rsidRPr="001F5B4D">
              <w:rPr>
                <w:b/>
              </w:rPr>
              <w:t>Susceptibility</w:t>
            </w:r>
          </w:p>
        </w:tc>
      </w:tr>
      <w:tr w:rsidR="001F5B4D" w:rsidRPr="001F5B4D" w14:paraId="589B657F" w14:textId="77777777" w:rsidTr="001F5B4D">
        <w:tblPrEx>
          <w:tblCellMar>
            <w:top w:w="0" w:type="dxa"/>
            <w:bottom w:w="0" w:type="dxa"/>
          </w:tblCellMar>
        </w:tblPrEx>
        <w:trPr>
          <w:cantSplit/>
        </w:trPr>
        <w:tc>
          <w:tcPr>
            <w:tcW w:w="2551" w:type="dxa"/>
            <w:shd w:val="clear" w:color="auto" w:fill="998877"/>
          </w:tcPr>
          <w:p w14:paraId="7A7B2789" w14:textId="4B2C1294" w:rsidR="001F5B4D" w:rsidRPr="001F5B4D" w:rsidRDefault="001F5B4D" w:rsidP="001F5B4D">
            <w:r w:rsidRPr="001F5B4D">
              <w:t>Areal overlap (availability)</w:t>
            </w:r>
          </w:p>
        </w:tc>
        <w:tc>
          <w:tcPr>
            <w:tcW w:w="4536" w:type="dxa"/>
            <w:gridSpan w:val="2"/>
          </w:tcPr>
          <w:p w14:paraId="61A8B42B" w14:textId="74D18803" w:rsidR="001F5B4D" w:rsidRPr="001F5B4D" w:rsidRDefault="001F5B4D" w:rsidP="001F5B4D">
            <w:r w:rsidRPr="001F5B4D">
              <w:t>Worldwide distribution, absent in Mediterranean / Southern Indian Ocean, mainly coastal</w:t>
            </w:r>
          </w:p>
        </w:tc>
        <w:tc>
          <w:tcPr>
            <w:tcW w:w="851" w:type="dxa"/>
          </w:tcPr>
          <w:p w14:paraId="2014CA23" w14:textId="255BC989" w:rsidR="001F5B4D" w:rsidRPr="001F5B4D" w:rsidRDefault="001F5B4D" w:rsidP="001F5B4D">
            <w:r w:rsidRPr="001F5B4D">
              <w:t>2</w:t>
            </w:r>
          </w:p>
        </w:tc>
      </w:tr>
      <w:tr w:rsidR="001F5B4D" w:rsidRPr="001F5B4D" w14:paraId="27C617F1" w14:textId="77777777" w:rsidTr="001F5B4D">
        <w:tblPrEx>
          <w:tblCellMar>
            <w:top w:w="0" w:type="dxa"/>
            <w:bottom w:w="0" w:type="dxa"/>
          </w:tblCellMar>
        </w:tblPrEx>
        <w:trPr>
          <w:cantSplit/>
        </w:trPr>
        <w:tc>
          <w:tcPr>
            <w:tcW w:w="2551" w:type="dxa"/>
            <w:shd w:val="clear" w:color="auto" w:fill="998877"/>
          </w:tcPr>
          <w:p w14:paraId="5C91AF99" w14:textId="4D4F5CB8" w:rsidR="001F5B4D" w:rsidRPr="001F5B4D" w:rsidRDefault="001F5B4D" w:rsidP="001F5B4D">
            <w:r w:rsidRPr="001F5B4D">
              <w:t>Encounterability</w:t>
            </w:r>
          </w:p>
        </w:tc>
        <w:tc>
          <w:tcPr>
            <w:tcW w:w="4536" w:type="dxa"/>
            <w:gridSpan w:val="2"/>
          </w:tcPr>
          <w:p w14:paraId="5C0A6117" w14:textId="78A4D169" w:rsidR="001F5B4D" w:rsidRPr="001F5B4D" w:rsidRDefault="001F5B4D" w:rsidP="001F5B4D">
            <w:r w:rsidRPr="001F5B4D">
              <w:t>The depth range of the species is 1-100m. For surface gears, the vertical overlap index with this species is 100.00%. This species is reef associated.</w:t>
            </w:r>
          </w:p>
        </w:tc>
        <w:tc>
          <w:tcPr>
            <w:tcW w:w="851" w:type="dxa"/>
          </w:tcPr>
          <w:p w14:paraId="153B8766" w14:textId="6602AFCA" w:rsidR="001F5B4D" w:rsidRPr="001F5B4D" w:rsidRDefault="001F5B4D" w:rsidP="001F5B4D">
            <w:r w:rsidRPr="001F5B4D">
              <w:t>2</w:t>
            </w:r>
          </w:p>
        </w:tc>
      </w:tr>
      <w:tr w:rsidR="001F5B4D" w:rsidRPr="001F5B4D" w14:paraId="66A06A89" w14:textId="77777777" w:rsidTr="001F5B4D">
        <w:tblPrEx>
          <w:tblCellMar>
            <w:top w:w="0" w:type="dxa"/>
            <w:bottom w:w="0" w:type="dxa"/>
          </w:tblCellMar>
        </w:tblPrEx>
        <w:trPr>
          <w:cantSplit/>
        </w:trPr>
        <w:tc>
          <w:tcPr>
            <w:tcW w:w="2551" w:type="dxa"/>
            <w:shd w:val="clear" w:color="auto" w:fill="998877"/>
          </w:tcPr>
          <w:p w14:paraId="759141C1" w14:textId="101EC1F6" w:rsidR="001F5B4D" w:rsidRPr="001F5B4D" w:rsidRDefault="001F5B4D" w:rsidP="001F5B4D">
            <w:r w:rsidRPr="001F5B4D">
              <w:t>Selectivity</w:t>
            </w:r>
          </w:p>
        </w:tc>
        <w:tc>
          <w:tcPr>
            <w:tcW w:w="4536" w:type="dxa"/>
            <w:gridSpan w:val="2"/>
          </w:tcPr>
          <w:p w14:paraId="609474B5" w14:textId="0703AB39" w:rsidR="001F5B4D" w:rsidRPr="001F5B4D" w:rsidRDefault="001F5B4D" w:rsidP="001F5B4D">
            <w:r w:rsidRPr="001F5B4D">
              <w:t>The maximum length of the species is 300cm. For tropical surface fisheries, the length overlap index with this species is 100.00%.</w:t>
            </w:r>
          </w:p>
        </w:tc>
        <w:tc>
          <w:tcPr>
            <w:tcW w:w="851" w:type="dxa"/>
          </w:tcPr>
          <w:p w14:paraId="3A4E3DAA" w14:textId="32CC6DAB" w:rsidR="001F5B4D" w:rsidRPr="001F5B4D" w:rsidRDefault="001F5B4D" w:rsidP="001F5B4D">
            <w:r w:rsidRPr="001F5B4D">
              <w:t>3</w:t>
            </w:r>
          </w:p>
        </w:tc>
      </w:tr>
      <w:tr w:rsidR="001F5B4D" w:rsidRPr="001F5B4D" w14:paraId="75B0D6AD" w14:textId="77777777" w:rsidTr="001F5B4D">
        <w:tblPrEx>
          <w:tblCellMar>
            <w:top w:w="0" w:type="dxa"/>
            <w:bottom w:w="0" w:type="dxa"/>
          </w:tblCellMar>
        </w:tblPrEx>
        <w:trPr>
          <w:cantSplit/>
        </w:trPr>
        <w:tc>
          <w:tcPr>
            <w:tcW w:w="2551" w:type="dxa"/>
            <w:shd w:val="clear" w:color="auto" w:fill="998877"/>
          </w:tcPr>
          <w:p w14:paraId="33240A6C" w14:textId="6798094B" w:rsidR="001F5B4D" w:rsidRPr="001F5B4D" w:rsidRDefault="001F5B4D" w:rsidP="001F5B4D">
            <w:r w:rsidRPr="001F5B4D">
              <w:t>Post capture mortality</w:t>
            </w:r>
          </w:p>
        </w:tc>
        <w:tc>
          <w:tcPr>
            <w:tcW w:w="4536" w:type="dxa"/>
            <w:gridSpan w:val="2"/>
            <w:tcBorders>
              <w:bottom w:val="single" w:sz="4" w:space="0" w:color="auto"/>
            </w:tcBorders>
          </w:tcPr>
          <w:p w14:paraId="08B0A65B" w14:textId="4EA969B9" w:rsidR="001F5B4D" w:rsidRPr="001F5B4D" w:rsidRDefault="001F5B4D" w:rsidP="001F5B4D">
            <w:r w:rsidRPr="001F5B4D">
              <w:t>No direct evidence of survival after capture.</w:t>
            </w:r>
          </w:p>
        </w:tc>
        <w:tc>
          <w:tcPr>
            <w:tcW w:w="851" w:type="dxa"/>
          </w:tcPr>
          <w:p w14:paraId="7BEAB1B8" w14:textId="5449B220" w:rsidR="001F5B4D" w:rsidRPr="001F5B4D" w:rsidRDefault="001F5B4D" w:rsidP="001F5B4D">
            <w:r w:rsidRPr="001F5B4D">
              <w:t>3</w:t>
            </w:r>
          </w:p>
        </w:tc>
      </w:tr>
      <w:tr w:rsidR="001F5B4D" w:rsidRPr="001F5B4D" w14:paraId="3FB5EDAB" w14:textId="77777777" w:rsidTr="001F5B4D">
        <w:tblPrEx>
          <w:tblCellMar>
            <w:top w:w="0" w:type="dxa"/>
            <w:bottom w:w="0" w:type="dxa"/>
          </w:tblCellMar>
        </w:tblPrEx>
        <w:trPr>
          <w:cantSplit/>
        </w:trPr>
        <w:tc>
          <w:tcPr>
            <w:tcW w:w="2551" w:type="dxa"/>
            <w:shd w:val="clear" w:color="auto" w:fill="998877"/>
          </w:tcPr>
          <w:p w14:paraId="1C28AE59" w14:textId="77777777" w:rsidR="001F5B4D" w:rsidRPr="001F5B4D" w:rsidRDefault="001F5B4D" w:rsidP="001F5B4D"/>
        </w:tc>
        <w:tc>
          <w:tcPr>
            <w:tcW w:w="4536" w:type="dxa"/>
            <w:gridSpan w:val="2"/>
            <w:tcBorders>
              <w:bottom w:val="single" w:sz="4" w:space="0" w:color="auto"/>
            </w:tcBorders>
            <w:shd w:val="clear" w:color="auto" w:fill="998877"/>
          </w:tcPr>
          <w:p w14:paraId="5FB55DC7" w14:textId="2A436040" w:rsidR="001F5B4D" w:rsidRPr="001F5B4D" w:rsidRDefault="001F5B4D" w:rsidP="001F5B4D">
            <w:r w:rsidRPr="001F5B4D">
              <w:t>Susceptibility score</w:t>
            </w:r>
          </w:p>
        </w:tc>
        <w:tc>
          <w:tcPr>
            <w:tcW w:w="851" w:type="dxa"/>
          </w:tcPr>
          <w:p w14:paraId="4BDB8624" w14:textId="75D03CEE" w:rsidR="001F5B4D" w:rsidRPr="001F5B4D" w:rsidRDefault="001F5B4D" w:rsidP="001F5B4D">
            <w:r w:rsidRPr="001F5B4D">
              <w:t>1.88</w:t>
            </w:r>
          </w:p>
        </w:tc>
      </w:tr>
      <w:tr w:rsidR="001F5B4D" w:rsidRPr="001F5B4D" w14:paraId="3355B13F" w14:textId="77777777" w:rsidTr="001F5B4D">
        <w:tblPrEx>
          <w:tblCellMar>
            <w:top w:w="0" w:type="dxa"/>
            <w:bottom w:w="0" w:type="dxa"/>
          </w:tblCellMar>
        </w:tblPrEx>
        <w:trPr>
          <w:cantSplit/>
        </w:trPr>
        <w:tc>
          <w:tcPr>
            <w:tcW w:w="2551" w:type="dxa"/>
            <w:shd w:val="clear" w:color="auto" w:fill="998877"/>
          </w:tcPr>
          <w:p w14:paraId="416B83C0" w14:textId="77777777" w:rsidR="001F5B4D" w:rsidRPr="001F5B4D" w:rsidRDefault="001F5B4D" w:rsidP="001F5B4D"/>
        </w:tc>
        <w:tc>
          <w:tcPr>
            <w:tcW w:w="4536" w:type="dxa"/>
            <w:gridSpan w:val="2"/>
            <w:shd w:val="clear" w:color="auto" w:fill="998877"/>
          </w:tcPr>
          <w:p w14:paraId="54AA334B" w14:textId="50BE73D1" w:rsidR="001F5B4D" w:rsidRPr="001F5B4D" w:rsidRDefault="001F5B4D" w:rsidP="001F5B4D">
            <w:r w:rsidRPr="001F5B4D">
              <w:t>Vulnerability score</w:t>
            </w:r>
          </w:p>
        </w:tc>
        <w:tc>
          <w:tcPr>
            <w:tcW w:w="851" w:type="dxa"/>
          </w:tcPr>
          <w:p w14:paraId="207E9638" w14:textId="356DEE6C" w:rsidR="001F5B4D" w:rsidRPr="001F5B4D" w:rsidRDefault="001F5B4D" w:rsidP="001F5B4D">
            <w:r w:rsidRPr="001F5B4D">
              <w:t>3.07</w:t>
            </w:r>
          </w:p>
        </w:tc>
      </w:tr>
    </w:tbl>
    <w:p w14:paraId="2A73EB5D" w14:textId="55606260"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7D252AB2"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199" w:name="T_LMA" w:colFirst="0" w:colLast="0"/>
          <w:p w14:paraId="7A84B41F" w14:textId="448EE3C8" w:rsidR="001F5B4D" w:rsidRPr="001F5B4D" w:rsidRDefault="001F5B4D" w:rsidP="001F5B4D">
            <w:pPr>
              <w:rPr>
                <w:b/>
              </w:rPr>
            </w:pPr>
            <w:r w:rsidRPr="001F5B4D">
              <w:rPr>
                <w:b/>
              </w:rPr>
              <w:fldChar w:fldCharType="begin"/>
            </w:r>
            <w:r w:rsidRPr="001F5B4D">
              <w:rPr>
                <w:b/>
              </w:rPr>
              <w:instrText xml:space="preserve"> HYPERLINK  \l "S_LMA" \o "PSA Score" </w:instrText>
            </w:r>
            <w:r w:rsidRPr="001F5B4D">
              <w:rPr>
                <w:b/>
              </w:rPr>
            </w:r>
            <w:r w:rsidRPr="001F5B4D">
              <w:rPr>
                <w:b/>
              </w:rPr>
              <w:fldChar w:fldCharType="separate"/>
            </w:r>
            <w:r w:rsidRPr="001F5B4D">
              <w:rPr>
                <w:rStyle w:val="Hyperlink"/>
                <w:b/>
              </w:rPr>
              <w:t>Longfin mako</w:t>
            </w:r>
            <w:r w:rsidRPr="001F5B4D">
              <w:rPr>
                <w:b/>
              </w:rPr>
              <w:fldChar w:fldCharType="end"/>
            </w:r>
          </w:p>
        </w:tc>
        <w:tc>
          <w:tcPr>
            <w:tcW w:w="3969" w:type="dxa"/>
            <w:gridSpan w:val="2"/>
            <w:tcBorders>
              <w:bottom w:val="single" w:sz="4" w:space="0" w:color="auto"/>
            </w:tcBorders>
            <w:shd w:val="clear" w:color="auto" w:fill="998877"/>
          </w:tcPr>
          <w:p w14:paraId="7E1B6CAD" w14:textId="07993AB5" w:rsidR="001F5B4D" w:rsidRPr="001F5B4D" w:rsidRDefault="001F5B4D" w:rsidP="001F5B4D">
            <w:pPr>
              <w:rPr>
                <w:b/>
                <w:i/>
              </w:rPr>
            </w:pPr>
            <w:r w:rsidRPr="001F5B4D">
              <w:rPr>
                <w:b/>
                <w:i/>
              </w:rPr>
              <w:t>Isurus paucus</w:t>
            </w:r>
          </w:p>
        </w:tc>
      </w:tr>
      <w:bookmarkEnd w:id="199"/>
      <w:tr w:rsidR="001F5B4D" w:rsidRPr="001F5B4D" w14:paraId="22B44986" w14:textId="77777777" w:rsidTr="00497A6C">
        <w:tblPrEx>
          <w:tblCellMar>
            <w:top w:w="0" w:type="dxa"/>
            <w:bottom w:w="0" w:type="dxa"/>
          </w:tblCellMar>
        </w:tblPrEx>
        <w:trPr>
          <w:cantSplit/>
        </w:trPr>
        <w:tc>
          <w:tcPr>
            <w:tcW w:w="7938" w:type="dxa"/>
            <w:gridSpan w:val="4"/>
            <w:shd w:val="clear" w:color="auto" w:fill="998877"/>
          </w:tcPr>
          <w:p w14:paraId="78885F13" w14:textId="64067968" w:rsidR="001F5B4D" w:rsidRPr="001F5B4D" w:rsidRDefault="001F5B4D" w:rsidP="001F5B4D">
            <w:pPr>
              <w:rPr>
                <w:b/>
              </w:rPr>
            </w:pPr>
            <w:r w:rsidRPr="001F5B4D">
              <w:rPr>
                <w:b/>
              </w:rPr>
              <w:t>Productivity</w:t>
            </w:r>
          </w:p>
        </w:tc>
      </w:tr>
      <w:tr w:rsidR="001F5B4D" w:rsidRPr="001F5B4D" w14:paraId="3703CA2D" w14:textId="77777777" w:rsidTr="001F5B4D">
        <w:tblPrEx>
          <w:tblCellMar>
            <w:top w:w="0" w:type="dxa"/>
            <w:bottom w:w="0" w:type="dxa"/>
          </w:tblCellMar>
        </w:tblPrEx>
        <w:trPr>
          <w:cantSplit/>
        </w:trPr>
        <w:tc>
          <w:tcPr>
            <w:tcW w:w="2551" w:type="dxa"/>
            <w:shd w:val="clear" w:color="auto" w:fill="998877"/>
          </w:tcPr>
          <w:p w14:paraId="797569A0" w14:textId="676C8417" w:rsidR="001F5B4D" w:rsidRPr="001F5B4D" w:rsidRDefault="001F5B4D" w:rsidP="001F5B4D">
            <w:r w:rsidRPr="001F5B4D">
              <w:t>Average age at maturity</w:t>
            </w:r>
          </w:p>
        </w:tc>
        <w:tc>
          <w:tcPr>
            <w:tcW w:w="4536" w:type="dxa"/>
            <w:gridSpan w:val="2"/>
          </w:tcPr>
          <w:p w14:paraId="28621810" w14:textId="4914431E" w:rsidR="001F5B4D" w:rsidRPr="001F5B4D" w:rsidRDefault="001F5B4D" w:rsidP="001F5B4D">
            <w:r w:rsidRPr="001F5B4D">
              <w:t>The score is based on the maximum risk score in the family Agonidae, which included 1 species.</w:t>
            </w:r>
          </w:p>
        </w:tc>
        <w:tc>
          <w:tcPr>
            <w:tcW w:w="851" w:type="dxa"/>
          </w:tcPr>
          <w:p w14:paraId="5641D7E2" w14:textId="295FAACB" w:rsidR="001F5B4D" w:rsidRPr="001F5B4D" w:rsidRDefault="001F5B4D" w:rsidP="001F5B4D">
            <w:r w:rsidRPr="001F5B4D">
              <w:t>2</w:t>
            </w:r>
          </w:p>
        </w:tc>
      </w:tr>
      <w:tr w:rsidR="001F5B4D" w:rsidRPr="001F5B4D" w14:paraId="7B700E47" w14:textId="77777777" w:rsidTr="001F5B4D">
        <w:tblPrEx>
          <w:tblCellMar>
            <w:top w:w="0" w:type="dxa"/>
            <w:bottom w:w="0" w:type="dxa"/>
          </w:tblCellMar>
        </w:tblPrEx>
        <w:trPr>
          <w:cantSplit/>
        </w:trPr>
        <w:tc>
          <w:tcPr>
            <w:tcW w:w="2551" w:type="dxa"/>
            <w:shd w:val="clear" w:color="auto" w:fill="998877"/>
          </w:tcPr>
          <w:p w14:paraId="276FE85B" w14:textId="5627FFDE" w:rsidR="001F5B4D" w:rsidRPr="001F5B4D" w:rsidRDefault="001F5B4D" w:rsidP="001F5B4D">
            <w:r w:rsidRPr="001F5B4D">
              <w:t>Average max age</w:t>
            </w:r>
          </w:p>
        </w:tc>
        <w:tc>
          <w:tcPr>
            <w:tcW w:w="4536" w:type="dxa"/>
            <w:gridSpan w:val="2"/>
          </w:tcPr>
          <w:p w14:paraId="0B31B3E4" w14:textId="578FC47C" w:rsidR="001F5B4D" w:rsidRPr="001F5B4D" w:rsidRDefault="001F5B4D" w:rsidP="001F5B4D">
            <w:r w:rsidRPr="001F5B4D">
              <w:t>The score is based on the maximum risk score in the family Agonidae, which included 1 species.</w:t>
            </w:r>
          </w:p>
        </w:tc>
        <w:tc>
          <w:tcPr>
            <w:tcW w:w="851" w:type="dxa"/>
          </w:tcPr>
          <w:p w14:paraId="0CCEFA96" w14:textId="4171A4E9" w:rsidR="001F5B4D" w:rsidRPr="001F5B4D" w:rsidRDefault="001F5B4D" w:rsidP="001F5B4D">
            <w:r w:rsidRPr="001F5B4D">
              <w:t>3</w:t>
            </w:r>
          </w:p>
        </w:tc>
      </w:tr>
      <w:tr w:rsidR="001F5B4D" w:rsidRPr="001F5B4D" w14:paraId="1208298A" w14:textId="77777777" w:rsidTr="001F5B4D">
        <w:tblPrEx>
          <w:tblCellMar>
            <w:top w:w="0" w:type="dxa"/>
            <w:bottom w:w="0" w:type="dxa"/>
          </w:tblCellMar>
        </w:tblPrEx>
        <w:trPr>
          <w:cantSplit/>
        </w:trPr>
        <w:tc>
          <w:tcPr>
            <w:tcW w:w="2551" w:type="dxa"/>
            <w:shd w:val="clear" w:color="auto" w:fill="998877"/>
          </w:tcPr>
          <w:p w14:paraId="14E0A611" w14:textId="3FD04CA5" w:rsidR="001F5B4D" w:rsidRPr="001F5B4D" w:rsidRDefault="001F5B4D" w:rsidP="001F5B4D">
            <w:r w:rsidRPr="001F5B4D">
              <w:t>Fecundity</w:t>
            </w:r>
          </w:p>
        </w:tc>
        <w:tc>
          <w:tcPr>
            <w:tcW w:w="4536" w:type="dxa"/>
            <w:gridSpan w:val="2"/>
          </w:tcPr>
          <w:p w14:paraId="094F9FCA" w14:textId="35193327" w:rsidR="001F5B4D" w:rsidRPr="001F5B4D" w:rsidRDefault="001F5B4D" w:rsidP="001F5B4D">
            <w:r w:rsidRPr="001F5B4D">
              <w:t>Species fecundity is 2 eggs/year, which is lower than the highest risk value (100).</w:t>
            </w:r>
          </w:p>
        </w:tc>
        <w:tc>
          <w:tcPr>
            <w:tcW w:w="851" w:type="dxa"/>
          </w:tcPr>
          <w:p w14:paraId="4EB1B20B" w14:textId="22CC3783" w:rsidR="001F5B4D" w:rsidRPr="001F5B4D" w:rsidRDefault="001F5B4D" w:rsidP="001F5B4D">
            <w:r w:rsidRPr="001F5B4D">
              <w:t>3</w:t>
            </w:r>
          </w:p>
        </w:tc>
      </w:tr>
      <w:tr w:rsidR="001F5B4D" w:rsidRPr="001F5B4D" w14:paraId="3D1032EF" w14:textId="77777777" w:rsidTr="001F5B4D">
        <w:tblPrEx>
          <w:tblCellMar>
            <w:top w:w="0" w:type="dxa"/>
            <w:bottom w:w="0" w:type="dxa"/>
          </w:tblCellMar>
        </w:tblPrEx>
        <w:trPr>
          <w:cantSplit/>
        </w:trPr>
        <w:tc>
          <w:tcPr>
            <w:tcW w:w="2551" w:type="dxa"/>
            <w:shd w:val="clear" w:color="auto" w:fill="998877"/>
          </w:tcPr>
          <w:p w14:paraId="5E2E48EE" w14:textId="0F7A55FD" w:rsidR="001F5B4D" w:rsidRPr="001F5B4D" w:rsidRDefault="001F5B4D" w:rsidP="001F5B4D">
            <w:r w:rsidRPr="001F5B4D">
              <w:t>Average max size</w:t>
            </w:r>
          </w:p>
        </w:tc>
        <w:tc>
          <w:tcPr>
            <w:tcW w:w="4536" w:type="dxa"/>
            <w:gridSpan w:val="2"/>
          </w:tcPr>
          <w:p w14:paraId="30B0BC56" w14:textId="634183A1" w:rsidR="001F5B4D" w:rsidRPr="001F5B4D" w:rsidRDefault="001F5B4D" w:rsidP="001F5B4D">
            <w:r w:rsidRPr="001F5B4D">
              <w:t>Species maximum length is 427, which is higher than the highest risk value (300cm).</w:t>
            </w:r>
          </w:p>
        </w:tc>
        <w:tc>
          <w:tcPr>
            <w:tcW w:w="851" w:type="dxa"/>
          </w:tcPr>
          <w:p w14:paraId="0735FBF9" w14:textId="6363A495" w:rsidR="001F5B4D" w:rsidRPr="001F5B4D" w:rsidRDefault="001F5B4D" w:rsidP="001F5B4D">
            <w:r w:rsidRPr="001F5B4D">
              <w:t>3</w:t>
            </w:r>
          </w:p>
        </w:tc>
      </w:tr>
      <w:tr w:rsidR="001F5B4D" w:rsidRPr="001F5B4D" w14:paraId="3C6C0CD2" w14:textId="77777777" w:rsidTr="001F5B4D">
        <w:tblPrEx>
          <w:tblCellMar>
            <w:top w:w="0" w:type="dxa"/>
            <w:bottom w:w="0" w:type="dxa"/>
          </w:tblCellMar>
        </w:tblPrEx>
        <w:trPr>
          <w:cantSplit/>
        </w:trPr>
        <w:tc>
          <w:tcPr>
            <w:tcW w:w="2551" w:type="dxa"/>
            <w:shd w:val="clear" w:color="auto" w:fill="998877"/>
          </w:tcPr>
          <w:p w14:paraId="317ECC7F" w14:textId="00ADD3F4" w:rsidR="001F5B4D" w:rsidRPr="001F5B4D" w:rsidRDefault="001F5B4D" w:rsidP="001F5B4D">
            <w:r w:rsidRPr="001F5B4D">
              <w:t>Average size at maturity</w:t>
            </w:r>
          </w:p>
        </w:tc>
        <w:tc>
          <w:tcPr>
            <w:tcW w:w="4536" w:type="dxa"/>
            <w:gridSpan w:val="2"/>
          </w:tcPr>
          <w:p w14:paraId="6877FD86" w14:textId="27A8F9BB" w:rsidR="001F5B4D" w:rsidRPr="001F5B4D" w:rsidRDefault="001F5B4D" w:rsidP="001F5B4D">
            <w:r w:rsidRPr="001F5B4D">
              <w:t>Species length at maturity is 205, which is higher than the highest risk value (200cm).</w:t>
            </w:r>
          </w:p>
        </w:tc>
        <w:tc>
          <w:tcPr>
            <w:tcW w:w="851" w:type="dxa"/>
          </w:tcPr>
          <w:p w14:paraId="5E45F244" w14:textId="1881365B" w:rsidR="001F5B4D" w:rsidRPr="001F5B4D" w:rsidRDefault="001F5B4D" w:rsidP="001F5B4D">
            <w:r w:rsidRPr="001F5B4D">
              <w:t>3</w:t>
            </w:r>
          </w:p>
        </w:tc>
      </w:tr>
      <w:tr w:rsidR="001F5B4D" w:rsidRPr="001F5B4D" w14:paraId="264B74BC" w14:textId="77777777" w:rsidTr="001F5B4D">
        <w:tblPrEx>
          <w:tblCellMar>
            <w:top w:w="0" w:type="dxa"/>
            <w:bottom w:w="0" w:type="dxa"/>
          </w:tblCellMar>
        </w:tblPrEx>
        <w:trPr>
          <w:cantSplit/>
        </w:trPr>
        <w:tc>
          <w:tcPr>
            <w:tcW w:w="2551" w:type="dxa"/>
            <w:shd w:val="clear" w:color="auto" w:fill="998877"/>
          </w:tcPr>
          <w:p w14:paraId="1834A045" w14:textId="300F019C" w:rsidR="001F5B4D" w:rsidRPr="001F5B4D" w:rsidRDefault="001F5B4D" w:rsidP="001F5B4D">
            <w:r w:rsidRPr="001F5B4D">
              <w:t>Reproductive strategy</w:t>
            </w:r>
          </w:p>
        </w:tc>
        <w:tc>
          <w:tcPr>
            <w:tcW w:w="4536" w:type="dxa"/>
            <w:gridSpan w:val="2"/>
          </w:tcPr>
          <w:p w14:paraId="35F53196" w14:textId="4ABD96E0" w:rsidR="001F5B4D" w:rsidRPr="001F5B4D" w:rsidRDefault="001F5B4D" w:rsidP="001F5B4D">
            <w:r w:rsidRPr="001F5B4D">
              <w:t>Species reproductive strategy is live bearer, which is high risk.</w:t>
            </w:r>
          </w:p>
        </w:tc>
        <w:tc>
          <w:tcPr>
            <w:tcW w:w="851" w:type="dxa"/>
          </w:tcPr>
          <w:p w14:paraId="1A7C1C04" w14:textId="6651DF5C" w:rsidR="001F5B4D" w:rsidRPr="001F5B4D" w:rsidRDefault="001F5B4D" w:rsidP="001F5B4D">
            <w:r w:rsidRPr="001F5B4D">
              <w:t>3</w:t>
            </w:r>
          </w:p>
        </w:tc>
      </w:tr>
      <w:tr w:rsidR="001F5B4D" w:rsidRPr="001F5B4D" w14:paraId="332AAE57" w14:textId="77777777" w:rsidTr="001F5B4D">
        <w:tblPrEx>
          <w:tblCellMar>
            <w:top w:w="0" w:type="dxa"/>
            <w:bottom w:w="0" w:type="dxa"/>
          </w:tblCellMar>
        </w:tblPrEx>
        <w:trPr>
          <w:cantSplit/>
        </w:trPr>
        <w:tc>
          <w:tcPr>
            <w:tcW w:w="2551" w:type="dxa"/>
            <w:shd w:val="clear" w:color="auto" w:fill="998877"/>
          </w:tcPr>
          <w:p w14:paraId="37CA1B60" w14:textId="6DF2B59E" w:rsidR="001F5B4D" w:rsidRPr="001F5B4D" w:rsidRDefault="001F5B4D" w:rsidP="001F5B4D">
            <w:r w:rsidRPr="001F5B4D">
              <w:t>Trophic level</w:t>
            </w:r>
          </w:p>
        </w:tc>
        <w:tc>
          <w:tcPr>
            <w:tcW w:w="4536" w:type="dxa"/>
            <w:gridSpan w:val="2"/>
            <w:tcBorders>
              <w:bottom w:val="single" w:sz="4" w:space="0" w:color="auto"/>
            </w:tcBorders>
          </w:tcPr>
          <w:p w14:paraId="5F890BDD" w14:textId="132E6F81" w:rsidR="001F5B4D" w:rsidRPr="001F5B4D" w:rsidRDefault="001F5B4D" w:rsidP="001F5B4D">
            <w:r w:rsidRPr="001F5B4D">
              <w:t>Species trophic level is 4.5, which is higher than the highest risk value (3.25).</w:t>
            </w:r>
          </w:p>
        </w:tc>
        <w:tc>
          <w:tcPr>
            <w:tcW w:w="851" w:type="dxa"/>
          </w:tcPr>
          <w:p w14:paraId="2798FCE5" w14:textId="77785A23" w:rsidR="001F5B4D" w:rsidRPr="001F5B4D" w:rsidRDefault="001F5B4D" w:rsidP="001F5B4D">
            <w:r w:rsidRPr="001F5B4D">
              <w:t>3</w:t>
            </w:r>
          </w:p>
        </w:tc>
      </w:tr>
      <w:tr w:rsidR="001F5B4D" w:rsidRPr="001F5B4D" w14:paraId="39F65D6D"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076F0E95" w14:textId="77777777" w:rsidR="001F5B4D" w:rsidRPr="001F5B4D" w:rsidRDefault="001F5B4D" w:rsidP="001F5B4D"/>
        </w:tc>
        <w:tc>
          <w:tcPr>
            <w:tcW w:w="4536" w:type="dxa"/>
            <w:gridSpan w:val="2"/>
            <w:tcBorders>
              <w:bottom w:val="single" w:sz="4" w:space="0" w:color="auto"/>
            </w:tcBorders>
            <w:shd w:val="clear" w:color="auto" w:fill="998877"/>
          </w:tcPr>
          <w:p w14:paraId="4A8F2ED6" w14:textId="5F26EC58" w:rsidR="001F5B4D" w:rsidRPr="001F5B4D" w:rsidRDefault="001F5B4D" w:rsidP="001F5B4D">
            <w:r w:rsidRPr="001F5B4D">
              <w:t>Productivity score</w:t>
            </w:r>
          </w:p>
        </w:tc>
        <w:tc>
          <w:tcPr>
            <w:tcW w:w="851" w:type="dxa"/>
            <w:tcBorders>
              <w:bottom w:val="single" w:sz="4" w:space="0" w:color="auto"/>
            </w:tcBorders>
          </w:tcPr>
          <w:p w14:paraId="7204B73C" w14:textId="7345E114" w:rsidR="001F5B4D" w:rsidRPr="001F5B4D" w:rsidRDefault="001F5B4D" w:rsidP="001F5B4D">
            <w:r w:rsidRPr="001F5B4D">
              <w:t>2.86</w:t>
            </w:r>
          </w:p>
        </w:tc>
      </w:tr>
      <w:tr w:rsidR="001F5B4D" w:rsidRPr="001F5B4D" w14:paraId="3952D01C" w14:textId="77777777" w:rsidTr="0038217F">
        <w:tblPrEx>
          <w:tblCellMar>
            <w:top w:w="0" w:type="dxa"/>
            <w:bottom w:w="0" w:type="dxa"/>
          </w:tblCellMar>
        </w:tblPrEx>
        <w:trPr>
          <w:cantSplit/>
        </w:trPr>
        <w:tc>
          <w:tcPr>
            <w:tcW w:w="7938" w:type="dxa"/>
            <w:gridSpan w:val="4"/>
            <w:shd w:val="clear" w:color="auto" w:fill="998877"/>
          </w:tcPr>
          <w:p w14:paraId="7218B7DF" w14:textId="4BE9DBFE" w:rsidR="001F5B4D" w:rsidRPr="001F5B4D" w:rsidRDefault="001F5B4D" w:rsidP="001F5B4D">
            <w:pPr>
              <w:rPr>
                <w:b/>
              </w:rPr>
            </w:pPr>
            <w:r w:rsidRPr="001F5B4D">
              <w:rPr>
                <w:b/>
              </w:rPr>
              <w:t>Susceptibility</w:t>
            </w:r>
          </w:p>
        </w:tc>
      </w:tr>
      <w:tr w:rsidR="001F5B4D" w:rsidRPr="001F5B4D" w14:paraId="2EAA34BF" w14:textId="77777777" w:rsidTr="001F5B4D">
        <w:tblPrEx>
          <w:tblCellMar>
            <w:top w:w="0" w:type="dxa"/>
            <w:bottom w:w="0" w:type="dxa"/>
          </w:tblCellMar>
        </w:tblPrEx>
        <w:trPr>
          <w:cantSplit/>
        </w:trPr>
        <w:tc>
          <w:tcPr>
            <w:tcW w:w="2551" w:type="dxa"/>
            <w:shd w:val="clear" w:color="auto" w:fill="998877"/>
          </w:tcPr>
          <w:p w14:paraId="3906A3CE" w14:textId="65A9706B" w:rsidR="001F5B4D" w:rsidRPr="001F5B4D" w:rsidRDefault="001F5B4D" w:rsidP="001F5B4D">
            <w:r w:rsidRPr="001F5B4D">
              <w:t>Areal overlap (availability)</w:t>
            </w:r>
          </w:p>
        </w:tc>
        <w:tc>
          <w:tcPr>
            <w:tcW w:w="4536" w:type="dxa"/>
            <w:gridSpan w:val="2"/>
          </w:tcPr>
          <w:p w14:paraId="4EC6E350" w14:textId="304AAE36" w:rsidR="001F5B4D" w:rsidRPr="001F5B4D" w:rsidRDefault="001F5B4D" w:rsidP="001F5B4D">
            <w:r w:rsidRPr="001F5B4D">
              <w:t>Worldwide pelagic distribution</w:t>
            </w:r>
          </w:p>
        </w:tc>
        <w:tc>
          <w:tcPr>
            <w:tcW w:w="851" w:type="dxa"/>
          </w:tcPr>
          <w:p w14:paraId="3F0B46DC" w14:textId="3C0A1254" w:rsidR="001F5B4D" w:rsidRPr="001F5B4D" w:rsidRDefault="001F5B4D" w:rsidP="001F5B4D">
            <w:r w:rsidRPr="001F5B4D">
              <w:t>3</w:t>
            </w:r>
          </w:p>
        </w:tc>
      </w:tr>
      <w:tr w:rsidR="001F5B4D" w:rsidRPr="001F5B4D" w14:paraId="0C7E26A8" w14:textId="77777777" w:rsidTr="001F5B4D">
        <w:tblPrEx>
          <w:tblCellMar>
            <w:top w:w="0" w:type="dxa"/>
            <w:bottom w:w="0" w:type="dxa"/>
          </w:tblCellMar>
        </w:tblPrEx>
        <w:trPr>
          <w:cantSplit/>
        </w:trPr>
        <w:tc>
          <w:tcPr>
            <w:tcW w:w="2551" w:type="dxa"/>
            <w:shd w:val="clear" w:color="auto" w:fill="998877"/>
          </w:tcPr>
          <w:p w14:paraId="52B66086" w14:textId="696DE9A5" w:rsidR="001F5B4D" w:rsidRPr="001F5B4D" w:rsidRDefault="001F5B4D" w:rsidP="001F5B4D">
            <w:r w:rsidRPr="001F5B4D">
              <w:t>Encounterability</w:t>
            </w:r>
          </w:p>
        </w:tc>
        <w:tc>
          <w:tcPr>
            <w:tcW w:w="4536" w:type="dxa"/>
            <w:gridSpan w:val="2"/>
          </w:tcPr>
          <w:p w14:paraId="39A1C60D" w14:textId="38A94392" w:rsidR="001F5B4D" w:rsidRPr="001F5B4D" w:rsidRDefault="001F5B4D" w:rsidP="001F5B4D">
            <w:r w:rsidRPr="001F5B4D">
              <w:t>The depth range of the species is 1-1752m. For surface gears, the vertical overlap index with this species is 5.71%.</w:t>
            </w:r>
          </w:p>
        </w:tc>
        <w:tc>
          <w:tcPr>
            <w:tcW w:w="851" w:type="dxa"/>
          </w:tcPr>
          <w:p w14:paraId="0E37C49B" w14:textId="50920FB4" w:rsidR="001F5B4D" w:rsidRPr="001F5B4D" w:rsidRDefault="001F5B4D" w:rsidP="001F5B4D">
            <w:r w:rsidRPr="001F5B4D">
              <w:t>1</w:t>
            </w:r>
          </w:p>
        </w:tc>
      </w:tr>
      <w:tr w:rsidR="001F5B4D" w:rsidRPr="001F5B4D" w14:paraId="375C71C8" w14:textId="77777777" w:rsidTr="001F5B4D">
        <w:tblPrEx>
          <w:tblCellMar>
            <w:top w:w="0" w:type="dxa"/>
            <w:bottom w:w="0" w:type="dxa"/>
          </w:tblCellMar>
        </w:tblPrEx>
        <w:trPr>
          <w:cantSplit/>
        </w:trPr>
        <w:tc>
          <w:tcPr>
            <w:tcW w:w="2551" w:type="dxa"/>
            <w:shd w:val="clear" w:color="auto" w:fill="998877"/>
          </w:tcPr>
          <w:p w14:paraId="5E9DC549" w14:textId="0E715A2A" w:rsidR="001F5B4D" w:rsidRPr="001F5B4D" w:rsidRDefault="001F5B4D" w:rsidP="001F5B4D">
            <w:r w:rsidRPr="001F5B4D">
              <w:t>Selectivity</w:t>
            </w:r>
          </w:p>
        </w:tc>
        <w:tc>
          <w:tcPr>
            <w:tcW w:w="4536" w:type="dxa"/>
            <w:gridSpan w:val="2"/>
          </w:tcPr>
          <w:p w14:paraId="65A65B95" w14:textId="2D9CB4B5" w:rsidR="001F5B4D" w:rsidRPr="001F5B4D" w:rsidRDefault="001F5B4D" w:rsidP="001F5B4D">
            <w:r w:rsidRPr="001F5B4D">
              <w:t>The maximum length of the species is 427cm. For tropical surface fisheries, the length overlap index with this species is 100.00%.</w:t>
            </w:r>
          </w:p>
        </w:tc>
        <w:tc>
          <w:tcPr>
            <w:tcW w:w="851" w:type="dxa"/>
          </w:tcPr>
          <w:p w14:paraId="3A1449B5" w14:textId="6FCD471D" w:rsidR="001F5B4D" w:rsidRPr="001F5B4D" w:rsidRDefault="001F5B4D" w:rsidP="001F5B4D">
            <w:r w:rsidRPr="001F5B4D">
              <w:t>3</w:t>
            </w:r>
          </w:p>
        </w:tc>
      </w:tr>
      <w:tr w:rsidR="001F5B4D" w:rsidRPr="001F5B4D" w14:paraId="7B5CB46E" w14:textId="77777777" w:rsidTr="001F5B4D">
        <w:tblPrEx>
          <w:tblCellMar>
            <w:top w:w="0" w:type="dxa"/>
            <w:bottom w:w="0" w:type="dxa"/>
          </w:tblCellMar>
        </w:tblPrEx>
        <w:trPr>
          <w:cantSplit/>
        </w:trPr>
        <w:tc>
          <w:tcPr>
            <w:tcW w:w="2551" w:type="dxa"/>
            <w:shd w:val="clear" w:color="auto" w:fill="998877"/>
          </w:tcPr>
          <w:p w14:paraId="7085D501" w14:textId="312E08B1" w:rsidR="001F5B4D" w:rsidRPr="001F5B4D" w:rsidRDefault="001F5B4D" w:rsidP="001F5B4D">
            <w:r w:rsidRPr="001F5B4D">
              <w:t>Post capture mortality</w:t>
            </w:r>
          </w:p>
        </w:tc>
        <w:tc>
          <w:tcPr>
            <w:tcW w:w="4536" w:type="dxa"/>
            <w:gridSpan w:val="2"/>
            <w:tcBorders>
              <w:bottom w:val="single" w:sz="4" w:space="0" w:color="auto"/>
            </w:tcBorders>
          </w:tcPr>
          <w:p w14:paraId="59496EEA" w14:textId="4E102A2B" w:rsidR="001F5B4D" w:rsidRPr="001F5B4D" w:rsidRDefault="001F5B4D" w:rsidP="001F5B4D">
            <w:r w:rsidRPr="001F5B4D">
              <w:t>No direct evidence of survival after capture.</w:t>
            </w:r>
          </w:p>
        </w:tc>
        <w:tc>
          <w:tcPr>
            <w:tcW w:w="851" w:type="dxa"/>
          </w:tcPr>
          <w:p w14:paraId="7130E20B" w14:textId="5D2E927B" w:rsidR="001F5B4D" w:rsidRPr="001F5B4D" w:rsidRDefault="001F5B4D" w:rsidP="001F5B4D">
            <w:r w:rsidRPr="001F5B4D">
              <w:t>3</w:t>
            </w:r>
          </w:p>
        </w:tc>
      </w:tr>
      <w:tr w:rsidR="001F5B4D" w:rsidRPr="001F5B4D" w14:paraId="747CB2D8" w14:textId="77777777" w:rsidTr="001F5B4D">
        <w:tblPrEx>
          <w:tblCellMar>
            <w:top w:w="0" w:type="dxa"/>
            <w:bottom w:w="0" w:type="dxa"/>
          </w:tblCellMar>
        </w:tblPrEx>
        <w:trPr>
          <w:cantSplit/>
        </w:trPr>
        <w:tc>
          <w:tcPr>
            <w:tcW w:w="2551" w:type="dxa"/>
            <w:shd w:val="clear" w:color="auto" w:fill="998877"/>
          </w:tcPr>
          <w:p w14:paraId="2E82EAA8" w14:textId="77777777" w:rsidR="001F5B4D" w:rsidRPr="001F5B4D" w:rsidRDefault="001F5B4D" w:rsidP="001F5B4D"/>
        </w:tc>
        <w:tc>
          <w:tcPr>
            <w:tcW w:w="4536" w:type="dxa"/>
            <w:gridSpan w:val="2"/>
            <w:tcBorders>
              <w:bottom w:val="single" w:sz="4" w:space="0" w:color="auto"/>
            </w:tcBorders>
            <w:shd w:val="clear" w:color="auto" w:fill="998877"/>
          </w:tcPr>
          <w:p w14:paraId="6F70EAE5" w14:textId="5EB650DF" w:rsidR="001F5B4D" w:rsidRPr="001F5B4D" w:rsidRDefault="001F5B4D" w:rsidP="001F5B4D">
            <w:r w:rsidRPr="001F5B4D">
              <w:t>Susceptibility score</w:t>
            </w:r>
          </w:p>
        </w:tc>
        <w:tc>
          <w:tcPr>
            <w:tcW w:w="851" w:type="dxa"/>
          </w:tcPr>
          <w:p w14:paraId="59F0586A" w14:textId="13497333" w:rsidR="001F5B4D" w:rsidRPr="001F5B4D" w:rsidRDefault="001F5B4D" w:rsidP="001F5B4D">
            <w:r w:rsidRPr="001F5B4D">
              <w:t>1.65</w:t>
            </w:r>
          </w:p>
        </w:tc>
      </w:tr>
      <w:tr w:rsidR="001F5B4D" w:rsidRPr="001F5B4D" w14:paraId="4E523AA1" w14:textId="77777777" w:rsidTr="001F5B4D">
        <w:tblPrEx>
          <w:tblCellMar>
            <w:top w:w="0" w:type="dxa"/>
            <w:bottom w:w="0" w:type="dxa"/>
          </w:tblCellMar>
        </w:tblPrEx>
        <w:trPr>
          <w:cantSplit/>
        </w:trPr>
        <w:tc>
          <w:tcPr>
            <w:tcW w:w="2551" w:type="dxa"/>
            <w:shd w:val="clear" w:color="auto" w:fill="998877"/>
          </w:tcPr>
          <w:p w14:paraId="6EE60E96" w14:textId="77777777" w:rsidR="001F5B4D" w:rsidRPr="001F5B4D" w:rsidRDefault="001F5B4D" w:rsidP="001F5B4D"/>
        </w:tc>
        <w:tc>
          <w:tcPr>
            <w:tcW w:w="4536" w:type="dxa"/>
            <w:gridSpan w:val="2"/>
            <w:shd w:val="clear" w:color="auto" w:fill="998877"/>
          </w:tcPr>
          <w:p w14:paraId="0ACA9618" w14:textId="03D52C7F" w:rsidR="001F5B4D" w:rsidRPr="001F5B4D" w:rsidRDefault="001F5B4D" w:rsidP="001F5B4D">
            <w:r w:rsidRPr="001F5B4D">
              <w:t>Vulnerability score</w:t>
            </w:r>
          </w:p>
        </w:tc>
        <w:tc>
          <w:tcPr>
            <w:tcW w:w="851" w:type="dxa"/>
          </w:tcPr>
          <w:p w14:paraId="18ECC51A" w14:textId="2418A3C2" w:rsidR="001F5B4D" w:rsidRPr="001F5B4D" w:rsidRDefault="001F5B4D" w:rsidP="001F5B4D">
            <w:r w:rsidRPr="001F5B4D">
              <w:t>3.30</w:t>
            </w:r>
          </w:p>
        </w:tc>
      </w:tr>
    </w:tbl>
    <w:p w14:paraId="6DAADF1B" w14:textId="604F15FA"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4A6453F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0" w:name="T_USE" w:colFirst="0" w:colLast="0"/>
          <w:p w14:paraId="50B733F4" w14:textId="51F314E8" w:rsidR="001F5B4D" w:rsidRPr="001F5B4D" w:rsidRDefault="001F5B4D" w:rsidP="001F5B4D">
            <w:pPr>
              <w:rPr>
                <w:b/>
              </w:rPr>
            </w:pPr>
            <w:r w:rsidRPr="001F5B4D">
              <w:rPr>
                <w:b/>
              </w:rPr>
              <w:fldChar w:fldCharType="begin"/>
            </w:r>
            <w:r w:rsidRPr="001F5B4D">
              <w:rPr>
                <w:b/>
              </w:rPr>
              <w:instrText xml:space="preserve"> HYPERLINK  \l "S_USE" \o "PSA Score" </w:instrText>
            </w:r>
            <w:r w:rsidRPr="001F5B4D">
              <w:rPr>
                <w:b/>
              </w:rPr>
            </w:r>
            <w:r w:rsidRPr="001F5B4D">
              <w:rPr>
                <w:b/>
              </w:rPr>
              <w:fldChar w:fldCharType="separate"/>
            </w:r>
            <w:r w:rsidRPr="001F5B4D">
              <w:rPr>
                <w:rStyle w:val="Hyperlink"/>
                <w:b/>
              </w:rPr>
              <w:t>Cottonmouth jack</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2A564365" w14:textId="7FF94598" w:rsidR="001F5B4D" w:rsidRPr="001F5B4D" w:rsidRDefault="001F5B4D" w:rsidP="001F5B4D">
            <w:pPr>
              <w:rPr>
                <w:b/>
                <w:i/>
              </w:rPr>
            </w:pPr>
            <w:r w:rsidRPr="001F5B4D">
              <w:rPr>
                <w:b/>
                <w:i/>
              </w:rPr>
              <w:t>Uraspis secunda</w:t>
            </w:r>
          </w:p>
        </w:tc>
      </w:tr>
      <w:bookmarkEnd w:id="200"/>
      <w:tr w:rsidR="001F5B4D" w:rsidRPr="001F5B4D" w14:paraId="569D44F1" w14:textId="77777777" w:rsidTr="00260F79">
        <w:tblPrEx>
          <w:tblCellMar>
            <w:top w:w="0" w:type="dxa"/>
            <w:bottom w:w="0" w:type="dxa"/>
          </w:tblCellMar>
        </w:tblPrEx>
        <w:trPr>
          <w:cantSplit/>
        </w:trPr>
        <w:tc>
          <w:tcPr>
            <w:tcW w:w="7938" w:type="dxa"/>
            <w:gridSpan w:val="4"/>
            <w:shd w:val="clear" w:color="auto" w:fill="998877"/>
          </w:tcPr>
          <w:p w14:paraId="7846FE78" w14:textId="53FEE6BA" w:rsidR="001F5B4D" w:rsidRPr="001F5B4D" w:rsidRDefault="001F5B4D" w:rsidP="001F5B4D">
            <w:pPr>
              <w:rPr>
                <w:b/>
              </w:rPr>
            </w:pPr>
            <w:r w:rsidRPr="001F5B4D">
              <w:rPr>
                <w:b/>
              </w:rPr>
              <w:t>Productivity</w:t>
            </w:r>
          </w:p>
        </w:tc>
      </w:tr>
      <w:tr w:rsidR="001F5B4D" w:rsidRPr="001F5B4D" w14:paraId="755FBFF1" w14:textId="77777777" w:rsidTr="001F5B4D">
        <w:tblPrEx>
          <w:tblCellMar>
            <w:top w:w="0" w:type="dxa"/>
            <w:bottom w:w="0" w:type="dxa"/>
          </w:tblCellMar>
        </w:tblPrEx>
        <w:trPr>
          <w:cantSplit/>
        </w:trPr>
        <w:tc>
          <w:tcPr>
            <w:tcW w:w="2551" w:type="dxa"/>
            <w:shd w:val="clear" w:color="auto" w:fill="998877"/>
          </w:tcPr>
          <w:p w14:paraId="6A6ABB6C" w14:textId="74E6503F" w:rsidR="001F5B4D" w:rsidRPr="001F5B4D" w:rsidRDefault="001F5B4D" w:rsidP="001F5B4D">
            <w:r w:rsidRPr="001F5B4D">
              <w:t>Average age at maturity</w:t>
            </w:r>
          </w:p>
        </w:tc>
        <w:tc>
          <w:tcPr>
            <w:tcW w:w="4536" w:type="dxa"/>
            <w:gridSpan w:val="2"/>
          </w:tcPr>
          <w:p w14:paraId="1BA51154" w14:textId="42A1898E" w:rsidR="001F5B4D" w:rsidRPr="001F5B4D" w:rsidRDefault="001F5B4D" w:rsidP="001F5B4D">
            <w:r w:rsidRPr="001F5B4D">
              <w:t>The score is based on the maximum risk score in the family Carangidae, which included 17 species.</w:t>
            </w:r>
          </w:p>
        </w:tc>
        <w:tc>
          <w:tcPr>
            <w:tcW w:w="851" w:type="dxa"/>
          </w:tcPr>
          <w:p w14:paraId="269676FE" w14:textId="4A26F26A" w:rsidR="001F5B4D" w:rsidRPr="001F5B4D" w:rsidRDefault="001F5B4D" w:rsidP="001F5B4D">
            <w:r w:rsidRPr="001F5B4D">
              <w:t>2</w:t>
            </w:r>
          </w:p>
        </w:tc>
      </w:tr>
      <w:tr w:rsidR="001F5B4D" w:rsidRPr="001F5B4D" w14:paraId="62F7EFEA" w14:textId="77777777" w:rsidTr="001F5B4D">
        <w:tblPrEx>
          <w:tblCellMar>
            <w:top w:w="0" w:type="dxa"/>
            <w:bottom w:w="0" w:type="dxa"/>
          </w:tblCellMar>
        </w:tblPrEx>
        <w:trPr>
          <w:cantSplit/>
        </w:trPr>
        <w:tc>
          <w:tcPr>
            <w:tcW w:w="2551" w:type="dxa"/>
            <w:shd w:val="clear" w:color="auto" w:fill="998877"/>
          </w:tcPr>
          <w:p w14:paraId="7553804D" w14:textId="532EA094" w:rsidR="001F5B4D" w:rsidRPr="001F5B4D" w:rsidRDefault="001F5B4D" w:rsidP="001F5B4D">
            <w:r w:rsidRPr="001F5B4D">
              <w:t>Average max age</w:t>
            </w:r>
          </w:p>
        </w:tc>
        <w:tc>
          <w:tcPr>
            <w:tcW w:w="4536" w:type="dxa"/>
            <w:gridSpan w:val="2"/>
          </w:tcPr>
          <w:p w14:paraId="1F6DFEA3" w14:textId="3ED31FF6" w:rsidR="001F5B4D" w:rsidRPr="001F5B4D" w:rsidRDefault="001F5B4D" w:rsidP="001F5B4D">
            <w:r w:rsidRPr="001F5B4D">
              <w:t>The score is based on the maximum risk score in the family Carangidae, which included 17 species.</w:t>
            </w:r>
          </w:p>
        </w:tc>
        <w:tc>
          <w:tcPr>
            <w:tcW w:w="851" w:type="dxa"/>
          </w:tcPr>
          <w:p w14:paraId="59CE8602" w14:textId="447E042C" w:rsidR="001F5B4D" w:rsidRPr="001F5B4D" w:rsidRDefault="001F5B4D" w:rsidP="001F5B4D">
            <w:r w:rsidRPr="001F5B4D">
              <w:t>3</w:t>
            </w:r>
          </w:p>
        </w:tc>
      </w:tr>
      <w:tr w:rsidR="001F5B4D" w:rsidRPr="001F5B4D" w14:paraId="092241C4" w14:textId="77777777" w:rsidTr="001F5B4D">
        <w:tblPrEx>
          <w:tblCellMar>
            <w:top w:w="0" w:type="dxa"/>
            <w:bottom w:w="0" w:type="dxa"/>
          </w:tblCellMar>
        </w:tblPrEx>
        <w:trPr>
          <w:cantSplit/>
        </w:trPr>
        <w:tc>
          <w:tcPr>
            <w:tcW w:w="2551" w:type="dxa"/>
            <w:shd w:val="clear" w:color="auto" w:fill="998877"/>
          </w:tcPr>
          <w:p w14:paraId="5CBBC124" w14:textId="3172E3BA" w:rsidR="001F5B4D" w:rsidRPr="001F5B4D" w:rsidRDefault="001F5B4D" w:rsidP="001F5B4D">
            <w:r w:rsidRPr="001F5B4D">
              <w:t>Fecundity</w:t>
            </w:r>
          </w:p>
        </w:tc>
        <w:tc>
          <w:tcPr>
            <w:tcW w:w="4536" w:type="dxa"/>
            <w:gridSpan w:val="2"/>
          </w:tcPr>
          <w:p w14:paraId="29ED79D1" w14:textId="1F9724F3" w:rsidR="001F5B4D" w:rsidRPr="001F5B4D" w:rsidRDefault="001F5B4D" w:rsidP="001F5B4D">
            <w:r w:rsidRPr="001F5B4D">
              <w:t>The score is based on the maximum risk score in the family Carangidae, which included 3 species.</w:t>
            </w:r>
          </w:p>
        </w:tc>
        <w:tc>
          <w:tcPr>
            <w:tcW w:w="851" w:type="dxa"/>
          </w:tcPr>
          <w:p w14:paraId="16670472" w14:textId="0471319B" w:rsidR="001F5B4D" w:rsidRPr="001F5B4D" w:rsidRDefault="001F5B4D" w:rsidP="001F5B4D">
            <w:r w:rsidRPr="001F5B4D">
              <w:t>1</w:t>
            </w:r>
          </w:p>
        </w:tc>
      </w:tr>
      <w:tr w:rsidR="001F5B4D" w:rsidRPr="001F5B4D" w14:paraId="791E86D3" w14:textId="77777777" w:rsidTr="001F5B4D">
        <w:tblPrEx>
          <w:tblCellMar>
            <w:top w:w="0" w:type="dxa"/>
            <w:bottom w:w="0" w:type="dxa"/>
          </w:tblCellMar>
        </w:tblPrEx>
        <w:trPr>
          <w:cantSplit/>
        </w:trPr>
        <w:tc>
          <w:tcPr>
            <w:tcW w:w="2551" w:type="dxa"/>
            <w:shd w:val="clear" w:color="auto" w:fill="998877"/>
          </w:tcPr>
          <w:p w14:paraId="0241A019" w14:textId="0588CB0C" w:rsidR="001F5B4D" w:rsidRPr="001F5B4D" w:rsidRDefault="001F5B4D" w:rsidP="001F5B4D">
            <w:r w:rsidRPr="001F5B4D">
              <w:t>Average max size</w:t>
            </w:r>
          </w:p>
        </w:tc>
        <w:tc>
          <w:tcPr>
            <w:tcW w:w="4536" w:type="dxa"/>
            <w:gridSpan w:val="2"/>
          </w:tcPr>
          <w:p w14:paraId="2AA792C9" w14:textId="6BE246A0" w:rsidR="001F5B4D" w:rsidRPr="001F5B4D" w:rsidRDefault="001F5B4D" w:rsidP="001F5B4D">
            <w:r w:rsidRPr="001F5B4D">
              <w:t>Species maximum length is 50, which is lower than the lowest risk value (100cm).</w:t>
            </w:r>
          </w:p>
        </w:tc>
        <w:tc>
          <w:tcPr>
            <w:tcW w:w="851" w:type="dxa"/>
          </w:tcPr>
          <w:p w14:paraId="79B6E93B" w14:textId="62BC5BF6" w:rsidR="001F5B4D" w:rsidRPr="001F5B4D" w:rsidRDefault="001F5B4D" w:rsidP="001F5B4D">
            <w:r w:rsidRPr="001F5B4D">
              <w:t>1</w:t>
            </w:r>
          </w:p>
        </w:tc>
      </w:tr>
      <w:tr w:rsidR="001F5B4D" w:rsidRPr="001F5B4D" w14:paraId="6B42C90C" w14:textId="77777777" w:rsidTr="001F5B4D">
        <w:tblPrEx>
          <w:tblCellMar>
            <w:top w:w="0" w:type="dxa"/>
            <w:bottom w:w="0" w:type="dxa"/>
          </w:tblCellMar>
        </w:tblPrEx>
        <w:trPr>
          <w:cantSplit/>
        </w:trPr>
        <w:tc>
          <w:tcPr>
            <w:tcW w:w="2551" w:type="dxa"/>
            <w:shd w:val="clear" w:color="auto" w:fill="998877"/>
          </w:tcPr>
          <w:p w14:paraId="23273960" w14:textId="6F20E5AC" w:rsidR="001F5B4D" w:rsidRPr="001F5B4D" w:rsidRDefault="001F5B4D" w:rsidP="001F5B4D">
            <w:r w:rsidRPr="001F5B4D">
              <w:t>Average size at maturity</w:t>
            </w:r>
          </w:p>
        </w:tc>
        <w:tc>
          <w:tcPr>
            <w:tcW w:w="4536" w:type="dxa"/>
            <w:gridSpan w:val="2"/>
          </w:tcPr>
          <w:p w14:paraId="32D0E0EE" w14:textId="5C17FA9C" w:rsidR="001F5B4D" w:rsidRPr="001F5B4D" w:rsidRDefault="001F5B4D" w:rsidP="001F5B4D">
            <w:r w:rsidRPr="001F5B4D">
              <w:t>Species maximum length is 50cm, which is in the length at maturity medium risk range (40-200cm).</w:t>
            </w:r>
          </w:p>
        </w:tc>
        <w:tc>
          <w:tcPr>
            <w:tcW w:w="851" w:type="dxa"/>
          </w:tcPr>
          <w:p w14:paraId="1251E820" w14:textId="1EF607B8" w:rsidR="001F5B4D" w:rsidRPr="001F5B4D" w:rsidRDefault="001F5B4D" w:rsidP="001F5B4D">
            <w:r w:rsidRPr="001F5B4D">
              <w:t>2</w:t>
            </w:r>
          </w:p>
        </w:tc>
      </w:tr>
      <w:tr w:rsidR="001F5B4D" w:rsidRPr="001F5B4D" w14:paraId="1C8D1064" w14:textId="77777777" w:rsidTr="001F5B4D">
        <w:tblPrEx>
          <w:tblCellMar>
            <w:top w:w="0" w:type="dxa"/>
            <w:bottom w:w="0" w:type="dxa"/>
          </w:tblCellMar>
        </w:tblPrEx>
        <w:trPr>
          <w:cantSplit/>
        </w:trPr>
        <w:tc>
          <w:tcPr>
            <w:tcW w:w="2551" w:type="dxa"/>
            <w:shd w:val="clear" w:color="auto" w:fill="998877"/>
          </w:tcPr>
          <w:p w14:paraId="7C27BEC0" w14:textId="5F92D789" w:rsidR="001F5B4D" w:rsidRPr="001F5B4D" w:rsidRDefault="001F5B4D" w:rsidP="001F5B4D">
            <w:r w:rsidRPr="001F5B4D">
              <w:t>Reproductive strategy</w:t>
            </w:r>
          </w:p>
        </w:tc>
        <w:tc>
          <w:tcPr>
            <w:tcW w:w="4536" w:type="dxa"/>
            <w:gridSpan w:val="2"/>
          </w:tcPr>
          <w:p w14:paraId="1BCDD373" w14:textId="1F639DBB" w:rsidR="001F5B4D" w:rsidRPr="001F5B4D" w:rsidRDefault="001F5B4D" w:rsidP="001F5B4D">
            <w:r w:rsidRPr="001F5B4D">
              <w:t>Species reproductive strategy is broadcast spawner, which is low risk.</w:t>
            </w:r>
          </w:p>
        </w:tc>
        <w:tc>
          <w:tcPr>
            <w:tcW w:w="851" w:type="dxa"/>
          </w:tcPr>
          <w:p w14:paraId="42359474" w14:textId="4BA6C52E" w:rsidR="001F5B4D" w:rsidRPr="001F5B4D" w:rsidRDefault="001F5B4D" w:rsidP="001F5B4D">
            <w:r w:rsidRPr="001F5B4D">
              <w:t>1</w:t>
            </w:r>
          </w:p>
        </w:tc>
      </w:tr>
      <w:tr w:rsidR="001F5B4D" w:rsidRPr="001F5B4D" w14:paraId="5AE7856D" w14:textId="77777777" w:rsidTr="001F5B4D">
        <w:tblPrEx>
          <w:tblCellMar>
            <w:top w:w="0" w:type="dxa"/>
            <w:bottom w:w="0" w:type="dxa"/>
          </w:tblCellMar>
        </w:tblPrEx>
        <w:trPr>
          <w:cantSplit/>
        </w:trPr>
        <w:tc>
          <w:tcPr>
            <w:tcW w:w="2551" w:type="dxa"/>
            <w:shd w:val="clear" w:color="auto" w:fill="998877"/>
          </w:tcPr>
          <w:p w14:paraId="6ABA9588" w14:textId="57E76308" w:rsidR="001F5B4D" w:rsidRPr="001F5B4D" w:rsidRDefault="001F5B4D" w:rsidP="001F5B4D">
            <w:r w:rsidRPr="001F5B4D">
              <w:t>Trophic level</w:t>
            </w:r>
          </w:p>
        </w:tc>
        <w:tc>
          <w:tcPr>
            <w:tcW w:w="4536" w:type="dxa"/>
            <w:gridSpan w:val="2"/>
            <w:tcBorders>
              <w:bottom w:val="single" w:sz="4" w:space="0" w:color="auto"/>
            </w:tcBorders>
          </w:tcPr>
          <w:p w14:paraId="13076E02" w14:textId="62CF0445" w:rsidR="001F5B4D" w:rsidRPr="001F5B4D" w:rsidRDefault="001F5B4D" w:rsidP="001F5B4D">
            <w:r w:rsidRPr="001F5B4D">
              <w:t>Species trophic level is 4.0, which is higher than the highest risk value (3.25).</w:t>
            </w:r>
          </w:p>
        </w:tc>
        <w:tc>
          <w:tcPr>
            <w:tcW w:w="851" w:type="dxa"/>
          </w:tcPr>
          <w:p w14:paraId="1F13EFE9" w14:textId="3AE3A727" w:rsidR="001F5B4D" w:rsidRPr="001F5B4D" w:rsidRDefault="001F5B4D" w:rsidP="001F5B4D">
            <w:r w:rsidRPr="001F5B4D">
              <w:t>3</w:t>
            </w:r>
          </w:p>
        </w:tc>
      </w:tr>
      <w:tr w:rsidR="001F5B4D" w:rsidRPr="001F5B4D" w14:paraId="156F1F02"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7EF680E2" w14:textId="77777777" w:rsidR="001F5B4D" w:rsidRPr="001F5B4D" w:rsidRDefault="001F5B4D" w:rsidP="001F5B4D"/>
        </w:tc>
        <w:tc>
          <w:tcPr>
            <w:tcW w:w="4536" w:type="dxa"/>
            <w:gridSpan w:val="2"/>
            <w:tcBorders>
              <w:bottom w:val="single" w:sz="4" w:space="0" w:color="auto"/>
            </w:tcBorders>
            <w:shd w:val="clear" w:color="auto" w:fill="998877"/>
          </w:tcPr>
          <w:p w14:paraId="51BB5995" w14:textId="4A906613" w:rsidR="001F5B4D" w:rsidRPr="001F5B4D" w:rsidRDefault="001F5B4D" w:rsidP="001F5B4D">
            <w:r w:rsidRPr="001F5B4D">
              <w:t>Productivity score</w:t>
            </w:r>
          </w:p>
        </w:tc>
        <w:tc>
          <w:tcPr>
            <w:tcW w:w="851" w:type="dxa"/>
            <w:tcBorders>
              <w:bottom w:val="single" w:sz="4" w:space="0" w:color="auto"/>
            </w:tcBorders>
          </w:tcPr>
          <w:p w14:paraId="1B689028" w14:textId="20A8B7C1" w:rsidR="001F5B4D" w:rsidRPr="001F5B4D" w:rsidRDefault="001F5B4D" w:rsidP="001F5B4D">
            <w:r w:rsidRPr="001F5B4D">
              <w:t>1.86</w:t>
            </w:r>
          </w:p>
        </w:tc>
      </w:tr>
      <w:tr w:rsidR="001F5B4D" w:rsidRPr="001F5B4D" w14:paraId="40295422" w14:textId="77777777" w:rsidTr="00E15B00">
        <w:tblPrEx>
          <w:tblCellMar>
            <w:top w:w="0" w:type="dxa"/>
            <w:bottom w:w="0" w:type="dxa"/>
          </w:tblCellMar>
        </w:tblPrEx>
        <w:trPr>
          <w:cantSplit/>
        </w:trPr>
        <w:tc>
          <w:tcPr>
            <w:tcW w:w="7938" w:type="dxa"/>
            <w:gridSpan w:val="4"/>
            <w:shd w:val="clear" w:color="auto" w:fill="998877"/>
          </w:tcPr>
          <w:p w14:paraId="36ED141C" w14:textId="56569021" w:rsidR="001F5B4D" w:rsidRPr="001F5B4D" w:rsidRDefault="001F5B4D" w:rsidP="001F5B4D">
            <w:pPr>
              <w:rPr>
                <w:b/>
              </w:rPr>
            </w:pPr>
            <w:r w:rsidRPr="001F5B4D">
              <w:rPr>
                <w:b/>
              </w:rPr>
              <w:t>Susceptibility</w:t>
            </w:r>
          </w:p>
        </w:tc>
      </w:tr>
      <w:tr w:rsidR="001F5B4D" w:rsidRPr="001F5B4D" w14:paraId="57AE1B71" w14:textId="77777777" w:rsidTr="001F5B4D">
        <w:tblPrEx>
          <w:tblCellMar>
            <w:top w:w="0" w:type="dxa"/>
            <w:bottom w:w="0" w:type="dxa"/>
          </w:tblCellMar>
        </w:tblPrEx>
        <w:trPr>
          <w:cantSplit/>
        </w:trPr>
        <w:tc>
          <w:tcPr>
            <w:tcW w:w="2551" w:type="dxa"/>
            <w:shd w:val="clear" w:color="auto" w:fill="998877"/>
          </w:tcPr>
          <w:p w14:paraId="0C8D6DA7" w14:textId="51E42844" w:rsidR="001F5B4D" w:rsidRPr="001F5B4D" w:rsidRDefault="001F5B4D" w:rsidP="001F5B4D">
            <w:r w:rsidRPr="001F5B4D">
              <w:t>Areal overlap (availability)</w:t>
            </w:r>
          </w:p>
        </w:tc>
        <w:tc>
          <w:tcPr>
            <w:tcW w:w="4536" w:type="dxa"/>
            <w:gridSpan w:val="2"/>
          </w:tcPr>
          <w:p w14:paraId="28B45638" w14:textId="38E99038" w:rsidR="001F5B4D" w:rsidRPr="001F5B4D" w:rsidRDefault="001F5B4D" w:rsidP="001F5B4D">
            <w:r w:rsidRPr="001F5B4D">
              <w:t>Worldwide pelagic distribution</w:t>
            </w:r>
          </w:p>
        </w:tc>
        <w:tc>
          <w:tcPr>
            <w:tcW w:w="851" w:type="dxa"/>
          </w:tcPr>
          <w:p w14:paraId="295C5ED0" w14:textId="734E942D" w:rsidR="001F5B4D" w:rsidRPr="001F5B4D" w:rsidRDefault="001F5B4D" w:rsidP="001F5B4D">
            <w:r w:rsidRPr="001F5B4D">
              <w:t>3</w:t>
            </w:r>
          </w:p>
        </w:tc>
      </w:tr>
      <w:tr w:rsidR="001F5B4D" w:rsidRPr="001F5B4D" w14:paraId="0D88FD32" w14:textId="77777777" w:rsidTr="001F5B4D">
        <w:tblPrEx>
          <w:tblCellMar>
            <w:top w:w="0" w:type="dxa"/>
            <w:bottom w:w="0" w:type="dxa"/>
          </w:tblCellMar>
        </w:tblPrEx>
        <w:trPr>
          <w:cantSplit/>
        </w:trPr>
        <w:tc>
          <w:tcPr>
            <w:tcW w:w="2551" w:type="dxa"/>
            <w:shd w:val="clear" w:color="auto" w:fill="998877"/>
          </w:tcPr>
          <w:p w14:paraId="4D5F9BA3" w14:textId="28976867" w:rsidR="001F5B4D" w:rsidRPr="001F5B4D" w:rsidRDefault="001F5B4D" w:rsidP="001F5B4D">
            <w:r w:rsidRPr="001F5B4D">
              <w:t>Encounterability</w:t>
            </w:r>
          </w:p>
        </w:tc>
        <w:tc>
          <w:tcPr>
            <w:tcW w:w="4536" w:type="dxa"/>
            <w:gridSpan w:val="2"/>
          </w:tcPr>
          <w:p w14:paraId="67E29108" w14:textId="538CFA2E" w:rsidR="001F5B4D" w:rsidRPr="001F5B4D" w:rsidRDefault="001F5B4D" w:rsidP="001F5B4D">
            <w:r w:rsidRPr="001F5B4D">
              <w:t>The depth range of the species is 1-50m. For surface gears, the vertical overlap index with this species is 100.00%.</w:t>
            </w:r>
          </w:p>
        </w:tc>
        <w:tc>
          <w:tcPr>
            <w:tcW w:w="851" w:type="dxa"/>
          </w:tcPr>
          <w:p w14:paraId="79E2D16B" w14:textId="62668A7B" w:rsidR="001F5B4D" w:rsidRPr="001F5B4D" w:rsidRDefault="001F5B4D" w:rsidP="001F5B4D">
            <w:r w:rsidRPr="001F5B4D">
              <w:t>3</w:t>
            </w:r>
          </w:p>
        </w:tc>
      </w:tr>
      <w:tr w:rsidR="001F5B4D" w:rsidRPr="001F5B4D" w14:paraId="584F65BE" w14:textId="77777777" w:rsidTr="001F5B4D">
        <w:tblPrEx>
          <w:tblCellMar>
            <w:top w:w="0" w:type="dxa"/>
            <w:bottom w:w="0" w:type="dxa"/>
          </w:tblCellMar>
        </w:tblPrEx>
        <w:trPr>
          <w:cantSplit/>
        </w:trPr>
        <w:tc>
          <w:tcPr>
            <w:tcW w:w="2551" w:type="dxa"/>
            <w:shd w:val="clear" w:color="auto" w:fill="998877"/>
          </w:tcPr>
          <w:p w14:paraId="5B661C70" w14:textId="12DB6D5F" w:rsidR="001F5B4D" w:rsidRPr="001F5B4D" w:rsidRDefault="001F5B4D" w:rsidP="001F5B4D">
            <w:r w:rsidRPr="001F5B4D">
              <w:t>Selectivity</w:t>
            </w:r>
          </w:p>
        </w:tc>
        <w:tc>
          <w:tcPr>
            <w:tcW w:w="4536" w:type="dxa"/>
            <w:gridSpan w:val="2"/>
          </w:tcPr>
          <w:p w14:paraId="775DD425" w14:textId="06FFA371" w:rsidR="001F5B4D" w:rsidRPr="001F5B4D" w:rsidRDefault="001F5B4D" w:rsidP="001F5B4D">
            <w:r w:rsidRPr="001F5B4D">
              <w:t>The maximum length of the species is 50cm. For tropical surface fisheries, the length overlap index with this species is 45.45%.</w:t>
            </w:r>
          </w:p>
        </w:tc>
        <w:tc>
          <w:tcPr>
            <w:tcW w:w="851" w:type="dxa"/>
          </w:tcPr>
          <w:p w14:paraId="65A07903" w14:textId="182DD5EF" w:rsidR="001F5B4D" w:rsidRPr="001F5B4D" w:rsidRDefault="001F5B4D" w:rsidP="001F5B4D">
            <w:r w:rsidRPr="001F5B4D">
              <w:t>3</w:t>
            </w:r>
          </w:p>
        </w:tc>
      </w:tr>
      <w:tr w:rsidR="001F5B4D" w:rsidRPr="001F5B4D" w14:paraId="01A4E655" w14:textId="77777777" w:rsidTr="001F5B4D">
        <w:tblPrEx>
          <w:tblCellMar>
            <w:top w:w="0" w:type="dxa"/>
            <w:bottom w:w="0" w:type="dxa"/>
          </w:tblCellMar>
        </w:tblPrEx>
        <w:trPr>
          <w:cantSplit/>
        </w:trPr>
        <w:tc>
          <w:tcPr>
            <w:tcW w:w="2551" w:type="dxa"/>
            <w:shd w:val="clear" w:color="auto" w:fill="998877"/>
          </w:tcPr>
          <w:p w14:paraId="78FF1B50" w14:textId="3174E7EC" w:rsidR="001F5B4D" w:rsidRPr="001F5B4D" w:rsidRDefault="001F5B4D" w:rsidP="001F5B4D">
            <w:r w:rsidRPr="001F5B4D">
              <w:t>Post capture mortality</w:t>
            </w:r>
          </w:p>
        </w:tc>
        <w:tc>
          <w:tcPr>
            <w:tcW w:w="4536" w:type="dxa"/>
            <w:gridSpan w:val="2"/>
            <w:tcBorders>
              <w:bottom w:val="single" w:sz="4" w:space="0" w:color="auto"/>
            </w:tcBorders>
          </w:tcPr>
          <w:p w14:paraId="6DC7BE7A" w14:textId="6CF2281E" w:rsidR="001F5B4D" w:rsidRPr="001F5B4D" w:rsidRDefault="001F5B4D" w:rsidP="001F5B4D">
            <w:r w:rsidRPr="001F5B4D">
              <w:t>No direct evidence of survival after capture.</w:t>
            </w:r>
          </w:p>
        </w:tc>
        <w:tc>
          <w:tcPr>
            <w:tcW w:w="851" w:type="dxa"/>
          </w:tcPr>
          <w:p w14:paraId="22E3363F" w14:textId="20F9E982" w:rsidR="001F5B4D" w:rsidRPr="001F5B4D" w:rsidRDefault="001F5B4D" w:rsidP="001F5B4D">
            <w:r w:rsidRPr="001F5B4D">
              <w:t>3</w:t>
            </w:r>
          </w:p>
        </w:tc>
      </w:tr>
      <w:tr w:rsidR="001F5B4D" w:rsidRPr="001F5B4D" w14:paraId="637774DA" w14:textId="77777777" w:rsidTr="001F5B4D">
        <w:tblPrEx>
          <w:tblCellMar>
            <w:top w:w="0" w:type="dxa"/>
            <w:bottom w:w="0" w:type="dxa"/>
          </w:tblCellMar>
        </w:tblPrEx>
        <w:trPr>
          <w:cantSplit/>
        </w:trPr>
        <w:tc>
          <w:tcPr>
            <w:tcW w:w="2551" w:type="dxa"/>
            <w:shd w:val="clear" w:color="auto" w:fill="998877"/>
          </w:tcPr>
          <w:p w14:paraId="2E24FD62" w14:textId="77777777" w:rsidR="001F5B4D" w:rsidRPr="001F5B4D" w:rsidRDefault="001F5B4D" w:rsidP="001F5B4D"/>
        </w:tc>
        <w:tc>
          <w:tcPr>
            <w:tcW w:w="4536" w:type="dxa"/>
            <w:gridSpan w:val="2"/>
            <w:tcBorders>
              <w:bottom w:val="single" w:sz="4" w:space="0" w:color="auto"/>
            </w:tcBorders>
            <w:shd w:val="clear" w:color="auto" w:fill="998877"/>
          </w:tcPr>
          <w:p w14:paraId="5C195C69" w14:textId="2E7FD534" w:rsidR="001F5B4D" w:rsidRPr="001F5B4D" w:rsidRDefault="001F5B4D" w:rsidP="001F5B4D">
            <w:r w:rsidRPr="001F5B4D">
              <w:t>Susceptibility score</w:t>
            </w:r>
          </w:p>
        </w:tc>
        <w:tc>
          <w:tcPr>
            <w:tcW w:w="851" w:type="dxa"/>
          </w:tcPr>
          <w:p w14:paraId="53FB1C3F" w14:textId="7922EF79" w:rsidR="001F5B4D" w:rsidRPr="001F5B4D" w:rsidRDefault="001F5B4D" w:rsidP="001F5B4D">
            <w:r w:rsidRPr="001F5B4D">
              <w:t>3.00</w:t>
            </w:r>
          </w:p>
        </w:tc>
      </w:tr>
      <w:tr w:rsidR="001F5B4D" w:rsidRPr="001F5B4D" w14:paraId="642C0A53" w14:textId="77777777" w:rsidTr="001F5B4D">
        <w:tblPrEx>
          <w:tblCellMar>
            <w:top w:w="0" w:type="dxa"/>
            <w:bottom w:w="0" w:type="dxa"/>
          </w:tblCellMar>
        </w:tblPrEx>
        <w:trPr>
          <w:cantSplit/>
        </w:trPr>
        <w:tc>
          <w:tcPr>
            <w:tcW w:w="2551" w:type="dxa"/>
            <w:shd w:val="clear" w:color="auto" w:fill="998877"/>
          </w:tcPr>
          <w:p w14:paraId="78CAB279" w14:textId="77777777" w:rsidR="001F5B4D" w:rsidRPr="001F5B4D" w:rsidRDefault="001F5B4D" w:rsidP="001F5B4D"/>
        </w:tc>
        <w:tc>
          <w:tcPr>
            <w:tcW w:w="4536" w:type="dxa"/>
            <w:gridSpan w:val="2"/>
            <w:shd w:val="clear" w:color="auto" w:fill="998877"/>
          </w:tcPr>
          <w:p w14:paraId="132DBFA6" w14:textId="4C49EF04" w:rsidR="001F5B4D" w:rsidRPr="001F5B4D" w:rsidRDefault="001F5B4D" w:rsidP="001F5B4D">
            <w:r w:rsidRPr="001F5B4D">
              <w:t>Vulnerability score</w:t>
            </w:r>
          </w:p>
        </w:tc>
        <w:tc>
          <w:tcPr>
            <w:tcW w:w="851" w:type="dxa"/>
          </w:tcPr>
          <w:p w14:paraId="5D1E082A" w14:textId="4B63423F" w:rsidR="001F5B4D" w:rsidRPr="001F5B4D" w:rsidRDefault="001F5B4D" w:rsidP="001F5B4D">
            <w:r w:rsidRPr="001F5B4D">
              <w:t>3.53</w:t>
            </w:r>
          </w:p>
        </w:tc>
      </w:tr>
    </w:tbl>
    <w:p w14:paraId="550B031E" w14:textId="39F143E7"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1FBF9803"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1" w:name="T_PLS" w:colFirst="0" w:colLast="0"/>
          <w:p w14:paraId="77935ED1" w14:textId="4A656557" w:rsidR="001F5B4D" w:rsidRPr="001F5B4D" w:rsidRDefault="001F5B4D" w:rsidP="001F5B4D">
            <w:pPr>
              <w:rPr>
                <w:b/>
              </w:rPr>
            </w:pPr>
            <w:r w:rsidRPr="001F5B4D">
              <w:rPr>
                <w:b/>
              </w:rPr>
              <w:fldChar w:fldCharType="begin"/>
            </w:r>
            <w:r w:rsidRPr="001F5B4D">
              <w:rPr>
                <w:b/>
              </w:rPr>
              <w:instrText xml:space="preserve"> HYPERLINK  \l "S_PLS" \o "PSA Score" </w:instrText>
            </w:r>
            <w:r w:rsidRPr="001F5B4D">
              <w:rPr>
                <w:b/>
              </w:rPr>
            </w:r>
            <w:r w:rsidRPr="001F5B4D">
              <w:rPr>
                <w:b/>
              </w:rPr>
              <w:fldChar w:fldCharType="separate"/>
            </w:r>
            <w:r w:rsidRPr="001F5B4D">
              <w:rPr>
                <w:rStyle w:val="Hyperlink"/>
                <w:b/>
              </w:rPr>
              <w:t>Pelagic stingray</w:t>
            </w:r>
            <w:r w:rsidRPr="001F5B4D">
              <w:rPr>
                <w:b/>
              </w:rPr>
              <w:fldChar w:fldCharType="end"/>
            </w:r>
          </w:p>
        </w:tc>
        <w:tc>
          <w:tcPr>
            <w:tcW w:w="3969" w:type="dxa"/>
            <w:gridSpan w:val="2"/>
            <w:tcBorders>
              <w:bottom w:val="single" w:sz="4" w:space="0" w:color="auto"/>
            </w:tcBorders>
            <w:shd w:val="clear" w:color="auto" w:fill="998877"/>
          </w:tcPr>
          <w:p w14:paraId="04A3ECC9" w14:textId="5B7029FA" w:rsidR="001F5B4D" w:rsidRPr="001F5B4D" w:rsidRDefault="001F5B4D" w:rsidP="001F5B4D">
            <w:pPr>
              <w:rPr>
                <w:b/>
                <w:i/>
              </w:rPr>
            </w:pPr>
            <w:r w:rsidRPr="001F5B4D">
              <w:rPr>
                <w:b/>
                <w:i/>
              </w:rPr>
              <w:t>Pteroplatytrygon violacea</w:t>
            </w:r>
          </w:p>
        </w:tc>
      </w:tr>
      <w:bookmarkEnd w:id="201"/>
      <w:tr w:rsidR="001F5B4D" w:rsidRPr="001F5B4D" w14:paraId="5F37953E" w14:textId="77777777" w:rsidTr="00371EDE">
        <w:tblPrEx>
          <w:tblCellMar>
            <w:top w:w="0" w:type="dxa"/>
            <w:bottom w:w="0" w:type="dxa"/>
          </w:tblCellMar>
        </w:tblPrEx>
        <w:trPr>
          <w:cantSplit/>
        </w:trPr>
        <w:tc>
          <w:tcPr>
            <w:tcW w:w="7938" w:type="dxa"/>
            <w:gridSpan w:val="4"/>
            <w:shd w:val="clear" w:color="auto" w:fill="998877"/>
          </w:tcPr>
          <w:p w14:paraId="25C705D5" w14:textId="6629CD4A" w:rsidR="001F5B4D" w:rsidRPr="001F5B4D" w:rsidRDefault="001F5B4D" w:rsidP="001F5B4D">
            <w:pPr>
              <w:rPr>
                <w:b/>
              </w:rPr>
            </w:pPr>
            <w:r w:rsidRPr="001F5B4D">
              <w:rPr>
                <w:b/>
              </w:rPr>
              <w:t>Productivity</w:t>
            </w:r>
          </w:p>
        </w:tc>
      </w:tr>
      <w:tr w:rsidR="001F5B4D" w:rsidRPr="001F5B4D" w14:paraId="06FB8AA0" w14:textId="77777777" w:rsidTr="001F5B4D">
        <w:tblPrEx>
          <w:tblCellMar>
            <w:top w:w="0" w:type="dxa"/>
            <w:bottom w:w="0" w:type="dxa"/>
          </w:tblCellMar>
        </w:tblPrEx>
        <w:trPr>
          <w:cantSplit/>
        </w:trPr>
        <w:tc>
          <w:tcPr>
            <w:tcW w:w="2551" w:type="dxa"/>
            <w:shd w:val="clear" w:color="auto" w:fill="998877"/>
          </w:tcPr>
          <w:p w14:paraId="726555B2" w14:textId="6CB5752F" w:rsidR="001F5B4D" w:rsidRPr="001F5B4D" w:rsidRDefault="001F5B4D" w:rsidP="001F5B4D">
            <w:r w:rsidRPr="001F5B4D">
              <w:t>Average age at maturity</w:t>
            </w:r>
          </w:p>
        </w:tc>
        <w:tc>
          <w:tcPr>
            <w:tcW w:w="4536" w:type="dxa"/>
            <w:gridSpan w:val="2"/>
          </w:tcPr>
          <w:p w14:paraId="34957644" w14:textId="085D7C19" w:rsidR="001F5B4D" w:rsidRPr="001F5B4D" w:rsidRDefault="001F5B4D" w:rsidP="001F5B4D">
            <w:r w:rsidRPr="001F5B4D">
              <w:t>Species growth rate (K) is 0.200, which is higher than lowest risk K (0.183) for age at maturity.</w:t>
            </w:r>
          </w:p>
        </w:tc>
        <w:tc>
          <w:tcPr>
            <w:tcW w:w="851" w:type="dxa"/>
          </w:tcPr>
          <w:p w14:paraId="64E6D80E" w14:textId="056E6D7A" w:rsidR="001F5B4D" w:rsidRPr="001F5B4D" w:rsidRDefault="001F5B4D" w:rsidP="001F5B4D">
            <w:r w:rsidRPr="001F5B4D">
              <w:t>1</w:t>
            </w:r>
          </w:p>
        </w:tc>
      </w:tr>
      <w:tr w:rsidR="001F5B4D" w:rsidRPr="001F5B4D" w14:paraId="7B7FD245" w14:textId="77777777" w:rsidTr="001F5B4D">
        <w:tblPrEx>
          <w:tblCellMar>
            <w:top w:w="0" w:type="dxa"/>
            <w:bottom w:w="0" w:type="dxa"/>
          </w:tblCellMar>
        </w:tblPrEx>
        <w:trPr>
          <w:cantSplit/>
        </w:trPr>
        <w:tc>
          <w:tcPr>
            <w:tcW w:w="2551" w:type="dxa"/>
            <w:shd w:val="clear" w:color="auto" w:fill="998877"/>
          </w:tcPr>
          <w:p w14:paraId="7B01C110" w14:textId="786AA31B" w:rsidR="001F5B4D" w:rsidRPr="001F5B4D" w:rsidRDefault="001F5B4D" w:rsidP="001F5B4D">
            <w:r w:rsidRPr="001F5B4D">
              <w:lastRenderedPageBreak/>
              <w:t>Average max age</w:t>
            </w:r>
          </w:p>
        </w:tc>
        <w:tc>
          <w:tcPr>
            <w:tcW w:w="4536" w:type="dxa"/>
            <w:gridSpan w:val="2"/>
          </w:tcPr>
          <w:p w14:paraId="0D5871B6" w14:textId="2E002F15" w:rsidR="001F5B4D" w:rsidRPr="001F5B4D" w:rsidRDefault="001F5B4D" w:rsidP="001F5B4D">
            <w:r w:rsidRPr="001F5B4D">
              <w:t>Species growth rate (K) is 0.200, which is in the medium risk K range (0.12-0.30) for maximum age.</w:t>
            </w:r>
          </w:p>
        </w:tc>
        <w:tc>
          <w:tcPr>
            <w:tcW w:w="851" w:type="dxa"/>
          </w:tcPr>
          <w:p w14:paraId="150F0001" w14:textId="581AFE3C" w:rsidR="001F5B4D" w:rsidRPr="001F5B4D" w:rsidRDefault="001F5B4D" w:rsidP="001F5B4D">
            <w:r w:rsidRPr="001F5B4D">
              <w:t>2</w:t>
            </w:r>
          </w:p>
        </w:tc>
      </w:tr>
      <w:tr w:rsidR="001F5B4D" w:rsidRPr="001F5B4D" w14:paraId="038EF9B9" w14:textId="77777777" w:rsidTr="001F5B4D">
        <w:tblPrEx>
          <w:tblCellMar>
            <w:top w:w="0" w:type="dxa"/>
            <w:bottom w:w="0" w:type="dxa"/>
          </w:tblCellMar>
        </w:tblPrEx>
        <w:trPr>
          <w:cantSplit/>
        </w:trPr>
        <w:tc>
          <w:tcPr>
            <w:tcW w:w="2551" w:type="dxa"/>
            <w:shd w:val="clear" w:color="auto" w:fill="998877"/>
          </w:tcPr>
          <w:p w14:paraId="71B28BD6" w14:textId="1E983A30" w:rsidR="001F5B4D" w:rsidRPr="001F5B4D" w:rsidRDefault="001F5B4D" w:rsidP="001F5B4D">
            <w:r w:rsidRPr="001F5B4D">
              <w:t>Fecundity</w:t>
            </w:r>
          </w:p>
        </w:tc>
        <w:tc>
          <w:tcPr>
            <w:tcW w:w="4536" w:type="dxa"/>
            <w:gridSpan w:val="2"/>
          </w:tcPr>
          <w:p w14:paraId="69AB8ACC" w14:textId="50FCF69D" w:rsidR="001F5B4D" w:rsidRPr="001F5B4D" w:rsidRDefault="001F5B4D" w:rsidP="001F5B4D">
            <w:r w:rsidRPr="001F5B4D">
              <w:t>Species fecundity is 2 eggs/year, which is lower than the highest risk value (100).</w:t>
            </w:r>
          </w:p>
        </w:tc>
        <w:tc>
          <w:tcPr>
            <w:tcW w:w="851" w:type="dxa"/>
          </w:tcPr>
          <w:p w14:paraId="74F8B043" w14:textId="138DC133" w:rsidR="001F5B4D" w:rsidRPr="001F5B4D" w:rsidRDefault="001F5B4D" w:rsidP="001F5B4D">
            <w:r w:rsidRPr="001F5B4D">
              <w:t>3</w:t>
            </w:r>
          </w:p>
        </w:tc>
      </w:tr>
      <w:tr w:rsidR="001F5B4D" w:rsidRPr="001F5B4D" w14:paraId="64D3861E" w14:textId="77777777" w:rsidTr="001F5B4D">
        <w:tblPrEx>
          <w:tblCellMar>
            <w:top w:w="0" w:type="dxa"/>
            <w:bottom w:w="0" w:type="dxa"/>
          </w:tblCellMar>
        </w:tblPrEx>
        <w:trPr>
          <w:cantSplit/>
        </w:trPr>
        <w:tc>
          <w:tcPr>
            <w:tcW w:w="2551" w:type="dxa"/>
            <w:shd w:val="clear" w:color="auto" w:fill="998877"/>
          </w:tcPr>
          <w:p w14:paraId="1F0ED998" w14:textId="4039850A" w:rsidR="001F5B4D" w:rsidRPr="001F5B4D" w:rsidRDefault="001F5B4D" w:rsidP="001F5B4D">
            <w:r w:rsidRPr="001F5B4D">
              <w:t>Average max size</w:t>
            </w:r>
          </w:p>
        </w:tc>
        <w:tc>
          <w:tcPr>
            <w:tcW w:w="4536" w:type="dxa"/>
            <w:gridSpan w:val="2"/>
          </w:tcPr>
          <w:p w14:paraId="17BE5637" w14:textId="79B19D5B" w:rsidR="001F5B4D" w:rsidRPr="001F5B4D" w:rsidRDefault="001F5B4D" w:rsidP="001F5B4D">
            <w:r w:rsidRPr="001F5B4D">
              <w:t>Species maximum length is 96, which is lower than the lowest risk value (100cm).</w:t>
            </w:r>
          </w:p>
        </w:tc>
        <w:tc>
          <w:tcPr>
            <w:tcW w:w="851" w:type="dxa"/>
          </w:tcPr>
          <w:p w14:paraId="7BFE4615" w14:textId="2DEEAC43" w:rsidR="001F5B4D" w:rsidRPr="001F5B4D" w:rsidRDefault="001F5B4D" w:rsidP="001F5B4D">
            <w:r w:rsidRPr="001F5B4D">
              <w:t>1</w:t>
            </w:r>
          </w:p>
        </w:tc>
      </w:tr>
      <w:tr w:rsidR="001F5B4D" w:rsidRPr="001F5B4D" w14:paraId="31B0BE11" w14:textId="77777777" w:rsidTr="001F5B4D">
        <w:tblPrEx>
          <w:tblCellMar>
            <w:top w:w="0" w:type="dxa"/>
            <w:bottom w:w="0" w:type="dxa"/>
          </w:tblCellMar>
        </w:tblPrEx>
        <w:trPr>
          <w:cantSplit/>
        </w:trPr>
        <w:tc>
          <w:tcPr>
            <w:tcW w:w="2551" w:type="dxa"/>
            <w:shd w:val="clear" w:color="auto" w:fill="998877"/>
          </w:tcPr>
          <w:p w14:paraId="21CD1BB8" w14:textId="38535816" w:rsidR="001F5B4D" w:rsidRPr="001F5B4D" w:rsidRDefault="001F5B4D" w:rsidP="001F5B4D">
            <w:r w:rsidRPr="001F5B4D">
              <w:t>Average size at maturity</w:t>
            </w:r>
          </w:p>
        </w:tc>
        <w:tc>
          <w:tcPr>
            <w:tcW w:w="4536" w:type="dxa"/>
            <w:gridSpan w:val="2"/>
          </w:tcPr>
          <w:p w14:paraId="54AD2E1F" w14:textId="70672459" w:rsidR="001F5B4D" w:rsidRPr="001F5B4D" w:rsidRDefault="001F5B4D" w:rsidP="001F5B4D">
            <w:r w:rsidRPr="001F5B4D">
              <w:t>Species length at maturity is 38, which is lower than the lowest risk value (40cm).</w:t>
            </w:r>
          </w:p>
        </w:tc>
        <w:tc>
          <w:tcPr>
            <w:tcW w:w="851" w:type="dxa"/>
          </w:tcPr>
          <w:p w14:paraId="12CF31A8" w14:textId="3FEA5ACD" w:rsidR="001F5B4D" w:rsidRPr="001F5B4D" w:rsidRDefault="001F5B4D" w:rsidP="001F5B4D">
            <w:r w:rsidRPr="001F5B4D">
              <w:t>1</w:t>
            </w:r>
          </w:p>
        </w:tc>
      </w:tr>
      <w:tr w:rsidR="001F5B4D" w:rsidRPr="001F5B4D" w14:paraId="217B3075" w14:textId="77777777" w:rsidTr="001F5B4D">
        <w:tblPrEx>
          <w:tblCellMar>
            <w:top w:w="0" w:type="dxa"/>
            <w:bottom w:w="0" w:type="dxa"/>
          </w:tblCellMar>
        </w:tblPrEx>
        <w:trPr>
          <w:cantSplit/>
        </w:trPr>
        <w:tc>
          <w:tcPr>
            <w:tcW w:w="2551" w:type="dxa"/>
            <w:shd w:val="clear" w:color="auto" w:fill="998877"/>
          </w:tcPr>
          <w:p w14:paraId="64786951" w14:textId="1CAA36AD" w:rsidR="001F5B4D" w:rsidRPr="001F5B4D" w:rsidRDefault="001F5B4D" w:rsidP="001F5B4D">
            <w:r w:rsidRPr="001F5B4D">
              <w:t>Reproductive strategy</w:t>
            </w:r>
          </w:p>
        </w:tc>
        <w:tc>
          <w:tcPr>
            <w:tcW w:w="4536" w:type="dxa"/>
            <w:gridSpan w:val="2"/>
          </w:tcPr>
          <w:p w14:paraId="7A6D2BC7" w14:textId="49005A45" w:rsidR="001F5B4D" w:rsidRPr="001F5B4D" w:rsidRDefault="001F5B4D" w:rsidP="001F5B4D">
            <w:r w:rsidRPr="001F5B4D">
              <w:t>Species reproductive strategy is live bearer, which is high risk.</w:t>
            </w:r>
          </w:p>
        </w:tc>
        <w:tc>
          <w:tcPr>
            <w:tcW w:w="851" w:type="dxa"/>
          </w:tcPr>
          <w:p w14:paraId="49356BF3" w14:textId="2D93F796" w:rsidR="001F5B4D" w:rsidRPr="001F5B4D" w:rsidRDefault="001F5B4D" w:rsidP="001F5B4D">
            <w:r w:rsidRPr="001F5B4D">
              <w:t>3</w:t>
            </w:r>
          </w:p>
        </w:tc>
      </w:tr>
      <w:tr w:rsidR="001F5B4D" w:rsidRPr="001F5B4D" w14:paraId="5F92CC05" w14:textId="77777777" w:rsidTr="001F5B4D">
        <w:tblPrEx>
          <w:tblCellMar>
            <w:top w:w="0" w:type="dxa"/>
            <w:bottom w:w="0" w:type="dxa"/>
          </w:tblCellMar>
        </w:tblPrEx>
        <w:trPr>
          <w:cantSplit/>
        </w:trPr>
        <w:tc>
          <w:tcPr>
            <w:tcW w:w="2551" w:type="dxa"/>
            <w:shd w:val="clear" w:color="auto" w:fill="998877"/>
          </w:tcPr>
          <w:p w14:paraId="0DFEB08E" w14:textId="208E0C43" w:rsidR="001F5B4D" w:rsidRPr="001F5B4D" w:rsidRDefault="001F5B4D" w:rsidP="001F5B4D">
            <w:r w:rsidRPr="001F5B4D">
              <w:t>Trophic level</w:t>
            </w:r>
          </w:p>
        </w:tc>
        <w:tc>
          <w:tcPr>
            <w:tcW w:w="4536" w:type="dxa"/>
            <w:gridSpan w:val="2"/>
            <w:tcBorders>
              <w:bottom w:val="single" w:sz="4" w:space="0" w:color="auto"/>
            </w:tcBorders>
          </w:tcPr>
          <w:p w14:paraId="7EC7E5F7" w14:textId="047926DB" w:rsidR="001F5B4D" w:rsidRPr="001F5B4D" w:rsidRDefault="001F5B4D" w:rsidP="001F5B4D">
            <w:r w:rsidRPr="001F5B4D">
              <w:t>Species trophic level is 4.4, which is higher than the highest risk value (3.25).</w:t>
            </w:r>
          </w:p>
        </w:tc>
        <w:tc>
          <w:tcPr>
            <w:tcW w:w="851" w:type="dxa"/>
          </w:tcPr>
          <w:p w14:paraId="55CE1F47" w14:textId="36D46219" w:rsidR="001F5B4D" w:rsidRPr="001F5B4D" w:rsidRDefault="001F5B4D" w:rsidP="001F5B4D">
            <w:r w:rsidRPr="001F5B4D">
              <w:t>3</w:t>
            </w:r>
          </w:p>
        </w:tc>
      </w:tr>
      <w:tr w:rsidR="001F5B4D" w:rsidRPr="001F5B4D" w14:paraId="3764A10B"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1DA9C4DE" w14:textId="77777777" w:rsidR="001F5B4D" w:rsidRPr="001F5B4D" w:rsidRDefault="001F5B4D" w:rsidP="001F5B4D"/>
        </w:tc>
        <w:tc>
          <w:tcPr>
            <w:tcW w:w="4536" w:type="dxa"/>
            <w:gridSpan w:val="2"/>
            <w:tcBorders>
              <w:bottom w:val="single" w:sz="4" w:space="0" w:color="auto"/>
            </w:tcBorders>
            <w:shd w:val="clear" w:color="auto" w:fill="998877"/>
          </w:tcPr>
          <w:p w14:paraId="14F24574" w14:textId="0CC417F3" w:rsidR="001F5B4D" w:rsidRPr="001F5B4D" w:rsidRDefault="001F5B4D" w:rsidP="001F5B4D">
            <w:r w:rsidRPr="001F5B4D">
              <w:t>Productivity score</w:t>
            </w:r>
          </w:p>
        </w:tc>
        <w:tc>
          <w:tcPr>
            <w:tcW w:w="851" w:type="dxa"/>
            <w:tcBorders>
              <w:bottom w:val="single" w:sz="4" w:space="0" w:color="auto"/>
            </w:tcBorders>
          </w:tcPr>
          <w:p w14:paraId="2D5F2D96" w14:textId="59D787F6" w:rsidR="001F5B4D" w:rsidRPr="001F5B4D" w:rsidRDefault="001F5B4D" w:rsidP="001F5B4D">
            <w:r w:rsidRPr="001F5B4D">
              <w:t>2.00</w:t>
            </w:r>
          </w:p>
        </w:tc>
      </w:tr>
      <w:tr w:rsidR="001F5B4D" w:rsidRPr="001F5B4D" w14:paraId="69590B93" w14:textId="77777777" w:rsidTr="004F7CFD">
        <w:tblPrEx>
          <w:tblCellMar>
            <w:top w:w="0" w:type="dxa"/>
            <w:bottom w:w="0" w:type="dxa"/>
          </w:tblCellMar>
        </w:tblPrEx>
        <w:trPr>
          <w:cantSplit/>
        </w:trPr>
        <w:tc>
          <w:tcPr>
            <w:tcW w:w="7938" w:type="dxa"/>
            <w:gridSpan w:val="4"/>
            <w:shd w:val="clear" w:color="auto" w:fill="998877"/>
          </w:tcPr>
          <w:p w14:paraId="4EBAA502" w14:textId="43C989B0" w:rsidR="001F5B4D" w:rsidRPr="001F5B4D" w:rsidRDefault="001F5B4D" w:rsidP="001F5B4D">
            <w:pPr>
              <w:rPr>
                <w:b/>
              </w:rPr>
            </w:pPr>
            <w:r w:rsidRPr="001F5B4D">
              <w:rPr>
                <w:b/>
              </w:rPr>
              <w:t>Susceptibility</w:t>
            </w:r>
          </w:p>
        </w:tc>
      </w:tr>
      <w:tr w:rsidR="001F5B4D" w:rsidRPr="001F5B4D" w14:paraId="28A5480A" w14:textId="77777777" w:rsidTr="001F5B4D">
        <w:tblPrEx>
          <w:tblCellMar>
            <w:top w:w="0" w:type="dxa"/>
            <w:bottom w:w="0" w:type="dxa"/>
          </w:tblCellMar>
        </w:tblPrEx>
        <w:trPr>
          <w:cantSplit/>
        </w:trPr>
        <w:tc>
          <w:tcPr>
            <w:tcW w:w="2551" w:type="dxa"/>
            <w:shd w:val="clear" w:color="auto" w:fill="998877"/>
          </w:tcPr>
          <w:p w14:paraId="181DFC0B" w14:textId="25B40286" w:rsidR="001F5B4D" w:rsidRPr="001F5B4D" w:rsidRDefault="001F5B4D" w:rsidP="001F5B4D">
            <w:r w:rsidRPr="001F5B4D">
              <w:t>Areal overlap (availability)</w:t>
            </w:r>
          </w:p>
        </w:tc>
        <w:tc>
          <w:tcPr>
            <w:tcW w:w="4536" w:type="dxa"/>
            <w:gridSpan w:val="2"/>
          </w:tcPr>
          <w:p w14:paraId="515AEC37" w14:textId="05D1A381" w:rsidR="001F5B4D" w:rsidRPr="001F5B4D" w:rsidRDefault="001F5B4D" w:rsidP="001F5B4D">
            <w:r w:rsidRPr="001F5B4D">
              <w:t>Worldwide pelagic distribution</w:t>
            </w:r>
          </w:p>
        </w:tc>
        <w:tc>
          <w:tcPr>
            <w:tcW w:w="851" w:type="dxa"/>
          </w:tcPr>
          <w:p w14:paraId="2824D8FE" w14:textId="567A30A7" w:rsidR="001F5B4D" w:rsidRPr="001F5B4D" w:rsidRDefault="001F5B4D" w:rsidP="001F5B4D">
            <w:r w:rsidRPr="001F5B4D">
              <w:t>3</w:t>
            </w:r>
          </w:p>
        </w:tc>
      </w:tr>
      <w:tr w:rsidR="001F5B4D" w:rsidRPr="001F5B4D" w14:paraId="614E4EF6" w14:textId="77777777" w:rsidTr="001F5B4D">
        <w:tblPrEx>
          <w:tblCellMar>
            <w:top w:w="0" w:type="dxa"/>
            <w:bottom w:w="0" w:type="dxa"/>
          </w:tblCellMar>
        </w:tblPrEx>
        <w:trPr>
          <w:cantSplit/>
        </w:trPr>
        <w:tc>
          <w:tcPr>
            <w:tcW w:w="2551" w:type="dxa"/>
            <w:shd w:val="clear" w:color="auto" w:fill="998877"/>
          </w:tcPr>
          <w:p w14:paraId="67C97136" w14:textId="28A957A0" w:rsidR="001F5B4D" w:rsidRPr="001F5B4D" w:rsidRDefault="001F5B4D" w:rsidP="001F5B4D">
            <w:r w:rsidRPr="001F5B4D">
              <w:t>Encounterability</w:t>
            </w:r>
          </w:p>
        </w:tc>
        <w:tc>
          <w:tcPr>
            <w:tcW w:w="4536" w:type="dxa"/>
            <w:gridSpan w:val="2"/>
          </w:tcPr>
          <w:p w14:paraId="36090CB2" w14:textId="0393709E" w:rsidR="001F5B4D" w:rsidRPr="001F5B4D" w:rsidRDefault="001F5B4D" w:rsidP="001F5B4D">
            <w:r w:rsidRPr="001F5B4D">
              <w:t>The depth range of the species is 1-381m. For surface gears, the vertical overlap index with this species is 26.25%.</w:t>
            </w:r>
          </w:p>
        </w:tc>
        <w:tc>
          <w:tcPr>
            <w:tcW w:w="851" w:type="dxa"/>
          </w:tcPr>
          <w:p w14:paraId="1438C79B" w14:textId="4A54088F" w:rsidR="001F5B4D" w:rsidRPr="001F5B4D" w:rsidRDefault="001F5B4D" w:rsidP="001F5B4D">
            <w:r w:rsidRPr="001F5B4D">
              <w:t>2</w:t>
            </w:r>
          </w:p>
        </w:tc>
      </w:tr>
      <w:tr w:rsidR="001F5B4D" w:rsidRPr="001F5B4D" w14:paraId="09A28F06" w14:textId="77777777" w:rsidTr="001F5B4D">
        <w:tblPrEx>
          <w:tblCellMar>
            <w:top w:w="0" w:type="dxa"/>
            <w:bottom w:w="0" w:type="dxa"/>
          </w:tblCellMar>
        </w:tblPrEx>
        <w:trPr>
          <w:cantSplit/>
        </w:trPr>
        <w:tc>
          <w:tcPr>
            <w:tcW w:w="2551" w:type="dxa"/>
            <w:shd w:val="clear" w:color="auto" w:fill="998877"/>
          </w:tcPr>
          <w:p w14:paraId="1438226A" w14:textId="14D92168" w:rsidR="001F5B4D" w:rsidRPr="001F5B4D" w:rsidRDefault="001F5B4D" w:rsidP="001F5B4D">
            <w:r w:rsidRPr="001F5B4D">
              <w:t>Selectivity</w:t>
            </w:r>
          </w:p>
        </w:tc>
        <w:tc>
          <w:tcPr>
            <w:tcW w:w="4536" w:type="dxa"/>
            <w:gridSpan w:val="2"/>
          </w:tcPr>
          <w:p w14:paraId="488CF754" w14:textId="68E342E2" w:rsidR="001F5B4D" w:rsidRPr="001F5B4D" w:rsidRDefault="001F5B4D" w:rsidP="001F5B4D">
            <w:r w:rsidRPr="001F5B4D">
              <w:t>The maximum length of the species is 96cm. For tropical surface fisheries, the length overlap index with this species is 87.27%.</w:t>
            </w:r>
          </w:p>
        </w:tc>
        <w:tc>
          <w:tcPr>
            <w:tcW w:w="851" w:type="dxa"/>
          </w:tcPr>
          <w:p w14:paraId="62F91B8B" w14:textId="7189C977" w:rsidR="001F5B4D" w:rsidRPr="001F5B4D" w:rsidRDefault="001F5B4D" w:rsidP="001F5B4D">
            <w:r w:rsidRPr="001F5B4D">
              <w:t>3</w:t>
            </w:r>
          </w:p>
        </w:tc>
      </w:tr>
      <w:tr w:rsidR="001F5B4D" w:rsidRPr="001F5B4D" w14:paraId="6070C6FD" w14:textId="77777777" w:rsidTr="001F5B4D">
        <w:tblPrEx>
          <w:tblCellMar>
            <w:top w:w="0" w:type="dxa"/>
            <w:bottom w:w="0" w:type="dxa"/>
          </w:tblCellMar>
        </w:tblPrEx>
        <w:trPr>
          <w:cantSplit/>
        </w:trPr>
        <w:tc>
          <w:tcPr>
            <w:tcW w:w="2551" w:type="dxa"/>
            <w:shd w:val="clear" w:color="auto" w:fill="998877"/>
          </w:tcPr>
          <w:p w14:paraId="3C557F65" w14:textId="4E02D39D" w:rsidR="001F5B4D" w:rsidRPr="001F5B4D" w:rsidRDefault="001F5B4D" w:rsidP="001F5B4D">
            <w:r w:rsidRPr="001F5B4D">
              <w:t>Post capture mortality</w:t>
            </w:r>
          </w:p>
        </w:tc>
        <w:tc>
          <w:tcPr>
            <w:tcW w:w="4536" w:type="dxa"/>
            <w:gridSpan w:val="2"/>
            <w:tcBorders>
              <w:bottom w:val="single" w:sz="4" w:space="0" w:color="auto"/>
            </w:tcBorders>
          </w:tcPr>
          <w:p w14:paraId="37051198" w14:textId="5D7D11C3" w:rsidR="001F5B4D" w:rsidRPr="001F5B4D" w:rsidRDefault="001F5B4D" w:rsidP="001F5B4D">
            <w:r w:rsidRPr="001F5B4D">
              <w:t>No direct evidence of survival after capture.</w:t>
            </w:r>
          </w:p>
        </w:tc>
        <w:tc>
          <w:tcPr>
            <w:tcW w:w="851" w:type="dxa"/>
          </w:tcPr>
          <w:p w14:paraId="5880CE22" w14:textId="221F5CFA" w:rsidR="001F5B4D" w:rsidRPr="001F5B4D" w:rsidRDefault="001F5B4D" w:rsidP="001F5B4D">
            <w:r w:rsidRPr="001F5B4D">
              <w:t>3</w:t>
            </w:r>
          </w:p>
        </w:tc>
      </w:tr>
      <w:tr w:rsidR="001F5B4D" w:rsidRPr="001F5B4D" w14:paraId="0985FFCD" w14:textId="77777777" w:rsidTr="001F5B4D">
        <w:tblPrEx>
          <w:tblCellMar>
            <w:top w:w="0" w:type="dxa"/>
            <w:bottom w:w="0" w:type="dxa"/>
          </w:tblCellMar>
        </w:tblPrEx>
        <w:trPr>
          <w:cantSplit/>
        </w:trPr>
        <w:tc>
          <w:tcPr>
            <w:tcW w:w="2551" w:type="dxa"/>
            <w:shd w:val="clear" w:color="auto" w:fill="998877"/>
          </w:tcPr>
          <w:p w14:paraId="618ED38A" w14:textId="77777777" w:rsidR="001F5B4D" w:rsidRPr="001F5B4D" w:rsidRDefault="001F5B4D" w:rsidP="001F5B4D"/>
        </w:tc>
        <w:tc>
          <w:tcPr>
            <w:tcW w:w="4536" w:type="dxa"/>
            <w:gridSpan w:val="2"/>
            <w:tcBorders>
              <w:bottom w:val="single" w:sz="4" w:space="0" w:color="auto"/>
            </w:tcBorders>
            <w:shd w:val="clear" w:color="auto" w:fill="998877"/>
          </w:tcPr>
          <w:p w14:paraId="3F564A19" w14:textId="283EB551" w:rsidR="001F5B4D" w:rsidRPr="001F5B4D" w:rsidRDefault="001F5B4D" w:rsidP="001F5B4D">
            <w:r w:rsidRPr="001F5B4D">
              <w:t>Susceptibility score</w:t>
            </w:r>
          </w:p>
        </w:tc>
        <w:tc>
          <w:tcPr>
            <w:tcW w:w="851" w:type="dxa"/>
          </w:tcPr>
          <w:p w14:paraId="6C65694F" w14:textId="08BEBDBE" w:rsidR="001F5B4D" w:rsidRPr="001F5B4D" w:rsidRDefault="001F5B4D" w:rsidP="001F5B4D">
            <w:r w:rsidRPr="001F5B4D">
              <w:t>2.33</w:t>
            </w:r>
          </w:p>
        </w:tc>
      </w:tr>
      <w:tr w:rsidR="001F5B4D" w:rsidRPr="001F5B4D" w14:paraId="436EB66B" w14:textId="77777777" w:rsidTr="001F5B4D">
        <w:tblPrEx>
          <w:tblCellMar>
            <w:top w:w="0" w:type="dxa"/>
            <w:bottom w:w="0" w:type="dxa"/>
          </w:tblCellMar>
        </w:tblPrEx>
        <w:trPr>
          <w:cantSplit/>
        </w:trPr>
        <w:tc>
          <w:tcPr>
            <w:tcW w:w="2551" w:type="dxa"/>
            <w:shd w:val="clear" w:color="auto" w:fill="998877"/>
          </w:tcPr>
          <w:p w14:paraId="74B317F0" w14:textId="77777777" w:rsidR="001F5B4D" w:rsidRPr="001F5B4D" w:rsidRDefault="001F5B4D" w:rsidP="001F5B4D"/>
        </w:tc>
        <w:tc>
          <w:tcPr>
            <w:tcW w:w="4536" w:type="dxa"/>
            <w:gridSpan w:val="2"/>
            <w:shd w:val="clear" w:color="auto" w:fill="998877"/>
          </w:tcPr>
          <w:p w14:paraId="15AA426F" w14:textId="1881E948" w:rsidR="001F5B4D" w:rsidRPr="001F5B4D" w:rsidRDefault="001F5B4D" w:rsidP="001F5B4D">
            <w:r w:rsidRPr="001F5B4D">
              <w:t>Vulnerability score</w:t>
            </w:r>
          </w:p>
        </w:tc>
        <w:tc>
          <w:tcPr>
            <w:tcW w:w="851" w:type="dxa"/>
          </w:tcPr>
          <w:p w14:paraId="3FC353B2" w14:textId="4ADF3F08" w:rsidR="001F5B4D" w:rsidRPr="001F5B4D" w:rsidRDefault="001F5B4D" w:rsidP="001F5B4D">
            <w:r w:rsidRPr="001F5B4D">
              <w:t>3.07</w:t>
            </w:r>
          </w:p>
        </w:tc>
      </w:tr>
    </w:tbl>
    <w:p w14:paraId="77C6C6A9" w14:textId="7181E182"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3A3969BB"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2" w:name="T_FLY" w:colFirst="0" w:colLast="0"/>
          <w:p w14:paraId="2FAA9E57" w14:textId="7ECEBD3C" w:rsidR="001F5B4D" w:rsidRPr="001F5B4D" w:rsidRDefault="001F5B4D" w:rsidP="001F5B4D">
            <w:pPr>
              <w:rPr>
                <w:b/>
              </w:rPr>
            </w:pPr>
            <w:r w:rsidRPr="001F5B4D">
              <w:rPr>
                <w:b/>
              </w:rPr>
              <w:fldChar w:fldCharType="begin"/>
            </w:r>
            <w:r w:rsidRPr="001F5B4D">
              <w:rPr>
                <w:b/>
              </w:rPr>
              <w:instrText xml:space="preserve"> HYPERLINK  \l "S_FLY" \o "PSA Score" </w:instrText>
            </w:r>
            <w:r w:rsidRPr="001F5B4D">
              <w:rPr>
                <w:b/>
              </w:rPr>
            </w:r>
            <w:r w:rsidRPr="001F5B4D">
              <w:rPr>
                <w:b/>
              </w:rPr>
              <w:fldChar w:fldCharType="separate"/>
            </w:r>
            <w:r w:rsidRPr="001F5B4D">
              <w:rPr>
                <w:rStyle w:val="Hyperlink"/>
                <w:b/>
              </w:rPr>
              <w:t>Flyingfish</w:t>
            </w:r>
            <w:r w:rsidRPr="001F5B4D">
              <w:rPr>
                <w:b/>
              </w:rPr>
              <w:fldChar w:fldCharType="end"/>
            </w:r>
          </w:p>
        </w:tc>
        <w:tc>
          <w:tcPr>
            <w:tcW w:w="3969" w:type="dxa"/>
            <w:gridSpan w:val="2"/>
            <w:tcBorders>
              <w:bottom w:val="single" w:sz="4" w:space="0" w:color="auto"/>
            </w:tcBorders>
            <w:shd w:val="clear" w:color="auto" w:fill="998877"/>
          </w:tcPr>
          <w:p w14:paraId="7327000A" w14:textId="109FAE6B" w:rsidR="001F5B4D" w:rsidRPr="001F5B4D" w:rsidRDefault="001F5B4D" w:rsidP="001F5B4D">
            <w:pPr>
              <w:rPr>
                <w:b/>
                <w:i/>
              </w:rPr>
            </w:pPr>
            <w:r w:rsidRPr="001F5B4D">
              <w:rPr>
                <w:b/>
                <w:i/>
              </w:rPr>
              <w:t>Family Exocoetidae</w:t>
            </w:r>
          </w:p>
        </w:tc>
      </w:tr>
      <w:bookmarkEnd w:id="202"/>
      <w:tr w:rsidR="001F5B4D" w:rsidRPr="001F5B4D" w14:paraId="1E1C98A2" w14:textId="77777777" w:rsidTr="00E647AF">
        <w:tblPrEx>
          <w:tblCellMar>
            <w:top w:w="0" w:type="dxa"/>
            <w:bottom w:w="0" w:type="dxa"/>
          </w:tblCellMar>
        </w:tblPrEx>
        <w:trPr>
          <w:cantSplit/>
        </w:trPr>
        <w:tc>
          <w:tcPr>
            <w:tcW w:w="7938" w:type="dxa"/>
            <w:gridSpan w:val="4"/>
            <w:shd w:val="clear" w:color="auto" w:fill="998877"/>
          </w:tcPr>
          <w:p w14:paraId="7D9D7EF6" w14:textId="44AF3178" w:rsidR="001F5B4D" w:rsidRPr="001F5B4D" w:rsidRDefault="001F5B4D" w:rsidP="001F5B4D">
            <w:pPr>
              <w:rPr>
                <w:b/>
              </w:rPr>
            </w:pPr>
            <w:r w:rsidRPr="001F5B4D">
              <w:rPr>
                <w:b/>
              </w:rPr>
              <w:t>Productivity</w:t>
            </w:r>
          </w:p>
        </w:tc>
      </w:tr>
      <w:tr w:rsidR="001F5B4D" w:rsidRPr="001F5B4D" w14:paraId="62571339" w14:textId="77777777" w:rsidTr="001F5B4D">
        <w:tblPrEx>
          <w:tblCellMar>
            <w:top w:w="0" w:type="dxa"/>
            <w:bottom w:w="0" w:type="dxa"/>
          </w:tblCellMar>
        </w:tblPrEx>
        <w:trPr>
          <w:cantSplit/>
        </w:trPr>
        <w:tc>
          <w:tcPr>
            <w:tcW w:w="2551" w:type="dxa"/>
            <w:shd w:val="clear" w:color="auto" w:fill="998877"/>
          </w:tcPr>
          <w:p w14:paraId="4A183CAB" w14:textId="1009A309" w:rsidR="001F5B4D" w:rsidRPr="001F5B4D" w:rsidRDefault="001F5B4D" w:rsidP="001F5B4D">
            <w:r w:rsidRPr="001F5B4D">
              <w:t>Average age at maturity</w:t>
            </w:r>
          </w:p>
        </w:tc>
        <w:tc>
          <w:tcPr>
            <w:tcW w:w="4536" w:type="dxa"/>
            <w:gridSpan w:val="2"/>
          </w:tcPr>
          <w:p w14:paraId="1EDC4058" w14:textId="5CC04CF6" w:rsidR="001F5B4D" w:rsidRPr="001F5B4D" w:rsidRDefault="001F5B4D" w:rsidP="001F5B4D">
            <w:r w:rsidRPr="001F5B4D">
              <w:t>The score is based on the maximum risk score in the family Agonidae, which included 1 species.</w:t>
            </w:r>
          </w:p>
        </w:tc>
        <w:tc>
          <w:tcPr>
            <w:tcW w:w="851" w:type="dxa"/>
          </w:tcPr>
          <w:p w14:paraId="029D29BE" w14:textId="58555826" w:rsidR="001F5B4D" w:rsidRPr="001F5B4D" w:rsidRDefault="001F5B4D" w:rsidP="001F5B4D">
            <w:r w:rsidRPr="001F5B4D">
              <w:t>1</w:t>
            </w:r>
          </w:p>
        </w:tc>
      </w:tr>
      <w:tr w:rsidR="001F5B4D" w:rsidRPr="001F5B4D" w14:paraId="38586E1E" w14:textId="77777777" w:rsidTr="001F5B4D">
        <w:tblPrEx>
          <w:tblCellMar>
            <w:top w:w="0" w:type="dxa"/>
            <w:bottom w:w="0" w:type="dxa"/>
          </w:tblCellMar>
        </w:tblPrEx>
        <w:trPr>
          <w:cantSplit/>
        </w:trPr>
        <w:tc>
          <w:tcPr>
            <w:tcW w:w="2551" w:type="dxa"/>
            <w:shd w:val="clear" w:color="auto" w:fill="998877"/>
          </w:tcPr>
          <w:p w14:paraId="41894A33" w14:textId="5D23A164" w:rsidR="001F5B4D" w:rsidRPr="001F5B4D" w:rsidRDefault="001F5B4D" w:rsidP="001F5B4D">
            <w:r w:rsidRPr="001F5B4D">
              <w:t>Average max age</w:t>
            </w:r>
          </w:p>
        </w:tc>
        <w:tc>
          <w:tcPr>
            <w:tcW w:w="4536" w:type="dxa"/>
            <w:gridSpan w:val="2"/>
          </w:tcPr>
          <w:p w14:paraId="4AF064DD" w14:textId="3AF34F46" w:rsidR="001F5B4D" w:rsidRPr="001F5B4D" w:rsidRDefault="001F5B4D" w:rsidP="001F5B4D">
            <w:r w:rsidRPr="001F5B4D">
              <w:t>The score is based on the maximum risk score in the family Agonidae, which included 1 species.</w:t>
            </w:r>
          </w:p>
        </w:tc>
        <w:tc>
          <w:tcPr>
            <w:tcW w:w="851" w:type="dxa"/>
          </w:tcPr>
          <w:p w14:paraId="035A4011" w14:textId="2334F105" w:rsidR="001F5B4D" w:rsidRPr="001F5B4D" w:rsidRDefault="001F5B4D" w:rsidP="001F5B4D">
            <w:r w:rsidRPr="001F5B4D">
              <w:t>1</w:t>
            </w:r>
          </w:p>
        </w:tc>
      </w:tr>
      <w:tr w:rsidR="001F5B4D" w:rsidRPr="001F5B4D" w14:paraId="1D4BDAB2" w14:textId="77777777" w:rsidTr="001F5B4D">
        <w:tblPrEx>
          <w:tblCellMar>
            <w:top w:w="0" w:type="dxa"/>
            <w:bottom w:w="0" w:type="dxa"/>
          </w:tblCellMar>
        </w:tblPrEx>
        <w:trPr>
          <w:cantSplit/>
        </w:trPr>
        <w:tc>
          <w:tcPr>
            <w:tcW w:w="2551" w:type="dxa"/>
            <w:shd w:val="clear" w:color="auto" w:fill="998877"/>
          </w:tcPr>
          <w:p w14:paraId="3385599A" w14:textId="410F1652" w:rsidR="001F5B4D" w:rsidRPr="001F5B4D" w:rsidRDefault="001F5B4D" w:rsidP="001F5B4D">
            <w:r w:rsidRPr="001F5B4D">
              <w:t>Fecundity</w:t>
            </w:r>
          </w:p>
        </w:tc>
        <w:tc>
          <w:tcPr>
            <w:tcW w:w="4536" w:type="dxa"/>
            <w:gridSpan w:val="2"/>
          </w:tcPr>
          <w:p w14:paraId="1DCB4795" w14:textId="7AD828E5" w:rsidR="001F5B4D" w:rsidRPr="001F5B4D" w:rsidRDefault="001F5B4D" w:rsidP="001F5B4D">
            <w:r w:rsidRPr="001F5B4D">
              <w:t>There is no information, but fish are likely to produce &gt;100 eggs/year.</w:t>
            </w:r>
          </w:p>
        </w:tc>
        <w:tc>
          <w:tcPr>
            <w:tcW w:w="851" w:type="dxa"/>
          </w:tcPr>
          <w:p w14:paraId="1A85E26B" w14:textId="51A5C29D" w:rsidR="001F5B4D" w:rsidRPr="001F5B4D" w:rsidRDefault="001F5B4D" w:rsidP="001F5B4D">
            <w:r w:rsidRPr="001F5B4D">
              <w:t>2</w:t>
            </w:r>
          </w:p>
        </w:tc>
      </w:tr>
      <w:tr w:rsidR="001F5B4D" w:rsidRPr="001F5B4D" w14:paraId="5E8CFED6" w14:textId="77777777" w:rsidTr="001F5B4D">
        <w:tblPrEx>
          <w:tblCellMar>
            <w:top w:w="0" w:type="dxa"/>
            <w:bottom w:w="0" w:type="dxa"/>
          </w:tblCellMar>
        </w:tblPrEx>
        <w:trPr>
          <w:cantSplit/>
        </w:trPr>
        <w:tc>
          <w:tcPr>
            <w:tcW w:w="2551" w:type="dxa"/>
            <w:shd w:val="clear" w:color="auto" w:fill="998877"/>
          </w:tcPr>
          <w:p w14:paraId="02119E82" w14:textId="5F27F0C0" w:rsidR="001F5B4D" w:rsidRPr="001F5B4D" w:rsidRDefault="001F5B4D" w:rsidP="001F5B4D">
            <w:r w:rsidRPr="001F5B4D">
              <w:t>Average max size</w:t>
            </w:r>
          </w:p>
        </w:tc>
        <w:tc>
          <w:tcPr>
            <w:tcW w:w="4536" w:type="dxa"/>
            <w:gridSpan w:val="2"/>
          </w:tcPr>
          <w:p w14:paraId="78FA8B68" w14:textId="1A4BEF49" w:rsidR="001F5B4D" w:rsidRPr="001F5B4D" w:rsidRDefault="001F5B4D" w:rsidP="001F5B4D">
            <w:r w:rsidRPr="001F5B4D">
              <w:t>The score is based on the maximum risk score in the family Agonidae, which included 1 species.</w:t>
            </w:r>
          </w:p>
        </w:tc>
        <w:tc>
          <w:tcPr>
            <w:tcW w:w="851" w:type="dxa"/>
          </w:tcPr>
          <w:p w14:paraId="3EC31F1A" w14:textId="6E278ED2" w:rsidR="001F5B4D" w:rsidRPr="001F5B4D" w:rsidRDefault="001F5B4D" w:rsidP="001F5B4D">
            <w:r w:rsidRPr="001F5B4D">
              <w:t>1</w:t>
            </w:r>
          </w:p>
        </w:tc>
      </w:tr>
      <w:tr w:rsidR="001F5B4D" w:rsidRPr="001F5B4D" w14:paraId="2217D879" w14:textId="77777777" w:rsidTr="001F5B4D">
        <w:tblPrEx>
          <w:tblCellMar>
            <w:top w:w="0" w:type="dxa"/>
            <w:bottom w:w="0" w:type="dxa"/>
          </w:tblCellMar>
        </w:tblPrEx>
        <w:trPr>
          <w:cantSplit/>
        </w:trPr>
        <w:tc>
          <w:tcPr>
            <w:tcW w:w="2551" w:type="dxa"/>
            <w:shd w:val="clear" w:color="auto" w:fill="998877"/>
          </w:tcPr>
          <w:p w14:paraId="62194223" w14:textId="7E9EFD2E" w:rsidR="001F5B4D" w:rsidRPr="001F5B4D" w:rsidRDefault="001F5B4D" w:rsidP="001F5B4D">
            <w:r w:rsidRPr="001F5B4D">
              <w:t>Average size at maturity</w:t>
            </w:r>
          </w:p>
        </w:tc>
        <w:tc>
          <w:tcPr>
            <w:tcW w:w="4536" w:type="dxa"/>
            <w:gridSpan w:val="2"/>
          </w:tcPr>
          <w:p w14:paraId="7E0B3637" w14:textId="3463C752" w:rsidR="001F5B4D" w:rsidRPr="001F5B4D" w:rsidRDefault="001F5B4D" w:rsidP="001F5B4D">
            <w:r w:rsidRPr="001F5B4D">
              <w:t>The score is based on the maximum risk score in the family Agonidae, which included 1 species.</w:t>
            </w:r>
          </w:p>
        </w:tc>
        <w:tc>
          <w:tcPr>
            <w:tcW w:w="851" w:type="dxa"/>
          </w:tcPr>
          <w:p w14:paraId="0F2BE5B4" w14:textId="72E26722" w:rsidR="001F5B4D" w:rsidRPr="001F5B4D" w:rsidRDefault="001F5B4D" w:rsidP="001F5B4D">
            <w:r w:rsidRPr="001F5B4D">
              <w:t>1</w:t>
            </w:r>
          </w:p>
        </w:tc>
      </w:tr>
      <w:tr w:rsidR="001F5B4D" w:rsidRPr="001F5B4D" w14:paraId="2D983060" w14:textId="77777777" w:rsidTr="001F5B4D">
        <w:tblPrEx>
          <w:tblCellMar>
            <w:top w:w="0" w:type="dxa"/>
            <w:bottom w:w="0" w:type="dxa"/>
          </w:tblCellMar>
        </w:tblPrEx>
        <w:trPr>
          <w:cantSplit/>
        </w:trPr>
        <w:tc>
          <w:tcPr>
            <w:tcW w:w="2551" w:type="dxa"/>
            <w:shd w:val="clear" w:color="auto" w:fill="998877"/>
          </w:tcPr>
          <w:p w14:paraId="07D868A3" w14:textId="729B7517" w:rsidR="001F5B4D" w:rsidRPr="001F5B4D" w:rsidRDefault="001F5B4D" w:rsidP="001F5B4D">
            <w:r w:rsidRPr="001F5B4D">
              <w:t>Reproductive strategy</w:t>
            </w:r>
          </w:p>
        </w:tc>
        <w:tc>
          <w:tcPr>
            <w:tcW w:w="4536" w:type="dxa"/>
            <w:gridSpan w:val="2"/>
          </w:tcPr>
          <w:p w14:paraId="1432DE0E" w14:textId="50E7E95E" w:rsidR="001F5B4D" w:rsidRPr="001F5B4D" w:rsidRDefault="001F5B4D" w:rsidP="001F5B4D">
            <w:r w:rsidRPr="001F5B4D">
              <w:t>Species reproductive strategy is demersal egg layer, which is medium risk.</w:t>
            </w:r>
          </w:p>
        </w:tc>
        <w:tc>
          <w:tcPr>
            <w:tcW w:w="851" w:type="dxa"/>
          </w:tcPr>
          <w:p w14:paraId="7E7D7255" w14:textId="6BF09848" w:rsidR="001F5B4D" w:rsidRPr="001F5B4D" w:rsidRDefault="001F5B4D" w:rsidP="001F5B4D">
            <w:r w:rsidRPr="001F5B4D">
              <w:t>2</w:t>
            </w:r>
          </w:p>
        </w:tc>
      </w:tr>
      <w:tr w:rsidR="001F5B4D" w:rsidRPr="001F5B4D" w14:paraId="2F9A4BE0" w14:textId="77777777" w:rsidTr="001F5B4D">
        <w:tblPrEx>
          <w:tblCellMar>
            <w:top w:w="0" w:type="dxa"/>
            <w:bottom w:w="0" w:type="dxa"/>
          </w:tblCellMar>
        </w:tblPrEx>
        <w:trPr>
          <w:cantSplit/>
        </w:trPr>
        <w:tc>
          <w:tcPr>
            <w:tcW w:w="2551" w:type="dxa"/>
            <w:shd w:val="clear" w:color="auto" w:fill="998877"/>
          </w:tcPr>
          <w:p w14:paraId="42849257" w14:textId="080EF9E5" w:rsidR="001F5B4D" w:rsidRPr="001F5B4D" w:rsidRDefault="001F5B4D" w:rsidP="001F5B4D">
            <w:r w:rsidRPr="001F5B4D">
              <w:t>Trophic level</w:t>
            </w:r>
          </w:p>
        </w:tc>
        <w:tc>
          <w:tcPr>
            <w:tcW w:w="4536" w:type="dxa"/>
            <w:gridSpan w:val="2"/>
            <w:tcBorders>
              <w:bottom w:val="single" w:sz="4" w:space="0" w:color="auto"/>
            </w:tcBorders>
          </w:tcPr>
          <w:p w14:paraId="72EEE7AC" w14:textId="419583DC" w:rsidR="001F5B4D" w:rsidRPr="001F5B4D" w:rsidRDefault="001F5B4D" w:rsidP="001F5B4D">
            <w:r w:rsidRPr="001F5B4D">
              <w:t>The score is based on the maximum risk score in the family Agonidae, which included 1 species.</w:t>
            </w:r>
          </w:p>
        </w:tc>
        <w:tc>
          <w:tcPr>
            <w:tcW w:w="851" w:type="dxa"/>
          </w:tcPr>
          <w:p w14:paraId="523AAA0B" w14:textId="1FF05535" w:rsidR="001F5B4D" w:rsidRPr="001F5B4D" w:rsidRDefault="001F5B4D" w:rsidP="001F5B4D">
            <w:r w:rsidRPr="001F5B4D">
              <w:t>2</w:t>
            </w:r>
          </w:p>
        </w:tc>
      </w:tr>
      <w:tr w:rsidR="001F5B4D" w:rsidRPr="001F5B4D" w14:paraId="3BB1E3DB"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4D5DAF15" w14:textId="77777777" w:rsidR="001F5B4D" w:rsidRPr="001F5B4D" w:rsidRDefault="001F5B4D" w:rsidP="001F5B4D"/>
        </w:tc>
        <w:tc>
          <w:tcPr>
            <w:tcW w:w="4536" w:type="dxa"/>
            <w:gridSpan w:val="2"/>
            <w:tcBorders>
              <w:bottom w:val="single" w:sz="4" w:space="0" w:color="auto"/>
            </w:tcBorders>
            <w:shd w:val="clear" w:color="auto" w:fill="998877"/>
          </w:tcPr>
          <w:p w14:paraId="1E12A940" w14:textId="62019444" w:rsidR="001F5B4D" w:rsidRPr="001F5B4D" w:rsidRDefault="001F5B4D" w:rsidP="001F5B4D">
            <w:r w:rsidRPr="001F5B4D">
              <w:t>Productivity score</w:t>
            </w:r>
          </w:p>
        </w:tc>
        <w:tc>
          <w:tcPr>
            <w:tcW w:w="851" w:type="dxa"/>
            <w:tcBorders>
              <w:bottom w:val="single" w:sz="4" w:space="0" w:color="auto"/>
            </w:tcBorders>
          </w:tcPr>
          <w:p w14:paraId="4CF3AFF3" w14:textId="71A1CF83" w:rsidR="001F5B4D" w:rsidRPr="001F5B4D" w:rsidRDefault="001F5B4D" w:rsidP="001F5B4D">
            <w:r w:rsidRPr="001F5B4D">
              <w:t>1.43</w:t>
            </w:r>
          </w:p>
        </w:tc>
      </w:tr>
      <w:tr w:rsidR="001F5B4D" w:rsidRPr="001F5B4D" w14:paraId="13A104EC" w14:textId="77777777" w:rsidTr="002662D8">
        <w:tblPrEx>
          <w:tblCellMar>
            <w:top w:w="0" w:type="dxa"/>
            <w:bottom w:w="0" w:type="dxa"/>
          </w:tblCellMar>
        </w:tblPrEx>
        <w:trPr>
          <w:cantSplit/>
        </w:trPr>
        <w:tc>
          <w:tcPr>
            <w:tcW w:w="7938" w:type="dxa"/>
            <w:gridSpan w:val="4"/>
            <w:shd w:val="clear" w:color="auto" w:fill="998877"/>
          </w:tcPr>
          <w:p w14:paraId="571D21A8" w14:textId="41D3B56B" w:rsidR="001F5B4D" w:rsidRPr="001F5B4D" w:rsidRDefault="001F5B4D" w:rsidP="001F5B4D">
            <w:pPr>
              <w:rPr>
                <w:b/>
              </w:rPr>
            </w:pPr>
            <w:r w:rsidRPr="001F5B4D">
              <w:rPr>
                <w:b/>
              </w:rPr>
              <w:t>Susceptibility</w:t>
            </w:r>
          </w:p>
        </w:tc>
      </w:tr>
      <w:tr w:rsidR="001F5B4D" w:rsidRPr="001F5B4D" w14:paraId="1F82F7ED" w14:textId="77777777" w:rsidTr="001F5B4D">
        <w:tblPrEx>
          <w:tblCellMar>
            <w:top w:w="0" w:type="dxa"/>
            <w:bottom w:w="0" w:type="dxa"/>
          </w:tblCellMar>
        </w:tblPrEx>
        <w:trPr>
          <w:cantSplit/>
        </w:trPr>
        <w:tc>
          <w:tcPr>
            <w:tcW w:w="2551" w:type="dxa"/>
            <w:shd w:val="clear" w:color="auto" w:fill="998877"/>
          </w:tcPr>
          <w:p w14:paraId="234691E0" w14:textId="71E390FA" w:rsidR="001F5B4D" w:rsidRPr="001F5B4D" w:rsidRDefault="001F5B4D" w:rsidP="001F5B4D">
            <w:r w:rsidRPr="001F5B4D">
              <w:t>Areal overlap (availability)</w:t>
            </w:r>
          </w:p>
        </w:tc>
        <w:tc>
          <w:tcPr>
            <w:tcW w:w="4536" w:type="dxa"/>
            <w:gridSpan w:val="2"/>
          </w:tcPr>
          <w:p w14:paraId="6557046E" w14:textId="423DAF1F" w:rsidR="001F5B4D" w:rsidRPr="001F5B4D" w:rsidRDefault="001F5B4D" w:rsidP="001F5B4D">
            <w:r w:rsidRPr="001F5B4D">
              <w:t>Worldwide pelagic distribution</w:t>
            </w:r>
          </w:p>
        </w:tc>
        <w:tc>
          <w:tcPr>
            <w:tcW w:w="851" w:type="dxa"/>
          </w:tcPr>
          <w:p w14:paraId="5651E9CB" w14:textId="53740C1B" w:rsidR="001F5B4D" w:rsidRPr="001F5B4D" w:rsidRDefault="001F5B4D" w:rsidP="001F5B4D">
            <w:r w:rsidRPr="001F5B4D">
              <w:t>3</w:t>
            </w:r>
          </w:p>
        </w:tc>
      </w:tr>
      <w:tr w:rsidR="001F5B4D" w:rsidRPr="001F5B4D" w14:paraId="5030CCB6" w14:textId="77777777" w:rsidTr="001F5B4D">
        <w:tblPrEx>
          <w:tblCellMar>
            <w:top w:w="0" w:type="dxa"/>
            <w:bottom w:w="0" w:type="dxa"/>
          </w:tblCellMar>
        </w:tblPrEx>
        <w:trPr>
          <w:cantSplit/>
        </w:trPr>
        <w:tc>
          <w:tcPr>
            <w:tcW w:w="2551" w:type="dxa"/>
            <w:shd w:val="clear" w:color="auto" w:fill="998877"/>
          </w:tcPr>
          <w:p w14:paraId="7E6DF724" w14:textId="26014B77" w:rsidR="001F5B4D" w:rsidRPr="001F5B4D" w:rsidRDefault="001F5B4D" w:rsidP="001F5B4D">
            <w:r w:rsidRPr="001F5B4D">
              <w:t>Encounterability</w:t>
            </w:r>
          </w:p>
        </w:tc>
        <w:tc>
          <w:tcPr>
            <w:tcW w:w="4536" w:type="dxa"/>
            <w:gridSpan w:val="2"/>
          </w:tcPr>
          <w:p w14:paraId="5BAF1B2F" w14:textId="1AB8DE0A" w:rsidR="001F5B4D" w:rsidRPr="001F5B4D" w:rsidRDefault="001F5B4D" w:rsidP="001F5B4D">
            <w:r w:rsidRPr="001F5B4D">
              <w:t>The depth range of the species is 1-20m. For surface gears, the vertical overlap index with this species is 100.00%.</w:t>
            </w:r>
          </w:p>
        </w:tc>
        <w:tc>
          <w:tcPr>
            <w:tcW w:w="851" w:type="dxa"/>
          </w:tcPr>
          <w:p w14:paraId="67B2C4B2" w14:textId="412AD5E3" w:rsidR="001F5B4D" w:rsidRPr="001F5B4D" w:rsidRDefault="001F5B4D" w:rsidP="001F5B4D">
            <w:r w:rsidRPr="001F5B4D">
              <w:t>3</w:t>
            </w:r>
          </w:p>
        </w:tc>
      </w:tr>
      <w:tr w:rsidR="001F5B4D" w:rsidRPr="001F5B4D" w14:paraId="2672E7AF" w14:textId="77777777" w:rsidTr="001F5B4D">
        <w:tblPrEx>
          <w:tblCellMar>
            <w:top w:w="0" w:type="dxa"/>
            <w:bottom w:w="0" w:type="dxa"/>
          </w:tblCellMar>
        </w:tblPrEx>
        <w:trPr>
          <w:cantSplit/>
        </w:trPr>
        <w:tc>
          <w:tcPr>
            <w:tcW w:w="2551" w:type="dxa"/>
            <w:shd w:val="clear" w:color="auto" w:fill="998877"/>
          </w:tcPr>
          <w:p w14:paraId="7B2A391B" w14:textId="235C3E68" w:rsidR="001F5B4D" w:rsidRPr="001F5B4D" w:rsidRDefault="001F5B4D" w:rsidP="001F5B4D">
            <w:r w:rsidRPr="001F5B4D">
              <w:lastRenderedPageBreak/>
              <w:t>Selectivity</w:t>
            </w:r>
          </w:p>
        </w:tc>
        <w:tc>
          <w:tcPr>
            <w:tcW w:w="4536" w:type="dxa"/>
            <w:gridSpan w:val="2"/>
          </w:tcPr>
          <w:p w14:paraId="1DDDBC98" w14:textId="24D2E690" w:rsidR="001F5B4D" w:rsidRPr="001F5B4D" w:rsidRDefault="001F5B4D" w:rsidP="001F5B4D">
            <w:r w:rsidRPr="001F5B4D">
              <w:t>The maximum length of the species is missing, but the family's maximum length based on 1 species is 30cm. For tropical surface fisheries, the length overlap index with this species is 27.27%.</w:t>
            </w:r>
          </w:p>
        </w:tc>
        <w:tc>
          <w:tcPr>
            <w:tcW w:w="851" w:type="dxa"/>
          </w:tcPr>
          <w:p w14:paraId="5E98C964" w14:textId="49E3E06E" w:rsidR="001F5B4D" w:rsidRPr="001F5B4D" w:rsidRDefault="001F5B4D" w:rsidP="001F5B4D">
            <w:r w:rsidRPr="001F5B4D">
              <w:t>2</w:t>
            </w:r>
          </w:p>
        </w:tc>
      </w:tr>
      <w:tr w:rsidR="001F5B4D" w:rsidRPr="001F5B4D" w14:paraId="1014086E" w14:textId="77777777" w:rsidTr="001F5B4D">
        <w:tblPrEx>
          <w:tblCellMar>
            <w:top w:w="0" w:type="dxa"/>
            <w:bottom w:w="0" w:type="dxa"/>
          </w:tblCellMar>
        </w:tblPrEx>
        <w:trPr>
          <w:cantSplit/>
        </w:trPr>
        <w:tc>
          <w:tcPr>
            <w:tcW w:w="2551" w:type="dxa"/>
            <w:shd w:val="clear" w:color="auto" w:fill="998877"/>
          </w:tcPr>
          <w:p w14:paraId="212EDCB3" w14:textId="4625A5B1" w:rsidR="001F5B4D" w:rsidRPr="001F5B4D" w:rsidRDefault="001F5B4D" w:rsidP="001F5B4D">
            <w:r w:rsidRPr="001F5B4D">
              <w:t>Post capture mortality</w:t>
            </w:r>
          </w:p>
        </w:tc>
        <w:tc>
          <w:tcPr>
            <w:tcW w:w="4536" w:type="dxa"/>
            <w:gridSpan w:val="2"/>
            <w:tcBorders>
              <w:bottom w:val="single" w:sz="4" w:space="0" w:color="auto"/>
            </w:tcBorders>
          </w:tcPr>
          <w:p w14:paraId="1DD57461" w14:textId="2D5246F3" w:rsidR="001F5B4D" w:rsidRPr="001F5B4D" w:rsidRDefault="001F5B4D" w:rsidP="001F5B4D">
            <w:r w:rsidRPr="001F5B4D">
              <w:t>No direct evidence of survival after capture.</w:t>
            </w:r>
          </w:p>
        </w:tc>
        <w:tc>
          <w:tcPr>
            <w:tcW w:w="851" w:type="dxa"/>
          </w:tcPr>
          <w:p w14:paraId="20DE6D4E" w14:textId="4878B557" w:rsidR="001F5B4D" w:rsidRPr="001F5B4D" w:rsidRDefault="001F5B4D" w:rsidP="001F5B4D">
            <w:r w:rsidRPr="001F5B4D">
              <w:t>3</w:t>
            </w:r>
          </w:p>
        </w:tc>
      </w:tr>
      <w:tr w:rsidR="001F5B4D" w:rsidRPr="001F5B4D" w14:paraId="50BFCAB4" w14:textId="77777777" w:rsidTr="001F5B4D">
        <w:tblPrEx>
          <w:tblCellMar>
            <w:top w:w="0" w:type="dxa"/>
            <w:bottom w:w="0" w:type="dxa"/>
          </w:tblCellMar>
        </w:tblPrEx>
        <w:trPr>
          <w:cantSplit/>
        </w:trPr>
        <w:tc>
          <w:tcPr>
            <w:tcW w:w="2551" w:type="dxa"/>
            <w:shd w:val="clear" w:color="auto" w:fill="998877"/>
          </w:tcPr>
          <w:p w14:paraId="6B941530" w14:textId="77777777" w:rsidR="001F5B4D" w:rsidRPr="001F5B4D" w:rsidRDefault="001F5B4D" w:rsidP="001F5B4D"/>
        </w:tc>
        <w:tc>
          <w:tcPr>
            <w:tcW w:w="4536" w:type="dxa"/>
            <w:gridSpan w:val="2"/>
            <w:tcBorders>
              <w:bottom w:val="single" w:sz="4" w:space="0" w:color="auto"/>
            </w:tcBorders>
            <w:shd w:val="clear" w:color="auto" w:fill="998877"/>
          </w:tcPr>
          <w:p w14:paraId="2AFDB93E" w14:textId="59D19502" w:rsidR="001F5B4D" w:rsidRPr="001F5B4D" w:rsidRDefault="001F5B4D" w:rsidP="001F5B4D">
            <w:r w:rsidRPr="001F5B4D">
              <w:t>Susceptibility score</w:t>
            </w:r>
          </w:p>
        </w:tc>
        <w:tc>
          <w:tcPr>
            <w:tcW w:w="851" w:type="dxa"/>
          </w:tcPr>
          <w:p w14:paraId="62B83B17" w14:textId="584E55BA" w:rsidR="001F5B4D" w:rsidRPr="001F5B4D" w:rsidRDefault="001F5B4D" w:rsidP="001F5B4D">
            <w:r w:rsidRPr="001F5B4D">
              <w:t>2.33</w:t>
            </w:r>
          </w:p>
        </w:tc>
      </w:tr>
      <w:tr w:rsidR="001F5B4D" w:rsidRPr="001F5B4D" w14:paraId="3C7B65E7" w14:textId="77777777" w:rsidTr="001F5B4D">
        <w:tblPrEx>
          <w:tblCellMar>
            <w:top w:w="0" w:type="dxa"/>
            <w:bottom w:w="0" w:type="dxa"/>
          </w:tblCellMar>
        </w:tblPrEx>
        <w:trPr>
          <w:cantSplit/>
        </w:trPr>
        <w:tc>
          <w:tcPr>
            <w:tcW w:w="2551" w:type="dxa"/>
            <w:shd w:val="clear" w:color="auto" w:fill="998877"/>
          </w:tcPr>
          <w:p w14:paraId="68D04410" w14:textId="77777777" w:rsidR="001F5B4D" w:rsidRPr="001F5B4D" w:rsidRDefault="001F5B4D" w:rsidP="001F5B4D"/>
        </w:tc>
        <w:tc>
          <w:tcPr>
            <w:tcW w:w="4536" w:type="dxa"/>
            <w:gridSpan w:val="2"/>
            <w:shd w:val="clear" w:color="auto" w:fill="998877"/>
          </w:tcPr>
          <w:p w14:paraId="18D01080" w14:textId="503B9EE8" w:rsidR="001F5B4D" w:rsidRPr="001F5B4D" w:rsidRDefault="001F5B4D" w:rsidP="001F5B4D">
            <w:r w:rsidRPr="001F5B4D">
              <w:t>Vulnerability score</w:t>
            </w:r>
          </w:p>
        </w:tc>
        <w:tc>
          <w:tcPr>
            <w:tcW w:w="851" w:type="dxa"/>
          </w:tcPr>
          <w:p w14:paraId="0115CD8E" w14:textId="1A4BF80F" w:rsidR="001F5B4D" w:rsidRPr="001F5B4D" w:rsidRDefault="001F5B4D" w:rsidP="001F5B4D">
            <w:r w:rsidRPr="001F5B4D">
              <w:t>2.73</w:t>
            </w:r>
          </w:p>
        </w:tc>
      </w:tr>
    </w:tbl>
    <w:p w14:paraId="1EB51CA2" w14:textId="6F781FC1"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7E170CAE"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3" w:name="T_MRW" w:colFirst="0" w:colLast="0"/>
          <w:p w14:paraId="744F3727" w14:textId="3EF5E8D6" w:rsidR="001F5B4D" w:rsidRPr="001F5B4D" w:rsidRDefault="001F5B4D" w:rsidP="001F5B4D">
            <w:pPr>
              <w:rPr>
                <w:b/>
              </w:rPr>
            </w:pPr>
            <w:r w:rsidRPr="001F5B4D">
              <w:rPr>
                <w:b/>
              </w:rPr>
              <w:fldChar w:fldCharType="begin"/>
            </w:r>
            <w:r w:rsidRPr="001F5B4D">
              <w:rPr>
                <w:b/>
              </w:rPr>
              <w:instrText xml:space="preserve"> HYPERLINK  \l "S_MRW" \o "PSA Score" </w:instrText>
            </w:r>
            <w:r w:rsidRPr="001F5B4D">
              <w:rPr>
                <w:b/>
              </w:rPr>
            </w:r>
            <w:r w:rsidRPr="001F5B4D">
              <w:rPr>
                <w:b/>
              </w:rPr>
              <w:fldChar w:fldCharType="separate"/>
            </w:r>
            <w:r w:rsidRPr="001F5B4D">
              <w:rPr>
                <w:rStyle w:val="Hyperlink"/>
                <w:b/>
              </w:rPr>
              <w:t>Sharptail mola</w:t>
            </w:r>
            <w:r w:rsidRPr="001F5B4D">
              <w:rPr>
                <w:b/>
              </w:rPr>
              <w:fldChar w:fldCharType="end"/>
            </w:r>
          </w:p>
        </w:tc>
        <w:tc>
          <w:tcPr>
            <w:tcW w:w="3969" w:type="dxa"/>
            <w:gridSpan w:val="2"/>
            <w:tcBorders>
              <w:bottom w:val="single" w:sz="4" w:space="0" w:color="auto"/>
            </w:tcBorders>
            <w:shd w:val="clear" w:color="auto" w:fill="998877"/>
          </w:tcPr>
          <w:p w14:paraId="37E59878" w14:textId="103E9E63" w:rsidR="001F5B4D" w:rsidRPr="001F5B4D" w:rsidRDefault="001F5B4D" w:rsidP="001F5B4D">
            <w:pPr>
              <w:rPr>
                <w:b/>
                <w:i/>
              </w:rPr>
            </w:pPr>
            <w:r w:rsidRPr="001F5B4D">
              <w:rPr>
                <w:b/>
                <w:i/>
              </w:rPr>
              <w:t>Masturus lanceolatus</w:t>
            </w:r>
          </w:p>
        </w:tc>
      </w:tr>
      <w:bookmarkEnd w:id="203"/>
      <w:tr w:rsidR="001F5B4D" w:rsidRPr="001F5B4D" w14:paraId="62A585A1" w14:textId="77777777" w:rsidTr="005E574B">
        <w:tblPrEx>
          <w:tblCellMar>
            <w:top w:w="0" w:type="dxa"/>
            <w:bottom w:w="0" w:type="dxa"/>
          </w:tblCellMar>
        </w:tblPrEx>
        <w:trPr>
          <w:cantSplit/>
        </w:trPr>
        <w:tc>
          <w:tcPr>
            <w:tcW w:w="7938" w:type="dxa"/>
            <w:gridSpan w:val="4"/>
            <w:shd w:val="clear" w:color="auto" w:fill="998877"/>
          </w:tcPr>
          <w:p w14:paraId="74A114BD" w14:textId="1EEA6E64" w:rsidR="001F5B4D" w:rsidRPr="001F5B4D" w:rsidRDefault="001F5B4D" w:rsidP="001F5B4D">
            <w:pPr>
              <w:rPr>
                <w:b/>
              </w:rPr>
            </w:pPr>
            <w:r w:rsidRPr="001F5B4D">
              <w:rPr>
                <w:b/>
              </w:rPr>
              <w:t>Productivity</w:t>
            </w:r>
          </w:p>
        </w:tc>
      </w:tr>
      <w:tr w:rsidR="001F5B4D" w:rsidRPr="001F5B4D" w14:paraId="5A224C76" w14:textId="77777777" w:rsidTr="001F5B4D">
        <w:tblPrEx>
          <w:tblCellMar>
            <w:top w:w="0" w:type="dxa"/>
            <w:bottom w:w="0" w:type="dxa"/>
          </w:tblCellMar>
        </w:tblPrEx>
        <w:trPr>
          <w:cantSplit/>
        </w:trPr>
        <w:tc>
          <w:tcPr>
            <w:tcW w:w="2551" w:type="dxa"/>
            <w:shd w:val="clear" w:color="auto" w:fill="998877"/>
          </w:tcPr>
          <w:p w14:paraId="03044BC8" w14:textId="2299A7AE" w:rsidR="001F5B4D" w:rsidRPr="001F5B4D" w:rsidRDefault="001F5B4D" w:rsidP="001F5B4D">
            <w:r w:rsidRPr="001F5B4D">
              <w:t>Average age at maturity</w:t>
            </w:r>
          </w:p>
        </w:tc>
        <w:tc>
          <w:tcPr>
            <w:tcW w:w="4536" w:type="dxa"/>
            <w:gridSpan w:val="2"/>
          </w:tcPr>
          <w:p w14:paraId="56DBE669" w14:textId="7BC27E45" w:rsidR="001F5B4D" w:rsidRPr="001F5B4D" w:rsidRDefault="001F5B4D" w:rsidP="001F5B4D">
            <w:r w:rsidRPr="001F5B4D">
              <w:t>The score is based on the maximum risk score in the family Myliobatidae, which included 1 species.</w:t>
            </w:r>
          </w:p>
        </w:tc>
        <w:tc>
          <w:tcPr>
            <w:tcW w:w="851" w:type="dxa"/>
          </w:tcPr>
          <w:p w14:paraId="4D23312C" w14:textId="6F7328E1" w:rsidR="001F5B4D" w:rsidRPr="001F5B4D" w:rsidRDefault="001F5B4D" w:rsidP="001F5B4D">
            <w:r w:rsidRPr="001F5B4D">
              <w:t>2</w:t>
            </w:r>
          </w:p>
        </w:tc>
      </w:tr>
      <w:tr w:rsidR="001F5B4D" w:rsidRPr="001F5B4D" w14:paraId="3FCC7AFD" w14:textId="77777777" w:rsidTr="001F5B4D">
        <w:tblPrEx>
          <w:tblCellMar>
            <w:top w:w="0" w:type="dxa"/>
            <w:bottom w:w="0" w:type="dxa"/>
          </w:tblCellMar>
        </w:tblPrEx>
        <w:trPr>
          <w:cantSplit/>
        </w:trPr>
        <w:tc>
          <w:tcPr>
            <w:tcW w:w="2551" w:type="dxa"/>
            <w:shd w:val="clear" w:color="auto" w:fill="998877"/>
          </w:tcPr>
          <w:p w14:paraId="70DC1EC9" w14:textId="2FF43DD8" w:rsidR="001F5B4D" w:rsidRPr="001F5B4D" w:rsidRDefault="001F5B4D" w:rsidP="001F5B4D">
            <w:r w:rsidRPr="001F5B4D">
              <w:t>Average max age</w:t>
            </w:r>
          </w:p>
        </w:tc>
        <w:tc>
          <w:tcPr>
            <w:tcW w:w="4536" w:type="dxa"/>
            <w:gridSpan w:val="2"/>
          </w:tcPr>
          <w:p w14:paraId="4795EFA4" w14:textId="47F555EB" w:rsidR="001F5B4D" w:rsidRPr="001F5B4D" w:rsidRDefault="001F5B4D" w:rsidP="001F5B4D">
            <w:r w:rsidRPr="001F5B4D">
              <w:t>The score is based on the maximum risk score in the family Myliobatidae, which included 1 species.</w:t>
            </w:r>
          </w:p>
        </w:tc>
        <w:tc>
          <w:tcPr>
            <w:tcW w:w="851" w:type="dxa"/>
          </w:tcPr>
          <w:p w14:paraId="5E1752B3" w14:textId="29EDF908" w:rsidR="001F5B4D" w:rsidRPr="001F5B4D" w:rsidRDefault="001F5B4D" w:rsidP="001F5B4D">
            <w:r w:rsidRPr="001F5B4D">
              <w:t>3</w:t>
            </w:r>
          </w:p>
        </w:tc>
      </w:tr>
      <w:tr w:rsidR="001F5B4D" w:rsidRPr="001F5B4D" w14:paraId="0162F13D" w14:textId="77777777" w:rsidTr="001F5B4D">
        <w:tblPrEx>
          <w:tblCellMar>
            <w:top w:w="0" w:type="dxa"/>
            <w:bottom w:w="0" w:type="dxa"/>
          </w:tblCellMar>
        </w:tblPrEx>
        <w:trPr>
          <w:cantSplit/>
        </w:trPr>
        <w:tc>
          <w:tcPr>
            <w:tcW w:w="2551" w:type="dxa"/>
            <w:shd w:val="clear" w:color="auto" w:fill="998877"/>
          </w:tcPr>
          <w:p w14:paraId="22970D36" w14:textId="29776786" w:rsidR="001F5B4D" w:rsidRPr="001F5B4D" w:rsidRDefault="001F5B4D" w:rsidP="001F5B4D">
            <w:r w:rsidRPr="001F5B4D">
              <w:t>Fecundity</w:t>
            </w:r>
          </w:p>
        </w:tc>
        <w:tc>
          <w:tcPr>
            <w:tcW w:w="4536" w:type="dxa"/>
            <w:gridSpan w:val="2"/>
          </w:tcPr>
          <w:p w14:paraId="17E2872B" w14:textId="64CB3B52" w:rsidR="001F5B4D" w:rsidRPr="001F5B4D" w:rsidRDefault="001F5B4D" w:rsidP="001F5B4D">
            <w:r w:rsidRPr="001F5B4D">
              <w:t>The score is based on the maximum risk score in the family Scombridae, which included 27 species.</w:t>
            </w:r>
          </w:p>
        </w:tc>
        <w:tc>
          <w:tcPr>
            <w:tcW w:w="851" w:type="dxa"/>
          </w:tcPr>
          <w:p w14:paraId="68683916" w14:textId="63AFA91B" w:rsidR="001F5B4D" w:rsidRPr="001F5B4D" w:rsidRDefault="001F5B4D" w:rsidP="001F5B4D">
            <w:r w:rsidRPr="001F5B4D">
              <w:t>1</w:t>
            </w:r>
          </w:p>
        </w:tc>
      </w:tr>
      <w:tr w:rsidR="001F5B4D" w:rsidRPr="001F5B4D" w14:paraId="04C80124" w14:textId="77777777" w:rsidTr="001F5B4D">
        <w:tblPrEx>
          <w:tblCellMar>
            <w:top w:w="0" w:type="dxa"/>
            <w:bottom w:w="0" w:type="dxa"/>
          </w:tblCellMar>
        </w:tblPrEx>
        <w:trPr>
          <w:cantSplit/>
        </w:trPr>
        <w:tc>
          <w:tcPr>
            <w:tcW w:w="2551" w:type="dxa"/>
            <w:shd w:val="clear" w:color="auto" w:fill="998877"/>
          </w:tcPr>
          <w:p w14:paraId="4BCD6862" w14:textId="64F7555C" w:rsidR="001F5B4D" w:rsidRPr="001F5B4D" w:rsidRDefault="001F5B4D" w:rsidP="001F5B4D">
            <w:r w:rsidRPr="001F5B4D">
              <w:t>Average max size</w:t>
            </w:r>
          </w:p>
        </w:tc>
        <w:tc>
          <w:tcPr>
            <w:tcW w:w="4536" w:type="dxa"/>
            <w:gridSpan w:val="2"/>
          </w:tcPr>
          <w:p w14:paraId="222A4C6C" w14:textId="7F92A17B" w:rsidR="001F5B4D" w:rsidRPr="001F5B4D" w:rsidRDefault="001F5B4D" w:rsidP="001F5B4D">
            <w:r w:rsidRPr="001F5B4D">
              <w:t>Species maximum length is 337, which is higher than the highest risk value (300cm).</w:t>
            </w:r>
          </w:p>
        </w:tc>
        <w:tc>
          <w:tcPr>
            <w:tcW w:w="851" w:type="dxa"/>
          </w:tcPr>
          <w:p w14:paraId="4BC2A1DA" w14:textId="3749DD93" w:rsidR="001F5B4D" w:rsidRPr="001F5B4D" w:rsidRDefault="001F5B4D" w:rsidP="001F5B4D">
            <w:r w:rsidRPr="001F5B4D">
              <w:t>3</w:t>
            </w:r>
          </w:p>
        </w:tc>
      </w:tr>
      <w:tr w:rsidR="001F5B4D" w:rsidRPr="001F5B4D" w14:paraId="4E857E9E" w14:textId="77777777" w:rsidTr="001F5B4D">
        <w:tblPrEx>
          <w:tblCellMar>
            <w:top w:w="0" w:type="dxa"/>
            <w:bottom w:w="0" w:type="dxa"/>
          </w:tblCellMar>
        </w:tblPrEx>
        <w:trPr>
          <w:cantSplit/>
        </w:trPr>
        <w:tc>
          <w:tcPr>
            <w:tcW w:w="2551" w:type="dxa"/>
            <w:shd w:val="clear" w:color="auto" w:fill="998877"/>
          </w:tcPr>
          <w:p w14:paraId="07E0667F" w14:textId="27C62DD7" w:rsidR="001F5B4D" w:rsidRPr="001F5B4D" w:rsidRDefault="001F5B4D" w:rsidP="001F5B4D">
            <w:r w:rsidRPr="001F5B4D">
              <w:t>Average size at maturity</w:t>
            </w:r>
          </w:p>
        </w:tc>
        <w:tc>
          <w:tcPr>
            <w:tcW w:w="4536" w:type="dxa"/>
            <w:gridSpan w:val="2"/>
          </w:tcPr>
          <w:p w14:paraId="46C8D441" w14:textId="78D957FC" w:rsidR="001F5B4D" w:rsidRPr="001F5B4D" w:rsidRDefault="001F5B4D" w:rsidP="001F5B4D">
            <w:r w:rsidRPr="001F5B4D">
              <w:t>Species maximum length is 337cm, which is higher than the highest risk value (200cm).</w:t>
            </w:r>
          </w:p>
        </w:tc>
        <w:tc>
          <w:tcPr>
            <w:tcW w:w="851" w:type="dxa"/>
          </w:tcPr>
          <w:p w14:paraId="21838B58" w14:textId="4511584E" w:rsidR="001F5B4D" w:rsidRPr="001F5B4D" w:rsidRDefault="001F5B4D" w:rsidP="001F5B4D">
            <w:r w:rsidRPr="001F5B4D">
              <w:t>3</w:t>
            </w:r>
          </w:p>
        </w:tc>
      </w:tr>
      <w:tr w:rsidR="001F5B4D" w:rsidRPr="001F5B4D" w14:paraId="5954BE61" w14:textId="77777777" w:rsidTr="001F5B4D">
        <w:tblPrEx>
          <w:tblCellMar>
            <w:top w:w="0" w:type="dxa"/>
            <w:bottom w:w="0" w:type="dxa"/>
          </w:tblCellMar>
        </w:tblPrEx>
        <w:trPr>
          <w:cantSplit/>
        </w:trPr>
        <w:tc>
          <w:tcPr>
            <w:tcW w:w="2551" w:type="dxa"/>
            <w:shd w:val="clear" w:color="auto" w:fill="998877"/>
          </w:tcPr>
          <w:p w14:paraId="72575075" w14:textId="4575889E" w:rsidR="001F5B4D" w:rsidRPr="001F5B4D" w:rsidRDefault="001F5B4D" w:rsidP="001F5B4D">
            <w:r w:rsidRPr="001F5B4D">
              <w:t>Reproductive strategy</w:t>
            </w:r>
          </w:p>
        </w:tc>
        <w:tc>
          <w:tcPr>
            <w:tcW w:w="4536" w:type="dxa"/>
            <w:gridSpan w:val="2"/>
          </w:tcPr>
          <w:p w14:paraId="1AB68946" w14:textId="4906FEE6" w:rsidR="001F5B4D" w:rsidRPr="001F5B4D" w:rsidRDefault="001F5B4D" w:rsidP="001F5B4D">
            <w:r w:rsidRPr="001F5B4D">
              <w:t>Species reproductive strategy is broadcast spawner, which is low risk.</w:t>
            </w:r>
          </w:p>
        </w:tc>
        <w:tc>
          <w:tcPr>
            <w:tcW w:w="851" w:type="dxa"/>
          </w:tcPr>
          <w:p w14:paraId="67BD0424" w14:textId="2C6D8DCE" w:rsidR="001F5B4D" w:rsidRPr="001F5B4D" w:rsidRDefault="001F5B4D" w:rsidP="001F5B4D">
            <w:r w:rsidRPr="001F5B4D">
              <w:t>1</w:t>
            </w:r>
          </w:p>
        </w:tc>
      </w:tr>
      <w:tr w:rsidR="001F5B4D" w:rsidRPr="001F5B4D" w14:paraId="7377A515" w14:textId="77777777" w:rsidTr="001F5B4D">
        <w:tblPrEx>
          <w:tblCellMar>
            <w:top w:w="0" w:type="dxa"/>
            <w:bottom w:w="0" w:type="dxa"/>
          </w:tblCellMar>
        </w:tblPrEx>
        <w:trPr>
          <w:cantSplit/>
        </w:trPr>
        <w:tc>
          <w:tcPr>
            <w:tcW w:w="2551" w:type="dxa"/>
            <w:shd w:val="clear" w:color="auto" w:fill="998877"/>
          </w:tcPr>
          <w:p w14:paraId="23187F42" w14:textId="01E5DFEC" w:rsidR="001F5B4D" w:rsidRPr="001F5B4D" w:rsidRDefault="001F5B4D" w:rsidP="001F5B4D">
            <w:r w:rsidRPr="001F5B4D">
              <w:t>Trophic level</w:t>
            </w:r>
          </w:p>
        </w:tc>
        <w:tc>
          <w:tcPr>
            <w:tcW w:w="4536" w:type="dxa"/>
            <w:gridSpan w:val="2"/>
            <w:tcBorders>
              <w:bottom w:val="single" w:sz="4" w:space="0" w:color="auto"/>
            </w:tcBorders>
          </w:tcPr>
          <w:p w14:paraId="7DD6CFA7" w14:textId="6ACC0A2B" w:rsidR="001F5B4D" w:rsidRPr="001F5B4D" w:rsidRDefault="001F5B4D" w:rsidP="001F5B4D">
            <w:r w:rsidRPr="001F5B4D">
              <w:t>Species trophic level is 3.8, which is higher than the highest risk value (3.25).</w:t>
            </w:r>
          </w:p>
        </w:tc>
        <w:tc>
          <w:tcPr>
            <w:tcW w:w="851" w:type="dxa"/>
          </w:tcPr>
          <w:p w14:paraId="34E94137" w14:textId="30AEFE9F" w:rsidR="001F5B4D" w:rsidRPr="001F5B4D" w:rsidRDefault="001F5B4D" w:rsidP="001F5B4D">
            <w:r w:rsidRPr="001F5B4D">
              <w:t>3</w:t>
            </w:r>
          </w:p>
        </w:tc>
      </w:tr>
      <w:tr w:rsidR="001F5B4D" w:rsidRPr="001F5B4D" w14:paraId="521EC0CE"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5005091E" w14:textId="77777777" w:rsidR="001F5B4D" w:rsidRPr="001F5B4D" w:rsidRDefault="001F5B4D" w:rsidP="001F5B4D"/>
        </w:tc>
        <w:tc>
          <w:tcPr>
            <w:tcW w:w="4536" w:type="dxa"/>
            <w:gridSpan w:val="2"/>
            <w:tcBorders>
              <w:bottom w:val="single" w:sz="4" w:space="0" w:color="auto"/>
            </w:tcBorders>
            <w:shd w:val="clear" w:color="auto" w:fill="998877"/>
          </w:tcPr>
          <w:p w14:paraId="6C3BB2B7" w14:textId="446AF300" w:rsidR="001F5B4D" w:rsidRPr="001F5B4D" w:rsidRDefault="001F5B4D" w:rsidP="001F5B4D">
            <w:r w:rsidRPr="001F5B4D">
              <w:t>Productivity score</w:t>
            </w:r>
          </w:p>
        </w:tc>
        <w:tc>
          <w:tcPr>
            <w:tcW w:w="851" w:type="dxa"/>
            <w:tcBorders>
              <w:bottom w:val="single" w:sz="4" w:space="0" w:color="auto"/>
            </w:tcBorders>
          </w:tcPr>
          <w:p w14:paraId="4944091F" w14:textId="55F92DA7" w:rsidR="001F5B4D" w:rsidRPr="001F5B4D" w:rsidRDefault="001F5B4D" w:rsidP="001F5B4D">
            <w:r w:rsidRPr="001F5B4D">
              <w:t>2.29</w:t>
            </w:r>
          </w:p>
        </w:tc>
      </w:tr>
      <w:tr w:rsidR="001F5B4D" w:rsidRPr="001F5B4D" w14:paraId="68F3E527" w14:textId="77777777" w:rsidTr="00E028BE">
        <w:tblPrEx>
          <w:tblCellMar>
            <w:top w:w="0" w:type="dxa"/>
            <w:bottom w:w="0" w:type="dxa"/>
          </w:tblCellMar>
        </w:tblPrEx>
        <w:trPr>
          <w:cantSplit/>
        </w:trPr>
        <w:tc>
          <w:tcPr>
            <w:tcW w:w="7938" w:type="dxa"/>
            <w:gridSpan w:val="4"/>
            <w:shd w:val="clear" w:color="auto" w:fill="998877"/>
          </w:tcPr>
          <w:p w14:paraId="424B9730" w14:textId="2E8DF133" w:rsidR="001F5B4D" w:rsidRPr="001F5B4D" w:rsidRDefault="001F5B4D" w:rsidP="001F5B4D">
            <w:pPr>
              <w:rPr>
                <w:b/>
              </w:rPr>
            </w:pPr>
            <w:r w:rsidRPr="001F5B4D">
              <w:rPr>
                <w:b/>
              </w:rPr>
              <w:t>Susceptibility</w:t>
            </w:r>
          </w:p>
        </w:tc>
      </w:tr>
      <w:tr w:rsidR="001F5B4D" w:rsidRPr="001F5B4D" w14:paraId="221300DF" w14:textId="77777777" w:rsidTr="001F5B4D">
        <w:tblPrEx>
          <w:tblCellMar>
            <w:top w:w="0" w:type="dxa"/>
            <w:bottom w:w="0" w:type="dxa"/>
          </w:tblCellMar>
        </w:tblPrEx>
        <w:trPr>
          <w:cantSplit/>
        </w:trPr>
        <w:tc>
          <w:tcPr>
            <w:tcW w:w="2551" w:type="dxa"/>
            <w:shd w:val="clear" w:color="auto" w:fill="998877"/>
          </w:tcPr>
          <w:p w14:paraId="6FAAE567" w14:textId="166B0766" w:rsidR="001F5B4D" w:rsidRPr="001F5B4D" w:rsidRDefault="001F5B4D" w:rsidP="001F5B4D">
            <w:r w:rsidRPr="001F5B4D">
              <w:t>Areal overlap (availability)</w:t>
            </w:r>
          </w:p>
        </w:tc>
        <w:tc>
          <w:tcPr>
            <w:tcW w:w="4536" w:type="dxa"/>
            <w:gridSpan w:val="2"/>
          </w:tcPr>
          <w:p w14:paraId="0A2F9143" w14:textId="23078DAD" w:rsidR="001F5B4D" w:rsidRPr="001F5B4D" w:rsidRDefault="001F5B4D" w:rsidP="001F5B4D">
            <w:r w:rsidRPr="001F5B4D">
              <w:t>Worldwide pelagic distribution</w:t>
            </w:r>
          </w:p>
        </w:tc>
        <w:tc>
          <w:tcPr>
            <w:tcW w:w="851" w:type="dxa"/>
          </w:tcPr>
          <w:p w14:paraId="5DE48018" w14:textId="73D2F378" w:rsidR="001F5B4D" w:rsidRPr="001F5B4D" w:rsidRDefault="001F5B4D" w:rsidP="001F5B4D">
            <w:r w:rsidRPr="001F5B4D">
              <w:t>3</w:t>
            </w:r>
          </w:p>
        </w:tc>
      </w:tr>
      <w:tr w:rsidR="001F5B4D" w:rsidRPr="001F5B4D" w14:paraId="04C48DED" w14:textId="77777777" w:rsidTr="001F5B4D">
        <w:tblPrEx>
          <w:tblCellMar>
            <w:top w:w="0" w:type="dxa"/>
            <w:bottom w:w="0" w:type="dxa"/>
          </w:tblCellMar>
        </w:tblPrEx>
        <w:trPr>
          <w:cantSplit/>
        </w:trPr>
        <w:tc>
          <w:tcPr>
            <w:tcW w:w="2551" w:type="dxa"/>
            <w:shd w:val="clear" w:color="auto" w:fill="998877"/>
          </w:tcPr>
          <w:p w14:paraId="4E1530EB" w14:textId="7ED349B0" w:rsidR="001F5B4D" w:rsidRPr="001F5B4D" w:rsidRDefault="001F5B4D" w:rsidP="001F5B4D">
            <w:r w:rsidRPr="001F5B4D">
              <w:t>Encounterability</w:t>
            </w:r>
          </w:p>
        </w:tc>
        <w:tc>
          <w:tcPr>
            <w:tcW w:w="4536" w:type="dxa"/>
            <w:gridSpan w:val="2"/>
          </w:tcPr>
          <w:p w14:paraId="1E029345" w14:textId="0ABED1F6" w:rsidR="001F5B4D" w:rsidRPr="001F5B4D" w:rsidRDefault="001F5B4D" w:rsidP="001F5B4D">
            <w:r w:rsidRPr="001F5B4D">
              <w:t>The depth range of the species is 1-670m. For surface gears, the vertical overlap index with this species is 14.93%.</w:t>
            </w:r>
          </w:p>
        </w:tc>
        <w:tc>
          <w:tcPr>
            <w:tcW w:w="851" w:type="dxa"/>
          </w:tcPr>
          <w:p w14:paraId="63D8871F" w14:textId="558988EE" w:rsidR="001F5B4D" w:rsidRPr="001F5B4D" w:rsidRDefault="001F5B4D" w:rsidP="001F5B4D">
            <w:r w:rsidRPr="001F5B4D">
              <w:t>2</w:t>
            </w:r>
          </w:p>
        </w:tc>
      </w:tr>
      <w:tr w:rsidR="001F5B4D" w:rsidRPr="001F5B4D" w14:paraId="2AA46BBF" w14:textId="77777777" w:rsidTr="001F5B4D">
        <w:tblPrEx>
          <w:tblCellMar>
            <w:top w:w="0" w:type="dxa"/>
            <w:bottom w:w="0" w:type="dxa"/>
          </w:tblCellMar>
        </w:tblPrEx>
        <w:trPr>
          <w:cantSplit/>
        </w:trPr>
        <w:tc>
          <w:tcPr>
            <w:tcW w:w="2551" w:type="dxa"/>
            <w:shd w:val="clear" w:color="auto" w:fill="998877"/>
          </w:tcPr>
          <w:p w14:paraId="03857287" w14:textId="18570601" w:rsidR="001F5B4D" w:rsidRPr="001F5B4D" w:rsidRDefault="001F5B4D" w:rsidP="001F5B4D">
            <w:r w:rsidRPr="001F5B4D">
              <w:t>Selectivity</w:t>
            </w:r>
          </w:p>
        </w:tc>
        <w:tc>
          <w:tcPr>
            <w:tcW w:w="4536" w:type="dxa"/>
            <w:gridSpan w:val="2"/>
          </w:tcPr>
          <w:p w14:paraId="318745B7" w14:textId="5D8E0B49" w:rsidR="001F5B4D" w:rsidRPr="001F5B4D" w:rsidRDefault="001F5B4D" w:rsidP="001F5B4D">
            <w:r w:rsidRPr="001F5B4D">
              <w:t>The maximum length of the species is 337cm. For tropical surface fisheries, the length overlap index with this species is 100.00%.</w:t>
            </w:r>
          </w:p>
        </w:tc>
        <w:tc>
          <w:tcPr>
            <w:tcW w:w="851" w:type="dxa"/>
          </w:tcPr>
          <w:p w14:paraId="2D8A3873" w14:textId="2D53CED4" w:rsidR="001F5B4D" w:rsidRPr="001F5B4D" w:rsidRDefault="001F5B4D" w:rsidP="001F5B4D">
            <w:r w:rsidRPr="001F5B4D">
              <w:t>3</w:t>
            </w:r>
          </w:p>
        </w:tc>
      </w:tr>
      <w:tr w:rsidR="001F5B4D" w:rsidRPr="001F5B4D" w14:paraId="45B761EE" w14:textId="77777777" w:rsidTr="001F5B4D">
        <w:tblPrEx>
          <w:tblCellMar>
            <w:top w:w="0" w:type="dxa"/>
            <w:bottom w:w="0" w:type="dxa"/>
          </w:tblCellMar>
        </w:tblPrEx>
        <w:trPr>
          <w:cantSplit/>
        </w:trPr>
        <w:tc>
          <w:tcPr>
            <w:tcW w:w="2551" w:type="dxa"/>
            <w:shd w:val="clear" w:color="auto" w:fill="998877"/>
          </w:tcPr>
          <w:p w14:paraId="00C63B4F" w14:textId="033276A8" w:rsidR="001F5B4D" w:rsidRPr="001F5B4D" w:rsidRDefault="001F5B4D" w:rsidP="001F5B4D">
            <w:r w:rsidRPr="001F5B4D">
              <w:t>Post capture mortality</w:t>
            </w:r>
          </w:p>
        </w:tc>
        <w:tc>
          <w:tcPr>
            <w:tcW w:w="4536" w:type="dxa"/>
            <w:gridSpan w:val="2"/>
            <w:tcBorders>
              <w:bottom w:val="single" w:sz="4" w:space="0" w:color="auto"/>
            </w:tcBorders>
          </w:tcPr>
          <w:p w14:paraId="4FDDECA9" w14:textId="41FEC420" w:rsidR="001F5B4D" w:rsidRPr="001F5B4D" w:rsidRDefault="001F5B4D" w:rsidP="001F5B4D">
            <w:r w:rsidRPr="001F5B4D">
              <w:t>No direct evidence of survival after capture.</w:t>
            </w:r>
          </w:p>
        </w:tc>
        <w:tc>
          <w:tcPr>
            <w:tcW w:w="851" w:type="dxa"/>
          </w:tcPr>
          <w:p w14:paraId="0FCCFA9F" w14:textId="65B6E933" w:rsidR="001F5B4D" w:rsidRPr="001F5B4D" w:rsidRDefault="001F5B4D" w:rsidP="001F5B4D">
            <w:r w:rsidRPr="001F5B4D">
              <w:t>3</w:t>
            </w:r>
          </w:p>
        </w:tc>
      </w:tr>
      <w:tr w:rsidR="001F5B4D" w:rsidRPr="001F5B4D" w14:paraId="4EED4B4D" w14:textId="77777777" w:rsidTr="001F5B4D">
        <w:tblPrEx>
          <w:tblCellMar>
            <w:top w:w="0" w:type="dxa"/>
            <w:bottom w:w="0" w:type="dxa"/>
          </w:tblCellMar>
        </w:tblPrEx>
        <w:trPr>
          <w:cantSplit/>
        </w:trPr>
        <w:tc>
          <w:tcPr>
            <w:tcW w:w="2551" w:type="dxa"/>
            <w:shd w:val="clear" w:color="auto" w:fill="998877"/>
          </w:tcPr>
          <w:p w14:paraId="2734BBD5" w14:textId="77777777" w:rsidR="001F5B4D" w:rsidRPr="001F5B4D" w:rsidRDefault="001F5B4D" w:rsidP="001F5B4D"/>
        </w:tc>
        <w:tc>
          <w:tcPr>
            <w:tcW w:w="4536" w:type="dxa"/>
            <w:gridSpan w:val="2"/>
            <w:tcBorders>
              <w:bottom w:val="single" w:sz="4" w:space="0" w:color="auto"/>
            </w:tcBorders>
            <w:shd w:val="clear" w:color="auto" w:fill="998877"/>
          </w:tcPr>
          <w:p w14:paraId="2D16A216" w14:textId="351D37BF" w:rsidR="001F5B4D" w:rsidRPr="001F5B4D" w:rsidRDefault="001F5B4D" w:rsidP="001F5B4D">
            <w:r w:rsidRPr="001F5B4D">
              <w:t>Susceptibility score</w:t>
            </w:r>
          </w:p>
        </w:tc>
        <w:tc>
          <w:tcPr>
            <w:tcW w:w="851" w:type="dxa"/>
          </w:tcPr>
          <w:p w14:paraId="5854F950" w14:textId="3CF07BA5" w:rsidR="001F5B4D" w:rsidRPr="001F5B4D" w:rsidRDefault="001F5B4D" w:rsidP="001F5B4D">
            <w:r w:rsidRPr="001F5B4D">
              <w:t>2.33</w:t>
            </w:r>
          </w:p>
        </w:tc>
      </w:tr>
      <w:tr w:rsidR="001F5B4D" w:rsidRPr="001F5B4D" w14:paraId="6CF287D6" w14:textId="77777777" w:rsidTr="001F5B4D">
        <w:tblPrEx>
          <w:tblCellMar>
            <w:top w:w="0" w:type="dxa"/>
            <w:bottom w:w="0" w:type="dxa"/>
          </w:tblCellMar>
        </w:tblPrEx>
        <w:trPr>
          <w:cantSplit/>
        </w:trPr>
        <w:tc>
          <w:tcPr>
            <w:tcW w:w="2551" w:type="dxa"/>
            <w:shd w:val="clear" w:color="auto" w:fill="998877"/>
          </w:tcPr>
          <w:p w14:paraId="006EAFA1" w14:textId="77777777" w:rsidR="001F5B4D" w:rsidRPr="001F5B4D" w:rsidRDefault="001F5B4D" w:rsidP="001F5B4D"/>
        </w:tc>
        <w:tc>
          <w:tcPr>
            <w:tcW w:w="4536" w:type="dxa"/>
            <w:gridSpan w:val="2"/>
            <w:shd w:val="clear" w:color="auto" w:fill="998877"/>
          </w:tcPr>
          <w:p w14:paraId="3154611F" w14:textId="70C439F0" w:rsidR="001F5B4D" w:rsidRPr="001F5B4D" w:rsidRDefault="001F5B4D" w:rsidP="001F5B4D">
            <w:r w:rsidRPr="001F5B4D">
              <w:t>Vulnerability score</w:t>
            </w:r>
          </w:p>
        </w:tc>
        <w:tc>
          <w:tcPr>
            <w:tcW w:w="851" w:type="dxa"/>
          </w:tcPr>
          <w:p w14:paraId="0D1EAD7F" w14:textId="32EF9397" w:rsidR="001F5B4D" w:rsidRPr="001F5B4D" w:rsidRDefault="001F5B4D" w:rsidP="001F5B4D">
            <w:r w:rsidRPr="001F5B4D">
              <w:t>3.26</w:t>
            </w:r>
          </w:p>
        </w:tc>
      </w:tr>
    </w:tbl>
    <w:p w14:paraId="6E6713D0" w14:textId="2BFDD4CF"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513B81D3"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4" w:name="T_GAR" w:colFirst="0" w:colLast="0"/>
          <w:p w14:paraId="584C4FA4" w14:textId="4FABD1F1" w:rsidR="001F5B4D" w:rsidRPr="001F5B4D" w:rsidRDefault="001F5B4D" w:rsidP="001F5B4D">
            <w:pPr>
              <w:rPr>
                <w:b/>
              </w:rPr>
            </w:pPr>
            <w:r w:rsidRPr="001F5B4D">
              <w:rPr>
                <w:b/>
              </w:rPr>
              <w:fldChar w:fldCharType="begin"/>
            </w:r>
            <w:r w:rsidRPr="001F5B4D">
              <w:rPr>
                <w:b/>
              </w:rPr>
              <w:instrText xml:space="preserve"> HYPERLINK  \l "S_GAR" \o "PSA Score" </w:instrText>
            </w:r>
            <w:r w:rsidRPr="001F5B4D">
              <w:rPr>
                <w:b/>
              </w:rPr>
            </w:r>
            <w:r w:rsidRPr="001F5B4D">
              <w:rPr>
                <w:b/>
              </w:rPr>
              <w:fldChar w:fldCharType="separate"/>
            </w:r>
            <w:r w:rsidRPr="001F5B4D">
              <w:rPr>
                <w:rStyle w:val="Hyperlink"/>
                <w:b/>
              </w:rPr>
              <w:t>Garfish</w:t>
            </w:r>
            <w:r w:rsidRPr="001F5B4D">
              <w:rPr>
                <w:b/>
              </w:rPr>
              <w:fldChar w:fldCharType="end"/>
            </w:r>
            <w:r w:rsidRPr="001F5B4D">
              <w:rPr>
                <w:b/>
              </w:rPr>
              <w:t xml:space="preserve"> </w:t>
            </w:r>
          </w:p>
        </w:tc>
        <w:tc>
          <w:tcPr>
            <w:tcW w:w="3969" w:type="dxa"/>
            <w:gridSpan w:val="2"/>
            <w:tcBorders>
              <w:bottom w:val="single" w:sz="4" w:space="0" w:color="auto"/>
            </w:tcBorders>
            <w:shd w:val="clear" w:color="auto" w:fill="998877"/>
          </w:tcPr>
          <w:p w14:paraId="7E4FAA0C" w14:textId="23C11C48" w:rsidR="001F5B4D" w:rsidRPr="001F5B4D" w:rsidRDefault="001F5B4D" w:rsidP="001F5B4D">
            <w:pPr>
              <w:rPr>
                <w:b/>
                <w:i/>
              </w:rPr>
            </w:pPr>
            <w:r w:rsidRPr="001F5B4D">
              <w:rPr>
                <w:b/>
                <w:i/>
              </w:rPr>
              <w:t xml:space="preserve">Belone belone </w:t>
            </w:r>
          </w:p>
        </w:tc>
      </w:tr>
      <w:bookmarkEnd w:id="204"/>
      <w:tr w:rsidR="001F5B4D" w:rsidRPr="001F5B4D" w14:paraId="1ECCEDBC" w14:textId="77777777" w:rsidTr="00E81BA4">
        <w:tblPrEx>
          <w:tblCellMar>
            <w:top w:w="0" w:type="dxa"/>
            <w:bottom w:w="0" w:type="dxa"/>
          </w:tblCellMar>
        </w:tblPrEx>
        <w:trPr>
          <w:cantSplit/>
        </w:trPr>
        <w:tc>
          <w:tcPr>
            <w:tcW w:w="7938" w:type="dxa"/>
            <w:gridSpan w:val="4"/>
            <w:shd w:val="clear" w:color="auto" w:fill="998877"/>
          </w:tcPr>
          <w:p w14:paraId="7200ABD5" w14:textId="1817F517" w:rsidR="001F5B4D" w:rsidRPr="001F5B4D" w:rsidRDefault="001F5B4D" w:rsidP="001F5B4D">
            <w:pPr>
              <w:rPr>
                <w:b/>
              </w:rPr>
            </w:pPr>
            <w:r w:rsidRPr="001F5B4D">
              <w:rPr>
                <w:b/>
              </w:rPr>
              <w:t>Productivity</w:t>
            </w:r>
          </w:p>
        </w:tc>
      </w:tr>
      <w:tr w:rsidR="001F5B4D" w:rsidRPr="001F5B4D" w14:paraId="68D0A0AF" w14:textId="77777777" w:rsidTr="001F5B4D">
        <w:tblPrEx>
          <w:tblCellMar>
            <w:top w:w="0" w:type="dxa"/>
            <w:bottom w:w="0" w:type="dxa"/>
          </w:tblCellMar>
        </w:tblPrEx>
        <w:trPr>
          <w:cantSplit/>
        </w:trPr>
        <w:tc>
          <w:tcPr>
            <w:tcW w:w="2551" w:type="dxa"/>
            <w:shd w:val="clear" w:color="auto" w:fill="998877"/>
          </w:tcPr>
          <w:p w14:paraId="36C919BE" w14:textId="6A223178" w:rsidR="001F5B4D" w:rsidRPr="001F5B4D" w:rsidRDefault="001F5B4D" w:rsidP="001F5B4D">
            <w:r w:rsidRPr="001F5B4D">
              <w:t>Average age at maturity</w:t>
            </w:r>
          </w:p>
        </w:tc>
        <w:tc>
          <w:tcPr>
            <w:tcW w:w="4536" w:type="dxa"/>
            <w:gridSpan w:val="2"/>
          </w:tcPr>
          <w:p w14:paraId="5BED5CB2" w14:textId="3CD0B8B0" w:rsidR="001F5B4D" w:rsidRPr="001F5B4D" w:rsidRDefault="001F5B4D" w:rsidP="001F5B4D">
            <w:r w:rsidRPr="001F5B4D">
              <w:t>Species growth rate (K) is 0.290, which is higher than lowest risk K (0.183) for age at maturity.</w:t>
            </w:r>
          </w:p>
        </w:tc>
        <w:tc>
          <w:tcPr>
            <w:tcW w:w="851" w:type="dxa"/>
          </w:tcPr>
          <w:p w14:paraId="3C0A0E3A" w14:textId="2E4A0796" w:rsidR="001F5B4D" w:rsidRPr="001F5B4D" w:rsidRDefault="001F5B4D" w:rsidP="001F5B4D">
            <w:r w:rsidRPr="001F5B4D">
              <w:t>1</w:t>
            </w:r>
          </w:p>
        </w:tc>
      </w:tr>
      <w:tr w:rsidR="001F5B4D" w:rsidRPr="001F5B4D" w14:paraId="7922E5E3" w14:textId="77777777" w:rsidTr="001F5B4D">
        <w:tblPrEx>
          <w:tblCellMar>
            <w:top w:w="0" w:type="dxa"/>
            <w:bottom w:w="0" w:type="dxa"/>
          </w:tblCellMar>
        </w:tblPrEx>
        <w:trPr>
          <w:cantSplit/>
        </w:trPr>
        <w:tc>
          <w:tcPr>
            <w:tcW w:w="2551" w:type="dxa"/>
            <w:shd w:val="clear" w:color="auto" w:fill="998877"/>
          </w:tcPr>
          <w:p w14:paraId="26B13CB5" w14:textId="6911E28D" w:rsidR="001F5B4D" w:rsidRPr="001F5B4D" w:rsidRDefault="001F5B4D" w:rsidP="001F5B4D">
            <w:r w:rsidRPr="001F5B4D">
              <w:t>Average max age</w:t>
            </w:r>
          </w:p>
        </w:tc>
        <w:tc>
          <w:tcPr>
            <w:tcW w:w="4536" w:type="dxa"/>
            <w:gridSpan w:val="2"/>
          </w:tcPr>
          <w:p w14:paraId="7872AB24" w14:textId="6E2D2BFD" w:rsidR="001F5B4D" w:rsidRPr="001F5B4D" w:rsidRDefault="001F5B4D" w:rsidP="001F5B4D">
            <w:r w:rsidRPr="001F5B4D">
              <w:t>Species growth rate (K) is 0.290, which is in the medium risk K range (0.12-0.30) for maximum age.</w:t>
            </w:r>
          </w:p>
        </w:tc>
        <w:tc>
          <w:tcPr>
            <w:tcW w:w="851" w:type="dxa"/>
          </w:tcPr>
          <w:p w14:paraId="621C778A" w14:textId="55FD70E9" w:rsidR="001F5B4D" w:rsidRPr="001F5B4D" w:rsidRDefault="001F5B4D" w:rsidP="001F5B4D">
            <w:r w:rsidRPr="001F5B4D">
              <w:t>2</w:t>
            </w:r>
          </w:p>
        </w:tc>
      </w:tr>
      <w:tr w:rsidR="001F5B4D" w:rsidRPr="001F5B4D" w14:paraId="468FB4EF" w14:textId="77777777" w:rsidTr="001F5B4D">
        <w:tblPrEx>
          <w:tblCellMar>
            <w:top w:w="0" w:type="dxa"/>
            <w:bottom w:w="0" w:type="dxa"/>
          </w:tblCellMar>
        </w:tblPrEx>
        <w:trPr>
          <w:cantSplit/>
        </w:trPr>
        <w:tc>
          <w:tcPr>
            <w:tcW w:w="2551" w:type="dxa"/>
            <w:shd w:val="clear" w:color="auto" w:fill="998877"/>
          </w:tcPr>
          <w:p w14:paraId="4ADA1FDD" w14:textId="76E178FA" w:rsidR="001F5B4D" w:rsidRPr="001F5B4D" w:rsidRDefault="001F5B4D" w:rsidP="001F5B4D">
            <w:r w:rsidRPr="001F5B4D">
              <w:t>Fecundity</w:t>
            </w:r>
          </w:p>
        </w:tc>
        <w:tc>
          <w:tcPr>
            <w:tcW w:w="4536" w:type="dxa"/>
            <w:gridSpan w:val="2"/>
          </w:tcPr>
          <w:p w14:paraId="2D05386E" w14:textId="42EB02F6" w:rsidR="001F5B4D" w:rsidRPr="001F5B4D" w:rsidRDefault="001F5B4D" w:rsidP="001F5B4D">
            <w:r w:rsidRPr="001F5B4D">
              <w:t>Species fecundity is 19252 eggs/year, which is in the medium risk range (100-20000).</w:t>
            </w:r>
          </w:p>
        </w:tc>
        <w:tc>
          <w:tcPr>
            <w:tcW w:w="851" w:type="dxa"/>
          </w:tcPr>
          <w:p w14:paraId="3C5290F4" w14:textId="4CDD5FD3" w:rsidR="001F5B4D" w:rsidRPr="001F5B4D" w:rsidRDefault="001F5B4D" w:rsidP="001F5B4D">
            <w:r w:rsidRPr="001F5B4D">
              <w:t>2</w:t>
            </w:r>
          </w:p>
        </w:tc>
      </w:tr>
      <w:tr w:rsidR="001F5B4D" w:rsidRPr="001F5B4D" w14:paraId="3A14C8D0" w14:textId="77777777" w:rsidTr="001F5B4D">
        <w:tblPrEx>
          <w:tblCellMar>
            <w:top w:w="0" w:type="dxa"/>
            <w:bottom w:w="0" w:type="dxa"/>
          </w:tblCellMar>
        </w:tblPrEx>
        <w:trPr>
          <w:cantSplit/>
        </w:trPr>
        <w:tc>
          <w:tcPr>
            <w:tcW w:w="2551" w:type="dxa"/>
            <w:shd w:val="clear" w:color="auto" w:fill="998877"/>
          </w:tcPr>
          <w:p w14:paraId="121D1BEE" w14:textId="63B1EDED" w:rsidR="001F5B4D" w:rsidRPr="001F5B4D" w:rsidRDefault="001F5B4D" w:rsidP="001F5B4D">
            <w:r w:rsidRPr="001F5B4D">
              <w:lastRenderedPageBreak/>
              <w:t>Average max size</w:t>
            </w:r>
          </w:p>
        </w:tc>
        <w:tc>
          <w:tcPr>
            <w:tcW w:w="4536" w:type="dxa"/>
            <w:gridSpan w:val="2"/>
          </w:tcPr>
          <w:p w14:paraId="01C52A8B" w14:textId="3C0199DB" w:rsidR="001F5B4D" w:rsidRPr="001F5B4D" w:rsidRDefault="001F5B4D" w:rsidP="001F5B4D">
            <w:r w:rsidRPr="001F5B4D">
              <w:t>Species maximum length is 104, which is in the medium risk range (100-300cm).</w:t>
            </w:r>
          </w:p>
        </w:tc>
        <w:tc>
          <w:tcPr>
            <w:tcW w:w="851" w:type="dxa"/>
          </w:tcPr>
          <w:p w14:paraId="03FDC900" w14:textId="24782A98" w:rsidR="001F5B4D" w:rsidRPr="001F5B4D" w:rsidRDefault="001F5B4D" w:rsidP="001F5B4D">
            <w:r w:rsidRPr="001F5B4D">
              <w:t>2</w:t>
            </w:r>
          </w:p>
        </w:tc>
      </w:tr>
      <w:tr w:rsidR="001F5B4D" w:rsidRPr="001F5B4D" w14:paraId="3D6FA342" w14:textId="77777777" w:rsidTr="001F5B4D">
        <w:tblPrEx>
          <w:tblCellMar>
            <w:top w:w="0" w:type="dxa"/>
            <w:bottom w:w="0" w:type="dxa"/>
          </w:tblCellMar>
        </w:tblPrEx>
        <w:trPr>
          <w:cantSplit/>
        </w:trPr>
        <w:tc>
          <w:tcPr>
            <w:tcW w:w="2551" w:type="dxa"/>
            <w:shd w:val="clear" w:color="auto" w:fill="998877"/>
          </w:tcPr>
          <w:p w14:paraId="4A68ACCB" w14:textId="3106E05D" w:rsidR="001F5B4D" w:rsidRPr="001F5B4D" w:rsidRDefault="001F5B4D" w:rsidP="001F5B4D">
            <w:r w:rsidRPr="001F5B4D">
              <w:t>Average size at maturity</w:t>
            </w:r>
          </w:p>
        </w:tc>
        <w:tc>
          <w:tcPr>
            <w:tcW w:w="4536" w:type="dxa"/>
            <w:gridSpan w:val="2"/>
          </w:tcPr>
          <w:p w14:paraId="2CB9BF1D" w14:textId="6FDA0CC6" w:rsidR="001F5B4D" w:rsidRPr="001F5B4D" w:rsidRDefault="001F5B4D" w:rsidP="001F5B4D">
            <w:r w:rsidRPr="001F5B4D">
              <w:t>Species length at maturity is 45, which is in the medium risk range (40-200cm).</w:t>
            </w:r>
          </w:p>
        </w:tc>
        <w:tc>
          <w:tcPr>
            <w:tcW w:w="851" w:type="dxa"/>
          </w:tcPr>
          <w:p w14:paraId="6CE58D6E" w14:textId="1B290297" w:rsidR="001F5B4D" w:rsidRPr="001F5B4D" w:rsidRDefault="001F5B4D" w:rsidP="001F5B4D">
            <w:r w:rsidRPr="001F5B4D">
              <w:t>2</w:t>
            </w:r>
          </w:p>
        </w:tc>
      </w:tr>
      <w:tr w:rsidR="001F5B4D" w:rsidRPr="001F5B4D" w14:paraId="3487CA8A" w14:textId="77777777" w:rsidTr="001F5B4D">
        <w:tblPrEx>
          <w:tblCellMar>
            <w:top w:w="0" w:type="dxa"/>
            <w:bottom w:w="0" w:type="dxa"/>
          </w:tblCellMar>
        </w:tblPrEx>
        <w:trPr>
          <w:cantSplit/>
        </w:trPr>
        <w:tc>
          <w:tcPr>
            <w:tcW w:w="2551" w:type="dxa"/>
            <w:shd w:val="clear" w:color="auto" w:fill="998877"/>
          </w:tcPr>
          <w:p w14:paraId="7ED6DCD6" w14:textId="0F551BAC" w:rsidR="001F5B4D" w:rsidRPr="001F5B4D" w:rsidRDefault="001F5B4D" w:rsidP="001F5B4D">
            <w:r w:rsidRPr="001F5B4D">
              <w:t>Reproductive strategy</w:t>
            </w:r>
          </w:p>
        </w:tc>
        <w:tc>
          <w:tcPr>
            <w:tcW w:w="4536" w:type="dxa"/>
            <w:gridSpan w:val="2"/>
          </w:tcPr>
          <w:p w14:paraId="13E2F0FC" w14:textId="4F134D88" w:rsidR="001F5B4D" w:rsidRPr="001F5B4D" w:rsidRDefault="001F5B4D" w:rsidP="001F5B4D">
            <w:r w:rsidRPr="001F5B4D">
              <w:t>Species reproductive strategy is demersal egg layer, which is medium risk.</w:t>
            </w:r>
          </w:p>
        </w:tc>
        <w:tc>
          <w:tcPr>
            <w:tcW w:w="851" w:type="dxa"/>
          </w:tcPr>
          <w:p w14:paraId="0443B51D" w14:textId="32922F27" w:rsidR="001F5B4D" w:rsidRPr="001F5B4D" w:rsidRDefault="001F5B4D" w:rsidP="001F5B4D">
            <w:r w:rsidRPr="001F5B4D">
              <w:t>2</w:t>
            </w:r>
          </w:p>
        </w:tc>
      </w:tr>
      <w:tr w:rsidR="001F5B4D" w:rsidRPr="001F5B4D" w14:paraId="35D31FF9" w14:textId="77777777" w:rsidTr="001F5B4D">
        <w:tblPrEx>
          <w:tblCellMar>
            <w:top w:w="0" w:type="dxa"/>
            <w:bottom w:w="0" w:type="dxa"/>
          </w:tblCellMar>
        </w:tblPrEx>
        <w:trPr>
          <w:cantSplit/>
        </w:trPr>
        <w:tc>
          <w:tcPr>
            <w:tcW w:w="2551" w:type="dxa"/>
            <w:shd w:val="clear" w:color="auto" w:fill="998877"/>
          </w:tcPr>
          <w:p w14:paraId="5871E207" w14:textId="2D27AF5B" w:rsidR="001F5B4D" w:rsidRPr="001F5B4D" w:rsidRDefault="001F5B4D" w:rsidP="001F5B4D">
            <w:r w:rsidRPr="001F5B4D">
              <w:t>Trophic level</w:t>
            </w:r>
          </w:p>
        </w:tc>
        <w:tc>
          <w:tcPr>
            <w:tcW w:w="4536" w:type="dxa"/>
            <w:gridSpan w:val="2"/>
            <w:tcBorders>
              <w:bottom w:val="single" w:sz="4" w:space="0" w:color="auto"/>
            </w:tcBorders>
          </w:tcPr>
          <w:p w14:paraId="23F914D7" w14:textId="667EF4C6" w:rsidR="001F5B4D" w:rsidRPr="001F5B4D" w:rsidRDefault="001F5B4D" w:rsidP="001F5B4D">
            <w:r w:rsidRPr="001F5B4D">
              <w:t>Species trophic level is 4.2, which is higher than the highest risk value (3.25).</w:t>
            </w:r>
          </w:p>
        </w:tc>
        <w:tc>
          <w:tcPr>
            <w:tcW w:w="851" w:type="dxa"/>
          </w:tcPr>
          <w:p w14:paraId="25A13DF8" w14:textId="2F812B0B" w:rsidR="001F5B4D" w:rsidRPr="001F5B4D" w:rsidRDefault="001F5B4D" w:rsidP="001F5B4D">
            <w:r w:rsidRPr="001F5B4D">
              <w:t>3</w:t>
            </w:r>
          </w:p>
        </w:tc>
      </w:tr>
      <w:tr w:rsidR="001F5B4D" w:rsidRPr="001F5B4D" w14:paraId="0B7E9BFC"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7F7E54DE" w14:textId="77777777" w:rsidR="001F5B4D" w:rsidRPr="001F5B4D" w:rsidRDefault="001F5B4D" w:rsidP="001F5B4D"/>
        </w:tc>
        <w:tc>
          <w:tcPr>
            <w:tcW w:w="4536" w:type="dxa"/>
            <w:gridSpan w:val="2"/>
            <w:tcBorders>
              <w:bottom w:val="single" w:sz="4" w:space="0" w:color="auto"/>
            </w:tcBorders>
            <w:shd w:val="clear" w:color="auto" w:fill="998877"/>
          </w:tcPr>
          <w:p w14:paraId="2C8AB871" w14:textId="095D1A0B" w:rsidR="001F5B4D" w:rsidRPr="001F5B4D" w:rsidRDefault="001F5B4D" w:rsidP="001F5B4D">
            <w:r w:rsidRPr="001F5B4D">
              <w:t>Productivity score</w:t>
            </w:r>
          </w:p>
        </w:tc>
        <w:tc>
          <w:tcPr>
            <w:tcW w:w="851" w:type="dxa"/>
            <w:tcBorders>
              <w:bottom w:val="single" w:sz="4" w:space="0" w:color="auto"/>
            </w:tcBorders>
          </w:tcPr>
          <w:p w14:paraId="60D2A130" w14:textId="53BCD1B1" w:rsidR="001F5B4D" w:rsidRPr="001F5B4D" w:rsidRDefault="001F5B4D" w:rsidP="001F5B4D">
            <w:r w:rsidRPr="001F5B4D">
              <w:t>2.00</w:t>
            </w:r>
          </w:p>
        </w:tc>
      </w:tr>
      <w:tr w:rsidR="001F5B4D" w:rsidRPr="001F5B4D" w14:paraId="0F1363B6" w14:textId="77777777" w:rsidTr="004B1D19">
        <w:tblPrEx>
          <w:tblCellMar>
            <w:top w:w="0" w:type="dxa"/>
            <w:bottom w:w="0" w:type="dxa"/>
          </w:tblCellMar>
        </w:tblPrEx>
        <w:trPr>
          <w:cantSplit/>
        </w:trPr>
        <w:tc>
          <w:tcPr>
            <w:tcW w:w="7938" w:type="dxa"/>
            <w:gridSpan w:val="4"/>
            <w:shd w:val="clear" w:color="auto" w:fill="998877"/>
          </w:tcPr>
          <w:p w14:paraId="7408C250" w14:textId="06F6E143" w:rsidR="001F5B4D" w:rsidRPr="001F5B4D" w:rsidRDefault="001F5B4D" w:rsidP="001F5B4D">
            <w:pPr>
              <w:rPr>
                <w:b/>
              </w:rPr>
            </w:pPr>
            <w:r w:rsidRPr="001F5B4D">
              <w:rPr>
                <w:b/>
              </w:rPr>
              <w:t>Susceptibility</w:t>
            </w:r>
          </w:p>
        </w:tc>
      </w:tr>
      <w:tr w:rsidR="001F5B4D" w:rsidRPr="001F5B4D" w14:paraId="7357D620" w14:textId="77777777" w:rsidTr="001F5B4D">
        <w:tblPrEx>
          <w:tblCellMar>
            <w:top w:w="0" w:type="dxa"/>
            <w:bottom w:w="0" w:type="dxa"/>
          </w:tblCellMar>
        </w:tblPrEx>
        <w:trPr>
          <w:cantSplit/>
        </w:trPr>
        <w:tc>
          <w:tcPr>
            <w:tcW w:w="2551" w:type="dxa"/>
            <w:shd w:val="clear" w:color="auto" w:fill="998877"/>
          </w:tcPr>
          <w:p w14:paraId="75E4FF47" w14:textId="482C83E2" w:rsidR="001F5B4D" w:rsidRPr="001F5B4D" w:rsidRDefault="001F5B4D" w:rsidP="001F5B4D">
            <w:r w:rsidRPr="001F5B4D">
              <w:t>Areal overlap (availability)</w:t>
            </w:r>
          </w:p>
        </w:tc>
        <w:tc>
          <w:tcPr>
            <w:tcW w:w="4536" w:type="dxa"/>
            <w:gridSpan w:val="2"/>
          </w:tcPr>
          <w:p w14:paraId="6D222F8A" w14:textId="6ECC45F2" w:rsidR="001F5B4D" w:rsidRPr="001F5B4D" w:rsidRDefault="001F5B4D" w:rsidP="001F5B4D">
            <w:r w:rsidRPr="001F5B4D">
              <w:t>Northeastern Atlantic and Mediterranean Sea only, but catches reported for elsewhere.</w:t>
            </w:r>
          </w:p>
        </w:tc>
        <w:tc>
          <w:tcPr>
            <w:tcW w:w="851" w:type="dxa"/>
          </w:tcPr>
          <w:p w14:paraId="5386BEF0" w14:textId="2DA454BE" w:rsidR="001F5B4D" w:rsidRPr="001F5B4D" w:rsidRDefault="001F5B4D" w:rsidP="001F5B4D">
            <w:r w:rsidRPr="001F5B4D">
              <w:t>1</w:t>
            </w:r>
          </w:p>
        </w:tc>
      </w:tr>
      <w:tr w:rsidR="001F5B4D" w:rsidRPr="001F5B4D" w14:paraId="3BF167C4" w14:textId="77777777" w:rsidTr="001F5B4D">
        <w:tblPrEx>
          <w:tblCellMar>
            <w:top w:w="0" w:type="dxa"/>
            <w:bottom w:w="0" w:type="dxa"/>
          </w:tblCellMar>
        </w:tblPrEx>
        <w:trPr>
          <w:cantSplit/>
        </w:trPr>
        <w:tc>
          <w:tcPr>
            <w:tcW w:w="2551" w:type="dxa"/>
            <w:shd w:val="clear" w:color="auto" w:fill="998877"/>
          </w:tcPr>
          <w:p w14:paraId="0BBE7AC5" w14:textId="1453D25F" w:rsidR="001F5B4D" w:rsidRPr="001F5B4D" w:rsidRDefault="001F5B4D" w:rsidP="001F5B4D">
            <w:r w:rsidRPr="001F5B4D">
              <w:t>Encounterability</w:t>
            </w:r>
          </w:p>
        </w:tc>
        <w:tc>
          <w:tcPr>
            <w:tcW w:w="4536" w:type="dxa"/>
            <w:gridSpan w:val="2"/>
          </w:tcPr>
          <w:p w14:paraId="257895D5" w14:textId="6EBA35B7" w:rsidR="001F5B4D" w:rsidRPr="001F5B4D" w:rsidRDefault="001F5B4D" w:rsidP="001F5B4D">
            <w:r w:rsidRPr="001F5B4D">
              <w:t>The depth range of the species is 1-200m. For surface gears, the vertical overlap index with this species is 50.00%.</w:t>
            </w:r>
          </w:p>
        </w:tc>
        <w:tc>
          <w:tcPr>
            <w:tcW w:w="851" w:type="dxa"/>
          </w:tcPr>
          <w:p w14:paraId="1E18E40C" w14:textId="78AB97F3" w:rsidR="001F5B4D" w:rsidRPr="001F5B4D" w:rsidRDefault="001F5B4D" w:rsidP="001F5B4D">
            <w:r w:rsidRPr="001F5B4D">
              <w:t>3</w:t>
            </w:r>
          </w:p>
        </w:tc>
      </w:tr>
      <w:tr w:rsidR="001F5B4D" w:rsidRPr="001F5B4D" w14:paraId="01F4A291" w14:textId="77777777" w:rsidTr="001F5B4D">
        <w:tblPrEx>
          <w:tblCellMar>
            <w:top w:w="0" w:type="dxa"/>
            <w:bottom w:w="0" w:type="dxa"/>
          </w:tblCellMar>
        </w:tblPrEx>
        <w:trPr>
          <w:cantSplit/>
        </w:trPr>
        <w:tc>
          <w:tcPr>
            <w:tcW w:w="2551" w:type="dxa"/>
            <w:shd w:val="clear" w:color="auto" w:fill="998877"/>
          </w:tcPr>
          <w:p w14:paraId="3726A804" w14:textId="69F149D3" w:rsidR="001F5B4D" w:rsidRPr="001F5B4D" w:rsidRDefault="001F5B4D" w:rsidP="001F5B4D">
            <w:r w:rsidRPr="001F5B4D">
              <w:t>Selectivity</w:t>
            </w:r>
          </w:p>
        </w:tc>
        <w:tc>
          <w:tcPr>
            <w:tcW w:w="4536" w:type="dxa"/>
            <w:gridSpan w:val="2"/>
          </w:tcPr>
          <w:p w14:paraId="610864D0" w14:textId="68AA09ED" w:rsidR="001F5B4D" w:rsidRPr="001F5B4D" w:rsidRDefault="001F5B4D" w:rsidP="001F5B4D">
            <w:r w:rsidRPr="001F5B4D">
              <w:t>The maximum length of the species is 104cm. For tropical surface fisheries, the length overlap index with this species is 94.55%.</w:t>
            </w:r>
          </w:p>
        </w:tc>
        <w:tc>
          <w:tcPr>
            <w:tcW w:w="851" w:type="dxa"/>
          </w:tcPr>
          <w:p w14:paraId="1A1064B8" w14:textId="5E4BC6FA" w:rsidR="001F5B4D" w:rsidRPr="001F5B4D" w:rsidRDefault="001F5B4D" w:rsidP="001F5B4D">
            <w:r w:rsidRPr="001F5B4D">
              <w:t>3</w:t>
            </w:r>
          </w:p>
        </w:tc>
      </w:tr>
      <w:tr w:rsidR="001F5B4D" w:rsidRPr="001F5B4D" w14:paraId="22EC4C88" w14:textId="77777777" w:rsidTr="001F5B4D">
        <w:tblPrEx>
          <w:tblCellMar>
            <w:top w:w="0" w:type="dxa"/>
            <w:bottom w:w="0" w:type="dxa"/>
          </w:tblCellMar>
        </w:tblPrEx>
        <w:trPr>
          <w:cantSplit/>
        </w:trPr>
        <w:tc>
          <w:tcPr>
            <w:tcW w:w="2551" w:type="dxa"/>
            <w:shd w:val="clear" w:color="auto" w:fill="998877"/>
          </w:tcPr>
          <w:p w14:paraId="210D3F3D" w14:textId="1C1D44A8" w:rsidR="001F5B4D" w:rsidRPr="001F5B4D" w:rsidRDefault="001F5B4D" w:rsidP="001F5B4D">
            <w:r w:rsidRPr="001F5B4D">
              <w:t>Post capture mortality</w:t>
            </w:r>
          </w:p>
        </w:tc>
        <w:tc>
          <w:tcPr>
            <w:tcW w:w="4536" w:type="dxa"/>
            <w:gridSpan w:val="2"/>
            <w:tcBorders>
              <w:bottom w:val="single" w:sz="4" w:space="0" w:color="auto"/>
            </w:tcBorders>
          </w:tcPr>
          <w:p w14:paraId="143FC13C" w14:textId="29DFA0B9" w:rsidR="001F5B4D" w:rsidRPr="001F5B4D" w:rsidRDefault="001F5B4D" w:rsidP="001F5B4D">
            <w:r w:rsidRPr="001F5B4D">
              <w:t>No direct evidence of survival after capture.</w:t>
            </w:r>
          </w:p>
        </w:tc>
        <w:tc>
          <w:tcPr>
            <w:tcW w:w="851" w:type="dxa"/>
          </w:tcPr>
          <w:p w14:paraId="6CE4DC82" w14:textId="03259BD3" w:rsidR="001F5B4D" w:rsidRPr="001F5B4D" w:rsidRDefault="001F5B4D" w:rsidP="001F5B4D">
            <w:r w:rsidRPr="001F5B4D">
              <w:t>3</w:t>
            </w:r>
          </w:p>
        </w:tc>
      </w:tr>
      <w:tr w:rsidR="001F5B4D" w:rsidRPr="001F5B4D" w14:paraId="6A23FC1B" w14:textId="77777777" w:rsidTr="001F5B4D">
        <w:tblPrEx>
          <w:tblCellMar>
            <w:top w:w="0" w:type="dxa"/>
            <w:bottom w:w="0" w:type="dxa"/>
          </w:tblCellMar>
        </w:tblPrEx>
        <w:trPr>
          <w:cantSplit/>
        </w:trPr>
        <w:tc>
          <w:tcPr>
            <w:tcW w:w="2551" w:type="dxa"/>
            <w:shd w:val="clear" w:color="auto" w:fill="998877"/>
          </w:tcPr>
          <w:p w14:paraId="5E40C70F" w14:textId="77777777" w:rsidR="001F5B4D" w:rsidRPr="001F5B4D" w:rsidRDefault="001F5B4D" w:rsidP="001F5B4D"/>
        </w:tc>
        <w:tc>
          <w:tcPr>
            <w:tcW w:w="4536" w:type="dxa"/>
            <w:gridSpan w:val="2"/>
            <w:tcBorders>
              <w:bottom w:val="single" w:sz="4" w:space="0" w:color="auto"/>
            </w:tcBorders>
            <w:shd w:val="clear" w:color="auto" w:fill="998877"/>
          </w:tcPr>
          <w:p w14:paraId="7621797D" w14:textId="54D78D1F" w:rsidR="001F5B4D" w:rsidRPr="001F5B4D" w:rsidRDefault="001F5B4D" w:rsidP="001F5B4D">
            <w:r w:rsidRPr="001F5B4D">
              <w:t>Susceptibility score</w:t>
            </w:r>
          </w:p>
        </w:tc>
        <w:tc>
          <w:tcPr>
            <w:tcW w:w="851" w:type="dxa"/>
          </w:tcPr>
          <w:p w14:paraId="7D3EB7F4" w14:textId="6C4DC331" w:rsidR="001F5B4D" w:rsidRPr="001F5B4D" w:rsidRDefault="001F5B4D" w:rsidP="001F5B4D">
            <w:r w:rsidRPr="001F5B4D">
              <w:t>1.65</w:t>
            </w:r>
          </w:p>
        </w:tc>
      </w:tr>
      <w:tr w:rsidR="001F5B4D" w:rsidRPr="001F5B4D" w14:paraId="02E19239" w14:textId="77777777" w:rsidTr="001F5B4D">
        <w:tblPrEx>
          <w:tblCellMar>
            <w:top w:w="0" w:type="dxa"/>
            <w:bottom w:w="0" w:type="dxa"/>
          </w:tblCellMar>
        </w:tblPrEx>
        <w:trPr>
          <w:cantSplit/>
        </w:trPr>
        <w:tc>
          <w:tcPr>
            <w:tcW w:w="2551" w:type="dxa"/>
            <w:shd w:val="clear" w:color="auto" w:fill="998877"/>
          </w:tcPr>
          <w:p w14:paraId="018B8A61" w14:textId="77777777" w:rsidR="001F5B4D" w:rsidRPr="001F5B4D" w:rsidRDefault="001F5B4D" w:rsidP="001F5B4D"/>
        </w:tc>
        <w:tc>
          <w:tcPr>
            <w:tcW w:w="4536" w:type="dxa"/>
            <w:gridSpan w:val="2"/>
            <w:shd w:val="clear" w:color="auto" w:fill="998877"/>
          </w:tcPr>
          <w:p w14:paraId="6148544C" w14:textId="7E4612FA" w:rsidR="001F5B4D" w:rsidRPr="001F5B4D" w:rsidRDefault="001F5B4D" w:rsidP="001F5B4D">
            <w:r w:rsidRPr="001F5B4D">
              <w:t>Vulnerability score</w:t>
            </w:r>
          </w:p>
        </w:tc>
        <w:tc>
          <w:tcPr>
            <w:tcW w:w="851" w:type="dxa"/>
          </w:tcPr>
          <w:p w14:paraId="2ED6D622" w14:textId="6152FB7A" w:rsidR="001F5B4D" w:rsidRPr="001F5B4D" w:rsidRDefault="001F5B4D" w:rsidP="001F5B4D">
            <w:r w:rsidRPr="001F5B4D">
              <w:t>2.59</w:t>
            </w:r>
          </w:p>
        </w:tc>
      </w:tr>
    </w:tbl>
    <w:p w14:paraId="43D9D194" w14:textId="47865E7F" w:rsidR="001F5B4D" w:rsidRPr="001F5B4D" w:rsidRDefault="001F5B4D" w:rsidP="001F5B4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1418"/>
        <w:gridCol w:w="3118"/>
        <w:gridCol w:w="851"/>
      </w:tblGrid>
      <w:tr w:rsidR="001F5B4D" w:rsidRPr="001F5B4D" w14:paraId="7722E097" w14:textId="77777777" w:rsidTr="001F5B4D">
        <w:tblPrEx>
          <w:tblCellMar>
            <w:top w:w="0" w:type="dxa"/>
            <w:bottom w:w="0" w:type="dxa"/>
          </w:tblCellMar>
        </w:tblPrEx>
        <w:trPr>
          <w:cantSplit/>
        </w:trPr>
        <w:tc>
          <w:tcPr>
            <w:tcW w:w="3969" w:type="dxa"/>
            <w:gridSpan w:val="2"/>
            <w:tcBorders>
              <w:bottom w:val="single" w:sz="4" w:space="0" w:color="auto"/>
            </w:tcBorders>
            <w:shd w:val="clear" w:color="auto" w:fill="998877"/>
          </w:tcPr>
          <w:bookmarkStart w:id="205" w:name="T_NAU" w:colFirst="0" w:colLast="0"/>
          <w:p w14:paraId="0D88186E" w14:textId="38701307" w:rsidR="001F5B4D" w:rsidRPr="001F5B4D" w:rsidRDefault="001F5B4D" w:rsidP="001F5B4D">
            <w:pPr>
              <w:rPr>
                <w:b/>
              </w:rPr>
            </w:pPr>
            <w:r w:rsidRPr="001F5B4D">
              <w:rPr>
                <w:b/>
              </w:rPr>
              <w:fldChar w:fldCharType="begin"/>
            </w:r>
            <w:r w:rsidRPr="001F5B4D">
              <w:rPr>
                <w:b/>
              </w:rPr>
              <w:instrText xml:space="preserve"> HYPERLINK  \l "S_NAU" \o "PSA Score" </w:instrText>
            </w:r>
            <w:r w:rsidRPr="001F5B4D">
              <w:rPr>
                <w:b/>
              </w:rPr>
            </w:r>
            <w:r w:rsidRPr="001F5B4D">
              <w:rPr>
                <w:b/>
              </w:rPr>
              <w:fldChar w:fldCharType="separate"/>
            </w:r>
            <w:r w:rsidRPr="001F5B4D">
              <w:rPr>
                <w:rStyle w:val="Hyperlink"/>
                <w:b/>
              </w:rPr>
              <w:t>Pilotfish</w:t>
            </w:r>
            <w:r w:rsidRPr="001F5B4D">
              <w:rPr>
                <w:b/>
              </w:rPr>
              <w:fldChar w:fldCharType="end"/>
            </w:r>
            <w:bookmarkStart w:id="206" w:name="_GoBack"/>
            <w:bookmarkEnd w:id="206"/>
          </w:p>
        </w:tc>
        <w:tc>
          <w:tcPr>
            <w:tcW w:w="3969" w:type="dxa"/>
            <w:gridSpan w:val="2"/>
            <w:tcBorders>
              <w:bottom w:val="single" w:sz="4" w:space="0" w:color="auto"/>
            </w:tcBorders>
            <w:shd w:val="clear" w:color="auto" w:fill="998877"/>
          </w:tcPr>
          <w:p w14:paraId="37168CC3" w14:textId="4B13A78F" w:rsidR="001F5B4D" w:rsidRPr="001F5B4D" w:rsidRDefault="001F5B4D" w:rsidP="001F5B4D">
            <w:pPr>
              <w:rPr>
                <w:b/>
                <w:i/>
              </w:rPr>
            </w:pPr>
            <w:r w:rsidRPr="001F5B4D">
              <w:rPr>
                <w:b/>
                <w:i/>
              </w:rPr>
              <w:t>Naucrates ductor</w:t>
            </w:r>
          </w:p>
        </w:tc>
      </w:tr>
      <w:bookmarkEnd w:id="205"/>
      <w:tr w:rsidR="001F5B4D" w:rsidRPr="001F5B4D" w14:paraId="6D0FD729" w14:textId="77777777" w:rsidTr="002D2356">
        <w:tblPrEx>
          <w:tblCellMar>
            <w:top w:w="0" w:type="dxa"/>
            <w:bottom w:w="0" w:type="dxa"/>
          </w:tblCellMar>
        </w:tblPrEx>
        <w:trPr>
          <w:cantSplit/>
        </w:trPr>
        <w:tc>
          <w:tcPr>
            <w:tcW w:w="7938" w:type="dxa"/>
            <w:gridSpan w:val="4"/>
            <w:shd w:val="clear" w:color="auto" w:fill="998877"/>
          </w:tcPr>
          <w:p w14:paraId="69B8AE9E" w14:textId="5C98DFA1" w:rsidR="001F5B4D" w:rsidRPr="001F5B4D" w:rsidRDefault="001F5B4D" w:rsidP="001F5B4D">
            <w:pPr>
              <w:rPr>
                <w:b/>
              </w:rPr>
            </w:pPr>
            <w:r w:rsidRPr="001F5B4D">
              <w:rPr>
                <w:b/>
              </w:rPr>
              <w:t>Productivity</w:t>
            </w:r>
          </w:p>
        </w:tc>
      </w:tr>
      <w:tr w:rsidR="001F5B4D" w:rsidRPr="001F5B4D" w14:paraId="72D46E2C" w14:textId="77777777" w:rsidTr="001F5B4D">
        <w:tblPrEx>
          <w:tblCellMar>
            <w:top w:w="0" w:type="dxa"/>
            <w:bottom w:w="0" w:type="dxa"/>
          </w:tblCellMar>
        </w:tblPrEx>
        <w:trPr>
          <w:cantSplit/>
        </w:trPr>
        <w:tc>
          <w:tcPr>
            <w:tcW w:w="2551" w:type="dxa"/>
            <w:shd w:val="clear" w:color="auto" w:fill="998877"/>
          </w:tcPr>
          <w:p w14:paraId="13BE3217" w14:textId="6FC81DC5" w:rsidR="001F5B4D" w:rsidRPr="001F5B4D" w:rsidRDefault="001F5B4D" w:rsidP="001F5B4D">
            <w:r w:rsidRPr="001F5B4D">
              <w:t>Average age at maturity</w:t>
            </w:r>
          </w:p>
        </w:tc>
        <w:tc>
          <w:tcPr>
            <w:tcW w:w="4536" w:type="dxa"/>
            <w:gridSpan w:val="2"/>
          </w:tcPr>
          <w:p w14:paraId="029448F1" w14:textId="6B2AF930" w:rsidR="001F5B4D" w:rsidRPr="001F5B4D" w:rsidRDefault="001F5B4D" w:rsidP="001F5B4D">
            <w:r w:rsidRPr="001F5B4D">
              <w:t>Species growth rate (K) is 2.360, which is higher than lowest risk K (0.183) for age at maturity.</w:t>
            </w:r>
          </w:p>
        </w:tc>
        <w:tc>
          <w:tcPr>
            <w:tcW w:w="851" w:type="dxa"/>
          </w:tcPr>
          <w:p w14:paraId="0DBEFBF4" w14:textId="6AA6928F" w:rsidR="001F5B4D" w:rsidRPr="001F5B4D" w:rsidRDefault="001F5B4D" w:rsidP="001F5B4D">
            <w:r w:rsidRPr="001F5B4D">
              <w:t>1</w:t>
            </w:r>
          </w:p>
        </w:tc>
      </w:tr>
      <w:tr w:rsidR="001F5B4D" w:rsidRPr="001F5B4D" w14:paraId="4A2A6DFA" w14:textId="77777777" w:rsidTr="001F5B4D">
        <w:tblPrEx>
          <w:tblCellMar>
            <w:top w:w="0" w:type="dxa"/>
            <w:bottom w:w="0" w:type="dxa"/>
          </w:tblCellMar>
        </w:tblPrEx>
        <w:trPr>
          <w:cantSplit/>
        </w:trPr>
        <w:tc>
          <w:tcPr>
            <w:tcW w:w="2551" w:type="dxa"/>
            <w:shd w:val="clear" w:color="auto" w:fill="998877"/>
          </w:tcPr>
          <w:p w14:paraId="5A93771C" w14:textId="135155FD" w:rsidR="001F5B4D" w:rsidRPr="001F5B4D" w:rsidRDefault="001F5B4D" w:rsidP="001F5B4D">
            <w:r w:rsidRPr="001F5B4D">
              <w:t>Average max age</w:t>
            </w:r>
          </w:p>
        </w:tc>
        <w:tc>
          <w:tcPr>
            <w:tcW w:w="4536" w:type="dxa"/>
            <w:gridSpan w:val="2"/>
          </w:tcPr>
          <w:p w14:paraId="664D4104" w14:textId="325C7CD0" w:rsidR="001F5B4D" w:rsidRPr="001F5B4D" w:rsidRDefault="001F5B4D" w:rsidP="001F5B4D">
            <w:r w:rsidRPr="001F5B4D">
              <w:t>Species growth rate (K) is 2.360, which is higher than lowest risk K (0.30) for maximum age.</w:t>
            </w:r>
          </w:p>
        </w:tc>
        <w:tc>
          <w:tcPr>
            <w:tcW w:w="851" w:type="dxa"/>
          </w:tcPr>
          <w:p w14:paraId="3CC41A1C" w14:textId="212D105B" w:rsidR="001F5B4D" w:rsidRPr="001F5B4D" w:rsidRDefault="001F5B4D" w:rsidP="001F5B4D">
            <w:r w:rsidRPr="001F5B4D">
              <w:t>1</w:t>
            </w:r>
          </w:p>
        </w:tc>
      </w:tr>
      <w:tr w:rsidR="001F5B4D" w:rsidRPr="001F5B4D" w14:paraId="45245B2F" w14:textId="77777777" w:rsidTr="001F5B4D">
        <w:tblPrEx>
          <w:tblCellMar>
            <w:top w:w="0" w:type="dxa"/>
            <w:bottom w:w="0" w:type="dxa"/>
          </w:tblCellMar>
        </w:tblPrEx>
        <w:trPr>
          <w:cantSplit/>
        </w:trPr>
        <w:tc>
          <w:tcPr>
            <w:tcW w:w="2551" w:type="dxa"/>
            <w:shd w:val="clear" w:color="auto" w:fill="998877"/>
          </w:tcPr>
          <w:p w14:paraId="58C9E670" w14:textId="58D92FE6" w:rsidR="001F5B4D" w:rsidRPr="001F5B4D" w:rsidRDefault="001F5B4D" w:rsidP="001F5B4D">
            <w:r w:rsidRPr="001F5B4D">
              <w:t>Fecundity</w:t>
            </w:r>
          </w:p>
        </w:tc>
        <w:tc>
          <w:tcPr>
            <w:tcW w:w="4536" w:type="dxa"/>
            <w:gridSpan w:val="2"/>
          </w:tcPr>
          <w:p w14:paraId="549A2FA0" w14:textId="1F0F7747" w:rsidR="001F5B4D" w:rsidRPr="001F5B4D" w:rsidRDefault="001F5B4D" w:rsidP="001F5B4D">
            <w:r w:rsidRPr="001F5B4D">
              <w:t>The score is based on the maximum risk score in the family Agonidae, which included 1 species.</w:t>
            </w:r>
          </w:p>
        </w:tc>
        <w:tc>
          <w:tcPr>
            <w:tcW w:w="851" w:type="dxa"/>
          </w:tcPr>
          <w:p w14:paraId="3A21FE44" w14:textId="2F5FA7C6" w:rsidR="001F5B4D" w:rsidRPr="001F5B4D" w:rsidRDefault="001F5B4D" w:rsidP="001F5B4D">
            <w:r w:rsidRPr="001F5B4D">
              <w:t>1</w:t>
            </w:r>
          </w:p>
        </w:tc>
      </w:tr>
      <w:tr w:rsidR="001F5B4D" w:rsidRPr="001F5B4D" w14:paraId="3B797394" w14:textId="77777777" w:rsidTr="001F5B4D">
        <w:tblPrEx>
          <w:tblCellMar>
            <w:top w:w="0" w:type="dxa"/>
            <w:bottom w:w="0" w:type="dxa"/>
          </w:tblCellMar>
        </w:tblPrEx>
        <w:trPr>
          <w:cantSplit/>
        </w:trPr>
        <w:tc>
          <w:tcPr>
            <w:tcW w:w="2551" w:type="dxa"/>
            <w:shd w:val="clear" w:color="auto" w:fill="998877"/>
          </w:tcPr>
          <w:p w14:paraId="1ECAE3CE" w14:textId="03B42DA0" w:rsidR="001F5B4D" w:rsidRPr="001F5B4D" w:rsidRDefault="001F5B4D" w:rsidP="001F5B4D">
            <w:r w:rsidRPr="001F5B4D">
              <w:t>Average max size</w:t>
            </w:r>
          </w:p>
        </w:tc>
        <w:tc>
          <w:tcPr>
            <w:tcW w:w="4536" w:type="dxa"/>
            <w:gridSpan w:val="2"/>
          </w:tcPr>
          <w:p w14:paraId="6892257C" w14:textId="32470CAC" w:rsidR="001F5B4D" w:rsidRPr="001F5B4D" w:rsidRDefault="001F5B4D" w:rsidP="001F5B4D">
            <w:r w:rsidRPr="001F5B4D">
              <w:t>Species maximum length is 70, which is lower than the lowest risk value (100cm).</w:t>
            </w:r>
          </w:p>
        </w:tc>
        <w:tc>
          <w:tcPr>
            <w:tcW w:w="851" w:type="dxa"/>
          </w:tcPr>
          <w:p w14:paraId="49B4E31C" w14:textId="6ABDE924" w:rsidR="001F5B4D" w:rsidRPr="001F5B4D" w:rsidRDefault="001F5B4D" w:rsidP="001F5B4D">
            <w:r w:rsidRPr="001F5B4D">
              <w:t>1</w:t>
            </w:r>
          </w:p>
        </w:tc>
      </w:tr>
      <w:tr w:rsidR="001F5B4D" w:rsidRPr="001F5B4D" w14:paraId="66B12B22" w14:textId="77777777" w:rsidTr="001F5B4D">
        <w:tblPrEx>
          <w:tblCellMar>
            <w:top w:w="0" w:type="dxa"/>
            <w:bottom w:w="0" w:type="dxa"/>
          </w:tblCellMar>
        </w:tblPrEx>
        <w:trPr>
          <w:cantSplit/>
        </w:trPr>
        <w:tc>
          <w:tcPr>
            <w:tcW w:w="2551" w:type="dxa"/>
            <w:shd w:val="clear" w:color="auto" w:fill="998877"/>
          </w:tcPr>
          <w:p w14:paraId="3D53B667" w14:textId="12A5EEEF" w:rsidR="001F5B4D" w:rsidRPr="001F5B4D" w:rsidRDefault="001F5B4D" w:rsidP="001F5B4D">
            <w:r w:rsidRPr="001F5B4D">
              <w:t>Average size at maturity</w:t>
            </w:r>
          </w:p>
        </w:tc>
        <w:tc>
          <w:tcPr>
            <w:tcW w:w="4536" w:type="dxa"/>
            <w:gridSpan w:val="2"/>
          </w:tcPr>
          <w:p w14:paraId="4F896BC1" w14:textId="02CC0D09" w:rsidR="001F5B4D" w:rsidRPr="001F5B4D" w:rsidRDefault="001F5B4D" w:rsidP="001F5B4D">
            <w:r w:rsidRPr="001F5B4D">
              <w:t>Species maximum length is 70cm, which is in the length at maturity medium risk range (40-200cm).</w:t>
            </w:r>
          </w:p>
        </w:tc>
        <w:tc>
          <w:tcPr>
            <w:tcW w:w="851" w:type="dxa"/>
          </w:tcPr>
          <w:p w14:paraId="65F798E3" w14:textId="691CCD50" w:rsidR="001F5B4D" w:rsidRPr="001F5B4D" w:rsidRDefault="001F5B4D" w:rsidP="001F5B4D">
            <w:r w:rsidRPr="001F5B4D">
              <w:t>2</w:t>
            </w:r>
          </w:p>
        </w:tc>
      </w:tr>
      <w:tr w:rsidR="001F5B4D" w:rsidRPr="001F5B4D" w14:paraId="2A4AC6F6" w14:textId="77777777" w:rsidTr="001F5B4D">
        <w:tblPrEx>
          <w:tblCellMar>
            <w:top w:w="0" w:type="dxa"/>
            <w:bottom w:w="0" w:type="dxa"/>
          </w:tblCellMar>
        </w:tblPrEx>
        <w:trPr>
          <w:cantSplit/>
        </w:trPr>
        <w:tc>
          <w:tcPr>
            <w:tcW w:w="2551" w:type="dxa"/>
            <w:shd w:val="clear" w:color="auto" w:fill="998877"/>
          </w:tcPr>
          <w:p w14:paraId="35D09C0E" w14:textId="10FD5501" w:rsidR="001F5B4D" w:rsidRPr="001F5B4D" w:rsidRDefault="001F5B4D" w:rsidP="001F5B4D">
            <w:r w:rsidRPr="001F5B4D">
              <w:t>Reproductive strategy</w:t>
            </w:r>
          </w:p>
        </w:tc>
        <w:tc>
          <w:tcPr>
            <w:tcW w:w="4536" w:type="dxa"/>
            <w:gridSpan w:val="2"/>
          </w:tcPr>
          <w:p w14:paraId="1EFFA3B9" w14:textId="61B2B0CC" w:rsidR="001F5B4D" w:rsidRPr="001F5B4D" w:rsidRDefault="001F5B4D" w:rsidP="001F5B4D">
            <w:r w:rsidRPr="001F5B4D">
              <w:t>Species reproductive strategy is demersal egg layer, which is medium risk.</w:t>
            </w:r>
          </w:p>
        </w:tc>
        <w:tc>
          <w:tcPr>
            <w:tcW w:w="851" w:type="dxa"/>
          </w:tcPr>
          <w:p w14:paraId="5038B37E" w14:textId="1F356D1C" w:rsidR="001F5B4D" w:rsidRPr="001F5B4D" w:rsidRDefault="001F5B4D" w:rsidP="001F5B4D">
            <w:r w:rsidRPr="001F5B4D">
              <w:t>2</w:t>
            </w:r>
          </w:p>
        </w:tc>
      </w:tr>
      <w:tr w:rsidR="001F5B4D" w:rsidRPr="001F5B4D" w14:paraId="163B276E" w14:textId="77777777" w:rsidTr="001F5B4D">
        <w:tblPrEx>
          <w:tblCellMar>
            <w:top w:w="0" w:type="dxa"/>
            <w:bottom w:w="0" w:type="dxa"/>
          </w:tblCellMar>
        </w:tblPrEx>
        <w:trPr>
          <w:cantSplit/>
        </w:trPr>
        <w:tc>
          <w:tcPr>
            <w:tcW w:w="2551" w:type="dxa"/>
            <w:shd w:val="clear" w:color="auto" w:fill="998877"/>
          </w:tcPr>
          <w:p w14:paraId="11BF8B36" w14:textId="5FA78D55" w:rsidR="001F5B4D" w:rsidRPr="001F5B4D" w:rsidRDefault="001F5B4D" w:rsidP="001F5B4D">
            <w:r w:rsidRPr="001F5B4D">
              <w:t>Trophic level</w:t>
            </w:r>
          </w:p>
        </w:tc>
        <w:tc>
          <w:tcPr>
            <w:tcW w:w="4536" w:type="dxa"/>
            <w:gridSpan w:val="2"/>
            <w:tcBorders>
              <w:bottom w:val="single" w:sz="4" w:space="0" w:color="auto"/>
            </w:tcBorders>
          </w:tcPr>
          <w:p w14:paraId="7C4C40CC" w14:textId="39E5DEA1" w:rsidR="001F5B4D" w:rsidRPr="001F5B4D" w:rsidRDefault="001F5B4D" w:rsidP="001F5B4D">
            <w:r w:rsidRPr="001F5B4D">
              <w:t>Species trophic level is 3.4, which is higher than the highest risk value (3.25).</w:t>
            </w:r>
          </w:p>
        </w:tc>
        <w:tc>
          <w:tcPr>
            <w:tcW w:w="851" w:type="dxa"/>
          </w:tcPr>
          <w:p w14:paraId="145EDC6E" w14:textId="429A9DC8" w:rsidR="001F5B4D" w:rsidRPr="001F5B4D" w:rsidRDefault="001F5B4D" w:rsidP="001F5B4D">
            <w:r w:rsidRPr="001F5B4D">
              <w:t>3</w:t>
            </w:r>
          </w:p>
        </w:tc>
      </w:tr>
      <w:tr w:rsidR="001F5B4D" w:rsidRPr="001F5B4D" w14:paraId="5929400C" w14:textId="77777777" w:rsidTr="001F5B4D">
        <w:tblPrEx>
          <w:tblCellMar>
            <w:top w:w="0" w:type="dxa"/>
            <w:bottom w:w="0" w:type="dxa"/>
          </w:tblCellMar>
        </w:tblPrEx>
        <w:trPr>
          <w:cantSplit/>
        </w:trPr>
        <w:tc>
          <w:tcPr>
            <w:tcW w:w="2551" w:type="dxa"/>
            <w:tcBorders>
              <w:bottom w:val="single" w:sz="4" w:space="0" w:color="auto"/>
            </w:tcBorders>
            <w:shd w:val="clear" w:color="auto" w:fill="998877"/>
          </w:tcPr>
          <w:p w14:paraId="766454AA" w14:textId="77777777" w:rsidR="001F5B4D" w:rsidRPr="001F5B4D" w:rsidRDefault="001F5B4D" w:rsidP="001F5B4D"/>
        </w:tc>
        <w:tc>
          <w:tcPr>
            <w:tcW w:w="4536" w:type="dxa"/>
            <w:gridSpan w:val="2"/>
            <w:tcBorders>
              <w:bottom w:val="single" w:sz="4" w:space="0" w:color="auto"/>
            </w:tcBorders>
            <w:shd w:val="clear" w:color="auto" w:fill="998877"/>
          </w:tcPr>
          <w:p w14:paraId="0210F652" w14:textId="40A3CC96" w:rsidR="001F5B4D" w:rsidRPr="001F5B4D" w:rsidRDefault="001F5B4D" w:rsidP="001F5B4D">
            <w:r w:rsidRPr="001F5B4D">
              <w:t>Productivity score</w:t>
            </w:r>
          </w:p>
        </w:tc>
        <w:tc>
          <w:tcPr>
            <w:tcW w:w="851" w:type="dxa"/>
            <w:tcBorders>
              <w:bottom w:val="single" w:sz="4" w:space="0" w:color="auto"/>
            </w:tcBorders>
          </w:tcPr>
          <w:p w14:paraId="5FC6654E" w14:textId="66EC628B" w:rsidR="001F5B4D" w:rsidRPr="001F5B4D" w:rsidRDefault="001F5B4D" w:rsidP="001F5B4D">
            <w:r w:rsidRPr="001F5B4D">
              <w:t>1.57</w:t>
            </w:r>
          </w:p>
        </w:tc>
      </w:tr>
      <w:tr w:rsidR="001F5B4D" w:rsidRPr="001F5B4D" w14:paraId="594796AB" w14:textId="77777777" w:rsidTr="00C23213">
        <w:tblPrEx>
          <w:tblCellMar>
            <w:top w:w="0" w:type="dxa"/>
            <w:bottom w:w="0" w:type="dxa"/>
          </w:tblCellMar>
        </w:tblPrEx>
        <w:trPr>
          <w:cantSplit/>
        </w:trPr>
        <w:tc>
          <w:tcPr>
            <w:tcW w:w="7938" w:type="dxa"/>
            <w:gridSpan w:val="4"/>
            <w:shd w:val="clear" w:color="auto" w:fill="998877"/>
          </w:tcPr>
          <w:p w14:paraId="411EE518" w14:textId="2E0448EA" w:rsidR="001F5B4D" w:rsidRPr="001F5B4D" w:rsidRDefault="001F5B4D" w:rsidP="001F5B4D">
            <w:pPr>
              <w:rPr>
                <w:b/>
              </w:rPr>
            </w:pPr>
            <w:r w:rsidRPr="001F5B4D">
              <w:rPr>
                <w:b/>
              </w:rPr>
              <w:t>Susceptibility</w:t>
            </w:r>
          </w:p>
        </w:tc>
      </w:tr>
      <w:tr w:rsidR="001F5B4D" w:rsidRPr="001F5B4D" w14:paraId="03EEABFB" w14:textId="77777777" w:rsidTr="001F5B4D">
        <w:tblPrEx>
          <w:tblCellMar>
            <w:top w:w="0" w:type="dxa"/>
            <w:bottom w:w="0" w:type="dxa"/>
          </w:tblCellMar>
        </w:tblPrEx>
        <w:trPr>
          <w:cantSplit/>
        </w:trPr>
        <w:tc>
          <w:tcPr>
            <w:tcW w:w="2551" w:type="dxa"/>
            <w:shd w:val="clear" w:color="auto" w:fill="998877"/>
          </w:tcPr>
          <w:p w14:paraId="2A6C0CDE" w14:textId="756DF420" w:rsidR="001F5B4D" w:rsidRPr="001F5B4D" w:rsidRDefault="001F5B4D" w:rsidP="001F5B4D">
            <w:r w:rsidRPr="001F5B4D">
              <w:t>Areal overlap (availability)</w:t>
            </w:r>
          </w:p>
        </w:tc>
        <w:tc>
          <w:tcPr>
            <w:tcW w:w="4536" w:type="dxa"/>
            <w:gridSpan w:val="2"/>
          </w:tcPr>
          <w:p w14:paraId="0E3665F6" w14:textId="163B5588" w:rsidR="001F5B4D" w:rsidRPr="001F5B4D" w:rsidRDefault="001F5B4D" w:rsidP="001F5B4D">
            <w:r w:rsidRPr="001F5B4D">
              <w:t>Worldwide distribution, mainly coastal</w:t>
            </w:r>
          </w:p>
        </w:tc>
        <w:tc>
          <w:tcPr>
            <w:tcW w:w="851" w:type="dxa"/>
          </w:tcPr>
          <w:p w14:paraId="57F24284" w14:textId="7D4CF714" w:rsidR="001F5B4D" w:rsidRPr="001F5B4D" w:rsidRDefault="001F5B4D" w:rsidP="001F5B4D">
            <w:r w:rsidRPr="001F5B4D">
              <w:t>2</w:t>
            </w:r>
          </w:p>
        </w:tc>
      </w:tr>
      <w:tr w:rsidR="001F5B4D" w:rsidRPr="001F5B4D" w14:paraId="5568C400" w14:textId="77777777" w:rsidTr="001F5B4D">
        <w:tblPrEx>
          <w:tblCellMar>
            <w:top w:w="0" w:type="dxa"/>
            <w:bottom w:w="0" w:type="dxa"/>
          </w:tblCellMar>
        </w:tblPrEx>
        <w:trPr>
          <w:cantSplit/>
        </w:trPr>
        <w:tc>
          <w:tcPr>
            <w:tcW w:w="2551" w:type="dxa"/>
            <w:shd w:val="clear" w:color="auto" w:fill="998877"/>
          </w:tcPr>
          <w:p w14:paraId="7648707B" w14:textId="0CAFAEB5" w:rsidR="001F5B4D" w:rsidRPr="001F5B4D" w:rsidRDefault="001F5B4D" w:rsidP="001F5B4D">
            <w:r w:rsidRPr="001F5B4D">
              <w:t>Encounterability</w:t>
            </w:r>
          </w:p>
        </w:tc>
        <w:tc>
          <w:tcPr>
            <w:tcW w:w="4536" w:type="dxa"/>
            <w:gridSpan w:val="2"/>
          </w:tcPr>
          <w:p w14:paraId="541016A5" w14:textId="4ACE13B8" w:rsidR="001F5B4D" w:rsidRPr="001F5B4D" w:rsidRDefault="001F5B4D" w:rsidP="001F5B4D">
            <w:r w:rsidRPr="001F5B4D">
              <w:t>The depth range of the species is 1-300m. For surface gears, the vertical overlap index with this species is 33.33%. This species is reef associated.</w:t>
            </w:r>
          </w:p>
        </w:tc>
        <w:tc>
          <w:tcPr>
            <w:tcW w:w="851" w:type="dxa"/>
          </w:tcPr>
          <w:p w14:paraId="08418A71" w14:textId="5ED75C00" w:rsidR="001F5B4D" w:rsidRPr="001F5B4D" w:rsidRDefault="001F5B4D" w:rsidP="001F5B4D">
            <w:r w:rsidRPr="001F5B4D">
              <w:t>2</w:t>
            </w:r>
          </w:p>
        </w:tc>
      </w:tr>
      <w:tr w:rsidR="001F5B4D" w:rsidRPr="001F5B4D" w14:paraId="4FE92E67" w14:textId="77777777" w:rsidTr="001F5B4D">
        <w:tblPrEx>
          <w:tblCellMar>
            <w:top w:w="0" w:type="dxa"/>
            <w:bottom w:w="0" w:type="dxa"/>
          </w:tblCellMar>
        </w:tblPrEx>
        <w:trPr>
          <w:cantSplit/>
        </w:trPr>
        <w:tc>
          <w:tcPr>
            <w:tcW w:w="2551" w:type="dxa"/>
            <w:shd w:val="clear" w:color="auto" w:fill="998877"/>
          </w:tcPr>
          <w:p w14:paraId="2F34219F" w14:textId="06F143E5" w:rsidR="001F5B4D" w:rsidRPr="001F5B4D" w:rsidRDefault="001F5B4D" w:rsidP="001F5B4D">
            <w:r w:rsidRPr="001F5B4D">
              <w:t>Selectivity</w:t>
            </w:r>
          </w:p>
        </w:tc>
        <w:tc>
          <w:tcPr>
            <w:tcW w:w="4536" w:type="dxa"/>
            <w:gridSpan w:val="2"/>
          </w:tcPr>
          <w:p w14:paraId="7DFAA0A2" w14:textId="70C65E23" w:rsidR="001F5B4D" w:rsidRPr="001F5B4D" w:rsidRDefault="001F5B4D" w:rsidP="001F5B4D">
            <w:r w:rsidRPr="001F5B4D">
              <w:t>The maximum length of the species is 70cm. For tropical surface fisheries, the length overlap index with this species is 63.64%.</w:t>
            </w:r>
          </w:p>
        </w:tc>
        <w:tc>
          <w:tcPr>
            <w:tcW w:w="851" w:type="dxa"/>
          </w:tcPr>
          <w:p w14:paraId="12F158D2" w14:textId="05165C87" w:rsidR="001F5B4D" w:rsidRPr="001F5B4D" w:rsidRDefault="001F5B4D" w:rsidP="001F5B4D">
            <w:r w:rsidRPr="001F5B4D">
              <w:t>3</w:t>
            </w:r>
          </w:p>
        </w:tc>
      </w:tr>
      <w:tr w:rsidR="001F5B4D" w:rsidRPr="001F5B4D" w14:paraId="12C5D41D" w14:textId="77777777" w:rsidTr="001F5B4D">
        <w:tblPrEx>
          <w:tblCellMar>
            <w:top w:w="0" w:type="dxa"/>
            <w:bottom w:w="0" w:type="dxa"/>
          </w:tblCellMar>
        </w:tblPrEx>
        <w:trPr>
          <w:cantSplit/>
        </w:trPr>
        <w:tc>
          <w:tcPr>
            <w:tcW w:w="2551" w:type="dxa"/>
            <w:shd w:val="clear" w:color="auto" w:fill="998877"/>
          </w:tcPr>
          <w:p w14:paraId="3FA61583" w14:textId="45E86B9A" w:rsidR="001F5B4D" w:rsidRPr="001F5B4D" w:rsidRDefault="001F5B4D" w:rsidP="001F5B4D">
            <w:r w:rsidRPr="001F5B4D">
              <w:t>Post capture mortality</w:t>
            </w:r>
          </w:p>
        </w:tc>
        <w:tc>
          <w:tcPr>
            <w:tcW w:w="4536" w:type="dxa"/>
            <w:gridSpan w:val="2"/>
            <w:tcBorders>
              <w:bottom w:val="single" w:sz="4" w:space="0" w:color="auto"/>
            </w:tcBorders>
          </w:tcPr>
          <w:p w14:paraId="6194123D" w14:textId="0074D482" w:rsidR="001F5B4D" w:rsidRPr="001F5B4D" w:rsidRDefault="001F5B4D" w:rsidP="001F5B4D">
            <w:r w:rsidRPr="001F5B4D">
              <w:t>No direct evidence of survival after capture.</w:t>
            </w:r>
          </w:p>
        </w:tc>
        <w:tc>
          <w:tcPr>
            <w:tcW w:w="851" w:type="dxa"/>
          </w:tcPr>
          <w:p w14:paraId="088C8B3A" w14:textId="1D091F60" w:rsidR="001F5B4D" w:rsidRPr="001F5B4D" w:rsidRDefault="001F5B4D" w:rsidP="001F5B4D">
            <w:r w:rsidRPr="001F5B4D">
              <w:t>3</w:t>
            </w:r>
          </w:p>
        </w:tc>
      </w:tr>
      <w:tr w:rsidR="001F5B4D" w:rsidRPr="001F5B4D" w14:paraId="14831A22" w14:textId="77777777" w:rsidTr="001F5B4D">
        <w:tblPrEx>
          <w:tblCellMar>
            <w:top w:w="0" w:type="dxa"/>
            <w:bottom w:w="0" w:type="dxa"/>
          </w:tblCellMar>
        </w:tblPrEx>
        <w:trPr>
          <w:cantSplit/>
        </w:trPr>
        <w:tc>
          <w:tcPr>
            <w:tcW w:w="2551" w:type="dxa"/>
            <w:shd w:val="clear" w:color="auto" w:fill="998877"/>
          </w:tcPr>
          <w:p w14:paraId="4A671E2C" w14:textId="77777777" w:rsidR="001F5B4D" w:rsidRPr="001F5B4D" w:rsidRDefault="001F5B4D" w:rsidP="001F5B4D"/>
        </w:tc>
        <w:tc>
          <w:tcPr>
            <w:tcW w:w="4536" w:type="dxa"/>
            <w:gridSpan w:val="2"/>
            <w:tcBorders>
              <w:bottom w:val="single" w:sz="4" w:space="0" w:color="auto"/>
            </w:tcBorders>
            <w:shd w:val="clear" w:color="auto" w:fill="998877"/>
          </w:tcPr>
          <w:p w14:paraId="70FD5C51" w14:textId="0205566F" w:rsidR="001F5B4D" w:rsidRPr="001F5B4D" w:rsidRDefault="001F5B4D" w:rsidP="001F5B4D">
            <w:r w:rsidRPr="001F5B4D">
              <w:t>Susceptibility score</w:t>
            </w:r>
          </w:p>
        </w:tc>
        <w:tc>
          <w:tcPr>
            <w:tcW w:w="851" w:type="dxa"/>
          </w:tcPr>
          <w:p w14:paraId="42CB8391" w14:textId="21D193EA" w:rsidR="001F5B4D" w:rsidRPr="001F5B4D" w:rsidRDefault="001F5B4D" w:rsidP="001F5B4D">
            <w:r w:rsidRPr="001F5B4D">
              <w:t>1.88</w:t>
            </w:r>
          </w:p>
        </w:tc>
      </w:tr>
      <w:tr w:rsidR="001F5B4D" w:rsidRPr="001F5B4D" w14:paraId="36A9C3DB" w14:textId="77777777" w:rsidTr="001F5B4D">
        <w:tblPrEx>
          <w:tblCellMar>
            <w:top w:w="0" w:type="dxa"/>
            <w:bottom w:w="0" w:type="dxa"/>
          </w:tblCellMar>
        </w:tblPrEx>
        <w:trPr>
          <w:cantSplit/>
        </w:trPr>
        <w:tc>
          <w:tcPr>
            <w:tcW w:w="2551" w:type="dxa"/>
            <w:shd w:val="clear" w:color="auto" w:fill="998877"/>
          </w:tcPr>
          <w:p w14:paraId="048E56A2" w14:textId="77777777" w:rsidR="001F5B4D" w:rsidRPr="001F5B4D" w:rsidRDefault="001F5B4D" w:rsidP="001F5B4D"/>
        </w:tc>
        <w:tc>
          <w:tcPr>
            <w:tcW w:w="4536" w:type="dxa"/>
            <w:gridSpan w:val="2"/>
            <w:shd w:val="clear" w:color="auto" w:fill="998877"/>
          </w:tcPr>
          <w:p w14:paraId="639E34E1" w14:textId="002440F5" w:rsidR="001F5B4D" w:rsidRPr="001F5B4D" w:rsidRDefault="001F5B4D" w:rsidP="001F5B4D">
            <w:r w:rsidRPr="001F5B4D">
              <w:t>Vulnerability score</w:t>
            </w:r>
          </w:p>
        </w:tc>
        <w:tc>
          <w:tcPr>
            <w:tcW w:w="851" w:type="dxa"/>
          </w:tcPr>
          <w:p w14:paraId="475F8623" w14:textId="09DCA7AC" w:rsidR="001F5B4D" w:rsidRPr="001F5B4D" w:rsidRDefault="001F5B4D" w:rsidP="001F5B4D">
            <w:r w:rsidRPr="001F5B4D">
              <w:t>2.45</w:t>
            </w:r>
          </w:p>
        </w:tc>
      </w:tr>
    </w:tbl>
    <w:p w14:paraId="08E40C8D" w14:textId="71193734" w:rsidR="001F5B4D" w:rsidRPr="001F5B4D" w:rsidRDefault="001F5B4D" w:rsidP="001F5B4D"/>
    <w:p w14:paraId="6F67C1EC" w14:textId="77777777" w:rsidR="001F5B4D" w:rsidRPr="001F5B4D" w:rsidRDefault="001F5B4D" w:rsidP="001F5B4D"/>
    <w:sectPr w:rsidR="001F5B4D" w:rsidRPr="001F5B4D">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EFA183" w14:textId="77777777" w:rsidR="001F5B4D" w:rsidRDefault="001F5B4D" w:rsidP="00C760A7">
      <w:r>
        <w:separator/>
      </w:r>
    </w:p>
  </w:endnote>
  <w:endnote w:type="continuationSeparator" w:id="0">
    <w:p w14:paraId="064BBDE0" w14:textId="77777777" w:rsidR="001F5B4D" w:rsidRDefault="001F5B4D" w:rsidP="00C76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1DC02" w14:textId="77777777" w:rsidR="001F5B4D" w:rsidRDefault="001F5B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28F75" w14:textId="77777777" w:rsidR="001F5B4D" w:rsidRDefault="001F5B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9DEE9" w14:textId="77777777" w:rsidR="001F5B4D" w:rsidRDefault="001F5B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3A3265" w14:textId="77777777" w:rsidR="001F5B4D" w:rsidRDefault="001F5B4D" w:rsidP="00C760A7">
      <w:r>
        <w:separator/>
      </w:r>
    </w:p>
  </w:footnote>
  <w:footnote w:type="continuationSeparator" w:id="0">
    <w:p w14:paraId="28B6A7EF" w14:textId="77777777" w:rsidR="001F5B4D" w:rsidRDefault="001F5B4D" w:rsidP="00C76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4C891" w14:textId="77777777" w:rsidR="001F5B4D" w:rsidRDefault="001F5B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4A0" w:firstRow="1" w:lastRow="0" w:firstColumn="1" w:lastColumn="0" w:noHBand="0" w:noVBand="1"/>
    </w:tblPr>
    <w:tblGrid>
      <w:gridCol w:w="2376"/>
      <w:gridCol w:w="6455"/>
    </w:tblGrid>
    <w:tr w:rsidR="001F5B4D" w14:paraId="5EC7D0C5" w14:textId="77777777" w:rsidTr="001D4252">
      <w:trPr>
        <w:trHeight w:val="375"/>
      </w:trPr>
      <w:tc>
        <w:tcPr>
          <w:tcW w:w="2376" w:type="dxa"/>
        </w:tcPr>
        <w:p w14:paraId="018BD6AF" w14:textId="0D6DBD25" w:rsidR="001F5B4D" w:rsidRDefault="001F5B4D" w:rsidP="00E37884">
          <w:pPr>
            <w:pStyle w:val="Header"/>
            <w:jc w:val="both"/>
          </w:pPr>
          <w:fldSimple w:instr=" STYLEREF  ScHeading1  \* MERGEFORMAT ">
            <w:r>
              <w:rPr>
                <w:noProof/>
              </w:rPr>
              <w:t>Appendix: PSA Score Justification</w:t>
            </w:r>
          </w:fldSimple>
        </w:p>
      </w:tc>
      <w:tc>
        <w:tcPr>
          <w:tcW w:w="6455" w:type="dxa"/>
        </w:tcPr>
        <w:p w14:paraId="6CB7B5D6" w14:textId="2D920CEE" w:rsidR="001F5B4D" w:rsidRDefault="001F5B4D" w:rsidP="003C2306">
          <w:pPr>
            <w:pStyle w:val="Header"/>
            <w:jc w:val="right"/>
          </w:pPr>
          <w:r>
            <w:t>Version 20171</w:t>
          </w:r>
        </w:p>
      </w:tc>
    </w:tr>
  </w:tbl>
  <w:p w14:paraId="32A10EE0" w14:textId="77777777" w:rsidR="001F5B4D" w:rsidRPr="00113855" w:rsidRDefault="001F5B4D" w:rsidP="00C6720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AE499" w14:textId="77777777" w:rsidR="001F5B4D" w:rsidRDefault="001F5B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80498"/>
    <w:multiLevelType w:val="hybridMultilevel"/>
    <w:tmpl w:val="D6D65F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1707F5"/>
    <w:multiLevelType w:val="hybridMultilevel"/>
    <w:tmpl w:val="D76C03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F3F15"/>
    <w:multiLevelType w:val="hybridMultilevel"/>
    <w:tmpl w:val="99D4E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B3E46"/>
    <w:multiLevelType w:val="hybridMultilevel"/>
    <w:tmpl w:val="968041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752194"/>
    <w:multiLevelType w:val="hybridMultilevel"/>
    <w:tmpl w:val="B2E47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AA087B"/>
    <w:multiLevelType w:val="hybridMultilevel"/>
    <w:tmpl w:val="1856E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D610F0"/>
    <w:multiLevelType w:val="hybridMultilevel"/>
    <w:tmpl w:val="D55269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17C791E"/>
    <w:multiLevelType w:val="hybridMultilevel"/>
    <w:tmpl w:val="7A6048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3D0D1F"/>
    <w:multiLevelType w:val="hybridMultilevel"/>
    <w:tmpl w:val="3CE6A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71829B7"/>
    <w:multiLevelType w:val="hybridMultilevel"/>
    <w:tmpl w:val="30684D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88D7E6B"/>
    <w:multiLevelType w:val="hybridMultilevel"/>
    <w:tmpl w:val="52E45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0DD6BB7"/>
    <w:multiLevelType w:val="hybridMultilevel"/>
    <w:tmpl w:val="26B070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05F69AC"/>
    <w:multiLevelType w:val="hybridMultilevel"/>
    <w:tmpl w:val="561AAC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A41883"/>
    <w:multiLevelType w:val="hybridMultilevel"/>
    <w:tmpl w:val="20B87A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4682D76"/>
    <w:multiLevelType w:val="hybridMultilevel"/>
    <w:tmpl w:val="8D185C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7944FB"/>
    <w:multiLevelType w:val="hybridMultilevel"/>
    <w:tmpl w:val="362221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21667E"/>
    <w:multiLevelType w:val="hybridMultilevel"/>
    <w:tmpl w:val="9EB40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9495750"/>
    <w:multiLevelType w:val="hybridMultilevel"/>
    <w:tmpl w:val="A75ABF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D8C5FF1"/>
    <w:multiLevelType w:val="hybridMultilevel"/>
    <w:tmpl w:val="D4FA0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DCA1ECB"/>
    <w:multiLevelType w:val="hybridMultilevel"/>
    <w:tmpl w:val="8C8A06B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0F6947"/>
    <w:multiLevelType w:val="hybridMultilevel"/>
    <w:tmpl w:val="4072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01A7392"/>
    <w:multiLevelType w:val="hybridMultilevel"/>
    <w:tmpl w:val="DFD8F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0611933"/>
    <w:multiLevelType w:val="hybridMultilevel"/>
    <w:tmpl w:val="BAF4C0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4EC4592"/>
    <w:multiLevelType w:val="hybridMultilevel"/>
    <w:tmpl w:val="841CBF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55219A5"/>
    <w:multiLevelType w:val="hybridMultilevel"/>
    <w:tmpl w:val="07B878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C3E3D4D"/>
    <w:multiLevelType w:val="hybridMultilevel"/>
    <w:tmpl w:val="0960E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2DF7DF9"/>
    <w:multiLevelType w:val="hybridMultilevel"/>
    <w:tmpl w:val="3EAE12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5457880"/>
    <w:multiLevelType w:val="hybridMultilevel"/>
    <w:tmpl w:val="B7B2BF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A9A02FB"/>
    <w:multiLevelType w:val="hybridMultilevel"/>
    <w:tmpl w:val="100CED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4B37F75"/>
    <w:multiLevelType w:val="hybridMultilevel"/>
    <w:tmpl w:val="06901A44"/>
    <w:lvl w:ilvl="0" w:tplc="62805EE4">
      <w:start w:val="1"/>
      <w:numFmt w:val="decimal"/>
      <w:pStyle w:val="ScList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AD414C8"/>
    <w:multiLevelType w:val="hybridMultilevel"/>
    <w:tmpl w:val="FD5C5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18C659A"/>
    <w:multiLevelType w:val="hybridMultilevel"/>
    <w:tmpl w:val="19D0B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590A6C"/>
    <w:multiLevelType w:val="hybridMultilevel"/>
    <w:tmpl w:val="FD9E5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38D361B"/>
    <w:multiLevelType w:val="hybridMultilevel"/>
    <w:tmpl w:val="F14459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7332FA9"/>
    <w:multiLevelType w:val="hybridMultilevel"/>
    <w:tmpl w:val="4C54C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7D616A5"/>
    <w:multiLevelType w:val="hybridMultilevel"/>
    <w:tmpl w:val="E3AA9E58"/>
    <w:lvl w:ilvl="0" w:tplc="A04401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DF7D79"/>
    <w:multiLevelType w:val="hybridMultilevel"/>
    <w:tmpl w:val="C8E47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B374597"/>
    <w:multiLevelType w:val="hybridMultilevel"/>
    <w:tmpl w:val="E1A8A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9"/>
  </w:num>
  <w:num w:numId="2">
    <w:abstractNumId w:val="26"/>
  </w:num>
  <w:num w:numId="3">
    <w:abstractNumId w:val="19"/>
  </w:num>
  <w:num w:numId="4">
    <w:abstractNumId w:val="7"/>
  </w:num>
  <w:num w:numId="5">
    <w:abstractNumId w:val="33"/>
  </w:num>
  <w:num w:numId="6">
    <w:abstractNumId w:val="35"/>
  </w:num>
  <w:num w:numId="7">
    <w:abstractNumId w:val="1"/>
  </w:num>
  <w:num w:numId="8">
    <w:abstractNumId w:val="27"/>
  </w:num>
  <w:num w:numId="9">
    <w:abstractNumId w:val="15"/>
  </w:num>
  <w:num w:numId="10">
    <w:abstractNumId w:val="0"/>
  </w:num>
  <w:num w:numId="11">
    <w:abstractNumId w:val="18"/>
  </w:num>
  <w:num w:numId="12">
    <w:abstractNumId w:val="17"/>
  </w:num>
  <w:num w:numId="13">
    <w:abstractNumId w:val="9"/>
  </w:num>
  <w:num w:numId="14">
    <w:abstractNumId w:val="23"/>
  </w:num>
  <w:num w:numId="15">
    <w:abstractNumId w:val="36"/>
  </w:num>
  <w:num w:numId="16">
    <w:abstractNumId w:val="14"/>
  </w:num>
  <w:num w:numId="17">
    <w:abstractNumId w:val="28"/>
  </w:num>
  <w:num w:numId="18">
    <w:abstractNumId w:val="3"/>
  </w:num>
  <w:num w:numId="19">
    <w:abstractNumId w:val="8"/>
  </w:num>
  <w:num w:numId="20">
    <w:abstractNumId w:val="31"/>
  </w:num>
  <w:num w:numId="21">
    <w:abstractNumId w:val="6"/>
  </w:num>
  <w:num w:numId="22">
    <w:abstractNumId w:val="22"/>
  </w:num>
  <w:num w:numId="23">
    <w:abstractNumId w:val="2"/>
  </w:num>
  <w:num w:numId="24">
    <w:abstractNumId w:val="16"/>
  </w:num>
  <w:num w:numId="25">
    <w:abstractNumId w:val="20"/>
  </w:num>
  <w:num w:numId="26">
    <w:abstractNumId w:val="11"/>
  </w:num>
  <w:num w:numId="27">
    <w:abstractNumId w:val="30"/>
  </w:num>
  <w:num w:numId="28">
    <w:abstractNumId w:val="32"/>
  </w:num>
  <w:num w:numId="29">
    <w:abstractNumId w:val="21"/>
  </w:num>
  <w:num w:numId="30">
    <w:abstractNumId w:val="10"/>
  </w:num>
  <w:num w:numId="31">
    <w:abstractNumId w:val="37"/>
  </w:num>
  <w:num w:numId="32">
    <w:abstractNumId w:val="13"/>
  </w:num>
  <w:num w:numId="33">
    <w:abstractNumId w:val="34"/>
  </w:num>
  <w:num w:numId="34">
    <w:abstractNumId w:val="4"/>
  </w:num>
  <w:num w:numId="35">
    <w:abstractNumId w:val="25"/>
  </w:num>
  <w:num w:numId="36">
    <w:abstractNumId w:val="5"/>
  </w:num>
  <w:num w:numId="37">
    <w:abstractNumId w:val="24"/>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68B6"/>
    <w:rsid w:val="00024D56"/>
    <w:rsid w:val="000314AF"/>
    <w:rsid w:val="00040FAC"/>
    <w:rsid w:val="00051E87"/>
    <w:rsid w:val="0006031A"/>
    <w:rsid w:val="00067B7B"/>
    <w:rsid w:val="0007454F"/>
    <w:rsid w:val="00087545"/>
    <w:rsid w:val="00090FDE"/>
    <w:rsid w:val="00091098"/>
    <w:rsid w:val="000C10D4"/>
    <w:rsid w:val="000E4A22"/>
    <w:rsid w:val="000F271F"/>
    <w:rsid w:val="000F6981"/>
    <w:rsid w:val="000F6D09"/>
    <w:rsid w:val="00103445"/>
    <w:rsid w:val="001068A0"/>
    <w:rsid w:val="00112CC3"/>
    <w:rsid w:val="00113855"/>
    <w:rsid w:val="001146D8"/>
    <w:rsid w:val="00116C1D"/>
    <w:rsid w:val="001204E9"/>
    <w:rsid w:val="001259BD"/>
    <w:rsid w:val="0012739F"/>
    <w:rsid w:val="00131628"/>
    <w:rsid w:val="0014120F"/>
    <w:rsid w:val="00145637"/>
    <w:rsid w:val="001719BB"/>
    <w:rsid w:val="00172E9D"/>
    <w:rsid w:val="00173D40"/>
    <w:rsid w:val="0019211E"/>
    <w:rsid w:val="00196C9F"/>
    <w:rsid w:val="00197AE7"/>
    <w:rsid w:val="001B1917"/>
    <w:rsid w:val="001B4B57"/>
    <w:rsid w:val="001B51CA"/>
    <w:rsid w:val="001C5508"/>
    <w:rsid w:val="001D4252"/>
    <w:rsid w:val="001D683C"/>
    <w:rsid w:val="001E0AE9"/>
    <w:rsid w:val="001E1352"/>
    <w:rsid w:val="001F1C1E"/>
    <w:rsid w:val="001F243F"/>
    <w:rsid w:val="001F4AD1"/>
    <w:rsid w:val="001F5B4D"/>
    <w:rsid w:val="00206562"/>
    <w:rsid w:val="00207593"/>
    <w:rsid w:val="00211C36"/>
    <w:rsid w:val="0022436B"/>
    <w:rsid w:val="002258AD"/>
    <w:rsid w:val="00232143"/>
    <w:rsid w:val="00240DB5"/>
    <w:rsid w:val="002410E8"/>
    <w:rsid w:val="00241160"/>
    <w:rsid w:val="00243088"/>
    <w:rsid w:val="002443E6"/>
    <w:rsid w:val="00246E9E"/>
    <w:rsid w:val="00254F65"/>
    <w:rsid w:val="00261725"/>
    <w:rsid w:val="00277008"/>
    <w:rsid w:val="002910FD"/>
    <w:rsid w:val="00297165"/>
    <w:rsid w:val="002A36F2"/>
    <w:rsid w:val="002B573E"/>
    <w:rsid w:val="002C23F9"/>
    <w:rsid w:val="002C4ADA"/>
    <w:rsid w:val="002E138F"/>
    <w:rsid w:val="002E6237"/>
    <w:rsid w:val="002F2871"/>
    <w:rsid w:val="002F2D49"/>
    <w:rsid w:val="003009ED"/>
    <w:rsid w:val="00306B5D"/>
    <w:rsid w:val="003122C6"/>
    <w:rsid w:val="0031495D"/>
    <w:rsid w:val="00322567"/>
    <w:rsid w:val="00336407"/>
    <w:rsid w:val="003378A0"/>
    <w:rsid w:val="003442BF"/>
    <w:rsid w:val="003460DE"/>
    <w:rsid w:val="0034742C"/>
    <w:rsid w:val="00353407"/>
    <w:rsid w:val="00356136"/>
    <w:rsid w:val="0037175E"/>
    <w:rsid w:val="00383FCD"/>
    <w:rsid w:val="003855DF"/>
    <w:rsid w:val="003A46D3"/>
    <w:rsid w:val="003C2306"/>
    <w:rsid w:val="003C2370"/>
    <w:rsid w:val="003C52CE"/>
    <w:rsid w:val="003C67C3"/>
    <w:rsid w:val="003C7C44"/>
    <w:rsid w:val="003D26CB"/>
    <w:rsid w:val="003D4B2E"/>
    <w:rsid w:val="003D79A3"/>
    <w:rsid w:val="003E1BFF"/>
    <w:rsid w:val="003E4A62"/>
    <w:rsid w:val="003E72AC"/>
    <w:rsid w:val="003F17CA"/>
    <w:rsid w:val="004022C2"/>
    <w:rsid w:val="0040428A"/>
    <w:rsid w:val="00421CBD"/>
    <w:rsid w:val="004374D1"/>
    <w:rsid w:val="00437F79"/>
    <w:rsid w:val="0045399C"/>
    <w:rsid w:val="00462109"/>
    <w:rsid w:val="00465E8F"/>
    <w:rsid w:val="00474F16"/>
    <w:rsid w:val="00474F1D"/>
    <w:rsid w:val="004853F6"/>
    <w:rsid w:val="00491803"/>
    <w:rsid w:val="004954E8"/>
    <w:rsid w:val="004A2700"/>
    <w:rsid w:val="004A428A"/>
    <w:rsid w:val="004B1EE3"/>
    <w:rsid w:val="004B3308"/>
    <w:rsid w:val="004B52C4"/>
    <w:rsid w:val="004C21CA"/>
    <w:rsid w:val="004C305C"/>
    <w:rsid w:val="004C5323"/>
    <w:rsid w:val="004D15EF"/>
    <w:rsid w:val="004D2601"/>
    <w:rsid w:val="004D43EE"/>
    <w:rsid w:val="004D52EE"/>
    <w:rsid w:val="004D5E1F"/>
    <w:rsid w:val="004D6F76"/>
    <w:rsid w:val="004E2EC0"/>
    <w:rsid w:val="004E4BCD"/>
    <w:rsid w:val="004E546D"/>
    <w:rsid w:val="004F747C"/>
    <w:rsid w:val="005076CB"/>
    <w:rsid w:val="00512C80"/>
    <w:rsid w:val="005208D6"/>
    <w:rsid w:val="00522F72"/>
    <w:rsid w:val="005245AE"/>
    <w:rsid w:val="00525DCB"/>
    <w:rsid w:val="00555F35"/>
    <w:rsid w:val="00556020"/>
    <w:rsid w:val="0057235B"/>
    <w:rsid w:val="00576603"/>
    <w:rsid w:val="00596111"/>
    <w:rsid w:val="005A65FA"/>
    <w:rsid w:val="005A74FF"/>
    <w:rsid w:val="005B0CCD"/>
    <w:rsid w:val="005B3B30"/>
    <w:rsid w:val="005C642B"/>
    <w:rsid w:val="005E2971"/>
    <w:rsid w:val="005E597A"/>
    <w:rsid w:val="006009F5"/>
    <w:rsid w:val="00601A3F"/>
    <w:rsid w:val="006057F2"/>
    <w:rsid w:val="006278C7"/>
    <w:rsid w:val="00644201"/>
    <w:rsid w:val="00650D00"/>
    <w:rsid w:val="006515AB"/>
    <w:rsid w:val="00661E2A"/>
    <w:rsid w:val="006628E5"/>
    <w:rsid w:val="00667542"/>
    <w:rsid w:val="006757A3"/>
    <w:rsid w:val="00680531"/>
    <w:rsid w:val="00681A56"/>
    <w:rsid w:val="006A3042"/>
    <w:rsid w:val="006A40EA"/>
    <w:rsid w:val="006C17D4"/>
    <w:rsid w:val="006C2CC1"/>
    <w:rsid w:val="006D3ED6"/>
    <w:rsid w:val="006D728A"/>
    <w:rsid w:val="006F6D93"/>
    <w:rsid w:val="00701275"/>
    <w:rsid w:val="00705B8E"/>
    <w:rsid w:val="00716561"/>
    <w:rsid w:val="00721734"/>
    <w:rsid w:val="007324C9"/>
    <w:rsid w:val="00743712"/>
    <w:rsid w:val="007514D4"/>
    <w:rsid w:val="00752961"/>
    <w:rsid w:val="0075359A"/>
    <w:rsid w:val="00753967"/>
    <w:rsid w:val="00756888"/>
    <w:rsid w:val="00756A22"/>
    <w:rsid w:val="00765BE2"/>
    <w:rsid w:val="00780A3C"/>
    <w:rsid w:val="00782457"/>
    <w:rsid w:val="00783502"/>
    <w:rsid w:val="007970B7"/>
    <w:rsid w:val="00797936"/>
    <w:rsid w:val="007A1B99"/>
    <w:rsid w:val="007A5642"/>
    <w:rsid w:val="007B2922"/>
    <w:rsid w:val="007B2C98"/>
    <w:rsid w:val="007C00F9"/>
    <w:rsid w:val="007E1F4F"/>
    <w:rsid w:val="007E39CA"/>
    <w:rsid w:val="007F7225"/>
    <w:rsid w:val="00805314"/>
    <w:rsid w:val="00805490"/>
    <w:rsid w:val="008110DC"/>
    <w:rsid w:val="008113B3"/>
    <w:rsid w:val="00813861"/>
    <w:rsid w:val="00814846"/>
    <w:rsid w:val="00814900"/>
    <w:rsid w:val="00817233"/>
    <w:rsid w:val="008215A3"/>
    <w:rsid w:val="008216A5"/>
    <w:rsid w:val="008250BD"/>
    <w:rsid w:val="00832FCA"/>
    <w:rsid w:val="0083454E"/>
    <w:rsid w:val="00846ADB"/>
    <w:rsid w:val="00847AAC"/>
    <w:rsid w:val="00856409"/>
    <w:rsid w:val="008615D3"/>
    <w:rsid w:val="00866C94"/>
    <w:rsid w:val="00870CB4"/>
    <w:rsid w:val="00872561"/>
    <w:rsid w:val="0087538F"/>
    <w:rsid w:val="00877585"/>
    <w:rsid w:val="00881DBD"/>
    <w:rsid w:val="008831C4"/>
    <w:rsid w:val="008A3C6F"/>
    <w:rsid w:val="008B03DC"/>
    <w:rsid w:val="008C2E2D"/>
    <w:rsid w:val="008C3B34"/>
    <w:rsid w:val="008C6A77"/>
    <w:rsid w:val="008C6B40"/>
    <w:rsid w:val="008D02E8"/>
    <w:rsid w:val="008E685F"/>
    <w:rsid w:val="008E7AEC"/>
    <w:rsid w:val="008F2D17"/>
    <w:rsid w:val="0090081C"/>
    <w:rsid w:val="009012FE"/>
    <w:rsid w:val="00935BDA"/>
    <w:rsid w:val="00940D78"/>
    <w:rsid w:val="00953C8C"/>
    <w:rsid w:val="009567F3"/>
    <w:rsid w:val="00962766"/>
    <w:rsid w:val="00965D2D"/>
    <w:rsid w:val="0098002A"/>
    <w:rsid w:val="009970D6"/>
    <w:rsid w:val="009B579D"/>
    <w:rsid w:val="009B6B46"/>
    <w:rsid w:val="009C1AB6"/>
    <w:rsid w:val="009C1AC7"/>
    <w:rsid w:val="009D3E69"/>
    <w:rsid w:val="009D4181"/>
    <w:rsid w:val="009E2C6A"/>
    <w:rsid w:val="009E67E7"/>
    <w:rsid w:val="009F587A"/>
    <w:rsid w:val="009F66BA"/>
    <w:rsid w:val="00A010C1"/>
    <w:rsid w:val="00A02FC4"/>
    <w:rsid w:val="00A04DCD"/>
    <w:rsid w:val="00A1402A"/>
    <w:rsid w:val="00A16B5F"/>
    <w:rsid w:val="00A230D8"/>
    <w:rsid w:val="00A24F1D"/>
    <w:rsid w:val="00A35C3F"/>
    <w:rsid w:val="00A3629A"/>
    <w:rsid w:val="00A372F5"/>
    <w:rsid w:val="00A5186C"/>
    <w:rsid w:val="00A519F7"/>
    <w:rsid w:val="00A76A8B"/>
    <w:rsid w:val="00A76B79"/>
    <w:rsid w:val="00A777B7"/>
    <w:rsid w:val="00A83789"/>
    <w:rsid w:val="00A84210"/>
    <w:rsid w:val="00A86B4C"/>
    <w:rsid w:val="00AA2D51"/>
    <w:rsid w:val="00AA3637"/>
    <w:rsid w:val="00AA3ADF"/>
    <w:rsid w:val="00AA3FA5"/>
    <w:rsid w:val="00AC6BC1"/>
    <w:rsid w:val="00AC7499"/>
    <w:rsid w:val="00AD5FF9"/>
    <w:rsid w:val="00AF0A18"/>
    <w:rsid w:val="00AF75C0"/>
    <w:rsid w:val="00B00040"/>
    <w:rsid w:val="00B06B3E"/>
    <w:rsid w:val="00B10150"/>
    <w:rsid w:val="00B12B6F"/>
    <w:rsid w:val="00B13496"/>
    <w:rsid w:val="00B15E07"/>
    <w:rsid w:val="00B16D81"/>
    <w:rsid w:val="00B27247"/>
    <w:rsid w:val="00B32F73"/>
    <w:rsid w:val="00B37146"/>
    <w:rsid w:val="00B42ABA"/>
    <w:rsid w:val="00B541C4"/>
    <w:rsid w:val="00B6054F"/>
    <w:rsid w:val="00B67D42"/>
    <w:rsid w:val="00B70A42"/>
    <w:rsid w:val="00B72643"/>
    <w:rsid w:val="00B7523B"/>
    <w:rsid w:val="00B805CF"/>
    <w:rsid w:val="00B819D0"/>
    <w:rsid w:val="00B82793"/>
    <w:rsid w:val="00B91084"/>
    <w:rsid w:val="00BA09EC"/>
    <w:rsid w:val="00BA512A"/>
    <w:rsid w:val="00BB18DB"/>
    <w:rsid w:val="00BB273D"/>
    <w:rsid w:val="00BB2DC6"/>
    <w:rsid w:val="00BB6077"/>
    <w:rsid w:val="00BB6342"/>
    <w:rsid w:val="00BC53BC"/>
    <w:rsid w:val="00BE264A"/>
    <w:rsid w:val="00C07CAE"/>
    <w:rsid w:val="00C133F1"/>
    <w:rsid w:val="00C20018"/>
    <w:rsid w:val="00C36EB7"/>
    <w:rsid w:val="00C41C2A"/>
    <w:rsid w:val="00C6076D"/>
    <w:rsid w:val="00C6720C"/>
    <w:rsid w:val="00C7488B"/>
    <w:rsid w:val="00C749E2"/>
    <w:rsid w:val="00C760A7"/>
    <w:rsid w:val="00C811F6"/>
    <w:rsid w:val="00C9034E"/>
    <w:rsid w:val="00C9177B"/>
    <w:rsid w:val="00CA0E99"/>
    <w:rsid w:val="00CA2385"/>
    <w:rsid w:val="00CB23C2"/>
    <w:rsid w:val="00CB3A87"/>
    <w:rsid w:val="00CC46E9"/>
    <w:rsid w:val="00CD28D2"/>
    <w:rsid w:val="00CE0065"/>
    <w:rsid w:val="00CE2F2F"/>
    <w:rsid w:val="00CE3519"/>
    <w:rsid w:val="00CF05CD"/>
    <w:rsid w:val="00CF1056"/>
    <w:rsid w:val="00D0367C"/>
    <w:rsid w:val="00D168B6"/>
    <w:rsid w:val="00D23350"/>
    <w:rsid w:val="00D435A1"/>
    <w:rsid w:val="00D44465"/>
    <w:rsid w:val="00D47F2E"/>
    <w:rsid w:val="00D53BB2"/>
    <w:rsid w:val="00D55EE8"/>
    <w:rsid w:val="00D56D00"/>
    <w:rsid w:val="00D5720D"/>
    <w:rsid w:val="00D64B52"/>
    <w:rsid w:val="00D74341"/>
    <w:rsid w:val="00D83746"/>
    <w:rsid w:val="00D87B1A"/>
    <w:rsid w:val="00DA076A"/>
    <w:rsid w:val="00DA5F73"/>
    <w:rsid w:val="00DB2528"/>
    <w:rsid w:val="00DB2C57"/>
    <w:rsid w:val="00DB424B"/>
    <w:rsid w:val="00DC54E2"/>
    <w:rsid w:val="00DC6FEC"/>
    <w:rsid w:val="00DD26FE"/>
    <w:rsid w:val="00DF0C60"/>
    <w:rsid w:val="00DF3EEC"/>
    <w:rsid w:val="00E022C2"/>
    <w:rsid w:val="00E14F2C"/>
    <w:rsid w:val="00E20056"/>
    <w:rsid w:val="00E27D6A"/>
    <w:rsid w:val="00E3089C"/>
    <w:rsid w:val="00E37884"/>
    <w:rsid w:val="00E60983"/>
    <w:rsid w:val="00E63EE9"/>
    <w:rsid w:val="00E64C39"/>
    <w:rsid w:val="00E66A26"/>
    <w:rsid w:val="00E7450E"/>
    <w:rsid w:val="00E92FF9"/>
    <w:rsid w:val="00EA110D"/>
    <w:rsid w:val="00EA4EE7"/>
    <w:rsid w:val="00EB36AB"/>
    <w:rsid w:val="00EB5D94"/>
    <w:rsid w:val="00EB7784"/>
    <w:rsid w:val="00EC1498"/>
    <w:rsid w:val="00EC7332"/>
    <w:rsid w:val="00ED0270"/>
    <w:rsid w:val="00ED3A9E"/>
    <w:rsid w:val="00ED61B8"/>
    <w:rsid w:val="00ED6431"/>
    <w:rsid w:val="00EE02A6"/>
    <w:rsid w:val="00EE2F60"/>
    <w:rsid w:val="00EE35AF"/>
    <w:rsid w:val="00EF152C"/>
    <w:rsid w:val="00EF6092"/>
    <w:rsid w:val="00F12260"/>
    <w:rsid w:val="00F21161"/>
    <w:rsid w:val="00F211D2"/>
    <w:rsid w:val="00F30B30"/>
    <w:rsid w:val="00F321EE"/>
    <w:rsid w:val="00F32AC2"/>
    <w:rsid w:val="00F41984"/>
    <w:rsid w:val="00F52B22"/>
    <w:rsid w:val="00F57E3E"/>
    <w:rsid w:val="00F619DB"/>
    <w:rsid w:val="00F632B7"/>
    <w:rsid w:val="00F675C0"/>
    <w:rsid w:val="00F73D0A"/>
    <w:rsid w:val="00F76720"/>
    <w:rsid w:val="00F80D36"/>
    <w:rsid w:val="00F95BC6"/>
    <w:rsid w:val="00FA24E1"/>
    <w:rsid w:val="00FA4716"/>
    <w:rsid w:val="00FB4C7E"/>
    <w:rsid w:val="00FD523E"/>
    <w:rsid w:val="00FD6923"/>
    <w:rsid w:val="00FE331D"/>
    <w:rsid w:val="00FF79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44BE8D"/>
  <w15:docId w15:val="{AFE1B60F-8492-4494-83D6-66A604148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113B3"/>
  </w:style>
  <w:style w:type="paragraph" w:styleId="Heading1">
    <w:name w:val="heading 1"/>
    <w:basedOn w:val="Normal"/>
    <w:next w:val="Normal"/>
    <w:link w:val="Heading1Char"/>
    <w:uiPriority w:val="9"/>
    <w:qFormat/>
    <w:rsid w:val="009D418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D418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D4181"/>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9D4181"/>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D418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D4181"/>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D418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9D4181"/>
    <w:rPr>
      <w:rFonts w:asciiTheme="majorHAnsi" w:eastAsiaTheme="majorEastAsia" w:hAnsiTheme="majorHAnsi" w:cstheme="majorBidi"/>
      <w:b/>
      <w:bCs/>
      <w:i/>
      <w:iCs/>
      <w:color w:val="4F81BD" w:themeColor="accent1"/>
    </w:rPr>
  </w:style>
  <w:style w:type="paragraph" w:styleId="NoSpacing">
    <w:name w:val="No Spacing"/>
    <w:uiPriority w:val="1"/>
    <w:qFormat/>
    <w:rsid w:val="00D5720D"/>
  </w:style>
  <w:style w:type="paragraph" w:customStyle="1" w:styleId="ScNormal">
    <w:name w:val="ScNormal"/>
    <w:basedOn w:val="Normal"/>
    <w:next w:val="Normal"/>
    <w:qFormat/>
    <w:rsid w:val="002443E6"/>
    <w:pPr>
      <w:spacing w:before="60" w:after="60"/>
    </w:pPr>
  </w:style>
  <w:style w:type="table" w:customStyle="1" w:styleId="ScTableHead">
    <w:name w:val="ScTableHead"/>
    <w:basedOn w:val="TableGrid"/>
    <w:uiPriority w:val="99"/>
    <w:rsid w:val="00DA076A"/>
    <w:pPr>
      <w:keepNext/>
      <w:keepLines/>
    </w:pPr>
    <w:rPr>
      <w:sz w:val="20"/>
    </w:rPr>
    <w:tblPr/>
    <w:tcPr>
      <w:shd w:val="clear" w:color="auto" w:fill="auto"/>
    </w:tcPr>
  </w:style>
  <w:style w:type="table" w:styleId="TableGrid">
    <w:name w:val="Table Grid"/>
    <w:basedOn w:val="TableNormal"/>
    <w:uiPriority w:val="59"/>
    <w:rsid w:val="00811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cTitle">
    <w:name w:val="ScTitle"/>
    <w:basedOn w:val="Normal"/>
    <w:next w:val="Normal"/>
    <w:qFormat/>
    <w:rsid w:val="00D53BB2"/>
    <w:pPr>
      <w:spacing w:after="360"/>
      <w:jc w:val="center"/>
    </w:pPr>
    <w:rPr>
      <w:sz w:val="40"/>
    </w:rPr>
  </w:style>
  <w:style w:type="paragraph" w:customStyle="1" w:styleId="ScBold">
    <w:name w:val="ScBold"/>
    <w:basedOn w:val="ScNormal"/>
    <w:next w:val="Normal"/>
    <w:qFormat/>
    <w:rsid w:val="001D683C"/>
    <w:pPr>
      <w:keepNext/>
      <w:keepLines/>
      <w:spacing w:after="120"/>
    </w:pPr>
    <w:rPr>
      <w:b/>
    </w:rPr>
  </w:style>
  <w:style w:type="paragraph" w:customStyle="1" w:styleId="ScHeading1">
    <w:name w:val="ScHeading1"/>
    <w:basedOn w:val="Heading1"/>
    <w:next w:val="ScHeading2"/>
    <w:qFormat/>
    <w:rsid w:val="009C1AB6"/>
    <w:pPr>
      <w:spacing w:after="120"/>
    </w:pPr>
    <w:rPr>
      <w:color w:val="auto"/>
    </w:rPr>
  </w:style>
  <w:style w:type="paragraph" w:customStyle="1" w:styleId="ScHeading2">
    <w:name w:val="ScHeading2"/>
    <w:basedOn w:val="Heading2"/>
    <w:next w:val="ScHeading3"/>
    <w:qFormat/>
    <w:rsid w:val="009C1AB6"/>
    <w:pPr>
      <w:spacing w:before="360" w:after="120"/>
    </w:pPr>
    <w:rPr>
      <w:color w:val="auto"/>
    </w:rPr>
  </w:style>
  <w:style w:type="paragraph" w:customStyle="1" w:styleId="ScHeading3">
    <w:name w:val="ScHeading3"/>
    <w:basedOn w:val="Heading3"/>
    <w:next w:val="ScNormal"/>
    <w:qFormat/>
    <w:rsid w:val="000E4A22"/>
    <w:pPr>
      <w:spacing w:before="240" w:after="60"/>
    </w:pPr>
    <w:rPr>
      <w:color w:val="auto"/>
    </w:rPr>
  </w:style>
  <w:style w:type="paragraph" w:customStyle="1" w:styleId="ScHeading4">
    <w:name w:val="ScHeading4"/>
    <w:basedOn w:val="Heading4"/>
    <w:next w:val="ScNormal"/>
    <w:qFormat/>
    <w:rsid w:val="009D4181"/>
    <w:rPr>
      <w:i w:val="0"/>
      <w:color w:val="auto"/>
    </w:rPr>
  </w:style>
  <w:style w:type="paragraph" w:styleId="TOC2">
    <w:name w:val="toc 2"/>
    <w:basedOn w:val="Normal"/>
    <w:next w:val="Normal"/>
    <w:autoRedefine/>
    <w:uiPriority w:val="39"/>
    <w:unhideWhenUsed/>
    <w:rsid w:val="00C760A7"/>
    <w:pPr>
      <w:spacing w:after="100"/>
      <w:ind w:left="220"/>
    </w:pPr>
  </w:style>
  <w:style w:type="paragraph" w:styleId="TOC1">
    <w:name w:val="toc 1"/>
    <w:basedOn w:val="Normal"/>
    <w:next w:val="Normal"/>
    <w:autoRedefine/>
    <w:uiPriority w:val="39"/>
    <w:unhideWhenUsed/>
    <w:rsid w:val="00C760A7"/>
    <w:pPr>
      <w:spacing w:after="100"/>
    </w:pPr>
  </w:style>
  <w:style w:type="character" w:styleId="Hyperlink">
    <w:name w:val="Hyperlink"/>
    <w:basedOn w:val="DefaultParagraphFont"/>
    <w:uiPriority w:val="99"/>
    <w:unhideWhenUsed/>
    <w:rsid w:val="00C760A7"/>
    <w:rPr>
      <w:color w:val="0000FF" w:themeColor="hyperlink"/>
      <w:u w:val="single"/>
    </w:rPr>
  </w:style>
  <w:style w:type="paragraph" w:styleId="FootnoteText">
    <w:name w:val="footnote text"/>
    <w:basedOn w:val="Normal"/>
    <w:link w:val="FootnoteTextChar"/>
    <w:uiPriority w:val="99"/>
    <w:semiHidden/>
    <w:unhideWhenUsed/>
    <w:rsid w:val="00C760A7"/>
    <w:rPr>
      <w:sz w:val="20"/>
      <w:szCs w:val="20"/>
    </w:rPr>
  </w:style>
  <w:style w:type="character" w:customStyle="1" w:styleId="FootnoteTextChar">
    <w:name w:val="Footnote Text Char"/>
    <w:basedOn w:val="DefaultParagraphFont"/>
    <w:link w:val="FootnoteText"/>
    <w:uiPriority w:val="99"/>
    <w:semiHidden/>
    <w:rsid w:val="00C760A7"/>
    <w:rPr>
      <w:sz w:val="20"/>
      <w:szCs w:val="20"/>
    </w:rPr>
  </w:style>
  <w:style w:type="character" w:styleId="FootnoteReference">
    <w:name w:val="footnote reference"/>
    <w:basedOn w:val="DefaultParagraphFont"/>
    <w:uiPriority w:val="99"/>
    <w:semiHidden/>
    <w:rsid w:val="00C760A7"/>
    <w:rPr>
      <w:vertAlign w:val="superscript"/>
    </w:rPr>
  </w:style>
  <w:style w:type="character" w:styleId="Strong">
    <w:name w:val="Strong"/>
    <w:basedOn w:val="DefaultParagraphFont"/>
    <w:uiPriority w:val="22"/>
    <w:qFormat/>
    <w:rsid w:val="00CF1056"/>
    <w:rPr>
      <w:b/>
      <w:bCs/>
    </w:rPr>
  </w:style>
  <w:style w:type="paragraph" w:customStyle="1" w:styleId="ScPI">
    <w:name w:val="ScPI"/>
    <w:basedOn w:val="Normal"/>
    <w:next w:val="ScNormal"/>
    <w:qFormat/>
    <w:rsid w:val="00EA110D"/>
    <w:pPr>
      <w:keepNext/>
      <w:keepLines/>
      <w:spacing w:before="240" w:after="60"/>
    </w:pPr>
    <w:rPr>
      <w:rFonts w:asciiTheme="majorHAnsi" w:hAnsiTheme="majorHAnsi"/>
      <w:b/>
      <w:sz w:val="24"/>
      <w:lang w:val="en-US"/>
    </w:rPr>
  </w:style>
  <w:style w:type="paragraph" w:customStyle="1" w:styleId="ScBuffer">
    <w:name w:val="ScBuffer"/>
    <w:basedOn w:val="Normal"/>
    <w:next w:val="ScNormal"/>
    <w:qFormat/>
    <w:rsid w:val="00EA110D"/>
    <w:pPr>
      <w:keepNext/>
      <w:keepLines/>
    </w:pPr>
    <w:rPr>
      <w:sz w:val="12"/>
    </w:rPr>
  </w:style>
  <w:style w:type="paragraph" w:styleId="Header">
    <w:name w:val="header"/>
    <w:basedOn w:val="Normal"/>
    <w:link w:val="HeaderChar"/>
    <w:uiPriority w:val="99"/>
    <w:unhideWhenUsed/>
    <w:rsid w:val="00113855"/>
    <w:pPr>
      <w:tabs>
        <w:tab w:val="center" w:pos="4513"/>
        <w:tab w:val="right" w:pos="9026"/>
      </w:tabs>
    </w:pPr>
  </w:style>
  <w:style w:type="character" w:customStyle="1" w:styleId="HeaderChar">
    <w:name w:val="Header Char"/>
    <w:basedOn w:val="DefaultParagraphFont"/>
    <w:link w:val="Header"/>
    <w:uiPriority w:val="99"/>
    <w:rsid w:val="00113855"/>
  </w:style>
  <w:style w:type="paragraph" w:styleId="Footer">
    <w:name w:val="footer"/>
    <w:basedOn w:val="Normal"/>
    <w:link w:val="FooterChar"/>
    <w:uiPriority w:val="99"/>
    <w:unhideWhenUsed/>
    <w:rsid w:val="00113855"/>
    <w:pPr>
      <w:tabs>
        <w:tab w:val="center" w:pos="4513"/>
        <w:tab w:val="right" w:pos="9026"/>
      </w:tabs>
    </w:pPr>
  </w:style>
  <w:style w:type="character" w:customStyle="1" w:styleId="FooterChar">
    <w:name w:val="Footer Char"/>
    <w:basedOn w:val="DefaultParagraphFont"/>
    <w:link w:val="Footer"/>
    <w:uiPriority w:val="99"/>
    <w:rsid w:val="00113855"/>
  </w:style>
  <w:style w:type="paragraph" w:styleId="TOC3">
    <w:name w:val="toc 3"/>
    <w:basedOn w:val="Normal"/>
    <w:next w:val="Normal"/>
    <w:autoRedefine/>
    <w:uiPriority w:val="39"/>
    <w:unhideWhenUsed/>
    <w:rsid w:val="006628E5"/>
    <w:pPr>
      <w:spacing w:after="100"/>
      <w:ind w:left="440"/>
    </w:pPr>
  </w:style>
  <w:style w:type="paragraph" w:customStyle="1" w:styleId="ScScore">
    <w:name w:val="ScScore"/>
    <w:basedOn w:val="ScNormal"/>
    <w:qFormat/>
    <w:rsid w:val="00846ADB"/>
    <w:pPr>
      <w:keepNext/>
    </w:pPr>
    <w:rPr>
      <w:b/>
      <w:sz w:val="24"/>
    </w:rPr>
  </w:style>
  <w:style w:type="paragraph" w:customStyle="1" w:styleId="ScReferences">
    <w:name w:val="ScReferences"/>
    <w:basedOn w:val="Normal"/>
    <w:next w:val="ScNormal"/>
    <w:qFormat/>
    <w:rsid w:val="00846ADB"/>
    <w:pPr>
      <w:ind w:left="284" w:hanging="284"/>
    </w:pPr>
    <w:rPr>
      <w:rFonts w:ascii="Calibri" w:hAnsi="Calibri"/>
      <w:color w:val="000000"/>
    </w:rPr>
  </w:style>
  <w:style w:type="paragraph" w:customStyle="1" w:styleId="ScListN">
    <w:name w:val="ScListN"/>
    <w:basedOn w:val="ScNormal"/>
    <w:qFormat/>
    <w:rsid w:val="004E546D"/>
    <w:pPr>
      <w:numPr>
        <w:numId w:val="1"/>
      </w:numPr>
    </w:pPr>
  </w:style>
  <w:style w:type="paragraph" w:styleId="Caption">
    <w:name w:val="caption"/>
    <w:basedOn w:val="Normal"/>
    <w:next w:val="Normal"/>
    <w:rsid w:val="00AA3ADF"/>
    <w:pPr>
      <w:keepNext/>
      <w:keepLines/>
      <w:spacing w:before="60" w:after="60"/>
    </w:pPr>
    <w:rPr>
      <w:rFonts w:eastAsiaTheme="minorEastAsia"/>
      <w:b/>
      <w:bCs/>
      <w:sz w:val="20"/>
      <w:szCs w:val="20"/>
      <w:lang w:eastAsia="en-GB"/>
    </w:rPr>
  </w:style>
  <w:style w:type="paragraph" w:customStyle="1" w:styleId="TableEntries">
    <w:name w:val="TableEntries"/>
    <w:basedOn w:val="Normal"/>
    <w:qFormat/>
    <w:rsid w:val="008250BD"/>
    <w:pPr>
      <w:keepLines/>
      <w:spacing w:before="60" w:after="60"/>
    </w:pPr>
    <w:rPr>
      <w:rFonts w:eastAsiaTheme="minorEastAsia"/>
      <w:sz w:val="20"/>
      <w:lang w:eastAsia="en-GB"/>
    </w:rPr>
  </w:style>
  <w:style w:type="paragraph" w:customStyle="1" w:styleId="Guideposts">
    <w:name w:val="Guideposts"/>
    <w:basedOn w:val="Normal"/>
    <w:rsid w:val="008250BD"/>
    <w:pPr>
      <w:keepNext/>
      <w:keepLines/>
      <w:spacing w:before="60"/>
      <w:jc w:val="center"/>
    </w:pPr>
    <w:rPr>
      <w:rFonts w:ascii="Arial" w:eastAsiaTheme="minorEastAsia" w:hAnsi="Arial"/>
      <w:sz w:val="18"/>
      <w:lang w:eastAsia="en-GB"/>
    </w:rPr>
  </w:style>
  <w:style w:type="character" w:customStyle="1" w:styleId="TableentryChar">
    <w:name w:val="Table entry Char"/>
    <w:basedOn w:val="DefaultParagraphFont"/>
    <w:link w:val="Tableentry"/>
    <w:locked/>
    <w:rsid w:val="008250BD"/>
    <w:rPr>
      <w:rFonts w:ascii="Calibri" w:eastAsia="Calibri" w:hAnsi="Calibri" w:cs="Calibri"/>
      <w:sz w:val="18"/>
      <w:szCs w:val="36"/>
      <w:lang w:bidi="en-US"/>
    </w:rPr>
  </w:style>
  <w:style w:type="paragraph" w:customStyle="1" w:styleId="Tableentry">
    <w:name w:val="Table entry"/>
    <w:link w:val="TableentryChar"/>
    <w:qFormat/>
    <w:rsid w:val="008250BD"/>
    <w:pPr>
      <w:keepNext/>
      <w:keepLines/>
      <w:spacing w:before="40" w:after="40"/>
      <w:jc w:val="both"/>
    </w:pPr>
    <w:rPr>
      <w:rFonts w:ascii="Calibri" w:eastAsia="Calibri" w:hAnsi="Calibri" w:cs="Calibri"/>
      <w:sz w:val="18"/>
      <w:szCs w:val="36"/>
      <w:lang w:bidi="en-US"/>
    </w:rPr>
  </w:style>
  <w:style w:type="paragraph" w:styleId="BalloonText">
    <w:name w:val="Balloon Text"/>
    <w:basedOn w:val="Normal"/>
    <w:link w:val="BalloonTextChar"/>
    <w:uiPriority w:val="99"/>
    <w:semiHidden/>
    <w:unhideWhenUsed/>
    <w:rsid w:val="008250BD"/>
    <w:rPr>
      <w:rFonts w:ascii="Tahoma" w:hAnsi="Tahoma" w:cs="Tahoma"/>
      <w:sz w:val="16"/>
      <w:szCs w:val="16"/>
    </w:rPr>
  </w:style>
  <w:style w:type="character" w:customStyle="1" w:styleId="BalloonTextChar">
    <w:name w:val="Balloon Text Char"/>
    <w:basedOn w:val="DefaultParagraphFont"/>
    <w:link w:val="BalloonText"/>
    <w:uiPriority w:val="99"/>
    <w:semiHidden/>
    <w:rsid w:val="008250BD"/>
    <w:rPr>
      <w:rFonts w:ascii="Tahoma" w:hAnsi="Tahoma" w:cs="Tahoma"/>
      <w:sz w:val="16"/>
      <w:szCs w:val="16"/>
    </w:rPr>
  </w:style>
  <w:style w:type="character" w:styleId="CommentReference">
    <w:name w:val="annotation reference"/>
    <w:basedOn w:val="DefaultParagraphFont"/>
    <w:uiPriority w:val="99"/>
    <w:semiHidden/>
    <w:unhideWhenUsed/>
    <w:rsid w:val="007E1F4F"/>
    <w:rPr>
      <w:sz w:val="16"/>
      <w:szCs w:val="16"/>
    </w:rPr>
  </w:style>
  <w:style w:type="paragraph" w:styleId="CommentText">
    <w:name w:val="annotation text"/>
    <w:basedOn w:val="Normal"/>
    <w:link w:val="CommentTextChar"/>
    <w:uiPriority w:val="99"/>
    <w:unhideWhenUsed/>
    <w:rsid w:val="007E1F4F"/>
    <w:rPr>
      <w:sz w:val="20"/>
      <w:szCs w:val="20"/>
    </w:rPr>
  </w:style>
  <w:style w:type="character" w:customStyle="1" w:styleId="CommentTextChar">
    <w:name w:val="Comment Text Char"/>
    <w:basedOn w:val="DefaultParagraphFont"/>
    <w:link w:val="CommentText"/>
    <w:uiPriority w:val="99"/>
    <w:rsid w:val="007E1F4F"/>
    <w:rPr>
      <w:sz w:val="20"/>
      <w:szCs w:val="20"/>
    </w:rPr>
  </w:style>
  <w:style w:type="paragraph" w:styleId="CommentSubject">
    <w:name w:val="annotation subject"/>
    <w:basedOn w:val="CommentText"/>
    <w:next w:val="CommentText"/>
    <w:link w:val="CommentSubjectChar"/>
    <w:uiPriority w:val="99"/>
    <w:semiHidden/>
    <w:unhideWhenUsed/>
    <w:rsid w:val="007E1F4F"/>
    <w:rPr>
      <w:b/>
      <w:bCs/>
    </w:rPr>
  </w:style>
  <w:style w:type="character" w:customStyle="1" w:styleId="CommentSubjectChar">
    <w:name w:val="Comment Subject Char"/>
    <w:basedOn w:val="CommentTextChar"/>
    <w:link w:val="CommentSubject"/>
    <w:uiPriority w:val="99"/>
    <w:semiHidden/>
    <w:rsid w:val="007E1F4F"/>
    <w:rPr>
      <w:b/>
      <w:bCs/>
      <w:sz w:val="20"/>
      <w:szCs w:val="20"/>
    </w:rPr>
  </w:style>
  <w:style w:type="paragraph" w:customStyle="1" w:styleId="scHeadBody">
    <w:name w:val="scHeadBody"/>
    <w:basedOn w:val="ScNormal"/>
    <w:qFormat/>
    <w:rsid w:val="001D683C"/>
    <w:pPr>
      <w:spacing w:before="240"/>
    </w:pPr>
    <w:rPr>
      <w:b/>
      <w:sz w:val="24"/>
    </w:rPr>
  </w:style>
  <w:style w:type="paragraph" w:customStyle="1" w:styleId="ScScoreList">
    <w:name w:val="ScScoreList"/>
    <w:basedOn w:val="ScScore"/>
    <w:qFormat/>
    <w:rsid w:val="005E597A"/>
    <w:pPr>
      <w:ind w:left="397"/>
    </w:pPr>
  </w:style>
  <w:style w:type="paragraph" w:styleId="ListParagraph">
    <w:name w:val="List Paragraph"/>
    <w:basedOn w:val="Normal"/>
    <w:uiPriority w:val="34"/>
    <w:qFormat/>
    <w:rsid w:val="00AF0A18"/>
    <w:pPr>
      <w:ind w:left="720"/>
      <w:contextualSpacing/>
    </w:pPr>
  </w:style>
  <w:style w:type="character" w:customStyle="1" w:styleId="author">
    <w:name w:val="author"/>
    <w:basedOn w:val="DefaultParagraphFont"/>
    <w:rsid w:val="00A1402A"/>
  </w:style>
  <w:style w:type="character" w:customStyle="1" w:styleId="apple-converted-space">
    <w:name w:val="apple-converted-space"/>
    <w:basedOn w:val="DefaultParagraphFont"/>
    <w:rsid w:val="00A1402A"/>
  </w:style>
  <w:style w:type="character" w:customStyle="1" w:styleId="pubyear">
    <w:name w:val="pubyear"/>
    <w:basedOn w:val="DefaultParagraphFont"/>
    <w:rsid w:val="00A1402A"/>
  </w:style>
  <w:style w:type="character" w:customStyle="1" w:styleId="booktitle">
    <w:name w:val="booktitle"/>
    <w:basedOn w:val="DefaultParagraphFont"/>
    <w:rsid w:val="00A1402A"/>
  </w:style>
  <w:style w:type="paragraph" w:customStyle="1" w:styleId="Default">
    <w:name w:val="Default"/>
    <w:rsid w:val="003E4A62"/>
    <w:pPr>
      <w:autoSpaceDE w:val="0"/>
      <w:autoSpaceDN w:val="0"/>
      <w:adjustRightInd w:val="0"/>
    </w:pPr>
    <w:rPr>
      <w:rFonts w:ascii="Arial" w:hAnsi="Arial" w:cs="Arial"/>
      <w:color w:val="000000"/>
      <w:sz w:val="24"/>
      <w:szCs w:val="24"/>
    </w:rPr>
  </w:style>
  <w:style w:type="paragraph" w:customStyle="1" w:styleId="ScSI">
    <w:name w:val="ScSI"/>
    <w:basedOn w:val="ScPI"/>
    <w:qFormat/>
    <w:rsid w:val="00DB2528"/>
    <w:rPr>
      <w:rFonts w:asciiTheme="minorHAnsi" w:hAnsiTheme="minorHAnsi"/>
      <w:sz w:val="22"/>
      <w:lang w:eastAsia="en-GB"/>
    </w:rPr>
  </w:style>
  <w:style w:type="paragraph" w:customStyle="1" w:styleId="ScCaption">
    <w:name w:val="ScCaption"/>
    <w:basedOn w:val="Normal"/>
    <w:next w:val="ScNormal"/>
    <w:qFormat/>
    <w:rsid w:val="00D64B52"/>
    <w:pPr>
      <w:keepNext/>
      <w:keepLines/>
      <w:spacing w:before="120"/>
    </w:pPr>
    <w:rPr>
      <w:b/>
    </w:rPr>
  </w:style>
  <w:style w:type="paragraph" w:customStyle="1" w:styleId="ScNormalR">
    <w:name w:val="ScNormalR"/>
    <w:basedOn w:val="ScNormal"/>
    <w:qFormat/>
    <w:rsid w:val="00847AAC"/>
    <w:pPr>
      <w:jc w:val="right"/>
    </w:pPr>
  </w:style>
  <w:style w:type="paragraph" w:customStyle="1" w:styleId="ScItalic">
    <w:name w:val="ScItalic"/>
    <w:basedOn w:val="ScNormal"/>
    <w:next w:val="ScNormal"/>
    <w:qFormat/>
    <w:rsid w:val="00E64C39"/>
    <w:rPr>
      <w:i/>
    </w:rPr>
  </w:style>
  <w:style w:type="table" w:customStyle="1" w:styleId="ScTableNumber">
    <w:name w:val="ScTableNumber"/>
    <w:basedOn w:val="TableNormal"/>
    <w:uiPriority w:val="99"/>
    <w:rsid w:val="0007454F"/>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rPr>
    <w:tblStylePr w:type="firstRow">
      <w:pPr>
        <w:wordWrap/>
        <w:jc w:val="left"/>
      </w:pPr>
      <w:rPr>
        <w:rFonts w:asciiTheme="majorHAnsi" w:hAnsiTheme="majorHAnsi"/>
        <w:b/>
      </w:rPr>
    </w:tblStylePr>
    <w:tblStylePr w:type="firstCol">
      <w:pPr>
        <w:wordWrap/>
        <w:jc w:val="left"/>
      </w:pPr>
    </w:tblStylePr>
  </w:style>
  <w:style w:type="table" w:customStyle="1" w:styleId="ScTableText">
    <w:name w:val="ScTableText"/>
    <w:basedOn w:val="TableNormal"/>
    <w:uiPriority w:val="99"/>
    <w:rsid w:val="008113B3"/>
    <w:pPr>
      <w:keepNext/>
      <w:keepLine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paragraph" w:customStyle="1" w:styleId="ScSGTableHead">
    <w:name w:val="ScSGTableHead"/>
    <w:basedOn w:val="ScNormal"/>
    <w:qFormat/>
    <w:rsid w:val="003C2306"/>
    <w:pPr>
      <w:keepNext/>
      <w:keepLines/>
    </w:pPr>
    <w:rPr>
      <w:b/>
    </w:rPr>
  </w:style>
  <w:style w:type="character" w:styleId="UnresolvedMention">
    <w:name w:val="Unresolved Mention"/>
    <w:basedOn w:val="DefaultParagraphFont"/>
    <w:uiPriority w:val="99"/>
    <w:semiHidden/>
    <w:unhideWhenUsed/>
    <w:rsid w:val="001F5B4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9289">
      <w:bodyDiv w:val="1"/>
      <w:marLeft w:val="0"/>
      <w:marRight w:val="0"/>
      <w:marTop w:val="0"/>
      <w:marBottom w:val="0"/>
      <w:divBdr>
        <w:top w:val="none" w:sz="0" w:space="0" w:color="auto"/>
        <w:left w:val="none" w:sz="0" w:space="0" w:color="auto"/>
        <w:bottom w:val="none" w:sz="0" w:space="0" w:color="auto"/>
        <w:right w:val="none" w:sz="0" w:space="0" w:color="auto"/>
      </w:divBdr>
    </w:div>
    <w:div w:id="2513862">
      <w:bodyDiv w:val="1"/>
      <w:marLeft w:val="0"/>
      <w:marRight w:val="0"/>
      <w:marTop w:val="0"/>
      <w:marBottom w:val="0"/>
      <w:divBdr>
        <w:top w:val="none" w:sz="0" w:space="0" w:color="auto"/>
        <w:left w:val="none" w:sz="0" w:space="0" w:color="auto"/>
        <w:bottom w:val="none" w:sz="0" w:space="0" w:color="auto"/>
        <w:right w:val="none" w:sz="0" w:space="0" w:color="auto"/>
      </w:divBdr>
    </w:div>
    <w:div w:id="2633358">
      <w:bodyDiv w:val="1"/>
      <w:marLeft w:val="0"/>
      <w:marRight w:val="0"/>
      <w:marTop w:val="0"/>
      <w:marBottom w:val="0"/>
      <w:divBdr>
        <w:top w:val="none" w:sz="0" w:space="0" w:color="auto"/>
        <w:left w:val="none" w:sz="0" w:space="0" w:color="auto"/>
        <w:bottom w:val="none" w:sz="0" w:space="0" w:color="auto"/>
        <w:right w:val="none" w:sz="0" w:space="0" w:color="auto"/>
      </w:divBdr>
    </w:div>
    <w:div w:id="3288607">
      <w:bodyDiv w:val="1"/>
      <w:marLeft w:val="0"/>
      <w:marRight w:val="0"/>
      <w:marTop w:val="0"/>
      <w:marBottom w:val="0"/>
      <w:divBdr>
        <w:top w:val="none" w:sz="0" w:space="0" w:color="auto"/>
        <w:left w:val="none" w:sz="0" w:space="0" w:color="auto"/>
        <w:bottom w:val="none" w:sz="0" w:space="0" w:color="auto"/>
        <w:right w:val="none" w:sz="0" w:space="0" w:color="auto"/>
      </w:divBdr>
    </w:div>
    <w:div w:id="4944934">
      <w:bodyDiv w:val="1"/>
      <w:marLeft w:val="0"/>
      <w:marRight w:val="0"/>
      <w:marTop w:val="0"/>
      <w:marBottom w:val="0"/>
      <w:divBdr>
        <w:top w:val="none" w:sz="0" w:space="0" w:color="auto"/>
        <w:left w:val="none" w:sz="0" w:space="0" w:color="auto"/>
        <w:bottom w:val="none" w:sz="0" w:space="0" w:color="auto"/>
        <w:right w:val="none" w:sz="0" w:space="0" w:color="auto"/>
      </w:divBdr>
    </w:div>
    <w:div w:id="5181898">
      <w:bodyDiv w:val="1"/>
      <w:marLeft w:val="0"/>
      <w:marRight w:val="0"/>
      <w:marTop w:val="0"/>
      <w:marBottom w:val="0"/>
      <w:divBdr>
        <w:top w:val="none" w:sz="0" w:space="0" w:color="auto"/>
        <w:left w:val="none" w:sz="0" w:space="0" w:color="auto"/>
        <w:bottom w:val="none" w:sz="0" w:space="0" w:color="auto"/>
        <w:right w:val="none" w:sz="0" w:space="0" w:color="auto"/>
      </w:divBdr>
    </w:div>
    <w:div w:id="5602637">
      <w:bodyDiv w:val="1"/>
      <w:marLeft w:val="0"/>
      <w:marRight w:val="0"/>
      <w:marTop w:val="0"/>
      <w:marBottom w:val="0"/>
      <w:divBdr>
        <w:top w:val="none" w:sz="0" w:space="0" w:color="auto"/>
        <w:left w:val="none" w:sz="0" w:space="0" w:color="auto"/>
        <w:bottom w:val="none" w:sz="0" w:space="0" w:color="auto"/>
        <w:right w:val="none" w:sz="0" w:space="0" w:color="auto"/>
      </w:divBdr>
    </w:div>
    <w:div w:id="7680994">
      <w:bodyDiv w:val="1"/>
      <w:marLeft w:val="0"/>
      <w:marRight w:val="0"/>
      <w:marTop w:val="0"/>
      <w:marBottom w:val="0"/>
      <w:divBdr>
        <w:top w:val="none" w:sz="0" w:space="0" w:color="auto"/>
        <w:left w:val="none" w:sz="0" w:space="0" w:color="auto"/>
        <w:bottom w:val="none" w:sz="0" w:space="0" w:color="auto"/>
        <w:right w:val="none" w:sz="0" w:space="0" w:color="auto"/>
      </w:divBdr>
    </w:div>
    <w:div w:id="7996308">
      <w:bodyDiv w:val="1"/>
      <w:marLeft w:val="0"/>
      <w:marRight w:val="0"/>
      <w:marTop w:val="0"/>
      <w:marBottom w:val="0"/>
      <w:divBdr>
        <w:top w:val="none" w:sz="0" w:space="0" w:color="auto"/>
        <w:left w:val="none" w:sz="0" w:space="0" w:color="auto"/>
        <w:bottom w:val="none" w:sz="0" w:space="0" w:color="auto"/>
        <w:right w:val="none" w:sz="0" w:space="0" w:color="auto"/>
      </w:divBdr>
    </w:div>
    <w:div w:id="8680114">
      <w:bodyDiv w:val="1"/>
      <w:marLeft w:val="0"/>
      <w:marRight w:val="0"/>
      <w:marTop w:val="0"/>
      <w:marBottom w:val="0"/>
      <w:divBdr>
        <w:top w:val="none" w:sz="0" w:space="0" w:color="auto"/>
        <w:left w:val="none" w:sz="0" w:space="0" w:color="auto"/>
        <w:bottom w:val="none" w:sz="0" w:space="0" w:color="auto"/>
        <w:right w:val="none" w:sz="0" w:space="0" w:color="auto"/>
      </w:divBdr>
    </w:div>
    <w:div w:id="8680269">
      <w:bodyDiv w:val="1"/>
      <w:marLeft w:val="0"/>
      <w:marRight w:val="0"/>
      <w:marTop w:val="0"/>
      <w:marBottom w:val="0"/>
      <w:divBdr>
        <w:top w:val="none" w:sz="0" w:space="0" w:color="auto"/>
        <w:left w:val="none" w:sz="0" w:space="0" w:color="auto"/>
        <w:bottom w:val="none" w:sz="0" w:space="0" w:color="auto"/>
        <w:right w:val="none" w:sz="0" w:space="0" w:color="auto"/>
      </w:divBdr>
    </w:div>
    <w:div w:id="9450159">
      <w:bodyDiv w:val="1"/>
      <w:marLeft w:val="0"/>
      <w:marRight w:val="0"/>
      <w:marTop w:val="0"/>
      <w:marBottom w:val="0"/>
      <w:divBdr>
        <w:top w:val="none" w:sz="0" w:space="0" w:color="auto"/>
        <w:left w:val="none" w:sz="0" w:space="0" w:color="auto"/>
        <w:bottom w:val="none" w:sz="0" w:space="0" w:color="auto"/>
        <w:right w:val="none" w:sz="0" w:space="0" w:color="auto"/>
      </w:divBdr>
    </w:div>
    <w:div w:id="9458599">
      <w:bodyDiv w:val="1"/>
      <w:marLeft w:val="0"/>
      <w:marRight w:val="0"/>
      <w:marTop w:val="0"/>
      <w:marBottom w:val="0"/>
      <w:divBdr>
        <w:top w:val="none" w:sz="0" w:space="0" w:color="auto"/>
        <w:left w:val="none" w:sz="0" w:space="0" w:color="auto"/>
        <w:bottom w:val="none" w:sz="0" w:space="0" w:color="auto"/>
        <w:right w:val="none" w:sz="0" w:space="0" w:color="auto"/>
      </w:divBdr>
    </w:div>
    <w:div w:id="11031769">
      <w:bodyDiv w:val="1"/>
      <w:marLeft w:val="0"/>
      <w:marRight w:val="0"/>
      <w:marTop w:val="0"/>
      <w:marBottom w:val="0"/>
      <w:divBdr>
        <w:top w:val="none" w:sz="0" w:space="0" w:color="auto"/>
        <w:left w:val="none" w:sz="0" w:space="0" w:color="auto"/>
        <w:bottom w:val="none" w:sz="0" w:space="0" w:color="auto"/>
        <w:right w:val="none" w:sz="0" w:space="0" w:color="auto"/>
      </w:divBdr>
    </w:div>
    <w:div w:id="11539521">
      <w:bodyDiv w:val="1"/>
      <w:marLeft w:val="0"/>
      <w:marRight w:val="0"/>
      <w:marTop w:val="0"/>
      <w:marBottom w:val="0"/>
      <w:divBdr>
        <w:top w:val="none" w:sz="0" w:space="0" w:color="auto"/>
        <w:left w:val="none" w:sz="0" w:space="0" w:color="auto"/>
        <w:bottom w:val="none" w:sz="0" w:space="0" w:color="auto"/>
        <w:right w:val="none" w:sz="0" w:space="0" w:color="auto"/>
      </w:divBdr>
    </w:div>
    <w:div w:id="11613718">
      <w:bodyDiv w:val="1"/>
      <w:marLeft w:val="0"/>
      <w:marRight w:val="0"/>
      <w:marTop w:val="0"/>
      <w:marBottom w:val="0"/>
      <w:divBdr>
        <w:top w:val="none" w:sz="0" w:space="0" w:color="auto"/>
        <w:left w:val="none" w:sz="0" w:space="0" w:color="auto"/>
        <w:bottom w:val="none" w:sz="0" w:space="0" w:color="auto"/>
        <w:right w:val="none" w:sz="0" w:space="0" w:color="auto"/>
      </w:divBdr>
    </w:div>
    <w:div w:id="12852617">
      <w:bodyDiv w:val="1"/>
      <w:marLeft w:val="0"/>
      <w:marRight w:val="0"/>
      <w:marTop w:val="0"/>
      <w:marBottom w:val="0"/>
      <w:divBdr>
        <w:top w:val="none" w:sz="0" w:space="0" w:color="auto"/>
        <w:left w:val="none" w:sz="0" w:space="0" w:color="auto"/>
        <w:bottom w:val="none" w:sz="0" w:space="0" w:color="auto"/>
        <w:right w:val="none" w:sz="0" w:space="0" w:color="auto"/>
      </w:divBdr>
    </w:div>
    <w:div w:id="13118348">
      <w:bodyDiv w:val="1"/>
      <w:marLeft w:val="0"/>
      <w:marRight w:val="0"/>
      <w:marTop w:val="0"/>
      <w:marBottom w:val="0"/>
      <w:divBdr>
        <w:top w:val="none" w:sz="0" w:space="0" w:color="auto"/>
        <w:left w:val="none" w:sz="0" w:space="0" w:color="auto"/>
        <w:bottom w:val="none" w:sz="0" w:space="0" w:color="auto"/>
        <w:right w:val="none" w:sz="0" w:space="0" w:color="auto"/>
      </w:divBdr>
    </w:div>
    <w:div w:id="13119542">
      <w:bodyDiv w:val="1"/>
      <w:marLeft w:val="0"/>
      <w:marRight w:val="0"/>
      <w:marTop w:val="0"/>
      <w:marBottom w:val="0"/>
      <w:divBdr>
        <w:top w:val="none" w:sz="0" w:space="0" w:color="auto"/>
        <w:left w:val="none" w:sz="0" w:space="0" w:color="auto"/>
        <w:bottom w:val="none" w:sz="0" w:space="0" w:color="auto"/>
        <w:right w:val="none" w:sz="0" w:space="0" w:color="auto"/>
      </w:divBdr>
    </w:div>
    <w:div w:id="13920649">
      <w:bodyDiv w:val="1"/>
      <w:marLeft w:val="0"/>
      <w:marRight w:val="0"/>
      <w:marTop w:val="0"/>
      <w:marBottom w:val="0"/>
      <w:divBdr>
        <w:top w:val="none" w:sz="0" w:space="0" w:color="auto"/>
        <w:left w:val="none" w:sz="0" w:space="0" w:color="auto"/>
        <w:bottom w:val="none" w:sz="0" w:space="0" w:color="auto"/>
        <w:right w:val="none" w:sz="0" w:space="0" w:color="auto"/>
      </w:divBdr>
    </w:div>
    <w:div w:id="13921352">
      <w:bodyDiv w:val="1"/>
      <w:marLeft w:val="0"/>
      <w:marRight w:val="0"/>
      <w:marTop w:val="0"/>
      <w:marBottom w:val="0"/>
      <w:divBdr>
        <w:top w:val="none" w:sz="0" w:space="0" w:color="auto"/>
        <w:left w:val="none" w:sz="0" w:space="0" w:color="auto"/>
        <w:bottom w:val="none" w:sz="0" w:space="0" w:color="auto"/>
        <w:right w:val="none" w:sz="0" w:space="0" w:color="auto"/>
      </w:divBdr>
    </w:div>
    <w:div w:id="15813950">
      <w:bodyDiv w:val="1"/>
      <w:marLeft w:val="0"/>
      <w:marRight w:val="0"/>
      <w:marTop w:val="0"/>
      <w:marBottom w:val="0"/>
      <w:divBdr>
        <w:top w:val="none" w:sz="0" w:space="0" w:color="auto"/>
        <w:left w:val="none" w:sz="0" w:space="0" w:color="auto"/>
        <w:bottom w:val="none" w:sz="0" w:space="0" w:color="auto"/>
        <w:right w:val="none" w:sz="0" w:space="0" w:color="auto"/>
      </w:divBdr>
    </w:div>
    <w:div w:id="15930589">
      <w:bodyDiv w:val="1"/>
      <w:marLeft w:val="0"/>
      <w:marRight w:val="0"/>
      <w:marTop w:val="0"/>
      <w:marBottom w:val="0"/>
      <w:divBdr>
        <w:top w:val="none" w:sz="0" w:space="0" w:color="auto"/>
        <w:left w:val="none" w:sz="0" w:space="0" w:color="auto"/>
        <w:bottom w:val="none" w:sz="0" w:space="0" w:color="auto"/>
        <w:right w:val="none" w:sz="0" w:space="0" w:color="auto"/>
      </w:divBdr>
    </w:div>
    <w:div w:id="16200835">
      <w:bodyDiv w:val="1"/>
      <w:marLeft w:val="0"/>
      <w:marRight w:val="0"/>
      <w:marTop w:val="0"/>
      <w:marBottom w:val="0"/>
      <w:divBdr>
        <w:top w:val="none" w:sz="0" w:space="0" w:color="auto"/>
        <w:left w:val="none" w:sz="0" w:space="0" w:color="auto"/>
        <w:bottom w:val="none" w:sz="0" w:space="0" w:color="auto"/>
        <w:right w:val="none" w:sz="0" w:space="0" w:color="auto"/>
      </w:divBdr>
    </w:div>
    <w:div w:id="17899727">
      <w:bodyDiv w:val="1"/>
      <w:marLeft w:val="0"/>
      <w:marRight w:val="0"/>
      <w:marTop w:val="0"/>
      <w:marBottom w:val="0"/>
      <w:divBdr>
        <w:top w:val="none" w:sz="0" w:space="0" w:color="auto"/>
        <w:left w:val="none" w:sz="0" w:space="0" w:color="auto"/>
        <w:bottom w:val="none" w:sz="0" w:space="0" w:color="auto"/>
        <w:right w:val="none" w:sz="0" w:space="0" w:color="auto"/>
      </w:divBdr>
    </w:div>
    <w:div w:id="18092839">
      <w:bodyDiv w:val="1"/>
      <w:marLeft w:val="0"/>
      <w:marRight w:val="0"/>
      <w:marTop w:val="0"/>
      <w:marBottom w:val="0"/>
      <w:divBdr>
        <w:top w:val="none" w:sz="0" w:space="0" w:color="auto"/>
        <w:left w:val="none" w:sz="0" w:space="0" w:color="auto"/>
        <w:bottom w:val="none" w:sz="0" w:space="0" w:color="auto"/>
        <w:right w:val="none" w:sz="0" w:space="0" w:color="auto"/>
      </w:divBdr>
    </w:div>
    <w:div w:id="18816993">
      <w:bodyDiv w:val="1"/>
      <w:marLeft w:val="0"/>
      <w:marRight w:val="0"/>
      <w:marTop w:val="0"/>
      <w:marBottom w:val="0"/>
      <w:divBdr>
        <w:top w:val="none" w:sz="0" w:space="0" w:color="auto"/>
        <w:left w:val="none" w:sz="0" w:space="0" w:color="auto"/>
        <w:bottom w:val="none" w:sz="0" w:space="0" w:color="auto"/>
        <w:right w:val="none" w:sz="0" w:space="0" w:color="auto"/>
      </w:divBdr>
    </w:div>
    <w:div w:id="19478028">
      <w:bodyDiv w:val="1"/>
      <w:marLeft w:val="0"/>
      <w:marRight w:val="0"/>
      <w:marTop w:val="0"/>
      <w:marBottom w:val="0"/>
      <w:divBdr>
        <w:top w:val="none" w:sz="0" w:space="0" w:color="auto"/>
        <w:left w:val="none" w:sz="0" w:space="0" w:color="auto"/>
        <w:bottom w:val="none" w:sz="0" w:space="0" w:color="auto"/>
        <w:right w:val="none" w:sz="0" w:space="0" w:color="auto"/>
      </w:divBdr>
    </w:div>
    <w:div w:id="19822922">
      <w:bodyDiv w:val="1"/>
      <w:marLeft w:val="0"/>
      <w:marRight w:val="0"/>
      <w:marTop w:val="0"/>
      <w:marBottom w:val="0"/>
      <w:divBdr>
        <w:top w:val="none" w:sz="0" w:space="0" w:color="auto"/>
        <w:left w:val="none" w:sz="0" w:space="0" w:color="auto"/>
        <w:bottom w:val="none" w:sz="0" w:space="0" w:color="auto"/>
        <w:right w:val="none" w:sz="0" w:space="0" w:color="auto"/>
      </w:divBdr>
    </w:div>
    <w:div w:id="20323426">
      <w:bodyDiv w:val="1"/>
      <w:marLeft w:val="0"/>
      <w:marRight w:val="0"/>
      <w:marTop w:val="0"/>
      <w:marBottom w:val="0"/>
      <w:divBdr>
        <w:top w:val="none" w:sz="0" w:space="0" w:color="auto"/>
        <w:left w:val="none" w:sz="0" w:space="0" w:color="auto"/>
        <w:bottom w:val="none" w:sz="0" w:space="0" w:color="auto"/>
        <w:right w:val="none" w:sz="0" w:space="0" w:color="auto"/>
      </w:divBdr>
    </w:div>
    <w:div w:id="21441701">
      <w:bodyDiv w:val="1"/>
      <w:marLeft w:val="0"/>
      <w:marRight w:val="0"/>
      <w:marTop w:val="0"/>
      <w:marBottom w:val="0"/>
      <w:divBdr>
        <w:top w:val="none" w:sz="0" w:space="0" w:color="auto"/>
        <w:left w:val="none" w:sz="0" w:space="0" w:color="auto"/>
        <w:bottom w:val="none" w:sz="0" w:space="0" w:color="auto"/>
        <w:right w:val="none" w:sz="0" w:space="0" w:color="auto"/>
      </w:divBdr>
    </w:div>
    <w:div w:id="24065132">
      <w:bodyDiv w:val="1"/>
      <w:marLeft w:val="0"/>
      <w:marRight w:val="0"/>
      <w:marTop w:val="0"/>
      <w:marBottom w:val="0"/>
      <w:divBdr>
        <w:top w:val="none" w:sz="0" w:space="0" w:color="auto"/>
        <w:left w:val="none" w:sz="0" w:space="0" w:color="auto"/>
        <w:bottom w:val="none" w:sz="0" w:space="0" w:color="auto"/>
        <w:right w:val="none" w:sz="0" w:space="0" w:color="auto"/>
      </w:divBdr>
    </w:div>
    <w:div w:id="24597948">
      <w:bodyDiv w:val="1"/>
      <w:marLeft w:val="0"/>
      <w:marRight w:val="0"/>
      <w:marTop w:val="0"/>
      <w:marBottom w:val="0"/>
      <w:divBdr>
        <w:top w:val="none" w:sz="0" w:space="0" w:color="auto"/>
        <w:left w:val="none" w:sz="0" w:space="0" w:color="auto"/>
        <w:bottom w:val="none" w:sz="0" w:space="0" w:color="auto"/>
        <w:right w:val="none" w:sz="0" w:space="0" w:color="auto"/>
      </w:divBdr>
    </w:div>
    <w:div w:id="24715558">
      <w:bodyDiv w:val="1"/>
      <w:marLeft w:val="0"/>
      <w:marRight w:val="0"/>
      <w:marTop w:val="0"/>
      <w:marBottom w:val="0"/>
      <w:divBdr>
        <w:top w:val="none" w:sz="0" w:space="0" w:color="auto"/>
        <w:left w:val="none" w:sz="0" w:space="0" w:color="auto"/>
        <w:bottom w:val="none" w:sz="0" w:space="0" w:color="auto"/>
        <w:right w:val="none" w:sz="0" w:space="0" w:color="auto"/>
      </w:divBdr>
    </w:div>
    <w:div w:id="25178243">
      <w:bodyDiv w:val="1"/>
      <w:marLeft w:val="0"/>
      <w:marRight w:val="0"/>
      <w:marTop w:val="0"/>
      <w:marBottom w:val="0"/>
      <w:divBdr>
        <w:top w:val="none" w:sz="0" w:space="0" w:color="auto"/>
        <w:left w:val="none" w:sz="0" w:space="0" w:color="auto"/>
        <w:bottom w:val="none" w:sz="0" w:space="0" w:color="auto"/>
        <w:right w:val="none" w:sz="0" w:space="0" w:color="auto"/>
      </w:divBdr>
    </w:div>
    <w:div w:id="25756662">
      <w:bodyDiv w:val="1"/>
      <w:marLeft w:val="0"/>
      <w:marRight w:val="0"/>
      <w:marTop w:val="0"/>
      <w:marBottom w:val="0"/>
      <w:divBdr>
        <w:top w:val="none" w:sz="0" w:space="0" w:color="auto"/>
        <w:left w:val="none" w:sz="0" w:space="0" w:color="auto"/>
        <w:bottom w:val="none" w:sz="0" w:space="0" w:color="auto"/>
        <w:right w:val="none" w:sz="0" w:space="0" w:color="auto"/>
      </w:divBdr>
    </w:div>
    <w:div w:id="26375149">
      <w:bodyDiv w:val="1"/>
      <w:marLeft w:val="0"/>
      <w:marRight w:val="0"/>
      <w:marTop w:val="0"/>
      <w:marBottom w:val="0"/>
      <w:divBdr>
        <w:top w:val="none" w:sz="0" w:space="0" w:color="auto"/>
        <w:left w:val="none" w:sz="0" w:space="0" w:color="auto"/>
        <w:bottom w:val="none" w:sz="0" w:space="0" w:color="auto"/>
        <w:right w:val="none" w:sz="0" w:space="0" w:color="auto"/>
      </w:divBdr>
    </w:div>
    <w:div w:id="26757441">
      <w:bodyDiv w:val="1"/>
      <w:marLeft w:val="0"/>
      <w:marRight w:val="0"/>
      <w:marTop w:val="0"/>
      <w:marBottom w:val="0"/>
      <w:divBdr>
        <w:top w:val="none" w:sz="0" w:space="0" w:color="auto"/>
        <w:left w:val="none" w:sz="0" w:space="0" w:color="auto"/>
        <w:bottom w:val="none" w:sz="0" w:space="0" w:color="auto"/>
        <w:right w:val="none" w:sz="0" w:space="0" w:color="auto"/>
      </w:divBdr>
    </w:div>
    <w:div w:id="26833544">
      <w:bodyDiv w:val="1"/>
      <w:marLeft w:val="0"/>
      <w:marRight w:val="0"/>
      <w:marTop w:val="0"/>
      <w:marBottom w:val="0"/>
      <w:divBdr>
        <w:top w:val="none" w:sz="0" w:space="0" w:color="auto"/>
        <w:left w:val="none" w:sz="0" w:space="0" w:color="auto"/>
        <w:bottom w:val="none" w:sz="0" w:space="0" w:color="auto"/>
        <w:right w:val="none" w:sz="0" w:space="0" w:color="auto"/>
      </w:divBdr>
    </w:div>
    <w:div w:id="27342139">
      <w:bodyDiv w:val="1"/>
      <w:marLeft w:val="0"/>
      <w:marRight w:val="0"/>
      <w:marTop w:val="0"/>
      <w:marBottom w:val="0"/>
      <w:divBdr>
        <w:top w:val="none" w:sz="0" w:space="0" w:color="auto"/>
        <w:left w:val="none" w:sz="0" w:space="0" w:color="auto"/>
        <w:bottom w:val="none" w:sz="0" w:space="0" w:color="auto"/>
        <w:right w:val="none" w:sz="0" w:space="0" w:color="auto"/>
      </w:divBdr>
    </w:div>
    <w:div w:id="27682699">
      <w:bodyDiv w:val="1"/>
      <w:marLeft w:val="0"/>
      <w:marRight w:val="0"/>
      <w:marTop w:val="0"/>
      <w:marBottom w:val="0"/>
      <w:divBdr>
        <w:top w:val="none" w:sz="0" w:space="0" w:color="auto"/>
        <w:left w:val="none" w:sz="0" w:space="0" w:color="auto"/>
        <w:bottom w:val="none" w:sz="0" w:space="0" w:color="auto"/>
        <w:right w:val="none" w:sz="0" w:space="0" w:color="auto"/>
      </w:divBdr>
    </w:div>
    <w:div w:id="29307944">
      <w:bodyDiv w:val="1"/>
      <w:marLeft w:val="0"/>
      <w:marRight w:val="0"/>
      <w:marTop w:val="0"/>
      <w:marBottom w:val="0"/>
      <w:divBdr>
        <w:top w:val="none" w:sz="0" w:space="0" w:color="auto"/>
        <w:left w:val="none" w:sz="0" w:space="0" w:color="auto"/>
        <w:bottom w:val="none" w:sz="0" w:space="0" w:color="auto"/>
        <w:right w:val="none" w:sz="0" w:space="0" w:color="auto"/>
      </w:divBdr>
    </w:div>
    <w:div w:id="29917179">
      <w:bodyDiv w:val="1"/>
      <w:marLeft w:val="0"/>
      <w:marRight w:val="0"/>
      <w:marTop w:val="0"/>
      <w:marBottom w:val="0"/>
      <w:divBdr>
        <w:top w:val="none" w:sz="0" w:space="0" w:color="auto"/>
        <w:left w:val="none" w:sz="0" w:space="0" w:color="auto"/>
        <w:bottom w:val="none" w:sz="0" w:space="0" w:color="auto"/>
        <w:right w:val="none" w:sz="0" w:space="0" w:color="auto"/>
      </w:divBdr>
    </w:div>
    <w:div w:id="29963426">
      <w:bodyDiv w:val="1"/>
      <w:marLeft w:val="0"/>
      <w:marRight w:val="0"/>
      <w:marTop w:val="0"/>
      <w:marBottom w:val="0"/>
      <w:divBdr>
        <w:top w:val="none" w:sz="0" w:space="0" w:color="auto"/>
        <w:left w:val="none" w:sz="0" w:space="0" w:color="auto"/>
        <w:bottom w:val="none" w:sz="0" w:space="0" w:color="auto"/>
        <w:right w:val="none" w:sz="0" w:space="0" w:color="auto"/>
      </w:divBdr>
    </w:div>
    <w:div w:id="30691630">
      <w:bodyDiv w:val="1"/>
      <w:marLeft w:val="0"/>
      <w:marRight w:val="0"/>
      <w:marTop w:val="0"/>
      <w:marBottom w:val="0"/>
      <w:divBdr>
        <w:top w:val="none" w:sz="0" w:space="0" w:color="auto"/>
        <w:left w:val="none" w:sz="0" w:space="0" w:color="auto"/>
        <w:bottom w:val="none" w:sz="0" w:space="0" w:color="auto"/>
        <w:right w:val="none" w:sz="0" w:space="0" w:color="auto"/>
      </w:divBdr>
    </w:div>
    <w:div w:id="30696173">
      <w:bodyDiv w:val="1"/>
      <w:marLeft w:val="0"/>
      <w:marRight w:val="0"/>
      <w:marTop w:val="0"/>
      <w:marBottom w:val="0"/>
      <w:divBdr>
        <w:top w:val="none" w:sz="0" w:space="0" w:color="auto"/>
        <w:left w:val="none" w:sz="0" w:space="0" w:color="auto"/>
        <w:bottom w:val="none" w:sz="0" w:space="0" w:color="auto"/>
        <w:right w:val="none" w:sz="0" w:space="0" w:color="auto"/>
      </w:divBdr>
    </w:div>
    <w:div w:id="31078983">
      <w:bodyDiv w:val="1"/>
      <w:marLeft w:val="0"/>
      <w:marRight w:val="0"/>
      <w:marTop w:val="0"/>
      <w:marBottom w:val="0"/>
      <w:divBdr>
        <w:top w:val="none" w:sz="0" w:space="0" w:color="auto"/>
        <w:left w:val="none" w:sz="0" w:space="0" w:color="auto"/>
        <w:bottom w:val="none" w:sz="0" w:space="0" w:color="auto"/>
        <w:right w:val="none" w:sz="0" w:space="0" w:color="auto"/>
      </w:divBdr>
    </w:div>
    <w:div w:id="31881123">
      <w:bodyDiv w:val="1"/>
      <w:marLeft w:val="0"/>
      <w:marRight w:val="0"/>
      <w:marTop w:val="0"/>
      <w:marBottom w:val="0"/>
      <w:divBdr>
        <w:top w:val="none" w:sz="0" w:space="0" w:color="auto"/>
        <w:left w:val="none" w:sz="0" w:space="0" w:color="auto"/>
        <w:bottom w:val="none" w:sz="0" w:space="0" w:color="auto"/>
        <w:right w:val="none" w:sz="0" w:space="0" w:color="auto"/>
      </w:divBdr>
    </w:div>
    <w:div w:id="32272075">
      <w:bodyDiv w:val="1"/>
      <w:marLeft w:val="0"/>
      <w:marRight w:val="0"/>
      <w:marTop w:val="0"/>
      <w:marBottom w:val="0"/>
      <w:divBdr>
        <w:top w:val="none" w:sz="0" w:space="0" w:color="auto"/>
        <w:left w:val="none" w:sz="0" w:space="0" w:color="auto"/>
        <w:bottom w:val="none" w:sz="0" w:space="0" w:color="auto"/>
        <w:right w:val="none" w:sz="0" w:space="0" w:color="auto"/>
      </w:divBdr>
    </w:div>
    <w:div w:id="32702492">
      <w:bodyDiv w:val="1"/>
      <w:marLeft w:val="0"/>
      <w:marRight w:val="0"/>
      <w:marTop w:val="0"/>
      <w:marBottom w:val="0"/>
      <w:divBdr>
        <w:top w:val="none" w:sz="0" w:space="0" w:color="auto"/>
        <w:left w:val="none" w:sz="0" w:space="0" w:color="auto"/>
        <w:bottom w:val="none" w:sz="0" w:space="0" w:color="auto"/>
        <w:right w:val="none" w:sz="0" w:space="0" w:color="auto"/>
      </w:divBdr>
    </w:div>
    <w:div w:id="33431557">
      <w:bodyDiv w:val="1"/>
      <w:marLeft w:val="0"/>
      <w:marRight w:val="0"/>
      <w:marTop w:val="0"/>
      <w:marBottom w:val="0"/>
      <w:divBdr>
        <w:top w:val="none" w:sz="0" w:space="0" w:color="auto"/>
        <w:left w:val="none" w:sz="0" w:space="0" w:color="auto"/>
        <w:bottom w:val="none" w:sz="0" w:space="0" w:color="auto"/>
        <w:right w:val="none" w:sz="0" w:space="0" w:color="auto"/>
      </w:divBdr>
    </w:div>
    <w:div w:id="33777591">
      <w:bodyDiv w:val="1"/>
      <w:marLeft w:val="0"/>
      <w:marRight w:val="0"/>
      <w:marTop w:val="0"/>
      <w:marBottom w:val="0"/>
      <w:divBdr>
        <w:top w:val="none" w:sz="0" w:space="0" w:color="auto"/>
        <w:left w:val="none" w:sz="0" w:space="0" w:color="auto"/>
        <w:bottom w:val="none" w:sz="0" w:space="0" w:color="auto"/>
        <w:right w:val="none" w:sz="0" w:space="0" w:color="auto"/>
      </w:divBdr>
    </w:div>
    <w:div w:id="34738716">
      <w:bodyDiv w:val="1"/>
      <w:marLeft w:val="0"/>
      <w:marRight w:val="0"/>
      <w:marTop w:val="0"/>
      <w:marBottom w:val="0"/>
      <w:divBdr>
        <w:top w:val="none" w:sz="0" w:space="0" w:color="auto"/>
        <w:left w:val="none" w:sz="0" w:space="0" w:color="auto"/>
        <w:bottom w:val="none" w:sz="0" w:space="0" w:color="auto"/>
        <w:right w:val="none" w:sz="0" w:space="0" w:color="auto"/>
      </w:divBdr>
    </w:div>
    <w:div w:id="35349785">
      <w:bodyDiv w:val="1"/>
      <w:marLeft w:val="0"/>
      <w:marRight w:val="0"/>
      <w:marTop w:val="0"/>
      <w:marBottom w:val="0"/>
      <w:divBdr>
        <w:top w:val="none" w:sz="0" w:space="0" w:color="auto"/>
        <w:left w:val="none" w:sz="0" w:space="0" w:color="auto"/>
        <w:bottom w:val="none" w:sz="0" w:space="0" w:color="auto"/>
        <w:right w:val="none" w:sz="0" w:space="0" w:color="auto"/>
      </w:divBdr>
    </w:div>
    <w:div w:id="35468958">
      <w:bodyDiv w:val="1"/>
      <w:marLeft w:val="0"/>
      <w:marRight w:val="0"/>
      <w:marTop w:val="0"/>
      <w:marBottom w:val="0"/>
      <w:divBdr>
        <w:top w:val="none" w:sz="0" w:space="0" w:color="auto"/>
        <w:left w:val="none" w:sz="0" w:space="0" w:color="auto"/>
        <w:bottom w:val="none" w:sz="0" w:space="0" w:color="auto"/>
        <w:right w:val="none" w:sz="0" w:space="0" w:color="auto"/>
      </w:divBdr>
    </w:div>
    <w:div w:id="36666077">
      <w:bodyDiv w:val="1"/>
      <w:marLeft w:val="0"/>
      <w:marRight w:val="0"/>
      <w:marTop w:val="0"/>
      <w:marBottom w:val="0"/>
      <w:divBdr>
        <w:top w:val="none" w:sz="0" w:space="0" w:color="auto"/>
        <w:left w:val="none" w:sz="0" w:space="0" w:color="auto"/>
        <w:bottom w:val="none" w:sz="0" w:space="0" w:color="auto"/>
        <w:right w:val="none" w:sz="0" w:space="0" w:color="auto"/>
      </w:divBdr>
    </w:div>
    <w:div w:id="37171590">
      <w:bodyDiv w:val="1"/>
      <w:marLeft w:val="0"/>
      <w:marRight w:val="0"/>
      <w:marTop w:val="0"/>
      <w:marBottom w:val="0"/>
      <w:divBdr>
        <w:top w:val="none" w:sz="0" w:space="0" w:color="auto"/>
        <w:left w:val="none" w:sz="0" w:space="0" w:color="auto"/>
        <w:bottom w:val="none" w:sz="0" w:space="0" w:color="auto"/>
        <w:right w:val="none" w:sz="0" w:space="0" w:color="auto"/>
      </w:divBdr>
    </w:div>
    <w:div w:id="37512155">
      <w:bodyDiv w:val="1"/>
      <w:marLeft w:val="0"/>
      <w:marRight w:val="0"/>
      <w:marTop w:val="0"/>
      <w:marBottom w:val="0"/>
      <w:divBdr>
        <w:top w:val="none" w:sz="0" w:space="0" w:color="auto"/>
        <w:left w:val="none" w:sz="0" w:space="0" w:color="auto"/>
        <w:bottom w:val="none" w:sz="0" w:space="0" w:color="auto"/>
        <w:right w:val="none" w:sz="0" w:space="0" w:color="auto"/>
      </w:divBdr>
    </w:div>
    <w:div w:id="38090194">
      <w:bodyDiv w:val="1"/>
      <w:marLeft w:val="0"/>
      <w:marRight w:val="0"/>
      <w:marTop w:val="0"/>
      <w:marBottom w:val="0"/>
      <w:divBdr>
        <w:top w:val="none" w:sz="0" w:space="0" w:color="auto"/>
        <w:left w:val="none" w:sz="0" w:space="0" w:color="auto"/>
        <w:bottom w:val="none" w:sz="0" w:space="0" w:color="auto"/>
        <w:right w:val="none" w:sz="0" w:space="0" w:color="auto"/>
      </w:divBdr>
    </w:div>
    <w:div w:id="38483984">
      <w:bodyDiv w:val="1"/>
      <w:marLeft w:val="0"/>
      <w:marRight w:val="0"/>
      <w:marTop w:val="0"/>
      <w:marBottom w:val="0"/>
      <w:divBdr>
        <w:top w:val="none" w:sz="0" w:space="0" w:color="auto"/>
        <w:left w:val="none" w:sz="0" w:space="0" w:color="auto"/>
        <w:bottom w:val="none" w:sz="0" w:space="0" w:color="auto"/>
        <w:right w:val="none" w:sz="0" w:space="0" w:color="auto"/>
      </w:divBdr>
    </w:div>
    <w:div w:id="39325595">
      <w:bodyDiv w:val="1"/>
      <w:marLeft w:val="0"/>
      <w:marRight w:val="0"/>
      <w:marTop w:val="0"/>
      <w:marBottom w:val="0"/>
      <w:divBdr>
        <w:top w:val="none" w:sz="0" w:space="0" w:color="auto"/>
        <w:left w:val="none" w:sz="0" w:space="0" w:color="auto"/>
        <w:bottom w:val="none" w:sz="0" w:space="0" w:color="auto"/>
        <w:right w:val="none" w:sz="0" w:space="0" w:color="auto"/>
      </w:divBdr>
    </w:div>
    <w:div w:id="41636218">
      <w:bodyDiv w:val="1"/>
      <w:marLeft w:val="0"/>
      <w:marRight w:val="0"/>
      <w:marTop w:val="0"/>
      <w:marBottom w:val="0"/>
      <w:divBdr>
        <w:top w:val="none" w:sz="0" w:space="0" w:color="auto"/>
        <w:left w:val="none" w:sz="0" w:space="0" w:color="auto"/>
        <w:bottom w:val="none" w:sz="0" w:space="0" w:color="auto"/>
        <w:right w:val="none" w:sz="0" w:space="0" w:color="auto"/>
      </w:divBdr>
    </w:div>
    <w:div w:id="41947946">
      <w:bodyDiv w:val="1"/>
      <w:marLeft w:val="0"/>
      <w:marRight w:val="0"/>
      <w:marTop w:val="0"/>
      <w:marBottom w:val="0"/>
      <w:divBdr>
        <w:top w:val="none" w:sz="0" w:space="0" w:color="auto"/>
        <w:left w:val="none" w:sz="0" w:space="0" w:color="auto"/>
        <w:bottom w:val="none" w:sz="0" w:space="0" w:color="auto"/>
        <w:right w:val="none" w:sz="0" w:space="0" w:color="auto"/>
      </w:divBdr>
    </w:div>
    <w:div w:id="46228109">
      <w:bodyDiv w:val="1"/>
      <w:marLeft w:val="0"/>
      <w:marRight w:val="0"/>
      <w:marTop w:val="0"/>
      <w:marBottom w:val="0"/>
      <w:divBdr>
        <w:top w:val="none" w:sz="0" w:space="0" w:color="auto"/>
        <w:left w:val="none" w:sz="0" w:space="0" w:color="auto"/>
        <w:bottom w:val="none" w:sz="0" w:space="0" w:color="auto"/>
        <w:right w:val="none" w:sz="0" w:space="0" w:color="auto"/>
      </w:divBdr>
    </w:div>
    <w:div w:id="48193067">
      <w:bodyDiv w:val="1"/>
      <w:marLeft w:val="0"/>
      <w:marRight w:val="0"/>
      <w:marTop w:val="0"/>
      <w:marBottom w:val="0"/>
      <w:divBdr>
        <w:top w:val="none" w:sz="0" w:space="0" w:color="auto"/>
        <w:left w:val="none" w:sz="0" w:space="0" w:color="auto"/>
        <w:bottom w:val="none" w:sz="0" w:space="0" w:color="auto"/>
        <w:right w:val="none" w:sz="0" w:space="0" w:color="auto"/>
      </w:divBdr>
    </w:div>
    <w:div w:id="48455049">
      <w:bodyDiv w:val="1"/>
      <w:marLeft w:val="0"/>
      <w:marRight w:val="0"/>
      <w:marTop w:val="0"/>
      <w:marBottom w:val="0"/>
      <w:divBdr>
        <w:top w:val="none" w:sz="0" w:space="0" w:color="auto"/>
        <w:left w:val="none" w:sz="0" w:space="0" w:color="auto"/>
        <w:bottom w:val="none" w:sz="0" w:space="0" w:color="auto"/>
        <w:right w:val="none" w:sz="0" w:space="0" w:color="auto"/>
      </w:divBdr>
    </w:div>
    <w:div w:id="48456118">
      <w:bodyDiv w:val="1"/>
      <w:marLeft w:val="0"/>
      <w:marRight w:val="0"/>
      <w:marTop w:val="0"/>
      <w:marBottom w:val="0"/>
      <w:divBdr>
        <w:top w:val="none" w:sz="0" w:space="0" w:color="auto"/>
        <w:left w:val="none" w:sz="0" w:space="0" w:color="auto"/>
        <w:bottom w:val="none" w:sz="0" w:space="0" w:color="auto"/>
        <w:right w:val="none" w:sz="0" w:space="0" w:color="auto"/>
      </w:divBdr>
    </w:div>
    <w:div w:id="48695533">
      <w:bodyDiv w:val="1"/>
      <w:marLeft w:val="0"/>
      <w:marRight w:val="0"/>
      <w:marTop w:val="0"/>
      <w:marBottom w:val="0"/>
      <w:divBdr>
        <w:top w:val="none" w:sz="0" w:space="0" w:color="auto"/>
        <w:left w:val="none" w:sz="0" w:space="0" w:color="auto"/>
        <w:bottom w:val="none" w:sz="0" w:space="0" w:color="auto"/>
        <w:right w:val="none" w:sz="0" w:space="0" w:color="auto"/>
      </w:divBdr>
    </w:div>
    <w:div w:id="48723076">
      <w:bodyDiv w:val="1"/>
      <w:marLeft w:val="0"/>
      <w:marRight w:val="0"/>
      <w:marTop w:val="0"/>
      <w:marBottom w:val="0"/>
      <w:divBdr>
        <w:top w:val="none" w:sz="0" w:space="0" w:color="auto"/>
        <w:left w:val="none" w:sz="0" w:space="0" w:color="auto"/>
        <w:bottom w:val="none" w:sz="0" w:space="0" w:color="auto"/>
        <w:right w:val="none" w:sz="0" w:space="0" w:color="auto"/>
      </w:divBdr>
    </w:div>
    <w:div w:id="49546516">
      <w:bodyDiv w:val="1"/>
      <w:marLeft w:val="0"/>
      <w:marRight w:val="0"/>
      <w:marTop w:val="0"/>
      <w:marBottom w:val="0"/>
      <w:divBdr>
        <w:top w:val="none" w:sz="0" w:space="0" w:color="auto"/>
        <w:left w:val="none" w:sz="0" w:space="0" w:color="auto"/>
        <w:bottom w:val="none" w:sz="0" w:space="0" w:color="auto"/>
        <w:right w:val="none" w:sz="0" w:space="0" w:color="auto"/>
      </w:divBdr>
    </w:div>
    <w:div w:id="50348349">
      <w:bodyDiv w:val="1"/>
      <w:marLeft w:val="0"/>
      <w:marRight w:val="0"/>
      <w:marTop w:val="0"/>
      <w:marBottom w:val="0"/>
      <w:divBdr>
        <w:top w:val="none" w:sz="0" w:space="0" w:color="auto"/>
        <w:left w:val="none" w:sz="0" w:space="0" w:color="auto"/>
        <w:bottom w:val="none" w:sz="0" w:space="0" w:color="auto"/>
        <w:right w:val="none" w:sz="0" w:space="0" w:color="auto"/>
      </w:divBdr>
    </w:div>
    <w:div w:id="50421609">
      <w:bodyDiv w:val="1"/>
      <w:marLeft w:val="0"/>
      <w:marRight w:val="0"/>
      <w:marTop w:val="0"/>
      <w:marBottom w:val="0"/>
      <w:divBdr>
        <w:top w:val="none" w:sz="0" w:space="0" w:color="auto"/>
        <w:left w:val="none" w:sz="0" w:space="0" w:color="auto"/>
        <w:bottom w:val="none" w:sz="0" w:space="0" w:color="auto"/>
        <w:right w:val="none" w:sz="0" w:space="0" w:color="auto"/>
      </w:divBdr>
    </w:div>
    <w:div w:id="50614968">
      <w:bodyDiv w:val="1"/>
      <w:marLeft w:val="0"/>
      <w:marRight w:val="0"/>
      <w:marTop w:val="0"/>
      <w:marBottom w:val="0"/>
      <w:divBdr>
        <w:top w:val="none" w:sz="0" w:space="0" w:color="auto"/>
        <w:left w:val="none" w:sz="0" w:space="0" w:color="auto"/>
        <w:bottom w:val="none" w:sz="0" w:space="0" w:color="auto"/>
        <w:right w:val="none" w:sz="0" w:space="0" w:color="auto"/>
      </w:divBdr>
    </w:div>
    <w:div w:id="51006612">
      <w:bodyDiv w:val="1"/>
      <w:marLeft w:val="0"/>
      <w:marRight w:val="0"/>
      <w:marTop w:val="0"/>
      <w:marBottom w:val="0"/>
      <w:divBdr>
        <w:top w:val="none" w:sz="0" w:space="0" w:color="auto"/>
        <w:left w:val="none" w:sz="0" w:space="0" w:color="auto"/>
        <w:bottom w:val="none" w:sz="0" w:space="0" w:color="auto"/>
        <w:right w:val="none" w:sz="0" w:space="0" w:color="auto"/>
      </w:divBdr>
    </w:div>
    <w:div w:id="51780628">
      <w:bodyDiv w:val="1"/>
      <w:marLeft w:val="0"/>
      <w:marRight w:val="0"/>
      <w:marTop w:val="0"/>
      <w:marBottom w:val="0"/>
      <w:divBdr>
        <w:top w:val="none" w:sz="0" w:space="0" w:color="auto"/>
        <w:left w:val="none" w:sz="0" w:space="0" w:color="auto"/>
        <w:bottom w:val="none" w:sz="0" w:space="0" w:color="auto"/>
        <w:right w:val="none" w:sz="0" w:space="0" w:color="auto"/>
      </w:divBdr>
    </w:div>
    <w:div w:id="51972714">
      <w:bodyDiv w:val="1"/>
      <w:marLeft w:val="0"/>
      <w:marRight w:val="0"/>
      <w:marTop w:val="0"/>
      <w:marBottom w:val="0"/>
      <w:divBdr>
        <w:top w:val="none" w:sz="0" w:space="0" w:color="auto"/>
        <w:left w:val="none" w:sz="0" w:space="0" w:color="auto"/>
        <w:bottom w:val="none" w:sz="0" w:space="0" w:color="auto"/>
        <w:right w:val="none" w:sz="0" w:space="0" w:color="auto"/>
      </w:divBdr>
    </w:div>
    <w:div w:id="52243607">
      <w:bodyDiv w:val="1"/>
      <w:marLeft w:val="0"/>
      <w:marRight w:val="0"/>
      <w:marTop w:val="0"/>
      <w:marBottom w:val="0"/>
      <w:divBdr>
        <w:top w:val="none" w:sz="0" w:space="0" w:color="auto"/>
        <w:left w:val="none" w:sz="0" w:space="0" w:color="auto"/>
        <w:bottom w:val="none" w:sz="0" w:space="0" w:color="auto"/>
        <w:right w:val="none" w:sz="0" w:space="0" w:color="auto"/>
      </w:divBdr>
    </w:div>
    <w:div w:id="53240350">
      <w:bodyDiv w:val="1"/>
      <w:marLeft w:val="0"/>
      <w:marRight w:val="0"/>
      <w:marTop w:val="0"/>
      <w:marBottom w:val="0"/>
      <w:divBdr>
        <w:top w:val="none" w:sz="0" w:space="0" w:color="auto"/>
        <w:left w:val="none" w:sz="0" w:space="0" w:color="auto"/>
        <w:bottom w:val="none" w:sz="0" w:space="0" w:color="auto"/>
        <w:right w:val="none" w:sz="0" w:space="0" w:color="auto"/>
      </w:divBdr>
    </w:div>
    <w:div w:id="53286293">
      <w:bodyDiv w:val="1"/>
      <w:marLeft w:val="0"/>
      <w:marRight w:val="0"/>
      <w:marTop w:val="0"/>
      <w:marBottom w:val="0"/>
      <w:divBdr>
        <w:top w:val="none" w:sz="0" w:space="0" w:color="auto"/>
        <w:left w:val="none" w:sz="0" w:space="0" w:color="auto"/>
        <w:bottom w:val="none" w:sz="0" w:space="0" w:color="auto"/>
        <w:right w:val="none" w:sz="0" w:space="0" w:color="auto"/>
      </w:divBdr>
    </w:div>
    <w:div w:id="53505024">
      <w:bodyDiv w:val="1"/>
      <w:marLeft w:val="0"/>
      <w:marRight w:val="0"/>
      <w:marTop w:val="0"/>
      <w:marBottom w:val="0"/>
      <w:divBdr>
        <w:top w:val="none" w:sz="0" w:space="0" w:color="auto"/>
        <w:left w:val="none" w:sz="0" w:space="0" w:color="auto"/>
        <w:bottom w:val="none" w:sz="0" w:space="0" w:color="auto"/>
        <w:right w:val="none" w:sz="0" w:space="0" w:color="auto"/>
      </w:divBdr>
    </w:div>
    <w:div w:id="54353441">
      <w:bodyDiv w:val="1"/>
      <w:marLeft w:val="0"/>
      <w:marRight w:val="0"/>
      <w:marTop w:val="0"/>
      <w:marBottom w:val="0"/>
      <w:divBdr>
        <w:top w:val="none" w:sz="0" w:space="0" w:color="auto"/>
        <w:left w:val="none" w:sz="0" w:space="0" w:color="auto"/>
        <w:bottom w:val="none" w:sz="0" w:space="0" w:color="auto"/>
        <w:right w:val="none" w:sz="0" w:space="0" w:color="auto"/>
      </w:divBdr>
    </w:div>
    <w:div w:id="57552674">
      <w:bodyDiv w:val="1"/>
      <w:marLeft w:val="0"/>
      <w:marRight w:val="0"/>
      <w:marTop w:val="0"/>
      <w:marBottom w:val="0"/>
      <w:divBdr>
        <w:top w:val="none" w:sz="0" w:space="0" w:color="auto"/>
        <w:left w:val="none" w:sz="0" w:space="0" w:color="auto"/>
        <w:bottom w:val="none" w:sz="0" w:space="0" w:color="auto"/>
        <w:right w:val="none" w:sz="0" w:space="0" w:color="auto"/>
      </w:divBdr>
    </w:div>
    <w:div w:id="59183035">
      <w:bodyDiv w:val="1"/>
      <w:marLeft w:val="0"/>
      <w:marRight w:val="0"/>
      <w:marTop w:val="0"/>
      <w:marBottom w:val="0"/>
      <w:divBdr>
        <w:top w:val="none" w:sz="0" w:space="0" w:color="auto"/>
        <w:left w:val="none" w:sz="0" w:space="0" w:color="auto"/>
        <w:bottom w:val="none" w:sz="0" w:space="0" w:color="auto"/>
        <w:right w:val="none" w:sz="0" w:space="0" w:color="auto"/>
      </w:divBdr>
    </w:div>
    <w:div w:id="59405037">
      <w:bodyDiv w:val="1"/>
      <w:marLeft w:val="0"/>
      <w:marRight w:val="0"/>
      <w:marTop w:val="0"/>
      <w:marBottom w:val="0"/>
      <w:divBdr>
        <w:top w:val="none" w:sz="0" w:space="0" w:color="auto"/>
        <w:left w:val="none" w:sz="0" w:space="0" w:color="auto"/>
        <w:bottom w:val="none" w:sz="0" w:space="0" w:color="auto"/>
        <w:right w:val="none" w:sz="0" w:space="0" w:color="auto"/>
      </w:divBdr>
    </w:div>
    <w:div w:id="59446215">
      <w:bodyDiv w:val="1"/>
      <w:marLeft w:val="0"/>
      <w:marRight w:val="0"/>
      <w:marTop w:val="0"/>
      <w:marBottom w:val="0"/>
      <w:divBdr>
        <w:top w:val="none" w:sz="0" w:space="0" w:color="auto"/>
        <w:left w:val="none" w:sz="0" w:space="0" w:color="auto"/>
        <w:bottom w:val="none" w:sz="0" w:space="0" w:color="auto"/>
        <w:right w:val="none" w:sz="0" w:space="0" w:color="auto"/>
      </w:divBdr>
    </w:div>
    <w:div w:id="59717475">
      <w:bodyDiv w:val="1"/>
      <w:marLeft w:val="0"/>
      <w:marRight w:val="0"/>
      <w:marTop w:val="0"/>
      <w:marBottom w:val="0"/>
      <w:divBdr>
        <w:top w:val="none" w:sz="0" w:space="0" w:color="auto"/>
        <w:left w:val="none" w:sz="0" w:space="0" w:color="auto"/>
        <w:bottom w:val="none" w:sz="0" w:space="0" w:color="auto"/>
        <w:right w:val="none" w:sz="0" w:space="0" w:color="auto"/>
      </w:divBdr>
    </w:div>
    <w:div w:id="60950013">
      <w:bodyDiv w:val="1"/>
      <w:marLeft w:val="0"/>
      <w:marRight w:val="0"/>
      <w:marTop w:val="0"/>
      <w:marBottom w:val="0"/>
      <w:divBdr>
        <w:top w:val="none" w:sz="0" w:space="0" w:color="auto"/>
        <w:left w:val="none" w:sz="0" w:space="0" w:color="auto"/>
        <w:bottom w:val="none" w:sz="0" w:space="0" w:color="auto"/>
        <w:right w:val="none" w:sz="0" w:space="0" w:color="auto"/>
      </w:divBdr>
    </w:div>
    <w:div w:id="61218795">
      <w:bodyDiv w:val="1"/>
      <w:marLeft w:val="0"/>
      <w:marRight w:val="0"/>
      <w:marTop w:val="0"/>
      <w:marBottom w:val="0"/>
      <w:divBdr>
        <w:top w:val="none" w:sz="0" w:space="0" w:color="auto"/>
        <w:left w:val="none" w:sz="0" w:space="0" w:color="auto"/>
        <w:bottom w:val="none" w:sz="0" w:space="0" w:color="auto"/>
        <w:right w:val="none" w:sz="0" w:space="0" w:color="auto"/>
      </w:divBdr>
    </w:div>
    <w:div w:id="62879087">
      <w:bodyDiv w:val="1"/>
      <w:marLeft w:val="0"/>
      <w:marRight w:val="0"/>
      <w:marTop w:val="0"/>
      <w:marBottom w:val="0"/>
      <w:divBdr>
        <w:top w:val="none" w:sz="0" w:space="0" w:color="auto"/>
        <w:left w:val="none" w:sz="0" w:space="0" w:color="auto"/>
        <w:bottom w:val="none" w:sz="0" w:space="0" w:color="auto"/>
        <w:right w:val="none" w:sz="0" w:space="0" w:color="auto"/>
      </w:divBdr>
    </w:div>
    <w:div w:id="62919700">
      <w:bodyDiv w:val="1"/>
      <w:marLeft w:val="0"/>
      <w:marRight w:val="0"/>
      <w:marTop w:val="0"/>
      <w:marBottom w:val="0"/>
      <w:divBdr>
        <w:top w:val="none" w:sz="0" w:space="0" w:color="auto"/>
        <w:left w:val="none" w:sz="0" w:space="0" w:color="auto"/>
        <w:bottom w:val="none" w:sz="0" w:space="0" w:color="auto"/>
        <w:right w:val="none" w:sz="0" w:space="0" w:color="auto"/>
      </w:divBdr>
    </w:div>
    <w:div w:id="65960261">
      <w:bodyDiv w:val="1"/>
      <w:marLeft w:val="0"/>
      <w:marRight w:val="0"/>
      <w:marTop w:val="0"/>
      <w:marBottom w:val="0"/>
      <w:divBdr>
        <w:top w:val="none" w:sz="0" w:space="0" w:color="auto"/>
        <w:left w:val="none" w:sz="0" w:space="0" w:color="auto"/>
        <w:bottom w:val="none" w:sz="0" w:space="0" w:color="auto"/>
        <w:right w:val="none" w:sz="0" w:space="0" w:color="auto"/>
      </w:divBdr>
    </w:div>
    <w:div w:id="66347031">
      <w:bodyDiv w:val="1"/>
      <w:marLeft w:val="0"/>
      <w:marRight w:val="0"/>
      <w:marTop w:val="0"/>
      <w:marBottom w:val="0"/>
      <w:divBdr>
        <w:top w:val="none" w:sz="0" w:space="0" w:color="auto"/>
        <w:left w:val="none" w:sz="0" w:space="0" w:color="auto"/>
        <w:bottom w:val="none" w:sz="0" w:space="0" w:color="auto"/>
        <w:right w:val="none" w:sz="0" w:space="0" w:color="auto"/>
      </w:divBdr>
    </w:div>
    <w:div w:id="67504449">
      <w:bodyDiv w:val="1"/>
      <w:marLeft w:val="0"/>
      <w:marRight w:val="0"/>
      <w:marTop w:val="0"/>
      <w:marBottom w:val="0"/>
      <w:divBdr>
        <w:top w:val="none" w:sz="0" w:space="0" w:color="auto"/>
        <w:left w:val="none" w:sz="0" w:space="0" w:color="auto"/>
        <w:bottom w:val="none" w:sz="0" w:space="0" w:color="auto"/>
        <w:right w:val="none" w:sz="0" w:space="0" w:color="auto"/>
      </w:divBdr>
    </w:div>
    <w:div w:id="67771710">
      <w:bodyDiv w:val="1"/>
      <w:marLeft w:val="0"/>
      <w:marRight w:val="0"/>
      <w:marTop w:val="0"/>
      <w:marBottom w:val="0"/>
      <w:divBdr>
        <w:top w:val="none" w:sz="0" w:space="0" w:color="auto"/>
        <w:left w:val="none" w:sz="0" w:space="0" w:color="auto"/>
        <w:bottom w:val="none" w:sz="0" w:space="0" w:color="auto"/>
        <w:right w:val="none" w:sz="0" w:space="0" w:color="auto"/>
      </w:divBdr>
    </w:div>
    <w:div w:id="67969265">
      <w:bodyDiv w:val="1"/>
      <w:marLeft w:val="0"/>
      <w:marRight w:val="0"/>
      <w:marTop w:val="0"/>
      <w:marBottom w:val="0"/>
      <w:divBdr>
        <w:top w:val="none" w:sz="0" w:space="0" w:color="auto"/>
        <w:left w:val="none" w:sz="0" w:space="0" w:color="auto"/>
        <w:bottom w:val="none" w:sz="0" w:space="0" w:color="auto"/>
        <w:right w:val="none" w:sz="0" w:space="0" w:color="auto"/>
      </w:divBdr>
    </w:div>
    <w:div w:id="68432666">
      <w:bodyDiv w:val="1"/>
      <w:marLeft w:val="0"/>
      <w:marRight w:val="0"/>
      <w:marTop w:val="0"/>
      <w:marBottom w:val="0"/>
      <w:divBdr>
        <w:top w:val="none" w:sz="0" w:space="0" w:color="auto"/>
        <w:left w:val="none" w:sz="0" w:space="0" w:color="auto"/>
        <w:bottom w:val="none" w:sz="0" w:space="0" w:color="auto"/>
        <w:right w:val="none" w:sz="0" w:space="0" w:color="auto"/>
      </w:divBdr>
    </w:div>
    <w:div w:id="70205095">
      <w:bodyDiv w:val="1"/>
      <w:marLeft w:val="0"/>
      <w:marRight w:val="0"/>
      <w:marTop w:val="0"/>
      <w:marBottom w:val="0"/>
      <w:divBdr>
        <w:top w:val="none" w:sz="0" w:space="0" w:color="auto"/>
        <w:left w:val="none" w:sz="0" w:space="0" w:color="auto"/>
        <w:bottom w:val="none" w:sz="0" w:space="0" w:color="auto"/>
        <w:right w:val="none" w:sz="0" w:space="0" w:color="auto"/>
      </w:divBdr>
    </w:div>
    <w:div w:id="70351593">
      <w:bodyDiv w:val="1"/>
      <w:marLeft w:val="0"/>
      <w:marRight w:val="0"/>
      <w:marTop w:val="0"/>
      <w:marBottom w:val="0"/>
      <w:divBdr>
        <w:top w:val="none" w:sz="0" w:space="0" w:color="auto"/>
        <w:left w:val="none" w:sz="0" w:space="0" w:color="auto"/>
        <w:bottom w:val="none" w:sz="0" w:space="0" w:color="auto"/>
        <w:right w:val="none" w:sz="0" w:space="0" w:color="auto"/>
      </w:divBdr>
    </w:div>
    <w:div w:id="72894550">
      <w:bodyDiv w:val="1"/>
      <w:marLeft w:val="0"/>
      <w:marRight w:val="0"/>
      <w:marTop w:val="0"/>
      <w:marBottom w:val="0"/>
      <w:divBdr>
        <w:top w:val="none" w:sz="0" w:space="0" w:color="auto"/>
        <w:left w:val="none" w:sz="0" w:space="0" w:color="auto"/>
        <w:bottom w:val="none" w:sz="0" w:space="0" w:color="auto"/>
        <w:right w:val="none" w:sz="0" w:space="0" w:color="auto"/>
      </w:divBdr>
    </w:div>
    <w:div w:id="73357810">
      <w:bodyDiv w:val="1"/>
      <w:marLeft w:val="0"/>
      <w:marRight w:val="0"/>
      <w:marTop w:val="0"/>
      <w:marBottom w:val="0"/>
      <w:divBdr>
        <w:top w:val="none" w:sz="0" w:space="0" w:color="auto"/>
        <w:left w:val="none" w:sz="0" w:space="0" w:color="auto"/>
        <w:bottom w:val="none" w:sz="0" w:space="0" w:color="auto"/>
        <w:right w:val="none" w:sz="0" w:space="0" w:color="auto"/>
      </w:divBdr>
    </w:div>
    <w:div w:id="73403065">
      <w:bodyDiv w:val="1"/>
      <w:marLeft w:val="0"/>
      <w:marRight w:val="0"/>
      <w:marTop w:val="0"/>
      <w:marBottom w:val="0"/>
      <w:divBdr>
        <w:top w:val="none" w:sz="0" w:space="0" w:color="auto"/>
        <w:left w:val="none" w:sz="0" w:space="0" w:color="auto"/>
        <w:bottom w:val="none" w:sz="0" w:space="0" w:color="auto"/>
        <w:right w:val="none" w:sz="0" w:space="0" w:color="auto"/>
      </w:divBdr>
    </w:div>
    <w:div w:id="73824402">
      <w:bodyDiv w:val="1"/>
      <w:marLeft w:val="0"/>
      <w:marRight w:val="0"/>
      <w:marTop w:val="0"/>
      <w:marBottom w:val="0"/>
      <w:divBdr>
        <w:top w:val="none" w:sz="0" w:space="0" w:color="auto"/>
        <w:left w:val="none" w:sz="0" w:space="0" w:color="auto"/>
        <w:bottom w:val="none" w:sz="0" w:space="0" w:color="auto"/>
        <w:right w:val="none" w:sz="0" w:space="0" w:color="auto"/>
      </w:divBdr>
    </w:div>
    <w:div w:id="75131235">
      <w:bodyDiv w:val="1"/>
      <w:marLeft w:val="0"/>
      <w:marRight w:val="0"/>
      <w:marTop w:val="0"/>
      <w:marBottom w:val="0"/>
      <w:divBdr>
        <w:top w:val="none" w:sz="0" w:space="0" w:color="auto"/>
        <w:left w:val="none" w:sz="0" w:space="0" w:color="auto"/>
        <w:bottom w:val="none" w:sz="0" w:space="0" w:color="auto"/>
        <w:right w:val="none" w:sz="0" w:space="0" w:color="auto"/>
      </w:divBdr>
    </w:div>
    <w:div w:id="75367478">
      <w:bodyDiv w:val="1"/>
      <w:marLeft w:val="0"/>
      <w:marRight w:val="0"/>
      <w:marTop w:val="0"/>
      <w:marBottom w:val="0"/>
      <w:divBdr>
        <w:top w:val="none" w:sz="0" w:space="0" w:color="auto"/>
        <w:left w:val="none" w:sz="0" w:space="0" w:color="auto"/>
        <w:bottom w:val="none" w:sz="0" w:space="0" w:color="auto"/>
        <w:right w:val="none" w:sz="0" w:space="0" w:color="auto"/>
      </w:divBdr>
    </w:div>
    <w:div w:id="75441975">
      <w:bodyDiv w:val="1"/>
      <w:marLeft w:val="0"/>
      <w:marRight w:val="0"/>
      <w:marTop w:val="0"/>
      <w:marBottom w:val="0"/>
      <w:divBdr>
        <w:top w:val="none" w:sz="0" w:space="0" w:color="auto"/>
        <w:left w:val="none" w:sz="0" w:space="0" w:color="auto"/>
        <w:bottom w:val="none" w:sz="0" w:space="0" w:color="auto"/>
        <w:right w:val="none" w:sz="0" w:space="0" w:color="auto"/>
      </w:divBdr>
    </w:div>
    <w:div w:id="75520174">
      <w:bodyDiv w:val="1"/>
      <w:marLeft w:val="0"/>
      <w:marRight w:val="0"/>
      <w:marTop w:val="0"/>
      <w:marBottom w:val="0"/>
      <w:divBdr>
        <w:top w:val="none" w:sz="0" w:space="0" w:color="auto"/>
        <w:left w:val="none" w:sz="0" w:space="0" w:color="auto"/>
        <w:bottom w:val="none" w:sz="0" w:space="0" w:color="auto"/>
        <w:right w:val="none" w:sz="0" w:space="0" w:color="auto"/>
      </w:divBdr>
    </w:div>
    <w:div w:id="75829167">
      <w:bodyDiv w:val="1"/>
      <w:marLeft w:val="0"/>
      <w:marRight w:val="0"/>
      <w:marTop w:val="0"/>
      <w:marBottom w:val="0"/>
      <w:divBdr>
        <w:top w:val="none" w:sz="0" w:space="0" w:color="auto"/>
        <w:left w:val="none" w:sz="0" w:space="0" w:color="auto"/>
        <w:bottom w:val="none" w:sz="0" w:space="0" w:color="auto"/>
        <w:right w:val="none" w:sz="0" w:space="0" w:color="auto"/>
      </w:divBdr>
    </w:div>
    <w:div w:id="76219346">
      <w:bodyDiv w:val="1"/>
      <w:marLeft w:val="0"/>
      <w:marRight w:val="0"/>
      <w:marTop w:val="0"/>
      <w:marBottom w:val="0"/>
      <w:divBdr>
        <w:top w:val="none" w:sz="0" w:space="0" w:color="auto"/>
        <w:left w:val="none" w:sz="0" w:space="0" w:color="auto"/>
        <w:bottom w:val="none" w:sz="0" w:space="0" w:color="auto"/>
        <w:right w:val="none" w:sz="0" w:space="0" w:color="auto"/>
      </w:divBdr>
    </w:div>
    <w:div w:id="77682339">
      <w:bodyDiv w:val="1"/>
      <w:marLeft w:val="0"/>
      <w:marRight w:val="0"/>
      <w:marTop w:val="0"/>
      <w:marBottom w:val="0"/>
      <w:divBdr>
        <w:top w:val="none" w:sz="0" w:space="0" w:color="auto"/>
        <w:left w:val="none" w:sz="0" w:space="0" w:color="auto"/>
        <w:bottom w:val="none" w:sz="0" w:space="0" w:color="auto"/>
        <w:right w:val="none" w:sz="0" w:space="0" w:color="auto"/>
      </w:divBdr>
    </w:div>
    <w:div w:id="78673526">
      <w:bodyDiv w:val="1"/>
      <w:marLeft w:val="0"/>
      <w:marRight w:val="0"/>
      <w:marTop w:val="0"/>
      <w:marBottom w:val="0"/>
      <w:divBdr>
        <w:top w:val="none" w:sz="0" w:space="0" w:color="auto"/>
        <w:left w:val="none" w:sz="0" w:space="0" w:color="auto"/>
        <w:bottom w:val="none" w:sz="0" w:space="0" w:color="auto"/>
        <w:right w:val="none" w:sz="0" w:space="0" w:color="auto"/>
      </w:divBdr>
    </w:div>
    <w:div w:id="78839961">
      <w:bodyDiv w:val="1"/>
      <w:marLeft w:val="0"/>
      <w:marRight w:val="0"/>
      <w:marTop w:val="0"/>
      <w:marBottom w:val="0"/>
      <w:divBdr>
        <w:top w:val="none" w:sz="0" w:space="0" w:color="auto"/>
        <w:left w:val="none" w:sz="0" w:space="0" w:color="auto"/>
        <w:bottom w:val="none" w:sz="0" w:space="0" w:color="auto"/>
        <w:right w:val="none" w:sz="0" w:space="0" w:color="auto"/>
      </w:divBdr>
    </w:div>
    <w:div w:id="80610006">
      <w:bodyDiv w:val="1"/>
      <w:marLeft w:val="0"/>
      <w:marRight w:val="0"/>
      <w:marTop w:val="0"/>
      <w:marBottom w:val="0"/>
      <w:divBdr>
        <w:top w:val="none" w:sz="0" w:space="0" w:color="auto"/>
        <w:left w:val="none" w:sz="0" w:space="0" w:color="auto"/>
        <w:bottom w:val="none" w:sz="0" w:space="0" w:color="auto"/>
        <w:right w:val="none" w:sz="0" w:space="0" w:color="auto"/>
      </w:divBdr>
    </w:div>
    <w:div w:id="81073761">
      <w:bodyDiv w:val="1"/>
      <w:marLeft w:val="0"/>
      <w:marRight w:val="0"/>
      <w:marTop w:val="0"/>
      <w:marBottom w:val="0"/>
      <w:divBdr>
        <w:top w:val="none" w:sz="0" w:space="0" w:color="auto"/>
        <w:left w:val="none" w:sz="0" w:space="0" w:color="auto"/>
        <w:bottom w:val="none" w:sz="0" w:space="0" w:color="auto"/>
        <w:right w:val="none" w:sz="0" w:space="0" w:color="auto"/>
      </w:divBdr>
    </w:div>
    <w:div w:id="81342521">
      <w:bodyDiv w:val="1"/>
      <w:marLeft w:val="0"/>
      <w:marRight w:val="0"/>
      <w:marTop w:val="0"/>
      <w:marBottom w:val="0"/>
      <w:divBdr>
        <w:top w:val="none" w:sz="0" w:space="0" w:color="auto"/>
        <w:left w:val="none" w:sz="0" w:space="0" w:color="auto"/>
        <w:bottom w:val="none" w:sz="0" w:space="0" w:color="auto"/>
        <w:right w:val="none" w:sz="0" w:space="0" w:color="auto"/>
      </w:divBdr>
    </w:div>
    <w:div w:id="81877677">
      <w:bodyDiv w:val="1"/>
      <w:marLeft w:val="0"/>
      <w:marRight w:val="0"/>
      <w:marTop w:val="0"/>
      <w:marBottom w:val="0"/>
      <w:divBdr>
        <w:top w:val="none" w:sz="0" w:space="0" w:color="auto"/>
        <w:left w:val="none" w:sz="0" w:space="0" w:color="auto"/>
        <w:bottom w:val="none" w:sz="0" w:space="0" w:color="auto"/>
        <w:right w:val="none" w:sz="0" w:space="0" w:color="auto"/>
      </w:divBdr>
    </w:div>
    <w:div w:id="82145597">
      <w:bodyDiv w:val="1"/>
      <w:marLeft w:val="0"/>
      <w:marRight w:val="0"/>
      <w:marTop w:val="0"/>
      <w:marBottom w:val="0"/>
      <w:divBdr>
        <w:top w:val="none" w:sz="0" w:space="0" w:color="auto"/>
        <w:left w:val="none" w:sz="0" w:space="0" w:color="auto"/>
        <w:bottom w:val="none" w:sz="0" w:space="0" w:color="auto"/>
        <w:right w:val="none" w:sz="0" w:space="0" w:color="auto"/>
      </w:divBdr>
    </w:div>
    <w:div w:id="82382363">
      <w:bodyDiv w:val="1"/>
      <w:marLeft w:val="0"/>
      <w:marRight w:val="0"/>
      <w:marTop w:val="0"/>
      <w:marBottom w:val="0"/>
      <w:divBdr>
        <w:top w:val="none" w:sz="0" w:space="0" w:color="auto"/>
        <w:left w:val="none" w:sz="0" w:space="0" w:color="auto"/>
        <w:bottom w:val="none" w:sz="0" w:space="0" w:color="auto"/>
        <w:right w:val="none" w:sz="0" w:space="0" w:color="auto"/>
      </w:divBdr>
    </w:div>
    <w:div w:id="82384025">
      <w:bodyDiv w:val="1"/>
      <w:marLeft w:val="0"/>
      <w:marRight w:val="0"/>
      <w:marTop w:val="0"/>
      <w:marBottom w:val="0"/>
      <w:divBdr>
        <w:top w:val="none" w:sz="0" w:space="0" w:color="auto"/>
        <w:left w:val="none" w:sz="0" w:space="0" w:color="auto"/>
        <w:bottom w:val="none" w:sz="0" w:space="0" w:color="auto"/>
        <w:right w:val="none" w:sz="0" w:space="0" w:color="auto"/>
      </w:divBdr>
    </w:div>
    <w:div w:id="82535606">
      <w:bodyDiv w:val="1"/>
      <w:marLeft w:val="0"/>
      <w:marRight w:val="0"/>
      <w:marTop w:val="0"/>
      <w:marBottom w:val="0"/>
      <w:divBdr>
        <w:top w:val="none" w:sz="0" w:space="0" w:color="auto"/>
        <w:left w:val="none" w:sz="0" w:space="0" w:color="auto"/>
        <w:bottom w:val="none" w:sz="0" w:space="0" w:color="auto"/>
        <w:right w:val="none" w:sz="0" w:space="0" w:color="auto"/>
      </w:divBdr>
    </w:div>
    <w:div w:id="82920144">
      <w:bodyDiv w:val="1"/>
      <w:marLeft w:val="0"/>
      <w:marRight w:val="0"/>
      <w:marTop w:val="0"/>
      <w:marBottom w:val="0"/>
      <w:divBdr>
        <w:top w:val="none" w:sz="0" w:space="0" w:color="auto"/>
        <w:left w:val="none" w:sz="0" w:space="0" w:color="auto"/>
        <w:bottom w:val="none" w:sz="0" w:space="0" w:color="auto"/>
        <w:right w:val="none" w:sz="0" w:space="0" w:color="auto"/>
      </w:divBdr>
    </w:div>
    <w:div w:id="83495213">
      <w:bodyDiv w:val="1"/>
      <w:marLeft w:val="0"/>
      <w:marRight w:val="0"/>
      <w:marTop w:val="0"/>
      <w:marBottom w:val="0"/>
      <w:divBdr>
        <w:top w:val="none" w:sz="0" w:space="0" w:color="auto"/>
        <w:left w:val="none" w:sz="0" w:space="0" w:color="auto"/>
        <w:bottom w:val="none" w:sz="0" w:space="0" w:color="auto"/>
        <w:right w:val="none" w:sz="0" w:space="0" w:color="auto"/>
      </w:divBdr>
    </w:div>
    <w:div w:id="83577181">
      <w:bodyDiv w:val="1"/>
      <w:marLeft w:val="0"/>
      <w:marRight w:val="0"/>
      <w:marTop w:val="0"/>
      <w:marBottom w:val="0"/>
      <w:divBdr>
        <w:top w:val="none" w:sz="0" w:space="0" w:color="auto"/>
        <w:left w:val="none" w:sz="0" w:space="0" w:color="auto"/>
        <w:bottom w:val="none" w:sz="0" w:space="0" w:color="auto"/>
        <w:right w:val="none" w:sz="0" w:space="0" w:color="auto"/>
      </w:divBdr>
    </w:div>
    <w:div w:id="83841853">
      <w:bodyDiv w:val="1"/>
      <w:marLeft w:val="0"/>
      <w:marRight w:val="0"/>
      <w:marTop w:val="0"/>
      <w:marBottom w:val="0"/>
      <w:divBdr>
        <w:top w:val="none" w:sz="0" w:space="0" w:color="auto"/>
        <w:left w:val="none" w:sz="0" w:space="0" w:color="auto"/>
        <w:bottom w:val="none" w:sz="0" w:space="0" w:color="auto"/>
        <w:right w:val="none" w:sz="0" w:space="0" w:color="auto"/>
      </w:divBdr>
    </w:div>
    <w:div w:id="84227668">
      <w:bodyDiv w:val="1"/>
      <w:marLeft w:val="0"/>
      <w:marRight w:val="0"/>
      <w:marTop w:val="0"/>
      <w:marBottom w:val="0"/>
      <w:divBdr>
        <w:top w:val="none" w:sz="0" w:space="0" w:color="auto"/>
        <w:left w:val="none" w:sz="0" w:space="0" w:color="auto"/>
        <w:bottom w:val="none" w:sz="0" w:space="0" w:color="auto"/>
        <w:right w:val="none" w:sz="0" w:space="0" w:color="auto"/>
      </w:divBdr>
    </w:div>
    <w:div w:id="84545926">
      <w:bodyDiv w:val="1"/>
      <w:marLeft w:val="0"/>
      <w:marRight w:val="0"/>
      <w:marTop w:val="0"/>
      <w:marBottom w:val="0"/>
      <w:divBdr>
        <w:top w:val="none" w:sz="0" w:space="0" w:color="auto"/>
        <w:left w:val="none" w:sz="0" w:space="0" w:color="auto"/>
        <w:bottom w:val="none" w:sz="0" w:space="0" w:color="auto"/>
        <w:right w:val="none" w:sz="0" w:space="0" w:color="auto"/>
      </w:divBdr>
    </w:div>
    <w:div w:id="84764461">
      <w:bodyDiv w:val="1"/>
      <w:marLeft w:val="0"/>
      <w:marRight w:val="0"/>
      <w:marTop w:val="0"/>
      <w:marBottom w:val="0"/>
      <w:divBdr>
        <w:top w:val="none" w:sz="0" w:space="0" w:color="auto"/>
        <w:left w:val="none" w:sz="0" w:space="0" w:color="auto"/>
        <w:bottom w:val="none" w:sz="0" w:space="0" w:color="auto"/>
        <w:right w:val="none" w:sz="0" w:space="0" w:color="auto"/>
      </w:divBdr>
    </w:div>
    <w:div w:id="85227280">
      <w:bodyDiv w:val="1"/>
      <w:marLeft w:val="0"/>
      <w:marRight w:val="0"/>
      <w:marTop w:val="0"/>
      <w:marBottom w:val="0"/>
      <w:divBdr>
        <w:top w:val="none" w:sz="0" w:space="0" w:color="auto"/>
        <w:left w:val="none" w:sz="0" w:space="0" w:color="auto"/>
        <w:bottom w:val="none" w:sz="0" w:space="0" w:color="auto"/>
        <w:right w:val="none" w:sz="0" w:space="0" w:color="auto"/>
      </w:divBdr>
    </w:div>
    <w:div w:id="85545646">
      <w:bodyDiv w:val="1"/>
      <w:marLeft w:val="0"/>
      <w:marRight w:val="0"/>
      <w:marTop w:val="0"/>
      <w:marBottom w:val="0"/>
      <w:divBdr>
        <w:top w:val="none" w:sz="0" w:space="0" w:color="auto"/>
        <w:left w:val="none" w:sz="0" w:space="0" w:color="auto"/>
        <w:bottom w:val="none" w:sz="0" w:space="0" w:color="auto"/>
        <w:right w:val="none" w:sz="0" w:space="0" w:color="auto"/>
      </w:divBdr>
    </w:div>
    <w:div w:id="86002651">
      <w:bodyDiv w:val="1"/>
      <w:marLeft w:val="0"/>
      <w:marRight w:val="0"/>
      <w:marTop w:val="0"/>
      <w:marBottom w:val="0"/>
      <w:divBdr>
        <w:top w:val="none" w:sz="0" w:space="0" w:color="auto"/>
        <w:left w:val="none" w:sz="0" w:space="0" w:color="auto"/>
        <w:bottom w:val="none" w:sz="0" w:space="0" w:color="auto"/>
        <w:right w:val="none" w:sz="0" w:space="0" w:color="auto"/>
      </w:divBdr>
    </w:div>
    <w:div w:id="89665478">
      <w:bodyDiv w:val="1"/>
      <w:marLeft w:val="0"/>
      <w:marRight w:val="0"/>
      <w:marTop w:val="0"/>
      <w:marBottom w:val="0"/>
      <w:divBdr>
        <w:top w:val="none" w:sz="0" w:space="0" w:color="auto"/>
        <w:left w:val="none" w:sz="0" w:space="0" w:color="auto"/>
        <w:bottom w:val="none" w:sz="0" w:space="0" w:color="auto"/>
        <w:right w:val="none" w:sz="0" w:space="0" w:color="auto"/>
      </w:divBdr>
    </w:div>
    <w:div w:id="89741852">
      <w:bodyDiv w:val="1"/>
      <w:marLeft w:val="0"/>
      <w:marRight w:val="0"/>
      <w:marTop w:val="0"/>
      <w:marBottom w:val="0"/>
      <w:divBdr>
        <w:top w:val="none" w:sz="0" w:space="0" w:color="auto"/>
        <w:left w:val="none" w:sz="0" w:space="0" w:color="auto"/>
        <w:bottom w:val="none" w:sz="0" w:space="0" w:color="auto"/>
        <w:right w:val="none" w:sz="0" w:space="0" w:color="auto"/>
      </w:divBdr>
    </w:div>
    <w:div w:id="89788241">
      <w:bodyDiv w:val="1"/>
      <w:marLeft w:val="0"/>
      <w:marRight w:val="0"/>
      <w:marTop w:val="0"/>
      <w:marBottom w:val="0"/>
      <w:divBdr>
        <w:top w:val="none" w:sz="0" w:space="0" w:color="auto"/>
        <w:left w:val="none" w:sz="0" w:space="0" w:color="auto"/>
        <w:bottom w:val="none" w:sz="0" w:space="0" w:color="auto"/>
        <w:right w:val="none" w:sz="0" w:space="0" w:color="auto"/>
      </w:divBdr>
    </w:div>
    <w:div w:id="90709608">
      <w:bodyDiv w:val="1"/>
      <w:marLeft w:val="0"/>
      <w:marRight w:val="0"/>
      <w:marTop w:val="0"/>
      <w:marBottom w:val="0"/>
      <w:divBdr>
        <w:top w:val="none" w:sz="0" w:space="0" w:color="auto"/>
        <w:left w:val="none" w:sz="0" w:space="0" w:color="auto"/>
        <w:bottom w:val="none" w:sz="0" w:space="0" w:color="auto"/>
        <w:right w:val="none" w:sz="0" w:space="0" w:color="auto"/>
      </w:divBdr>
    </w:div>
    <w:div w:id="90712469">
      <w:bodyDiv w:val="1"/>
      <w:marLeft w:val="0"/>
      <w:marRight w:val="0"/>
      <w:marTop w:val="0"/>
      <w:marBottom w:val="0"/>
      <w:divBdr>
        <w:top w:val="none" w:sz="0" w:space="0" w:color="auto"/>
        <w:left w:val="none" w:sz="0" w:space="0" w:color="auto"/>
        <w:bottom w:val="none" w:sz="0" w:space="0" w:color="auto"/>
        <w:right w:val="none" w:sz="0" w:space="0" w:color="auto"/>
      </w:divBdr>
    </w:div>
    <w:div w:id="90779785">
      <w:bodyDiv w:val="1"/>
      <w:marLeft w:val="0"/>
      <w:marRight w:val="0"/>
      <w:marTop w:val="0"/>
      <w:marBottom w:val="0"/>
      <w:divBdr>
        <w:top w:val="none" w:sz="0" w:space="0" w:color="auto"/>
        <w:left w:val="none" w:sz="0" w:space="0" w:color="auto"/>
        <w:bottom w:val="none" w:sz="0" w:space="0" w:color="auto"/>
        <w:right w:val="none" w:sz="0" w:space="0" w:color="auto"/>
      </w:divBdr>
    </w:div>
    <w:div w:id="90903048">
      <w:bodyDiv w:val="1"/>
      <w:marLeft w:val="0"/>
      <w:marRight w:val="0"/>
      <w:marTop w:val="0"/>
      <w:marBottom w:val="0"/>
      <w:divBdr>
        <w:top w:val="none" w:sz="0" w:space="0" w:color="auto"/>
        <w:left w:val="none" w:sz="0" w:space="0" w:color="auto"/>
        <w:bottom w:val="none" w:sz="0" w:space="0" w:color="auto"/>
        <w:right w:val="none" w:sz="0" w:space="0" w:color="auto"/>
      </w:divBdr>
    </w:div>
    <w:div w:id="91050265">
      <w:bodyDiv w:val="1"/>
      <w:marLeft w:val="0"/>
      <w:marRight w:val="0"/>
      <w:marTop w:val="0"/>
      <w:marBottom w:val="0"/>
      <w:divBdr>
        <w:top w:val="none" w:sz="0" w:space="0" w:color="auto"/>
        <w:left w:val="none" w:sz="0" w:space="0" w:color="auto"/>
        <w:bottom w:val="none" w:sz="0" w:space="0" w:color="auto"/>
        <w:right w:val="none" w:sz="0" w:space="0" w:color="auto"/>
      </w:divBdr>
    </w:div>
    <w:div w:id="91827772">
      <w:bodyDiv w:val="1"/>
      <w:marLeft w:val="0"/>
      <w:marRight w:val="0"/>
      <w:marTop w:val="0"/>
      <w:marBottom w:val="0"/>
      <w:divBdr>
        <w:top w:val="none" w:sz="0" w:space="0" w:color="auto"/>
        <w:left w:val="none" w:sz="0" w:space="0" w:color="auto"/>
        <w:bottom w:val="none" w:sz="0" w:space="0" w:color="auto"/>
        <w:right w:val="none" w:sz="0" w:space="0" w:color="auto"/>
      </w:divBdr>
    </w:div>
    <w:div w:id="92750177">
      <w:bodyDiv w:val="1"/>
      <w:marLeft w:val="0"/>
      <w:marRight w:val="0"/>
      <w:marTop w:val="0"/>
      <w:marBottom w:val="0"/>
      <w:divBdr>
        <w:top w:val="none" w:sz="0" w:space="0" w:color="auto"/>
        <w:left w:val="none" w:sz="0" w:space="0" w:color="auto"/>
        <w:bottom w:val="none" w:sz="0" w:space="0" w:color="auto"/>
        <w:right w:val="none" w:sz="0" w:space="0" w:color="auto"/>
      </w:divBdr>
    </w:div>
    <w:div w:id="93864610">
      <w:bodyDiv w:val="1"/>
      <w:marLeft w:val="0"/>
      <w:marRight w:val="0"/>
      <w:marTop w:val="0"/>
      <w:marBottom w:val="0"/>
      <w:divBdr>
        <w:top w:val="none" w:sz="0" w:space="0" w:color="auto"/>
        <w:left w:val="none" w:sz="0" w:space="0" w:color="auto"/>
        <w:bottom w:val="none" w:sz="0" w:space="0" w:color="auto"/>
        <w:right w:val="none" w:sz="0" w:space="0" w:color="auto"/>
      </w:divBdr>
    </w:div>
    <w:div w:id="94792985">
      <w:bodyDiv w:val="1"/>
      <w:marLeft w:val="0"/>
      <w:marRight w:val="0"/>
      <w:marTop w:val="0"/>
      <w:marBottom w:val="0"/>
      <w:divBdr>
        <w:top w:val="none" w:sz="0" w:space="0" w:color="auto"/>
        <w:left w:val="none" w:sz="0" w:space="0" w:color="auto"/>
        <w:bottom w:val="none" w:sz="0" w:space="0" w:color="auto"/>
        <w:right w:val="none" w:sz="0" w:space="0" w:color="auto"/>
      </w:divBdr>
    </w:div>
    <w:div w:id="96412674">
      <w:bodyDiv w:val="1"/>
      <w:marLeft w:val="0"/>
      <w:marRight w:val="0"/>
      <w:marTop w:val="0"/>
      <w:marBottom w:val="0"/>
      <w:divBdr>
        <w:top w:val="none" w:sz="0" w:space="0" w:color="auto"/>
        <w:left w:val="none" w:sz="0" w:space="0" w:color="auto"/>
        <w:bottom w:val="none" w:sz="0" w:space="0" w:color="auto"/>
        <w:right w:val="none" w:sz="0" w:space="0" w:color="auto"/>
      </w:divBdr>
    </w:div>
    <w:div w:id="97071908">
      <w:bodyDiv w:val="1"/>
      <w:marLeft w:val="0"/>
      <w:marRight w:val="0"/>
      <w:marTop w:val="0"/>
      <w:marBottom w:val="0"/>
      <w:divBdr>
        <w:top w:val="none" w:sz="0" w:space="0" w:color="auto"/>
        <w:left w:val="none" w:sz="0" w:space="0" w:color="auto"/>
        <w:bottom w:val="none" w:sz="0" w:space="0" w:color="auto"/>
        <w:right w:val="none" w:sz="0" w:space="0" w:color="auto"/>
      </w:divBdr>
    </w:div>
    <w:div w:id="97483956">
      <w:bodyDiv w:val="1"/>
      <w:marLeft w:val="0"/>
      <w:marRight w:val="0"/>
      <w:marTop w:val="0"/>
      <w:marBottom w:val="0"/>
      <w:divBdr>
        <w:top w:val="none" w:sz="0" w:space="0" w:color="auto"/>
        <w:left w:val="none" w:sz="0" w:space="0" w:color="auto"/>
        <w:bottom w:val="none" w:sz="0" w:space="0" w:color="auto"/>
        <w:right w:val="none" w:sz="0" w:space="0" w:color="auto"/>
      </w:divBdr>
    </w:div>
    <w:div w:id="98841941">
      <w:bodyDiv w:val="1"/>
      <w:marLeft w:val="0"/>
      <w:marRight w:val="0"/>
      <w:marTop w:val="0"/>
      <w:marBottom w:val="0"/>
      <w:divBdr>
        <w:top w:val="none" w:sz="0" w:space="0" w:color="auto"/>
        <w:left w:val="none" w:sz="0" w:space="0" w:color="auto"/>
        <w:bottom w:val="none" w:sz="0" w:space="0" w:color="auto"/>
        <w:right w:val="none" w:sz="0" w:space="0" w:color="auto"/>
      </w:divBdr>
    </w:div>
    <w:div w:id="101075051">
      <w:bodyDiv w:val="1"/>
      <w:marLeft w:val="0"/>
      <w:marRight w:val="0"/>
      <w:marTop w:val="0"/>
      <w:marBottom w:val="0"/>
      <w:divBdr>
        <w:top w:val="none" w:sz="0" w:space="0" w:color="auto"/>
        <w:left w:val="none" w:sz="0" w:space="0" w:color="auto"/>
        <w:bottom w:val="none" w:sz="0" w:space="0" w:color="auto"/>
        <w:right w:val="none" w:sz="0" w:space="0" w:color="auto"/>
      </w:divBdr>
    </w:div>
    <w:div w:id="101463642">
      <w:bodyDiv w:val="1"/>
      <w:marLeft w:val="0"/>
      <w:marRight w:val="0"/>
      <w:marTop w:val="0"/>
      <w:marBottom w:val="0"/>
      <w:divBdr>
        <w:top w:val="none" w:sz="0" w:space="0" w:color="auto"/>
        <w:left w:val="none" w:sz="0" w:space="0" w:color="auto"/>
        <w:bottom w:val="none" w:sz="0" w:space="0" w:color="auto"/>
        <w:right w:val="none" w:sz="0" w:space="0" w:color="auto"/>
      </w:divBdr>
    </w:div>
    <w:div w:id="102262879">
      <w:bodyDiv w:val="1"/>
      <w:marLeft w:val="0"/>
      <w:marRight w:val="0"/>
      <w:marTop w:val="0"/>
      <w:marBottom w:val="0"/>
      <w:divBdr>
        <w:top w:val="none" w:sz="0" w:space="0" w:color="auto"/>
        <w:left w:val="none" w:sz="0" w:space="0" w:color="auto"/>
        <w:bottom w:val="none" w:sz="0" w:space="0" w:color="auto"/>
        <w:right w:val="none" w:sz="0" w:space="0" w:color="auto"/>
      </w:divBdr>
    </w:div>
    <w:div w:id="102769071">
      <w:bodyDiv w:val="1"/>
      <w:marLeft w:val="0"/>
      <w:marRight w:val="0"/>
      <w:marTop w:val="0"/>
      <w:marBottom w:val="0"/>
      <w:divBdr>
        <w:top w:val="none" w:sz="0" w:space="0" w:color="auto"/>
        <w:left w:val="none" w:sz="0" w:space="0" w:color="auto"/>
        <w:bottom w:val="none" w:sz="0" w:space="0" w:color="auto"/>
        <w:right w:val="none" w:sz="0" w:space="0" w:color="auto"/>
      </w:divBdr>
    </w:div>
    <w:div w:id="104006485">
      <w:bodyDiv w:val="1"/>
      <w:marLeft w:val="0"/>
      <w:marRight w:val="0"/>
      <w:marTop w:val="0"/>
      <w:marBottom w:val="0"/>
      <w:divBdr>
        <w:top w:val="none" w:sz="0" w:space="0" w:color="auto"/>
        <w:left w:val="none" w:sz="0" w:space="0" w:color="auto"/>
        <w:bottom w:val="none" w:sz="0" w:space="0" w:color="auto"/>
        <w:right w:val="none" w:sz="0" w:space="0" w:color="auto"/>
      </w:divBdr>
    </w:div>
    <w:div w:id="104035274">
      <w:bodyDiv w:val="1"/>
      <w:marLeft w:val="0"/>
      <w:marRight w:val="0"/>
      <w:marTop w:val="0"/>
      <w:marBottom w:val="0"/>
      <w:divBdr>
        <w:top w:val="none" w:sz="0" w:space="0" w:color="auto"/>
        <w:left w:val="none" w:sz="0" w:space="0" w:color="auto"/>
        <w:bottom w:val="none" w:sz="0" w:space="0" w:color="auto"/>
        <w:right w:val="none" w:sz="0" w:space="0" w:color="auto"/>
      </w:divBdr>
    </w:div>
    <w:div w:id="104471944">
      <w:bodyDiv w:val="1"/>
      <w:marLeft w:val="0"/>
      <w:marRight w:val="0"/>
      <w:marTop w:val="0"/>
      <w:marBottom w:val="0"/>
      <w:divBdr>
        <w:top w:val="none" w:sz="0" w:space="0" w:color="auto"/>
        <w:left w:val="none" w:sz="0" w:space="0" w:color="auto"/>
        <w:bottom w:val="none" w:sz="0" w:space="0" w:color="auto"/>
        <w:right w:val="none" w:sz="0" w:space="0" w:color="auto"/>
      </w:divBdr>
    </w:div>
    <w:div w:id="105079144">
      <w:bodyDiv w:val="1"/>
      <w:marLeft w:val="0"/>
      <w:marRight w:val="0"/>
      <w:marTop w:val="0"/>
      <w:marBottom w:val="0"/>
      <w:divBdr>
        <w:top w:val="none" w:sz="0" w:space="0" w:color="auto"/>
        <w:left w:val="none" w:sz="0" w:space="0" w:color="auto"/>
        <w:bottom w:val="none" w:sz="0" w:space="0" w:color="auto"/>
        <w:right w:val="none" w:sz="0" w:space="0" w:color="auto"/>
      </w:divBdr>
    </w:div>
    <w:div w:id="105781205">
      <w:bodyDiv w:val="1"/>
      <w:marLeft w:val="0"/>
      <w:marRight w:val="0"/>
      <w:marTop w:val="0"/>
      <w:marBottom w:val="0"/>
      <w:divBdr>
        <w:top w:val="none" w:sz="0" w:space="0" w:color="auto"/>
        <w:left w:val="none" w:sz="0" w:space="0" w:color="auto"/>
        <w:bottom w:val="none" w:sz="0" w:space="0" w:color="auto"/>
        <w:right w:val="none" w:sz="0" w:space="0" w:color="auto"/>
      </w:divBdr>
    </w:div>
    <w:div w:id="106122734">
      <w:bodyDiv w:val="1"/>
      <w:marLeft w:val="0"/>
      <w:marRight w:val="0"/>
      <w:marTop w:val="0"/>
      <w:marBottom w:val="0"/>
      <w:divBdr>
        <w:top w:val="none" w:sz="0" w:space="0" w:color="auto"/>
        <w:left w:val="none" w:sz="0" w:space="0" w:color="auto"/>
        <w:bottom w:val="none" w:sz="0" w:space="0" w:color="auto"/>
        <w:right w:val="none" w:sz="0" w:space="0" w:color="auto"/>
      </w:divBdr>
    </w:div>
    <w:div w:id="106582118">
      <w:bodyDiv w:val="1"/>
      <w:marLeft w:val="0"/>
      <w:marRight w:val="0"/>
      <w:marTop w:val="0"/>
      <w:marBottom w:val="0"/>
      <w:divBdr>
        <w:top w:val="none" w:sz="0" w:space="0" w:color="auto"/>
        <w:left w:val="none" w:sz="0" w:space="0" w:color="auto"/>
        <w:bottom w:val="none" w:sz="0" w:space="0" w:color="auto"/>
        <w:right w:val="none" w:sz="0" w:space="0" w:color="auto"/>
      </w:divBdr>
    </w:div>
    <w:div w:id="108550626">
      <w:bodyDiv w:val="1"/>
      <w:marLeft w:val="0"/>
      <w:marRight w:val="0"/>
      <w:marTop w:val="0"/>
      <w:marBottom w:val="0"/>
      <w:divBdr>
        <w:top w:val="none" w:sz="0" w:space="0" w:color="auto"/>
        <w:left w:val="none" w:sz="0" w:space="0" w:color="auto"/>
        <w:bottom w:val="none" w:sz="0" w:space="0" w:color="auto"/>
        <w:right w:val="none" w:sz="0" w:space="0" w:color="auto"/>
      </w:divBdr>
    </w:div>
    <w:div w:id="109473333">
      <w:bodyDiv w:val="1"/>
      <w:marLeft w:val="0"/>
      <w:marRight w:val="0"/>
      <w:marTop w:val="0"/>
      <w:marBottom w:val="0"/>
      <w:divBdr>
        <w:top w:val="none" w:sz="0" w:space="0" w:color="auto"/>
        <w:left w:val="none" w:sz="0" w:space="0" w:color="auto"/>
        <w:bottom w:val="none" w:sz="0" w:space="0" w:color="auto"/>
        <w:right w:val="none" w:sz="0" w:space="0" w:color="auto"/>
      </w:divBdr>
    </w:div>
    <w:div w:id="109708041">
      <w:bodyDiv w:val="1"/>
      <w:marLeft w:val="0"/>
      <w:marRight w:val="0"/>
      <w:marTop w:val="0"/>
      <w:marBottom w:val="0"/>
      <w:divBdr>
        <w:top w:val="none" w:sz="0" w:space="0" w:color="auto"/>
        <w:left w:val="none" w:sz="0" w:space="0" w:color="auto"/>
        <w:bottom w:val="none" w:sz="0" w:space="0" w:color="auto"/>
        <w:right w:val="none" w:sz="0" w:space="0" w:color="auto"/>
      </w:divBdr>
    </w:div>
    <w:div w:id="111024417">
      <w:bodyDiv w:val="1"/>
      <w:marLeft w:val="0"/>
      <w:marRight w:val="0"/>
      <w:marTop w:val="0"/>
      <w:marBottom w:val="0"/>
      <w:divBdr>
        <w:top w:val="none" w:sz="0" w:space="0" w:color="auto"/>
        <w:left w:val="none" w:sz="0" w:space="0" w:color="auto"/>
        <w:bottom w:val="none" w:sz="0" w:space="0" w:color="auto"/>
        <w:right w:val="none" w:sz="0" w:space="0" w:color="auto"/>
      </w:divBdr>
    </w:div>
    <w:div w:id="111946123">
      <w:bodyDiv w:val="1"/>
      <w:marLeft w:val="0"/>
      <w:marRight w:val="0"/>
      <w:marTop w:val="0"/>
      <w:marBottom w:val="0"/>
      <w:divBdr>
        <w:top w:val="none" w:sz="0" w:space="0" w:color="auto"/>
        <w:left w:val="none" w:sz="0" w:space="0" w:color="auto"/>
        <w:bottom w:val="none" w:sz="0" w:space="0" w:color="auto"/>
        <w:right w:val="none" w:sz="0" w:space="0" w:color="auto"/>
      </w:divBdr>
    </w:div>
    <w:div w:id="111946702">
      <w:bodyDiv w:val="1"/>
      <w:marLeft w:val="0"/>
      <w:marRight w:val="0"/>
      <w:marTop w:val="0"/>
      <w:marBottom w:val="0"/>
      <w:divBdr>
        <w:top w:val="none" w:sz="0" w:space="0" w:color="auto"/>
        <w:left w:val="none" w:sz="0" w:space="0" w:color="auto"/>
        <w:bottom w:val="none" w:sz="0" w:space="0" w:color="auto"/>
        <w:right w:val="none" w:sz="0" w:space="0" w:color="auto"/>
      </w:divBdr>
    </w:div>
    <w:div w:id="112478230">
      <w:bodyDiv w:val="1"/>
      <w:marLeft w:val="0"/>
      <w:marRight w:val="0"/>
      <w:marTop w:val="0"/>
      <w:marBottom w:val="0"/>
      <w:divBdr>
        <w:top w:val="none" w:sz="0" w:space="0" w:color="auto"/>
        <w:left w:val="none" w:sz="0" w:space="0" w:color="auto"/>
        <w:bottom w:val="none" w:sz="0" w:space="0" w:color="auto"/>
        <w:right w:val="none" w:sz="0" w:space="0" w:color="auto"/>
      </w:divBdr>
    </w:div>
    <w:div w:id="113251799">
      <w:bodyDiv w:val="1"/>
      <w:marLeft w:val="0"/>
      <w:marRight w:val="0"/>
      <w:marTop w:val="0"/>
      <w:marBottom w:val="0"/>
      <w:divBdr>
        <w:top w:val="none" w:sz="0" w:space="0" w:color="auto"/>
        <w:left w:val="none" w:sz="0" w:space="0" w:color="auto"/>
        <w:bottom w:val="none" w:sz="0" w:space="0" w:color="auto"/>
        <w:right w:val="none" w:sz="0" w:space="0" w:color="auto"/>
      </w:divBdr>
    </w:div>
    <w:div w:id="113525858">
      <w:bodyDiv w:val="1"/>
      <w:marLeft w:val="0"/>
      <w:marRight w:val="0"/>
      <w:marTop w:val="0"/>
      <w:marBottom w:val="0"/>
      <w:divBdr>
        <w:top w:val="none" w:sz="0" w:space="0" w:color="auto"/>
        <w:left w:val="none" w:sz="0" w:space="0" w:color="auto"/>
        <w:bottom w:val="none" w:sz="0" w:space="0" w:color="auto"/>
        <w:right w:val="none" w:sz="0" w:space="0" w:color="auto"/>
      </w:divBdr>
    </w:div>
    <w:div w:id="113906813">
      <w:bodyDiv w:val="1"/>
      <w:marLeft w:val="0"/>
      <w:marRight w:val="0"/>
      <w:marTop w:val="0"/>
      <w:marBottom w:val="0"/>
      <w:divBdr>
        <w:top w:val="none" w:sz="0" w:space="0" w:color="auto"/>
        <w:left w:val="none" w:sz="0" w:space="0" w:color="auto"/>
        <w:bottom w:val="none" w:sz="0" w:space="0" w:color="auto"/>
        <w:right w:val="none" w:sz="0" w:space="0" w:color="auto"/>
      </w:divBdr>
    </w:div>
    <w:div w:id="114642078">
      <w:bodyDiv w:val="1"/>
      <w:marLeft w:val="0"/>
      <w:marRight w:val="0"/>
      <w:marTop w:val="0"/>
      <w:marBottom w:val="0"/>
      <w:divBdr>
        <w:top w:val="none" w:sz="0" w:space="0" w:color="auto"/>
        <w:left w:val="none" w:sz="0" w:space="0" w:color="auto"/>
        <w:bottom w:val="none" w:sz="0" w:space="0" w:color="auto"/>
        <w:right w:val="none" w:sz="0" w:space="0" w:color="auto"/>
      </w:divBdr>
    </w:div>
    <w:div w:id="115606242">
      <w:bodyDiv w:val="1"/>
      <w:marLeft w:val="0"/>
      <w:marRight w:val="0"/>
      <w:marTop w:val="0"/>
      <w:marBottom w:val="0"/>
      <w:divBdr>
        <w:top w:val="none" w:sz="0" w:space="0" w:color="auto"/>
        <w:left w:val="none" w:sz="0" w:space="0" w:color="auto"/>
        <w:bottom w:val="none" w:sz="0" w:space="0" w:color="auto"/>
        <w:right w:val="none" w:sz="0" w:space="0" w:color="auto"/>
      </w:divBdr>
    </w:div>
    <w:div w:id="117066519">
      <w:bodyDiv w:val="1"/>
      <w:marLeft w:val="0"/>
      <w:marRight w:val="0"/>
      <w:marTop w:val="0"/>
      <w:marBottom w:val="0"/>
      <w:divBdr>
        <w:top w:val="none" w:sz="0" w:space="0" w:color="auto"/>
        <w:left w:val="none" w:sz="0" w:space="0" w:color="auto"/>
        <w:bottom w:val="none" w:sz="0" w:space="0" w:color="auto"/>
        <w:right w:val="none" w:sz="0" w:space="0" w:color="auto"/>
      </w:divBdr>
    </w:div>
    <w:div w:id="119226156">
      <w:bodyDiv w:val="1"/>
      <w:marLeft w:val="0"/>
      <w:marRight w:val="0"/>
      <w:marTop w:val="0"/>
      <w:marBottom w:val="0"/>
      <w:divBdr>
        <w:top w:val="none" w:sz="0" w:space="0" w:color="auto"/>
        <w:left w:val="none" w:sz="0" w:space="0" w:color="auto"/>
        <w:bottom w:val="none" w:sz="0" w:space="0" w:color="auto"/>
        <w:right w:val="none" w:sz="0" w:space="0" w:color="auto"/>
      </w:divBdr>
    </w:div>
    <w:div w:id="119350614">
      <w:bodyDiv w:val="1"/>
      <w:marLeft w:val="0"/>
      <w:marRight w:val="0"/>
      <w:marTop w:val="0"/>
      <w:marBottom w:val="0"/>
      <w:divBdr>
        <w:top w:val="none" w:sz="0" w:space="0" w:color="auto"/>
        <w:left w:val="none" w:sz="0" w:space="0" w:color="auto"/>
        <w:bottom w:val="none" w:sz="0" w:space="0" w:color="auto"/>
        <w:right w:val="none" w:sz="0" w:space="0" w:color="auto"/>
      </w:divBdr>
    </w:div>
    <w:div w:id="119613664">
      <w:bodyDiv w:val="1"/>
      <w:marLeft w:val="0"/>
      <w:marRight w:val="0"/>
      <w:marTop w:val="0"/>
      <w:marBottom w:val="0"/>
      <w:divBdr>
        <w:top w:val="none" w:sz="0" w:space="0" w:color="auto"/>
        <w:left w:val="none" w:sz="0" w:space="0" w:color="auto"/>
        <w:bottom w:val="none" w:sz="0" w:space="0" w:color="auto"/>
        <w:right w:val="none" w:sz="0" w:space="0" w:color="auto"/>
      </w:divBdr>
    </w:div>
    <w:div w:id="119959935">
      <w:bodyDiv w:val="1"/>
      <w:marLeft w:val="0"/>
      <w:marRight w:val="0"/>
      <w:marTop w:val="0"/>
      <w:marBottom w:val="0"/>
      <w:divBdr>
        <w:top w:val="none" w:sz="0" w:space="0" w:color="auto"/>
        <w:left w:val="none" w:sz="0" w:space="0" w:color="auto"/>
        <w:bottom w:val="none" w:sz="0" w:space="0" w:color="auto"/>
        <w:right w:val="none" w:sz="0" w:space="0" w:color="auto"/>
      </w:divBdr>
    </w:div>
    <w:div w:id="120342801">
      <w:bodyDiv w:val="1"/>
      <w:marLeft w:val="0"/>
      <w:marRight w:val="0"/>
      <w:marTop w:val="0"/>
      <w:marBottom w:val="0"/>
      <w:divBdr>
        <w:top w:val="none" w:sz="0" w:space="0" w:color="auto"/>
        <w:left w:val="none" w:sz="0" w:space="0" w:color="auto"/>
        <w:bottom w:val="none" w:sz="0" w:space="0" w:color="auto"/>
        <w:right w:val="none" w:sz="0" w:space="0" w:color="auto"/>
      </w:divBdr>
    </w:div>
    <w:div w:id="120657651">
      <w:bodyDiv w:val="1"/>
      <w:marLeft w:val="0"/>
      <w:marRight w:val="0"/>
      <w:marTop w:val="0"/>
      <w:marBottom w:val="0"/>
      <w:divBdr>
        <w:top w:val="none" w:sz="0" w:space="0" w:color="auto"/>
        <w:left w:val="none" w:sz="0" w:space="0" w:color="auto"/>
        <w:bottom w:val="none" w:sz="0" w:space="0" w:color="auto"/>
        <w:right w:val="none" w:sz="0" w:space="0" w:color="auto"/>
      </w:divBdr>
    </w:div>
    <w:div w:id="122165073">
      <w:bodyDiv w:val="1"/>
      <w:marLeft w:val="0"/>
      <w:marRight w:val="0"/>
      <w:marTop w:val="0"/>
      <w:marBottom w:val="0"/>
      <w:divBdr>
        <w:top w:val="none" w:sz="0" w:space="0" w:color="auto"/>
        <w:left w:val="none" w:sz="0" w:space="0" w:color="auto"/>
        <w:bottom w:val="none" w:sz="0" w:space="0" w:color="auto"/>
        <w:right w:val="none" w:sz="0" w:space="0" w:color="auto"/>
      </w:divBdr>
    </w:div>
    <w:div w:id="122388446">
      <w:bodyDiv w:val="1"/>
      <w:marLeft w:val="0"/>
      <w:marRight w:val="0"/>
      <w:marTop w:val="0"/>
      <w:marBottom w:val="0"/>
      <w:divBdr>
        <w:top w:val="none" w:sz="0" w:space="0" w:color="auto"/>
        <w:left w:val="none" w:sz="0" w:space="0" w:color="auto"/>
        <w:bottom w:val="none" w:sz="0" w:space="0" w:color="auto"/>
        <w:right w:val="none" w:sz="0" w:space="0" w:color="auto"/>
      </w:divBdr>
    </w:div>
    <w:div w:id="122507679">
      <w:bodyDiv w:val="1"/>
      <w:marLeft w:val="0"/>
      <w:marRight w:val="0"/>
      <w:marTop w:val="0"/>
      <w:marBottom w:val="0"/>
      <w:divBdr>
        <w:top w:val="none" w:sz="0" w:space="0" w:color="auto"/>
        <w:left w:val="none" w:sz="0" w:space="0" w:color="auto"/>
        <w:bottom w:val="none" w:sz="0" w:space="0" w:color="auto"/>
        <w:right w:val="none" w:sz="0" w:space="0" w:color="auto"/>
      </w:divBdr>
    </w:div>
    <w:div w:id="124125867">
      <w:bodyDiv w:val="1"/>
      <w:marLeft w:val="0"/>
      <w:marRight w:val="0"/>
      <w:marTop w:val="0"/>
      <w:marBottom w:val="0"/>
      <w:divBdr>
        <w:top w:val="none" w:sz="0" w:space="0" w:color="auto"/>
        <w:left w:val="none" w:sz="0" w:space="0" w:color="auto"/>
        <w:bottom w:val="none" w:sz="0" w:space="0" w:color="auto"/>
        <w:right w:val="none" w:sz="0" w:space="0" w:color="auto"/>
      </w:divBdr>
    </w:div>
    <w:div w:id="124734251">
      <w:bodyDiv w:val="1"/>
      <w:marLeft w:val="0"/>
      <w:marRight w:val="0"/>
      <w:marTop w:val="0"/>
      <w:marBottom w:val="0"/>
      <w:divBdr>
        <w:top w:val="none" w:sz="0" w:space="0" w:color="auto"/>
        <w:left w:val="none" w:sz="0" w:space="0" w:color="auto"/>
        <w:bottom w:val="none" w:sz="0" w:space="0" w:color="auto"/>
        <w:right w:val="none" w:sz="0" w:space="0" w:color="auto"/>
      </w:divBdr>
    </w:div>
    <w:div w:id="125512694">
      <w:bodyDiv w:val="1"/>
      <w:marLeft w:val="0"/>
      <w:marRight w:val="0"/>
      <w:marTop w:val="0"/>
      <w:marBottom w:val="0"/>
      <w:divBdr>
        <w:top w:val="none" w:sz="0" w:space="0" w:color="auto"/>
        <w:left w:val="none" w:sz="0" w:space="0" w:color="auto"/>
        <w:bottom w:val="none" w:sz="0" w:space="0" w:color="auto"/>
        <w:right w:val="none" w:sz="0" w:space="0" w:color="auto"/>
      </w:divBdr>
    </w:div>
    <w:div w:id="126045171">
      <w:bodyDiv w:val="1"/>
      <w:marLeft w:val="0"/>
      <w:marRight w:val="0"/>
      <w:marTop w:val="0"/>
      <w:marBottom w:val="0"/>
      <w:divBdr>
        <w:top w:val="none" w:sz="0" w:space="0" w:color="auto"/>
        <w:left w:val="none" w:sz="0" w:space="0" w:color="auto"/>
        <w:bottom w:val="none" w:sz="0" w:space="0" w:color="auto"/>
        <w:right w:val="none" w:sz="0" w:space="0" w:color="auto"/>
      </w:divBdr>
    </w:div>
    <w:div w:id="126318222">
      <w:bodyDiv w:val="1"/>
      <w:marLeft w:val="0"/>
      <w:marRight w:val="0"/>
      <w:marTop w:val="0"/>
      <w:marBottom w:val="0"/>
      <w:divBdr>
        <w:top w:val="none" w:sz="0" w:space="0" w:color="auto"/>
        <w:left w:val="none" w:sz="0" w:space="0" w:color="auto"/>
        <w:bottom w:val="none" w:sz="0" w:space="0" w:color="auto"/>
        <w:right w:val="none" w:sz="0" w:space="0" w:color="auto"/>
      </w:divBdr>
    </w:div>
    <w:div w:id="128984113">
      <w:bodyDiv w:val="1"/>
      <w:marLeft w:val="0"/>
      <w:marRight w:val="0"/>
      <w:marTop w:val="0"/>
      <w:marBottom w:val="0"/>
      <w:divBdr>
        <w:top w:val="none" w:sz="0" w:space="0" w:color="auto"/>
        <w:left w:val="none" w:sz="0" w:space="0" w:color="auto"/>
        <w:bottom w:val="none" w:sz="0" w:space="0" w:color="auto"/>
        <w:right w:val="none" w:sz="0" w:space="0" w:color="auto"/>
      </w:divBdr>
    </w:div>
    <w:div w:id="129909279">
      <w:bodyDiv w:val="1"/>
      <w:marLeft w:val="0"/>
      <w:marRight w:val="0"/>
      <w:marTop w:val="0"/>
      <w:marBottom w:val="0"/>
      <w:divBdr>
        <w:top w:val="none" w:sz="0" w:space="0" w:color="auto"/>
        <w:left w:val="none" w:sz="0" w:space="0" w:color="auto"/>
        <w:bottom w:val="none" w:sz="0" w:space="0" w:color="auto"/>
        <w:right w:val="none" w:sz="0" w:space="0" w:color="auto"/>
      </w:divBdr>
    </w:div>
    <w:div w:id="131410893">
      <w:bodyDiv w:val="1"/>
      <w:marLeft w:val="0"/>
      <w:marRight w:val="0"/>
      <w:marTop w:val="0"/>
      <w:marBottom w:val="0"/>
      <w:divBdr>
        <w:top w:val="none" w:sz="0" w:space="0" w:color="auto"/>
        <w:left w:val="none" w:sz="0" w:space="0" w:color="auto"/>
        <w:bottom w:val="none" w:sz="0" w:space="0" w:color="auto"/>
        <w:right w:val="none" w:sz="0" w:space="0" w:color="auto"/>
      </w:divBdr>
    </w:div>
    <w:div w:id="132135681">
      <w:bodyDiv w:val="1"/>
      <w:marLeft w:val="0"/>
      <w:marRight w:val="0"/>
      <w:marTop w:val="0"/>
      <w:marBottom w:val="0"/>
      <w:divBdr>
        <w:top w:val="none" w:sz="0" w:space="0" w:color="auto"/>
        <w:left w:val="none" w:sz="0" w:space="0" w:color="auto"/>
        <w:bottom w:val="none" w:sz="0" w:space="0" w:color="auto"/>
        <w:right w:val="none" w:sz="0" w:space="0" w:color="auto"/>
      </w:divBdr>
    </w:div>
    <w:div w:id="132453292">
      <w:bodyDiv w:val="1"/>
      <w:marLeft w:val="0"/>
      <w:marRight w:val="0"/>
      <w:marTop w:val="0"/>
      <w:marBottom w:val="0"/>
      <w:divBdr>
        <w:top w:val="none" w:sz="0" w:space="0" w:color="auto"/>
        <w:left w:val="none" w:sz="0" w:space="0" w:color="auto"/>
        <w:bottom w:val="none" w:sz="0" w:space="0" w:color="auto"/>
        <w:right w:val="none" w:sz="0" w:space="0" w:color="auto"/>
      </w:divBdr>
    </w:div>
    <w:div w:id="132673125">
      <w:bodyDiv w:val="1"/>
      <w:marLeft w:val="0"/>
      <w:marRight w:val="0"/>
      <w:marTop w:val="0"/>
      <w:marBottom w:val="0"/>
      <w:divBdr>
        <w:top w:val="none" w:sz="0" w:space="0" w:color="auto"/>
        <w:left w:val="none" w:sz="0" w:space="0" w:color="auto"/>
        <w:bottom w:val="none" w:sz="0" w:space="0" w:color="auto"/>
        <w:right w:val="none" w:sz="0" w:space="0" w:color="auto"/>
      </w:divBdr>
    </w:div>
    <w:div w:id="133068097">
      <w:bodyDiv w:val="1"/>
      <w:marLeft w:val="0"/>
      <w:marRight w:val="0"/>
      <w:marTop w:val="0"/>
      <w:marBottom w:val="0"/>
      <w:divBdr>
        <w:top w:val="none" w:sz="0" w:space="0" w:color="auto"/>
        <w:left w:val="none" w:sz="0" w:space="0" w:color="auto"/>
        <w:bottom w:val="none" w:sz="0" w:space="0" w:color="auto"/>
        <w:right w:val="none" w:sz="0" w:space="0" w:color="auto"/>
      </w:divBdr>
    </w:div>
    <w:div w:id="134372828">
      <w:bodyDiv w:val="1"/>
      <w:marLeft w:val="0"/>
      <w:marRight w:val="0"/>
      <w:marTop w:val="0"/>
      <w:marBottom w:val="0"/>
      <w:divBdr>
        <w:top w:val="none" w:sz="0" w:space="0" w:color="auto"/>
        <w:left w:val="none" w:sz="0" w:space="0" w:color="auto"/>
        <w:bottom w:val="none" w:sz="0" w:space="0" w:color="auto"/>
        <w:right w:val="none" w:sz="0" w:space="0" w:color="auto"/>
      </w:divBdr>
    </w:div>
    <w:div w:id="134417281">
      <w:bodyDiv w:val="1"/>
      <w:marLeft w:val="0"/>
      <w:marRight w:val="0"/>
      <w:marTop w:val="0"/>
      <w:marBottom w:val="0"/>
      <w:divBdr>
        <w:top w:val="none" w:sz="0" w:space="0" w:color="auto"/>
        <w:left w:val="none" w:sz="0" w:space="0" w:color="auto"/>
        <w:bottom w:val="none" w:sz="0" w:space="0" w:color="auto"/>
        <w:right w:val="none" w:sz="0" w:space="0" w:color="auto"/>
      </w:divBdr>
    </w:div>
    <w:div w:id="134421301">
      <w:bodyDiv w:val="1"/>
      <w:marLeft w:val="0"/>
      <w:marRight w:val="0"/>
      <w:marTop w:val="0"/>
      <w:marBottom w:val="0"/>
      <w:divBdr>
        <w:top w:val="none" w:sz="0" w:space="0" w:color="auto"/>
        <w:left w:val="none" w:sz="0" w:space="0" w:color="auto"/>
        <w:bottom w:val="none" w:sz="0" w:space="0" w:color="auto"/>
        <w:right w:val="none" w:sz="0" w:space="0" w:color="auto"/>
      </w:divBdr>
    </w:div>
    <w:div w:id="134760908">
      <w:bodyDiv w:val="1"/>
      <w:marLeft w:val="0"/>
      <w:marRight w:val="0"/>
      <w:marTop w:val="0"/>
      <w:marBottom w:val="0"/>
      <w:divBdr>
        <w:top w:val="none" w:sz="0" w:space="0" w:color="auto"/>
        <w:left w:val="none" w:sz="0" w:space="0" w:color="auto"/>
        <w:bottom w:val="none" w:sz="0" w:space="0" w:color="auto"/>
        <w:right w:val="none" w:sz="0" w:space="0" w:color="auto"/>
      </w:divBdr>
    </w:div>
    <w:div w:id="135685307">
      <w:bodyDiv w:val="1"/>
      <w:marLeft w:val="0"/>
      <w:marRight w:val="0"/>
      <w:marTop w:val="0"/>
      <w:marBottom w:val="0"/>
      <w:divBdr>
        <w:top w:val="none" w:sz="0" w:space="0" w:color="auto"/>
        <w:left w:val="none" w:sz="0" w:space="0" w:color="auto"/>
        <w:bottom w:val="none" w:sz="0" w:space="0" w:color="auto"/>
        <w:right w:val="none" w:sz="0" w:space="0" w:color="auto"/>
      </w:divBdr>
    </w:div>
    <w:div w:id="135879284">
      <w:bodyDiv w:val="1"/>
      <w:marLeft w:val="0"/>
      <w:marRight w:val="0"/>
      <w:marTop w:val="0"/>
      <w:marBottom w:val="0"/>
      <w:divBdr>
        <w:top w:val="none" w:sz="0" w:space="0" w:color="auto"/>
        <w:left w:val="none" w:sz="0" w:space="0" w:color="auto"/>
        <w:bottom w:val="none" w:sz="0" w:space="0" w:color="auto"/>
        <w:right w:val="none" w:sz="0" w:space="0" w:color="auto"/>
      </w:divBdr>
    </w:div>
    <w:div w:id="137110011">
      <w:bodyDiv w:val="1"/>
      <w:marLeft w:val="0"/>
      <w:marRight w:val="0"/>
      <w:marTop w:val="0"/>
      <w:marBottom w:val="0"/>
      <w:divBdr>
        <w:top w:val="none" w:sz="0" w:space="0" w:color="auto"/>
        <w:left w:val="none" w:sz="0" w:space="0" w:color="auto"/>
        <w:bottom w:val="none" w:sz="0" w:space="0" w:color="auto"/>
        <w:right w:val="none" w:sz="0" w:space="0" w:color="auto"/>
      </w:divBdr>
    </w:div>
    <w:div w:id="137264719">
      <w:bodyDiv w:val="1"/>
      <w:marLeft w:val="0"/>
      <w:marRight w:val="0"/>
      <w:marTop w:val="0"/>
      <w:marBottom w:val="0"/>
      <w:divBdr>
        <w:top w:val="none" w:sz="0" w:space="0" w:color="auto"/>
        <w:left w:val="none" w:sz="0" w:space="0" w:color="auto"/>
        <w:bottom w:val="none" w:sz="0" w:space="0" w:color="auto"/>
        <w:right w:val="none" w:sz="0" w:space="0" w:color="auto"/>
      </w:divBdr>
    </w:div>
    <w:div w:id="137306004">
      <w:bodyDiv w:val="1"/>
      <w:marLeft w:val="0"/>
      <w:marRight w:val="0"/>
      <w:marTop w:val="0"/>
      <w:marBottom w:val="0"/>
      <w:divBdr>
        <w:top w:val="none" w:sz="0" w:space="0" w:color="auto"/>
        <w:left w:val="none" w:sz="0" w:space="0" w:color="auto"/>
        <w:bottom w:val="none" w:sz="0" w:space="0" w:color="auto"/>
        <w:right w:val="none" w:sz="0" w:space="0" w:color="auto"/>
      </w:divBdr>
    </w:div>
    <w:div w:id="137385361">
      <w:bodyDiv w:val="1"/>
      <w:marLeft w:val="0"/>
      <w:marRight w:val="0"/>
      <w:marTop w:val="0"/>
      <w:marBottom w:val="0"/>
      <w:divBdr>
        <w:top w:val="none" w:sz="0" w:space="0" w:color="auto"/>
        <w:left w:val="none" w:sz="0" w:space="0" w:color="auto"/>
        <w:bottom w:val="none" w:sz="0" w:space="0" w:color="auto"/>
        <w:right w:val="none" w:sz="0" w:space="0" w:color="auto"/>
      </w:divBdr>
    </w:div>
    <w:div w:id="137694908">
      <w:bodyDiv w:val="1"/>
      <w:marLeft w:val="0"/>
      <w:marRight w:val="0"/>
      <w:marTop w:val="0"/>
      <w:marBottom w:val="0"/>
      <w:divBdr>
        <w:top w:val="none" w:sz="0" w:space="0" w:color="auto"/>
        <w:left w:val="none" w:sz="0" w:space="0" w:color="auto"/>
        <w:bottom w:val="none" w:sz="0" w:space="0" w:color="auto"/>
        <w:right w:val="none" w:sz="0" w:space="0" w:color="auto"/>
      </w:divBdr>
    </w:div>
    <w:div w:id="138110608">
      <w:bodyDiv w:val="1"/>
      <w:marLeft w:val="0"/>
      <w:marRight w:val="0"/>
      <w:marTop w:val="0"/>
      <w:marBottom w:val="0"/>
      <w:divBdr>
        <w:top w:val="none" w:sz="0" w:space="0" w:color="auto"/>
        <w:left w:val="none" w:sz="0" w:space="0" w:color="auto"/>
        <w:bottom w:val="none" w:sz="0" w:space="0" w:color="auto"/>
        <w:right w:val="none" w:sz="0" w:space="0" w:color="auto"/>
      </w:divBdr>
    </w:div>
    <w:div w:id="138882953">
      <w:bodyDiv w:val="1"/>
      <w:marLeft w:val="0"/>
      <w:marRight w:val="0"/>
      <w:marTop w:val="0"/>
      <w:marBottom w:val="0"/>
      <w:divBdr>
        <w:top w:val="none" w:sz="0" w:space="0" w:color="auto"/>
        <w:left w:val="none" w:sz="0" w:space="0" w:color="auto"/>
        <w:bottom w:val="none" w:sz="0" w:space="0" w:color="auto"/>
        <w:right w:val="none" w:sz="0" w:space="0" w:color="auto"/>
      </w:divBdr>
    </w:div>
    <w:div w:id="140078870">
      <w:bodyDiv w:val="1"/>
      <w:marLeft w:val="0"/>
      <w:marRight w:val="0"/>
      <w:marTop w:val="0"/>
      <w:marBottom w:val="0"/>
      <w:divBdr>
        <w:top w:val="none" w:sz="0" w:space="0" w:color="auto"/>
        <w:left w:val="none" w:sz="0" w:space="0" w:color="auto"/>
        <w:bottom w:val="none" w:sz="0" w:space="0" w:color="auto"/>
        <w:right w:val="none" w:sz="0" w:space="0" w:color="auto"/>
      </w:divBdr>
    </w:div>
    <w:div w:id="140201089">
      <w:bodyDiv w:val="1"/>
      <w:marLeft w:val="0"/>
      <w:marRight w:val="0"/>
      <w:marTop w:val="0"/>
      <w:marBottom w:val="0"/>
      <w:divBdr>
        <w:top w:val="none" w:sz="0" w:space="0" w:color="auto"/>
        <w:left w:val="none" w:sz="0" w:space="0" w:color="auto"/>
        <w:bottom w:val="none" w:sz="0" w:space="0" w:color="auto"/>
        <w:right w:val="none" w:sz="0" w:space="0" w:color="auto"/>
      </w:divBdr>
    </w:div>
    <w:div w:id="140387032">
      <w:bodyDiv w:val="1"/>
      <w:marLeft w:val="0"/>
      <w:marRight w:val="0"/>
      <w:marTop w:val="0"/>
      <w:marBottom w:val="0"/>
      <w:divBdr>
        <w:top w:val="none" w:sz="0" w:space="0" w:color="auto"/>
        <w:left w:val="none" w:sz="0" w:space="0" w:color="auto"/>
        <w:bottom w:val="none" w:sz="0" w:space="0" w:color="auto"/>
        <w:right w:val="none" w:sz="0" w:space="0" w:color="auto"/>
      </w:divBdr>
    </w:div>
    <w:div w:id="140654301">
      <w:bodyDiv w:val="1"/>
      <w:marLeft w:val="0"/>
      <w:marRight w:val="0"/>
      <w:marTop w:val="0"/>
      <w:marBottom w:val="0"/>
      <w:divBdr>
        <w:top w:val="none" w:sz="0" w:space="0" w:color="auto"/>
        <w:left w:val="none" w:sz="0" w:space="0" w:color="auto"/>
        <w:bottom w:val="none" w:sz="0" w:space="0" w:color="auto"/>
        <w:right w:val="none" w:sz="0" w:space="0" w:color="auto"/>
      </w:divBdr>
    </w:div>
    <w:div w:id="140663256">
      <w:bodyDiv w:val="1"/>
      <w:marLeft w:val="0"/>
      <w:marRight w:val="0"/>
      <w:marTop w:val="0"/>
      <w:marBottom w:val="0"/>
      <w:divBdr>
        <w:top w:val="none" w:sz="0" w:space="0" w:color="auto"/>
        <w:left w:val="none" w:sz="0" w:space="0" w:color="auto"/>
        <w:bottom w:val="none" w:sz="0" w:space="0" w:color="auto"/>
        <w:right w:val="none" w:sz="0" w:space="0" w:color="auto"/>
      </w:divBdr>
    </w:div>
    <w:div w:id="140736616">
      <w:bodyDiv w:val="1"/>
      <w:marLeft w:val="0"/>
      <w:marRight w:val="0"/>
      <w:marTop w:val="0"/>
      <w:marBottom w:val="0"/>
      <w:divBdr>
        <w:top w:val="none" w:sz="0" w:space="0" w:color="auto"/>
        <w:left w:val="none" w:sz="0" w:space="0" w:color="auto"/>
        <w:bottom w:val="none" w:sz="0" w:space="0" w:color="auto"/>
        <w:right w:val="none" w:sz="0" w:space="0" w:color="auto"/>
      </w:divBdr>
    </w:div>
    <w:div w:id="141239466">
      <w:bodyDiv w:val="1"/>
      <w:marLeft w:val="0"/>
      <w:marRight w:val="0"/>
      <w:marTop w:val="0"/>
      <w:marBottom w:val="0"/>
      <w:divBdr>
        <w:top w:val="none" w:sz="0" w:space="0" w:color="auto"/>
        <w:left w:val="none" w:sz="0" w:space="0" w:color="auto"/>
        <w:bottom w:val="none" w:sz="0" w:space="0" w:color="auto"/>
        <w:right w:val="none" w:sz="0" w:space="0" w:color="auto"/>
      </w:divBdr>
    </w:div>
    <w:div w:id="141313417">
      <w:bodyDiv w:val="1"/>
      <w:marLeft w:val="0"/>
      <w:marRight w:val="0"/>
      <w:marTop w:val="0"/>
      <w:marBottom w:val="0"/>
      <w:divBdr>
        <w:top w:val="none" w:sz="0" w:space="0" w:color="auto"/>
        <w:left w:val="none" w:sz="0" w:space="0" w:color="auto"/>
        <w:bottom w:val="none" w:sz="0" w:space="0" w:color="auto"/>
        <w:right w:val="none" w:sz="0" w:space="0" w:color="auto"/>
      </w:divBdr>
    </w:div>
    <w:div w:id="141436176">
      <w:bodyDiv w:val="1"/>
      <w:marLeft w:val="0"/>
      <w:marRight w:val="0"/>
      <w:marTop w:val="0"/>
      <w:marBottom w:val="0"/>
      <w:divBdr>
        <w:top w:val="none" w:sz="0" w:space="0" w:color="auto"/>
        <w:left w:val="none" w:sz="0" w:space="0" w:color="auto"/>
        <w:bottom w:val="none" w:sz="0" w:space="0" w:color="auto"/>
        <w:right w:val="none" w:sz="0" w:space="0" w:color="auto"/>
      </w:divBdr>
    </w:div>
    <w:div w:id="141893226">
      <w:bodyDiv w:val="1"/>
      <w:marLeft w:val="0"/>
      <w:marRight w:val="0"/>
      <w:marTop w:val="0"/>
      <w:marBottom w:val="0"/>
      <w:divBdr>
        <w:top w:val="none" w:sz="0" w:space="0" w:color="auto"/>
        <w:left w:val="none" w:sz="0" w:space="0" w:color="auto"/>
        <w:bottom w:val="none" w:sz="0" w:space="0" w:color="auto"/>
        <w:right w:val="none" w:sz="0" w:space="0" w:color="auto"/>
      </w:divBdr>
    </w:div>
    <w:div w:id="142237805">
      <w:bodyDiv w:val="1"/>
      <w:marLeft w:val="0"/>
      <w:marRight w:val="0"/>
      <w:marTop w:val="0"/>
      <w:marBottom w:val="0"/>
      <w:divBdr>
        <w:top w:val="none" w:sz="0" w:space="0" w:color="auto"/>
        <w:left w:val="none" w:sz="0" w:space="0" w:color="auto"/>
        <w:bottom w:val="none" w:sz="0" w:space="0" w:color="auto"/>
        <w:right w:val="none" w:sz="0" w:space="0" w:color="auto"/>
      </w:divBdr>
    </w:div>
    <w:div w:id="145435949">
      <w:bodyDiv w:val="1"/>
      <w:marLeft w:val="0"/>
      <w:marRight w:val="0"/>
      <w:marTop w:val="0"/>
      <w:marBottom w:val="0"/>
      <w:divBdr>
        <w:top w:val="none" w:sz="0" w:space="0" w:color="auto"/>
        <w:left w:val="none" w:sz="0" w:space="0" w:color="auto"/>
        <w:bottom w:val="none" w:sz="0" w:space="0" w:color="auto"/>
        <w:right w:val="none" w:sz="0" w:space="0" w:color="auto"/>
      </w:divBdr>
    </w:div>
    <w:div w:id="145511703">
      <w:bodyDiv w:val="1"/>
      <w:marLeft w:val="0"/>
      <w:marRight w:val="0"/>
      <w:marTop w:val="0"/>
      <w:marBottom w:val="0"/>
      <w:divBdr>
        <w:top w:val="none" w:sz="0" w:space="0" w:color="auto"/>
        <w:left w:val="none" w:sz="0" w:space="0" w:color="auto"/>
        <w:bottom w:val="none" w:sz="0" w:space="0" w:color="auto"/>
        <w:right w:val="none" w:sz="0" w:space="0" w:color="auto"/>
      </w:divBdr>
    </w:div>
    <w:div w:id="149059866">
      <w:bodyDiv w:val="1"/>
      <w:marLeft w:val="0"/>
      <w:marRight w:val="0"/>
      <w:marTop w:val="0"/>
      <w:marBottom w:val="0"/>
      <w:divBdr>
        <w:top w:val="none" w:sz="0" w:space="0" w:color="auto"/>
        <w:left w:val="none" w:sz="0" w:space="0" w:color="auto"/>
        <w:bottom w:val="none" w:sz="0" w:space="0" w:color="auto"/>
        <w:right w:val="none" w:sz="0" w:space="0" w:color="auto"/>
      </w:divBdr>
    </w:div>
    <w:div w:id="149441684">
      <w:bodyDiv w:val="1"/>
      <w:marLeft w:val="0"/>
      <w:marRight w:val="0"/>
      <w:marTop w:val="0"/>
      <w:marBottom w:val="0"/>
      <w:divBdr>
        <w:top w:val="none" w:sz="0" w:space="0" w:color="auto"/>
        <w:left w:val="none" w:sz="0" w:space="0" w:color="auto"/>
        <w:bottom w:val="none" w:sz="0" w:space="0" w:color="auto"/>
        <w:right w:val="none" w:sz="0" w:space="0" w:color="auto"/>
      </w:divBdr>
    </w:div>
    <w:div w:id="150341351">
      <w:bodyDiv w:val="1"/>
      <w:marLeft w:val="0"/>
      <w:marRight w:val="0"/>
      <w:marTop w:val="0"/>
      <w:marBottom w:val="0"/>
      <w:divBdr>
        <w:top w:val="none" w:sz="0" w:space="0" w:color="auto"/>
        <w:left w:val="none" w:sz="0" w:space="0" w:color="auto"/>
        <w:bottom w:val="none" w:sz="0" w:space="0" w:color="auto"/>
        <w:right w:val="none" w:sz="0" w:space="0" w:color="auto"/>
      </w:divBdr>
    </w:div>
    <w:div w:id="150945743">
      <w:bodyDiv w:val="1"/>
      <w:marLeft w:val="0"/>
      <w:marRight w:val="0"/>
      <w:marTop w:val="0"/>
      <w:marBottom w:val="0"/>
      <w:divBdr>
        <w:top w:val="none" w:sz="0" w:space="0" w:color="auto"/>
        <w:left w:val="none" w:sz="0" w:space="0" w:color="auto"/>
        <w:bottom w:val="none" w:sz="0" w:space="0" w:color="auto"/>
        <w:right w:val="none" w:sz="0" w:space="0" w:color="auto"/>
      </w:divBdr>
    </w:div>
    <w:div w:id="152066621">
      <w:bodyDiv w:val="1"/>
      <w:marLeft w:val="0"/>
      <w:marRight w:val="0"/>
      <w:marTop w:val="0"/>
      <w:marBottom w:val="0"/>
      <w:divBdr>
        <w:top w:val="none" w:sz="0" w:space="0" w:color="auto"/>
        <w:left w:val="none" w:sz="0" w:space="0" w:color="auto"/>
        <w:bottom w:val="none" w:sz="0" w:space="0" w:color="auto"/>
        <w:right w:val="none" w:sz="0" w:space="0" w:color="auto"/>
      </w:divBdr>
    </w:div>
    <w:div w:id="153490754">
      <w:bodyDiv w:val="1"/>
      <w:marLeft w:val="0"/>
      <w:marRight w:val="0"/>
      <w:marTop w:val="0"/>
      <w:marBottom w:val="0"/>
      <w:divBdr>
        <w:top w:val="none" w:sz="0" w:space="0" w:color="auto"/>
        <w:left w:val="none" w:sz="0" w:space="0" w:color="auto"/>
        <w:bottom w:val="none" w:sz="0" w:space="0" w:color="auto"/>
        <w:right w:val="none" w:sz="0" w:space="0" w:color="auto"/>
      </w:divBdr>
    </w:div>
    <w:div w:id="154028222">
      <w:bodyDiv w:val="1"/>
      <w:marLeft w:val="0"/>
      <w:marRight w:val="0"/>
      <w:marTop w:val="0"/>
      <w:marBottom w:val="0"/>
      <w:divBdr>
        <w:top w:val="none" w:sz="0" w:space="0" w:color="auto"/>
        <w:left w:val="none" w:sz="0" w:space="0" w:color="auto"/>
        <w:bottom w:val="none" w:sz="0" w:space="0" w:color="auto"/>
        <w:right w:val="none" w:sz="0" w:space="0" w:color="auto"/>
      </w:divBdr>
    </w:div>
    <w:div w:id="154421310">
      <w:bodyDiv w:val="1"/>
      <w:marLeft w:val="0"/>
      <w:marRight w:val="0"/>
      <w:marTop w:val="0"/>
      <w:marBottom w:val="0"/>
      <w:divBdr>
        <w:top w:val="none" w:sz="0" w:space="0" w:color="auto"/>
        <w:left w:val="none" w:sz="0" w:space="0" w:color="auto"/>
        <w:bottom w:val="none" w:sz="0" w:space="0" w:color="auto"/>
        <w:right w:val="none" w:sz="0" w:space="0" w:color="auto"/>
      </w:divBdr>
    </w:div>
    <w:div w:id="155459080">
      <w:bodyDiv w:val="1"/>
      <w:marLeft w:val="0"/>
      <w:marRight w:val="0"/>
      <w:marTop w:val="0"/>
      <w:marBottom w:val="0"/>
      <w:divBdr>
        <w:top w:val="none" w:sz="0" w:space="0" w:color="auto"/>
        <w:left w:val="none" w:sz="0" w:space="0" w:color="auto"/>
        <w:bottom w:val="none" w:sz="0" w:space="0" w:color="auto"/>
        <w:right w:val="none" w:sz="0" w:space="0" w:color="auto"/>
      </w:divBdr>
    </w:div>
    <w:div w:id="156000978">
      <w:bodyDiv w:val="1"/>
      <w:marLeft w:val="0"/>
      <w:marRight w:val="0"/>
      <w:marTop w:val="0"/>
      <w:marBottom w:val="0"/>
      <w:divBdr>
        <w:top w:val="none" w:sz="0" w:space="0" w:color="auto"/>
        <w:left w:val="none" w:sz="0" w:space="0" w:color="auto"/>
        <w:bottom w:val="none" w:sz="0" w:space="0" w:color="auto"/>
        <w:right w:val="none" w:sz="0" w:space="0" w:color="auto"/>
      </w:divBdr>
    </w:div>
    <w:div w:id="156187420">
      <w:bodyDiv w:val="1"/>
      <w:marLeft w:val="0"/>
      <w:marRight w:val="0"/>
      <w:marTop w:val="0"/>
      <w:marBottom w:val="0"/>
      <w:divBdr>
        <w:top w:val="none" w:sz="0" w:space="0" w:color="auto"/>
        <w:left w:val="none" w:sz="0" w:space="0" w:color="auto"/>
        <w:bottom w:val="none" w:sz="0" w:space="0" w:color="auto"/>
        <w:right w:val="none" w:sz="0" w:space="0" w:color="auto"/>
      </w:divBdr>
    </w:div>
    <w:div w:id="157616560">
      <w:bodyDiv w:val="1"/>
      <w:marLeft w:val="0"/>
      <w:marRight w:val="0"/>
      <w:marTop w:val="0"/>
      <w:marBottom w:val="0"/>
      <w:divBdr>
        <w:top w:val="none" w:sz="0" w:space="0" w:color="auto"/>
        <w:left w:val="none" w:sz="0" w:space="0" w:color="auto"/>
        <w:bottom w:val="none" w:sz="0" w:space="0" w:color="auto"/>
        <w:right w:val="none" w:sz="0" w:space="0" w:color="auto"/>
      </w:divBdr>
    </w:div>
    <w:div w:id="157694200">
      <w:bodyDiv w:val="1"/>
      <w:marLeft w:val="0"/>
      <w:marRight w:val="0"/>
      <w:marTop w:val="0"/>
      <w:marBottom w:val="0"/>
      <w:divBdr>
        <w:top w:val="none" w:sz="0" w:space="0" w:color="auto"/>
        <w:left w:val="none" w:sz="0" w:space="0" w:color="auto"/>
        <w:bottom w:val="none" w:sz="0" w:space="0" w:color="auto"/>
        <w:right w:val="none" w:sz="0" w:space="0" w:color="auto"/>
      </w:divBdr>
    </w:div>
    <w:div w:id="158035099">
      <w:bodyDiv w:val="1"/>
      <w:marLeft w:val="0"/>
      <w:marRight w:val="0"/>
      <w:marTop w:val="0"/>
      <w:marBottom w:val="0"/>
      <w:divBdr>
        <w:top w:val="none" w:sz="0" w:space="0" w:color="auto"/>
        <w:left w:val="none" w:sz="0" w:space="0" w:color="auto"/>
        <w:bottom w:val="none" w:sz="0" w:space="0" w:color="auto"/>
        <w:right w:val="none" w:sz="0" w:space="0" w:color="auto"/>
      </w:divBdr>
    </w:div>
    <w:div w:id="158086407">
      <w:bodyDiv w:val="1"/>
      <w:marLeft w:val="0"/>
      <w:marRight w:val="0"/>
      <w:marTop w:val="0"/>
      <w:marBottom w:val="0"/>
      <w:divBdr>
        <w:top w:val="none" w:sz="0" w:space="0" w:color="auto"/>
        <w:left w:val="none" w:sz="0" w:space="0" w:color="auto"/>
        <w:bottom w:val="none" w:sz="0" w:space="0" w:color="auto"/>
        <w:right w:val="none" w:sz="0" w:space="0" w:color="auto"/>
      </w:divBdr>
    </w:div>
    <w:div w:id="158271108">
      <w:bodyDiv w:val="1"/>
      <w:marLeft w:val="0"/>
      <w:marRight w:val="0"/>
      <w:marTop w:val="0"/>
      <w:marBottom w:val="0"/>
      <w:divBdr>
        <w:top w:val="none" w:sz="0" w:space="0" w:color="auto"/>
        <w:left w:val="none" w:sz="0" w:space="0" w:color="auto"/>
        <w:bottom w:val="none" w:sz="0" w:space="0" w:color="auto"/>
        <w:right w:val="none" w:sz="0" w:space="0" w:color="auto"/>
      </w:divBdr>
    </w:div>
    <w:div w:id="158812292">
      <w:bodyDiv w:val="1"/>
      <w:marLeft w:val="0"/>
      <w:marRight w:val="0"/>
      <w:marTop w:val="0"/>
      <w:marBottom w:val="0"/>
      <w:divBdr>
        <w:top w:val="none" w:sz="0" w:space="0" w:color="auto"/>
        <w:left w:val="none" w:sz="0" w:space="0" w:color="auto"/>
        <w:bottom w:val="none" w:sz="0" w:space="0" w:color="auto"/>
        <w:right w:val="none" w:sz="0" w:space="0" w:color="auto"/>
      </w:divBdr>
    </w:div>
    <w:div w:id="159085405">
      <w:bodyDiv w:val="1"/>
      <w:marLeft w:val="0"/>
      <w:marRight w:val="0"/>
      <w:marTop w:val="0"/>
      <w:marBottom w:val="0"/>
      <w:divBdr>
        <w:top w:val="none" w:sz="0" w:space="0" w:color="auto"/>
        <w:left w:val="none" w:sz="0" w:space="0" w:color="auto"/>
        <w:bottom w:val="none" w:sz="0" w:space="0" w:color="auto"/>
        <w:right w:val="none" w:sz="0" w:space="0" w:color="auto"/>
      </w:divBdr>
    </w:div>
    <w:div w:id="160313795">
      <w:bodyDiv w:val="1"/>
      <w:marLeft w:val="0"/>
      <w:marRight w:val="0"/>
      <w:marTop w:val="0"/>
      <w:marBottom w:val="0"/>
      <w:divBdr>
        <w:top w:val="none" w:sz="0" w:space="0" w:color="auto"/>
        <w:left w:val="none" w:sz="0" w:space="0" w:color="auto"/>
        <w:bottom w:val="none" w:sz="0" w:space="0" w:color="auto"/>
        <w:right w:val="none" w:sz="0" w:space="0" w:color="auto"/>
      </w:divBdr>
    </w:div>
    <w:div w:id="161775450">
      <w:bodyDiv w:val="1"/>
      <w:marLeft w:val="0"/>
      <w:marRight w:val="0"/>
      <w:marTop w:val="0"/>
      <w:marBottom w:val="0"/>
      <w:divBdr>
        <w:top w:val="none" w:sz="0" w:space="0" w:color="auto"/>
        <w:left w:val="none" w:sz="0" w:space="0" w:color="auto"/>
        <w:bottom w:val="none" w:sz="0" w:space="0" w:color="auto"/>
        <w:right w:val="none" w:sz="0" w:space="0" w:color="auto"/>
      </w:divBdr>
    </w:div>
    <w:div w:id="162742917">
      <w:bodyDiv w:val="1"/>
      <w:marLeft w:val="0"/>
      <w:marRight w:val="0"/>
      <w:marTop w:val="0"/>
      <w:marBottom w:val="0"/>
      <w:divBdr>
        <w:top w:val="none" w:sz="0" w:space="0" w:color="auto"/>
        <w:left w:val="none" w:sz="0" w:space="0" w:color="auto"/>
        <w:bottom w:val="none" w:sz="0" w:space="0" w:color="auto"/>
        <w:right w:val="none" w:sz="0" w:space="0" w:color="auto"/>
      </w:divBdr>
    </w:div>
    <w:div w:id="163279259">
      <w:bodyDiv w:val="1"/>
      <w:marLeft w:val="0"/>
      <w:marRight w:val="0"/>
      <w:marTop w:val="0"/>
      <w:marBottom w:val="0"/>
      <w:divBdr>
        <w:top w:val="none" w:sz="0" w:space="0" w:color="auto"/>
        <w:left w:val="none" w:sz="0" w:space="0" w:color="auto"/>
        <w:bottom w:val="none" w:sz="0" w:space="0" w:color="auto"/>
        <w:right w:val="none" w:sz="0" w:space="0" w:color="auto"/>
      </w:divBdr>
    </w:div>
    <w:div w:id="164249122">
      <w:bodyDiv w:val="1"/>
      <w:marLeft w:val="0"/>
      <w:marRight w:val="0"/>
      <w:marTop w:val="0"/>
      <w:marBottom w:val="0"/>
      <w:divBdr>
        <w:top w:val="none" w:sz="0" w:space="0" w:color="auto"/>
        <w:left w:val="none" w:sz="0" w:space="0" w:color="auto"/>
        <w:bottom w:val="none" w:sz="0" w:space="0" w:color="auto"/>
        <w:right w:val="none" w:sz="0" w:space="0" w:color="auto"/>
      </w:divBdr>
    </w:div>
    <w:div w:id="164783632">
      <w:bodyDiv w:val="1"/>
      <w:marLeft w:val="0"/>
      <w:marRight w:val="0"/>
      <w:marTop w:val="0"/>
      <w:marBottom w:val="0"/>
      <w:divBdr>
        <w:top w:val="none" w:sz="0" w:space="0" w:color="auto"/>
        <w:left w:val="none" w:sz="0" w:space="0" w:color="auto"/>
        <w:bottom w:val="none" w:sz="0" w:space="0" w:color="auto"/>
        <w:right w:val="none" w:sz="0" w:space="0" w:color="auto"/>
      </w:divBdr>
    </w:div>
    <w:div w:id="165756914">
      <w:bodyDiv w:val="1"/>
      <w:marLeft w:val="0"/>
      <w:marRight w:val="0"/>
      <w:marTop w:val="0"/>
      <w:marBottom w:val="0"/>
      <w:divBdr>
        <w:top w:val="none" w:sz="0" w:space="0" w:color="auto"/>
        <w:left w:val="none" w:sz="0" w:space="0" w:color="auto"/>
        <w:bottom w:val="none" w:sz="0" w:space="0" w:color="auto"/>
        <w:right w:val="none" w:sz="0" w:space="0" w:color="auto"/>
      </w:divBdr>
    </w:div>
    <w:div w:id="166099304">
      <w:bodyDiv w:val="1"/>
      <w:marLeft w:val="0"/>
      <w:marRight w:val="0"/>
      <w:marTop w:val="0"/>
      <w:marBottom w:val="0"/>
      <w:divBdr>
        <w:top w:val="none" w:sz="0" w:space="0" w:color="auto"/>
        <w:left w:val="none" w:sz="0" w:space="0" w:color="auto"/>
        <w:bottom w:val="none" w:sz="0" w:space="0" w:color="auto"/>
        <w:right w:val="none" w:sz="0" w:space="0" w:color="auto"/>
      </w:divBdr>
    </w:div>
    <w:div w:id="167138589">
      <w:bodyDiv w:val="1"/>
      <w:marLeft w:val="0"/>
      <w:marRight w:val="0"/>
      <w:marTop w:val="0"/>
      <w:marBottom w:val="0"/>
      <w:divBdr>
        <w:top w:val="none" w:sz="0" w:space="0" w:color="auto"/>
        <w:left w:val="none" w:sz="0" w:space="0" w:color="auto"/>
        <w:bottom w:val="none" w:sz="0" w:space="0" w:color="auto"/>
        <w:right w:val="none" w:sz="0" w:space="0" w:color="auto"/>
      </w:divBdr>
    </w:div>
    <w:div w:id="167410850">
      <w:bodyDiv w:val="1"/>
      <w:marLeft w:val="0"/>
      <w:marRight w:val="0"/>
      <w:marTop w:val="0"/>
      <w:marBottom w:val="0"/>
      <w:divBdr>
        <w:top w:val="none" w:sz="0" w:space="0" w:color="auto"/>
        <w:left w:val="none" w:sz="0" w:space="0" w:color="auto"/>
        <w:bottom w:val="none" w:sz="0" w:space="0" w:color="auto"/>
        <w:right w:val="none" w:sz="0" w:space="0" w:color="auto"/>
      </w:divBdr>
    </w:div>
    <w:div w:id="167447771">
      <w:bodyDiv w:val="1"/>
      <w:marLeft w:val="0"/>
      <w:marRight w:val="0"/>
      <w:marTop w:val="0"/>
      <w:marBottom w:val="0"/>
      <w:divBdr>
        <w:top w:val="none" w:sz="0" w:space="0" w:color="auto"/>
        <w:left w:val="none" w:sz="0" w:space="0" w:color="auto"/>
        <w:bottom w:val="none" w:sz="0" w:space="0" w:color="auto"/>
        <w:right w:val="none" w:sz="0" w:space="0" w:color="auto"/>
      </w:divBdr>
    </w:div>
    <w:div w:id="167672255">
      <w:bodyDiv w:val="1"/>
      <w:marLeft w:val="0"/>
      <w:marRight w:val="0"/>
      <w:marTop w:val="0"/>
      <w:marBottom w:val="0"/>
      <w:divBdr>
        <w:top w:val="none" w:sz="0" w:space="0" w:color="auto"/>
        <w:left w:val="none" w:sz="0" w:space="0" w:color="auto"/>
        <w:bottom w:val="none" w:sz="0" w:space="0" w:color="auto"/>
        <w:right w:val="none" w:sz="0" w:space="0" w:color="auto"/>
      </w:divBdr>
    </w:div>
    <w:div w:id="167716930">
      <w:bodyDiv w:val="1"/>
      <w:marLeft w:val="0"/>
      <w:marRight w:val="0"/>
      <w:marTop w:val="0"/>
      <w:marBottom w:val="0"/>
      <w:divBdr>
        <w:top w:val="none" w:sz="0" w:space="0" w:color="auto"/>
        <w:left w:val="none" w:sz="0" w:space="0" w:color="auto"/>
        <w:bottom w:val="none" w:sz="0" w:space="0" w:color="auto"/>
        <w:right w:val="none" w:sz="0" w:space="0" w:color="auto"/>
      </w:divBdr>
    </w:div>
    <w:div w:id="167721106">
      <w:bodyDiv w:val="1"/>
      <w:marLeft w:val="0"/>
      <w:marRight w:val="0"/>
      <w:marTop w:val="0"/>
      <w:marBottom w:val="0"/>
      <w:divBdr>
        <w:top w:val="none" w:sz="0" w:space="0" w:color="auto"/>
        <w:left w:val="none" w:sz="0" w:space="0" w:color="auto"/>
        <w:bottom w:val="none" w:sz="0" w:space="0" w:color="auto"/>
        <w:right w:val="none" w:sz="0" w:space="0" w:color="auto"/>
      </w:divBdr>
    </w:div>
    <w:div w:id="169561866">
      <w:bodyDiv w:val="1"/>
      <w:marLeft w:val="0"/>
      <w:marRight w:val="0"/>
      <w:marTop w:val="0"/>
      <w:marBottom w:val="0"/>
      <w:divBdr>
        <w:top w:val="none" w:sz="0" w:space="0" w:color="auto"/>
        <w:left w:val="none" w:sz="0" w:space="0" w:color="auto"/>
        <w:bottom w:val="none" w:sz="0" w:space="0" w:color="auto"/>
        <w:right w:val="none" w:sz="0" w:space="0" w:color="auto"/>
      </w:divBdr>
    </w:div>
    <w:div w:id="170072303">
      <w:bodyDiv w:val="1"/>
      <w:marLeft w:val="0"/>
      <w:marRight w:val="0"/>
      <w:marTop w:val="0"/>
      <w:marBottom w:val="0"/>
      <w:divBdr>
        <w:top w:val="none" w:sz="0" w:space="0" w:color="auto"/>
        <w:left w:val="none" w:sz="0" w:space="0" w:color="auto"/>
        <w:bottom w:val="none" w:sz="0" w:space="0" w:color="auto"/>
        <w:right w:val="none" w:sz="0" w:space="0" w:color="auto"/>
      </w:divBdr>
    </w:div>
    <w:div w:id="170536434">
      <w:bodyDiv w:val="1"/>
      <w:marLeft w:val="0"/>
      <w:marRight w:val="0"/>
      <w:marTop w:val="0"/>
      <w:marBottom w:val="0"/>
      <w:divBdr>
        <w:top w:val="none" w:sz="0" w:space="0" w:color="auto"/>
        <w:left w:val="none" w:sz="0" w:space="0" w:color="auto"/>
        <w:bottom w:val="none" w:sz="0" w:space="0" w:color="auto"/>
        <w:right w:val="none" w:sz="0" w:space="0" w:color="auto"/>
      </w:divBdr>
    </w:div>
    <w:div w:id="170799333">
      <w:bodyDiv w:val="1"/>
      <w:marLeft w:val="0"/>
      <w:marRight w:val="0"/>
      <w:marTop w:val="0"/>
      <w:marBottom w:val="0"/>
      <w:divBdr>
        <w:top w:val="none" w:sz="0" w:space="0" w:color="auto"/>
        <w:left w:val="none" w:sz="0" w:space="0" w:color="auto"/>
        <w:bottom w:val="none" w:sz="0" w:space="0" w:color="auto"/>
        <w:right w:val="none" w:sz="0" w:space="0" w:color="auto"/>
      </w:divBdr>
    </w:div>
    <w:div w:id="171333883">
      <w:bodyDiv w:val="1"/>
      <w:marLeft w:val="0"/>
      <w:marRight w:val="0"/>
      <w:marTop w:val="0"/>
      <w:marBottom w:val="0"/>
      <w:divBdr>
        <w:top w:val="none" w:sz="0" w:space="0" w:color="auto"/>
        <w:left w:val="none" w:sz="0" w:space="0" w:color="auto"/>
        <w:bottom w:val="none" w:sz="0" w:space="0" w:color="auto"/>
        <w:right w:val="none" w:sz="0" w:space="0" w:color="auto"/>
      </w:divBdr>
    </w:div>
    <w:div w:id="172839276">
      <w:bodyDiv w:val="1"/>
      <w:marLeft w:val="0"/>
      <w:marRight w:val="0"/>
      <w:marTop w:val="0"/>
      <w:marBottom w:val="0"/>
      <w:divBdr>
        <w:top w:val="none" w:sz="0" w:space="0" w:color="auto"/>
        <w:left w:val="none" w:sz="0" w:space="0" w:color="auto"/>
        <w:bottom w:val="none" w:sz="0" w:space="0" w:color="auto"/>
        <w:right w:val="none" w:sz="0" w:space="0" w:color="auto"/>
      </w:divBdr>
    </w:div>
    <w:div w:id="174348330">
      <w:bodyDiv w:val="1"/>
      <w:marLeft w:val="0"/>
      <w:marRight w:val="0"/>
      <w:marTop w:val="0"/>
      <w:marBottom w:val="0"/>
      <w:divBdr>
        <w:top w:val="none" w:sz="0" w:space="0" w:color="auto"/>
        <w:left w:val="none" w:sz="0" w:space="0" w:color="auto"/>
        <w:bottom w:val="none" w:sz="0" w:space="0" w:color="auto"/>
        <w:right w:val="none" w:sz="0" w:space="0" w:color="auto"/>
      </w:divBdr>
    </w:div>
    <w:div w:id="175270284">
      <w:bodyDiv w:val="1"/>
      <w:marLeft w:val="0"/>
      <w:marRight w:val="0"/>
      <w:marTop w:val="0"/>
      <w:marBottom w:val="0"/>
      <w:divBdr>
        <w:top w:val="none" w:sz="0" w:space="0" w:color="auto"/>
        <w:left w:val="none" w:sz="0" w:space="0" w:color="auto"/>
        <w:bottom w:val="none" w:sz="0" w:space="0" w:color="auto"/>
        <w:right w:val="none" w:sz="0" w:space="0" w:color="auto"/>
      </w:divBdr>
    </w:div>
    <w:div w:id="176625584">
      <w:bodyDiv w:val="1"/>
      <w:marLeft w:val="0"/>
      <w:marRight w:val="0"/>
      <w:marTop w:val="0"/>
      <w:marBottom w:val="0"/>
      <w:divBdr>
        <w:top w:val="none" w:sz="0" w:space="0" w:color="auto"/>
        <w:left w:val="none" w:sz="0" w:space="0" w:color="auto"/>
        <w:bottom w:val="none" w:sz="0" w:space="0" w:color="auto"/>
        <w:right w:val="none" w:sz="0" w:space="0" w:color="auto"/>
      </w:divBdr>
    </w:div>
    <w:div w:id="176968977">
      <w:bodyDiv w:val="1"/>
      <w:marLeft w:val="0"/>
      <w:marRight w:val="0"/>
      <w:marTop w:val="0"/>
      <w:marBottom w:val="0"/>
      <w:divBdr>
        <w:top w:val="none" w:sz="0" w:space="0" w:color="auto"/>
        <w:left w:val="none" w:sz="0" w:space="0" w:color="auto"/>
        <w:bottom w:val="none" w:sz="0" w:space="0" w:color="auto"/>
        <w:right w:val="none" w:sz="0" w:space="0" w:color="auto"/>
      </w:divBdr>
    </w:div>
    <w:div w:id="177354050">
      <w:bodyDiv w:val="1"/>
      <w:marLeft w:val="0"/>
      <w:marRight w:val="0"/>
      <w:marTop w:val="0"/>
      <w:marBottom w:val="0"/>
      <w:divBdr>
        <w:top w:val="none" w:sz="0" w:space="0" w:color="auto"/>
        <w:left w:val="none" w:sz="0" w:space="0" w:color="auto"/>
        <w:bottom w:val="none" w:sz="0" w:space="0" w:color="auto"/>
        <w:right w:val="none" w:sz="0" w:space="0" w:color="auto"/>
      </w:divBdr>
    </w:div>
    <w:div w:id="177743640">
      <w:bodyDiv w:val="1"/>
      <w:marLeft w:val="0"/>
      <w:marRight w:val="0"/>
      <w:marTop w:val="0"/>
      <w:marBottom w:val="0"/>
      <w:divBdr>
        <w:top w:val="none" w:sz="0" w:space="0" w:color="auto"/>
        <w:left w:val="none" w:sz="0" w:space="0" w:color="auto"/>
        <w:bottom w:val="none" w:sz="0" w:space="0" w:color="auto"/>
        <w:right w:val="none" w:sz="0" w:space="0" w:color="auto"/>
      </w:divBdr>
    </w:div>
    <w:div w:id="178592951">
      <w:bodyDiv w:val="1"/>
      <w:marLeft w:val="0"/>
      <w:marRight w:val="0"/>
      <w:marTop w:val="0"/>
      <w:marBottom w:val="0"/>
      <w:divBdr>
        <w:top w:val="none" w:sz="0" w:space="0" w:color="auto"/>
        <w:left w:val="none" w:sz="0" w:space="0" w:color="auto"/>
        <w:bottom w:val="none" w:sz="0" w:space="0" w:color="auto"/>
        <w:right w:val="none" w:sz="0" w:space="0" w:color="auto"/>
      </w:divBdr>
    </w:div>
    <w:div w:id="179005145">
      <w:bodyDiv w:val="1"/>
      <w:marLeft w:val="0"/>
      <w:marRight w:val="0"/>
      <w:marTop w:val="0"/>
      <w:marBottom w:val="0"/>
      <w:divBdr>
        <w:top w:val="none" w:sz="0" w:space="0" w:color="auto"/>
        <w:left w:val="none" w:sz="0" w:space="0" w:color="auto"/>
        <w:bottom w:val="none" w:sz="0" w:space="0" w:color="auto"/>
        <w:right w:val="none" w:sz="0" w:space="0" w:color="auto"/>
      </w:divBdr>
    </w:div>
    <w:div w:id="179318159">
      <w:bodyDiv w:val="1"/>
      <w:marLeft w:val="0"/>
      <w:marRight w:val="0"/>
      <w:marTop w:val="0"/>
      <w:marBottom w:val="0"/>
      <w:divBdr>
        <w:top w:val="none" w:sz="0" w:space="0" w:color="auto"/>
        <w:left w:val="none" w:sz="0" w:space="0" w:color="auto"/>
        <w:bottom w:val="none" w:sz="0" w:space="0" w:color="auto"/>
        <w:right w:val="none" w:sz="0" w:space="0" w:color="auto"/>
      </w:divBdr>
    </w:div>
    <w:div w:id="179860316">
      <w:bodyDiv w:val="1"/>
      <w:marLeft w:val="0"/>
      <w:marRight w:val="0"/>
      <w:marTop w:val="0"/>
      <w:marBottom w:val="0"/>
      <w:divBdr>
        <w:top w:val="none" w:sz="0" w:space="0" w:color="auto"/>
        <w:left w:val="none" w:sz="0" w:space="0" w:color="auto"/>
        <w:bottom w:val="none" w:sz="0" w:space="0" w:color="auto"/>
        <w:right w:val="none" w:sz="0" w:space="0" w:color="auto"/>
      </w:divBdr>
    </w:div>
    <w:div w:id="182013596">
      <w:bodyDiv w:val="1"/>
      <w:marLeft w:val="0"/>
      <w:marRight w:val="0"/>
      <w:marTop w:val="0"/>
      <w:marBottom w:val="0"/>
      <w:divBdr>
        <w:top w:val="none" w:sz="0" w:space="0" w:color="auto"/>
        <w:left w:val="none" w:sz="0" w:space="0" w:color="auto"/>
        <w:bottom w:val="none" w:sz="0" w:space="0" w:color="auto"/>
        <w:right w:val="none" w:sz="0" w:space="0" w:color="auto"/>
      </w:divBdr>
    </w:div>
    <w:div w:id="182062776">
      <w:bodyDiv w:val="1"/>
      <w:marLeft w:val="0"/>
      <w:marRight w:val="0"/>
      <w:marTop w:val="0"/>
      <w:marBottom w:val="0"/>
      <w:divBdr>
        <w:top w:val="none" w:sz="0" w:space="0" w:color="auto"/>
        <w:left w:val="none" w:sz="0" w:space="0" w:color="auto"/>
        <w:bottom w:val="none" w:sz="0" w:space="0" w:color="auto"/>
        <w:right w:val="none" w:sz="0" w:space="0" w:color="auto"/>
      </w:divBdr>
    </w:div>
    <w:div w:id="182549815">
      <w:bodyDiv w:val="1"/>
      <w:marLeft w:val="0"/>
      <w:marRight w:val="0"/>
      <w:marTop w:val="0"/>
      <w:marBottom w:val="0"/>
      <w:divBdr>
        <w:top w:val="none" w:sz="0" w:space="0" w:color="auto"/>
        <w:left w:val="none" w:sz="0" w:space="0" w:color="auto"/>
        <w:bottom w:val="none" w:sz="0" w:space="0" w:color="auto"/>
        <w:right w:val="none" w:sz="0" w:space="0" w:color="auto"/>
      </w:divBdr>
    </w:div>
    <w:div w:id="184251576">
      <w:bodyDiv w:val="1"/>
      <w:marLeft w:val="0"/>
      <w:marRight w:val="0"/>
      <w:marTop w:val="0"/>
      <w:marBottom w:val="0"/>
      <w:divBdr>
        <w:top w:val="none" w:sz="0" w:space="0" w:color="auto"/>
        <w:left w:val="none" w:sz="0" w:space="0" w:color="auto"/>
        <w:bottom w:val="none" w:sz="0" w:space="0" w:color="auto"/>
        <w:right w:val="none" w:sz="0" w:space="0" w:color="auto"/>
      </w:divBdr>
    </w:div>
    <w:div w:id="184707750">
      <w:bodyDiv w:val="1"/>
      <w:marLeft w:val="0"/>
      <w:marRight w:val="0"/>
      <w:marTop w:val="0"/>
      <w:marBottom w:val="0"/>
      <w:divBdr>
        <w:top w:val="none" w:sz="0" w:space="0" w:color="auto"/>
        <w:left w:val="none" w:sz="0" w:space="0" w:color="auto"/>
        <w:bottom w:val="none" w:sz="0" w:space="0" w:color="auto"/>
        <w:right w:val="none" w:sz="0" w:space="0" w:color="auto"/>
      </w:divBdr>
    </w:div>
    <w:div w:id="185870602">
      <w:bodyDiv w:val="1"/>
      <w:marLeft w:val="0"/>
      <w:marRight w:val="0"/>
      <w:marTop w:val="0"/>
      <w:marBottom w:val="0"/>
      <w:divBdr>
        <w:top w:val="none" w:sz="0" w:space="0" w:color="auto"/>
        <w:left w:val="none" w:sz="0" w:space="0" w:color="auto"/>
        <w:bottom w:val="none" w:sz="0" w:space="0" w:color="auto"/>
        <w:right w:val="none" w:sz="0" w:space="0" w:color="auto"/>
      </w:divBdr>
    </w:div>
    <w:div w:id="188764720">
      <w:bodyDiv w:val="1"/>
      <w:marLeft w:val="0"/>
      <w:marRight w:val="0"/>
      <w:marTop w:val="0"/>
      <w:marBottom w:val="0"/>
      <w:divBdr>
        <w:top w:val="none" w:sz="0" w:space="0" w:color="auto"/>
        <w:left w:val="none" w:sz="0" w:space="0" w:color="auto"/>
        <w:bottom w:val="none" w:sz="0" w:space="0" w:color="auto"/>
        <w:right w:val="none" w:sz="0" w:space="0" w:color="auto"/>
      </w:divBdr>
    </w:div>
    <w:div w:id="189102314">
      <w:bodyDiv w:val="1"/>
      <w:marLeft w:val="0"/>
      <w:marRight w:val="0"/>
      <w:marTop w:val="0"/>
      <w:marBottom w:val="0"/>
      <w:divBdr>
        <w:top w:val="none" w:sz="0" w:space="0" w:color="auto"/>
        <w:left w:val="none" w:sz="0" w:space="0" w:color="auto"/>
        <w:bottom w:val="none" w:sz="0" w:space="0" w:color="auto"/>
        <w:right w:val="none" w:sz="0" w:space="0" w:color="auto"/>
      </w:divBdr>
    </w:div>
    <w:div w:id="190462447">
      <w:bodyDiv w:val="1"/>
      <w:marLeft w:val="0"/>
      <w:marRight w:val="0"/>
      <w:marTop w:val="0"/>
      <w:marBottom w:val="0"/>
      <w:divBdr>
        <w:top w:val="none" w:sz="0" w:space="0" w:color="auto"/>
        <w:left w:val="none" w:sz="0" w:space="0" w:color="auto"/>
        <w:bottom w:val="none" w:sz="0" w:space="0" w:color="auto"/>
        <w:right w:val="none" w:sz="0" w:space="0" w:color="auto"/>
      </w:divBdr>
    </w:div>
    <w:div w:id="191310217">
      <w:bodyDiv w:val="1"/>
      <w:marLeft w:val="0"/>
      <w:marRight w:val="0"/>
      <w:marTop w:val="0"/>
      <w:marBottom w:val="0"/>
      <w:divBdr>
        <w:top w:val="none" w:sz="0" w:space="0" w:color="auto"/>
        <w:left w:val="none" w:sz="0" w:space="0" w:color="auto"/>
        <w:bottom w:val="none" w:sz="0" w:space="0" w:color="auto"/>
        <w:right w:val="none" w:sz="0" w:space="0" w:color="auto"/>
      </w:divBdr>
    </w:div>
    <w:div w:id="192958669">
      <w:bodyDiv w:val="1"/>
      <w:marLeft w:val="0"/>
      <w:marRight w:val="0"/>
      <w:marTop w:val="0"/>
      <w:marBottom w:val="0"/>
      <w:divBdr>
        <w:top w:val="none" w:sz="0" w:space="0" w:color="auto"/>
        <w:left w:val="none" w:sz="0" w:space="0" w:color="auto"/>
        <w:bottom w:val="none" w:sz="0" w:space="0" w:color="auto"/>
        <w:right w:val="none" w:sz="0" w:space="0" w:color="auto"/>
      </w:divBdr>
    </w:div>
    <w:div w:id="193034103">
      <w:bodyDiv w:val="1"/>
      <w:marLeft w:val="0"/>
      <w:marRight w:val="0"/>
      <w:marTop w:val="0"/>
      <w:marBottom w:val="0"/>
      <w:divBdr>
        <w:top w:val="none" w:sz="0" w:space="0" w:color="auto"/>
        <w:left w:val="none" w:sz="0" w:space="0" w:color="auto"/>
        <w:bottom w:val="none" w:sz="0" w:space="0" w:color="auto"/>
        <w:right w:val="none" w:sz="0" w:space="0" w:color="auto"/>
      </w:divBdr>
    </w:div>
    <w:div w:id="193542431">
      <w:bodyDiv w:val="1"/>
      <w:marLeft w:val="0"/>
      <w:marRight w:val="0"/>
      <w:marTop w:val="0"/>
      <w:marBottom w:val="0"/>
      <w:divBdr>
        <w:top w:val="none" w:sz="0" w:space="0" w:color="auto"/>
        <w:left w:val="none" w:sz="0" w:space="0" w:color="auto"/>
        <w:bottom w:val="none" w:sz="0" w:space="0" w:color="auto"/>
        <w:right w:val="none" w:sz="0" w:space="0" w:color="auto"/>
      </w:divBdr>
    </w:div>
    <w:div w:id="195119730">
      <w:bodyDiv w:val="1"/>
      <w:marLeft w:val="0"/>
      <w:marRight w:val="0"/>
      <w:marTop w:val="0"/>
      <w:marBottom w:val="0"/>
      <w:divBdr>
        <w:top w:val="none" w:sz="0" w:space="0" w:color="auto"/>
        <w:left w:val="none" w:sz="0" w:space="0" w:color="auto"/>
        <w:bottom w:val="none" w:sz="0" w:space="0" w:color="auto"/>
        <w:right w:val="none" w:sz="0" w:space="0" w:color="auto"/>
      </w:divBdr>
    </w:div>
    <w:div w:id="195429208">
      <w:bodyDiv w:val="1"/>
      <w:marLeft w:val="0"/>
      <w:marRight w:val="0"/>
      <w:marTop w:val="0"/>
      <w:marBottom w:val="0"/>
      <w:divBdr>
        <w:top w:val="none" w:sz="0" w:space="0" w:color="auto"/>
        <w:left w:val="none" w:sz="0" w:space="0" w:color="auto"/>
        <w:bottom w:val="none" w:sz="0" w:space="0" w:color="auto"/>
        <w:right w:val="none" w:sz="0" w:space="0" w:color="auto"/>
      </w:divBdr>
    </w:div>
    <w:div w:id="195850317">
      <w:bodyDiv w:val="1"/>
      <w:marLeft w:val="0"/>
      <w:marRight w:val="0"/>
      <w:marTop w:val="0"/>
      <w:marBottom w:val="0"/>
      <w:divBdr>
        <w:top w:val="none" w:sz="0" w:space="0" w:color="auto"/>
        <w:left w:val="none" w:sz="0" w:space="0" w:color="auto"/>
        <w:bottom w:val="none" w:sz="0" w:space="0" w:color="auto"/>
        <w:right w:val="none" w:sz="0" w:space="0" w:color="auto"/>
      </w:divBdr>
    </w:div>
    <w:div w:id="195972292">
      <w:bodyDiv w:val="1"/>
      <w:marLeft w:val="0"/>
      <w:marRight w:val="0"/>
      <w:marTop w:val="0"/>
      <w:marBottom w:val="0"/>
      <w:divBdr>
        <w:top w:val="none" w:sz="0" w:space="0" w:color="auto"/>
        <w:left w:val="none" w:sz="0" w:space="0" w:color="auto"/>
        <w:bottom w:val="none" w:sz="0" w:space="0" w:color="auto"/>
        <w:right w:val="none" w:sz="0" w:space="0" w:color="auto"/>
      </w:divBdr>
    </w:div>
    <w:div w:id="196046757">
      <w:bodyDiv w:val="1"/>
      <w:marLeft w:val="0"/>
      <w:marRight w:val="0"/>
      <w:marTop w:val="0"/>
      <w:marBottom w:val="0"/>
      <w:divBdr>
        <w:top w:val="none" w:sz="0" w:space="0" w:color="auto"/>
        <w:left w:val="none" w:sz="0" w:space="0" w:color="auto"/>
        <w:bottom w:val="none" w:sz="0" w:space="0" w:color="auto"/>
        <w:right w:val="none" w:sz="0" w:space="0" w:color="auto"/>
      </w:divBdr>
    </w:div>
    <w:div w:id="196817391">
      <w:bodyDiv w:val="1"/>
      <w:marLeft w:val="0"/>
      <w:marRight w:val="0"/>
      <w:marTop w:val="0"/>
      <w:marBottom w:val="0"/>
      <w:divBdr>
        <w:top w:val="none" w:sz="0" w:space="0" w:color="auto"/>
        <w:left w:val="none" w:sz="0" w:space="0" w:color="auto"/>
        <w:bottom w:val="none" w:sz="0" w:space="0" w:color="auto"/>
        <w:right w:val="none" w:sz="0" w:space="0" w:color="auto"/>
      </w:divBdr>
    </w:div>
    <w:div w:id="197082414">
      <w:bodyDiv w:val="1"/>
      <w:marLeft w:val="0"/>
      <w:marRight w:val="0"/>
      <w:marTop w:val="0"/>
      <w:marBottom w:val="0"/>
      <w:divBdr>
        <w:top w:val="none" w:sz="0" w:space="0" w:color="auto"/>
        <w:left w:val="none" w:sz="0" w:space="0" w:color="auto"/>
        <w:bottom w:val="none" w:sz="0" w:space="0" w:color="auto"/>
        <w:right w:val="none" w:sz="0" w:space="0" w:color="auto"/>
      </w:divBdr>
    </w:div>
    <w:div w:id="197426747">
      <w:bodyDiv w:val="1"/>
      <w:marLeft w:val="0"/>
      <w:marRight w:val="0"/>
      <w:marTop w:val="0"/>
      <w:marBottom w:val="0"/>
      <w:divBdr>
        <w:top w:val="none" w:sz="0" w:space="0" w:color="auto"/>
        <w:left w:val="none" w:sz="0" w:space="0" w:color="auto"/>
        <w:bottom w:val="none" w:sz="0" w:space="0" w:color="auto"/>
        <w:right w:val="none" w:sz="0" w:space="0" w:color="auto"/>
      </w:divBdr>
    </w:div>
    <w:div w:id="198126346">
      <w:bodyDiv w:val="1"/>
      <w:marLeft w:val="0"/>
      <w:marRight w:val="0"/>
      <w:marTop w:val="0"/>
      <w:marBottom w:val="0"/>
      <w:divBdr>
        <w:top w:val="none" w:sz="0" w:space="0" w:color="auto"/>
        <w:left w:val="none" w:sz="0" w:space="0" w:color="auto"/>
        <w:bottom w:val="none" w:sz="0" w:space="0" w:color="auto"/>
        <w:right w:val="none" w:sz="0" w:space="0" w:color="auto"/>
      </w:divBdr>
    </w:div>
    <w:div w:id="198858023">
      <w:bodyDiv w:val="1"/>
      <w:marLeft w:val="0"/>
      <w:marRight w:val="0"/>
      <w:marTop w:val="0"/>
      <w:marBottom w:val="0"/>
      <w:divBdr>
        <w:top w:val="none" w:sz="0" w:space="0" w:color="auto"/>
        <w:left w:val="none" w:sz="0" w:space="0" w:color="auto"/>
        <w:bottom w:val="none" w:sz="0" w:space="0" w:color="auto"/>
        <w:right w:val="none" w:sz="0" w:space="0" w:color="auto"/>
      </w:divBdr>
    </w:div>
    <w:div w:id="200480805">
      <w:bodyDiv w:val="1"/>
      <w:marLeft w:val="0"/>
      <w:marRight w:val="0"/>
      <w:marTop w:val="0"/>
      <w:marBottom w:val="0"/>
      <w:divBdr>
        <w:top w:val="none" w:sz="0" w:space="0" w:color="auto"/>
        <w:left w:val="none" w:sz="0" w:space="0" w:color="auto"/>
        <w:bottom w:val="none" w:sz="0" w:space="0" w:color="auto"/>
        <w:right w:val="none" w:sz="0" w:space="0" w:color="auto"/>
      </w:divBdr>
    </w:div>
    <w:div w:id="200482000">
      <w:bodyDiv w:val="1"/>
      <w:marLeft w:val="0"/>
      <w:marRight w:val="0"/>
      <w:marTop w:val="0"/>
      <w:marBottom w:val="0"/>
      <w:divBdr>
        <w:top w:val="none" w:sz="0" w:space="0" w:color="auto"/>
        <w:left w:val="none" w:sz="0" w:space="0" w:color="auto"/>
        <w:bottom w:val="none" w:sz="0" w:space="0" w:color="auto"/>
        <w:right w:val="none" w:sz="0" w:space="0" w:color="auto"/>
      </w:divBdr>
    </w:div>
    <w:div w:id="200634897">
      <w:bodyDiv w:val="1"/>
      <w:marLeft w:val="0"/>
      <w:marRight w:val="0"/>
      <w:marTop w:val="0"/>
      <w:marBottom w:val="0"/>
      <w:divBdr>
        <w:top w:val="none" w:sz="0" w:space="0" w:color="auto"/>
        <w:left w:val="none" w:sz="0" w:space="0" w:color="auto"/>
        <w:bottom w:val="none" w:sz="0" w:space="0" w:color="auto"/>
        <w:right w:val="none" w:sz="0" w:space="0" w:color="auto"/>
      </w:divBdr>
    </w:div>
    <w:div w:id="200746985">
      <w:bodyDiv w:val="1"/>
      <w:marLeft w:val="0"/>
      <w:marRight w:val="0"/>
      <w:marTop w:val="0"/>
      <w:marBottom w:val="0"/>
      <w:divBdr>
        <w:top w:val="none" w:sz="0" w:space="0" w:color="auto"/>
        <w:left w:val="none" w:sz="0" w:space="0" w:color="auto"/>
        <w:bottom w:val="none" w:sz="0" w:space="0" w:color="auto"/>
        <w:right w:val="none" w:sz="0" w:space="0" w:color="auto"/>
      </w:divBdr>
    </w:div>
    <w:div w:id="201141062">
      <w:bodyDiv w:val="1"/>
      <w:marLeft w:val="0"/>
      <w:marRight w:val="0"/>
      <w:marTop w:val="0"/>
      <w:marBottom w:val="0"/>
      <w:divBdr>
        <w:top w:val="none" w:sz="0" w:space="0" w:color="auto"/>
        <w:left w:val="none" w:sz="0" w:space="0" w:color="auto"/>
        <w:bottom w:val="none" w:sz="0" w:space="0" w:color="auto"/>
        <w:right w:val="none" w:sz="0" w:space="0" w:color="auto"/>
      </w:divBdr>
    </w:div>
    <w:div w:id="201403466">
      <w:bodyDiv w:val="1"/>
      <w:marLeft w:val="0"/>
      <w:marRight w:val="0"/>
      <w:marTop w:val="0"/>
      <w:marBottom w:val="0"/>
      <w:divBdr>
        <w:top w:val="none" w:sz="0" w:space="0" w:color="auto"/>
        <w:left w:val="none" w:sz="0" w:space="0" w:color="auto"/>
        <w:bottom w:val="none" w:sz="0" w:space="0" w:color="auto"/>
        <w:right w:val="none" w:sz="0" w:space="0" w:color="auto"/>
      </w:divBdr>
    </w:div>
    <w:div w:id="201943409">
      <w:bodyDiv w:val="1"/>
      <w:marLeft w:val="0"/>
      <w:marRight w:val="0"/>
      <w:marTop w:val="0"/>
      <w:marBottom w:val="0"/>
      <w:divBdr>
        <w:top w:val="none" w:sz="0" w:space="0" w:color="auto"/>
        <w:left w:val="none" w:sz="0" w:space="0" w:color="auto"/>
        <w:bottom w:val="none" w:sz="0" w:space="0" w:color="auto"/>
        <w:right w:val="none" w:sz="0" w:space="0" w:color="auto"/>
      </w:divBdr>
    </w:div>
    <w:div w:id="202326611">
      <w:bodyDiv w:val="1"/>
      <w:marLeft w:val="0"/>
      <w:marRight w:val="0"/>
      <w:marTop w:val="0"/>
      <w:marBottom w:val="0"/>
      <w:divBdr>
        <w:top w:val="none" w:sz="0" w:space="0" w:color="auto"/>
        <w:left w:val="none" w:sz="0" w:space="0" w:color="auto"/>
        <w:bottom w:val="none" w:sz="0" w:space="0" w:color="auto"/>
        <w:right w:val="none" w:sz="0" w:space="0" w:color="auto"/>
      </w:divBdr>
    </w:div>
    <w:div w:id="202406140">
      <w:bodyDiv w:val="1"/>
      <w:marLeft w:val="0"/>
      <w:marRight w:val="0"/>
      <w:marTop w:val="0"/>
      <w:marBottom w:val="0"/>
      <w:divBdr>
        <w:top w:val="none" w:sz="0" w:space="0" w:color="auto"/>
        <w:left w:val="none" w:sz="0" w:space="0" w:color="auto"/>
        <w:bottom w:val="none" w:sz="0" w:space="0" w:color="auto"/>
        <w:right w:val="none" w:sz="0" w:space="0" w:color="auto"/>
      </w:divBdr>
    </w:div>
    <w:div w:id="202787786">
      <w:bodyDiv w:val="1"/>
      <w:marLeft w:val="0"/>
      <w:marRight w:val="0"/>
      <w:marTop w:val="0"/>
      <w:marBottom w:val="0"/>
      <w:divBdr>
        <w:top w:val="none" w:sz="0" w:space="0" w:color="auto"/>
        <w:left w:val="none" w:sz="0" w:space="0" w:color="auto"/>
        <w:bottom w:val="none" w:sz="0" w:space="0" w:color="auto"/>
        <w:right w:val="none" w:sz="0" w:space="0" w:color="auto"/>
      </w:divBdr>
    </w:div>
    <w:div w:id="203295549">
      <w:bodyDiv w:val="1"/>
      <w:marLeft w:val="0"/>
      <w:marRight w:val="0"/>
      <w:marTop w:val="0"/>
      <w:marBottom w:val="0"/>
      <w:divBdr>
        <w:top w:val="none" w:sz="0" w:space="0" w:color="auto"/>
        <w:left w:val="none" w:sz="0" w:space="0" w:color="auto"/>
        <w:bottom w:val="none" w:sz="0" w:space="0" w:color="auto"/>
        <w:right w:val="none" w:sz="0" w:space="0" w:color="auto"/>
      </w:divBdr>
    </w:div>
    <w:div w:id="204098552">
      <w:bodyDiv w:val="1"/>
      <w:marLeft w:val="0"/>
      <w:marRight w:val="0"/>
      <w:marTop w:val="0"/>
      <w:marBottom w:val="0"/>
      <w:divBdr>
        <w:top w:val="none" w:sz="0" w:space="0" w:color="auto"/>
        <w:left w:val="none" w:sz="0" w:space="0" w:color="auto"/>
        <w:bottom w:val="none" w:sz="0" w:space="0" w:color="auto"/>
        <w:right w:val="none" w:sz="0" w:space="0" w:color="auto"/>
      </w:divBdr>
    </w:div>
    <w:div w:id="205023858">
      <w:bodyDiv w:val="1"/>
      <w:marLeft w:val="0"/>
      <w:marRight w:val="0"/>
      <w:marTop w:val="0"/>
      <w:marBottom w:val="0"/>
      <w:divBdr>
        <w:top w:val="none" w:sz="0" w:space="0" w:color="auto"/>
        <w:left w:val="none" w:sz="0" w:space="0" w:color="auto"/>
        <w:bottom w:val="none" w:sz="0" w:space="0" w:color="auto"/>
        <w:right w:val="none" w:sz="0" w:space="0" w:color="auto"/>
      </w:divBdr>
    </w:div>
    <w:div w:id="205066508">
      <w:bodyDiv w:val="1"/>
      <w:marLeft w:val="0"/>
      <w:marRight w:val="0"/>
      <w:marTop w:val="0"/>
      <w:marBottom w:val="0"/>
      <w:divBdr>
        <w:top w:val="none" w:sz="0" w:space="0" w:color="auto"/>
        <w:left w:val="none" w:sz="0" w:space="0" w:color="auto"/>
        <w:bottom w:val="none" w:sz="0" w:space="0" w:color="auto"/>
        <w:right w:val="none" w:sz="0" w:space="0" w:color="auto"/>
      </w:divBdr>
    </w:div>
    <w:div w:id="205797398">
      <w:bodyDiv w:val="1"/>
      <w:marLeft w:val="0"/>
      <w:marRight w:val="0"/>
      <w:marTop w:val="0"/>
      <w:marBottom w:val="0"/>
      <w:divBdr>
        <w:top w:val="none" w:sz="0" w:space="0" w:color="auto"/>
        <w:left w:val="none" w:sz="0" w:space="0" w:color="auto"/>
        <w:bottom w:val="none" w:sz="0" w:space="0" w:color="auto"/>
        <w:right w:val="none" w:sz="0" w:space="0" w:color="auto"/>
      </w:divBdr>
    </w:div>
    <w:div w:id="207885419">
      <w:bodyDiv w:val="1"/>
      <w:marLeft w:val="0"/>
      <w:marRight w:val="0"/>
      <w:marTop w:val="0"/>
      <w:marBottom w:val="0"/>
      <w:divBdr>
        <w:top w:val="none" w:sz="0" w:space="0" w:color="auto"/>
        <w:left w:val="none" w:sz="0" w:space="0" w:color="auto"/>
        <w:bottom w:val="none" w:sz="0" w:space="0" w:color="auto"/>
        <w:right w:val="none" w:sz="0" w:space="0" w:color="auto"/>
      </w:divBdr>
    </w:div>
    <w:div w:id="208222362">
      <w:bodyDiv w:val="1"/>
      <w:marLeft w:val="0"/>
      <w:marRight w:val="0"/>
      <w:marTop w:val="0"/>
      <w:marBottom w:val="0"/>
      <w:divBdr>
        <w:top w:val="none" w:sz="0" w:space="0" w:color="auto"/>
        <w:left w:val="none" w:sz="0" w:space="0" w:color="auto"/>
        <w:bottom w:val="none" w:sz="0" w:space="0" w:color="auto"/>
        <w:right w:val="none" w:sz="0" w:space="0" w:color="auto"/>
      </w:divBdr>
    </w:div>
    <w:div w:id="208807110">
      <w:bodyDiv w:val="1"/>
      <w:marLeft w:val="0"/>
      <w:marRight w:val="0"/>
      <w:marTop w:val="0"/>
      <w:marBottom w:val="0"/>
      <w:divBdr>
        <w:top w:val="none" w:sz="0" w:space="0" w:color="auto"/>
        <w:left w:val="none" w:sz="0" w:space="0" w:color="auto"/>
        <w:bottom w:val="none" w:sz="0" w:space="0" w:color="auto"/>
        <w:right w:val="none" w:sz="0" w:space="0" w:color="auto"/>
      </w:divBdr>
    </w:div>
    <w:div w:id="209729595">
      <w:bodyDiv w:val="1"/>
      <w:marLeft w:val="0"/>
      <w:marRight w:val="0"/>
      <w:marTop w:val="0"/>
      <w:marBottom w:val="0"/>
      <w:divBdr>
        <w:top w:val="none" w:sz="0" w:space="0" w:color="auto"/>
        <w:left w:val="none" w:sz="0" w:space="0" w:color="auto"/>
        <w:bottom w:val="none" w:sz="0" w:space="0" w:color="auto"/>
        <w:right w:val="none" w:sz="0" w:space="0" w:color="auto"/>
      </w:divBdr>
    </w:div>
    <w:div w:id="210651383">
      <w:bodyDiv w:val="1"/>
      <w:marLeft w:val="0"/>
      <w:marRight w:val="0"/>
      <w:marTop w:val="0"/>
      <w:marBottom w:val="0"/>
      <w:divBdr>
        <w:top w:val="none" w:sz="0" w:space="0" w:color="auto"/>
        <w:left w:val="none" w:sz="0" w:space="0" w:color="auto"/>
        <w:bottom w:val="none" w:sz="0" w:space="0" w:color="auto"/>
        <w:right w:val="none" w:sz="0" w:space="0" w:color="auto"/>
      </w:divBdr>
    </w:div>
    <w:div w:id="210926453">
      <w:bodyDiv w:val="1"/>
      <w:marLeft w:val="0"/>
      <w:marRight w:val="0"/>
      <w:marTop w:val="0"/>
      <w:marBottom w:val="0"/>
      <w:divBdr>
        <w:top w:val="none" w:sz="0" w:space="0" w:color="auto"/>
        <w:left w:val="none" w:sz="0" w:space="0" w:color="auto"/>
        <w:bottom w:val="none" w:sz="0" w:space="0" w:color="auto"/>
        <w:right w:val="none" w:sz="0" w:space="0" w:color="auto"/>
      </w:divBdr>
    </w:div>
    <w:div w:id="212543186">
      <w:bodyDiv w:val="1"/>
      <w:marLeft w:val="0"/>
      <w:marRight w:val="0"/>
      <w:marTop w:val="0"/>
      <w:marBottom w:val="0"/>
      <w:divBdr>
        <w:top w:val="none" w:sz="0" w:space="0" w:color="auto"/>
        <w:left w:val="none" w:sz="0" w:space="0" w:color="auto"/>
        <w:bottom w:val="none" w:sz="0" w:space="0" w:color="auto"/>
        <w:right w:val="none" w:sz="0" w:space="0" w:color="auto"/>
      </w:divBdr>
    </w:div>
    <w:div w:id="214122789">
      <w:bodyDiv w:val="1"/>
      <w:marLeft w:val="0"/>
      <w:marRight w:val="0"/>
      <w:marTop w:val="0"/>
      <w:marBottom w:val="0"/>
      <w:divBdr>
        <w:top w:val="none" w:sz="0" w:space="0" w:color="auto"/>
        <w:left w:val="none" w:sz="0" w:space="0" w:color="auto"/>
        <w:bottom w:val="none" w:sz="0" w:space="0" w:color="auto"/>
        <w:right w:val="none" w:sz="0" w:space="0" w:color="auto"/>
      </w:divBdr>
    </w:div>
    <w:div w:id="217283911">
      <w:bodyDiv w:val="1"/>
      <w:marLeft w:val="0"/>
      <w:marRight w:val="0"/>
      <w:marTop w:val="0"/>
      <w:marBottom w:val="0"/>
      <w:divBdr>
        <w:top w:val="none" w:sz="0" w:space="0" w:color="auto"/>
        <w:left w:val="none" w:sz="0" w:space="0" w:color="auto"/>
        <w:bottom w:val="none" w:sz="0" w:space="0" w:color="auto"/>
        <w:right w:val="none" w:sz="0" w:space="0" w:color="auto"/>
      </w:divBdr>
    </w:div>
    <w:div w:id="217519358">
      <w:bodyDiv w:val="1"/>
      <w:marLeft w:val="0"/>
      <w:marRight w:val="0"/>
      <w:marTop w:val="0"/>
      <w:marBottom w:val="0"/>
      <w:divBdr>
        <w:top w:val="none" w:sz="0" w:space="0" w:color="auto"/>
        <w:left w:val="none" w:sz="0" w:space="0" w:color="auto"/>
        <w:bottom w:val="none" w:sz="0" w:space="0" w:color="auto"/>
        <w:right w:val="none" w:sz="0" w:space="0" w:color="auto"/>
      </w:divBdr>
    </w:div>
    <w:div w:id="217521669">
      <w:bodyDiv w:val="1"/>
      <w:marLeft w:val="0"/>
      <w:marRight w:val="0"/>
      <w:marTop w:val="0"/>
      <w:marBottom w:val="0"/>
      <w:divBdr>
        <w:top w:val="none" w:sz="0" w:space="0" w:color="auto"/>
        <w:left w:val="none" w:sz="0" w:space="0" w:color="auto"/>
        <w:bottom w:val="none" w:sz="0" w:space="0" w:color="auto"/>
        <w:right w:val="none" w:sz="0" w:space="0" w:color="auto"/>
      </w:divBdr>
    </w:div>
    <w:div w:id="217664685">
      <w:bodyDiv w:val="1"/>
      <w:marLeft w:val="0"/>
      <w:marRight w:val="0"/>
      <w:marTop w:val="0"/>
      <w:marBottom w:val="0"/>
      <w:divBdr>
        <w:top w:val="none" w:sz="0" w:space="0" w:color="auto"/>
        <w:left w:val="none" w:sz="0" w:space="0" w:color="auto"/>
        <w:bottom w:val="none" w:sz="0" w:space="0" w:color="auto"/>
        <w:right w:val="none" w:sz="0" w:space="0" w:color="auto"/>
      </w:divBdr>
    </w:div>
    <w:div w:id="220286917">
      <w:bodyDiv w:val="1"/>
      <w:marLeft w:val="0"/>
      <w:marRight w:val="0"/>
      <w:marTop w:val="0"/>
      <w:marBottom w:val="0"/>
      <w:divBdr>
        <w:top w:val="none" w:sz="0" w:space="0" w:color="auto"/>
        <w:left w:val="none" w:sz="0" w:space="0" w:color="auto"/>
        <w:bottom w:val="none" w:sz="0" w:space="0" w:color="auto"/>
        <w:right w:val="none" w:sz="0" w:space="0" w:color="auto"/>
      </w:divBdr>
    </w:div>
    <w:div w:id="220405141">
      <w:bodyDiv w:val="1"/>
      <w:marLeft w:val="0"/>
      <w:marRight w:val="0"/>
      <w:marTop w:val="0"/>
      <w:marBottom w:val="0"/>
      <w:divBdr>
        <w:top w:val="none" w:sz="0" w:space="0" w:color="auto"/>
        <w:left w:val="none" w:sz="0" w:space="0" w:color="auto"/>
        <w:bottom w:val="none" w:sz="0" w:space="0" w:color="auto"/>
        <w:right w:val="none" w:sz="0" w:space="0" w:color="auto"/>
      </w:divBdr>
    </w:div>
    <w:div w:id="220944563">
      <w:bodyDiv w:val="1"/>
      <w:marLeft w:val="0"/>
      <w:marRight w:val="0"/>
      <w:marTop w:val="0"/>
      <w:marBottom w:val="0"/>
      <w:divBdr>
        <w:top w:val="none" w:sz="0" w:space="0" w:color="auto"/>
        <w:left w:val="none" w:sz="0" w:space="0" w:color="auto"/>
        <w:bottom w:val="none" w:sz="0" w:space="0" w:color="auto"/>
        <w:right w:val="none" w:sz="0" w:space="0" w:color="auto"/>
      </w:divBdr>
    </w:div>
    <w:div w:id="220990064">
      <w:bodyDiv w:val="1"/>
      <w:marLeft w:val="0"/>
      <w:marRight w:val="0"/>
      <w:marTop w:val="0"/>
      <w:marBottom w:val="0"/>
      <w:divBdr>
        <w:top w:val="none" w:sz="0" w:space="0" w:color="auto"/>
        <w:left w:val="none" w:sz="0" w:space="0" w:color="auto"/>
        <w:bottom w:val="none" w:sz="0" w:space="0" w:color="auto"/>
        <w:right w:val="none" w:sz="0" w:space="0" w:color="auto"/>
      </w:divBdr>
    </w:div>
    <w:div w:id="222764867">
      <w:bodyDiv w:val="1"/>
      <w:marLeft w:val="0"/>
      <w:marRight w:val="0"/>
      <w:marTop w:val="0"/>
      <w:marBottom w:val="0"/>
      <w:divBdr>
        <w:top w:val="none" w:sz="0" w:space="0" w:color="auto"/>
        <w:left w:val="none" w:sz="0" w:space="0" w:color="auto"/>
        <w:bottom w:val="none" w:sz="0" w:space="0" w:color="auto"/>
        <w:right w:val="none" w:sz="0" w:space="0" w:color="auto"/>
      </w:divBdr>
    </w:div>
    <w:div w:id="223610381">
      <w:bodyDiv w:val="1"/>
      <w:marLeft w:val="0"/>
      <w:marRight w:val="0"/>
      <w:marTop w:val="0"/>
      <w:marBottom w:val="0"/>
      <w:divBdr>
        <w:top w:val="none" w:sz="0" w:space="0" w:color="auto"/>
        <w:left w:val="none" w:sz="0" w:space="0" w:color="auto"/>
        <w:bottom w:val="none" w:sz="0" w:space="0" w:color="auto"/>
        <w:right w:val="none" w:sz="0" w:space="0" w:color="auto"/>
      </w:divBdr>
    </w:div>
    <w:div w:id="223951841">
      <w:bodyDiv w:val="1"/>
      <w:marLeft w:val="0"/>
      <w:marRight w:val="0"/>
      <w:marTop w:val="0"/>
      <w:marBottom w:val="0"/>
      <w:divBdr>
        <w:top w:val="none" w:sz="0" w:space="0" w:color="auto"/>
        <w:left w:val="none" w:sz="0" w:space="0" w:color="auto"/>
        <w:bottom w:val="none" w:sz="0" w:space="0" w:color="auto"/>
        <w:right w:val="none" w:sz="0" w:space="0" w:color="auto"/>
      </w:divBdr>
    </w:div>
    <w:div w:id="224071366">
      <w:bodyDiv w:val="1"/>
      <w:marLeft w:val="0"/>
      <w:marRight w:val="0"/>
      <w:marTop w:val="0"/>
      <w:marBottom w:val="0"/>
      <w:divBdr>
        <w:top w:val="none" w:sz="0" w:space="0" w:color="auto"/>
        <w:left w:val="none" w:sz="0" w:space="0" w:color="auto"/>
        <w:bottom w:val="none" w:sz="0" w:space="0" w:color="auto"/>
        <w:right w:val="none" w:sz="0" w:space="0" w:color="auto"/>
      </w:divBdr>
    </w:div>
    <w:div w:id="227689853">
      <w:bodyDiv w:val="1"/>
      <w:marLeft w:val="0"/>
      <w:marRight w:val="0"/>
      <w:marTop w:val="0"/>
      <w:marBottom w:val="0"/>
      <w:divBdr>
        <w:top w:val="none" w:sz="0" w:space="0" w:color="auto"/>
        <w:left w:val="none" w:sz="0" w:space="0" w:color="auto"/>
        <w:bottom w:val="none" w:sz="0" w:space="0" w:color="auto"/>
        <w:right w:val="none" w:sz="0" w:space="0" w:color="auto"/>
      </w:divBdr>
    </w:div>
    <w:div w:id="228154263">
      <w:bodyDiv w:val="1"/>
      <w:marLeft w:val="0"/>
      <w:marRight w:val="0"/>
      <w:marTop w:val="0"/>
      <w:marBottom w:val="0"/>
      <w:divBdr>
        <w:top w:val="none" w:sz="0" w:space="0" w:color="auto"/>
        <w:left w:val="none" w:sz="0" w:space="0" w:color="auto"/>
        <w:bottom w:val="none" w:sz="0" w:space="0" w:color="auto"/>
        <w:right w:val="none" w:sz="0" w:space="0" w:color="auto"/>
      </w:divBdr>
    </w:div>
    <w:div w:id="228659951">
      <w:bodyDiv w:val="1"/>
      <w:marLeft w:val="0"/>
      <w:marRight w:val="0"/>
      <w:marTop w:val="0"/>
      <w:marBottom w:val="0"/>
      <w:divBdr>
        <w:top w:val="none" w:sz="0" w:space="0" w:color="auto"/>
        <w:left w:val="none" w:sz="0" w:space="0" w:color="auto"/>
        <w:bottom w:val="none" w:sz="0" w:space="0" w:color="auto"/>
        <w:right w:val="none" w:sz="0" w:space="0" w:color="auto"/>
      </w:divBdr>
    </w:div>
    <w:div w:id="229117754">
      <w:bodyDiv w:val="1"/>
      <w:marLeft w:val="0"/>
      <w:marRight w:val="0"/>
      <w:marTop w:val="0"/>
      <w:marBottom w:val="0"/>
      <w:divBdr>
        <w:top w:val="none" w:sz="0" w:space="0" w:color="auto"/>
        <w:left w:val="none" w:sz="0" w:space="0" w:color="auto"/>
        <w:bottom w:val="none" w:sz="0" w:space="0" w:color="auto"/>
        <w:right w:val="none" w:sz="0" w:space="0" w:color="auto"/>
      </w:divBdr>
    </w:div>
    <w:div w:id="229341536">
      <w:bodyDiv w:val="1"/>
      <w:marLeft w:val="0"/>
      <w:marRight w:val="0"/>
      <w:marTop w:val="0"/>
      <w:marBottom w:val="0"/>
      <w:divBdr>
        <w:top w:val="none" w:sz="0" w:space="0" w:color="auto"/>
        <w:left w:val="none" w:sz="0" w:space="0" w:color="auto"/>
        <w:bottom w:val="none" w:sz="0" w:space="0" w:color="auto"/>
        <w:right w:val="none" w:sz="0" w:space="0" w:color="auto"/>
      </w:divBdr>
    </w:div>
    <w:div w:id="229658220">
      <w:bodyDiv w:val="1"/>
      <w:marLeft w:val="0"/>
      <w:marRight w:val="0"/>
      <w:marTop w:val="0"/>
      <w:marBottom w:val="0"/>
      <w:divBdr>
        <w:top w:val="none" w:sz="0" w:space="0" w:color="auto"/>
        <w:left w:val="none" w:sz="0" w:space="0" w:color="auto"/>
        <w:bottom w:val="none" w:sz="0" w:space="0" w:color="auto"/>
        <w:right w:val="none" w:sz="0" w:space="0" w:color="auto"/>
      </w:divBdr>
    </w:div>
    <w:div w:id="229849223">
      <w:bodyDiv w:val="1"/>
      <w:marLeft w:val="0"/>
      <w:marRight w:val="0"/>
      <w:marTop w:val="0"/>
      <w:marBottom w:val="0"/>
      <w:divBdr>
        <w:top w:val="none" w:sz="0" w:space="0" w:color="auto"/>
        <w:left w:val="none" w:sz="0" w:space="0" w:color="auto"/>
        <w:bottom w:val="none" w:sz="0" w:space="0" w:color="auto"/>
        <w:right w:val="none" w:sz="0" w:space="0" w:color="auto"/>
      </w:divBdr>
    </w:div>
    <w:div w:id="230888381">
      <w:bodyDiv w:val="1"/>
      <w:marLeft w:val="0"/>
      <w:marRight w:val="0"/>
      <w:marTop w:val="0"/>
      <w:marBottom w:val="0"/>
      <w:divBdr>
        <w:top w:val="none" w:sz="0" w:space="0" w:color="auto"/>
        <w:left w:val="none" w:sz="0" w:space="0" w:color="auto"/>
        <w:bottom w:val="none" w:sz="0" w:space="0" w:color="auto"/>
        <w:right w:val="none" w:sz="0" w:space="0" w:color="auto"/>
      </w:divBdr>
    </w:div>
    <w:div w:id="231425247">
      <w:bodyDiv w:val="1"/>
      <w:marLeft w:val="0"/>
      <w:marRight w:val="0"/>
      <w:marTop w:val="0"/>
      <w:marBottom w:val="0"/>
      <w:divBdr>
        <w:top w:val="none" w:sz="0" w:space="0" w:color="auto"/>
        <w:left w:val="none" w:sz="0" w:space="0" w:color="auto"/>
        <w:bottom w:val="none" w:sz="0" w:space="0" w:color="auto"/>
        <w:right w:val="none" w:sz="0" w:space="0" w:color="auto"/>
      </w:divBdr>
    </w:div>
    <w:div w:id="232281428">
      <w:bodyDiv w:val="1"/>
      <w:marLeft w:val="0"/>
      <w:marRight w:val="0"/>
      <w:marTop w:val="0"/>
      <w:marBottom w:val="0"/>
      <w:divBdr>
        <w:top w:val="none" w:sz="0" w:space="0" w:color="auto"/>
        <w:left w:val="none" w:sz="0" w:space="0" w:color="auto"/>
        <w:bottom w:val="none" w:sz="0" w:space="0" w:color="auto"/>
        <w:right w:val="none" w:sz="0" w:space="0" w:color="auto"/>
      </w:divBdr>
    </w:div>
    <w:div w:id="232351302">
      <w:bodyDiv w:val="1"/>
      <w:marLeft w:val="0"/>
      <w:marRight w:val="0"/>
      <w:marTop w:val="0"/>
      <w:marBottom w:val="0"/>
      <w:divBdr>
        <w:top w:val="none" w:sz="0" w:space="0" w:color="auto"/>
        <w:left w:val="none" w:sz="0" w:space="0" w:color="auto"/>
        <w:bottom w:val="none" w:sz="0" w:space="0" w:color="auto"/>
        <w:right w:val="none" w:sz="0" w:space="0" w:color="auto"/>
      </w:divBdr>
    </w:div>
    <w:div w:id="233860381">
      <w:bodyDiv w:val="1"/>
      <w:marLeft w:val="0"/>
      <w:marRight w:val="0"/>
      <w:marTop w:val="0"/>
      <w:marBottom w:val="0"/>
      <w:divBdr>
        <w:top w:val="none" w:sz="0" w:space="0" w:color="auto"/>
        <w:left w:val="none" w:sz="0" w:space="0" w:color="auto"/>
        <w:bottom w:val="none" w:sz="0" w:space="0" w:color="auto"/>
        <w:right w:val="none" w:sz="0" w:space="0" w:color="auto"/>
      </w:divBdr>
    </w:div>
    <w:div w:id="235284828">
      <w:bodyDiv w:val="1"/>
      <w:marLeft w:val="0"/>
      <w:marRight w:val="0"/>
      <w:marTop w:val="0"/>
      <w:marBottom w:val="0"/>
      <w:divBdr>
        <w:top w:val="none" w:sz="0" w:space="0" w:color="auto"/>
        <w:left w:val="none" w:sz="0" w:space="0" w:color="auto"/>
        <w:bottom w:val="none" w:sz="0" w:space="0" w:color="auto"/>
        <w:right w:val="none" w:sz="0" w:space="0" w:color="auto"/>
      </w:divBdr>
    </w:div>
    <w:div w:id="237374828">
      <w:bodyDiv w:val="1"/>
      <w:marLeft w:val="0"/>
      <w:marRight w:val="0"/>
      <w:marTop w:val="0"/>
      <w:marBottom w:val="0"/>
      <w:divBdr>
        <w:top w:val="none" w:sz="0" w:space="0" w:color="auto"/>
        <w:left w:val="none" w:sz="0" w:space="0" w:color="auto"/>
        <w:bottom w:val="none" w:sz="0" w:space="0" w:color="auto"/>
        <w:right w:val="none" w:sz="0" w:space="0" w:color="auto"/>
      </w:divBdr>
    </w:div>
    <w:div w:id="238442328">
      <w:bodyDiv w:val="1"/>
      <w:marLeft w:val="0"/>
      <w:marRight w:val="0"/>
      <w:marTop w:val="0"/>
      <w:marBottom w:val="0"/>
      <w:divBdr>
        <w:top w:val="none" w:sz="0" w:space="0" w:color="auto"/>
        <w:left w:val="none" w:sz="0" w:space="0" w:color="auto"/>
        <w:bottom w:val="none" w:sz="0" w:space="0" w:color="auto"/>
        <w:right w:val="none" w:sz="0" w:space="0" w:color="auto"/>
      </w:divBdr>
    </w:div>
    <w:div w:id="238683554">
      <w:bodyDiv w:val="1"/>
      <w:marLeft w:val="0"/>
      <w:marRight w:val="0"/>
      <w:marTop w:val="0"/>
      <w:marBottom w:val="0"/>
      <w:divBdr>
        <w:top w:val="none" w:sz="0" w:space="0" w:color="auto"/>
        <w:left w:val="none" w:sz="0" w:space="0" w:color="auto"/>
        <w:bottom w:val="none" w:sz="0" w:space="0" w:color="auto"/>
        <w:right w:val="none" w:sz="0" w:space="0" w:color="auto"/>
      </w:divBdr>
    </w:div>
    <w:div w:id="239950768">
      <w:bodyDiv w:val="1"/>
      <w:marLeft w:val="0"/>
      <w:marRight w:val="0"/>
      <w:marTop w:val="0"/>
      <w:marBottom w:val="0"/>
      <w:divBdr>
        <w:top w:val="none" w:sz="0" w:space="0" w:color="auto"/>
        <w:left w:val="none" w:sz="0" w:space="0" w:color="auto"/>
        <w:bottom w:val="none" w:sz="0" w:space="0" w:color="auto"/>
        <w:right w:val="none" w:sz="0" w:space="0" w:color="auto"/>
      </w:divBdr>
    </w:div>
    <w:div w:id="241647334">
      <w:bodyDiv w:val="1"/>
      <w:marLeft w:val="0"/>
      <w:marRight w:val="0"/>
      <w:marTop w:val="0"/>
      <w:marBottom w:val="0"/>
      <w:divBdr>
        <w:top w:val="none" w:sz="0" w:space="0" w:color="auto"/>
        <w:left w:val="none" w:sz="0" w:space="0" w:color="auto"/>
        <w:bottom w:val="none" w:sz="0" w:space="0" w:color="auto"/>
        <w:right w:val="none" w:sz="0" w:space="0" w:color="auto"/>
      </w:divBdr>
    </w:div>
    <w:div w:id="241716111">
      <w:bodyDiv w:val="1"/>
      <w:marLeft w:val="0"/>
      <w:marRight w:val="0"/>
      <w:marTop w:val="0"/>
      <w:marBottom w:val="0"/>
      <w:divBdr>
        <w:top w:val="none" w:sz="0" w:space="0" w:color="auto"/>
        <w:left w:val="none" w:sz="0" w:space="0" w:color="auto"/>
        <w:bottom w:val="none" w:sz="0" w:space="0" w:color="auto"/>
        <w:right w:val="none" w:sz="0" w:space="0" w:color="auto"/>
      </w:divBdr>
    </w:div>
    <w:div w:id="241835674">
      <w:bodyDiv w:val="1"/>
      <w:marLeft w:val="0"/>
      <w:marRight w:val="0"/>
      <w:marTop w:val="0"/>
      <w:marBottom w:val="0"/>
      <w:divBdr>
        <w:top w:val="none" w:sz="0" w:space="0" w:color="auto"/>
        <w:left w:val="none" w:sz="0" w:space="0" w:color="auto"/>
        <w:bottom w:val="none" w:sz="0" w:space="0" w:color="auto"/>
        <w:right w:val="none" w:sz="0" w:space="0" w:color="auto"/>
      </w:divBdr>
    </w:div>
    <w:div w:id="242376537">
      <w:bodyDiv w:val="1"/>
      <w:marLeft w:val="0"/>
      <w:marRight w:val="0"/>
      <w:marTop w:val="0"/>
      <w:marBottom w:val="0"/>
      <w:divBdr>
        <w:top w:val="none" w:sz="0" w:space="0" w:color="auto"/>
        <w:left w:val="none" w:sz="0" w:space="0" w:color="auto"/>
        <w:bottom w:val="none" w:sz="0" w:space="0" w:color="auto"/>
        <w:right w:val="none" w:sz="0" w:space="0" w:color="auto"/>
      </w:divBdr>
    </w:div>
    <w:div w:id="242879774">
      <w:bodyDiv w:val="1"/>
      <w:marLeft w:val="0"/>
      <w:marRight w:val="0"/>
      <w:marTop w:val="0"/>
      <w:marBottom w:val="0"/>
      <w:divBdr>
        <w:top w:val="none" w:sz="0" w:space="0" w:color="auto"/>
        <w:left w:val="none" w:sz="0" w:space="0" w:color="auto"/>
        <w:bottom w:val="none" w:sz="0" w:space="0" w:color="auto"/>
        <w:right w:val="none" w:sz="0" w:space="0" w:color="auto"/>
      </w:divBdr>
    </w:div>
    <w:div w:id="243105679">
      <w:bodyDiv w:val="1"/>
      <w:marLeft w:val="0"/>
      <w:marRight w:val="0"/>
      <w:marTop w:val="0"/>
      <w:marBottom w:val="0"/>
      <w:divBdr>
        <w:top w:val="none" w:sz="0" w:space="0" w:color="auto"/>
        <w:left w:val="none" w:sz="0" w:space="0" w:color="auto"/>
        <w:bottom w:val="none" w:sz="0" w:space="0" w:color="auto"/>
        <w:right w:val="none" w:sz="0" w:space="0" w:color="auto"/>
      </w:divBdr>
    </w:div>
    <w:div w:id="244076572">
      <w:bodyDiv w:val="1"/>
      <w:marLeft w:val="0"/>
      <w:marRight w:val="0"/>
      <w:marTop w:val="0"/>
      <w:marBottom w:val="0"/>
      <w:divBdr>
        <w:top w:val="none" w:sz="0" w:space="0" w:color="auto"/>
        <w:left w:val="none" w:sz="0" w:space="0" w:color="auto"/>
        <w:bottom w:val="none" w:sz="0" w:space="0" w:color="auto"/>
        <w:right w:val="none" w:sz="0" w:space="0" w:color="auto"/>
      </w:divBdr>
    </w:div>
    <w:div w:id="244263432">
      <w:bodyDiv w:val="1"/>
      <w:marLeft w:val="0"/>
      <w:marRight w:val="0"/>
      <w:marTop w:val="0"/>
      <w:marBottom w:val="0"/>
      <w:divBdr>
        <w:top w:val="none" w:sz="0" w:space="0" w:color="auto"/>
        <w:left w:val="none" w:sz="0" w:space="0" w:color="auto"/>
        <w:bottom w:val="none" w:sz="0" w:space="0" w:color="auto"/>
        <w:right w:val="none" w:sz="0" w:space="0" w:color="auto"/>
      </w:divBdr>
    </w:div>
    <w:div w:id="245117470">
      <w:bodyDiv w:val="1"/>
      <w:marLeft w:val="0"/>
      <w:marRight w:val="0"/>
      <w:marTop w:val="0"/>
      <w:marBottom w:val="0"/>
      <w:divBdr>
        <w:top w:val="none" w:sz="0" w:space="0" w:color="auto"/>
        <w:left w:val="none" w:sz="0" w:space="0" w:color="auto"/>
        <w:bottom w:val="none" w:sz="0" w:space="0" w:color="auto"/>
        <w:right w:val="none" w:sz="0" w:space="0" w:color="auto"/>
      </w:divBdr>
    </w:div>
    <w:div w:id="245303767">
      <w:bodyDiv w:val="1"/>
      <w:marLeft w:val="0"/>
      <w:marRight w:val="0"/>
      <w:marTop w:val="0"/>
      <w:marBottom w:val="0"/>
      <w:divBdr>
        <w:top w:val="none" w:sz="0" w:space="0" w:color="auto"/>
        <w:left w:val="none" w:sz="0" w:space="0" w:color="auto"/>
        <w:bottom w:val="none" w:sz="0" w:space="0" w:color="auto"/>
        <w:right w:val="none" w:sz="0" w:space="0" w:color="auto"/>
      </w:divBdr>
    </w:div>
    <w:div w:id="247734628">
      <w:bodyDiv w:val="1"/>
      <w:marLeft w:val="0"/>
      <w:marRight w:val="0"/>
      <w:marTop w:val="0"/>
      <w:marBottom w:val="0"/>
      <w:divBdr>
        <w:top w:val="none" w:sz="0" w:space="0" w:color="auto"/>
        <w:left w:val="none" w:sz="0" w:space="0" w:color="auto"/>
        <w:bottom w:val="none" w:sz="0" w:space="0" w:color="auto"/>
        <w:right w:val="none" w:sz="0" w:space="0" w:color="auto"/>
      </w:divBdr>
    </w:div>
    <w:div w:id="248463777">
      <w:bodyDiv w:val="1"/>
      <w:marLeft w:val="0"/>
      <w:marRight w:val="0"/>
      <w:marTop w:val="0"/>
      <w:marBottom w:val="0"/>
      <w:divBdr>
        <w:top w:val="none" w:sz="0" w:space="0" w:color="auto"/>
        <w:left w:val="none" w:sz="0" w:space="0" w:color="auto"/>
        <w:bottom w:val="none" w:sz="0" w:space="0" w:color="auto"/>
        <w:right w:val="none" w:sz="0" w:space="0" w:color="auto"/>
      </w:divBdr>
    </w:div>
    <w:div w:id="249120937">
      <w:bodyDiv w:val="1"/>
      <w:marLeft w:val="0"/>
      <w:marRight w:val="0"/>
      <w:marTop w:val="0"/>
      <w:marBottom w:val="0"/>
      <w:divBdr>
        <w:top w:val="none" w:sz="0" w:space="0" w:color="auto"/>
        <w:left w:val="none" w:sz="0" w:space="0" w:color="auto"/>
        <w:bottom w:val="none" w:sz="0" w:space="0" w:color="auto"/>
        <w:right w:val="none" w:sz="0" w:space="0" w:color="auto"/>
      </w:divBdr>
    </w:div>
    <w:div w:id="249391693">
      <w:bodyDiv w:val="1"/>
      <w:marLeft w:val="0"/>
      <w:marRight w:val="0"/>
      <w:marTop w:val="0"/>
      <w:marBottom w:val="0"/>
      <w:divBdr>
        <w:top w:val="none" w:sz="0" w:space="0" w:color="auto"/>
        <w:left w:val="none" w:sz="0" w:space="0" w:color="auto"/>
        <w:bottom w:val="none" w:sz="0" w:space="0" w:color="auto"/>
        <w:right w:val="none" w:sz="0" w:space="0" w:color="auto"/>
      </w:divBdr>
    </w:div>
    <w:div w:id="250088732">
      <w:bodyDiv w:val="1"/>
      <w:marLeft w:val="0"/>
      <w:marRight w:val="0"/>
      <w:marTop w:val="0"/>
      <w:marBottom w:val="0"/>
      <w:divBdr>
        <w:top w:val="none" w:sz="0" w:space="0" w:color="auto"/>
        <w:left w:val="none" w:sz="0" w:space="0" w:color="auto"/>
        <w:bottom w:val="none" w:sz="0" w:space="0" w:color="auto"/>
        <w:right w:val="none" w:sz="0" w:space="0" w:color="auto"/>
      </w:divBdr>
    </w:div>
    <w:div w:id="251624551">
      <w:bodyDiv w:val="1"/>
      <w:marLeft w:val="0"/>
      <w:marRight w:val="0"/>
      <w:marTop w:val="0"/>
      <w:marBottom w:val="0"/>
      <w:divBdr>
        <w:top w:val="none" w:sz="0" w:space="0" w:color="auto"/>
        <w:left w:val="none" w:sz="0" w:space="0" w:color="auto"/>
        <w:bottom w:val="none" w:sz="0" w:space="0" w:color="auto"/>
        <w:right w:val="none" w:sz="0" w:space="0" w:color="auto"/>
      </w:divBdr>
    </w:div>
    <w:div w:id="252016703">
      <w:bodyDiv w:val="1"/>
      <w:marLeft w:val="0"/>
      <w:marRight w:val="0"/>
      <w:marTop w:val="0"/>
      <w:marBottom w:val="0"/>
      <w:divBdr>
        <w:top w:val="none" w:sz="0" w:space="0" w:color="auto"/>
        <w:left w:val="none" w:sz="0" w:space="0" w:color="auto"/>
        <w:bottom w:val="none" w:sz="0" w:space="0" w:color="auto"/>
        <w:right w:val="none" w:sz="0" w:space="0" w:color="auto"/>
      </w:divBdr>
    </w:div>
    <w:div w:id="252712350">
      <w:bodyDiv w:val="1"/>
      <w:marLeft w:val="0"/>
      <w:marRight w:val="0"/>
      <w:marTop w:val="0"/>
      <w:marBottom w:val="0"/>
      <w:divBdr>
        <w:top w:val="none" w:sz="0" w:space="0" w:color="auto"/>
        <w:left w:val="none" w:sz="0" w:space="0" w:color="auto"/>
        <w:bottom w:val="none" w:sz="0" w:space="0" w:color="auto"/>
        <w:right w:val="none" w:sz="0" w:space="0" w:color="auto"/>
      </w:divBdr>
    </w:div>
    <w:div w:id="253057702">
      <w:bodyDiv w:val="1"/>
      <w:marLeft w:val="0"/>
      <w:marRight w:val="0"/>
      <w:marTop w:val="0"/>
      <w:marBottom w:val="0"/>
      <w:divBdr>
        <w:top w:val="none" w:sz="0" w:space="0" w:color="auto"/>
        <w:left w:val="none" w:sz="0" w:space="0" w:color="auto"/>
        <w:bottom w:val="none" w:sz="0" w:space="0" w:color="auto"/>
        <w:right w:val="none" w:sz="0" w:space="0" w:color="auto"/>
      </w:divBdr>
    </w:div>
    <w:div w:id="255096120">
      <w:bodyDiv w:val="1"/>
      <w:marLeft w:val="0"/>
      <w:marRight w:val="0"/>
      <w:marTop w:val="0"/>
      <w:marBottom w:val="0"/>
      <w:divBdr>
        <w:top w:val="none" w:sz="0" w:space="0" w:color="auto"/>
        <w:left w:val="none" w:sz="0" w:space="0" w:color="auto"/>
        <w:bottom w:val="none" w:sz="0" w:space="0" w:color="auto"/>
        <w:right w:val="none" w:sz="0" w:space="0" w:color="auto"/>
      </w:divBdr>
    </w:div>
    <w:div w:id="255872102">
      <w:bodyDiv w:val="1"/>
      <w:marLeft w:val="0"/>
      <w:marRight w:val="0"/>
      <w:marTop w:val="0"/>
      <w:marBottom w:val="0"/>
      <w:divBdr>
        <w:top w:val="none" w:sz="0" w:space="0" w:color="auto"/>
        <w:left w:val="none" w:sz="0" w:space="0" w:color="auto"/>
        <w:bottom w:val="none" w:sz="0" w:space="0" w:color="auto"/>
        <w:right w:val="none" w:sz="0" w:space="0" w:color="auto"/>
      </w:divBdr>
    </w:div>
    <w:div w:id="256597985">
      <w:bodyDiv w:val="1"/>
      <w:marLeft w:val="0"/>
      <w:marRight w:val="0"/>
      <w:marTop w:val="0"/>
      <w:marBottom w:val="0"/>
      <w:divBdr>
        <w:top w:val="none" w:sz="0" w:space="0" w:color="auto"/>
        <w:left w:val="none" w:sz="0" w:space="0" w:color="auto"/>
        <w:bottom w:val="none" w:sz="0" w:space="0" w:color="auto"/>
        <w:right w:val="none" w:sz="0" w:space="0" w:color="auto"/>
      </w:divBdr>
    </w:div>
    <w:div w:id="257563082">
      <w:bodyDiv w:val="1"/>
      <w:marLeft w:val="0"/>
      <w:marRight w:val="0"/>
      <w:marTop w:val="0"/>
      <w:marBottom w:val="0"/>
      <w:divBdr>
        <w:top w:val="none" w:sz="0" w:space="0" w:color="auto"/>
        <w:left w:val="none" w:sz="0" w:space="0" w:color="auto"/>
        <w:bottom w:val="none" w:sz="0" w:space="0" w:color="auto"/>
        <w:right w:val="none" w:sz="0" w:space="0" w:color="auto"/>
      </w:divBdr>
    </w:div>
    <w:div w:id="257833377">
      <w:bodyDiv w:val="1"/>
      <w:marLeft w:val="0"/>
      <w:marRight w:val="0"/>
      <w:marTop w:val="0"/>
      <w:marBottom w:val="0"/>
      <w:divBdr>
        <w:top w:val="none" w:sz="0" w:space="0" w:color="auto"/>
        <w:left w:val="none" w:sz="0" w:space="0" w:color="auto"/>
        <w:bottom w:val="none" w:sz="0" w:space="0" w:color="auto"/>
        <w:right w:val="none" w:sz="0" w:space="0" w:color="auto"/>
      </w:divBdr>
    </w:div>
    <w:div w:id="258569081">
      <w:bodyDiv w:val="1"/>
      <w:marLeft w:val="0"/>
      <w:marRight w:val="0"/>
      <w:marTop w:val="0"/>
      <w:marBottom w:val="0"/>
      <w:divBdr>
        <w:top w:val="none" w:sz="0" w:space="0" w:color="auto"/>
        <w:left w:val="none" w:sz="0" w:space="0" w:color="auto"/>
        <w:bottom w:val="none" w:sz="0" w:space="0" w:color="auto"/>
        <w:right w:val="none" w:sz="0" w:space="0" w:color="auto"/>
      </w:divBdr>
    </w:div>
    <w:div w:id="258681793">
      <w:bodyDiv w:val="1"/>
      <w:marLeft w:val="0"/>
      <w:marRight w:val="0"/>
      <w:marTop w:val="0"/>
      <w:marBottom w:val="0"/>
      <w:divBdr>
        <w:top w:val="none" w:sz="0" w:space="0" w:color="auto"/>
        <w:left w:val="none" w:sz="0" w:space="0" w:color="auto"/>
        <w:bottom w:val="none" w:sz="0" w:space="0" w:color="auto"/>
        <w:right w:val="none" w:sz="0" w:space="0" w:color="auto"/>
      </w:divBdr>
    </w:div>
    <w:div w:id="260259083">
      <w:bodyDiv w:val="1"/>
      <w:marLeft w:val="0"/>
      <w:marRight w:val="0"/>
      <w:marTop w:val="0"/>
      <w:marBottom w:val="0"/>
      <w:divBdr>
        <w:top w:val="none" w:sz="0" w:space="0" w:color="auto"/>
        <w:left w:val="none" w:sz="0" w:space="0" w:color="auto"/>
        <w:bottom w:val="none" w:sz="0" w:space="0" w:color="auto"/>
        <w:right w:val="none" w:sz="0" w:space="0" w:color="auto"/>
      </w:divBdr>
    </w:div>
    <w:div w:id="260332839">
      <w:bodyDiv w:val="1"/>
      <w:marLeft w:val="0"/>
      <w:marRight w:val="0"/>
      <w:marTop w:val="0"/>
      <w:marBottom w:val="0"/>
      <w:divBdr>
        <w:top w:val="none" w:sz="0" w:space="0" w:color="auto"/>
        <w:left w:val="none" w:sz="0" w:space="0" w:color="auto"/>
        <w:bottom w:val="none" w:sz="0" w:space="0" w:color="auto"/>
        <w:right w:val="none" w:sz="0" w:space="0" w:color="auto"/>
      </w:divBdr>
    </w:div>
    <w:div w:id="260455518">
      <w:bodyDiv w:val="1"/>
      <w:marLeft w:val="0"/>
      <w:marRight w:val="0"/>
      <w:marTop w:val="0"/>
      <w:marBottom w:val="0"/>
      <w:divBdr>
        <w:top w:val="none" w:sz="0" w:space="0" w:color="auto"/>
        <w:left w:val="none" w:sz="0" w:space="0" w:color="auto"/>
        <w:bottom w:val="none" w:sz="0" w:space="0" w:color="auto"/>
        <w:right w:val="none" w:sz="0" w:space="0" w:color="auto"/>
      </w:divBdr>
    </w:div>
    <w:div w:id="260526901">
      <w:bodyDiv w:val="1"/>
      <w:marLeft w:val="0"/>
      <w:marRight w:val="0"/>
      <w:marTop w:val="0"/>
      <w:marBottom w:val="0"/>
      <w:divBdr>
        <w:top w:val="none" w:sz="0" w:space="0" w:color="auto"/>
        <w:left w:val="none" w:sz="0" w:space="0" w:color="auto"/>
        <w:bottom w:val="none" w:sz="0" w:space="0" w:color="auto"/>
        <w:right w:val="none" w:sz="0" w:space="0" w:color="auto"/>
      </w:divBdr>
    </w:div>
    <w:div w:id="261186104">
      <w:bodyDiv w:val="1"/>
      <w:marLeft w:val="0"/>
      <w:marRight w:val="0"/>
      <w:marTop w:val="0"/>
      <w:marBottom w:val="0"/>
      <w:divBdr>
        <w:top w:val="none" w:sz="0" w:space="0" w:color="auto"/>
        <w:left w:val="none" w:sz="0" w:space="0" w:color="auto"/>
        <w:bottom w:val="none" w:sz="0" w:space="0" w:color="auto"/>
        <w:right w:val="none" w:sz="0" w:space="0" w:color="auto"/>
      </w:divBdr>
    </w:div>
    <w:div w:id="261376440">
      <w:bodyDiv w:val="1"/>
      <w:marLeft w:val="0"/>
      <w:marRight w:val="0"/>
      <w:marTop w:val="0"/>
      <w:marBottom w:val="0"/>
      <w:divBdr>
        <w:top w:val="none" w:sz="0" w:space="0" w:color="auto"/>
        <w:left w:val="none" w:sz="0" w:space="0" w:color="auto"/>
        <w:bottom w:val="none" w:sz="0" w:space="0" w:color="auto"/>
        <w:right w:val="none" w:sz="0" w:space="0" w:color="auto"/>
      </w:divBdr>
    </w:div>
    <w:div w:id="262304853">
      <w:bodyDiv w:val="1"/>
      <w:marLeft w:val="0"/>
      <w:marRight w:val="0"/>
      <w:marTop w:val="0"/>
      <w:marBottom w:val="0"/>
      <w:divBdr>
        <w:top w:val="none" w:sz="0" w:space="0" w:color="auto"/>
        <w:left w:val="none" w:sz="0" w:space="0" w:color="auto"/>
        <w:bottom w:val="none" w:sz="0" w:space="0" w:color="auto"/>
        <w:right w:val="none" w:sz="0" w:space="0" w:color="auto"/>
      </w:divBdr>
    </w:div>
    <w:div w:id="263612198">
      <w:bodyDiv w:val="1"/>
      <w:marLeft w:val="0"/>
      <w:marRight w:val="0"/>
      <w:marTop w:val="0"/>
      <w:marBottom w:val="0"/>
      <w:divBdr>
        <w:top w:val="none" w:sz="0" w:space="0" w:color="auto"/>
        <w:left w:val="none" w:sz="0" w:space="0" w:color="auto"/>
        <w:bottom w:val="none" w:sz="0" w:space="0" w:color="auto"/>
        <w:right w:val="none" w:sz="0" w:space="0" w:color="auto"/>
      </w:divBdr>
    </w:div>
    <w:div w:id="264314634">
      <w:bodyDiv w:val="1"/>
      <w:marLeft w:val="0"/>
      <w:marRight w:val="0"/>
      <w:marTop w:val="0"/>
      <w:marBottom w:val="0"/>
      <w:divBdr>
        <w:top w:val="none" w:sz="0" w:space="0" w:color="auto"/>
        <w:left w:val="none" w:sz="0" w:space="0" w:color="auto"/>
        <w:bottom w:val="none" w:sz="0" w:space="0" w:color="auto"/>
        <w:right w:val="none" w:sz="0" w:space="0" w:color="auto"/>
      </w:divBdr>
    </w:div>
    <w:div w:id="264848611">
      <w:bodyDiv w:val="1"/>
      <w:marLeft w:val="0"/>
      <w:marRight w:val="0"/>
      <w:marTop w:val="0"/>
      <w:marBottom w:val="0"/>
      <w:divBdr>
        <w:top w:val="none" w:sz="0" w:space="0" w:color="auto"/>
        <w:left w:val="none" w:sz="0" w:space="0" w:color="auto"/>
        <w:bottom w:val="none" w:sz="0" w:space="0" w:color="auto"/>
        <w:right w:val="none" w:sz="0" w:space="0" w:color="auto"/>
      </w:divBdr>
    </w:div>
    <w:div w:id="266231299">
      <w:bodyDiv w:val="1"/>
      <w:marLeft w:val="0"/>
      <w:marRight w:val="0"/>
      <w:marTop w:val="0"/>
      <w:marBottom w:val="0"/>
      <w:divBdr>
        <w:top w:val="none" w:sz="0" w:space="0" w:color="auto"/>
        <w:left w:val="none" w:sz="0" w:space="0" w:color="auto"/>
        <w:bottom w:val="none" w:sz="0" w:space="0" w:color="auto"/>
        <w:right w:val="none" w:sz="0" w:space="0" w:color="auto"/>
      </w:divBdr>
    </w:div>
    <w:div w:id="266426914">
      <w:bodyDiv w:val="1"/>
      <w:marLeft w:val="0"/>
      <w:marRight w:val="0"/>
      <w:marTop w:val="0"/>
      <w:marBottom w:val="0"/>
      <w:divBdr>
        <w:top w:val="none" w:sz="0" w:space="0" w:color="auto"/>
        <w:left w:val="none" w:sz="0" w:space="0" w:color="auto"/>
        <w:bottom w:val="none" w:sz="0" w:space="0" w:color="auto"/>
        <w:right w:val="none" w:sz="0" w:space="0" w:color="auto"/>
      </w:divBdr>
    </w:div>
    <w:div w:id="268664507">
      <w:bodyDiv w:val="1"/>
      <w:marLeft w:val="0"/>
      <w:marRight w:val="0"/>
      <w:marTop w:val="0"/>
      <w:marBottom w:val="0"/>
      <w:divBdr>
        <w:top w:val="none" w:sz="0" w:space="0" w:color="auto"/>
        <w:left w:val="none" w:sz="0" w:space="0" w:color="auto"/>
        <w:bottom w:val="none" w:sz="0" w:space="0" w:color="auto"/>
        <w:right w:val="none" w:sz="0" w:space="0" w:color="auto"/>
      </w:divBdr>
    </w:div>
    <w:div w:id="269708651">
      <w:bodyDiv w:val="1"/>
      <w:marLeft w:val="0"/>
      <w:marRight w:val="0"/>
      <w:marTop w:val="0"/>
      <w:marBottom w:val="0"/>
      <w:divBdr>
        <w:top w:val="none" w:sz="0" w:space="0" w:color="auto"/>
        <w:left w:val="none" w:sz="0" w:space="0" w:color="auto"/>
        <w:bottom w:val="none" w:sz="0" w:space="0" w:color="auto"/>
        <w:right w:val="none" w:sz="0" w:space="0" w:color="auto"/>
      </w:divBdr>
    </w:div>
    <w:div w:id="270475899">
      <w:bodyDiv w:val="1"/>
      <w:marLeft w:val="0"/>
      <w:marRight w:val="0"/>
      <w:marTop w:val="0"/>
      <w:marBottom w:val="0"/>
      <w:divBdr>
        <w:top w:val="none" w:sz="0" w:space="0" w:color="auto"/>
        <w:left w:val="none" w:sz="0" w:space="0" w:color="auto"/>
        <w:bottom w:val="none" w:sz="0" w:space="0" w:color="auto"/>
        <w:right w:val="none" w:sz="0" w:space="0" w:color="auto"/>
      </w:divBdr>
    </w:div>
    <w:div w:id="271667088">
      <w:bodyDiv w:val="1"/>
      <w:marLeft w:val="0"/>
      <w:marRight w:val="0"/>
      <w:marTop w:val="0"/>
      <w:marBottom w:val="0"/>
      <w:divBdr>
        <w:top w:val="none" w:sz="0" w:space="0" w:color="auto"/>
        <w:left w:val="none" w:sz="0" w:space="0" w:color="auto"/>
        <w:bottom w:val="none" w:sz="0" w:space="0" w:color="auto"/>
        <w:right w:val="none" w:sz="0" w:space="0" w:color="auto"/>
      </w:divBdr>
    </w:div>
    <w:div w:id="271744180">
      <w:bodyDiv w:val="1"/>
      <w:marLeft w:val="0"/>
      <w:marRight w:val="0"/>
      <w:marTop w:val="0"/>
      <w:marBottom w:val="0"/>
      <w:divBdr>
        <w:top w:val="none" w:sz="0" w:space="0" w:color="auto"/>
        <w:left w:val="none" w:sz="0" w:space="0" w:color="auto"/>
        <w:bottom w:val="none" w:sz="0" w:space="0" w:color="auto"/>
        <w:right w:val="none" w:sz="0" w:space="0" w:color="auto"/>
      </w:divBdr>
    </w:div>
    <w:div w:id="273097311">
      <w:bodyDiv w:val="1"/>
      <w:marLeft w:val="0"/>
      <w:marRight w:val="0"/>
      <w:marTop w:val="0"/>
      <w:marBottom w:val="0"/>
      <w:divBdr>
        <w:top w:val="none" w:sz="0" w:space="0" w:color="auto"/>
        <w:left w:val="none" w:sz="0" w:space="0" w:color="auto"/>
        <w:bottom w:val="none" w:sz="0" w:space="0" w:color="auto"/>
        <w:right w:val="none" w:sz="0" w:space="0" w:color="auto"/>
      </w:divBdr>
    </w:div>
    <w:div w:id="274144517">
      <w:bodyDiv w:val="1"/>
      <w:marLeft w:val="0"/>
      <w:marRight w:val="0"/>
      <w:marTop w:val="0"/>
      <w:marBottom w:val="0"/>
      <w:divBdr>
        <w:top w:val="none" w:sz="0" w:space="0" w:color="auto"/>
        <w:left w:val="none" w:sz="0" w:space="0" w:color="auto"/>
        <w:bottom w:val="none" w:sz="0" w:space="0" w:color="auto"/>
        <w:right w:val="none" w:sz="0" w:space="0" w:color="auto"/>
      </w:divBdr>
    </w:div>
    <w:div w:id="274990291">
      <w:bodyDiv w:val="1"/>
      <w:marLeft w:val="0"/>
      <w:marRight w:val="0"/>
      <w:marTop w:val="0"/>
      <w:marBottom w:val="0"/>
      <w:divBdr>
        <w:top w:val="none" w:sz="0" w:space="0" w:color="auto"/>
        <w:left w:val="none" w:sz="0" w:space="0" w:color="auto"/>
        <w:bottom w:val="none" w:sz="0" w:space="0" w:color="auto"/>
        <w:right w:val="none" w:sz="0" w:space="0" w:color="auto"/>
      </w:divBdr>
    </w:div>
    <w:div w:id="277103986">
      <w:bodyDiv w:val="1"/>
      <w:marLeft w:val="0"/>
      <w:marRight w:val="0"/>
      <w:marTop w:val="0"/>
      <w:marBottom w:val="0"/>
      <w:divBdr>
        <w:top w:val="none" w:sz="0" w:space="0" w:color="auto"/>
        <w:left w:val="none" w:sz="0" w:space="0" w:color="auto"/>
        <w:bottom w:val="none" w:sz="0" w:space="0" w:color="auto"/>
        <w:right w:val="none" w:sz="0" w:space="0" w:color="auto"/>
      </w:divBdr>
    </w:div>
    <w:div w:id="278227080">
      <w:bodyDiv w:val="1"/>
      <w:marLeft w:val="0"/>
      <w:marRight w:val="0"/>
      <w:marTop w:val="0"/>
      <w:marBottom w:val="0"/>
      <w:divBdr>
        <w:top w:val="none" w:sz="0" w:space="0" w:color="auto"/>
        <w:left w:val="none" w:sz="0" w:space="0" w:color="auto"/>
        <w:bottom w:val="none" w:sz="0" w:space="0" w:color="auto"/>
        <w:right w:val="none" w:sz="0" w:space="0" w:color="auto"/>
      </w:divBdr>
    </w:div>
    <w:div w:id="278873618">
      <w:bodyDiv w:val="1"/>
      <w:marLeft w:val="0"/>
      <w:marRight w:val="0"/>
      <w:marTop w:val="0"/>
      <w:marBottom w:val="0"/>
      <w:divBdr>
        <w:top w:val="none" w:sz="0" w:space="0" w:color="auto"/>
        <w:left w:val="none" w:sz="0" w:space="0" w:color="auto"/>
        <w:bottom w:val="none" w:sz="0" w:space="0" w:color="auto"/>
        <w:right w:val="none" w:sz="0" w:space="0" w:color="auto"/>
      </w:divBdr>
    </w:div>
    <w:div w:id="280235163">
      <w:bodyDiv w:val="1"/>
      <w:marLeft w:val="0"/>
      <w:marRight w:val="0"/>
      <w:marTop w:val="0"/>
      <w:marBottom w:val="0"/>
      <w:divBdr>
        <w:top w:val="none" w:sz="0" w:space="0" w:color="auto"/>
        <w:left w:val="none" w:sz="0" w:space="0" w:color="auto"/>
        <w:bottom w:val="none" w:sz="0" w:space="0" w:color="auto"/>
        <w:right w:val="none" w:sz="0" w:space="0" w:color="auto"/>
      </w:divBdr>
    </w:div>
    <w:div w:id="281035486">
      <w:bodyDiv w:val="1"/>
      <w:marLeft w:val="0"/>
      <w:marRight w:val="0"/>
      <w:marTop w:val="0"/>
      <w:marBottom w:val="0"/>
      <w:divBdr>
        <w:top w:val="none" w:sz="0" w:space="0" w:color="auto"/>
        <w:left w:val="none" w:sz="0" w:space="0" w:color="auto"/>
        <w:bottom w:val="none" w:sz="0" w:space="0" w:color="auto"/>
        <w:right w:val="none" w:sz="0" w:space="0" w:color="auto"/>
      </w:divBdr>
    </w:div>
    <w:div w:id="282078751">
      <w:bodyDiv w:val="1"/>
      <w:marLeft w:val="0"/>
      <w:marRight w:val="0"/>
      <w:marTop w:val="0"/>
      <w:marBottom w:val="0"/>
      <w:divBdr>
        <w:top w:val="none" w:sz="0" w:space="0" w:color="auto"/>
        <w:left w:val="none" w:sz="0" w:space="0" w:color="auto"/>
        <w:bottom w:val="none" w:sz="0" w:space="0" w:color="auto"/>
        <w:right w:val="none" w:sz="0" w:space="0" w:color="auto"/>
      </w:divBdr>
    </w:div>
    <w:div w:id="282158659">
      <w:bodyDiv w:val="1"/>
      <w:marLeft w:val="0"/>
      <w:marRight w:val="0"/>
      <w:marTop w:val="0"/>
      <w:marBottom w:val="0"/>
      <w:divBdr>
        <w:top w:val="none" w:sz="0" w:space="0" w:color="auto"/>
        <w:left w:val="none" w:sz="0" w:space="0" w:color="auto"/>
        <w:bottom w:val="none" w:sz="0" w:space="0" w:color="auto"/>
        <w:right w:val="none" w:sz="0" w:space="0" w:color="auto"/>
      </w:divBdr>
    </w:div>
    <w:div w:id="283511501">
      <w:bodyDiv w:val="1"/>
      <w:marLeft w:val="0"/>
      <w:marRight w:val="0"/>
      <w:marTop w:val="0"/>
      <w:marBottom w:val="0"/>
      <w:divBdr>
        <w:top w:val="none" w:sz="0" w:space="0" w:color="auto"/>
        <w:left w:val="none" w:sz="0" w:space="0" w:color="auto"/>
        <w:bottom w:val="none" w:sz="0" w:space="0" w:color="auto"/>
        <w:right w:val="none" w:sz="0" w:space="0" w:color="auto"/>
      </w:divBdr>
    </w:div>
    <w:div w:id="284191017">
      <w:bodyDiv w:val="1"/>
      <w:marLeft w:val="0"/>
      <w:marRight w:val="0"/>
      <w:marTop w:val="0"/>
      <w:marBottom w:val="0"/>
      <w:divBdr>
        <w:top w:val="none" w:sz="0" w:space="0" w:color="auto"/>
        <w:left w:val="none" w:sz="0" w:space="0" w:color="auto"/>
        <w:bottom w:val="none" w:sz="0" w:space="0" w:color="auto"/>
        <w:right w:val="none" w:sz="0" w:space="0" w:color="auto"/>
      </w:divBdr>
    </w:div>
    <w:div w:id="286279574">
      <w:bodyDiv w:val="1"/>
      <w:marLeft w:val="0"/>
      <w:marRight w:val="0"/>
      <w:marTop w:val="0"/>
      <w:marBottom w:val="0"/>
      <w:divBdr>
        <w:top w:val="none" w:sz="0" w:space="0" w:color="auto"/>
        <w:left w:val="none" w:sz="0" w:space="0" w:color="auto"/>
        <w:bottom w:val="none" w:sz="0" w:space="0" w:color="auto"/>
        <w:right w:val="none" w:sz="0" w:space="0" w:color="auto"/>
      </w:divBdr>
    </w:div>
    <w:div w:id="287049804">
      <w:bodyDiv w:val="1"/>
      <w:marLeft w:val="0"/>
      <w:marRight w:val="0"/>
      <w:marTop w:val="0"/>
      <w:marBottom w:val="0"/>
      <w:divBdr>
        <w:top w:val="none" w:sz="0" w:space="0" w:color="auto"/>
        <w:left w:val="none" w:sz="0" w:space="0" w:color="auto"/>
        <w:bottom w:val="none" w:sz="0" w:space="0" w:color="auto"/>
        <w:right w:val="none" w:sz="0" w:space="0" w:color="auto"/>
      </w:divBdr>
    </w:div>
    <w:div w:id="287589798">
      <w:bodyDiv w:val="1"/>
      <w:marLeft w:val="0"/>
      <w:marRight w:val="0"/>
      <w:marTop w:val="0"/>
      <w:marBottom w:val="0"/>
      <w:divBdr>
        <w:top w:val="none" w:sz="0" w:space="0" w:color="auto"/>
        <w:left w:val="none" w:sz="0" w:space="0" w:color="auto"/>
        <w:bottom w:val="none" w:sz="0" w:space="0" w:color="auto"/>
        <w:right w:val="none" w:sz="0" w:space="0" w:color="auto"/>
      </w:divBdr>
    </w:div>
    <w:div w:id="287706025">
      <w:bodyDiv w:val="1"/>
      <w:marLeft w:val="0"/>
      <w:marRight w:val="0"/>
      <w:marTop w:val="0"/>
      <w:marBottom w:val="0"/>
      <w:divBdr>
        <w:top w:val="none" w:sz="0" w:space="0" w:color="auto"/>
        <w:left w:val="none" w:sz="0" w:space="0" w:color="auto"/>
        <w:bottom w:val="none" w:sz="0" w:space="0" w:color="auto"/>
        <w:right w:val="none" w:sz="0" w:space="0" w:color="auto"/>
      </w:divBdr>
    </w:div>
    <w:div w:id="288824677">
      <w:bodyDiv w:val="1"/>
      <w:marLeft w:val="0"/>
      <w:marRight w:val="0"/>
      <w:marTop w:val="0"/>
      <w:marBottom w:val="0"/>
      <w:divBdr>
        <w:top w:val="none" w:sz="0" w:space="0" w:color="auto"/>
        <w:left w:val="none" w:sz="0" w:space="0" w:color="auto"/>
        <w:bottom w:val="none" w:sz="0" w:space="0" w:color="auto"/>
        <w:right w:val="none" w:sz="0" w:space="0" w:color="auto"/>
      </w:divBdr>
    </w:div>
    <w:div w:id="290208033">
      <w:bodyDiv w:val="1"/>
      <w:marLeft w:val="0"/>
      <w:marRight w:val="0"/>
      <w:marTop w:val="0"/>
      <w:marBottom w:val="0"/>
      <w:divBdr>
        <w:top w:val="none" w:sz="0" w:space="0" w:color="auto"/>
        <w:left w:val="none" w:sz="0" w:space="0" w:color="auto"/>
        <w:bottom w:val="none" w:sz="0" w:space="0" w:color="auto"/>
        <w:right w:val="none" w:sz="0" w:space="0" w:color="auto"/>
      </w:divBdr>
    </w:div>
    <w:div w:id="290357059">
      <w:bodyDiv w:val="1"/>
      <w:marLeft w:val="0"/>
      <w:marRight w:val="0"/>
      <w:marTop w:val="0"/>
      <w:marBottom w:val="0"/>
      <w:divBdr>
        <w:top w:val="none" w:sz="0" w:space="0" w:color="auto"/>
        <w:left w:val="none" w:sz="0" w:space="0" w:color="auto"/>
        <w:bottom w:val="none" w:sz="0" w:space="0" w:color="auto"/>
        <w:right w:val="none" w:sz="0" w:space="0" w:color="auto"/>
      </w:divBdr>
    </w:div>
    <w:div w:id="292291614">
      <w:bodyDiv w:val="1"/>
      <w:marLeft w:val="0"/>
      <w:marRight w:val="0"/>
      <w:marTop w:val="0"/>
      <w:marBottom w:val="0"/>
      <w:divBdr>
        <w:top w:val="none" w:sz="0" w:space="0" w:color="auto"/>
        <w:left w:val="none" w:sz="0" w:space="0" w:color="auto"/>
        <w:bottom w:val="none" w:sz="0" w:space="0" w:color="auto"/>
        <w:right w:val="none" w:sz="0" w:space="0" w:color="auto"/>
      </w:divBdr>
    </w:div>
    <w:div w:id="294066338">
      <w:bodyDiv w:val="1"/>
      <w:marLeft w:val="0"/>
      <w:marRight w:val="0"/>
      <w:marTop w:val="0"/>
      <w:marBottom w:val="0"/>
      <w:divBdr>
        <w:top w:val="none" w:sz="0" w:space="0" w:color="auto"/>
        <w:left w:val="none" w:sz="0" w:space="0" w:color="auto"/>
        <w:bottom w:val="none" w:sz="0" w:space="0" w:color="auto"/>
        <w:right w:val="none" w:sz="0" w:space="0" w:color="auto"/>
      </w:divBdr>
    </w:div>
    <w:div w:id="294339391">
      <w:bodyDiv w:val="1"/>
      <w:marLeft w:val="0"/>
      <w:marRight w:val="0"/>
      <w:marTop w:val="0"/>
      <w:marBottom w:val="0"/>
      <w:divBdr>
        <w:top w:val="none" w:sz="0" w:space="0" w:color="auto"/>
        <w:left w:val="none" w:sz="0" w:space="0" w:color="auto"/>
        <w:bottom w:val="none" w:sz="0" w:space="0" w:color="auto"/>
        <w:right w:val="none" w:sz="0" w:space="0" w:color="auto"/>
      </w:divBdr>
    </w:div>
    <w:div w:id="294415367">
      <w:bodyDiv w:val="1"/>
      <w:marLeft w:val="0"/>
      <w:marRight w:val="0"/>
      <w:marTop w:val="0"/>
      <w:marBottom w:val="0"/>
      <w:divBdr>
        <w:top w:val="none" w:sz="0" w:space="0" w:color="auto"/>
        <w:left w:val="none" w:sz="0" w:space="0" w:color="auto"/>
        <w:bottom w:val="none" w:sz="0" w:space="0" w:color="auto"/>
        <w:right w:val="none" w:sz="0" w:space="0" w:color="auto"/>
      </w:divBdr>
    </w:div>
    <w:div w:id="294531101">
      <w:bodyDiv w:val="1"/>
      <w:marLeft w:val="0"/>
      <w:marRight w:val="0"/>
      <w:marTop w:val="0"/>
      <w:marBottom w:val="0"/>
      <w:divBdr>
        <w:top w:val="none" w:sz="0" w:space="0" w:color="auto"/>
        <w:left w:val="none" w:sz="0" w:space="0" w:color="auto"/>
        <w:bottom w:val="none" w:sz="0" w:space="0" w:color="auto"/>
        <w:right w:val="none" w:sz="0" w:space="0" w:color="auto"/>
      </w:divBdr>
    </w:div>
    <w:div w:id="294675889">
      <w:bodyDiv w:val="1"/>
      <w:marLeft w:val="0"/>
      <w:marRight w:val="0"/>
      <w:marTop w:val="0"/>
      <w:marBottom w:val="0"/>
      <w:divBdr>
        <w:top w:val="none" w:sz="0" w:space="0" w:color="auto"/>
        <w:left w:val="none" w:sz="0" w:space="0" w:color="auto"/>
        <w:bottom w:val="none" w:sz="0" w:space="0" w:color="auto"/>
        <w:right w:val="none" w:sz="0" w:space="0" w:color="auto"/>
      </w:divBdr>
    </w:div>
    <w:div w:id="294872467">
      <w:bodyDiv w:val="1"/>
      <w:marLeft w:val="0"/>
      <w:marRight w:val="0"/>
      <w:marTop w:val="0"/>
      <w:marBottom w:val="0"/>
      <w:divBdr>
        <w:top w:val="none" w:sz="0" w:space="0" w:color="auto"/>
        <w:left w:val="none" w:sz="0" w:space="0" w:color="auto"/>
        <w:bottom w:val="none" w:sz="0" w:space="0" w:color="auto"/>
        <w:right w:val="none" w:sz="0" w:space="0" w:color="auto"/>
      </w:divBdr>
    </w:div>
    <w:div w:id="297225702">
      <w:bodyDiv w:val="1"/>
      <w:marLeft w:val="0"/>
      <w:marRight w:val="0"/>
      <w:marTop w:val="0"/>
      <w:marBottom w:val="0"/>
      <w:divBdr>
        <w:top w:val="none" w:sz="0" w:space="0" w:color="auto"/>
        <w:left w:val="none" w:sz="0" w:space="0" w:color="auto"/>
        <w:bottom w:val="none" w:sz="0" w:space="0" w:color="auto"/>
        <w:right w:val="none" w:sz="0" w:space="0" w:color="auto"/>
      </w:divBdr>
    </w:div>
    <w:div w:id="297687191">
      <w:bodyDiv w:val="1"/>
      <w:marLeft w:val="0"/>
      <w:marRight w:val="0"/>
      <w:marTop w:val="0"/>
      <w:marBottom w:val="0"/>
      <w:divBdr>
        <w:top w:val="none" w:sz="0" w:space="0" w:color="auto"/>
        <w:left w:val="none" w:sz="0" w:space="0" w:color="auto"/>
        <w:bottom w:val="none" w:sz="0" w:space="0" w:color="auto"/>
        <w:right w:val="none" w:sz="0" w:space="0" w:color="auto"/>
      </w:divBdr>
    </w:div>
    <w:div w:id="298220600">
      <w:bodyDiv w:val="1"/>
      <w:marLeft w:val="0"/>
      <w:marRight w:val="0"/>
      <w:marTop w:val="0"/>
      <w:marBottom w:val="0"/>
      <w:divBdr>
        <w:top w:val="none" w:sz="0" w:space="0" w:color="auto"/>
        <w:left w:val="none" w:sz="0" w:space="0" w:color="auto"/>
        <w:bottom w:val="none" w:sz="0" w:space="0" w:color="auto"/>
        <w:right w:val="none" w:sz="0" w:space="0" w:color="auto"/>
      </w:divBdr>
    </w:div>
    <w:div w:id="298347594">
      <w:bodyDiv w:val="1"/>
      <w:marLeft w:val="0"/>
      <w:marRight w:val="0"/>
      <w:marTop w:val="0"/>
      <w:marBottom w:val="0"/>
      <w:divBdr>
        <w:top w:val="none" w:sz="0" w:space="0" w:color="auto"/>
        <w:left w:val="none" w:sz="0" w:space="0" w:color="auto"/>
        <w:bottom w:val="none" w:sz="0" w:space="0" w:color="auto"/>
        <w:right w:val="none" w:sz="0" w:space="0" w:color="auto"/>
      </w:divBdr>
    </w:div>
    <w:div w:id="299313341">
      <w:bodyDiv w:val="1"/>
      <w:marLeft w:val="0"/>
      <w:marRight w:val="0"/>
      <w:marTop w:val="0"/>
      <w:marBottom w:val="0"/>
      <w:divBdr>
        <w:top w:val="none" w:sz="0" w:space="0" w:color="auto"/>
        <w:left w:val="none" w:sz="0" w:space="0" w:color="auto"/>
        <w:bottom w:val="none" w:sz="0" w:space="0" w:color="auto"/>
        <w:right w:val="none" w:sz="0" w:space="0" w:color="auto"/>
      </w:divBdr>
    </w:div>
    <w:div w:id="300575279">
      <w:bodyDiv w:val="1"/>
      <w:marLeft w:val="0"/>
      <w:marRight w:val="0"/>
      <w:marTop w:val="0"/>
      <w:marBottom w:val="0"/>
      <w:divBdr>
        <w:top w:val="none" w:sz="0" w:space="0" w:color="auto"/>
        <w:left w:val="none" w:sz="0" w:space="0" w:color="auto"/>
        <w:bottom w:val="none" w:sz="0" w:space="0" w:color="auto"/>
        <w:right w:val="none" w:sz="0" w:space="0" w:color="auto"/>
      </w:divBdr>
    </w:div>
    <w:div w:id="301813756">
      <w:bodyDiv w:val="1"/>
      <w:marLeft w:val="0"/>
      <w:marRight w:val="0"/>
      <w:marTop w:val="0"/>
      <w:marBottom w:val="0"/>
      <w:divBdr>
        <w:top w:val="none" w:sz="0" w:space="0" w:color="auto"/>
        <w:left w:val="none" w:sz="0" w:space="0" w:color="auto"/>
        <w:bottom w:val="none" w:sz="0" w:space="0" w:color="auto"/>
        <w:right w:val="none" w:sz="0" w:space="0" w:color="auto"/>
      </w:divBdr>
    </w:div>
    <w:div w:id="301884570">
      <w:bodyDiv w:val="1"/>
      <w:marLeft w:val="0"/>
      <w:marRight w:val="0"/>
      <w:marTop w:val="0"/>
      <w:marBottom w:val="0"/>
      <w:divBdr>
        <w:top w:val="none" w:sz="0" w:space="0" w:color="auto"/>
        <w:left w:val="none" w:sz="0" w:space="0" w:color="auto"/>
        <w:bottom w:val="none" w:sz="0" w:space="0" w:color="auto"/>
        <w:right w:val="none" w:sz="0" w:space="0" w:color="auto"/>
      </w:divBdr>
    </w:div>
    <w:div w:id="302081961">
      <w:bodyDiv w:val="1"/>
      <w:marLeft w:val="0"/>
      <w:marRight w:val="0"/>
      <w:marTop w:val="0"/>
      <w:marBottom w:val="0"/>
      <w:divBdr>
        <w:top w:val="none" w:sz="0" w:space="0" w:color="auto"/>
        <w:left w:val="none" w:sz="0" w:space="0" w:color="auto"/>
        <w:bottom w:val="none" w:sz="0" w:space="0" w:color="auto"/>
        <w:right w:val="none" w:sz="0" w:space="0" w:color="auto"/>
      </w:divBdr>
    </w:div>
    <w:div w:id="302277723">
      <w:bodyDiv w:val="1"/>
      <w:marLeft w:val="0"/>
      <w:marRight w:val="0"/>
      <w:marTop w:val="0"/>
      <w:marBottom w:val="0"/>
      <w:divBdr>
        <w:top w:val="none" w:sz="0" w:space="0" w:color="auto"/>
        <w:left w:val="none" w:sz="0" w:space="0" w:color="auto"/>
        <w:bottom w:val="none" w:sz="0" w:space="0" w:color="auto"/>
        <w:right w:val="none" w:sz="0" w:space="0" w:color="auto"/>
      </w:divBdr>
    </w:div>
    <w:div w:id="302467368">
      <w:bodyDiv w:val="1"/>
      <w:marLeft w:val="0"/>
      <w:marRight w:val="0"/>
      <w:marTop w:val="0"/>
      <w:marBottom w:val="0"/>
      <w:divBdr>
        <w:top w:val="none" w:sz="0" w:space="0" w:color="auto"/>
        <w:left w:val="none" w:sz="0" w:space="0" w:color="auto"/>
        <w:bottom w:val="none" w:sz="0" w:space="0" w:color="auto"/>
        <w:right w:val="none" w:sz="0" w:space="0" w:color="auto"/>
      </w:divBdr>
    </w:div>
    <w:div w:id="303388278">
      <w:bodyDiv w:val="1"/>
      <w:marLeft w:val="0"/>
      <w:marRight w:val="0"/>
      <w:marTop w:val="0"/>
      <w:marBottom w:val="0"/>
      <w:divBdr>
        <w:top w:val="none" w:sz="0" w:space="0" w:color="auto"/>
        <w:left w:val="none" w:sz="0" w:space="0" w:color="auto"/>
        <w:bottom w:val="none" w:sz="0" w:space="0" w:color="auto"/>
        <w:right w:val="none" w:sz="0" w:space="0" w:color="auto"/>
      </w:divBdr>
    </w:div>
    <w:div w:id="303628986">
      <w:bodyDiv w:val="1"/>
      <w:marLeft w:val="0"/>
      <w:marRight w:val="0"/>
      <w:marTop w:val="0"/>
      <w:marBottom w:val="0"/>
      <w:divBdr>
        <w:top w:val="none" w:sz="0" w:space="0" w:color="auto"/>
        <w:left w:val="none" w:sz="0" w:space="0" w:color="auto"/>
        <w:bottom w:val="none" w:sz="0" w:space="0" w:color="auto"/>
        <w:right w:val="none" w:sz="0" w:space="0" w:color="auto"/>
      </w:divBdr>
    </w:div>
    <w:div w:id="304552489">
      <w:bodyDiv w:val="1"/>
      <w:marLeft w:val="0"/>
      <w:marRight w:val="0"/>
      <w:marTop w:val="0"/>
      <w:marBottom w:val="0"/>
      <w:divBdr>
        <w:top w:val="none" w:sz="0" w:space="0" w:color="auto"/>
        <w:left w:val="none" w:sz="0" w:space="0" w:color="auto"/>
        <w:bottom w:val="none" w:sz="0" w:space="0" w:color="auto"/>
        <w:right w:val="none" w:sz="0" w:space="0" w:color="auto"/>
      </w:divBdr>
    </w:div>
    <w:div w:id="305815175">
      <w:bodyDiv w:val="1"/>
      <w:marLeft w:val="0"/>
      <w:marRight w:val="0"/>
      <w:marTop w:val="0"/>
      <w:marBottom w:val="0"/>
      <w:divBdr>
        <w:top w:val="none" w:sz="0" w:space="0" w:color="auto"/>
        <w:left w:val="none" w:sz="0" w:space="0" w:color="auto"/>
        <w:bottom w:val="none" w:sz="0" w:space="0" w:color="auto"/>
        <w:right w:val="none" w:sz="0" w:space="0" w:color="auto"/>
      </w:divBdr>
    </w:div>
    <w:div w:id="306015970">
      <w:bodyDiv w:val="1"/>
      <w:marLeft w:val="0"/>
      <w:marRight w:val="0"/>
      <w:marTop w:val="0"/>
      <w:marBottom w:val="0"/>
      <w:divBdr>
        <w:top w:val="none" w:sz="0" w:space="0" w:color="auto"/>
        <w:left w:val="none" w:sz="0" w:space="0" w:color="auto"/>
        <w:bottom w:val="none" w:sz="0" w:space="0" w:color="auto"/>
        <w:right w:val="none" w:sz="0" w:space="0" w:color="auto"/>
      </w:divBdr>
    </w:div>
    <w:div w:id="306128416">
      <w:bodyDiv w:val="1"/>
      <w:marLeft w:val="0"/>
      <w:marRight w:val="0"/>
      <w:marTop w:val="0"/>
      <w:marBottom w:val="0"/>
      <w:divBdr>
        <w:top w:val="none" w:sz="0" w:space="0" w:color="auto"/>
        <w:left w:val="none" w:sz="0" w:space="0" w:color="auto"/>
        <w:bottom w:val="none" w:sz="0" w:space="0" w:color="auto"/>
        <w:right w:val="none" w:sz="0" w:space="0" w:color="auto"/>
      </w:divBdr>
    </w:div>
    <w:div w:id="306130788">
      <w:bodyDiv w:val="1"/>
      <w:marLeft w:val="0"/>
      <w:marRight w:val="0"/>
      <w:marTop w:val="0"/>
      <w:marBottom w:val="0"/>
      <w:divBdr>
        <w:top w:val="none" w:sz="0" w:space="0" w:color="auto"/>
        <w:left w:val="none" w:sz="0" w:space="0" w:color="auto"/>
        <w:bottom w:val="none" w:sz="0" w:space="0" w:color="auto"/>
        <w:right w:val="none" w:sz="0" w:space="0" w:color="auto"/>
      </w:divBdr>
    </w:div>
    <w:div w:id="306515006">
      <w:bodyDiv w:val="1"/>
      <w:marLeft w:val="0"/>
      <w:marRight w:val="0"/>
      <w:marTop w:val="0"/>
      <w:marBottom w:val="0"/>
      <w:divBdr>
        <w:top w:val="none" w:sz="0" w:space="0" w:color="auto"/>
        <w:left w:val="none" w:sz="0" w:space="0" w:color="auto"/>
        <w:bottom w:val="none" w:sz="0" w:space="0" w:color="auto"/>
        <w:right w:val="none" w:sz="0" w:space="0" w:color="auto"/>
      </w:divBdr>
    </w:div>
    <w:div w:id="306517556">
      <w:bodyDiv w:val="1"/>
      <w:marLeft w:val="0"/>
      <w:marRight w:val="0"/>
      <w:marTop w:val="0"/>
      <w:marBottom w:val="0"/>
      <w:divBdr>
        <w:top w:val="none" w:sz="0" w:space="0" w:color="auto"/>
        <w:left w:val="none" w:sz="0" w:space="0" w:color="auto"/>
        <w:bottom w:val="none" w:sz="0" w:space="0" w:color="auto"/>
        <w:right w:val="none" w:sz="0" w:space="0" w:color="auto"/>
      </w:divBdr>
    </w:div>
    <w:div w:id="307980174">
      <w:bodyDiv w:val="1"/>
      <w:marLeft w:val="0"/>
      <w:marRight w:val="0"/>
      <w:marTop w:val="0"/>
      <w:marBottom w:val="0"/>
      <w:divBdr>
        <w:top w:val="none" w:sz="0" w:space="0" w:color="auto"/>
        <w:left w:val="none" w:sz="0" w:space="0" w:color="auto"/>
        <w:bottom w:val="none" w:sz="0" w:space="0" w:color="auto"/>
        <w:right w:val="none" w:sz="0" w:space="0" w:color="auto"/>
      </w:divBdr>
    </w:div>
    <w:div w:id="308092585">
      <w:bodyDiv w:val="1"/>
      <w:marLeft w:val="0"/>
      <w:marRight w:val="0"/>
      <w:marTop w:val="0"/>
      <w:marBottom w:val="0"/>
      <w:divBdr>
        <w:top w:val="none" w:sz="0" w:space="0" w:color="auto"/>
        <w:left w:val="none" w:sz="0" w:space="0" w:color="auto"/>
        <w:bottom w:val="none" w:sz="0" w:space="0" w:color="auto"/>
        <w:right w:val="none" w:sz="0" w:space="0" w:color="auto"/>
      </w:divBdr>
    </w:div>
    <w:div w:id="310840227">
      <w:bodyDiv w:val="1"/>
      <w:marLeft w:val="0"/>
      <w:marRight w:val="0"/>
      <w:marTop w:val="0"/>
      <w:marBottom w:val="0"/>
      <w:divBdr>
        <w:top w:val="none" w:sz="0" w:space="0" w:color="auto"/>
        <w:left w:val="none" w:sz="0" w:space="0" w:color="auto"/>
        <w:bottom w:val="none" w:sz="0" w:space="0" w:color="auto"/>
        <w:right w:val="none" w:sz="0" w:space="0" w:color="auto"/>
      </w:divBdr>
    </w:div>
    <w:div w:id="311249883">
      <w:bodyDiv w:val="1"/>
      <w:marLeft w:val="0"/>
      <w:marRight w:val="0"/>
      <w:marTop w:val="0"/>
      <w:marBottom w:val="0"/>
      <w:divBdr>
        <w:top w:val="none" w:sz="0" w:space="0" w:color="auto"/>
        <w:left w:val="none" w:sz="0" w:space="0" w:color="auto"/>
        <w:bottom w:val="none" w:sz="0" w:space="0" w:color="auto"/>
        <w:right w:val="none" w:sz="0" w:space="0" w:color="auto"/>
      </w:divBdr>
    </w:div>
    <w:div w:id="311493219">
      <w:bodyDiv w:val="1"/>
      <w:marLeft w:val="0"/>
      <w:marRight w:val="0"/>
      <w:marTop w:val="0"/>
      <w:marBottom w:val="0"/>
      <w:divBdr>
        <w:top w:val="none" w:sz="0" w:space="0" w:color="auto"/>
        <w:left w:val="none" w:sz="0" w:space="0" w:color="auto"/>
        <w:bottom w:val="none" w:sz="0" w:space="0" w:color="auto"/>
        <w:right w:val="none" w:sz="0" w:space="0" w:color="auto"/>
      </w:divBdr>
    </w:div>
    <w:div w:id="313291892">
      <w:bodyDiv w:val="1"/>
      <w:marLeft w:val="0"/>
      <w:marRight w:val="0"/>
      <w:marTop w:val="0"/>
      <w:marBottom w:val="0"/>
      <w:divBdr>
        <w:top w:val="none" w:sz="0" w:space="0" w:color="auto"/>
        <w:left w:val="none" w:sz="0" w:space="0" w:color="auto"/>
        <w:bottom w:val="none" w:sz="0" w:space="0" w:color="auto"/>
        <w:right w:val="none" w:sz="0" w:space="0" w:color="auto"/>
      </w:divBdr>
    </w:div>
    <w:div w:id="313490060">
      <w:bodyDiv w:val="1"/>
      <w:marLeft w:val="0"/>
      <w:marRight w:val="0"/>
      <w:marTop w:val="0"/>
      <w:marBottom w:val="0"/>
      <w:divBdr>
        <w:top w:val="none" w:sz="0" w:space="0" w:color="auto"/>
        <w:left w:val="none" w:sz="0" w:space="0" w:color="auto"/>
        <w:bottom w:val="none" w:sz="0" w:space="0" w:color="auto"/>
        <w:right w:val="none" w:sz="0" w:space="0" w:color="auto"/>
      </w:divBdr>
    </w:div>
    <w:div w:id="316762797">
      <w:bodyDiv w:val="1"/>
      <w:marLeft w:val="0"/>
      <w:marRight w:val="0"/>
      <w:marTop w:val="0"/>
      <w:marBottom w:val="0"/>
      <w:divBdr>
        <w:top w:val="none" w:sz="0" w:space="0" w:color="auto"/>
        <w:left w:val="none" w:sz="0" w:space="0" w:color="auto"/>
        <w:bottom w:val="none" w:sz="0" w:space="0" w:color="auto"/>
        <w:right w:val="none" w:sz="0" w:space="0" w:color="auto"/>
      </w:divBdr>
    </w:div>
    <w:div w:id="316954197">
      <w:bodyDiv w:val="1"/>
      <w:marLeft w:val="0"/>
      <w:marRight w:val="0"/>
      <w:marTop w:val="0"/>
      <w:marBottom w:val="0"/>
      <w:divBdr>
        <w:top w:val="none" w:sz="0" w:space="0" w:color="auto"/>
        <w:left w:val="none" w:sz="0" w:space="0" w:color="auto"/>
        <w:bottom w:val="none" w:sz="0" w:space="0" w:color="auto"/>
        <w:right w:val="none" w:sz="0" w:space="0" w:color="auto"/>
      </w:divBdr>
    </w:div>
    <w:div w:id="317878182">
      <w:bodyDiv w:val="1"/>
      <w:marLeft w:val="0"/>
      <w:marRight w:val="0"/>
      <w:marTop w:val="0"/>
      <w:marBottom w:val="0"/>
      <w:divBdr>
        <w:top w:val="none" w:sz="0" w:space="0" w:color="auto"/>
        <w:left w:val="none" w:sz="0" w:space="0" w:color="auto"/>
        <w:bottom w:val="none" w:sz="0" w:space="0" w:color="auto"/>
        <w:right w:val="none" w:sz="0" w:space="0" w:color="auto"/>
      </w:divBdr>
    </w:div>
    <w:div w:id="318702555">
      <w:bodyDiv w:val="1"/>
      <w:marLeft w:val="0"/>
      <w:marRight w:val="0"/>
      <w:marTop w:val="0"/>
      <w:marBottom w:val="0"/>
      <w:divBdr>
        <w:top w:val="none" w:sz="0" w:space="0" w:color="auto"/>
        <w:left w:val="none" w:sz="0" w:space="0" w:color="auto"/>
        <w:bottom w:val="none" w:sz="0" w:space="0" w:color="auto"/>
        <w:right w:val="none" w:sz="0" w:space="0" w:color="auto"/>
      </w:divBdr>
    </w:div>
    <w:div w:id="319113556">
      <w:bodyDiv w:val="1"/>
      <w:marLeft w:val="0"/>
      <w:marRight w:val="0"/>
      <w:marTop w:val="0"/>
      <w:marBottom w:val="0"/>
      <w:divBdr>
        <w:top w:val="none" w:sz="0" w:space="0" w:color="auto"/>
        <w:left w:val="none" w:sz="0" w:space="0" w:color="auto"/>
        <w:bottom w:val="none" w:sz="0" w:space="0" w:color="auto"/>
        <w:right w:val="none" w:sz="0" w:space="0" w:color="auto"/>
      </w:divBdr>
    </w:div>
    <w:div w:id="319430408">
      <w:bodyDiv w:val="1"/>
      <w:marLeft w:val="0"/>
      <w:marRight w:val="0"/>
      <w:marTop w:val="0"/>
      <w:marBottom w:val="0"/>
      <w:divBdr>
        <w:top w:val="none" w:sz="0" w:space="0" w:color="auto"/>
        <w:left w:val="none" w:sz="0" w:space="0" w:color="auto"/>
        <w:bottom w:val="none" w:sz="0" w:space="0" w:color="auto"/>
        <w:right w:val="none" w:sz="0" w:space="0" w:color="auto"/>
      </w:divBdr>
    </w:div>
    <w:div w:id="321589122">
      <w:bodyDiv w:val="1"/>
      <w:marLeft w:val="0"/>
      <w:marRight w:val="0"/>
      <w:marTop w:val="0"/>
      <w:marBottom w:val="0"/>
      <w:divBdr>
        <w:top w:val="none" w:sz="0" w:space="0" w:color="auto"/>
        <w:left w:val="none" w:sz="0" w:space="0" w:color="auto"/>
        <w:bottom w:val="none" w:sz="0" w:space="0" w:color="auto"/>
        <w:right w:val="none" w:sz="0" w:space="0" w:color="auto"/>
      </w:divBdr>
    </w:div>
    <w:div w:id="321813865">
      <w:bodyDiv w:val="1"/>
      <w:marLeft w:val="0"/>
      <w:marRight w:val="0"/>
      <w:marTop w:val="0"/>
      <w:marBottom w:val="0"/>
      <w:divBdr>
        <w:top w:val="none" w:sz="0" w:space="0" w:color="auto"/>
        <w:left w:val="none" w:sz="0" w:space="0" w:color="auto"/>
        <w:bottom w:val="none" w:sz="0" w:space="0" w:color="auto"/>
        <w:right w:val="none" w:sz="0" w:space="0" w:color="auto"/>
      </w:divBdr>
    </w:div>
    <w:div w:id="323778503">
      <w:bodyDiv w:val="1"/>
      <w:marLeft w:val="0"/>
      <w:marRight w:val="0"/>
      <w:marTop w:val="0"/>
      <w:marBottom w:val="0"/>
      <w:divBdr>
        <w:top w:val="none" w:sz="0" w:space="0" w:color="auto"/>
        <w:left w:val="none" w:sz="0" w:space="0" w:color="auto"/>
        <w:bottom w:val="none" w:sz="0" w:space="0" w:color="auto"/>
        <w:right w:val="none" w:sz="0" w:space="0" w:color="auto"/>
      </w:divBdr>
    </w:div>
    <w:div w:id="324357993">
      <w:bodyDiv w:val="1"/>
      <w:marLeft w:val="0"/>
      <w:marRight w:val="0"/>
      <w:marTop w:val="0"/>
      <w:marBottom w:val="0"/>
      <w:divBdr>
        <w:top w:val="none" w:sz="0" w:space="0" w:color="auto"/>
        <w:left w:val="none" w:sz="0" w:space="0" w:color="auto"/>
        <w:bottom w:val="none" w:sz="0" w:space="0" w:color="auto"/>
        <w:right w:val="none" w:sz="0" w:space="0" w:color="auto"/>
      </w:divBdr>
    </w:div>
    <w:div w:id="324480260">
      <w:bodyDiv w:val="1"/>
      <w:marLeft w:val="0"/>
      <w:marRight w:val="0"/>
      <w:marTop w:val="0"/>
      <w:marBottom w:val="0"/>
      <w:divBdr>
        <w:top w:val="none" w:sz="0" w:space="0" w:color="auto"/>
        <w:left w:val="none" w:sz="0" w:space="0" w:color="auto"/>
        <w:bottom w:val="none" w:sz="0" w:space="0" w:color="auto"/>
        <w:right w:val="none" w:sz="0" w:space="0" w:color="auto"/>
      </w:divBdr>
    </w:div>
    <w:div w:id="325286811">
      <w:bodyDiv w:val="1"/>
      <w:marLeft w:val="0"/>
      <w:marRight w:val="0"/>
      <w:marTop w:val="0"/>
      <w:marBottom w:val="0"/>
      <w:divBdr>
        <w:top w:val="none" w:sz="0" w:space="0" w:color="auto"/>
        <w:left w:val="none" w:sz="0" w:space="0" w:color="auto"/>
        <w:bottom w:val="none" w:sz="0" w:space="0" w:color="auto"/>
        <w:right w:val="none" w:sz="0" w:space="0" w:color="auto"/>
      </w:divBdr>
    </w:div>
    <w:div w:id="325741674">
      <w:bodyDiv w:val="1"/>
      <w:marLeft w:val="0"/>
      <w:marRight w:val="0"/>
      <w:marTop w:val="0"/>
      <w:marBottom w:val="0"/>
      <w:divBdr>
        <w:top w:val="none" w:sz="0" w:space="0" w:color="auto"/>
        <w:left w:val="none" w:sz="0" w:space="0" w:color="auto"/>
        <w:bottom w:val="none" w:sz="0" w:space="0" w:color="auto"/>
        <w:right w:val="none" w:sz="0" w:space="0" w:color="auto"/>
      </w:divBdr>
    </w:div>
    <w:div w:id="326058065">
      <w:bodyDiv w:val="1"/>
      <w:marLeft w:val="0"/>
      <w:marRight w:val="0"/>
      <w:marTop w:val="0"/>
      <w:marBottom w:val="0"/>
      <w:divBdr>
        <w:top w:val="none" w:sz="0" w:space="0" w:color="auto"/>
        <w:left w:val="none" w:sz="0" w:space="0" w:color="auto"/>
        <w:bottom w:val="none" w:sz="0" w:space="0" w:color="auto"/>
        <w:right w:val="none" w:sz="0" w:space="0" w:color="auto"/>
      </w:divBdr>
    </w:div>
    <w:div w:id="326250712">
      <w:bodyDiv w:val="1"/>
      <w:marLeft w:val="0"/>
      <w:marRight w:val="0"/>
      <w:marTop w:val="0"/>
      <w:marBottom w:val="0"/>
      <w:divBdr>
        <w:top w:val="none" w:sz="0" w:space="0" w:color="auto"/>
        <w:left w:val="none" w:sz="0" w:space="0" w:color="auto"/>
        <w:bottom w:val="none" w:sz="0" w:space="0" w:color="auto"/>
        <w:right w:val="none" w:sz="0" w:space="0" w:color="auto"/>
      </w:divBdr>
    </w:div>
    <w:div w:id="326907652">
      <w:bodyDiv w:val="1"/>
      <w:marLeft w:val="0"/>
      <w:marRight w:val="0"/>
      <w:marTop w:val="0"/>
      <w:marBottom w:val="0"/>
      <w:divBdr>
        <w:top w:val="none" w:sz="0" w:space="0" w:color="auto"/>
        <w:left w:val="none" w:sz="0" w:space="0" w:color="auto"/>
        <w:bottom w:val="none" w:sz="0" w:space="0" w:color="auto"/>
        <w:right w:val="none" w:sz="0" w:space="0" w:color="auto"/>
      </w:divBdr>
    </w:div>
    <w:div w:id="327559428">
      <w:bodyDiv w:val="1"/>
      <w:marLeft w:val="0"/>
      <w:marRight w:val="0"/>
      <w:marTop w:val="0"/>
      <w:marBottom w:val="0"/>
      <w:divBdr>
        <w:top w:val="none" w:sz="0" w:space="0" w:color="auto"/>
        <w:left w:val="none" w:sz="0" w:space="0" w:color="auto"/>
        <w:bottom w:val="none" w:sz="0" w:space="0" w:color="auto"/>
        <w:right w:val="none" w:sz="0" w:space="0" w:color="auto"/>
      </w:divBdr>
    </w:div>
    <w:div w:id="327908835">
      <w:bodyDiv w:val="1"/>
      <w:marLeft w:val="0"/>
      <w:marRight w:val="0"/>
      <w:marTop w:val="0"/>
      <w:marBottom w:val="0"/>
      <w:divBdr>
        <w:top w:val="none" w:sz="0" w:space="0" w:color="auto"/>
        <w:left w:val="none" w:sz="0" w:space="0" w:color="auto"/>
        <w:bottom w:val="none" w:sz="0" w:space="0" w:color="auto"/>
        <w:right w:val="none" w:sz="0" w:space="0" w:color="auto"/>
      </w:divBdr>
    </w:div>
    <w:div w:id="328367061">
      <w:bodyDiv w:val="1"/>
      <w:marLeft w:val="0"/>
      <w:marRight w:val="0"/>
      <w:marTop w:val="0"/>
      <w:marBottom w:val="0"/>
      <w:divBdr>
        <w:top w:val="none" w:sz="0" w:space="0" w:color="auto"/>
        <w:left w:val="none" w:sz="0" w:space="0" w:color="auto"/>
        <w:bottom w:val="none" w:sz="0" w:space="0" w:color="auto"/>
        <w:right w:val="none" w:sz="0" w:space="0" w:color="auto"/>
      </w:divBdr>
    </w:div>
    <w:div w:id="328945042">
      <w:bodyDiv w:val="1"/>
      <w:marLeft w:val="0"/>
      <w:marRight w:val="0"/>
      <w:marTop w:val="0"/>
      <w:marBottom w:val="0"/>
      <w:divBdr>
        <w:top w:val="none" w:sz="0" w:space="0" w:color="auto"/>
        <w:left w:val="none" w:sz="0" w:space="0" w:color="auto"/>
        <w:bottom w:val="none" w:sz="0" w:space="0" w:color="auto"/>
        <w:right w:val="none" w:sz="0" w:space="0" w:color="auto"/>
      </w:divBdr>
    </w:div>
    <w:div w:id="329718682">
      <w:bodyDiv w:val="1"/>
      <w:marLeft w:val="0"/>
      <w:marRight w:val="0"/>
      <w:marTop w:val="0"/>
      <w:marBottom w:val="0"/>
      <w:divBdr>
        <w:top w:val="none" w:sz="0" w:space="0" w:color="auto"/>
        <w:left w:val="none" w:sz="0" w:space="0" w:color="auto"/>
        <w:bottom w:val="none" w:sz="0" w:space="0" w:color="auto"/>
        <w:right w:val="none" w:sz="0" w:space="0" w:color="auto"/>
      </w:divBdr>
    </w:div>
    <w:div w:id="329873944">
      <w:bodyDiv w:val="1"/>
      <w:marLeft w:val="0"/>
      <w:marRight w:val="0"/>
      <w:marTop w:val="0"/>
      <w:marBottom w:val="0"/>
      <w:divBdr>
        <w:top w:val="none" w:sz="0" w:space="0" w:color="auto"/>
        <w:left w:val="none" w:sz="0" w:space="0" w:color="auto"/>
        <w:bottom w:val="none" w:sz="0" w:space="0" w:color="auto"/>
        <w:right w:val="none" w:sz="0" w:space="0" w:color="auto"/>
      </w:divBdr>
    </w:div>
    <w:div w:id="330446666">
      <w:bodyDiv w:val="1"/>
      <w:marLeft w:val="0"/>
      <w:marRight w:val="0"/>
      <w:marTop w:val="0"/>
      <w:marBottom w:val="0"/>
      <w:divBdr>
        <w:top w:val="none" w:sz="0" w:space="0" w:color="auto"/>
        <w:left w:val="none" w:sz="0" w:space="0" w:color="auto"/>
        <w:bottom w:val="none" w:sz="0" w:space="0" w:color="auto"/>
        <w:right w:val="none" w:sz="0" w:space="0" w:color="auto"/>
      </w:divBdr>
    </w:div>
    <w:div w:id="330454070">
      <w:bodyDiv w:val="1"/>
      <w:marLeft w:val="0"/>
      <w:marRight w:val="0"/>
      <w:marTop w:val="0"/>
      <w:marBottom w:val="0"/>
      <w:divBdr>
        <w:top w:val="none" w:sz="0" w:space="0" w:color="auto"/>
        <w:left w:val="none" w:sz="0" w:space="0" w:color="auto"/>
        <w:bottom w:val="none" w:sz="0" w:space="0" w:color="auto"/>
        <w:right w:val="none" w:sz="0" w:space="0" w:color="auto"/>
      </w:divBdr>
    </w:div>
    <w:div w:id="332074967">
      <w:bodyDiv w:val="1"/>
      <w:marLeft w:val="0"/>
      <w:marRight w:val="0"/>
      <w:marTop w:val="0"/>
      <w:marBottom w:val="0"/>
      <w:divBdr>
        <w:top w:val="none" w:sz="0" w:space="0" w:color="auto"/>
        <w:left w:val="none" w:sz="0" w:space="0" w:color="auto"/>
        <w:bottom w:val="none" w:sz="0" w:space="0" w:color="auto"/>
        <w:right w:val="none" w:sz="0" w:space="0" w:color="auto"/>
      </w:divBdr>
    </w:div>
    <w:div w:id="332295469">
      <w:bodyDiv w:val="1"/>
      <w:marLeft w:val="0"/>
      <w:marRight w:val="0"/>
      <w:marTop w:val="0"/>
      <w:marBottom w:val="0"/>
      <w:divBdr>
        <w:top w:val="none" w:sz="0" w:space="0" w:color="auto"/>
        <w:left w:val="none" w:sz="0" w:space="0" w:color="auto"/>
        <w:bottom w:val="none" w:sz="0" w:space="0" w:color="auto"/>
        <w:right w:val="none" w:sz="0" w:space="0" w:color="auto"/>
      </w:divBdr>
    </w:div>
    <w:div w:id="332417767">
      <w:bodyDiv w:val="1"/>
      <w:marLeft w:val="0"/>
      <w:marRight w:val="0"/>
      <w:marTop w:val="0"/>
      <w:marBottom w:val="0"/>
      <w:divBdr>
        <w:top w:val="none" w:sz="0" w:space="0" w:color="auto"/>
        <w:left w:val="none" w:sz="0" w:space="0" w:color="auto"/>
        <w:bottom w:val="none" w:sz="0" w:space="0" w:color="auto"/>
        <w:right w:val="none" w:sz="0" w:space="0" w:color="auto"/>
      </w:divBdr>
    </w:div>
    <w:div w:id="333268294">
      <w:bodyDiv w:val="1"/>
      <w:marLeft w:val="0"/>
      <w:marRight w:val="0"/>
      <w:marTop w:val="0"/>
      <w:marBottom w:val="0"/>
      <w:divBdr>
        <w:top w:val="none" w:sz="0" w:space="0" w:color="auto"/>
        <w:left w:val="none" w:sz="0" w:space="0" w:color="auto"/>
        <w:bottom w:val="none" w:sz="0" w:space="0" w:color="auto"/>
        <w:right w:val="none" w:sz="0" w:space="0" w:color="auto"/>
      </w:divBdr>
    </w:div>
    <w:div w:id="333840949">
      <w:bodyDiv w:val="1"/>
      <w:marLeft w:val="0"/>
      <w:marRight w:val="0"/>
      <w:marTop w:val="0"/>
      <w:marBottom w:val="0"/>
      <w:divBdr>
        <w:top w:val="none" w:sz="0" w:space="0" w:color="auto"/>
        <w:left w:val="none" w:sz="0" w:space="0" w:color="auto"/>
        <w:bottom w:val="none" w:sz="0" w:space="0" w:color="auto"/>
        <w:right w:val="none" w:sz="0" w:space="0" w:color="auto"/>
      </w:divBdr>
    </w:div>
    <w:div w:id="334116473">
      <w:bodyDiv w:val="1"/>
      <w:marLeft w:val="0"/>
      <w:marRight w:val="0"/>
      <w:marTop w:val="0"/>
      <w:marBottom w:val="0"/>
      <w:divBdr>
        <w:top w:val="none" w:sz="0" w:space="0" w:color="auto"/>
        <w:left w:val="none" w:sz="0" w:space="0" w:color="auto"/>
        <w:bottom w:val="none" w:sz="0" w:space="0" w:color="auto"/>
        <w:right w:val="none" w:sz="0" w:space="0" w:color="auto"/>
      </w:divBdr>
    </w:div>
    <w:div w:id="335232804">
      <w:bodyDiv w:val="1"/>
      <w:marLeft w:val="0"/>
      <w:marRight w:val="0"/>
      <w:marTop w:val="0"/>
      <w:marBottom w:val="0"/>
      <w:divBdr>
        <w:top w:val="none" w:sz="0" w:space="0" w:color="auto"/>
        <w:left w:val="none" w:sz="0" w:space="0" w:color="auto"/>
        <w:bottom w:val="none" w:sz="0" w:space="0" w:color="auto"/>
        <w:right w:val="none" w:sz="0" w:space="0" w:color="auto"/>
      </w:divBdr>
    </w:div>
    <w:div w:id="335575652">
      <w:bodyDiv w:val="1"/>
      <w:marLeft w:val="0"/>
      <w:marRight w:val="0"/>
      <w:marTop w:val="0"/>
      <w:marBottom w:val="0"/>
      <w:divBdr>
        <w:top w:val="none" w:sz="0" w:space="0" w:color="auto"/>
        <w:left w:val="none" w:sz="0" w:space="0" w:color="auto"/>
        <w:bottom w:val="none" w:sz="0" w:space="0" w:color="auto"/>
        <w:right w:val="none" w:sz="0" w:space="0" w:color="auto"/>
      </w:divBdr>
    </w:div>
    <w:div w:id="336269406">
      <w:bodyDiv w:val="1"/>
      <w:marLeft w:val="0"/>
      <w:marRight w:val="0"/>
      <w:marTop w:val="0"/>
      <w:marBottom w:val="0"/>
      <w:divBdr>
        <w:top w:val="none" w:sz="0" w:space="0" w:color="auto"/>
        <w:left w:val="none" w:sz="0" w:space="0" w:color="auto"/>
        <w:bottom w:val="none" w:sz="0" w:space="0" w:color="auto"/>
        <w:right w:val="none" w:sz="0" w:space="0" w:color="auto"/>
      </w:divBdr>
    </w:div>
    <w:div w:id="337344448">
      <w:bodyDiv w:val="1"/>
      <w:marLeft w:val="0"/>
      <w:marRight w:val="0"/>
      <w:marTop w:val="0"/>
      <w:marBottom w:val="0"/>
      <w:divBdr>
        <w:top w:val="none" w:sz="0" w:space="0" w:color="auto"/>
        <w:left w:val="none" w:sz="0" w:space="0" w:color="auto"/>
        <w:bottom w:val="none" w:sz="0" w:space="0" w:color="auto"/>
        <w:right w:val="none" w:sz="0" w:space="0" w:color="auto"/>
      </w:divBdr>
    </w:div>
    <w:div w:id="339089117">
      <w:bodyDiv w:val="1"/>
      <w:marLeft w:val="0"/>
      <w:marRight w:val="0"/>
      <w:marTop w:val="0"/>
      <w:marBottom w:val="0"/>
      <w:divBdr>
        <w:top w:val="none" w:sz="0" w:space="0" w:color="auto"/>
        <w:left w:val="none" w:sz="0" w:space="0" w:color="auto"/>
        <w:bottom w:val="none" w:sz="0" w:space="0" w:color="auto"/>
        <w:right w:val="none" w:sz="0" w:space="0" w:color="auto"/>
      </w:divBdr>
    </w:div>
    <w:div w:id="339623448">
      <w:bodyDiv w:val="1"/>
      <w:marLeft w:val="0"/>
      <w:marRight w:val="0"/>
      <w:marTop w:val="0"/>
      <w:marBottom w:val="0"/>
      <w:divBdr>
        <w:top w:val="none" w:sz="0" w:space="0" w:color="auto"/>
        <w:left w:val="none" w:sz="0" w:space="0" w:color="auto"/>
        <w:bottom w:val="none" w:sz="0" w:space="0" w:color="auto"/>
        <w:right w:val="none" w:sz="0" w:space="0" w:color="auto"/>
      </w:divBdr>
    </w:div>
    <w:div w:id="341011981">
      <w:bodyDiv w:val="1"/>
      <w:marLeft w:val="0"/>
      <w:marRight w:val="0"/>
      <w:marTop w:val="0"/>
      <w:marBottom w:val="0"/>
      <w:divBdr>
        <w:top w:val="none" w:sz="0" w:space="0" w:color="auto"/>
        <w:left w:val="none" w:sz="0" w:space="0" w:color="auto"/>
        <w:bottom w:val="none" w:sz="0" w:space="0" w:color="auto"/>
        <w:right w:val="none" w:sz="0" w:space="0" w:color="auto"/>
      </w:divBdr>
    </w:div>
    <w:div w:id="341588847">
      <w:bodyDiv w:val="1"/>
      <w:marLeft w:val="0"/>
      <w:marRight w:val="0"/>
      <w:marTop w:val="0"/>
      <w:marBottom w:val="0"/>
      <w:divBdr>
        <w:top w:val="none" w:sz="0" w:space="0" w:color="auto"/>
        <w:left w:val="none" w:sz="0" w:space="0" w:color="auto"/>
        <w:bottom w:val="none" w:sz="0" w:space="0" w:color="auto"/>
        <w:right w:val="none" w:sz="0" w:space="0" w:color="auto"/>
      </w:divBdr>
    </w:div>
    <w:div w:id="342509620">
      <w:bodyDiv w:val="1"/>
      <w:marLeft w:val="0"/>
      <w:marRight w:val="0"/>
      <w:marTop w:val="0"/>
      <w:marBottom w:val="0"/>
      <w:divBdr>
        <w:top w:val="none" w:sz="0" w:space="0" w:color="auto"/>
        <w:left w:val="none" w:sz="0" w:space="0" w:color="auto"/>
        <w:bottom w:val="none" w:sz="0" w:space="0" w:color="auto"/>
        <w:right w:val="none" w:sz="0" w:space="0" w:color="auto"/>
      </w:divBdr>
    </w:div>
    <w:div w:id="342976536">
      <w:bodyDiv w:val="1"/>
      <w:marLeft w:val="0"/>
      <w:marRight w:val="0"/>
      <w:marTop w:val="0"/>
      <w:marBottom w:val="0"/>
      <w:divBdr>
        <w:top w:val="none" w:sz="0" w:space="0" w:color="auto"/>
        <w:left w:val="none" w:sz="0" w:space="0" w:color="auto"/>
        <w:bottom w:val="none" w:sz="0" w:space="0" w:color="auto"/>
        <w:right w:val="none" w:sz="0" w:space="0" w:color="auto"/>
      </w:divBdr>
    </w:div>
    <w:div w:id="343048164">
      <w:bodyDiv w:val="1"/>
      <w:marLeft w:val="0"/>
      <w:marRight w:val="0"/>
      <w:marTop w:val="0"/>
      <w:marBottom w:val="0"/>
      <w:divBdr>
        <w:top w:val="none" w:sz="0" w:space="0" w:color="auto"/>
        <w:left w:val="none" w:sz="0" w:space="0" w:color="auto"/>
        <w:bottom w:val="none" w:sz="0" w:space="0" w:color="auto"/>
        <w:right w:val="none" w:sz="0" w:space="0" w:color="auto"/>
      </w:divBdr>
    </w:div>
    <w:div w:id="343479470">
      <w:bodyDiv w:val="1"/>
      <w:marLeft w:val="0"/>
      <w:marRight w:val="0"/>
      <w:marTop w:val="0"/>
      <w:marBottom w:val="0"/>
      <w:divBdr>
        <w:top w:val="none" w:sz="0" w:space="0" w:color="auto"/>
        <w:left w:val="none" w:sz="0" w:space="0" w:color="auto"/>
        <w:bottom w:val="none" w:sz="0" w:space="0" w:color="auto"/>
        <w:right w:val="none" w:sz="0" w:space="0" w:color="auto"/>
      </w:divBdr>
    </w:div>
    <w:div w:id="343938864">
      <w:bodyDiv w:val="1"/>
      <w:marLeft w:val="0"/>
      <w:marRight w:val="0"/>
      <w:marTop w:val="0"/>
      <w:marBottom w:val="0"/>
      <w:divBdr>
        <w:top w:val="none" w:sz="0" w:space="0" w:color="auto"/>
        <w:left w:val="none" w:sz="0" w:space="0" w:color="auto"/>
        <w:bottom w:val="none" w:sz="0" w:space="0" w:color="auto"/>
        <w:right w:val="none" w:sz="0" w:space="0" w:color="auto"/>
      </w:divBdr>
    </w:div>
    <w:div w:id="344401256">
      <w:bodyDiv w:val="1"/>
      <w:marLeft w:val="0"/>
      <w:marRight w:val="0"/>
      <w:marTop w:val="0"/>
      <w:marBottom w:val="0"/>
      <w:divBdr>
        <w:top w:val="none" w:sz="0" w:space="0" w:color="auto"/>
        <w:left w:val="none" w:sz="0" w:space="0" w:color="auto"/>
        <w:bottom w:val="none" w:sz="0" w:space="0" w:color="auto"/>
        <w:right w:val="none" w:sz="0" w:space="0" w:color="auto"/>
      </w:divBdr>
    </w:div>
    <w:div w:id="344792315">
      <w:bodyDiv w:val="1"/>
      <w:marLeft w:val="0"/>
      <w:marRight w:val="0"/>
      <w:marTop w:val="0"/>
      <w:marBottom w:val="0"/>
      <w:divBdr>
        <w:top w:val="none" w:sz="0" w:space="0" w:color="auto"/>
        <w:left w:val="none" w:sz="0" w:space="0" w:color="auto"/>
        <w:bottom w:val="none" w:sz="0" w:space="0" w:color="auto"/>
        <w:right w:val="none" w:sz="0" w:space="0" w:color="auto"/>
      </w:divBdr>
    </w:div>
    <w:div w:id="344866186">
      <w:bodyDiv w:val="1"/>
      <w:marLeft w:val="0"/>
      <w:marRight w:val="0"/>
      <w:marTop w:val="0"/>
      <w:marBottom w:val="0"/>
      <w:divBdr>
        <w:top w:val="none" w:sz="0" w:space="0" w:color="auto"/>
        <w:left w:val="none" w:sz="0" w:space="0" w:color="auto"/>
        <w:bottom w:val="none" w:sz="0" w:space="0" w:color="auto"/>
        <w:right w:val="none" w:sz="0" w:space="0" w:color="auto"/>
      </w:divBdr>
    </w:div>
    <w:div w:id="345407112">
      <w:bodyDiv w:val="1"/>
      <w:marLeft w:val="0"/>
      <w:marRight w:val="0"/>
      <w:marTop w:val="0"/>
      <w:marBottom w:val="0"/>
      <w:divBdr>
        <w:top w:val="none" w:sz="0" w:space="0" w:color="auto"/>
        <w:left w:val="none" w:sz="0" w:space="0" w:color="auto"/>
        <w:bottom w:val="none" w:sz="0" w:space="0" w:color="auto"/>
        <w:right w:val="none" w:sz="0" w:space="0" w:color="auto"/>
      </w:divBdr>
    </w:div>
    <w:div w:id="345717649">
      <w:bodyDiv w:val="1"/>
      <w:marLeft w:val="0"/>
      <w:marRight w:val="0"/>
      <w:marTop w:val="0"/>
      <w:marBottom w:val="0"/>
      <w:divBdr>
        <w:top w:val="none" w:sz="0" w:space="0" w:color="auto"/>
        <w:left w:val="none" w:sz="0" w:space="0" w:color="auto"/>
        <w:bottom w:val="none" w:sz="0" w:space="0" w:color="auto"/>
        <w:right w:val="none" w:sz="0" w:space="0" w:color="auto"/>
      </w:divBdr>
    </w:div>
    <w:div w:id="346056278">
      <w:bodyDiv w:val="1"/>
      <w:marLeft w:val="0"/>
      <w:marRight w:val="0"/>
      <w:marTop w:val="0"/>
      <w:marBottom w:val="0"/>
      <w:divBdr>
        <w:top w:val="none" w:sz="0" w:space="0" w:color="auto"/>
        <w:left w:val="none" w:sz="0" w:space="0" w:color="auto"/>
        <w:bottom w:val="none" w:sz="0" w:space="0" w:color="auto"/>
        <w:right w:val="none" w:sz="0" w:space="0" w:color="auto"/>
      </w:divBdr>
    </w:div>
    <w:div w:id="348338224">
      <w:bodyDiv w:val="1"/>
      <w:marLeft w:val="0"/>
      <w:marRight w:val="0"/>
      <w:marTop w:val="0"/>
      <w:marBottom w:val="0"/>
      <w:divBdr>
        <w:top w:val="none" w:sz="0" w:space="0" w:color="auto"/>
        <w:left w:val="none" w:sz="0" w:space="0" w:color="auto"/>
        <w:bottom w:val="none" w:sz="0" w:space="0" w:color="auto"/>
        <w:right w:val="none" w:sz="0" w:space="0" w:color="auto"/>
      </w:divBdr>
    </w:div>
    <w:div w:id="350377414">
      <w:bodyDiv w:val="1"/>
      <w:marLeft w:val="0"/>
      <w:marRight w:val="0"/>
      <w:marTop w:val="0"/>
      <w:marBottom w:val="0"/>
      <w:divBdr>
        <w:top w:val="none" w:sz="0" w:space="0" w:color="auto"/>
        <w:left w:val="none" w:sz="0" w:space="0" w:color="auto"/>
        <w:bottom w:val="none" w:sz="0" w:space="0" w:color="auto"/>
        <w:right w:val="none" w:sz="0" w:space="0" w:color="auto"/>
      </w:divBdr>
    </w:div>
    <w:div w:id="351225871">
      <w:bodyDiv w:val="1"/>
      <w:marLeft w:val="0"/>
      <w:marRight w:val="0"/>
      <w:marTop w:val="0"/>
      <w:marBottom w:val="0"/>
      <w:divBdr>
        <w:top w:val="none" w:sz="0" w:space="0" w:color="auto"/>
        <w:left w:val="none" w:sz="0" w:space="0" w:color="auto"/>
        <w:bottom w:val="none" w:sz="0" w:space="0" w:color="auto"/>
        <w:right w:val="none" w:sz="0" w:space="0" w:color="auto"/>
      </w:divBdr>
    </w:div>
    <w:div w:id="353653071">
      <w:bodyDiv w:val="1"/>
      <w:marLeft w:val="0"/>
      <w:marRight w:val="0"/>
      <w:marTop w:val="0"/>
      <w:marBottom w:val="0"/>
      <w:divBdr>
        <w:top w:val="none" w:sz="0" w:space="0" w:color="auto"/>
        <w:left w:val="none" w:sz="0" w:space="0" w:color="auto"/>
        <w:bottom w:val="none" w:sz="0" w:space="0" w:color="auto"/>
        <w:right w:val="none" w:sz="0" w:space="0" w:color="auto"/>
      </w:divBdr>
    </w:div>
    <w:div w:id="354237686">
      <w:bodyDiv w:val="1"/>
      <w:marLeft w:val="0"/>
      <w:marRight w:val="0"/>
      <w:marTop w:val="0"/>
      <w:marBottom w:val="0"/>
      <w:divBdr>
        <w:top w:val="none" w:sz="0" w:space="0" w:color="auto"/>
        <w:left w:val="none" w:sz="0" w:space="0" w:color="auto"/>
        <w:bottom w:val="none" w:sz="0" w:space="0" w:color="auto"/>
        <w:right w:val="none" w:sz="0" w:space="0" w:color="auto"/>
      </w:divBdr>
    </w:div>
    <w:div w:id="355154055">
      <w:bodyDiv w:val="1"/>
      <w:marLeft w:val="0"/>
      <w:marRight w:val="0"/>
      <w:marTop w:val="0"/>
      <w:marBottom w:val="0"/>
      <w:divBdr>
        <w:top w:val="none" w:sz="0" w:space="0" w:color="auto"/>
        <w:left w:val="none" w:sz="0" w:space="0" w:color="auto"/>
        <w:bottom w:val="none" w:sz="0" w:space="0" w:color="auto"/>
        <w:right w:val="none" w:sz="0" w:space="0" w:color="auto"/>
      </w:divBdr>
    </w:div>
    <w:div w:id="355421602">
      <w:bodyDiv w:val="1"/>
      <w:marLeft w:val="0"/>
      <w:marRight w:val="0"/>
      <w:marTop w:val="0"/>
      <w:marBottom w:val="0"/>
      <w:divBdr>
        <w:top w:val="none" w:sz="0" w:space="0" w:color="auto"/>
        <w:left w:val="none" w:sz="0" w:space="0" w:color="auto"/>
        <w:bottom w:val="none" w:sz="0" w:space="0" w:color="auto"/>
        <w:right w:val="none" w:sz="0" w:space="0" w:color="auto"/>
      </w:divBdr>
    </w:div>
    <w:div w:id="356276599">
      <w:bodyDiv w:val="1"/>
      <w:marLeft w:val="0"/>
      <w:marRight w:val="0"/>
      <w:marTop w:val="0"/>
      <w:marBottom w:val="0"/>
      <w:divBdr>
        <w:top w:val="none" w:sz="0" w:space="0" w:color="auto"/>
        <w:left w:val="none" w:sz="0" w:space="0" w:color="auto"/>
        <w:bottom w:val="none" w:sz="0" w:space="0" w:color="auto"/>
        <w:right w:val="none" w:sz="0" w:space="0" w:color="auto"/>
      </w:divBdr>
    </w:div>
    <w:div w:id="356347719">
      <w:bodyDiv w:val="1"/>
      <w:marLeft w:val="0"/>
      <w:marRight w:val="0"/>
      <w:marTop w:val="0"/>
      <w:marBottom w:val="0"/>
      <w:divBdr>
        <w:top w:val="none" w:sz="0" w:space="0" w:color="auto"/>
        <w:left w:val="none" w:sz="0" w:space="0" w:color="auto"/>
        <w:bottom w:val="none" w:sz="0" w:space="0" w:color="auto"/>
        <w:right w:val="none" w:sz="0" w:space="0" w:color="auto"/>
      </w:divBdr>
    </w:div>
    <w:div w:id="356467238">
      <w:bodyDiv w:val="1"/>
      <w:marLeft w:val="0"/>
      <w:marRight w:val="0"/>
      <w:marTop w:val="0"/>
      <w:marBottom w:val="0"/>
      <w:divBdr>
        <w:top w:val="none" w:sz="0" w:space="0" w:color="auto"/>
        <w:left w:val="none" w:sz="0" w:space="0" w:color="auto"/>
        <w:bottom w:val="none" w:sz="0" w:space="0" w:color="auto"/>
        <w:right w:val="none" w:sz="0" w:space="0" w:color="auto"/>
      </w:divBdr>
    </w:div>
    <w:div w:id="356931177">
      <w:bodyDiv w:val="1"/>
      <w:marLeft w:val="0"/>
      <w:marRight w:val="0"/>
      <w:marTop w:val="0"/>
      <w:marBottom w:val="0"/>
      <w:divBdr>
        <w:top w:val="none" w:sz="0" w:space="0" w:color="auto"/>
        <w:left w:val="none" w:sz="0" w:space="0" w:color="auto"/>
        <w:bottom w:val="none" w:sz="0" w:space="0" w:color="auto"/>
        <w:right w:val="none" w:sz="0" w:space="0" w:color="auto"/>
      </w:divBdr>
    </w:div>
    <w:div w:id="360864185">
      <w:bodyDiv w:val="1"/>
      <w:marLeft w:val="0"/>
      <w:marRight w:val="0"/>
      <w:marTop w:val="0"/>
      <w:marBottom w:val="0"/>
      <w:divBdr>
        <w:top w:val="none" w:sz="0" w:space="0" w:color="auto"/>
        <w:left w:val="none" w:sz="0" w:space="0" w:color="auto"/>
        <w:bottom w:val="none" w:sz="0" w:space="0" w:color="auto"/>
        <w:right w:val="none" w:sz="0" w:space="0" w:color="auto"/>
      </w:divBdr>
    </w:div>
    <w:div w:id="362100928">
      <w:bodyDiv w:val="1"/>
      <w:marLeft w:val="0"/>
      <w:marRight w:val="0"/>
      <w:marTop w:val="0"/>
      <w:marBottom w:val="0"/>
      <w:divBdr>
        <w:top w:val="none" w:sz="0" w:space="0" w:color="auto"/>
        <w:left w:val="none" w:sz="0" w:space="0" w:color="auto"/>
        <w:bottom w:val="none" w:sz="0" w:space="0" w:color="auto"/>
        <w:right w:val="none" w:sz="0" w:space="0" w:color="auto"/>
      </w:divBdr>
    </w:div>
    <w:div w:id="362168237">
      <w:bodyDiv w:val="1"/>
      <w:marLeft w:val="0"/>
      <w:marRight w:val="0"/>
      <w:marTop w:val="0"/>
      <w:marBottom w:val="0"/>
      <w:divBdr>
        <w:top w:val="none" w:sz="0" w:space="0" w:color="auto"/>
        <w:left w:val="none" w:sz="0" w:space="0" w:color="auto"/>
        <w:bottom w:val="none" w:sz="0" w:space="0" w:color="auto"/>
        <w:right w:val="none" w:sz="0" w:space="0" w:color="auto"/>
      </w:divBdr>
    </w:div>
    <w:div w:id="362754837">
      <w:bodyDiv w:val="1"/>
      <w:marLeft w:val="0"/>
      <w:marRight w:val="0"/>
      <w:marTop w:val="0"/>
      <w:marBottom w:val="0"/>
      <w:divBdr>
        <w:top w:val="none" w:sz="0" w:space="0" w:color="auto"/>
        <w:left w:val="none" w:sz="0" w:space="0" w:color="auto"/>
        <w:bottom w:val="none" w:sz="0" w:space="0" w:color="auto"/>
        <w:right w:val="none" w:sz="0" w:space="0" w:color="auto"/>
      </w:divBdr>
    </w:div>
    <w:div w:id="363140136">
      <w:bodyDiv w:val="1"/>
      <w:marLeft w:val="0"/>
      <w:marRight w:val="0"/>
      <w:marTop w:val="0"/>
      <w:marBottom w:val="0"/>
      <w:divBdr>
        <w:top w:val="none" w:sz="0" w:space="0" w:color="auto"/>
        <w:left w:val="none" w:sz="0" w:space="0" w:color="auto"/>
        <w:bottom w:val="none" w:sz="0" w:space="0" w:color="auto"/>
        <w:right w:val="none" w:sz="0" w:space="0" w:color="auto"/>
      </w:divBdr>
    </w:div>
    <w:div w:id="363292191">
      <w:bodyDiv w:val="1"/>
      <w:marLeft w:val="0"/>
      <w:marRight w:val="0"/>
      <w:marTop w:val="0"/>
      <w:marBottom w:val="0"/>
      <w:divBdr>
        <w:top w:val="none" w:sz="0" w:space="0" w:color="auto"/>
        <w:left w:val="none" w:sz="0" w:space="0" w:color="auto"/>
        <w:bottom w:val="none" w:sz="0" w:space="0" w:color="auto"/>
        <w:right w:val="none" w:sz="0" w:space="0" w:color="auto"/>
      </w:divBdr>
    </w:div>
    <w:div w:id="363409132">
      <w:bodyDiv w:val="1"/>
      <w:marLeft w:val="0"/>
      <w:marRight w:val="0"/>
      <w:marTop w:val="0"/>
      <w:marBottom w:val="0"/>
      <w:divBdr>
        <w:top w:val="none" w:sz="0" w:space="0" w:color="auto"/>
        <w:left w:val="none" w:sz="0" w:space="0" w:color="auto"/>
        <w:bottom w:val="none" w:sz="0" w:space="0" w:color="auto"/>
        <w:right w:val="none" w:sz="0" w:space="0" w:color="auto"/>
      </w:divBdr>
    </w:div>
    <w:div w:id="363748223">
      <w:bodyDiv w:val="1"/>
      <w:marLeft w:val="0"/>
      <w:marRight w:val="0"/>
      <w:marTop w:val="0"/>
      <w:marBottom w:val="0"/>
      <w:divBdr>
        <w:top w:val="none" w:sz="0" w:space="0" w:color="auto"/>
        <w:left w:val="none" w:sz="0" w:space="0" w:color="auto"/>
        <w:bottom w:val="none" w:sz="0" w:space="0" w:color="auto"/>
        <w:right w:val="none" w:sz="0" w:space="0" w:color="auto"/>
      </w:divBdr>
    </w:div>
    <w:div w:id="365064710">
      <w:bodyDiv w:val="1"/>
      <w:marLeft w:val="0"/>
      <w:marRight w:val="0"/>
      <w:marTop w:val="0"/>
      <w:marBottom w:val="0"/>
      <w:divBdr>
        <w:top w:val="none" w:sz="0" w:space="0" w:color="auto"/>
        <w:left w:val="none" w:sz="0" w:space="0" w:color="auto"/>
        <w:bottom w:val="none" w:sz="0" w:space="0" w:color="auto"/>
        <w:right w:val="none" w:sz="0" w:space="0" w:color="auto"/>
      </w:divBdr>
    </w:div>
    <w:div w:id="367146547">
      <w:bodyDiv w:val="1"/>
      <w:marLeft w:val="0"/>
      <w:marRight w:val="0"/>
      <w:marTop w:val="0"/>
      <w:marBottom w:val="0"/>
      <w:divBdr>
        <w:top w:val="none" w:sz="0" w:space="0" w:color="auto"/>
        <w:left w:val="none" w:sz="0" w:space="0" w:color="auto"/>
        <w:bottom w:val="none" w:sz="0" w:space="0" w:color="auto"/>
        <w:right w:val="none" w:sz="0" w:space="0" w:color="auto"/>
      </w:divBdr>
    </w:div>
    <w:div w:id="367217315">
      <w:bodyDiv w:val="1"/>
      <w:marLeft w:val="0"/>
      <w:marRight w:val="0"/>
      <w:marTop w:val="0"/>
      <w:marBottom w:val="0"/>
      <w:divBdr>
        <w:top w:val="none" w:sz="0" w:space="0" w:color="auto"/>
        <w:left w:val="none" w:sz="0" w:space="0" w:color="auto"/>
        <w:bottom w:val="none" w:sz="0" w:space="0" w:color="auto"/>
        <w:right w:val="none" w:sz="0" w:space="0" w:color="auto"/>
      </w:divBdr>
    </w:div>
    <w:div w:id="367797169">
      <w:bodyDiv w:val="1"/>
      <w:marLeft w:val="0"/>
      <w:marRight w:val="0"/>
      <w:marTop w:val="0"/>
      <w:marBottom w:val="0"/>
      <w:divBdr>
        <w:top w:val="none" w:sz="0" w:space="0" w:color="auto"/>
        <w:left w:val="none" w:sz="0" w:space="0" w:color="auto"/>
        <w:bottom w:val="none" w:sz="0" w:space="0" w:color="auto"/>
        <w:right w:val="none" w:sz="0" w:space="0" w:color="auto"/>
      </w:divBdr>
    </w:div>
    <w:div w:id="368797198">
      <w:bodyDiv w:val="1"/>
      <w:marLeft w:val="0"/>
      <w:marRight w:val="0"/>
      <w:marTop w:val="0"/>
      <w:marBottom w:val="0"/>
      <w:divBdr>
        <w:top w:val="none" w:sz="0" w:space="0" w:color="auto"/>
        <w:left w:val="none" w:sz="0" w:space="0" w:color="auto"/>
        <w:bottom w:val="none" w:sz="0" w:space="0" w:color="auto"/>
        <w:right w:val="none" w:sz="0" w:space="0" w:color="auto"/>
      </w:divBdr>
    </w:div>
    <w:div w:id="370150847">
      <w:bodyDiv w:val="1"/>
      <w:marLeft w:val="0"/>
      <w:marRight w:val="0"/>
      <w:marTop w:val="0"/>
      <w:marBottom w:val="0"/>
      <w:divBdr>
        <w:top w:val="none" w:sz="0" w:space="0" w:color="auto"/>
        <w:left w:val="none" w:sz="0" w:space="0" w:color="auto"/>
        <w:bottom w:val="none" w:sz="0" w:space="0" w:color="auto"/>
        <w:right w:val="none" w:sz="0" w:space="0" w:color="auto"/>
      </w:divBdr>
    </w:div>
    <w:div w:id="371660722">
      <w:bodyDiv w:val="1"/>
      <w:marLeft w:val="0"/>
      <w:marRight w:val="0"/>
      <w:marTop w:val="0"/>
      <w:marBottom w:val="0"/>
      <w:divBdr>
        <w:top w:val="none" w:sz="0" w:space="0" w:color="auto"/>
        <w:left w:val="none" w:sz="0" w:space="0" w:color="auto"/>
        <w:bottom w:val="none" w:sz="0" w:space="0" w:color="auto"/>
        <w:right w:val="none" w:sz="0" w:space="0" w:color="auto"/>
      </w:divBdr>
    </w:div>
    <w:div w:id="372002340">
      <w:bodyDiv w:val="1"/>
      <w:marLeft w:val="0"/>
      <w:marRight w:val="0"/>
      <w:marTop w:val="0"/>
      <w:marBottom w:val="0"/>
      <w:divBdr>
        <w:top w:val="none" w:sz="0" w:space="0" w:color="auto"/>
        <w:left w:val="none" w:sz="0" w:space="0" w:color="auto"/>
        <w:bottom w:val="none" w:sz="0" w:space="0" w:color="auto"/>
        <w:right w:val="none" w:sz="0" w:space="0" w:color="auto"/>
      </w:divBdr>
    </w:div>
    <w:div w:id="372002567">
      <w:bodyDiv w:val="1"/>
      <w:marLeft w:val="0"/>
      <w:marRight w:val="0"/>
      <w:marTop w:val="0"/>
      <w:marBottom w:val="0"/>
      <w:divBdr>
        <w:top w:val="none" w:sz="0" w:space="0" w:color="auto"/>
        <w:left w:val="none" w:sz="0" w:space="0" w:color="auto"/>
        <w:bottom w:val="none" w:sz="0" w:space="0" w:color="auto"/>
        <w:right w:val="none" w:sz="0" w:space="0" w:color="auto"/>
      </w:divBdr>
    </w:div>
    <w:div w:id="373189990">
      <w:bodyDiv w:val="1"/>
      <w:marLeft w:val="0"/>
      <w:marRight w:val="0"/>
      <w:marTop w:val="0"/>
      <w:marBottom w:val="0"/>
      <w:divBdr>
        <w:top w:val="none" w:sz="0" w:space="0" w:color="auto"/>
        <w:left w:val="none" w:sz="0" w:space="0" w:color="auto"/>
        <w:bottom w:val="none" w:sz="0" w:space="0" w:color="auto"/>
        <w:right w:val="none" w:sz="0" w:space="0" w:color="auto"/>
      </w:divBdr>
    </w:div>
    <w:div w:id="375198172">
      <w:bodyDiv w:val="1"/>
      <w:marLeft w:val="0"/>
      <w:marRight w:val="0"/>
      <w:marTop w:val="0"/>
      <w:marBottom w:val="0"/>
      <w:divBdr>
        <w:top w:val="none" w:sz="0" w:space="0" w:color="auto"/>
        <w:left w:val="none" w:sz="0" w:space="0" w:color="auto"/>
        <w:bottom w:val="none" w:sz="0" w:space="0" w:color="auto"/>
        <w:right w:val="none" w:sz="0" w:space="0" w:color="auto"/>
      </w:divBdr>
    </w:div>
    <w:div w:id="375473676">
      <w:bodyDiv w:val="1"/>
      <w:marLeft w:val="0"/>
      <w:marRight w:val="0"/>
      <w:marTop w:val="0"/>
      <w:marBottom w:val="0"/>
      <w:divBdr>
        <w:top w:val="none" w:sz="0" w:space="0" w:color="auto"/>
        <w:left w:val="none" w:sz="0" w:space="0" w:color="auto"/>
        <w:bottom w:val="none" w:sz="0" w:space="0" w:color="auto"/>
        <w:right w:val="none" w:sz="0" w:space="0" w:color="auto"/>
      </w:divBdr>
    </w:div>
    <w:div w:id="375933951">
      <w:bodyDiv w:val="1"/>
      <w:marLeft w:val="0"/>
      <w:marRight w:val="0"/>
      <w:marTop w:val="0"/>
      <w:marBottom w:val="0"/>
      <w:divBdr>
        <w:top w:val="none" w:sz="0" w:space="0" w:color="auto"/>
        <w:left w:val="none" w:sz="0" w:space="0" w:color="auto"/>
        <w:bottom w:val="none" w:sz="0" w:space="0" w:color="auto"/>
        <w:right w:val="none" w:sz="0" w:space="0" w:color="auto"/>
      </w:divBdr>
    </w:div>
    <w:div w:id="376585499">
      <w:bodyDiv w:val="1"/>
      <w:marLeft w:val="0"/>
      <w:marRight w:val="0"/>
      <w:marTop w:val="0"/>
      <w:marBottom w:val="0"/>
      <w:divBdr>
        <w:top w:val="none" w:sz="0" w:space="0" w:color="auto"/>
        <w:left w:val="none" w:sz="0" w:space="0" w:color="auto"/>
        <w:bottom w:val="none" w:sz="0" w:space="0" w:color="auto"/>
        <w:right w:val="none" w:sz="0" w:space="0" w:color="auto"/>
      </w:divBdr>
    </w:div>
    <w:div w:id="377046184">
      <w:bodyDiv w:val="1"/>
      <w:marLeft w:val="0"/>
      <w:marRight w:val="0"/>
      <w:marTop w:val="0"/>
      <w:marBottom w:val="0"/>
      <w:divBdr>
        <w:top w:val="none" w:sz="0" w:space="0" w:color="auto"/>
        <w:left w:val="none" w:sz="0" w:space="0" w:color="auto"/>
        <w:bottom w:val="none" w:sz="0" w:space="0" w:color="auto"/>
        <w:right w:val="none" w:sz="0" w:space="0" w:color="auto"/>
      </w:divBdr>
    </w:div>
    <w:div w:id="377121399">
      <w:bodyDiv w:val="1"/>
      <w:marLeft w:val="0"/>
      <w:marRight w:val="0"/>
      <w:marTop w:val="0"/>
      <w:marBottom w:val="0"/>
      <w:divBdr>
        <w:top w:val="none" w:sz="0" w:space="0" w:color="auto"/>
        <w:left w:val="none" w:sz="0" w:space="0" w:color="auto"/>
        <w:bottom w:val="none" w:sz="0" w:space="0" w:color="auto"/>
        <w:right w:val="none" w:sz="0" w:space="0" w:color="auto"/>
      </w:divBdr>
    </w:div>
    <w:div w:id="378559024">
      <w:bodyDiv w:val="1"/>
      <w:marLeft w:val="0"/>
      <w:marRight w:val="0"/>
      <w:marTop w:val="0"/>
      <w:marBottom w:val="0"/>
      <w:divBdr>
        <w:top w:val="none" w:sz="0" w:space="0" w:color="auto"/>
        <w:left w:val="none" w:sz="0" w:space="0" w:color="auto"/>
        <w:bottom w:val="none" w:sz="0" w:space="0" w:color="auto"/>
        <w:right w:val="none" w:sz="0" w:space="0" w:color="auto"/>
      </w:divBdr>
    </w:div>
    <w:div w:id="378673598">
      <w:bodyDiv w:val="1"/>
      <w:marLeft w:val="0"/>
      <w:marRight w:val="0"/>
      <w:marTop w:val="0"/>
      <w:marBottom w:val="0"/>
      <w:divBdr>
        <w:top w:val="none" w:sz="0" w:space="0" w:color="auto"/>
        <w:left w:val="none" w:sz="0" w:space="0" w:color="auto"/>
        <w:bottom w:val="none" w:sz="0" w:space="0" w:color="auto"/>
        <w:right w:val="none" w:sz="0" w:space="0" w:color="auto"/>
      </w:divBdr>
    </w:div>
    <w:div w:id="378675348">
      <w:bodyDiv w:val="1"/>
      <w:marLeft w:val="0"/>
      <w:marRight w:val="0"/>
      <w:marTop w:val="0"/>
      <w:marBottom w:val="0"/>
      <w:divBdr>
        <w:top w:val="none" w:sz="0" w:space="0" w:color="auto"/>
        <w:left w:val="none" w:sz="0" w:space="0" w:color="auto"/>
        <w:bottom w:val="none" w:sz="0" w:space="0" w:color="auto"/>
        <w:right w:val="none" w:sz="0" w:space="0" w:color="auto"/>
      </w:divBdr>
    </w:div>
    <w:div w:id="379019747">
      <w:bodyDiv w:val="1"/>
      <w:marLeft w:val="0"/>
      <w:marRight w:val="0"/>
      <w:marTop w:val="0"/>
      <w:marBottom w:val="0"/>
      <w:divBdr>
        <w:top w:val="none" w:sz="0" w:space="0" w:color="auto"/>
        <w:left w:val="none" w:sz="0" w:space="0" w:color="auto"/>
        <w:bottom w:val="none" w:sz="0" w:space="0" w:color="auto"/>
        <w:right w:val="none" w:sz="0" w:space="0" w:color="auto"/>
      </w:divBdr>
    </w:div>
    <w:div w:id="379281958">
      <w:bodyDiv w:val="1"/>
      <w:marLeft w:val="0"/>
      <w:marRight w:val="0"/>
      <w:marTop w:val="0"/>
      <w:marBottom w:val="0"/>
      <w:divBdr>
        <w:top w:val="none" w:sz="0" w:space="0" w:color="auto"/>
        <w:left w:val="none" w:sz="0" w:space="0" w:color="auto"/>
        <w:bottom w:val="none" w:sz="0" w:space="0" w:color="auto"/>
        <w:right w:val="none" w:sz="0" w:space="0" w:color="auto"/>
      </w:divBdr>
    </w:div>
    <w:div w:id="380642549">
      <w:bodyDiv w:val="1"/>
      <w:marLeft w:val="0"/>
      <w:marRight w:val="0"/>
      <w:marTop w:val="0"/>
      <w:marBottom w:val="0"/>
      <w:divBdr>
        <w:top w:val="none" w:sz="0" w:space="0" w:color="auto"/>
        <w:left w:val="none" w:sz="0" w:space="0" w:color="auto"/>
        <w:bottom w:val="none" w:sz="0" w:space="0" w:color="auto"/>
        <w:right w:val="none" w:sz="0" w:space="0" w:color="auto"/>
      </w:divBdr>
    </w:div>
    <w:div w:id="380789398">
      <w:bodyDiv w:val="1"/>
      <w:marLeft w:val="0"/>
      <w:marRight w:val="0"/>
      <w:marTop w:val="0"/>
      <w:marBottom w:val="0"/>
      <w:divBdr>
        <w:top w:val="none" w:sz="0" w:space="0" w:color="auto"/>
        <w:left w:val="none" w:sz="0" w:space="0" w:color="auto"/>
        <w:bottom w:val="none" w:sz="0" w:space="0" w:color="auto"/>
        <w:right w:val="none" w:sz="0" w:space="0" w:color="auto"/>
      </w:divBdr>
    </w:div>
    <w:div w:id="381056122">
      <w:bodyDiv w:val="1"/>
      <w:marLeft w:val="0"/>
      <w:marRight w:val="0"/>
      <w:marTop w:val="0"/>
      <w:marBottom w:val="0"/>
      <w:divBdr>
        <w:top w:val="none" w:sz="0" w:space="0" w:color="auto"/>
        <w:left w:val="none" w:sz="0" w:space="0" w:color="auto"/>
        <w:bottom w:val="none" w:sz="0" w:space="0" w:color="auto"/>
        <w:right w:val="none" w:sz="0" w:space="0" w:color="auto"/>
      </w:divBdr>
    </w:div>
    <w:div w:id="382143432">
      <w:bodyDiv w:val="1"/>
      <w:marLeft w:val="0"/>
      <w:marRight w:val="0"/>
      <w:marTop w:val="0"/>
      <w:marBottom w:val="0"/>
      <w:divBdr>
        <w:top w:val="none" w:sz="0" w:space="0" w:color="auto"/>
        <w:left w:val="none" w:sz="0" w:space="0" w:color="auto"/>
        <w:bottom w:val="none" w:sz="0" w:space="0" w:color="auto"/>
        <w:right w:val="none" w:sz="0" w:space="0" w:color="auto"/>
      </w:divBdr>
    </w:div>
    <w:div w:id="382485954">
      <w:bodyDiv w:val="1"/>
      <w:marLeft w:val="0"/>
      <w:marRight w:val="0"/>
      <w:marTop w:val="0"/>
      <w:marBottom w:val="0"/>
      <w:divBdr>
        <w:top w:val="none" w:sz="0" w:space="0" w:color="auto"/>
        <w:left w:val="none" w:sz="0" w:space="0" w:color="auto"/>
        <w:bottom w:val="none" w:sz="0" w:space="0" w:color="auto"/>
        <w:right w:val="none" w:sz="0" w:space="0" w:color="auto"/>
      </w:divBdr>
    </w:div>
    <w:div w:id="383140386">
      <w:bodyDiv w:val="1"/>
      <w:marLeft w:val="0"/>
      <w:marRight w:val="0"/>
      <w:marTop w:val="0"/>
      <w:marBottom w:val="0"/>
      <w:divBdr>
        <w:top w:val="none" w:sz="0" w:space="0" w:color="auto"/>
        <w:left w:val="none" w:sz="0" w:space="0" w:color="auto"/>
        <w:bottom w:val="none" w:sz="0" w:space="0" w:color="auto"/>
        <w:right w:val="none" w:sz="0" w:space="0" w:color="auto"/>
      </w:divBdr>
    </w:div>
    <w:div w:id="384178218">
      <w:bodyDiv w:val="1"/>
      <w:marLeft w:val="0"/>
      <w:marRight w:val="0"/>
      <w:marTop w:val="0"/>
      <w:marBottom w:val="0"/>
      <w:divBdr>
        <w:top w:val="none" w:sz="0" w:space="0" w:color="auto"/>
        <w:left w:val="none" w:sz="0" w:space="0" w:color="auto"/>
        <w:bottom w:val="none" w:sz="0" w:space="0" w:color="auto"/>
        <w:right w:val="none" w:sz="0" w:space="0" w:color="auto"/>
      </w:divBdr>
    </w:div>
    <w:div w:id="384528365">
      <w:bodyDiv w:val="1"/>
      <w:marLeft w:val="0"/>
      <w:marRight w:val="0"/>
      <w:marTop w:val="0"/>
      <w:marBottom w:val="0"/>
      <w:divBdr>
        <w:top w:val="none" w:sz="0" w:space="0" w:color="auto"/>
        <w:left w:val="none" w:sz="0" w:space="0" w:color="auto"/>
        <w:bottom w:val="none" w:sz="0" w:space="0" w:color="auto"/>
        <w:right w:val="none" w:sz="0" w:space="0" w:color="auto"/>
      </w:divBdr>
    </w:div>
    <w:div w:id="384915302">
      <w:bodyDiv w:val="1"/>
      <w:marLeft w:val="0"/>
      <w:marRight w:val="0"/>
      <w:marTop w:val="0"/>
      <w:marBottom w:val="0"/>
      <w:divBdr>
        <w:top w:val="none" w:sz="0" w:space="0" w:color="auto"/>
        <w:left w:val="none" w:sz="0" w:space="0" w:color="auto"/>
        <w:bottom w:val="none" w:sz="0" w:space="0" w:color="auto"/>
        <w:right w:val="none" w:sz="0" w:space="0" w:color="auto"/>
      </w:divBdr>
    </w:div>
    <w:div w:id="386219622">
      <w:bodyDiv w:val="1"/>
      <w:marLeft w:val="0"/>
      <w:marRight w:val="0"/>
      <w:marTop w:val="0"/>
      <w:marBottom w:val="0"/>
      <w:divBdr>
        <w:top w:val="none" w:sz="0" w:space="0" w:color="auto"/>
        <w:left w:val="none" w:sz="0" w:space="0" w:color="auto"/>
        <w:bottom w:val="none" w:sz="0" w:space="0" w:color="auto"/>
        <w:right w:val="none" w:sz="0" w:space="0" w:color="auto"/>
      </w:divBdr>
    </w:div>
    <w:div w:id="386758534">
      <w:bodyDiv w:val="1"/>
      <w:marLeft w:val="0"/>
      <w:marRight w:val="0"/>
      <w:marTop w:val="0"/>
      <w:marBottom w:val="0"/>
      <w:divBdr>
        <w:top w:val="none" w:sz="0" w:space="0" w:color="auto"/>
        <w:left w:val="none" w:sz="0" w:space="0" w:color="auto"/>
        <w:bottom w:val="none" w:sz="0" w:space="0" w:color="auto"/>
        <w:right w:val="none" w:sz="0" w:space="0" w:color="auto"/>
      </w:divBdr>
    </w:div>
    <w:div w:id="386877524">
      <w:bodyDiv w:val="1"/>
      <w:marLeft w:val="0"/>
      <w:marRight w:val="0"/>
      <w:marTop w:val="0"/>
      <w:marBottom w:val="0"/>
      <w:divBdr>
        <w:top w:val="none" w:sz="0" w:space="0" w:color="auto"/>
        <w:left w:val="none" w:sz="0" w:space="0" w:color="auto"/>
        <w:bottom w:val="none" w:sz="0" w:space="0" w:color="auto"/>
        <w:right w:val="none" w:sz="0" w:space="0" w:color="auto"/>
      </w:divBdr>
    </w:div>
    <w:div w:id="387649654">
      <w:bodyDiv w:val="1"/>
      <w:marLeft w:val="0"/>
      <w:marRight w:val="0"/>
      <w:marTop w:val="0"/>
      <w:marBottom w:val="0"/>
      <w:divBdr>
        <w:top w:val="none" w:sz="0" w:space="0" w:color="auto"/>
        <w:left w:val="none" w:sz="0" w:space="0" w:color="auto"/>
        <w:bottom w:val="none" w:sz="0" w:space="0" w:color="auto"/>
        <w:right w:val="none" w:sz="0" w:space="0" w:color="auto"/>
      </w:divBdr>
    </w:div>
    <w:div w:id="388042627">
      <w:bodyDiv w:val="1"/>
      <w:marLeft w:val="0"/>
      <w:marRight w:val="0"/>
      <w:marTop w:val="0"/>
      <w:marBottom w:val="0"/>
      <w:divBdr>
        <w:top w:val="none" w:sz="0" w:space="0" w:color="auto"/>
        <w:left w:val="none" w:sz="0" w:space="0" w:color="auto"/>
        <w:bottom w:val="none" w:sz="0" w:space="0" w:color="auto"/>
        <w:right w:val="none" w:sz="0" w:space="0" w:color="auto"/>
      </w:divBdr>
    </w:div>
    <w:div w:id="388529785">
      <w:bodyDiv w:val="1"/>
      <w:marLeft w:val="0"/>
      <w:marRight w:val="0"/>
      <w:marTop w:val="0"/>
      <w:marBottom w:val="0"/>
      <w:divBdr>
        <w:top w:val="none" w:sz="0" w:space="0" w:color="auto"/>
        <w:left w:val="none" w:sz="0" w:space="0" w:color="auto"/>
        <w:bottom w:val="none" w:sz="0" w:space="0" w:color="auto"/>
        <w:right w:val="none" w:sz="0" w:space="0" w:color="auto"/>
      </w:divBdr>
    </w:div>
    <w:div w:id="390467166">
      <w:bodyDiv w:val="1"/>
      <w:marLeft w:val="0"/>
      <w:marRight w:val="0"/>
      <w:marTop w:val="0"/>
      <w:marBottom w:val="0"/>
      <w:divBdr>
        <w:top w:val="none" w:sz="0" w:space="0" w:color="auto"/>
        <w:left w:val="none" w:sz="0" w:space="0" w:color="auto"/>
        <w:bottom w:val="none" w:sz="0" w:space="0" w:color="auto"/>
        <w:right w:val="none" w:sz="0" w:space="0" w:color="auto"/>
      </w:divBdr>
    </w:div>
    <w:div w:id="390664995">
      <w:bodyDiv w:val="1"/>
      <w:marLeft w:val="0"/>
      <w:marRight w:val="0"/>
      <w:marTop w:val="0"/>
      <w:marBottom w:val="0"/>
      <w:divBdr>
        <w:top w:val="none" w:sz="0" w:space="0" w:color="auto"/>
        <w:left w:val="none" w:sz="0" w:space="0" w:color="auto"/>
        <w:bottom w:val="none" w:sz="0" w:space="0" w:color="auto"/>
        <w:right w:val="none" w:sz="0" w:space="0" w:color="auto"/>
      </w:divBdr>
    </w:div>
    <w:div w:id="390689948">
      <w:bodyDiv w:val="1"/>
      <w:marLeft w:val="0"/>
      <w:marRight w:val="0"/>
      <w:marTop w:val="0"/>
      <w:marBottom w:val="0"/>
      <w:divBdr>
        <w:top w:val="none" w:sz="0" w:space="0" w:color="auto"/>
        <w:left w:val="none" w:sz="0" w:space="0" w:color="auto"/>
        <w:bottom w:val="none" w:sz="0" w:space="0" w:color="auto"/>
        <w:right w:val="none" w:sz="0" w:space="0" w:color="auto"/>
      </w:divBdr>
    </w:div>
    <w:div w:id="392773213">
      <w:bodyDiv w:val="1"/>
      <w:marLeft w:val="0"/>
      <w:marRight w:val="0"/>
      <w:marTop w:val="0"/>
      <w:marBottom w:val="0"/>
      <w:divBdr>
        <w:top w:val="none" w:sz="0" w:space="0" w:color="auto"/>
        <w:left w:val="none" w:sz="0" w:space="0" w:color="auto"/>
        <w:bottom w:val="none" w:sz="0" w:space="0" w:color="auto"/>
        <w:right w:val="none" w:sz="0" w:space="0" w:color="auto"/>
      </w:divBdr>
    </w:div>
    <w:div w:id="394091815">
      <w:bodyDiv w:val="1"/>
      <w:marLeft w:val="0"/>
      <w:marRight w:val="0"/>
      <w:marTop w:val="0"/>
      <w:marBottom w:val="0"/>
      <w:divBdr>
        <w:top w:val="none" w:sz="0" w:space="0" w:color="auto"/>
        <w:left w:val="none" w:sz="0" w:space="0" w:color="auto"/>
        <w:bottom w:val="none" w:sz="0" w:space="0" w:color="auto"/>
        <w:right w:val="none" w:sz="0" w:space="0" w:color="auto"/>
      </w:divBdr>
    </w:div>
    <w:div w:id="395051333">
      <w:bodyDiv w:val="1"/>
      <w:marLeft w:val="0"/>
      <w:marRight w:val="0"/>
      <w:marTop w:val="0"/>
      <w:marBottom w:val="0"/>
      <w:divBdr>
        <w:top w:val="none" w:sz="0" w:space="0" w:color="auto"/>
        <w:left w:val="none" w:sz="0" w:space="0" w:color="auto"/>
        <w:bottom w:val="none" w:sz="0" w:space="0" w:color="auto"/>
        <w:right w:val="none" w:sz="0" w:space="0" w:color="auto"/>
      </w:divBdr>
    </w:div>
    <w:div w:id="395931101">
      <w:bodyDiv w:val="1"/>
      <w:marLeft w:val="0"/>
      <w:marRight w:val="0"/>
      <w:marTop w:val="0"/>
      <w:marBottom w:val="0"/>
      <w:divBdr>
        <w:top w:val="none" w:sz="0" w:space="0" w:color="auto"/>
        <w:left w:val="none" w:sz="0" w:space="0" w:color="auto"/>
        <w:bottom w:val="none" w:sz="0" w:space="0" w:color="auto"/>
        <w:right w:val="none" w:sz="0" w:space="0" w:color="auto"/>
      </w:divBdr>
    </w:div>
    <w:div w:id="396245424">
      <w:bodyDiv w:val="1"/>
      <w:marLeft w:val="0"/>
      <w:marRight w:val="0"/>
      <w:marTop w:val="0"/>
      <w:marBottom w:val="0"/>
      <w:divBdr>
        <w:top w:val="none" w:sz="0" w:space="0" w:color="auto"/>
        <w:left w:val="none" w:sz="0" w:space="0" w:color="auto"/>
        <w:bottom w:val="none" w:sz="0" w:space="0" w:color="auto"/>
        <w:right w:val="none" w:sz="0" w:space="0" w:color="auto"/>
      </w:divBdr>
    </w:div>
    <w:div w:id="396897715">
      <w:bodyDiv w:val="1"/>
      <w:marLeft w:val="0"/>
      <w:marRight w:val="0"/>
      <w:marTop w:val="0"/>
      <w:marBottom w:val="0"/>
      <w:divBdr>
        <w:top w:val="none" w:sz="0" w:space="0" w:color="auto"/>
        <w:left w:val="none" w:sz="0" w:space="0" w:color="auto"/>
        <w:bottom w:val="none" w:sz="0" w:space="0" w:color="auto"/>
        <w:right w:val="none" w:sz="0" w:space="0" w:color="auto"/>
      </w:divBdr>
    </w:div>
    <w:div w:id="400490992">
      <w:bodyDiv w:val="1"/>
      <w:marLeft w:val="0"/>
      <w:marRight w:val="0"/>
      <w:marTop w:val="0"/>
      <w:marBottom w:val="0"/>
      <w:divBdr>
        <w:top w:val="none" w:sz="0" w:space="0" w:color="auto"/>
        <w:left w:val="none" w:sz="0" w:space="0" w:color="auto"/>
        <w:bottom w:val="none" w:sz="0" w:space="0" w:color="auto"/>
        <w:right w:val="none" w:sz="0" w:space="0" w:color="auto"/>
      </w:divBdr>
    </w:div>
    <w:div w:id="402408016">
      <w:bodyDiv w:val="1"/>
      <w:marLeft w:val="0"/>
      <w:marRight w:val="0"/>
      <w:marTop w:val="0"/>
      <w:marBottom w:val="0"/>
      <w:divBdr>
        <w:top w:val="none" w:sz="0" w:space="0" w:color="auto"/>
        <w:left w:val="none" w:sz="0" w:space="0" w:color="auto"/>
        <w:bottom w:val="none" w:sz="0" w:space="0" w:color="auto"/>
        <w:right w:val="none" w:sz="0" w:space="0" w:color="auto"/>
      </w:divBdr>
    </w:div>
    <w:div w:id="402412902">
      <w:bodyDiv w:val="1"/>
      <w:marLeft w:val="0"/>
      <w:marRight w:val="0"/>
      <w:marTop w:val="0"/>
      <w:marBottom w:val="0"/>
      <w:divBdr>
        <w:top w:val="none" w:sz="0" w:space="0" w:color="auto"/>
        <w:left w:val="none" w:sz="0" w:space="0" w:color="auto"/>
        <w:bottom w:val="none" w:sz="0" w:space="0" w:color="auto"/>
        <w:right w:val="none" w:sz="0" w:space="0" w:color="auto"/>
      </w:divBdr>
    </w:div>
    <w:div w:id="402416040">
      <w:bodyDiv w:val="1"/>
      <w:marLeft w:val="0"/>
      <w:marRight w:val="0"/>
      <w:marTop w:val="0"/>
      <w:marBottom w:val="0"/>
      <w:divBdr>
        <w:top w:val="none" w:sz="0" w:space="0" w:color="auto"/>
        <w:left w:val="none" w:sz="0" w:space="0" w:color="auto"/>
        <w:bottom w:val="none" w:sz="0" w:space="0" w:color="auto"/>
        <w:right w:val="none" w:sz="0" w:space="0" w:color="auto"/>
      </w:divBdr>
    </w:div>
    <w:div w:id="404300642">
      <w:bodyDiv w:val="1"/>
      <w:marLeft w:val="0"/>
      <w:marRight w:val="0"/>
      <w:marTop w:val="0"/>
      <w:marBottom w:val="0"/>
      <w:divBdr>
        <w:top w:val="none" w:sz="0" w:space="0" w:color="auto"/>
        <w:left w:val="none" w:sz="0" w:space="0" w:color="auto"/>
        <w:bottom w:val="none" w:sz="0" w:space="0" w:color="auto"/>
        <w:right w:val="none" w:sz="0" w:space="0" w:color="auto"/>
      </w:divBdr>
    </w:div>
    <w:div w:id="405956769">
      <w:bodyDiv w:val="1"/>
      <w:marLeft w:val="0"/>
      <w:marRight w:val="0"/>
      <w:marTop w:val="0"/>
      <w:marBottom w:val="0"/>
      <w:divBdr>
        <w:top w:val="none" w:sz="0" w:space="0" w:color="auto"/>
        <w:left w:val="none" w:sz="0" w:space="0" w:color="auto"/>
        <w:bottom w:val="none" w:sz="0" w:space="0" w:color="auto"/>
        <w:right w:val="none" w:sz="0" w:space="0" w:color="auto"/>
      </w:divBdr>
    </w:div>
    <w:div w:id="405961912">
      <w:bodyDiv w:val="1"/>
      <w:marLeft w:val="0"/>
      <w:marRight w:val="0"/>
      <w:marTop w:val="0"/>
      <w:marBottom w:val="0"/>
      <w:divBdr>
        <w:top w:val="none" w:sz="0" w:space="0" w:color="auto"/>
        <w:left w:val="none" w:sz="0" w:space="0" w:color="auto"/>
        <w:bottom w:val="none" w:sz="0" w:space="0" w:color="auto"/>
        <w:right w:val="none" w:sz="0" w:space="0" w:color="auto"/>
      </w:divBdr>
    </w:div>
    <w:div w:id="406003757">
      <w:bodyDiv w:val="1"/>
      <w:marLeft w:val="0"/>
      <w:marRight w:val="0"/>
      <w:marTop w:val="0"/>
      <w:marBottom w:val="0"/>
      <w:divBdr>
        <w:top w:val="none" w:sz="0" w:space="0" w:color="auto"/>
        <w:left w:val="none" w:sz="0" w:space="0" w:color="auto"/>
        <w:bottom w:val="none" w:sz="0" w:space="0" w:color="auto"/>
        <w:right w:val="none" w:sz="0" w:space="0" w:color="auto"/>
      </w:divBdr>
    </w:div>
    <w:div w:id="407119206">
      <w:bodyDiv w:val="1"/>
      <w:marLeft w:val="0"/>
      <w:marRight w:val="0"/>
      <w:marTop w:val="0"/>
      <w:marBottom w:val="0"/>
      <w:divBdr>
        <w:top w:val="none" w:sz="0" w:space="0" w:color="auto"/>
        <w:left w:val="none" w:sz="0" w:space="0" w:color="auto"/>
        <w:bottom w:val="none" w:sz="0" w:space="0" w:color="auto"/>
        <w:right w:val="none" w:sz="0" w:space="0" w:color="auto"/>
      </w:divBdr>
    </w:div>
    <w:div w:id="407386528">
      <w:bodyDiv w:val="1"/>
      <w:marLeft w:val="0"/>
      <w:marRight w:val="0"/>
      <w:marTop w:val="0"/>
      <w:marBottom w:val="0"/>
      <w:divBdr>
        <w:top w:val="none" w:sz="0" w:space="0" w:color="auto"/>
        <w:left w:val="none" w:sz="0" w:space="0" w:color="auto"/>
        <w:bottom w:val="none" w:sz="0" w:space="0" w:color="auto"/>
        <w:right w:val="none" w:sz="0" w:space="0" w:color="auto"/>
      </w:divBdr>
    </w:div>
    <w:div w:id="407843888">
      <w:bodyDiv w:val="1"/>
      <w:marLeft w:val="0"/>
      <w:marRight w:val="0"/>
      <w:marTop w:val="0"/>
      <w:marBottom w:val="0"/>
      <w:divBdr>
        <w:top w:val="none" w:sz="0" w:space="0" w:color="auto"/>
        <w:left w:val="none" w:sz="0" w:space="0" w:color="auto"/>
        <w:bottom w:val="none" w:sz="0" w:space="0" w:color="auto"/>
        <w:right w:val="none" w:sz="0" w:space="0" w:color="auto"/>
      </w:divBdr>
    </w:div>
    <w:div w:id="408501028">
      <w:bodyDiv w:val="1"/>
      <w:marLeft w:val="0"/>
      <w:marRight w:val="0"/>
      <w:marTop w:val="0"/>
      <w:marBottom w:val="0"/>
      <w:divBdr>
        <w:top w:val="none" w:sz="0" w:space="0" w:color="auto"/>
        <w:left w:val="none" w:sz="0" w:space="0" w:color="auto"/>
        <w:bottom w:val="none" w:sz="0" w:space="0" w:color="auto"/>
        <w:right w:val="none" w:sz="0" w:space="0" w:color="auto"/>
      </w:divBdr>
    </w:div>
    <w:div w:id="409037062">
      <w:bodyDiv w:val="1"/>
      <w:marLeft w:val="0"/>
      <w:marRight w:val="0"/>
      <w:marTop w:val="0"/>
      <w:marBottom w:val="0"/>
      <w:divBdr>
        <w:top w:val="none" w:sz="0" w:space="0" w:color="auto"/>
        <w:left w:val="none" w:sz="0" w:space="0" w:color="auto"/>
        <w:bottom w:val="none" w:sz="0" w:space="0" w:color="auto"/>
        <w:right w:val="none" w:sz="0" w:space="0" w:color="auto"/>
      </w:divBdr>
    </w:div>
    <w:div w:id="409160817">
      <w:bodyDiv w:val="1"/>
      <w:marLeft w:val="0"/>
      <w:marRight w:val="0"/>
      <w:marTop w:val="0"/>
      <w:marBottom w:val="0"/>
      <w:divBdr>
        <w:top w:val="none" w:sz="0" w:space="0" w:color="auto"/>
        <w:left w:val="none" w:sz="0" w:space="0" w:color="auto"/>
        <w:bottom w:val="none" w:sz="0" w:space="0" w:color="auto"/>
        <w:right w:val="none" w:sz="0" w:space="0" w:color="auto"/>
      </w:divBdr>
    </w:div>
    <w:div w:id="410011575">
      <w:bodyDiv w:val="1"/>
      <w:marLeft w:val="0"/>
      <w:marRight w:val="0"/>
      <w:marTop w:val="0"/>
      <w:marBottom w:val="0"/>
      <w:divBdr>
        <w:top w:val="none" w:sz="0" w:space="0" w:color="auto"/>
        <w:left w:val="none" w:sz="0" w:space="0" w:color="auto"/>
        <w:bottom w:val="none" w:sz="0" w:space="0" w:color="auto"/>
        <w:right w:val="none" w:sz="0" w:space="0" w:color="auto"/>
      </w:divBdr>
    </w:div>
    <w:div w:id="410278400">
      <w:bodyDiv w:val="1"/>
      <w:marLeft w:val="0"/>
      <w:marRight w:val="0"/>
      <w:marTop w:val="0"/>
      <w:marBottom w:val="0"/>
      <w:divBdr>
        <w:top w:val="none" w:sz="0" w:space="0" w:color="auto"/>
        <w:left w:val="none" w:sz="0" w:space="0" w:color="auto"/>
        <w:bottom w:val="none" w:sz="0" w:space="0" w:color="auto"/>
        <w:right w:val="none" w:sz="0" w:space="0" w:color="auto"/>
      </w:divBdr>
    </w:div>
    <w:div w:id="410278856">
      <w:bodyDiv w:val="1"/>
      <w:marLeft w:val="0"/>
      <w:marRight w:val="0"/>
      <w:marTop w:val="0"/>
      <w:marBottom w:val="0"/>
      <w:divBdr>
        <w:top w:val="none" w:sz="0" w:space="0" w:color="auto"/>
        <w:left w:val="none" w:sz="0" w:space="0" w:color="auto"/>
        <w:bottom w:val="none" w:sz="0" w:space="0" w:color="auto"/>
        <w:right w:val="none" w:sz="0" w:space="0" w:color="auto"/>
      </w:divBdr>
    </w:div>
    <w:div w:id="411005828">
      <w:bodyDiv w:val="1"/>
      <w:marLeft w:val="0"/>
      <w:marRight w:val="0"/>
      <w:marTop w:val="0"/>
      <w:marBottom w:val="0"/>
      <w:divBdr>
        <w:top w:val="none" w:sz="0" w:space="0" w:color="auto"/>
        <w:left w:val="none" w:sz="0" w:space="0" w:color="auto"/>
        <w:bottom w:val="none" w:sz="0" w:space="0" w:color="auto"/>
        <w:right w:val="none" w:sz="0" w:space="0" w:color="auto"/>
      </w:divBdr>
    </w:div>
    <w:div w:id="411855977">
      <w:bodyDiv w:val="1"/>
      <w:marLeft w:val="0"/>
      <w:marRight w:val="0"/>
      <w:marTop w:val="0"/>
      <w:marBottom w:val="0"/>
      <w:divBdr>
        <w:top w:val="none" w:sz="0" w:space="0" w:color="auto"/>
        <w:left w:val="none" w:sz="0" w:space="0" w:color="auto"/>
        <w:bottom w:val="none" w:sz="0" w:space="0" w:color="auto"/>
        <w:right w:val="none" w:sz="0" w:space="0" w:color="auto"/>
      </w:divBdr>
    </w:div>
    <w:div w:id="412356180">
      <w:bodyDiv w:val="1"/>
      <w:marLeft w:val="0"/>
      <w:marRight w:val="0"/>
      <w:marTop w:val="0"/>
      <w:marBottom w:val="0"/>
      <w:divBdr>
        <w:top w:val="none" w:sz="0" w:space="0" w:color="auto"/>
        <w:left w:val="none" w:sz="0" w:space="0" w:color="auto"/>
        <w:bottom w:val="none" w:sz="0" w:space="0" w:color="auto"/>
        <w:right w:val="none" w:sz="0" w:space="0" w:color="auto"/>
      </w:divBdr>
    </w:div>
    <w:div w:id="412626773">
      <w:bodyDiv w:val="1"/>
      <w:marLeft w:val="0"/>
      <w:marRight w:val="0"/>
      <w:marTop w:val="0"/>
      <w:marBottom w:val="0"/>
      <w:divBdr>
        <w:top w:val="none" w:sz="0" w:space="0" w:color="auto"/>
        <w:left w:val="none" w:sz="0" w:space="0" w:color="auto"/>
        <w:bottom w:val="none" w:sz="0" w:space="0" w:color="auto"/>
        <w:right w:val="none" w:sz="0" w:space="0" w:color="auto"/>
      </w:divBdr>
    </w:div>
    <w:div w:id="412972436">
      <w:bodyDiv w:val="1"/>
      <w:marLeft w:val="0"/>
      <w:marRight w:val="0"/>
      <w:marTop w:val="0"/>
      <w:marBottom w:val="0"/>
      <w:divBdr>
        <w:top w:val="none" w:sz="0" w:space="0" w:color="auto"/>
        <w:left w:val="none" w:sz="0" w:space="0" w:color="auto"/>
        <w:bottom w:val="none" w:sz="0" w:space="0" w:color="auto"/>
        <w:right w:val="none" w:sz="0" w:space="0" w:color="auto"/>
      </w:divBdr>
    </w:div>
    <w:div w:id="413938400">
      <w:bodyDiv w:val="1"/>
      <w:marLeft w:val="0"/>
      <w:marRight w:val="0"/>
      <w:marTop w:val="0"/>
      <w:marBottom w:val="0"/>
      <w:divBdr>
        <w:top w:val="none" w:sz="0" w:space="0" w:color="auto"/>
        <w:left w:val="none" w:sz="0" w:space="0" w:color="auto"/>
        <w:bottom w:val="none" w:sz="0" w:space="0" w:color="auto"/>
        <w:right w:val="none" w:sz="0" w:space="0" w:color="auto"/>
      </w:divBdr>
    </w:div>
    <w:div w:id="414980349">
      <w:bodyDiv w:val="1"/>
      <w:marLeft w:val="0"/>
      <w:marRight w:val="0"/>
      <w:marTop w:val="0"/>
      <w:marBottom w:val="0"/>
      <w:divBdr>
        <w:top w:val="none" w:sz="0" w:space="0" w:color="auto"/>
        <w:left w:val="none" w:sz="0" w:space="0" w:color="auto"/>
        <w:bottom w:val="none" w:sz="0" w:space="0" w:color="auto"/>
        <w:right w:val="none" w:sz="0" w:space="0" w:color="auto"/>
      </w:divBdr>
    </w:div>
    <w:div w:id="415130190">
      <w:bodyDiv w:val="1"/>
      <w:marLeft w:val="0"/>
      <w:marRight w:val="0"/>
      <w:marTop w:val="0"/>
      <w:marBottom w:val="0"/>
      <w:divBdr>
        <w:top w:val="none" w:sz="0" w:space="0" w:color="auto"/>
        <w:left w:val="none" w:sz="0" w:space="0" w:color="auto"/>
        <w:bottom w:val="none" w:sz="0" w:space="0" w:color="auto"/>
        <w:right w:val="none" w:sz="0" w:space="0" w:color="auto"/>
      </w:divBdr>
    </w:div>
    <w:div w:id="415172867">
      <w:bodyDiv w:val="1"/>
      <w:marLeft w:val="0"/>
      <w:marRight w:val="0"/>
      <w:marTop w:val="0"/>
      <w:marBottom w:val="0"/>
      <w:divBdr>
        <w:top w:val="none" w:sz="0" w:space="0" w:color="auto"/>
        <w:left w:val="none" w:sz="0" w:space="0" w:color="auto"/>
        <w:bottom w:val="none" w:sz="0" w:space="0" w:color="auto"/>
        <w:right w:val="none" w:sz="0" w:space="0" w:color="auto"/>
      </w:divBdr>
    </w:div>
    <w:div w:id="415905309">
      <w:bodyDiv w:val="1"/>
      <w:marLeft w:val="0"/>
      <w:marRight w:val="0"/>
      <w:marTop w:val="0"/>
      <w:marBottom w:val="0"/>
      <w:divBdr>
        <w:top w:val="none" w:sz="0" w:space="0" w:color="auto"/>
        <w:left w:val="none" w:sz="0" w:space="0" w:color="auto"/>
        <w:bottom w:val="none" w:sz="0" w:space="0" w:color="auto"/>
        <w:right w:val="none" w:sz="0" w:space="0" w:color="auto"/>
      </w:divBdr>
    </w:div>
    <w:div w:id="416291996">
      <w:bodyDiv w:val="1"/>
      <w:marLeft w:val="0"/>
      <w:marRight w:val="0"/>
      <w:marTop w:val="0"/>
      <w:marBottom w:val="0"/>
      <w:divBdr>
        <w:top w:val="none" w:sz="0" w:space="0" w:color="auto"/>
        <w:left w:val="none" w:sz="0" w:space="0" w:color="auto"/>
        <w:bottom w:val="none" w:sz="0" w:space="0" w:color="auto"/>
        <w:right w:val="none" w:sz="0" w:space="0" w:color="auto"/>
      </w:divBdr>
    </w:div>
    <w:div w:id="417219542">
      <w:bodyDiv w:val="1"/>
      <w:marLeft w:val="0"/>
      <w:marRight w:val="0"/>
      <w:marTop w:val="0"/>
      <w:marBottom w:val="0"/>
      <w:divBdr>
        <w:top w:val="none" w:sz="0" w:space="0" w:color="auto"/>
        <w:left w:val="none" w:sz="0" w:space="0" w:color="auto"/>
        <w:bottom w:val="none" w:sz="0" w:space="0" w:color="auto"/>
        <w:right w:val="none" w:sz="0" w:space="0" w:color="auto"/>
      </w:divBdr>
    </w:div>
    <w:div w:id="417747633">
      <w:bodyDiv w:val="1"/>
      <w:marLeft w:val="0"/>
      <w:marRight w:val="0"/>
      <w:marTop w:val="0"/>
      <w:marBottom w:val="0"/>
      <w:divBdr>
        <w:top w:val="none" w:sz="0" w:space="0" w:color="auto"/>
        <w:left w:val="none" w:sz="0" w:space="0" w:color="auto"/>
        <w:bottom w:val="none" w:sz="0" w:space="0" w:color="auto"/>
        <w:right w:val="none" w:sz="0" w:space="0" w:color="auto"/>
      </w:divBdr>
    </w:div>
    <w:div w:id="417871383">
      <w:bodyDiv w:val="1"/>
      <w:marLeft w:val="0"/>
      <w:marRight w:val="0"/>
      <w:marTop w:val="0"/>
      <w:marBottom w:val="0"/>
      <w:divBdr>
        <w:top w:val="none" w:sz="0" w:space="0" w:color="auto"/>
        <w:left w:val="none" w:sz="0" w:space="0" w:color="auto"/>
        <w:bottom w:val="none" w:sz="0" w:space="0" w:color="auto"/>
        <w:right w:val="none" w:sz="0" w:space="0" w:color="auto"/>
      </w:divBdr>
    </w:div>
    <w:div w:id="421534489">
      <w:bodyDiv w:val="1"/>
      <w:marLeft w:val="0"/>
      <w:marRight w:val="0"/>
      <w:marTop w:val="0"/>
      <w:marBottom w:val="0"/>
      <w:divBdr>
        <w:top w:val="none" w:sz="0" w:space="0" w:color="auto"/>
        <w:left w:val="none" w:sz="0" w:space="0" w:color="auto"/>
        <w:bottom w:val="none" w:sz="0" w:space="0" w:color="auto"/>
        <w:right w:val="none" w:sz="0" w:space="0" w:color="auto"/>
      </w:divBdr>
    </w:div>
    <w:div w:id="422191495">
      <w:bodyDiv w:val="1"/>
      <w:marLeft w:val="0"/>
      <w:marRight w:val="0"/>
      <w:marTop w:val="0"/>
      <w:marBottom w:val="0"/>
      <w:divBdr>
        <w:top w:val="none" w:sz="0" w:space="0" w:color="auto"/>
        <w:left w:val="none" w:sz="0" w:space="0" w:color="auto"/>
        <w:bottom w:val="none" w:sz="0" w:space="0" w:color="auto"/>
        <w:right w:val="none" w:sz="0" w:space="0" w:color="auto"/>
      </w:divBdr>
    </w:div>
    <w:div w:id="422341398">
      <w:bodyDiv w:val="1"/>
      <w:marLeft w:val="0"/>
      <w:marRight w:val="0"/>
      <w:marTop w:val="0"/>
      <w:marBottom w:val="0"/>
      <w:divBdr>
        <w:top w:val="none" w:sz="0" w:space="0" w:color="auto"/>
        <w:left w:val="none" w:sz="0" w:space="0" w:color="auto"/>
        <w:bottom w:val="none" w:sz="0" w:space="0" w:color="auto"/>
        <w:right w:val="none" w:sz="0" w:space="0" w:color="auto"/>
      </w:divBdr>
    </w:div>
    <w:div w:id="424570203">
      <w:bodyDiv w:val="1"/>
      <w:marLeft w:val="0"/>
      <w:marRight w:val="0"/>
      <w:marTop w:val="0"/>
      <w:marBottom w:val="0"/>
      <w:divBdr>
        <w:top w:val="none" w:sz="0" w:space="0" w:color="auto"/>
        <w:left w:val="none" w:sz="0" w:space="0" w:color="auto"/>
        <w:bottom w:val="none" w:sz="0" w:space="0" w:color="auto"/>
        <w:right w:val="none" w:sz="0" w:space="0" w:color="auto"/>
      </w:divBdr>
    </w:div>
    <w:div w:id="424693187">
      <w:bodyDiv w:val="1"/>
      <w:marLeft w:val="0"/>
      <w:marRight w:val="0"/>
      <w:marTop w:val="0"/>
      <w:marBottom w:val="0"/>
      <w:divBdr>
        <w:top w:val="none" w:sz="0" w:space="0" w:color="auto"/>
        <w:left w:val="none" w:sz="0" w:space="0" w:color="auto"/>
        <w:bottom w:val="none" w:sz="0" w:space="0" w:color="auto"/>
        <w:right w:val="none" w:sz="0" w:space="0" w:color="auto"/>
      </w:divBdr>
    </w:div>
    <w:div w:id="426081029">
      <w:bodyDiv w:val="1"/>
      <w:marLeft w:val="0"/>
      <w:marRight w:val="0"/>
      <w:marTop w:val="0"/>
      <w:marBottom w:val="0"/>
      <w:divBdr>
        <w:top w:val="none" w:sz="0" w:space="0" w:color="auto"/>
        <w:left w:val="none" w:sz="0" w:space="0" w:color="auto"/>
        <w:bottom w:val="none" w:sz="0" w:space="0" w:color="auto"/>
        <w:right w:val="none" w:sz="0" w:space="0" w:color="auto"/>
      </w:divBdr>
    </w:div>
    <w:div w:id="426342787">
      <w:bodyDiv w:val="1"/>
      <w:marLeft w:val="0"/>
      <w:marRight w:val="0"/>
      <w:marTop w:val="0"/>
      <w:marBottom w:val="0"/>
      <w:divBdr>
        <w:top w:val="none" w:sz="0" w:space="0" w:color="auto"/>
        <w:left w:val="none" w:sz="0" w:space="0" w:color="auto"/>
        <w:bottom w:val="none" w:sz="0" w:space="0" w:color="auto"/>
        <w:right w:val="none" w:sz="0" w:space="0" w:color="auto"/>
      </w:divBdr>
    </w:div>
    <w:div w:id="427314543">
      <w:bodyDiv w:val="1"/>
      <w:marLeft w:val="0"/>
      <w:marRight w:val="0"/>
      <w:marTop w:val="0"/>
      <w:marBottom w:val="0"/>
      <w:divBdr>
        <w:top w:val="none" w:sz="0" w:space="0" w:color="auto"/>
        <w:left w:val="none" w:sz="0" w:space="0" w:color="auto"/>
        <w:bottom w:val="none" w:sz="0" w:space="0" w:color="auto"/>
        <w:right w:val="none" w:sz="0" w:space="0" w:color="auto"/>
      </w:divBdr>
    </w:div>
    <w:div w:id="427507238">
      <w:bodyDiv w:val="1"/>
      <w:marLeft w:val="0"/>
      <w:marRight w:val="0"/>
      <w:marTop w:val="0"/>
      <w:marBottom w:val="0"/>
      <w:divBdr>
        <w:top w:val="none" w:sz="0" w:space="0" w:color="auto"/>
        <w:left w:val="none" w:sz="0" w:space="0" w:color="auto"/>
        <w:bottom w:val="none" w:sz="0" w:space="0" w:color="auto"/>
        <w:right w:val="none" w:sz="0" w:space="0" w:color="auto"/>
      </w:divBdr>
    </w:div>
    <w:div w:id="428545708">
      <w:bodyDiv w:val="1"/>
      <w:marLeft w:val="0"/>
      <w:marRight w:val="0"/>
      <w:marTop w:val="0"/>
      <w:marBottom w:val="0"/>
      <w:divBdr>
        <w:top w:val="none" w:sz="0" w:space="0" w:color="auto"/>
        <w:left w:val="none" w:sz="0" w:space="0" w:color="auto"/>
        <w:bottom w:val="none" w:sz="0" w:space="0" w:color="auto"/>
        <w:right w:val="none" w:sz="0" w:space="0" w:color="auto"/>
      </w:divBdr>
    </w:div>
    <w:div w:id="429474837">
      <w:bodyDiv w:val="1"/>
      <w:marLeft w:val="0"/>
      <w:marRight w:val="0"/>
      <w:marTop w:val="0"/>
      <w:marBottom w:val="0"/>
      <w:divBdr>
        <w:top w:val="none" w:sz="0" w:space="0" w:color="auto"/>
        <w:left w:val="none" w:sz="0" w:space="0" w:color="auto"/>
        <w:bottom w:val="none" w:sz="0" w:space="0" w:color="auto"/>
        <w:right w:val="none" w:sz="0" w:space="0" w:color="auto"/>
      </w:divBdr>
    </w:div>
    <w:div w:id="429663697">
      <w:bodyDiv w:val="1"/>
      <w:marLeft w:val="0"/>
      <w:marRight w:val="0"/>
      <w:marTop w:val="0"/>
      <w:marBottom w:val="0"/>
      <w:divBdr>
        <w:top w:val="none" w:sz="0" w:space="0" w:color="auto"/>
        <w:left w:val="none" w:sz="0" w:space="0" w:color="auto"/>
        <w:bottom w:val="none" w:sz="0" w:space="0" w:color="auto"/>
        <w:right w:val="none" w:sz="0" w:space="0" w:color="auto"/>
      </w:divBdr>
    </w:div>
    <w:div w:id="429735794">
      <w:bodyDiv w:val="1"/>
      <w:marLeft w:val="0"/>
      <w:marRight w:val="0"/>
      <w:marTop w:val="0"/>
      <w:marBottom w:val="0"/>
      <w:divBdr>
        <w:top w:val="none" w:sz="0" w:space="0" w:color="auto"/>
        <w:left w:val="none" w:sz="0" w:space="0" w:color="auto"/>
        <w:bottom w:val="none" w:sz="0" w:space="0" w:color="auto"/>
        <w:right w:val="none" w:sz="0" w:space="0" w:color="auto"/>
      </w:divBdr>
    </w:div>
    <w:div w:id="431170865">
      <w:bodyDiv w:val="1"/>
      <w:marLeft w:val="0"/>
      <w:marRight w:val="0"/>
      <w:marTop w:val="0"/>
      <w:marBottom w:val="0"/>
      <w:divBdr>
        <w:top w:val="none" w:sz="0" w:space="0" w:color="auto"/>
        <w:left w:val="none" w:sz="0" w:space="0" w:color="auto"/>
        <w:bottom w:val="none" w:sz="0" w:space="0" w:color="auto"/>
        <w:right w:val="none" w:sz="0" w:space="0" w:color="auto"/>
      </w:divBdr>
    </w:div>
    <w:div w:id="431319744">
      <w:bodyDiv w:val="1"/>
      <w:marLeft w:val="0"/>
      <w:marRight w:val="0"/>
      <w:marTop w:val="0"/>
      <w:marBottom w:val="0"/>
      <w:divBdr>
        <w:top w:val="none" w:sz="0" w:space="0" w:color="auto"/>
        <w:left w:val="none" w:sz="0" w:space="0" w:color="auto"/>
        <w:bottom w:val="none" w:sz="0" w:space="0" w:color="auto"/>
        <w:right w:val="none" w:sz="0" w:space="0" w:color="auto"/>
      </w:divBdr>
    </w:div>
    <w:div w:id="431752278">
      <w:bodyDiv w:val="1"/>
      <w:marLeft w:val="0"/>
      <w:marRight w:val="0"/>
      <w:marTop w:val="0"/>
      <w:marBottom w:val="0"/>
      <w:divBdr>
        <w:top w:val="none" w:sz="0" w:space="0" w:color="auto"/>
        <w:left w:val="none" w:sz="0" w:space="0" w:color="auto"/>
        <w:bottom w:val="none" w:sz="0" w:space="0" w:color="auto"/>
        <w:right w:val="none" w:sz="0" w:space="0" w:color="auto"/>
      </w:divBdr>
    </w:div>
    <w:div w:id="432896752">
      <w:bodyDiv w:val="1"/>
      <w:marLeft w:val="0"/>
      <w:marRight w:val="0"/>
      <w:marTop w:val="0"/>
      <w:marBottom w:val="0"/>
      <w:divBdr>
        <w:top w:val="none" w:sz="0" w:space="0" w:color="auto"/>
        <w:left w:val="none" w:sz="0" w:space="0" w:color="auto"/>
        <w:bottom w:val="none" w:sz="0" w:space="0" w:color="auto"/>
        <w:right w:val="none" w:sz="0" w:space="0" w:color="auto"/>
      </w:divBdr>
    </w:div>
    <w:div w:id="433283935">
      <w:bodyDiv w:val="1"/>
      <w:marLeft w:val="0"/>
      <w:marRight w:val="0"/>
      <w:marTop w:val="0"/>
      <w:marBottom w:val="0"/>
      <w:divBdr>
        <w:top w:val="none" w:sz="0" w:space="0" w:color="auto"/>
        <w:left w:val="none" w:sz="0" w:space="0" w:color="auto"/>
        <w:bottom w:val="none" w:sz="0" w:space="0" w:color="auto"/>
        <w:right w:val="none" w:sz="0" w:space="0" w:color="auto"/>
      </w:divBdr>
    </w:div>
    <w:div w:id="433671963">
      <w:bodyDiv w:val="1"/>
      <w:marLeft w:val="0"/>
      <w:marRight w:val="0"/>
      <w:marTop w:val="0"/>
      <w:marBottom w:val="0"/>
      <w:divBdr>
        <w:top w:val="none" w:sz="0" w:space="0" w:color="auto"/>
        <w:left w:val="none" w:sz="0" w:space="0" w:color="auto"/>
        <w:bottom w:val="none" w:sz="0" w:space="0" w:color="auto"/>
        <w:right w:val="none" w:sz="0" w:space="0" w:color="auto"/>
      </w:divBdr>
    </w:div>
    <w:div w:id="434058951">
      <w:bodyDiv w:val="1"/>
      <w:marLeft w:val="0"/>
      <w:marRight w:val="0"/>
      <w:marTop w:val="0"/>
      <w:marBottom w:val="0"/>
      <w:divBdr>
        <w:top w:val="none" w:sz="0" w:space="0" w:color="auto"/>
        <w:left w:val="none" w:sz="0" w:space="0" w:color="auto"/>
        <w:bottom w:val="none" w:sz="0" w:space="0" w:color="auto"/>
        <w:right w:val="none" w:sz="0" w:space="0" w:color="auto"/>
      </w:divBdr>
    </w:div>
    <w:div w:id="434594894">
      <w:bodyDiv w:val="1"/>
      <w:marLeft w:val="0"/>
      <w:marRight w:val="0"/>
      <w:marTop w:val="0"/>
      <w:marBottom w:val="0"/>
      <w:divBdr>
        <w:top w:val="none" w:sz="0" w:space="0" w:color="auto"/>
        <w:left w:val="none" w:sz="0" w:space="0" w:color="auto"/>
        <w:bottom w:val="none" w:sz="0" w:space="0" w:color="auto"/>
        <w:right w:val="none" w:sz="0" w:space="0" w:color="auto"/>
      </w:divBdr>
    </w:div>
    <w:div w:id="435829409">
      <w:bodyDiv w:val="1"/>
      <w:marLeft w:val="0"/>
      <w:marRight w:val="0"/>
      <w:marTop w:val="0"/>
      <w:marBottom w:val="0"/>
      <w:divBdr>
        <w:top w:val="none" w:sz="0" w:space="0" w:color="auto"/>
        <w:left w:val="none" w:sz="0" w:space="0" w:color="auto"/>
        <w:bottom w:val="none" w:sz="0" w:space="0" w:color="auto"/>
        <w:right w:val="none" w:sz="0" w:space="0" w:color="auto"/>
      </w:divBdr>
    </w:div>
    <w:div w:id="436019983">
      <w:bodyDiv w:val="1"/>
      <w:marLeft w:val="0"/>
      <w:marRight w:val="0"/>
      <w:marTop w:val="0"/>
      <w:marBottom w:val="0"/>
      <w:divBdr>
        <w:top w:val="none" w:sz="0" w:space="0" w:color="auto"/>
        <w:left w:val="none" w:sz="0" w:space="0" w:color="auto"/>
        <w:bottom w:val="none" w:sz="0" w:space="0" w:color="auto"/>
        <w:right w:val="none" w:sz="0" w:space="0" w:color="auto"/>
      </w:divBdr>
    </w:div>
    <w:div w:id="436144417">
      <w:bodyDiv w:val="1"/>
      <w:marLeft w:val="0"/>
      <w:marRight w:val="0"/>
      <w:marTop w:val="0"/>
      <w:marBottom w:val="0"/>
      <w:divBdr>
        <w:top w:val="none" w:sz="0" w:space="0" w:color="auto"/>
        <w:left w:val="none" w:sz="0" w:space="0" w:color="auto"/>
        <w:bottom w:val="none" w:sz="0" w:space="0" w:color="auto"/>
        <w:right w:val="none" w:sz="0" w:space="0" w:color="auto"/>
      </w:divBdr>
    </w:div>
    <w:div w:id="436371343">
      <w:bodyDiv w:val="1"/>
      <w:marLeft w:val="0"/>
      <w:marRight w:val="0"/>
      <w:marTop w:val="0"/>
      <w:marBottom w:val="0"/>
      <w:divBdr>
        <w:top w:val="none" w:sz="0" w:space="0" w:color="auto"/>
        <w:left w:val="none" w:sz="0" w:space="0" w:color="auto"/>
        <w:bottom w:val="none" w:sz="0" w:space="0" w:color="auto"/>
        <w:right w:val="none" w:sz="0" w:space="0" w:color="auto"/>
      </w:divBdr>
    </w:div>
    <w:div w:id="436632420">
      <w:bodyDiv w:val="1"/>
      <w:marLeft w:val="0"/>
      <w:marRight w:val="0"/>
      <w:marTop w:val="0"/>
      <w:marBottom w:val="0"/>
      <w:divBdr>
        <w:top w:val="none" w:sz="0" w:space="0" w:color="auto"/>
        <w:left w:val="none" w:sz="0" w:space="0" w:color="auto"/>
        <w:bottom w:val="none" w:sz="0" w:space="0" w:color="auto"/>
        <w:right w:val="none" w:sz="0" w:space="0" w:color="auto"/>
      </w:divBdr>
    </w:div>
    <w:div w:id="436799560">
      <w:bodyDiv w:val="1"/>
      <w:marLeft w:val="0"/>
      <w:marRight w:val="0"/>
      <w:marTop w:val="0"/>
      <w:marBottom w:val="0"/>
      <w:divBdr>
        <w:top w:val="none" w:sz="0" w:space="0" w:color="auto"/>
        <w:left w:val="none" w:sz="0" w:space="0" w:color="auto"/>
        <w:bottom w:val="none" w:sz="0" w:space="0" w:color="auto"/>
        <w:right w:val="none" w:sz="0" w:space="0" w:color="auto"/>
      </w:divBdr>
    </w:div>
    <w:div w:id="437409831">
      <w:bodyDiv w:val="1"/>
      <w:marLeft w:val="0"/>
      <w:marRight w:val="0"/>
      <w:marTop w:val="0"/>
      <w:marBottom w:val="0"/>
      <w:divBdr>
        <w:top w:val="none" w:sz="0" w:space="0" w:color="auto"/>
        <w:left w:val="none" w:sz="0" w:space="0" w:color="auto"/>
        <w:bottom w:val="none" w:sz="0" w:space="0" w:color="auto"/>
        <w:right w:val="none" w:sz="0" w:space="0" w:color="auto"/>
      </w:divBdr>
    </w:div>
    <w:div w:id="438261150">
      <w:bodyDiv w:val="1"/>
      <w:marLeft w:val="0"/>
      <w:marRight w:val="0"/>
      <w:marTop w:val="0"/>
      <w:marBottom w:val="0"/>
      <w:divBdr>
        <w:top w:val="none" w:sz="0" w:space="0" w:color="auto"/>
        <w:left w:val="none" w:sz="0" w:space="0" w:color="auto"/>
        <w:bottom w:val="none" w:sz="0" w:space="0" w:color="auto"/>
        <w:right w:val="none" w:sz="0" w:space="0" w:color="auto"/>
      </w:divBdr>
    </w:div>
    <w:div w:id="439493730">
      <w:bodyDiv w:val="1"/>
      <w:marLeft w:val="0"/>
      <w:marRight w:val="0"/>
      <w:marTop w:val="0"/>
      <w:marBottom w:val="0"/>
      <w:divBdr>
        <w:top w:val="none" w:sz="0" w:space="0" w:color="auto"/>
        <w:left w:val="none" w:sz="0" w:space="0" w:color="auto"/>
        <w:bottom w:val="none" w:sz="0" w:space="0" w:color="auto"/>
        <w:right w:val="none" w:sz="0" w:space="0" w:color="auto"/>
      </w:divBdr>
    </w:div>
    <w:div w:id="440809367">
      <w:bodyDiv w:val="1"/>
      <w:marLeft w:val="0"/>
      <w:marRight w:val="0"/>
      <w:marTop w:val="0"/>
      <w:marBottom w:val="0"/>
      <w:divBdr>
        <w:top w:val="none" w:sz="0" w:space="0" w:color="auto"/>
        <w:left w:val="none" w:sz="0" w:space="0" w:color="auto"/>
        <w:bottom w:val="none" w:sz="0" w:space="0" w:color="auto"/>
        <w:right w:val="none" w:sz="0" w:space="0" w:color="auto"/>
      </w:divBdr>
    </w:div>
    <w:div w:id="441456130">
      <w:bodyDiv w:val="1"/>
      <w:marLeft w:val="0"/>
      <w:marRight w:val="0"/>
      <w:marTop w:val="0"/>
      <w:marBottom w:val="0"/>
      <w:divBdr>
        <w:top w:val="none" w:sz="0" w:space="0" w:color="auto"/>
        <w:left w:val="none" w:sz="0" w:space="0" w:color="auto"/>
        <w:bottom w:val="none" w:sz="0" w:space="0" w:color="auto"/>
        <w:right w:val="none" w:sz="0" w:space="0" w:color="auto"/>
      </w:divBdr>
    </w:div>
    <w:div w:id="441846077">
      <w:bodyDiv w:val="1"/>
      <w:marLeft w:val="0"/>
      <w:marRight w:val="0"/>
      <w:marTop w:val="0"/>
      <w:marBottom w:val="0"/>
      <w:divBdr>
        <w:top w:val="none" w:sz="0" w:space="0" w:color="auto"/>
        <w:left w:val="none" w:sz="0" w:space="0" w:color="auto"/>
        <w:bottom w:val="none" w:sz="0" w:space="0" w:color="auto"/>
        <w:right w:val="none" w:sz="0" w:space="0" w:color="auto"/>
      </w:divBdr>
    </w:div>
    <w:div w:id="443383093">
      <w:bodyDiv w:val="1"/>
      <w:marLeft w:val="0"/>
      <w:marRight w:val="0"/>
      <w:marTop w:val="0"/>
      <w:marBottom w:val="0"/>
      <w:divBdr>
        <w:top w:val="none" w:sz="0" w:space="0" w:color="auto"/>
        <w:left w:val="none" w:sz="0" w:space="0" w:color="auto"/>
        <w:bottom w:val="none" w:sz="0" w:space="0" w:color="auto"/>
        <w:right w:val="none" w:sz="0" w:space="0" w:color="auto"/>
      </w:divBdr>
    </w:div>
    <w:div w:id="444732939">
      <w:bodyDiv w:val="1"/>
      <w:marLeft w:val="0"/>
      <w:marRight w:val="0"/>
      <w:marTop w:val="0"/>
      <w:marBottom w:val="0"/>
      <w:divBdr>
        <w:top w:val="none" w:sz="0" w:space="0" w:color="auto"/>
        <w:left w:val="none" w:sz="0" w:space="0" w:color="auto"/>
        <w:bottom w:val="none" w:sz="0" w:space="0" w:color="auto"/>
        <w:right w:val="none" w:sz="0" w:space="0" w:color="auto"/>
      </w:divBdr>
    </w:div>
    <w:div w:id="445122993">
      <w:bodyDiv w:val="1"/>
      <w:marLeft w:val="0"/>
      <w:marRight w:val="0"/>
      <w:marTop w:val="0"/>
      <w:marBottom w:val="0"/>
      <w:divBdr>
        <w:top w:val="none" w:sz="0" w:space="0" w:color="auto"/>
        <w:left w:val="none" w:sz="0" w:space="0" w:color="auto"/>
        <w:bottom w:val="none" w:sz="0" w:space="0" w:color="auto"/>
        <w:right w:val="none" w:sz="0" w:space="0" w:color="auto"/>
      </w:divBdr>
    </w:div>
    <w:div w:id="445276770">
      <w:bodyDiv w:val="1"/>
      <w:marLeft w:val="0"/>
      <w:marRight w:val="0"/>
      <w:marTop w:val="0"/>
      <w:marBottom w:val="0"/>
      <w:divBdr>
        <w:top w:val="none" w:sz="0" w:space="0" w:color="auto"/>
        <w:left w:val="none" w:sz="0" w:space="0" w:color="auto"/>
        <w:bottom w:val="none" w:sz="0" w:space="0" w:color="auto"/>
        <w:right w:val="none" w:sz="0" w:space="0" w:color="auto"/>
      </w:divBdr>
    </w:div>
    <w:div w:id="445857784">
      <w:bodyDiv w:val="1"/>
      <w:marLeft w:val="0"/>
      <w:marRight w:val="0"/>
      <w:marTop w:val="0"/>
      <w:marBottom w:val="0"/>
      <w:divBdr>
        <w:top w:val="none" w:sz="0" w:space="0" w:color="auto"/>
        <w:left w:val="none" w:sz="0" w:space="0" w:color="auto"/>
        <w:bottom w:val="none" w:sz="0" w:space="0" w:color="auto"/>
        <w:right w:val="none" w:sz="0" w:space="0" w:color="auto"/>
      </w:divBdr>
    </w:div>
    <w:div w:id="446657699">
      <w:bodyDiv w:val="1"/>
      <w:marLeft w:val="0"/>
      <w:marRight w:val="0"/>
      <w:marTop w:val="0"/>
      <w:marBottom w:val="0"/>
      <w:divBdr>
        <w:top w:val="none" w:sz="0" w:space="0" w:color="auto"/>
        <w:left w:val="none" w:sz="0" w:space="0" w:color="auto"/>
        <w:bottom w:val="none" w:sz="0" w:space="0" w:color="auto"/>
        <w:right w:val="none" w:sz="0" w:space="0" w:color="auto"/>
      </w:divBdr>
    </w:div>
    <w:div w:id="447315925">
      <w:bodyDiv w:val="1"/>
      <w:marLeft w:val="0"/>
      <w:marRight w:val="0"/>
      <w:marTop w:val="0"/>
      <w:marBottom w:val="0"/>
      <w:divBdr>
        <w:top w:val="none" w:sz="0" w:space="0" w:color="auto"/>
        <w:left w:val="none" w:sz="0" w:space="0" w:color="auto"/>
        <w:bottom w:val="none" w:sz="0" w:space="0" w:color="auto"/>
        <w:right w:val="none" w:sz="0" w:space="0" w:color="auto"/>
      </w:divBdr>
    </w:div>
    <w:div w:id="448857558">
      <w:bodyDiv w:val="1"/>
      <w:marLeft w:val="0"/>
      <w:marRight w:val="0"/>
      <w:marTop w:val="0"/>
      <w:marBottom w:val="0"/>
      <w:divBdr>
        <w:top w:val="none" w:sz="0" w:space="0" w:color="auto"/>
        <w:left w:val="none" w:sz="0" w:space="0" w:color="auto"/>
        <w:bottom w:val="none" w:sz="0" w:space="0" w:color="auto"/>
        <w:right w:val="none" w:sz="0" w:space="0" w:color="auto"/>
      </w:divBdr>
    </w:div>
    <w:div w:id="448864347">
      <w:bodyDiv w:val="1"/>
      <w:marLeft w:val="0"/>
      <w:marRight w:val="0"/>
      <w:marTop w:val="0"/>
      <w:marBottom w:val="0"/>
      <w:divBdr>
        <w:top w:val="none" w:sz="0" w:space="0" w:color="auto"/>
        <w:left w:val="none" w:sz="0" w:space="0" w:color="auto"/>
        <w:bottom w:val="none" w:sz="0" w:space="0" w:color="auto"/>
        <w:right w:val="none" w:sz="0" w:space="0" w:color="auto"/>
      </w:divBdr>
    </w:div>
    <w:div w:id="449016097">
      <w:bodyDiv w:val="1"/>
      <w:marLeft w:val="0"/>
      <w:marRight w:val="0"/>
      <w:marTop w:val="0"/>
      <w:marBottom w:val="0"/>
      <w:divBdr>
        <w:top w:val="none" w:sz="0" w:space="0" w:color="auto"/>
        <w:left w:val="none" w:sz="0" w:space="0" w:color="auto"/>
        <w:bottom w:val="none" w:sz="0" w:space="0" w:color="auto"/>
        <w:right w:val="none" w:sz="0" w:space="0" w:color="auto"/>
      </w:divBdr>
    </w:div>
    <w:div w:id="449327799">
      <w:bodyDiv w:val="1"/>
      <w:marLeft w:val="0"/>
      <w:marRight w:val="0"/>
      <w:marTop w:val="0"/>
      <w:marBottom w:val="0"/>
      <w:divBdr>
        <w:top w:val="none" w:sz="0" w:space="0" w:color="auto"/>
        <w:left w:val="none" w:sz="0" w:space="0" w:color="auto"/>
        <w:bottom w:val="none" w:sz="0" w:space="0" w:color="auto"/>
        <w:right w:val="none" w:sz="0" w:space="0" w:color="auto"/>
      </w:divBdr>
    </w:div>
    <w:div w:id="449400237">
      <w:bodyDiv w:val="1"/>
      <w:marLeft w:val="0"/>
      <w:marRight w:val="0"/>
      <w:marTop w:val="0"/>
      <w:marBottom w:val="0"/>
      <w:divBdr>
        <w:top w:val="none" w:sz="0" w:space="0" w:color="auto"/>
        <w:left w:val="none" w:sz="0" w:space="0" w:color="auto"/>
        <w:bottom w:val="none" w:sz="0" w:space="0" w:color="auto"/>
        <w:right w:val="none" w:sz="0" w:space="0" w:color="auto"/>
      </w:divBdr>
    </w:div>
    <w:div w:id="450394008">
      <w:bodyDiv w:val="1"/>
      <w:marLeft w:val="0"/>
      <w:marRight w:val="0"/>
      <w:marTop w:val="0"/>
      <w:marBottom w:val="0"/>
      <w:divBdr>
        <w:top w:val="none" w:sz="0" w:space="0" w:color="auto"/>
        <w:left w:val="none" w:sz="0" w:space="0" w:color="auto"/>
        <w:bottom w:val="none" w:sz="0" w:space="0" w:color="auto"/>
        <w:right w:val="none" w:sz="0" w:space="0" w:color="auto"/>
      </w:divBdr>
    </w:div>
    <w:div w:id="451898984">
      <w:bodyDiv w:val="1"/>
      <w:marLeft w:val="0"/>
      <w:marRight w:val="0"/>
      <w:marTop w:val="0"/>
      <w:marBottom w:val="0"/>
      <w:divBdr>
        <w:top w:val="none" w:sz="0" w:space="0" w:color="auto"/>
        <w:left w:val="none" w:sz="0" w:space="0" w:color="auto"/>
        <w:bottom w:val="none" w:sz="0" w:space="0" w:color="auto"/>
        <w:right w:val="none" w:sz="0" w:space="0" w:color="auto"/>
      </w:divBdr>
    </w:div>
    <w:div w:id="452820846">
      <w:bodyDiv w:val="1"/>
      <w:marLeft w:val="0"/>
      <w:marRight w:val="0"/>
      <w:marTop w:val="0"/>
      <w:marBottom w:val="0"/>
      <w:divBdr>
        <w:top w:val="none" w:sz="0" w:space="0" w:color="auto"/>
        <w:left w:val="none" w:sz="0" w:space="0" w:color="auto"/>
        <w:bottom w:val="none" w:sz="0" w:space="0" w:color="auto"/>
        <w:right w:val="none" w:sz="0" w:space="0" w:color="auto"/>
      </w:divBdr>
    </w:div>
    <w:div w:id="452947198">
      <w:bodyDiv w:val="1"/>
      <w:marLeft w:val="0"/>
      <w:marRight w:val="0"/>
      <w:marTop w:val="0"/>
      <w:marBottom w:val="0"/>
      <w:divBdr>
        <w:top w:val="none" w:sz="0" w:space="0" w:color="auto"/>
        <w:left w:val="none" w:sz="0" w:space="0" w:color="auto"/>
        <w:bottom w:val="none" w:sz="0" w:space="0" w:color="auto"/>
        <w:right w:val="none" w:sz="0" w:space="0" w:color="auto"/>
      </w:divBdr>
    </w:div>
    <w:div w:id="454838602">
      <w:bodyDiv w:val="1"/>
      <w:marLeft w:val="0"/>
      <w:marRight w:val="0"/>
      <w:marTop w:val="0"/>
      <w:marBottom w:val="0"/>
      <w:divBdr>
        <w:top w:val="none" w:sz="0" w:space="0" w:color="auto"/>
        <w:left w:val="none" w:sz="0" w:space="0" w:color="auto"/>
        <w:bottom w:val="none" w:sz="0" w:space="0" w:color="auto"/>
        <w:right w:val="none" w:sz="0" w:space="0" w:color="auto"/>
      </w:divBdr>
    </w:div>
    <w:div w:id="456148066">
      <w:bodyDiv w:val="1"/>
      <w:marLeft w:val="0"/>
      <w:marRight w:val="0"/>
      <w:marTop w:val="0"/>
      <w:marBottom w:val="0"/>
      <w:divBdr>
        <w:top w:val="none" w:sz="0" w:space="0" w:color="auto"/>
        <w:left w:val="none" w:sz="0" w:space="0" w:color="auto"/>
        <w:bottom w:val="none" w:sz="0" w:space="0" w:color="auto"/>
        <w:right w:val="none" w:sz="0" w:space="0" w:color="auto"/>
      </w:divBdr>
    </w:div>
    <w:div w:id="458764952">
      <w:bodyDiv w:val="1"/>
      <w:marLeft w:val="0"/>
      <w:marRight w:val="0"/>
      <w:marTop w:val="0"/>
      <w:marBottom w:val="0"/>
      <w:divBdr>
        <w:top w:val="none" w:sz="0" w:space="0" w:color="auto"/>
        <w:left w:val="none" w:sz="0" w:space="0" w:color="auto"/>
        <w:bottom w:val="none" w:sz="0" w:space="0" w:color="auto"/>
        <w:right w:val="none" w:sz="0" w:space="0" w:color="auto"/>
      </w:divBdr>
    </w:div>
    <w:div w:id="458884709">
      <w:bodyDiv w:val="1"/>
      <w:marLeft w:val="0"/>
      <w:marRight w:val="0"/>
      <w:marTop w:val="0"/>
      <w:marBottom w:val="0"/>
      <w:divBdr>
        <w:top w:val="none" w:sz="0" w:space="0" w:color="auto"/>
        <w:left w:val="none" w:sz="0" w:space="0" w:color="auto"/>
        <w:bottom w:val="none" w:sz="0" w:space="0" w:color="auto"/>
        <w:right w:val="none" w:sz="0" w:space="0" w:color="auto"/>
      </w:divBdr>
    </w:div>
    <w:div w:id="459495788">
      <w:bodyDiv w:val="1"/>
      <w:marLeft w:val="0"/>
      <w:marRight w:val="0"/>
      <w:marTop w:val="0"/>
      <w:marBottom w:val="0"/>
      <w:divBdr>
        <w:top w:val="none" w:sz="0" w:space="0" w:color="auto"/>
        <w:left w:val="none" w:sz="0" w:space="0" w:color="auto"/>
        <w:bottom w:val="none" w:sz="0" w:space="0" w:color="auto"/>
        <w:right w:val="none" w:sz="0" w:space="0" w:color="auto"/>
      </w:divBdr>
    </w:div>
    <w:div w:id="461537034">
      <w:bodyDiv w:val="1"/>
      <w:marLeft w:val="0"/>
      <w:marRight w:val="0"/>
      <w:marTop w:val="0"/>
      <w:marBottom w:val="0"/>
      <w:divBdr>
        <w:top w:val="none" w:sz="0" w:space="0" w:color="auto"/>
        <w:left w:val="none" w:sz="0" w:space="0" w:color="auto"/>
        <w:bottom w:val="none" w:sz="0" w:space="0" w:color="auto"/>
        <w:right w:val="none" w:sz="0" w:space="0" w:color="auto"/>
      </w:divBdr>
    </w:div>
    <w:div w:id="462894855">
      <w:bodyDiv w:val="1"/>
      <w:marLeft w:val="0"/>
      <w:marRight w:val="0"/>
      <w:marTop w:val="0"/>
      <w:marBottom w:val="0"/>
      <w:divBdr>
        <w:top w:val="none" w:sz="0" w:space="0" w:color="auto"/>
        <w:left w:val="none" w:sz="0" w:space="0" w:color="auto"/>
        <w:bottom w:val="none" w:sz="0" w:space="0" w:color="auto"/>
        <w:right w:val="none" w:sz="0" w:space="0" w:color="auto"/>
      </w:divBdr>
    </w:div>
    <w:div w:id="463890973">
      <w:bodyDiv w:val="1"/>
      <w:marLeft w:val="0"/>
      <w:marRight w:val="0"/>
      <w:marTop w:val="0"/>
      <w:marBottom w:val="0"/>
      <w:divBdr>
        <w:top w:val="none" w:sz="0" w:space="0" w:color="auto"/>
        <w:left w:val="none" w:sz="0" w:space="0" w:color="auto"/>
        <w:bottom w:val="none" w:sz="0" w:space="0" w:color="auto"/>
        <w:right w:val="none" w:sz="0" w:space="0" w:color="auto"/>
      </w:divBdr>
    </w:div>
    <w:div w:id="464353817">
      <w:bodyDiv w:val="1"/>
      <w:marLeft w:val="0"/>
      <w:marRight w:val="0"/>
      <w:marTop w:val="0"/>
      <w:marBottom w:val="0"/>
      <w:divBdr>
        <w:top w:val="none" w:sz="0" w:space="0" w:color="auto"/>
        <w:left w:val="none" w:sz="0" w:space="0" w:color="auto"/>
        <w:bottom w:val="none" w:sz="0" w:space="0" w:color="auto"/>
        <w:right w:val="none" w:sz="0" w:space="0" w:color="auto"/>
      </w:divBdr>
    </w:div>
    <w:div w:id="464393222">
      <w:bodyDiv w:val="1"/>
      <w:marLeft w:val="0"/>
      <w:marRight w:val="0"/>
      <w:marTop w:val="0"/>
      <w:marBottom w:val="0"/>
      <w:divBdr>
        <w:top w:val="none" w:sz="0" w:space="0" w:color="auto"/>
        <w:left w:val="none" w:sz="0" w:space="0" w:color="auto"/>
        <w:bottom w:val="none" w:sz="0" w:space="0" w:color="auto"/>
        <w:right w:val="none" w:sz="0" w:space="0" w:color="auto"/>
      </w:divBdr>
    </w:div>
    <w:div w:id="465440086">
      <w:bodyDiv w:val="1"/>
      <w:marLeft w:val="0"/>
      <w:marRight w:val="0"/>
      <w:marTop w:val="0"/>
      <w:marBottom w:val="0"/>
      <w:divBdr>
        <w:top w:val="none" w:sz="0" w:space="0" w:color="auto"/>
        <w:left w:val="none" w:sz="0" w:space="0" w:color="auto"/>
        <w:bottom w:val="none" w:sz="0" w:space="0" w:color="auto"/>
        <w:right w:val="none" w:sz="0" w:space="0" w:color="auto"/>
      </w:divBdr>
    </w:div>
    <w:div w:id="466046409">
      <w:bodyDiv w:val="1"/>
      <w:marLeft w:val="0"/>
      <w:marRight w:val="0"/>
      <w:marTop w:val="0"/>
      <w:marBottom w:val="0"/>
      <w:divBdr>
        <w:top w:val="none" w:sz="0" w:space="0" w:color="auto"/>
        <w:left w:val="none" w:sz="0" w:space="0" w:color="auto"/>
        <w:bottom w:val="none" w:sz="0" w:space="0" w:color="auto"/>
        <w:right w:val="none" w:sz="0" w:space="0" w:color="auto"/>
      </w:divBdr>
    </w:div>
    <w:div w:id="466094791">
      <w:bodyDiv w:val="1"/>
      <w:marLeft w:val="0"/>
      <w:marRight w:val="0"/>
      <w:marTop w:val="0"/>
      <w:marBottom w:val="0"/>
      <w:divBdr>
        <w:top w:val="none" w:sz="0" w:space="0" w:color="auto"/>
        <w:left w:val="none" w:sz="0" w:space="0" w:color="auto"/>
        <w:bottom w:val="none" w:sz="0" w:space="0" w:color="auto"/>
        <w:right w:val="none" w:sz="0" w:space="0" w:color="auto"/>
      </w:divBdr>
    </w:div>
    <w:div w:id="468481057">
      <w:bodyDiv w:val="1"/>
      <w:marLeft w:val="0"/>
      <w:marRight w:val="0"/>
      <w:marTop w:val="0"/>
      <w:marBottom w:val="0"/>
      <w:divBdr>
        <w:top w:val="none" w:sz="0" w:space="0" w:color="auto"/>
        <w:left w:val="none" w:sz="0" w:space="0" w:color="auto"/>
        <w:bottom w:val="none" w:sz="0" w:space="0" w:color="auto"/>
        <w:right w:val="none" w:sz="0" w:space="0" w:color="auto"/>
      </w:divBdr>
    </w:div>
    <w:div w:id="469371114">
      <w:bodyDiv w:val="1"/>
      <w:marLeft w:val="0"/>
      <w:marRight w:val="0"/>
      <w:marTop w:val="0"/>
      <w:marBottom w:val="0"/>
      <w:divBdr>
        <w:top w:val="none" w:sz="0" w:space="0" w:color="auto"/>
        <w:left w:val="none" w:sz="0" w:space="0" w:color="auto"/>
        <w:bottom w:val="none" w:sz="0" w:space="0" w:color="auto"/>
        <w:right w:val="none" w:sz="0" w:space="0" w:color="auto"/>
      </w:divBdr>
    </w:div>
    <w:div w:id="471796767">
      <w:bodyDiv w:val="1"/>
      <w:marLeft w:val="0"/>
      <w:marRight w:val="0"/>
      <w:marTop w:val="0"/>
      <w:marBottom w:val="0"/>
      <w:divBdr>
        <w:top w:val="none" w:sz="0" w:space="0" w:color="auto"/>
        <w:left w:val="none" w:sz="0" w:space="0" w:color="auto"/>
        <w:bottom w:val="none" w:sz="0" w:space="0" w:color="auto"/>
        <w:right w:val="none" w:sz="0" w:space="0" w:color="auto"/>
      </w:divBdr>
    </w:div>
    <w:div w:id="472218762">
      <w:bodyDiv w:val="1"/>
      <w:marLeft w:val="0"/>
      <w:marRight w:val="0"/>
      <w:marTop w:val="0"/>
      <w:marBottom w:val="0"/>
      <w:divBdr>
        <w:top w:val="none" w:sz="0" w:space="0" w:color="auto"/>
        <w:left w:val="none" w:sz="0" w:space="0" w:color="auto"/>
        <w:bottom w:val="none" w:sz="0" w:space="0" w:color="auto"/>
        <w:right w:val="none" w:sz="0" w:space="0" w:color="auto"/>
      </w:divBdr>
    </w:div>
    <w:div w:id="472721651">
      <w:bodyDiv w:val="1"/>
      <w:marLeft w:val="0"/>
      <w:marRight w:val="0"/>
      <w:marTop w:val="0"/>
      <w:marBottom w:val="0"/>
      <w:divBdr>
        <w:top w:val="none" w:sz="0" w:space="0" w:color="auto"/>
        <w:left w:val="none" w:sz="0" w:space="0" w:color="auto"/>
        <w:bottom w:val="none" w:sz="0" w:space="0" w:color="auto"/>
        <w:right w:val="none" w:sz="0" w:space="0" w:color="auto"/>
      </w:divBdr>
    </w:div>
    <w:div w:id="472867056">
      <w:bodyDiv w:val="1"/>
      <w:marLeft w:val="0"/>
      <w:marRight w:val="0"/>
      <w:marTop w:val="0"/>
      <w:marBottom w:val="0"/>
      <w:divBdr>
        <w:top w:val="none" w:sz="0" w:space="0" w:color="auto"/>
        <w:left w:val="none" w:sz="0" w:space="0" w:color="auto"/>
        <w:bottom w:val="none" w:sz="0" w:space="0" w:color="auto"/>
        <w:right w:val="none" w:sz="0" w:space="0" w:color="auto"/>
      </w:divBdr>
    </w:div>
    <w:div w:id="472916843">
      <w:bodyDiv w:val="1"/>
      <w:marLeft w:val="0"/>
      <w:marRight w:val="0"/>
      <w:marTop w:val="0"/>
      <w:marBottom w:val="0"/>
      <w:divBdr>
        <w:top w:val="none" w:sz="0" w:space="0" w:color="auto"/>
        <w:left w:val="none" w:sz="0" w:space="0" w:color="auto"/>
        <w:bottom w:val="none" w:sz="0" w:space="0" w:color="auto"/>
        <w:right w:val="none" w:sz="0" w:space="0" w:color="auto"/>
      </w:divBdr>
    </w:div>
    <w:div w:id="474613942">
      <w:bodyDiv w:val="1"/>
      <w:marLeft w:val="0"/>
      <w:marRight w:val="0"/>
      <w:marTop w:val="0"/>
      <w:marBottom w:val="0"/>
      <w:divBdr>
        <w:top w:val="none" w:sz="0" w:space="0" w:color="auto"/>
        <w:left w:val="none" w:sz="0" w:space="0" w:color="auto"/>
        <w:bottom w:val="none" w:sz="0" w:space="0" w:color="auto"/>
        <w:right w:val="none" w:sz="0" w:space="0" w:color="auto"/>
      </w:divBdr>
    </w:div>
    <w:div w:id="474831497">
      <w:bodyDiv w:val="1"/>
      <w:marLeft w:val="0"/>
      <w:marRight w:val="0"/>
      <w:marTop w:val="0"/>
      <w:marBottom w:val="0"/>
      <w:divBdr>
        <w:top w:val="none" w:sz="0" w:space="0" w:color="auto"/>
        <w:left w:val="none" w:sz="0" w:space="0" w:color="auto"/>
        <w:bottom w:val="none" w:sz="0" w:space="0" w:color="auto"/>
        <w:right w:val="none" w:sz="0" w:space="0" w:color="auto"/>
      </w:divBdr>
    </w:div>
    <w:div w:id="475338862">
      <w:bodyDiv w:val="1"/>
      <w:marLeft w:val="0"/>
      <w:marRight w:val="0"/>
      <w:marTop w:val="0"/>
      <w:marBottom w:val="0"/>
      <w:divBdr>
        <w:top w:val="none" w:sz="0" w:space="0" w:color="auto"/>
        <w:left w:val="none" w:sz="0" w:space="0" w:color="auto"/>
        <w:bottom w:val="none" w:sz="0" w:space="0" w:color="auto"/>
        <w:right w:val="none" w:sz="0" w:space="0" w:color="auto"/>
      </w:divBdr>
    </w:div>
    <w:div w:id="476144638">
      <w:bodyDiv w:val="1"/>
      <w:marLeft w:val="0"/>
      <w:marRight w:val="0"/>
      <w:marTop w:val="0"/>
      <w:marBottom w:val="0"/>
      <w:divBdr>
        <w:top w:val="none" w:sz="0" w:space="0" w:color="auto"/>
        <w:left w:val="none" w:sz="0" w:space="0" w:color="auto"/>
        <w:bottom w:val="none" w:sz="0" w:space="0" w:color="auto"/>
        <w:right w:val="none" w:sz="0" w:space="0" w:color="auto"/>
      </w:divBdr>
    </w:div>
    <w:div w:id="476805299">
      <w:bodyDiv w:val="1"/>
      <w:marLeft w:val="0"/>
      <w:marRight w:val="0"/>
      <w:marTop w:val="0"/>
      <w:marBottom w:val="0"/>
      <w:divBdr>
        <w:top w:val="none" w:sz="0" w:space="0" w:color="auto"/>
        <w:left w:val="none" w:sz="0" w:space="0" w:color="auto"/>
        <w:bottom w:val="none" w:sz="0" w:space="0" w:color="auto"/>
        <w:right w:val="none" w:sz="0" w:space="0" w:color="auto"/>
      </w:divBdr>
    </w:div>
    <w:div w:id="476920221">
      <w:bodyDiv w:val="1"/>
      <w:marLeft w:val="0"/>
      <w:marRight w:val="0"/>
      <w:marTop w:val="0"/>
      <w:marBottom w:val="0"/>
      <w:divBdr>
        <w:top w:val="none" w:sz="0" w:space="0" w:color="auto"/>
        <w:left w:val="none" w:sz="0" w:space="0" w:color="auto"/>
        <w:bottom w:val="none" w:sz="0" w:space="0" w:color="auto"/>
        <w:right w:val="none" w:sz="0" w:space="0" w:color="auto"/>
      </w:divBdr>
    </w:div>
    <w:div w:id="478036976">
      <w:bodyDiv w:val="1"/>
      <w:marLeft w:val="0"/>
      <w:marRight w:val="0"/>
      <w:marTop w:val="0"/>
      <w:marBottom w:val="0"/>
      <w:divBdr>
        <w:top w:val="none" w:sz="0" w:space="0" w:color="auto"/>
        <w:left w:val="none" w:sz="0" w:space="0" w:color="auto"/>
        <w:bottom w:val="none" w:sz="0" w:space="0" w:color="auto"/>
        <w:right w:val="none" w:sz="0" w:space="0" w:color="auto"/>
      </w:divBdr>
    </w:div>
    <w:div w:id="478692553">
      <w:bodyDiv w:val="1"/>
      <w:marLeft w:val="0"/>
      <w:marRight w:val="0"/>
      <w:marTop w:val="0"/>
      <w:marBottom w:val="0"/>
      <w:divBdr>
        <w:top w:val="none" w:sz="0" w:space="0" w:color="auto"/>
        <w:left w:val="none" w:sz="0" w:space="0" w:color="auto"/>
        <w:bottom w:val="none" w:sz="0" w:space="0" w:color="auto"/>
        <w:right w:val="none" w:sz="0" w:space="0" w:color="auto"/>
      </w:divBdr>
    </w:div>
    <w:div w:id="479615483">
      <w:bodyDiv w:val="1"/>
      <w:marLeft w:val="0"/>
      <w:marRight w:val="0"/>
      <w:marTop w:val="0"/>
      <w:marBottom w:val="0"/>
      <w:divBdr>
        <w:top w:val="none" w:sz="0" w:space="0" w:color="auto"/>
        <w:left w:val="none" w:sz="0" w:space="0" w:color="auto"/>
        <w:bottom w:val="none" w:sz="0" w:space="0" w:color="auto"/>
        <w:right w:val="none" w:sz="0" w:space="0" w:color="auto"/>
      </w:divBdr>
    </w:div>
    <w:div w:id="480585168">
      <w:bodyDiv w:val="1"/>
      <w:marLeft w:val="0"/>
      <w:marRight w:val="0"/>
      <w:marTop w:val="0"/>
      <w:marBottom w:val="0"/>
      <w:divBdr>
        <w:top w:val="none" w:sz="0" w:space="0" w:color="auto"/>
        <w:left w:val="none" w:sz="0" w:space="0" w:color="auto"/>
        <w:bottom w:val="none" w:sz="0" w:space="0" w:color="auto"/>
        <w:right w:val="none" w:sz="0" w:space="0" w:color="auto"/>
      </w:divBdr>
    </w:div>
    <w:div w:id="480971452">
      <w:bodyDiv w:val="1"/>
      <w:marLeft w:val="0"/>
      <w:marRight w:val="0"/>
      <w:marTop w:val="0"/>
      <w:marBottom w:val="0"/>
      <w:divBdr>
        <w:top w:val="none" w:sz="0" w:space="0" w:color="auto"/>
        <w:left w:val="none" w:sz="0" w:space="0" w:color="auto"/>
        <w:bottom w:val="none" w:sz="0" w:space="0" w:color="auto"/>
        <w:right w:val="none" w:sz="0" w:space="0" w:color="auto"/>
      </w:divBdr>
    </w:div>
    <w:div w:id="481317129">
      <w:bodyDiv w:val="1"/>
      <w:marLeft w:val="0"/>
      <w:marRight w:val="0"/>
      <w:marTop w:val="0"/>
      <w:marBottom w:val="0"/>
      <w:divBdr>
        <w:top w:val="none" w:sz="0" w:space="0" w:color="auto"/>
        <w:left w:val="none" w:sz="0" w:space="0" w:color="auto"/>
        <w:bottom w:val="none" w:sz="0" w:space="0" w:color="auto"/>
        <w:right w:val="none" w:sz="0" w:space="0" w:color="auto"/>
      </w:divBdr>
    </w:div>
    <w:div w:id="482161001">
      <w:bodyDiv w:val="1"/>
      <w:marLeft w:val="0"/>
      <w:marRight w:val="0"/>
      <w:marTop w:val="0"/>
      <w:marBottom w:val="0"/>
      <w:divBdr>
        <w:top w:val="none" w:sz="0" w:space="0" w:color="auto"/>
        <w:left w:val="none" w:sz="0" w:space="0" w:color="auto"/>
        <w:bottom w:val="none" w:sz="0" w:space="0" w:color="auto"/>
        <w:right w:val="none" w:sz="0" w:space="0" w:color="auto"/>
      </w:divBdr>
    </w:div>
    <w:div w:id="483935193">
      <w:bodyDiv w:val="1"/>
      <w:marLeft w:val="0"/>
      <w:marRight w:val="0"/>
      <w:marTop w:val="0"/>
      <w:marBottom w:val="0"/>
      <w:divBdr>
        <w:top w:val="none" w:sz="0" w:space="0" w:color="auto"/>
        <w:left w:val="none" w:sz="0" w:space="0" w:color="auto"/>
        <w:bottom w:val="none" w:sz="0" w:space="0" w:color="auto"/>
        <w:right w:val="none" w:sz="0" w:space="0" w:color="auto"/>
      </w:divBdr>
    </w:div>
    <w:div w:id="484006289">
      <w:bodyDiv w:val="1"/>
      <w:marLeft w:val="0"/>
      <w:marRight w:val="0"/>
      <w:marTop w:val="0"/>
      <w:marBottom w:val="0"/>
      <w:divBdr>
        <w:top w:val="none" w:sz="0" w:space="0" w:color="auto"/>
        <w:left w:val="none" w:sz="0" w:space="0" w:color="auto"/>
        <w:bottom w:val="none" w:sz="0" w:space="0" w:color="auto"/>
        <w:right w:val="none" w:sz="0" w:space="0" w:color="auto"/>
      </w:divBdr>
    </w:div>
    <w:div w:id="485170672">
      <w:bodyDiv w:val="1"/>
      <w:marLeft w:val="0"/>
      <w:marRight w:val="0"/>
      <w:marTop w:val="0"/>
      <w:marBottom w:val="0"/>
      <w:divBdr>
        <w:top w:val="none" w:sz="0" w:space="0" w:color="auto"/>
        <w:left w:val="none" w:sz="0" w:space="0" w:color="auto"/>
        <w:bottom w:val="none" w:sz="0" w:space="0" w:color="auto"/>
        <w:right w:val="none" w:sz="0" w:space="0" w:color="auto"/>
      </w:divBdr>
    </w:div>
    <w:div w:id="485240519">
      <w:bodyDiv w:val="1"/>
      <w:marLeft w:val="0"/>
      <w:marRight w:val="0"/>
      <w:marTop w:val="0"/>
      <w:marBottom w:val="0"/>
      <w:divBdr>
        <w:top w:val="none" w:sz="0" w:space="0" w:color="auto"/>
        <w:left w:val="none" w:sz="0" w:space="0" w:color="auto"/>
        <w:bottom w:val="none" w:sz="0" w:space="0" w:color="auto"/>
        <w:right w:val="none" w:sz="0" w:space="0" w:color="auto"/>
      </w:divBdr>
    </w:div>
    <w:div w:id="486165719">
      <w:bodyDiv w:val="1"/>
      <w:marLeft w:val="0"/>
      <w:marRight w:val="0"/>
      <w:marTop w:val="0"/>
      <w:marBottom w:val="0"/>
      <w:divBdr>
        <w:top w:val="none" w:sz="0" w:space="0" w:color="auto"/>
        <w:left w:val="none" w:sz="0" w:space="0" w:color="auto"/>
        <w:bottom w:val="none" w:sz="0" w:space="0" w:color="auto"/>
        <w:right w:val="none" w:sz="0" w:space="0" w:color="auto"/>
      </w:divBdr>
    </w:div>
    <w:div w:id="486752037">
      <w:bodyDiv w:val="1"/>
      <w:marLeft w:val="0"/>
      <w:marRight w:val="0"/>
      <w:marTop w:val="0"/>
      <w:marBottom w:val="0"/>
      <w:divBdr>
        <w:top w:val="none" w:sz="0" w:space="0" w:color="auto"/>
        <w:left w:val="none" w:sz="0" w:space="0" w:color="auto"/>
        <w:bottom w:val="none" w:sz="0" w:space="0" w:color="auto"/>
        <w:right w:val="none" w:sz="0" w:space="0" w:color="auto"/>
      </w:divBdr>
    </w:div>
    <w:div w:id="488139541">
      <w:bodyDiv w:val="1"/>
      <w:marLeft w:val="0"/>
      <w:marRight w:val="0"/>
      <w:marTop w:val="0"/>
      <w:marBottom w:val="0"/>
      <w:divBdr>
        <w:top w:val="none" w:sz="0" w:space="0" w:color="auto"/>
        <w:left w:val="none" w:sz="0" w:space="0" w:color="auto"/>
        <w:bottom w:val="none" w:sz="0" w:space="0" w:color="auto"/>
        <w:right w:val="none" w:sz="0" w:space="0" w:color="auto"/>
      </w:divBdr>
    </w:div>
    <w:div w:id="488833922">
      <w:bodyDiv w:val="1"/>
      <w:marLeft w:val="0"/>
      <w:marRight w:val="0"/>
      <w:marTop w:val="0"/>
      <w:marBottom w:val="0"/>
      <w:divBdr>
        <w:top w:val="none" w:sz="0" w:space="0" w:color="auto"/>
        <w:left w:val="none" w:sz="0" w:space="0" w:color="auto"/>
        <w:bottom w:val="none" w:sz="0" w:space="0" w:color="auto"/>
        <w:right w:val="none" w:sz="0" w:space="0" w:color="auto"/>
      </w:divBdr>
    </w:div>
    <w:div w:id="490558395">
      <w:bodyDiv w:val="1"/>
      <w:marLeft w:val="0"/>
      <w:marRight w:val="0"/>
      <w:marTop w:val="0"/>
      <w:marBottom w:val="0"/>
      <w:divBdr>
        <w:top w:val="none" w:sz="0" w:space="0" w:color="auto"/>
        <w:left w:val="none" w:sz="0" w:space="0" w:color="auto"/>
        <w:bottom w:val="none" w:sz="0" w:space="0" w:color="auto"/>
        <w:right w:val="none" w:sz="0" w:space="0" w:color="auto"/>
      </w:divBdr>
    </w:div>
    <w:div w:id="490561319">
      <w:bodyDiv w:val="1"/>
      <w:marLeft w:val="0"/>
      <w:marRight w:val="0"/>
      <w:marTop w:val="0"/>
      <w:marBottom w:val="0"/>
      <w:divBdr>
        <w:top w:val="none" w:sz="0" w:space="0" w:color="auto"/>
        <w:left w:val="none" w:sz="0" w:space="0" w:color="auto"/>
        <w:bottom w:val="none" w:sz="0" w:space="0" w:color="auto"/>
        <w:right w:val="none" w:sz="0" w:space="0" w:color="auto"/>
      </w:divBdr>
    </w:div>
    <w:div w:id="491722365">
      <w:bodyDiv w:val="1"/>
      <w:marLeft w:val="0"/>
      <w:marRight w:val="0"/>
      <w:marTop w:val="0"/>
      <w:marBottom w:val="0"/>
      <w:divBdr>
        <w:top w:val="none" w:sz="0" w:space="0" w:color="auto"/>
        <w:left w:val="none" w:sz="0" w:space="0" w:color="auto"/>
        <w:bottom w:val="none" w:sz="0" w:space="0" w:color="auto"/>
        <w:right w:val="none" w:sz="0" w:space="0" w:color="auto"/>
      </w:divBdr>
    </w:div>
    <w:div w:id="492724956">
      <w:bodyDiv w:val="1"/>
      <w:marLeft w:val="0"/>
      <w:marRight w:val="0"/>
      <w:marTop w:val="0"/>
      <w:marBottom w:val="0"/>
      <w:divBdr>
        <w:top w:val="none" w:sz="0" w:space="0" w:color="auto"/>
        <w:left w:val="none" w:sz="0" w:space="0" w:color="auto"/>
        <w:bottom w:val="none" w:sz="0" w:space="0" w:color="auto"/>
        <w:right w:val="none" w:sz="0" w:space="0" w:color="auto"/>
      </w:divBdr>
    </w:div>
    <w:div w:id="494731289">
      <w:bodyDiv w:val="1"/>
      <w:marLeft w:val="0"/>
      <w:marRight w:val="0"/>
      <w:marTop w:val="0"/>
      <w:marBottom w:val="0"/>
      <w:divBdr>
        <w:top w:val="none" w:sz="0" w:space="0" w:color="auto"/>
        <w:left w:val="none" w:sz="0" w:space="0" w:color="auto"/>
        <w:bottom w:val="none" w:sz="0" w:space="0" w:color="auto"/>
        <w:right w:val="none" w:sz="0" w:space="0" w:color="auto"/>
      </w:divBdr>
    </w:div>
    <w:div w:id="495342883">
      <w:bodyDiv w:val="1"/>
      <w:marLeft w:val="0"/>
      <w:marRight w:val="0"/>
      <w:marTop w:val="0"/>
      <w:marBottom w:val="0"/>
      <w:divBdr>
        <w:top w:val="none" w:sz="0" w:space="0" w:color="auto"/>
        <w:left w:val="none" w:sz="0" w:space="0" w:color="auto"/>
        <w:bottom w:val="none" w:sz="0" w:space="0" w:color="auto"/>
        <w:right w:val="none" w:sz="0" w:space="0" w:color="auto"/>
      </w:divBdr>
    </w:div>
    <w:div w:id="495807521">
      <w:bodyDiv w:val="1"/>
      <w:marLeft w:val="0"/>
      <w:marRight w:val="0"/>
      <w:marTop w:val="0"/>
      <w:marBottom w:val="0"/>
      <w:divBdr>
        <w:top w:val="none" w:sz="0" w:space="0" w:color="auto"/>
        <w:left w:val="none" w:sz="0" w:space="0" w:color="auto"/>
        <w:bottom w:val="none" w:sz="0" w:space="0" w:color="auto"/>
        <w:right w:val="none" w:sz="0" w:space="0" w:color="auto"/>
      </w:divBdr>
    </w:div>
    <w:div w:id="496726847">
      <w:bodyDiv w:val="1"/>
      <w:marLeft w:val="0"/>
      <w:marRight w:val="0"/>
      <w:marTop w:val="0"/>
      <w:marBottom w:val="0"/>
      <w:divBdr>
        <w:top w:val="none" w:sz="0" w:space="0" w:color="auto"/>
        <w:left w:val="none" w:sz="0" w:space="0" w:color="auto"/>
        <w:bottom w:val="none" w:sz="0" w:space="0" w:color="auto"/>
        <w:right w:val="none" w:sz="0" w:space="0" w:color="auto"/>
      </w:divBdr>
    </w:div>
    <w:div w:id="496772892">
      <w:bodyDiv w:val="1"/>
      <w:marLeft w:val="0"/>
      <w:marRight w:val="0"/>
      <w:marTop w:val="0"/>
      <w:marBottom w:val="0"/>
      <w:divBdr>
        <w:top w:val="none" w:sz="0" w:space="0" w:color="auto"/>
        <w:left w:val="none" w:sz="0" w:space="0" w:color="auto"/>
        <w:bottom w:val="none" w:sz="0" w:space="0" w:color="auto"/>
        <w:right w:val="none" w:sz="0" w:space="0" w:color="auto"/>
      </w:divBdr>
    </w:div>
    <w:div w:id="498545167">
      <w:bodyDiv w:val="1"/>
      <w:marLeft w:val="0"/>
      <w:marRight w:val="0"/>
      <w:marTop w:val="0"/>
      <w:marBottom w:val="0"/>
      <w:divBdr>
        <w:top w:val="none" w:sz="0" w:space="0" w:color="auto"/>
        <w:left w:val="none" w:sz="0" w:space="0" w:color="auto"/>
        <w:bottom w:val="none" w:sz="0" w:space="0" w:color="auto"/>
        <w:right w:val="none" w:sz="0" w:space="0" w:color="auto"/>
      </w:divBdr>
    </w:div>
    <w:div w:id="499006181">
      <w:bodyDiv w:val="1"/>
      <w:marLeft w:val="0"/>
      <w:marRight w:val="0"/>
      <w:marTop w:val="0"/>
      <w:marBottom w:val="0"/>
      <w:divBdr>
        <w:top w:val="none" w:sz="0" w:space="0" w:color="auto"/>
        <w:left w:val="none" w:sz="0" w:space="0" w:color="auto"/>
        <w:bottom w:val="none" w:sz="0" w:space="0" w:color="auto"/>
        <w:right w:val="none" w:sz="0" w:space="0" w:color="auto"/>
      </w:divBdr>
    </w:div>
    <w:div w:id="499348528">
      <w:bodyDiv w:val="1"/>
      <w:marLeft w:val="0"/>
      <w:marRight w:val="0"/>
      <w:marTop w:val="0"/>
      <w:marBottom w:val="0"/>
      <w:divBdr>
        <w:top w:val="none" w:sz="0" w:space="0" w:color="auto"/>
        <w:left w:val="none" w:sz="0" w:space="0" w:color="auto"/>
        <w:bottom w:val="none" w:sz="0" w:space="0" w:color="auto"/>
        <w:right w:val="none" w:sz="0" w:space="0" w:color="auto"/>
      </w:divBdr>
    </w:div>
    <w:div w:id="499545058">
      <w:bodyDiv w:val="1"/>
      <w:marLeft w:val="0"/>
      <w:marRight w:val="0"/>
      <w:marTop w:val="0"/>
      <w:marBottom w:val="0"/>
      <w:divBdr>
        <w:top w:val="none" w:sz="0" w:space="0" w:color="auto"/>
        <w:left w:val="none" w:sz="0" w:space="0" w:color="auto"/>
        <w:bottom w:val="none" w:sz="0" w:space="0" w:color="auto"/>
        <w:right w:val="none" w:sz="0" w:space="0" w:color="auto"/>
      </w:divBdr>
    </w:div>
    <w:div w:id="501048013">
      <w:bodyDiv w:val="1"/>
      <w:marLeft w:val="0"/>
      <w:marRight w:val="0"/>
      <w:marTop w:val="0"/>
      <w:marBottom w:val="0"/>
      <w:divBdr>
        <w:top w:val="none" w:sz="0" w:space="0" w:color="auto"/>
        <w:left w:val="none" w:sz="0" w:space="0" w:color="auto"/>
        <w:bottom w:val="none" w:sz="0" w:space="0" w:color="auto"/>
        <w:right w:val="none" w:sz="0" w:space="0" w:color="auto"/>
      </w:divBdr>
    </w:div>
    <w:div w:id="501626615">
      <w:bodyDiv w:val="1"/>
      <w:marLeft w:val="0"/>
      <w:marRight w:val="0"/>
      <w:marTop w:val="0"/>
      <w:marBottom w:val="0"/>
      <w:divBdr>
        <w:top w:val="none" w:sz="0" w:space="0" w:color="auto"/>
        <w:left w:val="none" w:sz="0" w:space="0" w:color="auto"/>
        <w:bottom w:val="none" w:sz="0" w:space="0" w:color="auto"/>
        <w:right w:val="none" w:sz="0" w:space="0" w:color="auto"/>
      </w:divBdr>
    </w:div>
    <w:div w:id="502018149">
      <w:bodyDiv w:val="1"/>
      <w:marLeft w:val="0"/>
      <w:marRight w:val="0"/>
      <w:marTop w:val="0"/>
      <w:marBottom w:val="0"/>
      <w:divBdr>
        <w:top w:val="none" w:sz="0" w:space="0" w:color="auto"/>
        <w:left w:val="none" w:sz="0" w:space="0" w:color="auto"/>
        <w:bottom w:val="none" w:sz="0" w:space="0" w:color="auto"/>
        <w:right w:val="none" w:sz="0" w:space="0" w:color="auto"/>
      </w:divBdr>
    </w:div>
    <w:div w:id="503514085">
      <w:bodyDiv w:val="1"/>
      <w:marLeft w:val="0"/>
      <w:marRight w:val="0"/>
      <w:marTop w:val="0"/>
      <w:marBottom w:val="0"/>
      <w:divBdr>
        <w:top w:val="none" w:sz="0" w:space="0" w:color="auto"/>
        <w:left w:val="none" w:sz="0" w:space="0" w:color="auto"/>
        <w:bottom w:val="none" w:sz="0" w:space="0" w:color="auto"/>
        <w:right w:val="none" w:sz="0" w:space="0" w:color="auto"/>
      </w:divBdr>
    </w:div>
    <w:div w:id="504168510">
      <w:bodyDiv w:val="1"/>
      <w:marLeft w:val="0"/>
      <w:marRight w:val="0"/>
      <w:marTop w:val="0"/>
      <w:marBottom w:val="0"/>
      <w:divBdr>
        <w:top w:val="none" w:sz="0" w:space="0" w:color="auto"/>
        <w:left w:val="none" w:sz="0" w:space="0" w:color="auto"/>
        <w:bottom w:val="none" w:sz="0" w:space="0" w:color="auto"/>
        <w:right w:val="none" w:sz="0" w:space="0" w:color="auto"/>
      </w:divBdr>
    </w:div>
    <w:div w:id="505288290">
      <w:bodyDiv w:val="1"/>
      <w:marLeft w:val="0"/>
      <w:marRight w:val="0"/>
      <w:marTop w:val="0"/>
      <w:marBottom w:val="0"/>
      <w:divBdr>
        <w:top w:val="none" w:sz="0" w:space="0" w:color="auto"/>
        <w:left w:val="none" w:sz="0" w:space="0" w:color="auto"/>
        <w:bottom w:val="none" w:sz="0" w:space="0" w:color="auto"/>
        <w:right w:val="none" w:sz="0" w:space="0" w:color="auto"/>
      </w:divBdr>
    </w:div>
    <w:div w:id="505293361">
      <w:bodyDiv w:val="1"/>
      <w:marLeft w:val="0"/>
      <w:marRight w:val="0"/>
      <w:marTop w:val="0"/>
      <w:marBottom w:val="0"/>
      <w:divBdr>
        <w:top w:val="none" w:sz="0" w:space="0" w:color="auto"/>
        <w:left w:val="none" w:sz="0" w:space="0" w:color="auto"/>
        <w:bottom w:val="none" w:sz="0" w:space="0" w:color="auto"/>
        <w:right w:val="none" w:sz="0" w:space="0" w:color="auto"/>
      </w:divBdr>
    </w:div>
    <w:div w:id="505443167">
      <w:bodyDiv w:val="1"/>
      <w:marLeft w:val="0"/>
      <w:marRight w:val="0"/>
      <w:marTop w:val="0"/>
      <w:marBottom w:val="0"/>
      <w:divBdr>
        <w:top w:val="none" w:sz="0" w:space="0" w:color="auto"/>
        <w:left w:val="none" w:sz="0" w:space="0" w:color="auto"/>
        <w:bottom w:val="none" w:sz="0" w:space="0" w:color="auto"/>
        <w:right w:val="none" w:sz="0" w:space="0" w:color="auto"/>
      </w:divBdr>
    </w:div>
    <w:div w:id="506095769">
      <w:bodyDiv w:val="1"/>
      <w:marLeft w:val="0"/>
      <w:marRight w:val="0"/>
      <w:marTop w:val="0"/>
      <w:marBottom w:val="0"/>
      <w:divBdr>
        <w:top w:val="none" w:sz="0" w:space="0" w:color="auto"/>
        <w:left w:val="none" w:sz="0" w:space="0" w:color="auto"/>
        <w:bottom w:val="none" w:sz="0" w:space="0" w:color="auto"/>
        <w:right w:val="none" w:sz="0" w:space="0" w:color="auto"/>
      </w:divBdr>
    </w:div>
    <w:div w:id="506208904">
      <w:bodyDiv w:val="1"/>
      <w:marLeft w:val="0"/>
      <w:marRight w:val="0"/>
      <w:marTop w:val="0"/>
      <w:marBottom w:val="0"/>
      <w:divBdr>
        <w:top w:val="none" w:sz="0" w:space="0" w:color="auto"/>
        <w:left w:val="none" w:sz="0" w:space="0" w:color="auto"/>
        <w:bottom w:val="none" w:sz="0" w:space="0" w:color="auto"/>
        <w:right w:val="none" w:sz="0" w:space="0" w:color="auto"/>
      </w:divBdr>
    </w:div>
    <w:div w:id="506211621">
      <w:bodyDiv w:val="1"/>
      <w:marLeft w:val="0"/>
      <w:marRight w:val="0"/>
      <w:marTop w:val="0"/>
      <w:marBottom w:val="0"/>
      <w:divBdr>
        <w:top w:val="none" w:sz="0" w:space="0" w:color="auto"/>
        <w:left w:val="none" w:sz="0" w:space="0" w:color="auto"/>
        <w:bottom w:val="none" w:sz="0" w:space="0" w:color="auto"/>
        <w:right w:val="none" w:sz="0" w:space="0" w:color="auto"/>
      </w:divBdr>
    </w:div>
    <w:div w:id="506478002">
      <w:bodyDiv w:val="1"/>
      <w:marLeft w:val="0"/>
      <w:marRight w:val="0"/>
      <w:marTop w:val="0"/>
      <w:marBottom w:val="0"/>
      <w:divBdr>
        <w:top w:val="none" w:sz="0" w:space="0" w:color="auto"/>
        <w:left w:val="none" w:sz="0" w:space="0" w:color="auto"/>
        <w:bottom w:val="none" w:sz="0" w:space="0" w:color="auto"/>
        <w:right w:val="none" w:sz="0" w:space="0" w:color="auto"/>
      </w:divBdr>
    </w:div>
    <w:div w:id="506599409">
      <w:bodyDiv w:val="1"/>
      <w:marLeft w:val="0"/>
      <w:marRight w:val="0"/>
      <w:marTop w:val="0"/>
      <w:marBottom w:val="0"/>
      <w:divBdr>
        <w:top w:val="none" w:sz="0" w:space="0" w:color="auto"/>
        <w:left w:val="none" w:sz="0" w:space="0" w:color="auto"/>
        <w:bottom w:val="none" w:sz="0" w:space="0" w:color="auto"/>
        <w:right w:val="none" w:sz="0" w:space="0" w:color="auto"/>
      </w:divBdr>
    </w:div>
    <w:div w:id="506754676">
      <w:bodyDiv w:val="1"/>
      <w:marLeft w:val="0"/>
      <w:marRight w:val="0"/>
      <w:marTop w:val="0"/>
      <w:marBottom w:val="0"/>
      <w:divBdr>
        <w:top w:val="none" w:sz="0" w:space="0" w:color="auto"/>
        <w:left w:val="none" w:sz="0" w:space="0" w:color="auto"/>
        <w:bottom w:val="none" w:sz="0" w:space="0" w:color="auto"/>
        <w:right w:val="none" w:sz="0" w:space="0" w:color="auto"/>
      </w:divBdr>
    </w:div>
    <w:div w:id="508450793">
      <w:bodyDiv w:val="1"/>
      <w:marLeft w:val="0"/>
      <w:marRight w:val="0"/>
      <w:marTop w:val="0"/>
      <w:marBottom w:val="0"/>
      <w:divBdr>
        <w:top w:val="none" w:sz="0" w:space="0" w:color="auto"/>
        <w:left w:val="none" w:sz="0" w:space="0" w:color="auto"/>
        <w:bottom w:val="none" w:sz="0" w:space="0" w:color="auto"/>
        <w:right w:val="none" w:sz="0" w:space="0" w:color="auto"/>
      </w:divBdr>
    </w:div>
    <w:div w:id="509298332">
      <w:bodyDiv w:val="1"/>
      <w:marLeft w:val="0"/>
      <w:marRight w:val="0"/>
      <w:marTop w:val="0"/>
      <w:marBottom w:val="0"/>
      <w:divBdr>
        <w:top w:val="none" w:sz="0" w:space="0" w:color="auto"/>
        <w:left w:val="none" w:sz="0" w:space="0" w:color="auto"/>
        <w:bottom w:val="none" w:sz="0" w:space="0" w:color="auto"/>
        <w:right w:val="none" w:sz="0" w:space="0" w:color="auto"/>
      </w:divBdr>
    </w:div>
    <w:div w:id="509486577">
      <w:bodyDiv w:val="1"/>
      <w:marLeft w:val="0"/>
      <w:marRight w:val="0"/>
      <w:marTop w:val="0"/>
      <w:marBottom w:val="0"/>
      <w:divBdr>
        <w:top w:val="none" w:sz="0" w:space="0" w:color="auto"/>
        <w:left w:val="none" w:sz="0" w:space="0" w:color="auto"/>
        <w:bottom w:val="none" w:sz="0" w:space="0" w:color="auto"/>
        <w:right w:val="none" w:sz="0" w:space="0" w:color="auto"/>
      </w:divBdr>
    </w:div>
    <w:div w:id="510871843">
      <w:bodyDiv w:val="1"/>
      <w:marLeft w:val="0"/>
      <w:marRight w:val="0"/>
      <w:marTop w:val="0"/>
      <w:marBottom w:val="0"/>
      <w:divBdr>
        <w:top w:val="none" w:sz="0" w:space="0" w:color="auto"/>
        <w:left w:val="none" w:sz="0" w:space="0" w:color="auto"/>
        <w:bottom w:val="none" w:sz="0" w:space="0" w:color="auto"/>
        <w:right w:val="none" w:sz="0" w:space="0" w:color="auto"/>
      </w:divBdr>
    </w:div>
    <w:div w:id="512108759">
      <w:bodyDiv w:val="1"/>
      <w:marLeft w:val="0"/>
      <w:marRight w:val="0"/>
      <w:marTop w:val="0"/>
      <w:marBottom w:val="0"/>
      <w:divBdr>
        <w:top w:val="none" w:sz="0" w:space="0" w:color="auto"/>
        <w:left w:val="none" w:sz="0" w:space="0" w:color="auto"/>
        <w:bottom w:val="none" w:sz="0" w:space="0" w:color="auto"/>
        <w:right w:val="none" w:sz="0" w:space="0" w:color="auto"/>
      </w:divBdr>
    </w:div>
    <w:div w:id="513227845">
      <w:bodyDiv w:val="1"/>
      <w:marLeft w:val="0"/>
      <w:marRight w:val="0"/>
      <w:marTop w:val="0"/>
      <w:marBottom w:val="0"/>
      <w:divBdr>
        <w:top w:val="none" w:sz="0" w:space="0" w:color="auto"/>
        <w:left w:val="none" w:sz="0" w:space="0" w:color="auto"/>
        <w:bottom w:val="none" w:sz="0" w:space="0" w:color="auto"/>
        <w:right w:val="none" w:sz="0" w:space="0" w:color="auto"/>
      </w:divBdr>
    </w:div>
    <w:div w:id="513617322">
      <w:bodyDiv w:val="1"/>
      <w:marLeft w:val="0"/>
      <w:marRight w:val="0"/>
      <w:marTop w:val="0"/>
      <w:marBottom w:val="0"/>
      <w:divBdr>
        <w:top w:val="none" w:sz="0" w:space="0" w:color="auto"/>
        <w:left w:val="none" w:sz="0" w:space="0" w:color="auto"/>
        <w:bottom w:val="none" w:sz="0" w:space="0" w:color="auto"/>
        <w:right w:val="none" w:sz="0" w:space="0" w:color="auto"/>
      </w:divBdr>
    </w:div>
    <w:div w:id="513619524">
      <w:bodyDiv w:val="1"/>
      <w:marLeft w:val="0"/>
      <w:marRight w:val="0"/>
      <w:marTop w:val="0"/>
      <w:marBottom w:val="0"/>
      <w:divBdr>
        <w:top w:val="none" w:sz="0" w:space="0" w:color="auto"/>
        <w:left w:val="none" w:sz="0" w:space="0" w:color="auto"/>
        <w:bottom w:val="none" w:sz="0" w:space="0" w:color="auto"/>
        <w:right w:val="none" w:sz="0" w:space="0" w:color="auto"/>
      </w:divBdr>
    </w:div>
    <w:div w:id="513886362">
      <w:bodyDiv w:val="1"/>
      <w:marLeft w:val="0"/>
      <w:marRight w:val="0"/>
      <w:marTop w:val="0"/>
      <w:marBottom w:val="0"/>
      <w:divBdr>
        <w:top w:val="none" w:sz="0" w:space="0" w:color="auto"/>
        <w:left w:val="none" w:sz="0" w:space="0" w:color="auto"/>
        <w:bottom w:val="none" w:sz="0" w:space="0" w:color="auto"/>
        <w:right w:val="none" w:sz="0" w:space="0" w:color="auto"/>
      </w:divBdr>
    </w:div>
    <w:div w:id="514073731">
      <w:bodyDiv w:val="1"/>
      <w:marLeft w:val="0"/>
      <w:marRight w:val="0"/>
      <w:marTop w:val="0"/>
      <w:marBottom w:val="0"/>
      <w:divBdr>
        <w:top w:val="none" w:sz="0" w:space="0" w:color="auto"/>
        <w:left w:val="none" w:sz="0" w:space="0" w:color="auto"/>
        <w:bottom w:val="none" w:sz="0" w:space="0" w:color="auto"/>
        <w:right w:val="none" w:sz="0" w:space="0" w:color="auto"/>
      </w:divBdr>
    </w:div>
    <w:div w:id="514419003">
      <w:bodyDiv w:val="1"/>
      <w:marLeft w:val="0"/>
      <w:marRight w:val="0"/>
      <w:marTop w:val="0"/>
      <w:marBottom w:val="0"/>
      <w:divBdr>
        <w:top w:val="none" w:sz="0" w:space="0" w:color="auto"/>
        <w:left w:val="none" w:sz="0" w:space="0" w:color="auto"/>
        <w:bottom w:val="none" w:sz="0" w:space="0" w:color="auto"/>
        <w:right w:val="none" w:sz="0" w:space="0" w:color="auto"/>
      </w:divBdr>
    </w:div>
    <w:div w:id="514925454">
      <w:bodyDiv w:val="1"/>
      <w:marLeft w:val="0"/>
      <w:marRight w:val="0"/>
      <w:marTop w:val="0"/>
      <w:marBottom w:val="0"/>
      <w:divBdr>
        <w:top w:val="none" w:sz="0" w:space="0" w:color="auto"/>
        <w:left w:val="none" w:sz="0" w:space="0" w:color="auto"/>
        <w:bottom w:val="none" w:sz="0" w:space="0" w:color="auto"/>
        <w:right w:val="none" w:sz="0" w:space="0" w:color="auto"/>
      </w:divBdr>
    </w:div>
    <w:div w:id="515971345">
      <w:bodyDiv w:val="1"/>
      <w:marLeft w:val="0"/>
      <w:marRight w:val="0"/>
      <w:marTop w:val="0"/>
      <w:marBottom w:val="0"/>
      <w:divBdr>
        <w:top w:val="none" w:sz="0" w:space="0" w:color="auto"/>
        <w:left w:val="none" w:sz="0" w:space="0" w:color="auto"/>
        <w:bottom w:val="none" w:sz="0" w:space="0" w:color="auto"/>
        <w:right w:val="none" w:sz="0" w:space="0" w:color="auto"/>
      </w:divBdr>
    </w:div>
    <w:div w:id="517160036">
      <w:bodyDiv w:val="1"/>
      <w:marLeft w:val="0"/>
      <w:marRight w:val="0"/>
      <w:marTop w:val="0"/>
      <w:marBottom w:val="0"/>
      <w:divBdr>
        <w:top w:val="none" w:sz="0" w:space="0" w:color="auto"/>
        <w:left w:val="none" w:sz="0" w:space="0" w:color="auto"/>
        <w:bottom w:val="none" w:sz="0" w:space="0" w:color="auto"/>
        <w:right w:val="none" w:sz="0" w:space="0" w:color="auto"/>
      </w:divBdr>
    </w:div>
    <w:div w:id="517237036">
      <w:bodyDiv w:val="1"/>
      <w:marLeft w:val="0"/>
      <w:marRight w:val="0"/>
      <w:marTop w:val="0"/>
      <w:marBottom w:val="0"/>
      <w:divBdr>
        <w:top w:val="none" w:sz="0" w:space="0" w:color="auto"/>
        <w:left w:val="none" w:sz="0" w:space="0" w:color="auto"/>
        <w:bottom w:val="none" w:sz="0" w:space="0" w:color="auto"/>
        <w:right w:val="none" w:sz="0" w:space="0" w:color="auto"/>
      </w:divBdr>
    </w:div>
    <w:div w:id="517355387">
      <w:bodyDiv w:val="1"/>
      <w:marLeft w:val="0"/>
      <w:marRight w:val="0"/>
      <w:marTop w:val="0"/>
      <w:marBottom w:val="0"/>
      <w:divBdr>
        <w:top w:val="none" w:sz="0" w:space="0" w:color="auto"/>
        <w:left w:val="none" w:sz="0" w:space="0" w:color="auto"/>
        <w:bottom w:val="none" w:sz="0" w:space="0" w:color="auto"/>
        <w:right w:val="none" w:sz="0" w:space="0" w:color="auto"/>
      </w:divBdr>
    </w:div>
    <w:div w:id="518005021">
      <w:bodyDiv w:val="1"/>
      <w:marLeft w:val="0"/>
      <w:marRight w:val="0"/>
      <w:marTop w:val="0"/>
      <w:marBottom w:val="0"/>
      <w:divBdr>
        <w:top w:val="none" w:sz="0" w:space="0" w:color="auto"/>
        <w:left w:val="none" w:sz="0" w:space="0" w:color="auto"/>
        <w:bottom w:val="none" w:sz="0" w:space="0" w:color="auto"/>
        <w:right w:val="none" w:sz="0" w:space="0" w:color="auto"/>
      </w:divBdr>
    </w:div>
    <w:div w:id="518860889">
      <w:bodyDiv w:val="1"/>
      <w:marLeft w:val="0"/>
      <w:marRight w:val="0"/>
      <w:marTop w:val="0"/>
      <w:marBottom w:val="0"/>
      <w:divBdr>
        <w:top w:val="none" w:sz="0" w:space="0" w:color="auto"/>
        <w:left w:val="none" w:sz="0" w:space="0" w:color="auto"/>
        <w:bottom w:val="none" w:sz="0" w:space="0" w:color="auto"/>
        <w:right w:val="none" w:sz="0" w:space="0" w:color="auto"/>
      </w:divBdr>
    </w:div>
    <w:div w:id="519709343">
      <w:bodyDiv w:val="1"/>
      <w:marLeft w:val="0"/>
      <w:marRight w:val="0"/>
      <w:marTop w:val="0"/>
      <w:marBottom w:val="0"/>
      <w:divBdr>
        <w:top w:val="none" w:sz="0" w:space="0" w:color="auto"/>
        <w:left w:val="none" w:sz="0" w:space="0" w:color="auto"/>
        <w:bottom w:val="none" w:sz="0" w:space="0" w:color="auto"/>
        <w:right w:val="none" w:sz="0" w:space="0" w:color="auto"/>
      </w:divBdr>
    </w:div>
    <w:div w:id="520121178">
      <w:bodyDiv w:val="1"/>
      <w:marLeft w:val="0"/>
      <w:marRight w:val="0"/>
      <w:marTop w:val="0"/>
      <w:marBottom w:val="0"/>
      <w:divBdr>
        <w:top w:val="none" w:sz="0" w:space="0" w:color="auto"/>
        <w:left w:val="none" w:sz="0" w:space="0" w:color="auto"/>
        <w:bottom w:val="none" w:sz="0" w:space="0" w:color="auto"/>
        <w:right w:val="none" w:sz="0" w:space="0" w:color="auto"/>
      </w:divBdr>
    </w:div>
    <w:div w:id="520247475">
      <w:bodyDiv w:val="1"/>
      <w:marLeft w:val="0"/>
      <w:marRight w:val="0"/>
      <w:marTop w:val="0"/>
      <w:marBottom w:val="0"/>
      <w:divBdr>
        <w:top w:val="none" w:sz="0" w:space="0" w:color="auto"/>
        <w:left w:val="none" w:sz="0" w:space="0" w:color="auto"/>
        <w:bottom w:val="none" w:sz="0" w:space="0" w:color="auto"/>
        <w:right w:val="none" w:sz="0" w:space="0" w:color="auto"/>
      </w:divBdr>
    </w:div>
    <w:div w:id="520631756">
      <w:bodyDiv w:val="1"/>
      <w:marLeft w:val="0"/>
      <w:marRight w:val="0"/>
      <w:marTop w:val="0"/>
      <w:marBottom w:val="0"/>
      <w:divBdr>
        <w:top w:val="none" w:sz="0" w:space="0" w:color="auto"/>
        <w:left w:val="none" w:sz="0" w:space="0" w:color="auto"/>
        <w:bottom w:val="none" w:sz="0" w:space="0" w:color="auto"/>
        <w:right w:val="none" w:sz="0" w:space="0" w:color="auto"/>
      </w:divBdr>
    </w:div>
    <w:div w:id="521550919">
      <w:bodyDiv w:val="1"/>
      <w:marLeft w:val="0"/>
      <w:marRight w:val="0"/>
      <w:marTop w:val="0"/>
      <w:marBottom w:val="0"/>
      <w:divBdr>
        <w:top w:val="none" w:sz="0" w:space="0" w:color="auto"/>
        <w:left w:val="none" w:sz="0" w:space="0" w:color="auto"/>
        <w:bottom w:val="none" w:sz="0" w:space="0" w:color="auto"/>
        <w:right w:val="none" w:sz="0" w:space="0" w:color="auto"/>
      </w:divBdr>
    </w:div>
    <w:div w:id="521823680">
      <w:bodyDiv w:val="1"/>
      <w:marLeft w:val="0"/>
      <w:marRight w:val="0"/>
      <w:marTop w:val="0"/>
      <w:marBottom w:val="0"/>
      <w:divBdr>
        <w:top w:val="none" w:sz="0" w:space="0" w:color="auto"/>
        <w:left w:val="none" w:sz="0" w:space="0" w:color="auto"/>
        <w:bottom w:val="none" w:sz="0" w:space="0" w:color="auto"/>
        <w:right w:val="none" w:sz="0" w:space="0" w:color="auto"/>
      </w:divBdr>
    </w:div>
    <w:div w:id="522133796">
      <w:bodyDiv w:val="1"/>
      <w:marLeft w:val="0"/>
      <w:marRight w:val="0"/>
      <w:marTop w:val="0"/>
      <w:marBottom w:val="0"/>
      <w:divBdr>
        <w:top w:val="none" w:sz="0" w:space="0" w:color="auto"/>
        <w:left w:val="none" w:sz="0" w:space="0" w:color="auto"/>
        <w:bottom w:val="none" w:sz="0" w:space="0" w:color="auto"/>
        <w:right w:val="none" w:sz="0" w:space="0" w:color="auto"/>
      </w:divBdr>
    </w:div>
    <w:div w:id="522206720">
      <w:bodyDiv w:val="1"/>
      <w:marLeft w:val="0"/>
      <w:marRight w:val="0"/>
      <w:marTop w:val="0"/>
      <w:marBottom w:val="0"/>
      <w:divBdr>
        <w:top w:val="none" w:sz="0" w:space="0" w:color="auto"/>
        <w:left w:val="none" w:sz="0" w:space="0" w:color="auto"/>
        <w:bottom w:val="none" w:sz="0" w:space="0" w:color="auto"/>
        <w:right w:val="none" w:sz="0" w:space="0" w:color="auto"/>
      </w:divBdr>
    </w:div>
    <w:div w:id="523052478">
      <w:bodyDiv w:val="1"/>
      <w:marLeft w:val="0"/>
      <w:marRight w:val="0"/>
      <w:marTop w:val="0"/>
      <w:marBottom w:val="0"/>
      <w:divBdr>
        <w:top w:val="none" w:sz="0" w:space="0" w:color="auto"/>
        <w:left w:val="none" w:sz="0" w:space="0" w:color="auto"/>
        <w:bottom w:val="none" w:sz="0" w:space="0" w:color="auto"/>
        <w:right w:val="none" w:sz="0" w:space="0" w:color="auto"/>
      </w:divBdr>
    </w:div>
    <w:div w:id="523135916">
      <w:bodyDiv w:val="1"/>
      <w:marLeft w:val="0"/>
      <w:marRight w:val="0"/>
      <w:marTop w:val="0"/>
      <w:marBottom w:val="0"/>
      <w:divBdr>
        <w:top w:val="none" w:sz="0" w:space="0" w:color="auto"/>
        <w:left w:val="none" w:sz="0" w:space="0" w:color="auto"/>
        <w:bottom w:val="none" w:sz="0" w:space="0" w:color="auto"/>
        <w:right w:val="none" w:sz="0" w:space="0" w:color="auto"/>
      </w:divBdr>
    </w:div>
    <w:div w:id="523522466">
      <w:bodyDiv w:val="1"/>
      <w:marLeft w:val="0"/>
      <w:marRight w:val="0"/>
      <w:marTop w:val="0"/>
      <w:marBottom w:val="0"/>
      <w:divBdr>
        <w:top w:val="none" w:sz="0" w:space="0" w:color="auto"/>
        <w:left w:val="none" w:sz="0" w:space="0" w:color="auto"/>
        <w:bottom w:val="none" w:sz="0" w:space="0" w:color="auto"/>
        <w:right w:val="none" w:sz="0" w:space="0" w:color="auto"/>
      </w:divBdr>
    </w:div>
    <w:div w:id="523714890">
      <w:bodyDiv w:val="1"/>
      <w:marLeft w:val="0"/>
      <w:marRight w:val="0"/>
      <w:marTop w:val="0"/>
      <w:marBottom w:val="0"/>
      <w:divBdr>
        <w:top w:val="none" w:sz="0" w:space="0" w:color="auto"/>
        <w:left w:val="none" w:sz="0" w:space="0" w:color="auto"/>
        <w:bottom w:val="none" w:sz="0" w:space="0" w:color="auto"/>
        <w:right w:val="none" w:sz="0" w:space="0" w:color="auto"/>
      </w:divBdr>
    </w:div>
    <w:div w:id="524682623">
      <w:bodyDiv w:val="1"/>
      <w:marLeft w:val="0"/>
      <w:marRight w:val="0"/>
      <w:marTop w:val="0"/>
      <w:marBottom w:val="0"/>
      <w:divBdr>
        <w:top w:val="none" w:sz="0" w:space="0" w:color="auto"/>
        <w:left w:val="none" w:sz="0" w:space="0" w:color="auto"/>
        <w:bottom w:val="none" w:sz="0" w:space="0" w:color="auto"/>
        <w:right w:val="none" w:sz="0" w:space="0" w:color="auto"/>
      </w:divBdr>
    </w:div>
    <w:div w:id="526795268">
      <w:bodyDiv w:val="1"/>
      <w:marLeft w:val="0"/>
      <w:marRight w:val="0"/>
      <w:marTop w:val="0"/>
      <w:marBottom w:val="0"/>
      <w:divBdr>
        <w:top w:val="none" w:sz="0" w:space="0" w:color="auto"/>
        <w:left w:val="none" w:sz="0" w:space="0" w:color="auto"/>
        <w:bottom w:val="none" w:sz="0" w:space="0" w:color="auto"/>
        <w:right w:val="none" w:sz="0" w:space="0" w:color="auto"/>
      </w:divBdr>
    </w:div>
    <w:div w:id="526991946">
      <w:bodyDiv w:val="1"/>
      <w:marLeft w:val="0"/>
      <w:marRight w:val="0"/>
      <w:marTop w:val="0"/>
      <w:marBottom w:val="0"/>
      <w:divBdr>
        <w:top w:val="none" w:sz="0" w:space="0" w:color="auto"/>
        <w:left w:val="none" w:sz="0" w:space="0" w:color="auto"/>
        <w:bottom w:val="none" w:sz="0" w:space="0" w:color="auto"/>
        <w:right w:val="none" w:sz="0" w:space="0" w:color="auto"/>
      </w:divBdr>
    </w:div>
    <w:div w:id="527303025">
      <w:bodyDiv w:val="1"/>
      <w:marLeft w:val="0"/>
      <w:marRight w:val="0"/>
      <w:marTop w:val="0"/>
      <w:marBottom w:val="0"/>
      <w:divBdr>
        <w:top w:val="none" w:sz="0" w:space="0" w:color="auto"/>
        <w:left w:val="none" w:sz="0" w:space="0" w:color="auto"/>
        <w:bottom w:val="none" w:sz="0" w:space="0" w:color="auto"/>
        <w:right w:val="none" w:sz="0" w:space="0" w:color="auto"/>
      </w:divBdr>
    </w:div>
    <w:div w:id="527328371">
      <w:bodyDiv w:val="1"/>
      <w:marLeft w:val="0"/>
      <w:marRight w:val="0"/>
      <w:marTop w:val="0"/>
      <w:marBottom w:val="0"/>
      <w:divBdr>
        <w:top w:val="none" w:sz="0" w:space="0" w:color="auto"/>
        <w:left w:val="none" w:sz="0" w:space="0" w:color="auto"/>
        <w:bottom w:val="none" w:sz="0" w:space="0" w:color="auto"/>
        <w:right w:val="none" w:sz="0" w:space="0" w:color="auto"/>
      </w:divBdr>
    </w:div>
    <w:div w:id="528109368">
      <w:bodyDiv w:val="1"/>
      <w:marLeft w:val="0"/>
      <w:marRight w:val="0"/>
      <w:marTop w:val="0"/>
      <w:marBottom w:val="0"/>
      <w:divBdr>
        <w:top w:val="none" w:sz="0" w:space="0" w:color="auto"/>
        <w:left w:val="none" w:sz="0" w:space="0" w:color="auto"/>
        <w:bottom w:val="none" w:sz="0" w:space="0" w:color="auto"/>
        <w:right w:val="none" w:sz="0" w:space="0" w:color="auto"/>
      </w:divBdr>
    </w:div>
    <w:div w:id="528882071">
      <w:bodyDiv w:val="1"/>
      <w:marLeft w:val="0"/>
      <w:marRight w:val="0"/>
      <w:marTop w:val="0"/>
      <w:marBottom w:val="0"/>
      <w:divBdr>
        <w:top w:val="none" w:sz="0" w:space="0" w:color="auto"/>
        <w:left w:val="none" w:sz="0" w:space="0" w:color="auto"/>
        <w:bottom w:val="none" w:sz="0" w:space="0" w:color="auto"/>
        <w:right w:val="none" w:sz="0" w:space="0" w:color="auto"/>
      </w:divBdr>
    </w:div>
    <w:div w:id="529683138">
      <w:bodyDiv w:val="1"/>
      <w:marLeft w:val="0"/>
      <w:marRight w:val="0"/>
      <w:marTop w:val="0"/>
      <w:marBottom w:val="0"/>
      <w:divBdr>
        <w:top w:val="none" w:sz="0" w:space="0" w:color="auto"/>
        <w:left w:val="none" w:sz="0" w:space="0" w:color="auto"/>
        <w:bottom w:val="none" w:sz="0" w:space="0" w:color="auto"/>
        <w:right w:val="none" w:sz="0" w:space="0" w:color="auto"/>
      </w:divBdr>
    </w:div>
    <w:div w:id="529800629">
      <w:bodyDiv w:val="1"/>
      <w:marLeft w:val="0"/>
      <w:marRight w:val="0"/>
      <w:marTop w:val="0"/>
      <w:marBottom w:val="0"/>
      <w:divBdr>
        <w:top w:val="none" w:sz="0" w:space="0" w:color="auto"/>
        <w:left w:val="none" w:sz="0" w:space="0" w:color="auto"/>
        <w:bottom w:val="none" w:sz="0" w:space="0" w:color="auto"/>
        <w:right w:val="none" w:sz="0" w:space="0" w:color="auto"/>
      </w:divBdr>
    </w:div>
    <w:div w:id="532158118">
      <w:bodyDiv w:val="1"/>
      <w:marLeft w:val="0"/>
      <w:marRight w:val="0"/>
      <w:marTop w:val="0"/>
      <w:marBottom w:val="0"/>
      <w:divBdr>
        <w:top w:val="none" w:sz="0" w:space="0" w:color="auto"/>
        <w:left w:val="none" w:sz="0" w:space="0" w:color="auto"/>
        <w:bottom w:val="none" w:sz="0" w:space="0" w:color="auto"/>
        <w:right w:val="none" w:sz="0" w:space="0" w:color="auto"/>
      </w:divBdr>
    </w:div>
    <w:div w:id="532160264">
      <w:bodyDiv w:val="1"/>
      <w:marLeft w:val="0"/>
      <w:marRight w:val="0"/>
      <w:marTop w:val="0"/>
      <w:marBottom w:val="0"/>
      <w:divBdr>
        <w:top w:val="none" w:sz="0" w:space="0" w:color="auto"/>
        <w:left w:val="none" w:sz="0" w:space="0" w:color="auto"/>
        <w:bottom w:val="none" w:sz="0" w:space="0" w:color="auto"/>
        <w:right w:val="none" w:sz="0" w:space="0" w:color="auto"/>
      </w:divBdr>
    </w:div>
    <w:div w:id="532770313">
      <w:bodyDiv w:val="1"/>
      <w:marLeft w:val="0"/>
      <w:marRight w:val="0"/>
      <w:marTop w:val="0"/>
      <w:marBottom w:val="0"/>
      <w:divBdr>
        <w:top w:val="none" w:sz="0" w:space="0" w:color="auto"/>
        <w:left w:val="none" w:sz="0" w:space="0" w:color="auto"/>
        <w:bottom w:val="none" w:sz="0" w:space="0" w:color="auto"/>
        <w:right w:val="none" w:sz="0" w:space="0" w:color="auto"/>
      </w:divBdr>
    </w:div>
    <w:div w:id="534125707">
      <w:bodyDiv w:val="1"/>
      <w:marLeft w:val="0"/>
      <w:marRight w:val="0"/>
      <w:marTop w:val="0"/>
      <w:marBottom w:val="0"/>
      <w:divBdr>
        <w:top w:val="none" w:sz="0" w:space="0" w:color="auto"/>
        <w:left w:val="none" w:sz="0" w:space="0" w:color="auto"/>
        <w:bottom w:val="none" w:sz="0" w:space="0" w:color="auto"/>
        <w:right w:val="none" w:sz="0" w:space="0" w:color="auto"/>
      </w:divBdr>
    </w:div>
    <w:div w:id="535511621">
      <w:bodyDiv w:val="1"/>
      <w:marLeft w:val="0"/>
      <w:marRight w:val="0"/>
      <w:marTop w:val="0"/>
      <w:marBottom w:val="0"/>
      <w:divBdr>
        <w:top w:val="none" w:sz="0" w:space="0" w:color="auto"/>
        <w:left w:val="none" w:sz="0" w:space="0" w:color="auto"/>
        <w:bottom w:val="none" w:sz="0" w:space="0" w:color="auto"/>
        <w:right w:val="none" w:sz="0" w:space="0" w:color="auto"/>
      </w:divBdr>
    </w:div>
    <w:div w:id="535699710">
      <w:bodyDiv w:val="1"/>
      <w:marLeft w:val="0"/>
      <w:marRight w:val="0"/>
      <w:marTop w:val="0"/>
      <w:marBottom w:val="0"/>
      <w:divBdr>
        <w:top w:val="none" w:sz="0" w:space="0" w:color="auto"/>
        <w:left w:val="none" w:sz="0" w:space="0" w:color="auto"/>
        <w:bottom w:val="none" w:sz="0" w:space="0" w:color="auto"/>
        <w:right w:val="none" w:sz="0" w:space="0" w:color="auto"/>
      </w:divBdr>
    </w:div>
    <w:div w:id="538395840">
      <w:bodyDiv w:val="1"/>
      <w:marLeft w:val="0"/>
      <w:marRight w:val="0"/>
      <w:marTop w:val="0"/>
      <w:marBottom w:val="0"/>
      <w:divBdr>
        <w:top w:val="none" w:sz="0" w:space="0" w:color="auto"/>
        <w:left w:val="none" w:sz="0" w:space="0" w:color="auto"/>
        <w:bottom w:val="none" w:sz="0" w:space="0" w:color="auto"/>
        <w:right w:val="none" w:sz="0" w:space="0" w:color="auto"/>
      </w:divBdr>
    </w:div>
    <w:div w:id="539165953">
      <w:bodyDiv w:val="1"/>
      <w:marLeft w:val="0"/>
      <w:marRight w:val="0"/>
      <w:marTop w:val="0"/>
      <w:marBottom w:val="0"/>
      <w:divBdr>
        <w:top w:val="none" w:sz="0" w:space="0" w:color="auto"/>
        <w:left w:val="none" w:sz="0" w:space="0" w:color="auto"/>
        <w:bottom w:val="none" w:sz="0" w:space="0" w:color="auto"/>
        <w:right w:val="none" w:sz="0" w:space="0" w:color="auto"/>
      </w:divBdr>
    </w:div>
    <w:div w:id="539246563">
      <w:bodyDiv w:val="1"/>
      <w:marLeft w:val="0"/>
      <w:marRight w:val="0"/>
      <w:marTop w:val="0"/>
      <w:marBottom w:val="0"/>
      <w:divBdr>
        <w:top w:val="none" w:sz="0" w:space="0" w:color="auto"/>
        <w:left w:val="none" w:sz="0" w:space="0" w:color="auto"/>
        <w:bottom w:val="none" w:sz="0" w:space="0" w:color="auto"/>
        <w:right w:val="none" w:sz="0" w:space="0" w:color="auto"/>
      </w:divBdr>
    </w:div>
    <w:div w:id="539247678">
      <w:bodyDiv w:val="1"/>
      <w:marLeft w:val="0"/>
      <w:marRight w:val="0"/>
      <w:marTop w:val="0"/>
      <w:marBottom w:val="0"/>
      <w:divBdr>
        <w:top w:val="none" w:sz="0" w:space="0" w:color="auto"/>
        <w:left w:val="none" w:sz="0" w:space="0" w:color="auto"/>
        <w:bottom w:val="none" w:sz="0" w:space="0" w:color="auto"/>
        <w:right w:val="none" w:sz="0" w:space="0" w:color="auto"/>
      </w:divBdr>
    </w:div>
    <w:div w:id="540017071">
      <w:bodyDiv w:val="1"/>
      <w:marLeft w:val="0"/>
      <w:marRight w:val="0"/>
      <w:marTop w:val="0"/>
      <w:marBottom w:val="0"/>
      <w:divBdr>
        <w:top w:val="none" w:sz="0" w:space="0" w:color="auto"/>
        <w:left w:val="none" w:sz="0" w:space="0" w:color="auto"/>
        <w:bottom w:val="none" w:sz="0" w:space="0" w:color="auto"/>
        <w:right w:val="none" w:sz="0" w:space="0" w:color="auto"/>
      </w:divBdr>
    </w:div>
    <w:div w:id="541208065">
      <w:bodyDiv w:val="1"/>
      <w:marLeft w:val="0"/>
      <w:marRight w:val="0"/>
      <w:marTop w:val="0"/>
      <w:marBottom w:val="0"/>
      <w:divBdr>
        <w:top w:val="none" w:sz="0" w:space="0" w:color="auto"/>
        <w:left w:val="none" w:sz="0" w:space="0" w:color="auto"/>
        <w:bottom w:val="none" w:sz="0" w:space="0" w:color="auto"/>
        <w:right w:val="none" w:sz="0" w:space="0" w:color="auto"/>
      </w:divBdr>
    </w:div>
    <w:div w:id="541331625">
      <w:bodyDiv w:val="1"/>
      <w:marLeft w:val="0"/>
      <w:marRight w:val="0"/>
      <w:marTop w:val="0"/>
      <w:marBottom w:val="0"/>
      <w:divBdr>
        <w:top w:val="none" w:sz="0" w:space="0" w:color="auto"/>
        <w:left w:val="none" w:sz="0" w:space="0" w:color="auto"/>
        <w:bottom w:val="none" w:sz="0" w:space="0" w:color="auto"/>
        <w:right w:val="none" w:sz="0" w:space="0" w:color="auto"/>
      </w:divBdr>
    </w:div>
    <w:div w:id="541404758">
      <w:bodyDiv w:val="1"/>
      <w:marLeft w:val="0"/>
      <w:marRight w:val="0"/>
      <w:marTop w:val="0"/>
      <w:marBottom w:val="0"/>
      <w:divBdr>
        <w:top w:val="none" w:sz="0" w:space="0" w:color="auto"/>
        <w:left w:val="none" w:sz="0" w:space="0" w:color="auto"/>
        <w:bottom w:val="none" w:sz="0" w:space="0" w:color="auto"/>
        <w:right w:val="none" w:sz="0" w:space="0" w:color="auto"/>
      </w:divBdr>
    </w:div>
    <w:div w:id="543098130">
      <w:bodyDiv w:val="1"/>
      <w:marLeft w:val="0"/>
      <w:marRight w:val="0"/>
      <w:marTop w:val="0"/>
      <w:marBottom w:val="0"/>
      <w:divBdr>
        <w:top w:val="none" w:sz="0" w:space="0" w:color="auto"/>
        <w:left w:val="none" w:sz="0" w:space="0" w:color="auto"/>
        <w:bottom w:val="none" w:sz="0" w:space="0" w:color="auto"/>
        <w:right w:val="none" w:sz="0" w:space="0" w:color="auto"/>
      </w:divBdr>
    </w:div>
    <w:div w:id="543636917">
      <w:bodyDiv w:val="1"/>
      <w:marLeft w:val="0"/>
      <w:marRight w:val="0"/>
      <w:marTop w:val="0"/>
      <w:marBottom w:val="0"/>
      <w:divBdr>
        <w:top w:val="none" w:sz="0" w:space="0" w:color="auto"/>
        <w:left w:val="none" w:sz="0" w:space="0" w:color="auto"/>
        <w:bottom w:val="none" w:sz="0" w:space="0" w:color="auto"/>
        <w:right w:val="none" w:sz="0" w:space="0" w:color="auto"/>
      </w:divBdr>
    </w:div>
    <w:div w:id="544099740">
      <w:bodyDiv w:val="1"/>
      <w:marLeft w:val="0"/>
      <w:marRight w:val="0"/>
      <w:marTop w:val="0"/>
      <w:marBottom w:val="0"/>
      <w:divBdr>
        <w:top w:val="none" w:sz="0" w:space="0" w:color="auto"/>
        <w:left w:val="none" w:sz="0" w:space="0" w:color="auto"/>
        <w:bottom w:val="none" w:sz="0" w:space="0" w:color="auto"/>
        <w:right w:val="none" w:sz="0" w:space="0" w:color="auto"/>
      </w:divBdr>
    </w:div>
    <w:div w:id="546600421">
      <w:bodyDiv w:val="1"/>
      <w:marLeft w:val="0"/>
      <w:marRight w:val="0"/>
      <w:marTop w:val="0"/>
      <w:marBottom w:val="0"/>
      <w:divBdr>
        <w:top w:val="none" w:sz="0" w:space="0" w:color="auto"/>
        <w:left w:val="none" w:sz="0" w:space="0" w:color="auto"/>
        <w:bottom w:val="none" w:sz="0" w:space="0" w:color="auto"/>
        <w:right w:val="none" w:sz="0" w:space="0" w:color="auto"/>
      </w:divBdr>
    </w:div>
    <w:div w:id="546647816">
      <w:bodyDiv w:val="1"/>
      <w:marLeft w:val="0"/>
      <w:marRight w:val="0"/>
      <w:marTop w:val="0"/>
      <w:marBottom w:val="0"/>
      <w:divBdr>
        <w:top w:val="none" w:sz="0" w:space="0" w:color="auto"/>
        <w:left w:val="none" w:sz="0" w:space="0" w:color="auto"/>
        <w:bottom w:val="none" w:sz="0" w:space="0" w:color="auto"/>
        <w:right w:val="none" w:sz="0" w:space="0" w:color="auto"/>
      </w:divBdr>
    </w:div>
    <w:div w:id="548225977">
      <w:bodyDiv w:val="1"/>
      <w:marLeft w:val="0"/>
      <w:marRight w:val="0"/>
      <w:marTop w:val="0"/>
      <w:marBottom w:val="0"/>
      <w:divBdr>
        <w:top w:val="none" w:sz="0" w:space="0" w:color="auto"/>
        <w:left w:val="none" w:sz="0" w:space="0" w:color="auto"/>
        <w:bottom w:val="none" w:sz="0" w:space="0" w:color="auto"/>
        <w:right w:val="none" w:sz="0" w:space="0" w:color="auto"/>
      </w:divBdr>
    </w:div>
    <w:div w:id="549658617">
      <w:bodyDiv w:val="1"/>
      <w:marLeft w:val="0"/>
      <w:marRight w:val="0"/>
      <w:marTop w:val="0"/>
      <w:marBottom w:val="0"/>
      <w:divBdr>
        <w:top w:val="none" w:sz="0" w:space="0" w:color="auto"/>
        <w:left w:val="none" w:sz="0" w:space="0" w:color="auto"/>
        <w:bottom w:val="none" w:sz="0" w:space="0" w:color="auto"/>
        <w:right w:val="none" w:sz="0" w:space="0" w:color="auto"/>
      </w:divBdr>
    </w:div>
    <w:div w:id="549997411">
      <w:bodyDiv w:val="1"/>
      <w:marLeft w:val="0"/>
      <w:marRight w:val="0"/>
      <w:marTop w:val="0"/>
      <w:marBottom w:val="0"/>
      <w:divBdr>
        <w:top w:val="none" w:sz="0" w:space="0" w:color="auto"/>
        <w:left w:val="none" w:sz="0" w:space="0" w:color="auto"/>
        <w:bottom w:val="none" w:sz="0" w:space="0" w:color="auto"/>
        <w:right w:val="none" w:sz="0" w:space="0" w:color="auto"/>
      </w:divBdr>
    </w:div>
    <w:div w:id="550190119">
      <w:bodyDiv w:val="1"/>
      <w:marLeft w:val="0"/>
      <w:marRight w:val="0"/>
      <w:marTop w:val="0"/>
      <w:marBottom w:val="0"/>
      <w:divBdr>
        <w:top w:val="none" w:sz="0" w:space="0" w:color="auto"/>
        <w:left w:val="none" w:sz="0" w:space="0" w:color="auto"/>
        <w:bottom w:val="none" w:sz="0" w:space="0" w:color="auto"/>
        <w:right w:val="none" w:sz="0" w:space="0" w:color="auto"/>
      </w:divBdr>
    </w:div>
    <w:div w:id="550926163">
      <w:bodyDiv w:val="1"/>
      <w:marLeft w:val="0"/>
      <w:marRight w:val="0"/>
      <w:marTop w:val="0"/>
      <w:marBottom w:val="0"/>
      <w:divBdr>
        <w:top w:val="none" w:sz="0" w:space="0" w:color="auto"/>
        <w:left w:val="none" w:sz="0" w:space="0" w:color="auto"/>
        <w:bottom w:val="none" w:sz="0" w:space="0" w:color="auto"/>
        <w:right w:val="none" w:sz="0" w:space="0" w:color="auto"/>
      </w:divBdr>
    </w:div>
    <w:div w:id="551309591">
      <w:bodyDiv w:val="1"/>
      <w:marLeft w:val="0"/>
      <w:marRight w:val="0"/>
      <w:marTop w:val="0"/>
      <w:marBottom w:val="0"/>
      <w:divBdr>
        <w:top w:val="none" w:sz="0" w:space="0" w:color="auto"/>
        <w:left w:val="none" w:sz="0" w:space="0" w:color="auto"/>
        <w:bottom w:val="none" w:sz="0" w:space="0" w:color="auto"/>
        <w:right w:val="none" w:sz="0" w:space="0" w:color="auto"/>
      </w:divBdr>
    </w:div>
    <w:div w:id="551498859">
      <w:bodyDiv w:val="1"/>
      <w:marLeft w:val="0"/>
      <w:marRight w:val="0"/>
      <w:marTop w:val="0"/>
      <w:marBottom w:val="0"/>
      <w:divBdr>
        <w:top w:val="none" w:sz="0" w:space="0" w:color="auto"/>
        <w:left w:val="none" w:sz="0" w:space="0" w:color="auto"/>
        <w:bottom w:val="none" w:sz="0" w:space="0" w:color="auto"/>
        <w:right w:val="none" w:sz="0" w:space="0" w:color="auto"/>
      </w:divBdr>
    </w:div>
    <w:div w:id="551580856">
      <w:bodyDiv w:val="1"/>
      <w:marLeft w:val="0"/>
      <w:marRight w:val="0"/>
      <w:marTop w:val="0"/>
      <w:marBottom w:val="0"/>
      <w:divBdr>
        <w:top w:val="none" w:sz="0" w:space="0" w:color="auto"/>
        <w:left w:val="none" w:sz="0" w:space="0" w:color="auto"/>
        <w:bottom w:val="none" w:sz="0" w:space="0" w:color="auto"/>
        <w:right w:val="none" w:sz="0" w:space="0" w:color="auto"/>
      </w:divBdr>
    </w:div>
    <w:div w:id="552695977">
      <w:bodyDiv w:val="1"/>
      <w:marLeft w:val="0"/>
      <w:marRight w:val="0"/>
      <w:marTop w:val="0"/>
      <w:marBottom w:val="0"/>
      <w:divBdr>
        <w:top w:val="none" w:sz="0" w:space="0" w:color="auto"/>
        <w:left w:val="none" w:sz="0" w:space="0" w:color="auto"/>
        <w:bottom w:val="none" w:sz="0" w:space="0" w:color="auto"/>
        <w:right w:val="none" w:sz="0" w:space="0" w:color="auto"/>
      </w:divBdr>
    </w:div>
    <w:div w:id="554196372">
      <w:bodyDiv w:val="1"/>
      <w:marLeft w:val="0"/>
      <w:marRight w:val="0"/>
      <w:marTop w:val="0"/>
      <w:marBottom w:val="0"/>
      <w:divBdr>
        <w:top w:val="none" w:sz="0" w:space="0" w:color="auto"/>
        <w:left w:val="none" w:sz="0" w:space="0" w:color="auto"/>
        <w:bottom w:val="none" w:sz="0" w:space="0" w:color="auto"/>
        <w:right w:val="none" w:sz="0" w:space="0" w:color="auto"/>
      </w:divBdr>
    </w:div>
    <w:div w:id="555899087">
      <w:bodyDiv w:val="1"/>
      <w:marLeft w:val="0"/>
      <w:marRight w:val="0"/>
      <w:marTop w:val="0"/>
      <w:marBottom w:val="0"/>
      <w:divBdr>
        <w:top w:val="none" w:sz="0" w:space="0" w:color="auto"/>
        <w:left w:val="none" w:sz="0" w:space="0" w:color="auto"/>
        <w:bottom w:val="none" w:sz="0" w:space="0" w:color="auto"/>
        <w:right w:val="none" w:sz="0" w:space="0" w:color="auto"/>
      </w:divBdr>
    </w:div>
    <w:div w:id="556669062">
      <w:bodyDiv w:val="1"/>
      <w:marLeft w:val="0"/>
      <w:marRight w:val="0"/>
      <w:marTop w:val="0"/>
      <w:marBottom w:val="0"/>
      <w:divBdr>
        <w:top w:val="none" w:sz="0" w:space="0" w:color="auto"/>
        <w:left w:val="none" w:sz="0" w:space="0" w:color="auto"/>
        <w:bottom w:val="none" w:sz="0" w:space="0" w:color="auto"/>
        <w:right w:val="none" w:sz="0" w:space="0" w:color="auto"/>
      </w:divBdr>
    </w:div>
    <w:div w:id="557057519">
      <w:bodyDiv w:val="1"/>
      <w:marLeft w:val="0"/>
      <w:marRight w:val="0"/>
      <w:marTop w:val="0"/>
      <w:marBottom w:val="0"/>
      <w:divBdr>
        <w:top w:val="none" w:sz="0" w:space="0" w:color="auto"/>
        <w:left w:val="none" w:sz="0" w:space="0" w:color="auto"/>
        <w:bottom w:val="none" w:sz="0" w:space="0" w:color="auto"/>
        <w:right w:val="none" w:sz="0" w:space="0" w:color="auto"/>
      </w:divBdr>
    </w:div>
    <w:div w:id="558517783">
      <w:bodyDiv w:val="1"/>
      <w:marLeft w:val="0"/>
      <w:marRight w:val="0"/>
      <w:marTop w:val="0"/>
      <w:marBottom w:val="0"/>
      <w:divBdr>
        <w:top w:val="none" w:sz="0" w:space="0" w:color="auto"/>
        <w:left w:val="none" w:sz="0" w:space="0" w:color="auto"/>
        <w:bottom w:val="none" w:sz="0" w:space="0" w:color="auto"/>
        <w:right w:val="none" w:sz="0" w:space="0" w:color="auto"/>
      </w:divBdr>
    </w:div>
    <w:div w:id="559175502">
      <w:bodyDiv w:val="1"/>
      <w:marLeft w:val="0"/>
      <w:marRight w:val="0"/>
      <w:marTop w:val="0"/>
      <w:marBottom w:val="0"/>
      <w:divBdr>
        <w:top w:val="none" w:sz="0" w:space="0" w:color="auto"/>
        <w:left w:val="none" w:sz="0" w:space="0" w:color="auto"/>
        <w:bottom w:val="none" w:sz="0" w:space="0" w:color="auto"/>
        <w:right w:val="none" w:sz="0" w:space="0" w:color="auto"/>
      </w:divBdr>
    </w:div>
    <w:div w:id="559635311">
      <w:bodyDiv w:val="1"/>
      <w:marLeft w:val="0"/>
      <w:marRight w:val="0"/>
      <w:marTop w:val="0"/>
      <w:marBottom w:val="0"/>
      <w:divBdr>
        <w:top w:val="none" w:sz="0" w:space="0" w:color="auto"/>
        <w:left w:val="none" w:sz="0" w:space="0" w:color="auto"/>
        <w:bottom w:val="none" w:sz="0" w:space="0" w:color="auto"/>
        <w:right w:val="none" w:sz="0" w:space="0" w:color="auto"/>
      </w:divBdr>
    </w:div>
    <w:div w:id="560025644">
      <w:bodyDiv w:val="1"/>
      <w:marLeft w:val="0"/>
      <w:marRight w:val="0"/>
      <w:marTop w:val="0"/>
      <w:marBottom w:val="0"/>
      <w:divBdr>
        <w:top w:val="none" w:sz="0" w:space="0" w:color="auto"/>
        <w:left w:val="none" w:sz="0" w:space="0" w:color="auto"/>
        <w:bottom w:val="none" w:sz="0" w:space="0" w:color="auto"/>
        <w:right w:val="none" w:sz="0" w:space="0" w:color="auto"/>
      </w:divBdr>
    </w:div>
    <w:div w:id="561060905">
      <w:bodyDiv w:val="1"/>
      <w:marLeft w:val="0"/>
      <w:marRight w:val="0"/>
      <w:marTop w:val="0"/>
      <w:marBottom w:val="0"/>
      <w:divBdr>
        <w:top w:val="none" w:sz="0" w:space="0" w:color="auto"/>
        <w:left w:val="none" w:sz="0" w:space="0" w:color="auto"/>
        <w:bottom w:val="none" w:sz="0" w:space="0" w:color="auto"/>
        <w:right w:val="none" w:sz="0" w:space="0" w:color="auto"/>
      </w:divBdr>
    </w:div>
    <w:div w:id="561254384">
      <w:bodyDiv w:val="1"/>
      <w:marLeft w:val="0"/>
      <w:marRight w:val="0"/>
      <w:marTop w:val="0"/>
      <w:marBottom w:val="0"/>
      <w:divBdr>
        <w:top w:val="none" w:sz="0" w:space="0" w:color="auto"/>
        <w:left w:val="none" w:sz="0" w:space="0" w:color="auto"/>
        <w:bottom w:val="none" w:sz="0" w:space="0" w:color="auto"/>
        <w:right w:val="none" w:sz="0" w:space="0" w:color="auto"/>
      </w:divBdr>
    </w:div>
    <w:div w:id="563218086">
      <w:bodyDiv w:val="1"/>
      <w:marLeft w:val="0"/>
      <w:marRight w:val="0"/>
      <w:marTop w:val="0"/>
      <w:marBottom w:val="0"/>
      <w:divBdr>
        <w:top w:val="none" w:sz="0" w:space="0" w:color="auto"/>
        <w:left w:val="none" w:sz="0" w:space="0" w:color="auto"/>
        <w:bottom w:val="none" w:sz="0" w:space="0" w:color="auto"/>
        <w:right w:val="none" w:sz="0" w:space="0" w:color="auto"/>
      </w:divBdr>
    </w:div>
    <w:div w:id="563638791">
      <w:bodyDiv w:val="1"/>
      <w:marLeft w:val="0"/>
      <w:marRight w:val="0"/>
      <w:marTop w:val="0"/>
      <w:marBottom w:val="0"/>
      <w:divBdr>
        <w:top w:val="none" w:sz="0" w:space="0" w:color="auto"/>
        <w:left w:val="none" w:sz="0" w:space="0" w:color="auto"/>
        <w:bottom w:val="none" w:sz="0" w:space="0" w:color="auto"/>
        <w:right w:val="none" w:sz="0" w:space="0" w:color="auto"/>
      </w:divBdr>
    </w:div>
    <w:div w:id="563949604">
      <w:bodyDiv w:val="1"/>
      <w:marLeft w:val="0"/>
      <w:marRight w:val="0"/>
      <w:marTop w:val="0"/>
      <w:marBottom w:val="0"/>
      <w:divBdr>
        <w:top w:val="none" w:sz="0" w:space="0" w:color="auto"/>
        <w:left w:val="none" w:sz="0" w:space="0" w:color="auto"/>
        <w:bottom w:val="none" w:sz="0" w:space="0" w:color="auto"/>
        <w:right w:val="none" w:sz="0" w:space="0" w:color="auto"/>
      </w:divBdr>
    </w:div>
    <w:div w:id="564724674">
      <w:bodyDiv w:val="1"/>
      <w:marLeft w:val="0"/>
      <w:marRight w:val="0"/>
      <w:marTop w:val="0"/>
      <w:marBottom w:val="0"/>
      <w:divBdr>
        <w:top w:val="none" w:sz="0" w:space="0" w:color="auto"/>
        <w:left w:val="none" w:sz="0" w:space="0" w:color="auto"/>
        <w:bottom w:val="none" w:sz="0" w:space="0" w:color="auto"/>
        <w:right w:val="none" w:sz="0" w:space="0" w:color="auto"/>
      </w:divBdr>
    </w:div>
    <w:div w:id="564991255">
      <w:bodyDiv w:val="1"/>
      <w:marLeft w:val="0"/>
      <w:marRight w:val="0"/>
      <w:marTop w:val="0"/>
      <w:marBottom w:val="0"/>
      <w:divBdr>
        <w:top w:val="none" w:sz="0" w:space="0" w:color="auto"/>
        <w:left w:val="none" w:sz="0" w:space="0" w:color="auto"/>
        <w:bottom w:val="none" w:sz="0" w:space="0" w:color="auto"/>
        <w:right w:val="none" w:sz="0" w:space="0" w:color="auto"/>
      </w:divBdr>
    </w:div>
    <w:div w:id="565147886">
      <w:bodyDiv w:val="1"/>
      <w:marLeft w:val="0"/>
      <w:marRight w:val="0"/>
      <w:marTop w:val="0"/>
      <w:marBottom w:val="0"/>
      <w:divBdr>
        <w:top w:val="none" w:sz="0" w:space="0" w:color="auto"/>
        <w:left w:val="none" w:sz="0" w:space="0" w:color="auto"/>
        <w:bottom w:val="none" w:sz="0" w:space="0" w:color="auto"/>
        <w:right w:val="none" w:sz="0" w:space="0" w:color="auto"/>
      </w:divBdr>
    </w:div>
    <w:div w:id="565190229">
      <w:bodyDiv w:val="1"/>
      <w:marLeft w:val="0"/>
      <w:marRight w:val="0"/>
      <w:marTop w:val="0"/>
      <w:marBottom w:val="0"/>
      <w:divBdr>
        <w:top w:val="none" w:sz="0" w:space="0" w:color="auto"/>
        <w:left w:val="none" w:sz="0" w:space="0" w:color="auto"/>
        <w:bottom w:val="none" w:sz="0" w:space="0" w:color="auto"/>
        <w:right w:val="none" w:sz="0" w:space="0" w:color="auto"/>
      </w:divBdr>
    </w:div>
    <w:div w:id="565605830">
      <w:bodyDiv w:val="1"/>
      <w:marLeft w:val="0"/>
      <w:marRight w:val="0"/>
      <w:marTop w:val="0"/>
      <w:marBottom w:val="0"/>
      <w:divBdr>
        <w:top w:val="none" w:sz="0" w:space="0" w:color="auto"/>
        <w:left w:val="none" w:sz="0" w:space="0" w:color="auto"/>
        <w:bottom w:val="none" w:sz="0" w:space="0" w:color="auto"/>
        <w:right w:val="none" w:sz="0" w:space="0" w:color="auto"/>
      </w:divBdr>
    </w:div>
    <w:div w:id="566494300">
      <w:bodyDiv w:val="1"/>
      <w:marLeft w:val="0"/>
      <w:marRight w:val="0"/>
      <w:marTop w:val="0"/>
      <w:marBottom w:val="0"/>
      <w:divBdr>
        <w:top w:val="none" w:sz="0" w:space="0" w:color="auto"/>
        <w:left w:val="none" w:sz="0" w:space="0" w:color="auto"/>
        <w:bottom w:val="none" w:sz="0" w:space="0" w:color="auto"/>
        <w:right w:val="none" w:sz="0" w:space="0" w:color="auto"/>
      </w:divBdr>
    </w:div>
    <w:div w:id="568266668">
      <w:bodyDiv w:val="1"/>
      <w:marLeft w:val="0"/>
      <w:marRight w:val="0"/>
      <w:marTop w:val="0"/>
      <w:marBottom w:val="0"/>
      <w:divBdr>
        <w:top w:val="none" w:sz="0" w:space="0" w:color="auto"/>
        <w:left w:val="none" w:sz="0" w:space="0" w:color="auto"/>
        <w:bottom w:val="none" w:sz="0" w:space="0" w:color="auto"/>
        <w:right w:val="none" w:sz="0" w:space="0" w:color="auto"/>
      </w:divBdr>
    </w:div>
    <w:div w:id="568732672">
      <w:bodyDiv w:val="1"/>
      <w:marLeft w:val="0"/>
      <w:marRight w:val="0"/>
      <w:marTop w:val="0"/>
      <w:marBottom w:val="0"/>
      <w:divBdr>
        <w:top w:val="none" w:sz="0" w:space="0" w:color="auto"/>
        <w:left w:val="none" w:sz="0" w:space="0" w:color="auto"/>
        <w:bottom w:val="none" w:sz="0" w:space="0" w:color="auto"/>
        <w:right w:val="none" w:sz="0" w:space="0" w:color="auto"/>
      </w:divBdr>
    </w:div>
    <w:div w:id="570966665">
      <w:bodyDiv w:val="1"/>
      <w:marLeft w:val="0"/>
      <w:marRight w:val="0"/>
      <w:marTop w:val="0"/>
      <w:marBottom w:val="0"/>
      <w:divBdr>
        <w:top w:val="none" w:sz="0" w:space="0" w:color="auto"/>
        <w:left w:val="none" w:sz="0" w:space="0" w:color="auto"/>
        <w:bottom w:val="none" w:sz="0" w:space="0" w:color="auto"/>
        <w:right w:val="none" w:sz="0" w:space="0" w:color="auto"/>
      </w:divBdr>
    </w:div>
    <w:div w:id="570971019">
      <w:bodyDiv w:val="1"/>
      <w:marLeft w:val="0"/>
      <w:marRight w:val="0"/>
      <w:marTop w:val="0"/>
      <w:marBottom w:val="0"/>
      <w:divBdr>
        <w:top w:val="none" w:sz="0" w:space="0" w:color="auto"/>
        <w:left w:val="none" w:sz="0" w:space="0" w:color="auto"/>
        <w:bottom w:val="none" w:sz="0" w:space="0" w:color="auto"/>
        <w:right w:val="none" w:sz="0" w:space="0" w:color="auto"/>
      </w:divBdr>
    </w:div>
    <w:div w:id="571160237">
      <w:bodyDiv w:val="1"/>
      <w:marLeft w:val="0"/>
      <w:marRight w:val="0"/>
      <w:marTop w:val="0"/>
      <w:marBottom w:val="0"/>
      <w:divBdr>
        <w:top w:val="none" w:sz="0" w:space="0" w:color="auto"/>
        <w:left w:val="none" w:sz="0" w:space="0" w:color="auto"/>
        <w:bottom w:val="none" w:sz="0" w:space="0" w:color="auto"/>
        <w:right w:val="none" w:sz="0" w:space="0" w:color="auto"/>
      </w:divBdr>
    </w:div>
    <w:div w:id="573467598">
      <w:bodyDiv w:val="1"/>
      <w:marLeft w:val="0"/>
      <w:marRight w:val="0"/>
      <w:marTop w:val="0"/>
      <w:marBottom w:val="0"/>
      <w:divBdr>
        <w:top w:val="none" w:sz="0" w:space="0" w:color="auto"/>
        <w:left w:val="none" w:sz="0" w:space="0" w:color="auto"/>
        <w:bottom w:val="none" w:sz="0" w:space="0" w:color="auto"/>
        <w:right w:val="none" w:sz="0" w:space="0" w:color="auto"/>
      </w:divBdr>
    </w:div>
    <w:div w:id="574049152">
      <w:bodyDiv w:val="1"/>
      <w:marLeft w:val="0"/>
      <w:marRight w:val="0"/>
      <w:marTop w:val="0"/>
      <w:marBottom w:val="0"/>
      <w:divBdr>
        <w:top w:val="none" w:sz="0" w:space="0" w:color="auto"/>
        <w:left w:val="none" w:sz="0" w:space="0" w:color="auto"/>
        <w:bottom w:val="none" w:sz="0" w:space="0" w:color="auto"/>
        <w:right w:val="none" w:sz="0" w:space="0" w:color="auto"/>
      </w:divBdr>
    </w:div>
    <w:div w:id="574441422">
      <w:bodyDiv w:val="1"/>
      <w:marLeft w:val="0"/>
      <w:marRight w:val="0"/>
      <w:marTop w:val="0"/>
      <w:marBottom w:val="0"/>
      <w:divBdr>
        <w:top w:val="none" w:sz="0" w:space="0" w:color="auto"/>
        <w:left w:val="none" w:sz="0" w:space="0" w:color="auto"/>
        <w:bottom w:val="none" w:sz="0" w:space="0" w:color="auto"/>
        <w:right w:val="none" w:sz="0" w:space="0" w:color="auto"/>
      </w:divBdr>
    </w:div>
    <w:div w:id="575289537">
      <w:bodyDiv w:val="1"/>
      <w:marLeft w:val="0"/>
      <w:marRight w:val="0"/>
      <w:marTop w:val="0"/>
      <w:marBottom w:val="0"/>
      <w:divBdr>
        <w:top w:val="none" w:sz="0" w:space="0" w:color="auto"/>
        <w:left w:val="none" w:sz="0" w:space="0" w:color="auto"/>
        <w:bottom w:val="none" w:sz="0" w:space="0" w:color="auto"/>
        <w:right w:val="none" w:sz="0" w:space="0" w:color="auto"/>
      </w:divBdr>
    </w:div>
    <w:div w:id="575628941">
      <w:bodyDiv w:val="1"/>
      <w:marLeft w:val="0"/>
      <w:marRight w:val="0"/>
      <w:marTop w:val="0"/>
      <w:marBottom w:val="0"/>
      <w:divBdr>
        <w:top w:val="none" w:sz="0" w:space="0" w:color="auto"/>
        <w:left w:val="none" w:sz="0" w:space="0" w:color="auto"/>
        <w:bottom w:val="none" w:sz="0" w:space="0" w:color="auto"/>
        <w:right w:val="none" w:sz="0" w:space="0" w:color="auto"/>
      </w:divBdr>
    </w:div>
    <w:div w:id="575820134">
      <w:bodyDiv w:val="1"/>
      <w:marLeft w:val="0"/>
      <w:marRight w:val="0"/>
      <w:marTop w:val="0"/>
      <w:marBottom w:val="0"/>
      <w:divBdr>
        <w:top w:val="none" w:sz="0" w:space="0" w:color="auto"/>
        <w:left w:val="none" w:sz="0" w:space="0" w:color="auto"/>
        <w:bottom w:val="none" w:sz="0" w:space="0" w:color="auto"/>
        <w:right w:val="none" w:sz="0" w:space="0" w:color="auto"/>
      </w:divBdr>
    </w:div>
    <w:div w:id="575865478">
      <w:bodyDiv w:val="1"/>
      <w:marLeft w:val="0"/>
      <w:marRight w:val="0"/>
      <w:marTop w:val="0"/>
      <w:marBottom w:val="0"/>
      <w:divBdr>
        <w:top w:val="none" w:sz="0" w:space="0" w:color="auto"/>
        <w:left w:val="none" w:sz="0" w:space="0" w:color="auto"/>
        <w:bottom w:val="none" w:sz="0" w:space="0" w:color="auto"/>
        <w:right w:val="none" w:sz="0" w:space="0" w:color="auto"/>
      </w:divBdr>
    </w:div>
    <w:div w:id="576019803">
      <w:bodyDiv w:val="1"/>
      <w:marLeft w:val="0"/>
      <w:marRight w:val="0"/>
      <w:marTop w:val="0"/>
      <w:marBottom w:val="0"/>
      <w:divBdr>
        <w:top w:val="none" w:sz="0" w:space="0" w:color="auto"/>
        <w:left w:val="none" w:sz="0" w:space="0" w:color="auto"/>
        <w:bottom w:val="none" w:sz="0" w:space="0" w:color="auto"/>
        <w:right w:val="none" w:sz="0" w:space="0" w:color="auto"/>
      </w:divBdr>
    </w:div>
    <w:div w:id="578104765">
      <w:bodyDiv w:val="1"/>
      <w:marLeft w:val="0"/>
      <w:marRight w:val="0"/>
      <w:marTop w:val="0"/>
      <w:marBottom w:val="0"/>
      <w:divBdr>
        <w:top w:val="none" w:sz="0" w:space="0" w:color="auto"/>
        <w:left w:val="none" w:sz="0" w:space="0" w:color="auto"/>
        <w:bottom w:val="none" w:sz="0" w:space="0" w:color="auto"/>
        <w:right w:val="none" w:sz="0" w:space="0" w:color="auto"/>
      </w:divBdr>
    </w:div>
    <w:div w:id="578638566">
      <w:bodyDiv w:val="1"/>
      <w:marLeft w:val="0"/>
      <w:marRight w:val="0"/>
      <w:marTop w:val="0"/>
      <w:marBottom w:val="0"/>
      <w:divBdr>
        <w:top w:val="none" w:sz="0" w:space="0" w:color="auto"/>
        <w:left w:val="none" w:sz="0" w:space="0" w:color="auto"/>
        <w:bottom w:val="none" w:sz="0" w:space="0" w:color="auto"/>
        <w:right w:val="none" w:sz="0" w:space="0" w:color="auto"/>
      </w:divBdr>
    </w:div>
    <w:div w:id="579290150">
      <w:bodyDiv w:val="1"/>
      <w:marLeft w:val="0"/>
      <w:marRight w:val="0"/>
      <w:marTop w:val="0"/>
      <w:marBottom w:val="0"/>
      <w:divBdr>
        <w:top w:val="none" w:sz="0" w:space="0" w:color="auto"/>
        <w:left w:val="none" w:sz="0" w:space="0" w:color="auto"/>
        <w:bottom w:val="none" w:sz="0" w:space="0" w:color="auto"/>
        <w:right w:val="none" w:sz="0" w:space="0" w:color="auto"/>
      </w:divBdr>
    </w:div>
    <w:div w:id="579484175">
      <w:bodyDiv w:val="1"/>
      <w:marLeft w:val="0"/>
      <w:marRight w:val="0"/>
      <w:marTop w:val="0"/>
      <w:marBottom w:val="0"/>
      <w:divBdr>
        <w:top w:val="none" w:sz="0" w:space="0" w:color="auto"/>
        <w:left w:val="none" w:sz="0" w:space="0" w:color="auto"/>
        <w:bottom w:val="none" w:sz="0" w:space="0" w:color="auto"/>
        <w:right w:val="none" w:sz="0" w:space="0" w:color="auto"/>
      </w:divBdr>
    </w:div>
    <w:div w:id="579601478">
      <w:bodyDiv w:val="1"/>
      <w:marLeft w:val="0"/>
      <w:marRight w:val="0"/>
      <w:marTop w:val="0"/>
      <w:marBottom w:val="0"/>
      <w:divBdr>
        <w:top w:val="none" w:sz="0" w:space="0" w:color="auto"/>
        <w:left w:val="none" w:sz="0" w:space="0" w:color="auto"/>
        <w:bottom w:val="none" w:sz="0" w:space="0" w:color="auto"/>
        <w:right w:val="none" w:sz="0" w:space="0" w:color="auto"/>
      </w:divBdr>
    </w:div>
    <w:div w:id="579943600">
      <w:bodyDiv w:val="1"/>
      <w:marLeft w:val="0"/>
      <w:marRight w:val="0"/>
      <w:marTop w:val="0"/>
      <w:marBottom w:val="0"/>
      <w:divBdr>
        <w:top w:val="none" w:sz="0" w:space="0" w:color="auto"/>
        <w:left w:val="none" w:sz="0" w:space="0" w:color="auto"/>
        <w:bottom w:val="none" w:sz="0" w:space="0" w:color="auto"/>
        <w:right w:val="none" w:sz="0" w:space="0" w:color="auto"/>
      </w:divBdr>
    </w:div>
    <w:div w:id="580333093">
      <w:bodyDiv w:val="1"/>
      <w:marLeft w:val="0"/>
      <w:marRight w:val="0"/>
      <w:marTop w:val="0"/>
      <w:marBottom w:val="0"/>
      <w:divBdr>
        <w:top w:val="none" w:sz="0" w:space="0" w:color="auto"/>
        <w:left w:val="none" w:sz="0" w:space="0" w:color="auto"/>
        <w:bottom w:val="none" w:sz="0" w:space="0" w:color="auto"/>
        <w:right w:val="none" w:sz="0" w:space="0" w:color="auto"/>
      </w:divBdr>
    </w:div>
    <w:div w:id="581261570">
      <w:bodyDiv w:val="1"/>
      <w:marLeft w:val="0"/>
      <w:marRight w:val="0"/>
      <w:marTop w:val="0"/>
      <w:marBottom w:val="0"/>
      <w:divBdr>
        <w:top w:val="none" w:sz="0" w:space="0" w:color="auto"/>
        <w:left w:val="none" w:sz="0" w:space="0" w:color="auto"/>
        <w:bottom w:val="none" w:sz="0" w:space="0" w:color="auto"/>
        <w:right w:val="none" w:sz="0" w:space="0" w:color="auto"/>
      </w:divBdr>
    </w:div>
    <w:div w:id="582566892">
      <w:bodyDiv w:val="1"/>
      <w:marLeft w:val="0"/>
      <w:marRight w:val="0"/>
      <w:marTop w:val="0"/>
      <w:marBottom w:val="0"/>
      <w:divBdr>
        <w:top w:val="none" w:sz="0" w:space="0" w:color="auto"/>
        <w:left w:val="none" w:sz="0" w:space="0" w:color="auto"/>
        <w:bottom w:val="none" w:sz="0" w:space="0" w:color="auto"/>
        <w:right w:val="none" w:sz="0" w:space="0" w:color="auto"/>
      </w:divBdr>
    </w:div>
    <w:div w:id="583420322">
      <w:bodyDiv w:val="1"/>
      <w:marLeft w:val="0"/>
      <w:marRight w:val="0"/>
      <w:marTop w:val="0"/>
      <w:marBottom w:val="0"/>
      <w:divBdr>
        <w:top w:val="none" w:sz="0" w:space="0" w:color="auto"/>
        <w:left w:val="none" w:sz="0" w:space="0" w:color="auto"/>
        <w:bottom w:val="none" w:sz="0" w:space="0" w:color="auto"/>
        <w:right w:val="none" w:sz="0" w:space="0" w:color="auto"/>
      </w:divBdr>
    </w:div>
    <w:div w:id="583494017">
      <w:bodyDiv w:val="1"/>
      <w:marLeft w:val="0"/>
      <w:marRight w:val="0"/>
      <w:marTop w:val="0"/>
      <w:marBottom w:val="0"/>
      <w:divBdr>
        <w:top w:val="none" w:sz="0" w:space="0" w:color="auto"/>
        <w:left w:val="none" w:sz="0" w:space="0" w:color="auto"/>
        <w:bottom w:val="none" w:sz="0" w:space="0" w:color="auto"/>
        <w:right w:val="none" w:sz="0" w:space="0" w:color="auto"/>
      </w:divBdr>
    </w:div>
    <w:div w:id="585041427">
      <w:bodyDiv w:val="1"/>
      <w:marLeft w:val="0"/>
      <w:marRight w:val="0"/>
      <w:marTop w:val="0"/>
      <w:marBottom w:val="0"/>
      <w:divBdr>
        <w:top w:val="none" w:sz="0" w:space="0" w:color="auto"/>
        <w:left w:val="none" w:sz="0" w:space="0" w:color="auto"/>
        <w:bottom w:val="none" w:sz="0" w:space="0" w:color="auto"/>
        <w:right w:val="none" w:sz="0" w:space="0" w:color="auto"/>
      </w:divBdr>
    </w:div>
    <w:div w:id="585381657">
      <w:bodyDiv w:val="1"/>
      <w:marLeft w:val="0"/>
      <w:marRight w:val="0"/>
      <w:marTop w:val="0"/>
      <w:marBottom w:val="0"/>
      <w:divBdr>
        <w:top w:val="none" w:sz="0" w:space="0" w:color="auto"/>
        <w:left w:val="none" w:sz="0" w:space="0" w:color="auto"/>
        <w:bottom w:val="none" w:sz="0" w:space="0" w:color="auto"/>
        <w:right w:val="none" w:sz="0" w:space="0" w:color="auto"/>
      </w:divBdr>
    </w:div>
    <w:div w:id="585530778">
      <w:bodyDiv w:val="1"/>
      <w:marLeft w:val="0"/>
      <w:marRight w:val="0"/>
      <w:marTop w:val="0"/>
      <w:marBottom w:val="0"/>
      <w:divBdr>
        <w:top w:val="none" w:sz="0" w:space="0" w:color="auto"/>
        <w:left w:val="none" w:sz="0" w:space="0" w:color="auto"/>
        <w:bottom w:val="none" w:sz="0" w:space="0" w:color="auto"/>
        <w:right w:val="none" w:sz="0" w:space="0" w:color="auto"/>
      </w:divBdr>
    </w:div>
    <w:div w:id="585917664">
      <w:bodyDiv w:val="1"/>
      <w:marLeft w:val="0"/>
      <w:marRight w:val="0"/>
      <w:marTop w:val="0"/>
      <w:marBottom w:val="0"/>
      <w:divBdr>
        <w:top w:val="none" w:sz="0" w:space="0" w:color="auto"/>
        <w:left w:val="none" w:sz="0" w:space="0" w:color="auto"/>
        <w:bottom w:val="none" w:sz="0" w:space="0" w:color="auto"/>
        <w:right w:val="none" w:sz="0" w:space="0" w:color="auto"/>
      </w:divBdr>
    </w:div>
    <w:div w:id="587348972">
      <w:bodyDiv w:val="1"/>
      <w:marLeft w:val="0"/>
      <w:marRight w:val="0"/>
      <w:marTop w:val="0"/>
      <w:marBottom w:val="0"/>
      <w:divBdr>
        <w:top w:val="none" w:sz="0" w:space="0" w:color="auto"/>
        <w:left w:val="none" w:sz="0" w:space="0" w:color="auto"/>
        <w:bottom w:val="none" w:sz="0" w:space="0" w:color="auto"/>
        <w:right w:val="none" w:sz="0" w:space="0" w:color="auto"/>
      </w:divBdr>
    </w:div>
    <w:div w:id="587734606">
      <w:bodyDiv w:val="1"/>
      <w:marLeft w:val="0"/>
      <w:marRight w:val="0"/>
      <w:marTop w:val="0"/>
      <w:marBottom w:val="0"/>
      <w:divBdr>
        <w:top w:val="none" w:sz="0" w:space="0" w:color="auto"/>
        <w:left w:val="none" w:sz="0" w:space="0" w:color="auto"/>
        <w:bottom w:val="none" w:sz="0" w:space="0" w:color="auto"/>
        <w:right w:val="none" w:sz="0" w:space="0" w:color="auto"/>
      </w:divBdr>
    </w:div>
    <w:div w:id="588656624">
      <w:bodyDiv w:val="1"/>
      <w:marLeft w:val="0"/>
      <w:marRight w:val="0"/>
      <w:marTop w:val="0"/>
      <w:marBottom w:val="0"/>
      <w:divBdr>
        <w:top w:val="none" w:sz="0" w:space="0" w:color="auto"/>
        <w:left w:val="none" w:sz="0" w:space="0" w:color="auto"/>
        <w:bottom w:val="none" w:sz="0" w:space="0" w:color="auto"/>
        <w:right w:val="none" w:sz="0" w:space="0" w:color="auto"/>
      </w:divBdr>
    </w:div>
    <w:div w:id="589042688">
      <w:bodyDiv w:val="1"/>
      <w:marLeft w:val="0"/>
      <w:marRight w:val="0"/>
      <w:marTop w:val="0"/>
      <w:marBottom w:val="0"/>
      <w:divBdr>
        <w:top w:val="none" w:sz="0" w:space="0" w:color="auto"/>
        <w:left w:val="none" w:sz="0" w:space="0" w:color="auto"/>
        <w:bottom w:val="none" w:sz="0" w:space="0" w:color="auto"/>
        <w:right w:val="none" w:sz="0" w:space="0" w:color="auto"/>
      </w:divBdr>
    </w:div>
    <w:div w:id="589510938">
      <w:bodyDiv w:val="1"/>
      <w:marLeft w:val="0"/>
      <w:marRight w:val="0"/>
      <w:marTop w:val="0"/>
      <w:marBottom w:val="0"/>
      <w:divBdr>
        <w:top w:val="none" w:sz="0" w:space="0" w:color="auto"/>
        <w:left w:val="none" w:sz="0" w:space="0" w:color="auto"/>
        <w:bottom w:val="none" w:sz="0" w:space="0" w:color="auto"/>
        <w:right w:val="none" w:sz="0" w:space="0" w:color="auto"/>
      </w:divBdr>
    </w:div>
    <w:div w:id="589856452">
      <w:bodyDiv w:val="1"/>
      <w:marLeft w:val="0"/>
      <w:marRight w:val="0"/>
      <w:marTop w:val="0"/>
      <w:marBottom w:val="0"/>
      <w:divBdr>
        <w:top w:val="none" w:sz="0" w:space="0" w:color="auto"/>
        <w:left w:val="none" w:sz="0" w:space="0" w:color="auto"/>
        <w:bottom w:val="none" w:sz="0" w:space="0" w:color="auto"/>
        <w:right w:val="none" w:sz="0" w:space="0" w:color="auto"/>
      </w:divBdr>
    </w:div>
    <w:div w:id="591165881">
      <w:bodyDiv w:val="1"/>
      <w:marLeft w:val="0"/>
      <w:marRight w:val="0"/>
      <w:marTop w:val="0"/>
      <w:marBottom w:val="0"/>
      <w:divBdr>
        <w:top w:val="none" w:sz="0" w:space="0" w:color="auto"/>
        <w:left w:val="none" w:sz="0" w:space="0" w:color="auto"/>
        <w:bottom w:val="none" w:sz="0" w:space="0" w:color="auto"/>
        <w:right w:val="none" w:sz="0" w:space="0" w:color="auto"/>
      </w:divBdr>
    </w:div>
    <w:div w:id="591861706">
      <w:bodyDiv w:val="1"/>
      <w:marLeft w:val="0"/>
      <w:marRight w:val="0"/>
      <w:marTop w:val="0"/>
      <w:marBottom w:val="0"/>
      <w:divBdr>
        <w:top w:val="none" w:sz="0" w:space="0" w:color="auto"/>
        <w:left w:val="none" w:sz="0" w:space="0" w:color="auto"/>
        <w:bottom w:val="none" w:sz="0" w:space="0" w:color="auto"/>
        <w:right w:val="none" w:sz="0" w:space="0" w:color="auto"/>
      </w:divBdr>
    </w:div>
    <w:div w:id="592782805">
      <w:bodyDiv w:val="1"/>
      <w:marLeft w:val="0"/>
      <w:marRight w:val="0"/>
      <w:marTop w:val="0"/>
      <w:marBottom w:val="0"/>
      <w:divBdr>
        <w:top w:val="none" w:sz="0" w:space="0" w:color="auto"/>
        <w:left w:val="none" w:sz="0" w:space="0" w:color="auto"/>
        <w:bottom w:val="none" w:sz="0" w:space="0" w:color="auto"/>
        <w:right w:val="none" w:sz="0" w:space="0" w:color="auto"/>
      </w:divBdr>
    </w:div>
    <w:div w:id="593321428">
      <w:bodyDiv w:val="1"/>
      <w:marLeft w:val="0"/>
      <w:marRight w:val="0"/>
      <w:marTop w:val="0"/>
      <w:marBottom w:val="0"/>
      <w:divBdr>
        <w:top w:val="none" w:sz="0" w:space="0" w:color="auto"/>
        <w:left w:val="none" w:sz="0" w:space="0" w:color="auto"/>
        <w:bottom w:val="none" w:sz="0" w:space="0" w:color="auto"/>
        <w:right w:val="none" w:sz="0" w:space="0" w:color="auto"/>
      </w:divBdr>
    </w:div>
    <w:div w:id="595284939">
      <w:bodyDiv w:val="1"/>
      <w:marLeft w:val="0"/>
      <w:marRight w:val="0"/>
      <w:marTop w:val="0"/>
      <w:marBottom w:val="0"/>
      <w:divBdr>
        <w:top w:val="none" w:sz="0" w:space="0" w:color="auto"/>
        <w:left w:val="none" w:sz="0" w:space="0" w:color="auto"/>
        <w:bottom w:val="none" w:sz="0" w:space="0" w:color="auto"/>
        <w:right w:val="none" w:sz="0" w:space="0" w:color="auto"/>
      </w:divBdr>
    </w:div>
    <w:div w:id="595408413">
      <w:bodyDiv w:val="1"/>
      <w:marLeft w:val="0"/>
      <w:marRight w:val="0"/>
      <w:marTop w:val="0"/>
      <w:marBottom w:val="0"/>
      <w:divBdr>
        <w:top w:val="none" w:sz="0" w:space="0" w:color="auto"/>
        <w:left w:val="none" w:sz="0" w:space="0" w:color="auto"/>
        <w:bottom w:val="none" w:sz="0" w:space="0" w:color="auto"/>
        <w:right w:val="none" w:sz="0" w:space="0" w:color="auto"/>
      </w:divBdr>
    </w:div>
    <w:div w:id="595673060">
      <w:bodyDiv w:val="1"/>
      <w:marLeft w:val="0"/>
      <w:marRight w:val="0"/>
      <w:marTop w:val="0"/>
      <w:marBottom w:val="0"/>
      <w:divBdr>
        <w:top w:val="none" w:sz="0" w:space="0" w:color="auto"/>
        <w:left w:val="none" w:sz="0" w:space="0" w:color="auto"/>
        <w:bottom w:val="none" w:sz="0" w:space="0" w:color="auto"/>
        <w:right w:val="none" w:sz="0" w:space="0" w:color="auto"/>
      </w:divBdr>
    </w:div>
    <w:div w:id="597760066">
      <w:bodyDiv w:val="1"/>
      <w:marLeft w:val="0"/>
      <w:marRight w:val="0"/>
      <w:marTop w:val="0"/>
      <w:marBottom w:val="0"/>
      <w:divBdr>
        <w:top w:val="none" w:sz="0" w:space="0" w:color="auto"/>
        <w:left w:val="none" w:sz="0" w:space="0" w:color="auto"/>
        <w:bottom w:val="none" w:sz="0" w:space="0" w:color="auto"/>
        <w:right w:val="none" w:sz="0" w:space="0" w:color="auto"/>
      </w:divBdr>
    </w:div>
    <w:div w:id="598218230">
      <w:bodyDiv w:val="1"/>
      <w:marLeft w:val="0"/>
      <w:marRight w:val="0"/>
      <w:marTop w:val="0"/>
      <w:marBottom w:val="0"/>
      <w:divBdr>
        <w:top w:val="none" w:sz="0" w:space="0" w:color="auto"/>
        <w:left w:val="none" w:sz="0" w:space="0" w:color="auto"/>
        <w:bottom w:val="none" w:sz="0" w:space="0" w:color="auto"/>
        <w:right w:val="none" w:sz="0" w:space="0" w:color="auto"/>
      </w:divBdr>
    </w:div>
    <w:div w:id="598224658">
      <w:bodyDiv w:val="1"/>
      <w:marLeft w:val="0"/>
      <w:marRight w:val="0"/>
      <w:marTop w:val="0"/>
      <w:marBottom w:val="0"/>
      <w:divBdr>
        <w:top w:val="none" w:sz="0" w:space="0" w:color="auto"/>
        <w:left w:val="none" w:sz="0" w:space="0" w:color="auto"/>
        <w:bottom w:val="none" w:sz="0" w:space="0" w:color="auto"/>
        <w:right w:val="none" w:sz="0" w:space="0" w:color="auto"/>
      </w:divBdr>
    </w:div>
    <w:div w:id="599266338">
      <w:bodyDiv w:val="1"/>
      <w:marLeft w:val="0"/>
      <w:marRight w:val="0"/>
      <w:marTop w:val="0"/>
      <w:marBottom w:val="0"/>
      <w:divBdr>
        <w:top w:val="none" w:sz="0" w:space="0" w:color="auto"/>
        <w:left w:val="none" w:sz="0" w:space="0" w:color="auto"/>
        <w:bottom w:val="none" w:sz="0" w:space="0" w:color="auto"/>
        <w:right w:val="none" w:sz="0" w:space="0" w:color="auto"/>
      </w:divBdr>
    </w:div>
    <w:div w:id="599870086">
      <w:bodyDiv w:val="1"/>
      <w:marLeft w:val="0"/>
      <w:marRight w:val="0"/>
      <w:marTop w:val="0"/>
      <w:marBottom w:val="0"/>
      <w:divBdr>
        <w:top w:val="none" w:sz="0" w:space="0" w:color="auto"/>
        <w:left w:val="none" w:sz="0" w:space="0" w:color="auto"/>
        <w:bottom w:val="none" w:sz="0" w:space="0" w:color="auto"/>
        <w:right w:val="none" w:sz="0" w:space="0" w:color="auto"/>
      </w:divBdr>
    </w:div>
    <w:div w:id="600724595">
      <w:bodyDiv w:val="1"/>
      <w:marLeft w:val="0"/>
      <w:marRight w:val="0"/>
      <w:marTop w:val="0"/>
      <w:marBottom w:val="0"/>
      <w:divBdr>
        <w:top w:val="none" w:sz="0" w:space="0" w:color="auto"/>
        <w:left w:val="none" w:sz="0" w:space="0" w:color="auto"/>
        <w:bottom w:val="none" w:sz="0" w:space="0" w:color="auto"/>
        <w:right w:val="none" w:sz="0" w:space="0" w:color="auto"/>
      </w:divBdr>
    </w:div>
    <w:div w:id="600917206">
      <w:bodyDiv w:val="1"/>
      <w:marLeft w:val="0"/>
      <w:marRight w:val="0"/>
      <w:marTop w:val="0"/>
      <w:marBottom w:val="0"/>
      <w:divBdr>
        <w:top w:val="none" w:sz="0" w:space="0" w:color="auto"/>
        <w:left w:val="none" w:sz="0" w:space="0" w:color="auto"/>
        <w:bottom w:val="none" w:sz="0" w:space="0" w:color="auto"/>
        <w:right w:val="none" w:sz="0" w:space="0" w:color="auto"/>
      </w:divBdr>
    </w:div>
    <w:div w:id="601425257">
      <w:bodyDiv w:val="1"/>
      <w:marLeft w:val="0"/>
      <w:marRight w:val="0"/>
      <w:marTop w:val="0"/>
      <w:marBottom w:val="0"/>
      <w:divBdr>
        <w:top w:val="none" w:sz="0" w:space="0" w:color="auto"/>
        <w:left w:val="none" w:sz="0" w:space="0" w:color="auto"/>
        <w:bottom w:val="none" w:sz="0" w:space="0" w:color="auto"/>
        <w:right w:val="none" w:sz="0" w:space="0" w:color="auto"/>
      </w:divBdr>
    </w:div>
    <w:div w:id="602306621">
      <w:bodyDiv w:val="1"/>
      <w:marLeft w:val="0"/>
      <w:marRight w:val="0"/>
      <w:marTop w:val="0"/>
      <w:marBottom w:val="0"/>
      <w:divBdr>
        <w:top w:val="none" w:sz="0" w:space="0" w:color="auto"/>
        <w:left w:val="none" w:sz="0" w:space="0" w:color="auto"/>
        <w:bottom w:val="none" w:sz="0" w:space="0" w:color="auto"/>
        <w:right w:val="none" w:sz="0" w:space="0" w:color="auto"/>
      </w:divBdr>
    </w:div>
    <w:div w:id="603998515">
      <w:bodyDiv w:val="1"/>
      <w:marLeft w:val="0"/>
      <w:marRight w:val="0"/>
      <w:marTop w:val="0"/>
      <w:marBottom w:val="0"/>
      <w:divBdr>
        <w:top w:val="none" w:sz="0" w:space="0" w:color="auto"/>
        <w:left w:val="none" w:sz="0" w:space="0" w:color="auto"/>
        <w:bottom w:val="none" w:sz="0" w:space="0" w:color="auto"/>
        <w:right w:val="none" w:sz="0" w:space="0" w:color="auto"/>
      </w:divBdr>
    </w:div>
    <w:div w:id="604504605">
      <w:bodyDiv w:val="1"/>
      <w:marLeft w:val="0"/>
      <w:marRight w:val="0"/>
      <w:marTop w:val="0"/>
      <w:marBottom w:val="0"/>
      <w:divBdr>
        <w:top w:val="none" w:sz="0" w:space="0" w:color="auto"/>
        <w:left w:val="none" w:sz="0" w:space="0" w:color="auto"/>
        <w:bottom w:val="none" w:sz="0" w:space="0" w:color="auto"/>
        <w:right w:val="none" w:sz="0" w:space="0" w:color="auto"/>
      </w:divBdr>
    </w:div>
    <w:div w:id="605885750">
      <w:bodyDiv w:val="1"/>
      <w:marLeft w:val="0"/>
      <w:marRight w:val="0"/>
      <w:marTop w:val="0"/>
      <w:marBottom w:val="0"/>
      <w:divBdr>
        <w:top w:val="none" w:sz="0" w:space="0" w:color="auto"/>
        <w:left w:val="none" w:sz="0" w:space="0" w:color="auto"/>
        <w:bottom w:val="none" w:sz="0" w:space="0" w:color="auto"/>
        <w:right w:val="none" w:sz="0" w:space="0" w:color="auto"/>
      </w:divBdr>
    </w:div>
    <w:div w:id="606035880">
      <w:bodyDiv w:val="1"/>
      <w:marLeft w:val="0"/>
      <w:marRight w:val="0"/>
      <w:marTop w:val="0"/>
      <w:marBottom w:val="0"/>
      <w:divBdr>
        <w:top w:val="none" w:sz="0" w:space="0" w:color="auto"/>
        <w:left w:val="none" w:sz="0" w:space="0" w:color="auto"/>
        <w:bottom w:val="none" w:sz="0" w:space="0" w:color="auto"/>
        <w:right w:val="none" w:sz="0" w:space="0" w:color="auto"/>
      </w:divBdr>
    </w:div>
    <w:div w:id="606431915">
      <w:bodyDiv w:val="1"/>
      <w:marLeft w:val="0"/>
      <w:marRight w:val="0"/>
      <w:marTop w:val="0"/>
      <w:marBottom w:val="0"/>
      <w:divBdr>
        <w:top w:val="none" w:sz="0" w:space="0" w:color="auto"/>
        <w:left w:val="none" w:sz="0" w:space="0" w:color="auto"/>
        <w:bottom w:val="none" w:sz="0" w:space="0" w:color="auto"/>
        <w:right w:val="none" w:sz="0" w:space="0" w:color="auto"/>
      </w:divBdr>
    </w:div>
    <w:div w:id="606697022">
      <w:bodyDiv w:val="1"/>
      <w:marLeft w:val="0"/>
      <w:marRight w:val="0"/>
      <w:marTop w:val="0"/>
      <w:marBottom w:val="0"/>
      <w:divBdr>
        <w:top w:val="none" w:sz="0" w:space="0" w:color="auto"/>
        <w:left w:val="none" w:sz="0" w:space="0" w:color="auto"/>
        <w:bottom w:val="none" w:sz="0" w:space="0" w:color="auto"/>
        <w:right w:val="none" w:sz="0" w:space="0" w:color="auto"/>
      </w:divBdr>
    </w:div>
    <w:div w:id="607086555">
      <w:bodyDiv w:val="1"/>
      <w:marLeft w:val="0"/>
      <w:marRight w:val="0"/>
      <w:marTop w:val="0"/>
      <w:marBottom w:val="0"/>
      <w:divBdr>
        <w:top w:val="none" w:sz="0" w:space="0" w:color="auto"/>
        <w:left w:val="none" w:sz="0" w:space="0" w:color="auto"/>
        <w:bottom w:val="none" w:sz="0" w:space="0" w:color="auto"/>
        <w:right w:val="none" w:sz="0" w:space="0" w:color="auto"/>
      </w:divBdr>
    </w:div>
    <w:div w:id="607348837">
      <w:bodyDiv w:val="1"/>
      <w:marLeft w:val="0"/>
      <w:marRight w:val="0"/>
      <w:marTop w:val="0"/>
      <w:marBottom w:val="0"/>
      <w:divBdr>
        <w:top w:val="none" w:sz="0" w:space="0" w:color="auto"/>
        <w:left w:val="none" w:sz="0" w:space="0" w:color="auto"/>
        <w:bottom w:val="none" w:sz="0" w:space="0" w:color="auto"/>
        <w:right w:val="none" w:sz="0" w:space="0" w:color="auto"/>
      </w:divBdr>
    </w:div>
    <w:div w:id="608241308">
      <w:bodyDiv w:val="1"/>
      <w:marLeft w:val="0"/>
      <w:marRight w:val="0"/>
      <w:marTop w:val="0"/>
      <w:marBottom w:val="0"/>
      <w:divBdr>
        <w:top w:val="none" w:sz="0" w:space="0" w:color="auto"/>
        <w:left w:val="none" w:sz="0" w:space="0" w:color="auto"/>
        <w:bottom w:val="none" w:sz="0" w:space="0" w:color="auto"/>
        <w:right w:val="none" w:sz="0" w:space="0" w:color="auto"/>
      </w:divBdr>
    </w:div>
    <w:div w:id="608321985">
      <w:bodyDiv w:val="1"/>
      <w:marLeft w:val="0"/>
      <w:marRight w:val="0"/>
      <w:marTop w:val="0"/>
      <w:marBottom w:val="0"/>
      <w:divBdr>
        <w:top w:val="none" w:sz="0" w:space="0" w:color="auto"/>
        <w:left w:val="none" w:sz="0" w:space="0" w:color="auto"/>
        <w:bottom w:val="none" w:sz="0" w:space="0" w:color="auto"/>
        <w:right w:val="none" w:sz="0" w:space="0" w:color="auto"/>
      </w:divBdr>
    </w:div>
    <w:div w:id="608585107">
      <w:bodyDiv w:val="1"/>
      <w:marLeft w:val="0"/>
      <w:marRight w:val="0"/>
      <w:marTop w:val="0"/>
      <w:marBottom w:val="0"/>
      <w:divBdr>
        <w:top w:val="none" w:sz="0" w:space="0" w:color="auto"/>
        <w:left w:val="none" w:sz="0" w:space="0" w:color="auto"/>
        <w:bottom w:val="none" w:sz="0" w:space="0" w:color="auto"/>
        <w:right w:val="none" w:sz="0" w:space="0" w:color="auto"/>
      </w:divBdr>
    </w:div>
    <w:div w:id="609510416">
      <w:bodyDiv w:val="1"/>
      <w:marLeft w:val="0"/>
      <w:marRight w:val="0"/>
      <w:marTop w:val="0"/>
      <w:marBottom w:val="0"/>
      <w:divBdr>
        <w:top w:val="none" w:sz="0" w:space="0" w:color="auto"/>
        <w:left w:val="none" w:sz="0" w:space="0" w:color="auto"/>
        <w:bottom w:val="none" w:sz="0" w:space="0" w:color="auto"/>
        <w:right w:val="none" w:sz="0" w:space="0" w:color="auto"/>
      </w:divBdr>
    </w:div>
    <w:div w:id="610404404">
      <w:bodyDiv w:val="1"/>
      <w:marLeft w:val="0"/>
      <w:marRight w:val="0"/>
      <w:marTop w:val="0"/>
      <w:marBottom w:val="0"/>
      <w:divBdr>
        <w:top w:val="none" w:sz="0" w:space="0" w:color="auto"/>
        <w:left w:val="none" w:sz="0" w:space="0" w:color="auto"/>
        <w:bottom w:val="none" w:sz="0" w:space="0" w:color="auto"/>
        <w:right w:val="none" w:sz="0" w:space="0" w:color="auto"/>
      </w:divBdr>
    </w:div>
    <w:div w:id="610821968">
      <w:bodyDiv w:val="1"/>
      <w:marLeft w:val="0"/>
      <w:marRight w:val="0"/>
      <w:marTop w:val="0"/>
      <w:marBottom w:val="0"/>
      <w:divBdr>
        <w:top w:val="none" w:sz="0" w:space="0" w:color="auto"/>
        <w:left w:val="none" w:sz="0" w:space="0" w:color="auto"/>
        <w:bottom w:val="none" w:sz="0" w:space="0" w:color="auto"/>
        <w:right w:val="none" w:sz="0" w:space="0" w:color="auto"/>
      </w:divBdr>
    </w:div>
    <w:div w:id="611087012">
      <w:bodyDiv w:val="1"/>
      <w:marLeft w:val="0"/>
      <w:marRight w:val="0"/>
      <w:marTop w:val="0"/>
      <w:marBottom w:val="0"/>
      <w:divBdr>
        <w:top w:val="none" w:sz="0" w:space="0" w:color="auto"/>
        <w:left w:val="none" w:sz="0" w:space="0" w:color="auto"/>
        <w:bottom w:val="none" w:sz="0" w:space="0" w:color="auto"/>
        <w:right w:val="none" w:sz="0" w:space="0" w:color="auto"/>
      </w:divBdr>
    </w:div>
    <w:div w:id="611134512">
      <w:bodyDiv w:val="1"/>
      <w:marLeft w:val="0"/>
      <w:marRight w:val="0"/>
      <w:marTop w:val="0"/>
      <w:marBottom w:val="0"/>
      <w:divBdr>
        <w:top w:val="none" w:sz="0" w:space="0" w:color="auto"/>
        <w:left w:val="none" w:sz="0" w:space="0" w:color="auto"/>
        <w:bottom w:val="none" w:sz="0" w:space="0" w:color="auto"/>
        <w:right w:val="none" w:sz="0" w:space="0" w:color="auto"/>
      </w:divBdr>
    </w:div>
    <w:div w:id="611135724">
      <w:bodyDiv w:val="1"/>
      <w:marLeft w:val="0"/>
      <w:marRight w:val="0"/>
      <w:marTop w:val="0"/>
      <w:marBottom w:val="0"/>
      <w:divBdr>
        <w:top w:val="none" w:sz="0" w:space="0" w:color="auto"/>
        <w:left w:val="none" w:sz="0" w:space="0" w:color="auto"/>
        <w:bottom w:val="none" w:sz="0" w:space="0" w:color="auto"/>
        <w:right w:val="none" w:sz="0" w:space="0" w:color="auto"/>
      </w:divBdr>
    </w:div>
    <w:div w:id="611326442">
      <w:bodyDiv w:val="1"/>
      <w:marLeft w:val="0"/>
      <w:marRight w:val="0"/>
      <w:marTop w:val="0"/>
      <w:marBottom w:val="0"/>
      <w:divBdr>
        <w:top w:val="none" w:sz="0" w:space="0" w:color="auto"/>
        <w:left w:val="none" w:sz="0" w:space="0" w:color="auto"/>
        <w:bottom w:val="none" w:sz="0" w:space="0" w:color="auto"/>
        <w:right w:val="none" w:sz="0" w:space="0" w:color="auto"/>
      </w:divBdr>
    </w:div>
    <w:div w:id="611978562">
      <w:bodyDiv w:val="1"/>
      <w:marLeft w:val="0"/>
      <w:marRight w:val="0"/>
      <w:marTop w:val="0"/>
      <w:marBottom w:val="0"/>
      <w:divBdr>
        <w:top w:val="none" w:sz="0" w:space="0" w:color="auto"/>
        <w:left w:val="none" w:sz="0" w:space="0" w:color="auto"/>
        <w:bottom w:val="none" w:sz="0" w:space="0" w:color="auto"/>
        <w:right w:val="none" w:sz="0" w:space="0" w:color="auto"/>
      </w:divBdr>
    </w:div>
    <w:div w:id="612783731">
      <w:bodyDiv w:val="1"/>
      <w:marLeft w:val="0"/>
      <w:marRight w:val="0"/>
      <w:marTop w:val="0"/>
      <w:marBottom w:val="0"/>
      <w:divBdr>
        <w:top w:val="none" w:sz="0" w:space="0" w:color="auto"/>
        <w:left w:val="none" w:sz="0" w:space="0" w:color="auto"/>
        <w:bottom w:val="none" w:sz="0" w:space="0" w:color="auto"/>
        <w:right w:val="none" w:sz="0" w:space="0" w:color="auto"/>
      </w:divBdr>
    </w:div>
    <w:div w:id="612828267">
      <w:bodyDiv w:val="1"/>
      <w:marLeft w:val="0"/>
      <w:marRight w:val="0"/>
      <w:marTop w:val="0"/>
      <w:marBottom w:val="0"/>
      <w:divBdr>
        <w:top w:val="none" w:sz="0" w:space="0" w:color="auto"/>
        <w:left w:val="none" w:sz="0" w:space="0" w:color="auto"/>
        <w:bottom w:val="none" w:sz="0" w:space="0" w:color="auto"/>
        <w:right w:val="none" w:sz="0" w:space="0" w:color="auto"/>
      </w:divBdr>
    </w:div>
    <w:div w:id="613942937">
      <w:bodyDiv w:val="1"/>
      <w:marLeft w:val="0"/>
      <w:marRight w:val="0"/>
      <w:marTop w:val="0"/>
      <w:marBottom w:val="0"/>
      <w:divBdr>
        <w:top w:val="none" w:sz="0" w:space="0" w:color="auto"/>
        <w:left w:val="none" w:sz="0" w:space="0" w:color="auto"/>
        <w:bottom w:val="none" w:sz="0" w:space="0" w:color="auto"/>
        <w:right w:val="none" w:sz="0" w:space="0" w:color="auto"/>
      </w:divBdr>
    </w:div>
    <w:div w:id="613948299">
      <w:bodyDiv w:val="1"/>
      <w:marLeft w:val="0"/>
      <w:marRight w:val="0"/>
      <w:marTop w:val="0"/>
      <w:marBottom w:val="0"/>
      <w:divBdr>
        <w:top w:val="none" w:sz="0" w:space="0" w:color="auto"/>
        <w:left w:val="none" w:sz="0" w:space="0" w:color="auto"/>
        <w:bottom w:val="none" w:sz="0" w:space="0" w:color="auto"/>
        <w:right w:val="none" w:sz="0" w:space="0" w:color="auto"/>
      </w:divBdr>
    </w:div>
    <w:div w:id="615254192">
      <w:bodyDiv w:val="1"/>
      <w:marLeft w:val="0"/>
      <w:marRight w:val="0"/>
      <w:marTop w:val="0"/>
      <w:marBottom w:val="0"/>
      <w:divBdr>
        <w:top w:val="none" w:sz="0" w:space="0" w:color="auto"/>
        <w:left w:val="none" w:sz="0" w:space="0" w:color="auto"/>
        <w:bottom w:val="none" w:sz="0" w:space="0" w:color="auto"/>
        <w:right w:val="none" w:sz="0" w:space="0" w:color="auto"/>
      </w:divBdr>
    </w:div>
    <w:div w:id="615530261">
      <w:bodyDiv w:val="1"/>
      <w:marLeft w:val="0"/>
      <w:marRight w:val="0"/>
      <w:marTop w:val="0"/>
      <w:marBottom w:val="0"/>
      <w:divBdr>
        <w:top w:val="none" w:sz="0" w:space="0" w:color="auto"/>
        <w:left w:val="none" w:sz="0" w:space="0" w:color="auto"/>
        <w:bottom w:val="none" w:sz="0" w:space="0" w:color="auto"/>
        <w:right w:val="none" w:sz="0" w:space="0" w:color="auto"/>
      </w:divBdr>
    </w:div>
    <w:div w:id="615648285">
      <w:bodyDiv w:val="1"/>
      <w:marLeft w:val="0"/>
      <w:marRight w:val="0"/>
      <w:marTop w:val="0"/>
      <w:marBottom w:val="0"/>
      <w:divBdr>
        <w:top w:val="none" w:sz="0" w:space="0" w:color="auto"/>
        <w:left w:val="none" w:sz="0" w:space="0" w:color="auto"/>
        <w:bottom w:val="none" w:sz="0" w:space="0" w:color="auto"/>
        <w:right w:val="none" w:sz="0" w:space="0" w:color="auto"/>
      </w:divBdr>
    </w:div>
    <w:div w:id="615722684">
      <w:bodyDiv w:val="1"/>
      <w:marLeft w:val="0"/>
      <w:marRight w:val="0"/>
      <w:marTop w:val="0"/>
      <w:marBottom w:val="0"/>
      <w:divBdr>
        <w:top w:val="none" w:sz="0" w:space="0" w:color="auto"/>
        <w:left w:val="none" w:sz="0" w:space="0" w:color="auto"/>
        <w:bottom w:val="none" w:sz="0" w:space="0" w:color="auto"/>
        <w:right w:val="none" w:sz="0" w:space="0" w:color="auto"/>
      </w:divBdr>
    </w:div>
    <w:div w:id="615794956">
      <w:bodyDiv w:val="1"/>
      <w:marLeft w:val="0"/>
      <w:marRight w:val="0"/>
      <w:marTop w:val="0"/>
      <w:marBottom w:val="0"/>
      <w:divBdr>
        <w:top w:val="none" w:sz="0" w:space="0" w:color="auto"/>
        <w:left w:val="none" w:sz="0" w:space="0" w:color="auto"/>
        <w:bottom w:val="none" w:sz="0" w:space="0" w:color="auto"/>
        <w:right w:val="none" w:sz="0" w:space="0" w:color="auto"/>
      </w:divBdr>
    </w:div>
    <w:div w:id="621617447">
      <w:bodyDiv w:val="1"/>
      <w:marLeft w:val="0"/>
      <w:marRight w:val="0"/>
      <w:marTop w:val="0"/>
      <w:marBottom w:val="0"/>
      <w:divBdr>
        <w:top w:val="none" w:sz="0" w:space="0" w:color="auto"/>
        <w:left w:val="none" w:sz="0" w:space="0" w:color="auto"/>
        <w:bottom w:val="none" w:sz="0" w:space="0" w:color="auto"/>
        <w:right w:val="none" w:sz="0" w:space="0" w:color="auto"/>
      </w:divBdr>
    </w:div>
    <w:div w:id="622271081">
      <w:bodyDiv w:val="1"/>
      <w:marLeft w:val="0"/>
      <w:marRight w:val="0"/>
      <w:marTop w:val="0"/>
      <w:marBottom w:val="0"/>
      <w:divBdr>
        <w:top w:val="none" w:sz="0" w:space="0" w:color="auto"/>
        <w:left w:val="none" w:sz="0" w:space="0" w:color="auto"/>
        <w:bottom w:val="none" w:sz="0" w:space="0" w:color="auto"/>
        <w:right w:val="none" w:sz="0" w:space="0" w:color="auto"/>
      </w:divBdr>
    </w:div>
    <w:div w:id="622737768">
      <w:bodyDiv w:val="1"/>
      <w:marLeft w:val="0"/>
      <w:marRight w:val="0"/>
      <w:marTop w:val="0"/>
      <w:marBottom w:val="0"/>
      <w:divBdr>
        <w:top w:val="none" w:sz="0" w:space="0" w:color="auto"/>
        <w:left w:val="none" w:sz="0" w:space="0" w:color="auto"/>
        <w:bottom w:val="none" w:sz="0" w:space="0" w:color="auto"/>
        <w:right w:val="none" w:sz="0" w:space="0" w:color="auto"/>
      </w:divBdr>
    </w:div>
    <w:div w:id="623728608">
      <w:bodyDiv w:val="1"/>
      <w:marLeft w:val="0"/>
      <w:marRight w:val="0"/>
      <w:marTop w:val="0"/>
      <w:marBottom w:val="0"/>
      <w:divBdr>
        <w:top w:val="none" w:sz="0" w:space="0" w:color="auto"/>
        <w:left w:val="none" w:sz="0" w:space="0" w:color="auto"/>
        <w:bottom w:val="none" w:sz="0" w:space="0" w:color="auto"/>
        <w:right w:val="none" w:sz="0" w:space="0" w:color="auto"/>
      </w:divBdr>
    </w:div>
    <w:div w:id="625430406">
      <w:bodyDiv w:val="1"/>
      <w:marLeft w:val="0"/>
      <w:marRight w:val="0"/>
      <w:marTop w:val="0"/>
      <w:marBottom w:val="0"/>
      <w:divBdr>
        <w:top w:val="none" w:sz="0" w:space="0" w:color="auto"/>
        <w:left w:val="none" w:sz="0" w:space="0" w:color="auto"/>
        <w:bottom w:val="none" w:sz="0" w:space="0" w:color="auto"/>
        <w:right w:val="none" w:sz="0" w:space="0" w:color="auto"/>
      </w:divBdr>
    </w:div>
    <w:div w:id="626424607">
      <w:bodyDiv w:val="1"/>
      <w:marLeft w:val="0"/>
      <w:marRight w:val="0"/>
      <w:marTop w:val="0"/>
      <w:marBottom w:val="0"/>
      <w:divBdr>
        <w:top w:val="none" w:sz="0" w:space="0" w:color="auto"/>
        <w:left w:val="none" w:sz="0" w:space="0" w:color="auto"/>
        <w:bottom w:val="none" w:sz="0" w:space="0" w:color="auto"/>
        <w:right w:val="none" w:sz="0" w:space="0" w:color="auto"/>
      </w:divBdr>
    </w:div>
    <w:div w:id="627391603">
      <w:bodyDiv w:val="1"/>
      <w:marLeft w:val="0"/>
      <w:marRight w:val="0"/>
      <w:marTop w:val="0"/>
      <w:marBottom w:val="0"/>
      <w:divBdr>
        <w:top w:val="none" w:sz="0" w:space="0" w:color="auto"/>
        <w:left w:val="none" w:sz="0" w:space="0" w:color="auto"/>
        <w:bottom w:val="none" w:sz="0" w:space="0" w:color="auto"/>
        <w:right w:val="none" w:sz="0" w:space="0" w:color="auto"/>
      </w:divBdr>
    </w:div>
    <w:div w:id="628433345">
      <w:bodyDiv w:val="1"/>
      <w:marLeft w:val="0"/>
      <w:marRight w:val="0"/>
      <w:marTop w:val="0"/>
      <w:marBottom w:val="0"/>
      <w:divBdr>
        <w:top w:val="none" w:sz="0" w:space="0" w:color="auto"/>
        <w:left w:val="none" w:sz="0" w:space="0" w:color="auto"/>
        <w:bottom w:val="none" w:sz="0" w:space="0" w:color="auto"/>
        <w:right w:val="none" w:sz="0" w:space="0" w:color="auto"/>
      </w:divBdr>
    </w:div>
    <w:div w:id="628627150">
      <w:bodyDiv w:val="1"/>
      <w:marLeft w:val="0"/>
      <w:marRight w:val="0"/>
      <w:marTop w:val="0"/>
      <w:marBottom w:val="0"/>
      <w:divBdr>
        <w:top w:val="none" w:sz="0" w:space="0" w:color="auto"/>
        <w:left w:val="none" w:sz="0" w:space="0" w:color="auto"/>
        <w:bottom w:val="none" w:sz="0" w:space="0" w:color="auto"/>
        <w:right w:val="none" w:sz="0" w:space="0" w:color="auto"/>
      </w:divBdr>
    </w:div>
    <w:div w:id="628821656">
      <w:bodyDiv w:val="1"/>
      <w:marLeft w:val="0"/>
      <w:marRight w:val="0"/>
      <w:marTop w:val="0"/>
      <w:marBottom w:val="0"/>
      <w:divBdr>
        <w:top w:val="none" w:sz="0" w:space="0" w:color="auto"/>
        <w:left w:val="none" w:sz="0" w:space="0" w:color="auto"/>
        <w:bottom w:val="none" w:sz="0" w:space="0" w:color="auto"/>
        <w:right w:val="none" w:sz="0" w:space="0" w:color="auto"/>
      </w:divBdr>
    </w:div>
    <w:div w:id="630550025">
      <w:bodyDiv w:val="1"/>
      <w:marLeft w:val="0"/>
      <w:marRight w:val="0"/>
      <w:marTop w:val="0"/>
      <w:marBottom w:val="0"/>
      <w:divBdr>
        <w:top w:val="none" w:sz="0" w:space="0" w:color="auto"/>
        <w:left w:val="none" w:sz="0" w:space="0" w:color="auto"/>
        <w:bottom w:val="none" w:sz="0" w:space="0" w:color="auto"/>
        <w:right w:val="none" w:sz="0" w:space="0" w:color="auto"/>
      </w:divBdr>
    </w:div>
    <w:div w:id="630600419">
      <w:bodyDiv w:val="1"/>
      <w:marLeft w:val="0"/>
      <w:marRight w:val="0"/>
      <w:marTop w:val="0"/>
      <w:marBottom w:val="0"/>
      <w:divBdr>
        <w:top w:val="none" w:sz="0" w:space="0" w:color="auto"/>
        <w:left w:val="none" w:sz="0" w:space="0" w:color="auto"/>
        <w:bottom w:val="none" w:sz="0" w:space="0" w:color="auto"/>
        <w:right w:val="none" w:sz="0" w:space="0" w:color="auto"/>
      </w:divBdr>
    </w:div>
    <w:div w:id="632444330">
      <w:bodyDiv w:val="1"/>
      <w:marLeft w:val="0"/>
      <w:marRight w:val="0"/>
      <w:marTop w:val="0"/>
      <w:marBottom w:val="0"/>
      <w:divBdr>
        <w:top w:val="none" w:sz="0" w:space="0" w:color="auto"/>
        <w:left w:val="none" w:sz="0" w:space="0" w:color="auto"/>
        <w:bottom w:val="none" w:sz="0" w:space="0" w:color="auto"/>
        <w:right w:val="none" w:sz="0" w:space="0" w:color="auto"/>
      </w:divBdr>
    </w:div>
    <w:div w:id="632711094">
      <w:bodyDiv w:val="1"/>
      <w:marLeft w:val="0"/>
      <w:marRight w:val="0"/>
      <w:marTop w:val="0"/>
      <w:marBottom w:val="0"/>
      <w:divBdr>
        <w:top w:val="none" w:sz="0" w:space="0" w:color="auto"/>
        <w:left w:val="none" w:sz="0" w:space="0" w:color="auto"/>
        <w:bottom w:val="none" w:sz="0" w:space="0" w:color="auto"/>
        <w:right w:val="none" w:sz="0" w:space="0" w:color="auto"/>
      </w:divBdr>
    </w:div>
    <w:div w:id="633290233">
      <w:bodyDiv w:val="1"/>
      <w:marLeft w:val="0"/>
      <w:marRight w:val="0"/>
      <w:marTop w:val="0"/>
      <w:marBottom w:val="0"/>
      <w:divBdr>
        <w:top w:val="none" w:sz="0" w:space="0" w:color="auto"/>
        <w:left w:val="none" w:sz="0" w:space="0" w:color="auto"/>
        <w:bottom w:val="none" w:sz="0" w:space="0" w:color="auto"/>
        <w:right w:val="none" w:sz="0" w:space="0" w:color="auto"/>
      </w:divBdr>
    </w:div>
    <w:div w:id="633560680">
      <w:bodyDiv w:val="1"/>
      <w:marLeft w:val="0"/>
      <w:marRight w:val="0"/>
      <w:marTop w:val="0"/>
      <w:marBottom w:val="0"/>
      <w:divBdr>
        <w:top w:val="none" w:sz="0" w:space="0" w:color="auto"/>
        <w:left w:val="none" w:sz="0" w:space="0" w:color="auto"/>
        <w:bottom w:val="none" w:sz="0" w:space="0" w:color="auto"/>
        <w:right w:val="none" w:sz="0" w:space="0" w:color="auto"/>
      </w:divBdr>
    </w:div>
    <w:div w:id="633947941">
      <w:bodyDiv w:val="1"/>
      <w:marLeft w:val="0"/>
      <w:marRight w:val="0"/>
      <w:marTop w:val="0"/>
      <w:marBottom w:val="0"/>
      <w:divBdr>
        <w:top w:val="none" w:sz="0" w:space="0" w:color="auto"/>
        <w:left w:val="none" w:sz="0" w:space="0" w:color="auto"/>
        <w:bottom w:val="none" w:sz="0" w:space="0" w:color="auto"/>
        <w:right w:val="none" w:sz="0" w:space="0" w:color="auto"/>
      </w:divBdr>
    </w:div>
    <w:div w:id="634679963">
      <w:bodyDiv w:val="1"/>
      <w:marLeft w:val="0"/>
      <w:marRight w:val="0"/>
      <w:marTop w:val="0"/>
      <w:marBottom w:val="0"/>
      <w:divBdr>
        <w:top w:val="none" w:sz="0" w:space="0" w:color="auto"/>
        <w:left w:val="none" w:sz="0" w:space="0" w:color="auto"/>
        <w:bottom w:val="none" w:sz="0" w:space="0" w:color="auto"/>
        <w:right w:val="none" w:sz="0" w:space="0" w:color="auto"/>
      </w:divBdr>
    </w:div>
    <w:div w:id="634871345">
      <w:bodyDiv w:val="1"/>
      <w:marLeft w:val="0"/>
      <w:marRight w:val="0"/>
      <w:marTop w:val="0"/>
      <w:marBottom w:val="0"/>
      <w:divBdr>
        <w:top w:val="none" w:sz="0" w:space="0" w:color="auto"/>
        <w:left w:val="none" w:sz="0" w:space="0" w:color="auto"/>
        <w:bottom w:val="none" w:sz="0" w:space="0" w:color="auto"/>
        <w:right w:val="none" w:sz="0" w:space="0" w:color="auto"/>
      </w:divBdr>
    </w:div>
    <w:div w:id="635335720">
      <w:bodyDiv w:val="1"/>
      <w:marLeft w:val="0"/>
      <w:marRight w:val="0"/>
      <w:marTop w:val="0"/>
      <w:marBottom w:val="0"/>
      <w:divBdr>
        <w:top w:val="none" w:sz="0" w:space="0" w:color="auto"/>
        <w:left w:val="none" w:sz="0" w:space="0" w:color="auto"/>
        <w:bottom w:val="none" w:sz="0" w:space="0" w:color="auto"/>
        <w:right w:val="none" w:sz="0" w:space="0" w:color="auto"/>
      </w:divBdr>
    </w:div>
    <w:div w:id="635911228">
      <w:bodyDiv w:val="1"/>
      <w:marLeft w:val="0"/>
      <w:marRight w:val="0"/>
      <w:marTop w:val="0"/>
      <w:marBottom w:val="0"/>
      <w:divBdr>
        <w:top w:val="none" w:sz="0" w:space="0" w:color="auto"/>
        <w:left w:val="none" w:sz="0" w:space="0" w:color="auto"/>
        <w:bottom w:val="none" w:sz="0" w:space="0" w:color="auto"/>
        <w:right w:val="none" w:sz="0" w:space="0" w:color="auto"/>
      </w:divBdr>
    </w:div>
    <w:div w:id="636568546">
      <w:bodyDiv w:val="1"/>
      <w:marLeft w:val="0"/>
      <w:marRight w:val="0"/>
      <w:marTop w:val="0"/>
      <w:marBottom w:val="0"/>
      <w:divBdr>
        <w:top w:val="none" w:sz="0" w:space="0" w:color="auto"/>
        <w:left w:val="none" w:sz="0" w:space="0" w:color="auto"/>
        <w:bottom w:val="none" w:sz="0" w:space="0" w:color="auto"/>
        <w:right w:val="none" w:sz="0" w:space="0" w:color="auto"/>
      </w:divBdr>
    </w:div>
    <w:div w:id="636687570">
      <w:bodyDiv w:val="1"/>
      <w:marLeft w:val="0"/>
      <w:marRight w:val="0"/>
      <w:marTop w:val="0"/>
      <w:marBottom w:val="0"/>
      <w:divBdr>
        <w:top w:val="none" w:sz="0" w:space="0" w:color="auto"/>
        <w:left w:val="none" w:sz="0" w:space="0" w:color="auto"/>
        <w:bottom w:val="none" w:sz="0" w:space="0" w:color="auto"/>
        <w:right w:val="none" w:sz="0" w:space="0" w:color="auto"/>
      </w:divBdr>
    </w:div>
    <w:div w:id="636956383">
      <w:bodyDiv w:val="1"/>
      <w:marLeft w:val="0"/>
      <w:marRight w:val="0"/>
      <w:marTop w:val="0"/>
      <w:marBottom w:val="0"/>
      <w:divBdr>
        <w:top w:val="none" w:sz="0" w:space="0" w:color="auto"/>
        <w:left w:val="none" w:sz="0" w:space="0" w:color="auto"/>
        <w:bottom w:val="none" w:sz="0" w:space="0" w:color="auto"/>
        <w:right w:val="none" w:sz="0" w:space="0" w:color="auto"/>
      </w:divBdr>
    </w:div>
    <w:div w:id="638000510">
      <w:bodyDiv w:val="1"/>
      <w:marLeft w:val="0"/>
      <w:marRight w:val="0"/>
      <w:marTop w:val="0"/>
      <w:marBottom w:val="0"/>
      <w:divBdr>
        <w:top w:val="none" w:sz="0" w:space="0" w:color="auto"/>
        <w:left w:val="none" w:sz="0" w:space="0" w:color="auto"/>
        <w:bottom w:val="none" w:sz="0" w:space="0" w:color="auto"/>
        <w:right w:val="none" w:sz="0" w:space="0" w:color="auto"/>
      </w:divBdr>
    </w:div>
    <w:div w:id="638152702">
      <w:bodyDiv w:val="1"/>
      <w:marLeft w:val="0"/>
      <w:marRight w:val="0"/>
      <w:marTop w:val="0"/>
      <w:marBottom w:val="0"/>
      <w:divBdr>
        <w:top w:val="none" w:sz="0" w:space="0" w:color="auto"/>
        <w:left w:val="none" w:sz="0" w:space="0" w:color="auto"/>
        <w:bottom w:val="none" w:sz="0" w:space="0" w:color="auto"/>
        <w:right w:val="none" w:sz="0" w:space="0" w:color="auto"/>
      </w:divBdr>
    </w:div>
    <w:div w:id="638387408">
      <w:bodyDiv w:val="1"/>
      <w:marLeft w:val="0"/>
      <w:marRight w:val="0"/>
      <w:marTop w:val="0"/>
      <w:marBottom w:val="0"/>
      <w:divBdr>
        <w:top w:val="none" w:sz="0" w:space="0" w:color="auto"/>
        <w:left w:val="none" w:sz="0" w:space="0" w:color="auto"/>
        <w:bottom w:val="none" w:sz="0" w:space="0" w:color="auto"/>
        <w:right w:val="none" w:sz="0" w:space="0" w:color="auto"/>
      </w:divBdr>
    </w:div>
    <w:div w:id="638418648">
      <w:bodyDiv w:val="1"/>
      <w:marLeft w:val="0"/>
      <w:marRight w:val="0"/>
      <w:marTop w:val="0"/>
      <w:marBottom w:val="0"/>
      <w:divBdr>
        <w:top w:val="none" w:sz="0" w:space="0" w:color="auto"/>
        <w:left w:val="none" w:sz="0" w:space="0" w:color="auto"/>
        <w:bottom w:val="none" w:sz="0" w:space="0" w:color="auto"/>
        <w:right w:val="none" w:sz="0" w:space="0" w:color="auto"/>
      </w:divBdr>
    </w:div>
    <w:div w:id="638607157">
      <w:bodyDiv w:val="1"/>
      <w:marLeft w:val="0"/>
      <w:marRight w:val="0"/>
      <w:marTop w:val="0"/>
      <w:marBottom w:val="0"/>
      <w:divBdr>
        <w:top w:val="none" w:sz="0" w:space="0" w:color="auto"/>
        <w:left w:val="none" w:sz="0" w:space="0" w:color="auto"/>
        <w:bottom w:val="none" w:sz="0" w:space="0" w:color="auto"/>
        <w:right w:val="none" w:sz="0" w:space="0" w:color="auto"/>
      </w:divBdr>
    </w:div>
    <w:div w:id="638876518">
      <w:bodyDiv w:val="1"/>
      <w:marLeft w:val="0"/>
      <w:marRight w:val="0"/>
      <w:marTop w:val="0"/>
      <w:marBottom w:val="0"/>
      <w:divBdr>
        <w:top w:val="none" w:sz="0" w:space="0" w:color="auto"/>
        <w:left w:val="none" w:sz="0" w:space="0" w:color="auto"/>
        <w:bottom w:val="none" w:sz="0" w:space="0" w:color="auto"/>
        <w:right w:val="none" w:sz="0" w:space="0" w:color="auto"/>
      </w:divBdr>
    </w:div>
    <w:div w:id="638876909">
      <w:bodyDiv w:val="1"/>
      <w:marLeft w:val="0"/>
      <w:marRight w:val="0"/>
      <w:marTop w:val="0"/>
      <w:marBottom w:val="0"/>
      <w:divBdr>
        <w:top w:val="none" w:sz="0" w:space="0" w:color="auto"/>
        <w:left w:val="none" w:sz="0" w:space="0" w:color="auto"/>
        <w:bottom w:val="none" w:sz="0" w:space="0" w:color="auto"/>
        <w:right w:val="none" w:sz="0" w:space="0" w:color="auto"/>
      </w:divBdr>
    </w:div>
    <w:div w:id="639573808">
      <w:bodyDiv w:val="1"/>
      <w:marLeft w:val="0"/>
      <w:marRight w:val="0"/>
      <w:marTop w:val="0"/>
      <w:marBottom w:val="0"/>
      <w:divBdr>
        <w:top w:val="none" w:sz="0" w:space="0" w:color="auto"/>
        <w:left w:val="none" w:sz="0" w:space="0" w:color="auto"/>
        <w:bottom w:val="none" w:sz="0" w:space="0" w:color="auto"/>
        <w:right w:val="none" w:sz="0" w:space="0" w:color="auto"/>
      </w:divBdr>
    </w:div>
    <w:div w:id="640889128">
      <w:bodyDiv w:val="1"/>
      <w:marLeft w:val="0"/>
      <w:marRight w:val="0"/>
      <w:marTop w:val="0"/>
      <w:marBottom w:val="0"/>
      <w:divBdr>
        <w:top w:val="none" w:sz="0" w:space="0" w:color="auto"/>
        <w:left w:val="none" w:sz="0" w:space="0" w:color="auto"/>
        <w:bottom w:val="none" w:sz="0" w:space="0" w:color="auto"/>
        <w:right w:val="none" w:sz="0" w:space="0" w:color="auto"/>
      </w:divBdr>
    </w:div>
    <w:div w:id="641617679">
      <w:bodyDiv w:val="1"/>
      <w:marLeft w:val="0"/>
      <w:marRight w:val="0"/>
      <w:marTop w:val="0"/>
      <w:marBottom w:val="0"/>
      <w:divBdr>
        <w:top w:val="none" w:sz="0" w:space="0" w:color="auto"/>
        <w:left w:val="none" w:sz="0" w:space="0" w:color="auto"/>
        <w:bottom w:val="none" w:sz="0" w:space="0" w:color="auto"/>
        <w:right w:val="none" w:sz="0" w:space="0" w:color="auto"/>
      </w:divBdr>
    </w:div>
    <w:div w:id="641806914">
      <w:bodyDiv w:val="1"/>
      <w:marLeft w:val="0"/>
      <w:marRight w:val="0"/>
      <w:marTop w:val="0"/>
      <w:marBottom w:val="0"/>
      <w:divBdr>
        <w:top w:val="none" w:sz="0" w:space="0" w:color="auto"/>
        <w:left w:val="none" w:sz="0" w:space="0" w:color="auto"/>
        <w:bottom w:val="none" w:sz="0" w:space="0" w:color="auto"/>
        <w:right w:val="none" w:sz="0" w:space="0" w:color="auto"/>
      </w:divBdr>
    </w:div>
    <w:div w:id="642008285">
      <w:bodyDiv w:val="1"/>
      <w:marLeft w:val="0"/>
      <w:marRight w:val="0"/>
      <w:marTop w:val="0"/>
      <w:marBottom w:val="0"/>
      <w:divBdr>
        <w:top w:val="none" w:sz="0" w:space="0" w:color="auto"/>
        <w:left w:val="none" w:sz="0" w:space="0" w:color="auto"/>
        <w:bottom w:val="none" w:sz="0" w:space="0" w:color="auto"/>
        <w:right w:val="none" w:sz="0" w:space="0" w:color="auto"/>
      </w:divBdr>
    </w:div>
    <w:div w:id="642735205">
      <w:bodyDiv w:val="1"/>
      <w:marLeft w:val="0"/>
      <w:marRight w:val="0"/>
      <w:marTop w:val="0"/>
      <w:marBottom w:val="0"/>
      <w:divBdr>
        <w:top w:val="none" w:sz="0" w:space="0" w:color="auto"/>
        <w:left w:val="none" w:sz="0" w:space="0" w:color="auto"/>
        <w:bottom w:val="none" w:sz="0" w:space="0" w:color="auto"/>
        <w:right w:val="none" w:sz="0" w:space="0" w:color="auto"/>
      </w:divBdr>
    </w:div>
    <w:div w:id="643509940">
      <w:bodyDiv w:val="1"/>
      <w:marLeft w:val="0"/>
      <w:marRight w:val="0"/>
      <w:marTop w:val="0"/>
      <w:marBottom w:val="0"/>
      <w:divBdr>
        <w:top w:val="none" w:sz="0" w:space="0" w:color="auto"/>
        <w:left w:val="none" w:sz="0" w:space="0" w:color="auto"/>
        <w:bottom w:val="none" w:sz="0" w:space="0" w:color="auto"/>
        <w:right w:val="none" w:sz="0" w:space="0" w:color="auto"/>
      </w:divBdr>
    </w:div>
    <w:div w:id="643894177">
      <w:bodyDiv w:val="1"/>
      <w:marLeft w:val="0"/>
      <w:marRight w:val="0"/>
      <w:marTop w:val="0"/>
      <w:marBottom w:val="0"/>
      <w:divBdr>
        <w:top w:val="none" w:sz="0" w:space="0" w:color="auto"/>
        <w:left w:val="none" w:sz="0" w:space="0" w:color="auto"/>
        <w:bottom w:val="none" w:sz="0" w:space="0" w:color="auto"/>
        <w:right w:val="none" w:sz="0" w:space="0" w:color="auto"/>
      </w:divBdr>
    </w:div>
    <w:div w:id="644774278">
      <w:bodyDiv w:val="1"/>
      <w:marLeft w:val="0"/>
      <w:marRight w:val="0"/>
      <w:marTop w:val="0"/>
      <w:marBottom w:val="0"/>
      <w:divBdr>
        <w:top w:val="none" w:sz="0" w:space="0" w:color="auto"/>
        <w:left w:val="none" w:sz="0" w:space="0" w:color="auto"/>
        <w:bottom w:val="none" w:sz="0" w:space="0" w:color="auto"/>
        <w:right w:val="none" w:sz="0" w:space="0" w:color="auto"/>
      </w:divBdr>
    </w:div>
    <w:div w:id="644821255">
      <w:bodyDiv w:val="1"/>
      <w:marLeft w:val="0"/>
      <w:marRight w:val="0"/>
      <w:marTop w:val="0"/>
      <w:marBottom w:val="0"/>
      <w:divBdr>
        <w:top w:val="none" w:sz="0" w:space="0" w:color="auto"/>
        <w:left w:val="none" w:sz="0" w:space="0" w:color="auto"/>
        <w:bottom w:val="none" w:sz="0" w:space="0" w:color="auto"/>
        <w:right w:val="none" w:sz="0" w:space="0" w:color="auto"/>
      </w:divBdr>
    </w:div>
    <w:div w:id="644898093">
      <w:bodyDiv w:val="1"/>
      <w:marLeft w:val="0"/>
      <w:marRight w:val="0"/>
      <w:marTop w:val="0"/>
      <w:marBottom w:val="0"/>
      <w:divBdr>
        <w:top w:val="none" w:sz="0" w:space="0" w:color="auto"/>
        <w:left w:val="none" w:sz="0" w:space="0" w:color="auto"/>
        <w:bottom w:val="none" w:sz="0" w:space="0" w:color="auto"/>
        <w:right w:val="none" w:sz="0" w:space="0" w:color="auto"/>
      </w:divBdr>
    </w:div>
    <w:div w:id="645013036">
      <w:bodyDiv w:val="1"/>
      <w:marLeft w:val="0"/>
      <w:marRight w:val="0"/>
      <w:marTop w:val="0"/>
      <w:marBottom w:val="0"/>
      <w:divBdr>
        <w:top w:val="none" w:sz="0" w:space="0" w:color="auto"/>
        <w:left w:val="none" w:sz="0" w:space="0" w:color="auto"/>
        <w:bottom w:val="none" w:sz="0" w:space="0" w:color="auto"/>
        <w:right w:val="none" w:sz="0" w:space="0" w:color="auto"/>
      </w:divBdr>
    </w:div>
    <w:div w:id="645090410">
      <w:bodyDiv w:val="1"/>
      <w:marLeft w:val="0"/>
      <w:marRight w:val="0"/>
      <w:marTop w:val="0"/>
      <w:marBottom w:val="0"/>
      <w:divBdr>
        <w:top w:val="none" w:sz="0" w:space="0" w:color="auto"/>
        <w:left w:val="none" w:sz="0" w:space="0" w:color="auto"/>
        <w:bottom w:val="none" w:sz="0" w:space="0" w:color="auto"/>
        <w:right w:val="none" w:sz="0" w:space="0" w:color="auto"/>
      </w:divBdr>
    </w:div>
    <w:div w:id="645936802">
      <w:bodyDiv w:val="1"/>
      <w:marLeft w:val="0"/>
      <w:marRight w:val="0"/>
      <w:marTop w:val="0"/>
      <w:marBottom w:val="0"/>
      <w:divBdr>
        <w:top w:val="none" w:sz="0" w:space="0" w:color="auto"/>
        <w:left w:val="none" w:sz="0" w:space="0" w:color="auto"/>
        <w:bottom w:val="none" w:sz="0" w:space="0" w:color="auto"/>
        <w:right w:val="none" w:sz="0" w:space="0" w:color="auto"/>
      </w:divBdr>
    </w:div>
    <w:div w:id="646515714">
      <w:bodyDiv w:val="1"/>
      <w:marLeft w:val="0"/>
      <w:marRight w:val="0"/>
      <w:marTop w:val="0"/>
      <w:marBottom w:val="0"/>
      <w:divBdr>
        <w:top w:val="none" w:sz="0" w:space="0" w:color="auto"/>
        <w:left w:val="none" w:sz="0" w:space="0" w:color="auto"/>
        <w:bottom w:val="none" w:sz="0" w:space="0" w:color="auto"/>
        <w:right w:val="none" w:sz="0" w:space="0" w:color="auto"/>
      </w:divBdr>
    </w:div>
    <w:div w:id="647369711">
      <w:bodyDiv w:val="1"/>
      <w:marLeft w:val="0"/>
      <w:marRight w:val="0"/>
      <w:marTop w:val="0"/>
      <w:marBottom w:val="0"/>
      <w:divBdr>
        <w:top w:val="none" w:sz="0" w:space="0" w:color="auto"/>
        <w:left w:val="none" w:sz="0" w:space="0" w:color="auto"/>
        <w:bottom w:val="none" w:sz="0" w:space="0" w:color="auto"/>
        <w:right w:val="none" w:sz="0" w:space="0" w:color="auto"/>
      </w:divBdr>
    </w:div>
    <w:div w:id="647519540">
      <w:bodyDiv w:val="1"/>
      <w:marLeft w:val="0"/>
      <w:marRight w:val="0"/>
      <w:marTop w:val="0"/>
      <w:marBottom w:val="0"/>
      <w:divBdr>
        <w:top w:val="none" w:sz="0" w:space="0" w:color="auto"/>
        <w:left w:val="none" w:sz="0" w:space="0" w:color="auto"/>
        <w:bottom w:val="none" w:sz="0" w:space="0" w:color="auto"/>
        <w:right w:val="none" w:sz="0" w:space="0" w:color="auto"/>
      </w:divBdr>
    </w:div>
    <w:div w:id="647780397">
      <w:bodyDiv w:val="1"/>
      <w:marLeft w:val="0"/>
      <w:marRight w:val="0"/>
      <w:marTop w:val="0"/>
      <w:marBottom w:val="0"/>
      <w:divBdr>
        <w:top w:val="none" w:sz="0" w:space="0" w:color="auto"/>
        <w:left w:val="none" w:sz="0" w:space="0" w:color="auto"/>
        <w:bottom w:val="none" w:sz="0" w:space="0" w:color="auto"/>
        <w:right w:val="none" w:sz="0" w:space="0" w:color="auto"/>
      </w:divBdr>
    </w:div>
    <w:div w:id="647973925">
      <w:bodyDiv w:val="1"/>
      <w:marLeft w:val="0"/>
      <w:marRight w:val="0"/>
      <w:marTop w:val="0"/>
      <w:marBottom w:val="0"/>
      <w:divBdr>
        <w:top w:val="none" w:sz="0" w:space="0" w:color="auto"/>
        <w:left w:val="none" w:sz="0" w:space="0" w:color="auto"/>
        <w:bottom w:val="none" w:sz="0" w:space="0" w:color="auto"/>
        <w:right w:val="none" w:sz="0" w:space="0" w:color="auto"/>
      </w:divBdr>
    </w:div>
    <w:div w:id="647975578">
      <w:bodyDiv w:val="1"/>
      <w:marLeft w:val="0"/>
      <w:marRight w:val="0"/>
      <w:marTop w:val="0"/>
      <w:marBottom w:val="0"/>
      <w:divBdr>
        <w:top w:val="none" w:sz="0" w:space="0" w:color="auto"/>
        <w:left w:val="none" w:sz="0" w:space="0" w:color="auto"/>
        <w:bottom w:val="none" w:sz="0" w:space="0" w:color="auto"/>
        <w:right w:val="none" w:sz="0" w:space="0" w:color="auto"/>
      </w:divBdr>
    </w:div>
    <w:div w:id="649016224">
      <w:bodyDiv w:val="1"/>
      <w:marLeft w:val="0"/>
      <w:marRight w:val="0"/>
      <w:marTop w:val="0"/>
      <w:marBottom w:val="0"/>
      <w:divBdr>
        <w:top w:val="none" w:sz="0" w:space="0" w:color="auto"/>
        <w:left w:val="none" w:sz="0" w:space="0" w:color="auto"/>
        <w:bottom w:val="none" w:sz="0" w:space="0" w:color="auto"/>
        <w:right w:val="none" w:sz="0" w:space="0" w:color="auto"/>
      </w:divBdr>
    </w:div>
    <w:div w:id="649821948">
      <w:bodyDiv w:val="1"/>
      <w:marLeft w:val="0"/>
      <w:marRight w:val="0"/>
      <w:marTop w:val="0"/>
      <w:marBottom w:val="0"/>
      <w:divBdr>
        <w:top w:val="none" w:sz="0" w:space="0" w:color="auto"/>
        <w:left w:val="none" w:sz="0" w:space="0" w:color="auto"/>
        <w:bottom w:val="none" w:sz="0" w:space="0" w:color="auto"/>
        <w:right w:val="none" w:sz="0" w:space="0" w:color="auto"/>
      </w:divBdr>
    </w:div>
    <w:div w:id="649870763">
      <w:bodyDiv w:val="1"/>
      <w:marLeft w:val="0"/>
      <w:marRight w:val="0"/>
      <w:marTop w:val="0"/>
      <w:marBottom w:val="0"/>
      <w:divBdr>
        <w:top w:val="none" w:sz="0" w:space="0" w:color="auto"/>
        <w:left w:val="none" w:sz="0" w:space="0" w:color="auto"/>
        <w:bottom w:val="none" w:sz="0" w:space="0" w:color="auto"/>
        <w:right w:val="none" w:sz="0" w:space="0" w:color="auto"/>
      </w:divBdr>
    </w:div>
    <w:div w:id="651252327">
      <w:bodyDiv w:val="1"/>
      <w:marLeft w:val="0"/>
      <w:marRight w:val="0"/>
      <w:marTop w:val="0"/>
      <w:marBottom w:val="0"/>
      <w:divBdr>
        <w:top w:val="none" w:sz="0" w:space="0" w:color="auto"/>
        <w:left w:val="none" w:sz="0" w:space="0" w:color="auto"/>
        <w:bottom w:val="none" w:sz="0" w:space="0" w:color="auto"/>
        <w:right w:val="none" w:sz="0" w:space="0" w:color="auto"/>
      </w:divBdr>
    </w:div>
    <w:div w:id="651562651">
      <w:bodyDiv w:val="1"/>
      <w:marLeft w:val="0"/>
      <w:marRight w:val="0"/>
      <w:marTop w:val="0"/>
      <w:marBottom w:val="0"/>
      <w:divBdr>
        <w:top w:val="none" w:sz="0" w:space="0" w:color="auto"/>
        <w:left w:val="none" w:sz="0" w:space="0" w:color="auto"/>
        <w:bottom w:val="none" w:sz="0" w:space="0" w:color="auto"/>
        <w:right w:val="none" w:sz="0" w:space="0" w:color="auto"/>
      </w:divBdr>
    </w:div>
    <w:div w:id="652103650">
      <w:bodyDiv w:val="1"/>
      <w:marLeft w:val="0"/>
      <w:marRight w:val="0"/>
      <w:marTop w:val="0"/>
      <w:marBottom w:val="0"/>
      <w:divBdr>
        <w:top w:val="none" w:sz="0" w:space="0" w:color="auto"/>
        <w:left w:val="none" w:sz="0" w:space="0" w:color="auto"/>
        <w:bottom w:val="none" w:sz="0" w:space="0" w:color="auto"/>
        <w:right w:val="none" w:sz="0" w:space="0" w:color="auto"/>
      </w:divBdr>
    </w:div>
    <w:div w:id="652370193">
      <w:bodyDiv w:val="1"/>
      <w:marLeft w:val="0"/>
      <w:marRight w:val="0"/>
      <w:marTop w:val="0"/>
      <w:marBottom w:val="0"/>
      <w:divBdr>
        <w:top w:val="none" w:sz="0" w:space="0" w:color="auto"/>
        <w:left w:val="none" w:sz="0" w:space="0" w:color="auto"/>
        <w:bottom w:val="none" w:sz="0" w:space="0" w:color="auto"/>
        <w:right w:val="none" w:sz="0" w:space="0" w:color="auto"/>
      </w:divBdr>
    </w:div>
    <w:div w:id="652491584">
      <w:bodyDiv w:val="1"/>
      <w:marLeft w:val="0"/>
      <w:marRight w:val="0"/>
      <w:marTop w:val="0"/>
      <w:marBottom w:val="0"/>
      <w:divBdr>
        <w:top w:val="none" w:sz="0" w:space="0" w:color="auto"/>
        <w:left w:val="none" w:sz="0" w:space="0" w:color="auto"/>
        <w:bottom w:val="none" w:sz="0" w:space="0" w:color="auto"/>
        <w:right w:val="none" w:sz="0" w:space="0" w:color="auto"/>
      </w:divBdr>
    </w:div>
    <w:div w:id="653487788">
      <w:bodyDiv w:val="1"/>
      <w:marLeft w:val="0"/>
      <w:marRight w:val="0"/>
      <w:marTop w:val="0"/>
      <w:marBottom w:val="0"/>
      <w:divBdr>
        <w:top w:val="none" w:sz="0" w:space="0" w:color="auto"/>
        <w:left w:val="none" w:sz="0" w:space="0" w:color="auto"/>
        <w:bottom w:val="none" w:sz="0" w:space="0" w:color="auto"/>
        <w:right w:val="none" w:sz="0" w:space="0" w:color="auto"/>
      </w:divBdr>
    </w:div>
    <w:div w:id="653729371">
      <w:bodyDiv w:val="1"/>
      <w:marLeft w:val="0"/>
      <w:marRight w:val="0"/>
      <w:marTop w:val="0"/>
      <w:marBottom w:val="0"/>
      <w:divBdr>
        <w:top w:val="none" w:sz="0" w:space="0" w:color="auto"/>
        <w:left w:val="none" w:sz="0" w:space="0" w:color="auto"/>
        <w:bottom w:val="none" w:sz="0" w:space="0" w:color="auto"/>
        <w:right w:val="none" w:sz="0" w:space="0" w:color="auto"/>
      </w:divBdr>
    </w:div>
    <w:div w:id="653874391">
      <w:bodyDiv w:val="1"/>
      <w:marLeft w:val="0"/>
      <w:marRight w:val="0"/>
      <w:marTop w:val="0"/>
      <w:marBottom w:val="0"/>
      <w:divBdr>
        <w:top w:val="none" w:sz="0" w:space="0" w:color="auto"/>
        <w:left w:val="none" w:sz="0" w:space="0" w:color="auto"/>
        <w:bottom w:val="none" w:sz="0" w:space="0" w:color="auto"/>
        <w:right w:val="none" w:sz="0" w:space="0" w:color="auto"/>
      </w:divBdr>
    </w:div>
    <w:div w:id="654915680">
      <w:bodyDiv w:val="1"/>
      <w:marLeft w:val="0"/>
      <w:marRight w:val="0"/>
      <w:marTop w:val="0"/>
      <w:marBottom w:val="0"/>
      <w:divBdr>
        <w:top w:val="none" w:sz="0" w:space="0" w:color="auto"/>
        <w:left w:val="none" w:sz="0" w:space="0" w:color="auto"/>
        <w:bottom w:val="none" w:sz="0" w:space="0" w:color="auto"/>
        <w:right w:val="none" w:sz="0" w:space="0" w:color="auto"/>
      </w:divBdr>
    </w:div>
    <w:div w:id="655189169">
      <w:bodyDiv w:val="1"/>
      <w:marLeft w:val="0"/>
      <w:marRight w:val="0"/>
      <w:marTop w:val="0"/>
      <w:marBottom w:val="0"/>
      <w:divBdr>
        <w:top w:val="none" w:sz="0" w:space="0" w:color="auto"/>
        <w:left w:val="none" w:sz="0" w:space="0" w:color="auto"/>
        <w:bottom w:val="none" w:sz="0" w:space="0" w:color="auto"/>
        <w:right w:val="none" w:sz="0" w:space="0" w:color="auto"/>
      </w:divBdr>
    </w:div>
    <w:div w:id="655765318">
      <w:bodyDiv w:val="1"/>
      <w:marLeft w:val="0"/>
      <w:marRight w:val="0"/>
      <w:marTop w:val="0"/>
      <w:marBottom w:val="0"/>
      <w:divBdr>
        <w:top w:val="none" w:sz="0" w:space="0" w:color="auto"/>
        <w:left w:val="none" w:sz="0" w:space="0" w:color="auto"/>
        <w:bottom w:val="none" w:sz="0" w:space="0" w:color="auto"/>
        <w:right w:val="none" w:sz="0" w:space="0" w:color="auto"/>
      </w:divBdr>
    </w:div>
    <w:div w:id="657998715">
      <w:bodyDiv w:val="1"/>
      <w:marLeft w:val="0"/>
      <w:marRight w:val="0"/>
      <w:marTop w:val="0"/>
      <w:marBottom w:val="0"/>
      <w:divBdr>
        <w:top w:val="none" w:sz="0" w:space="0" w:color="auto"/>
        <w:left w:val="none" w:sz="0" w:space="0" w:color="auto"/>
        <w:bottom w:val="none" w:sz="0" w:space="0" w:color="auto"/>
        <w:right w:val="none" w:sz="0" w:space="0" w:color="auto"/>
      </w:divBdr>
    </w:div>
    <w:div w:id="658122957">
      <w:bodyDiv w:val="1"/>
      <w:marLeft w:val="0"/>
      <w:marRight w:val="0"/>
      <w:marTop w:val="0"/>
      <w:marBottom w:val="0"/>
      <w:divBdr>
        <w:top w:val="none" w:sz="0" w:space="0" w:color="auto"/>
        <w:left w:val="none" w:sz="0" w:space="0" w:color="auto"/>
        <w:bottom w:val="none" w:sz="0" w:space="0" w:color="auto"/>
        <w:right w:val="none" w:sz="0" w:space="0" w:color="auto"/>
      </w:divBdr>
    </w:div>
    <w:div w:id="659312707">
      <w:bodyDiv w:val="1"/>
      <w:marLeft w:val="0"/>
      <w:marRight w:val="0"/>
      <w:marTop w:val="0"/>
      <w:marBottom w:val="0"/>
      <w:divBdr>
        <w:top w:val="none" w:sz="0" w:space="0" w:color="auto"/>
        <w:left w:val="none" w:sz="0" w:space="0" w:color="auto"/>
        <w:bottom w:val="none" w:sz="0" w:space="0" w:color="auto"/>
        <w:right w:val="none" w:sz="0" w:space="0" w:color="auto"/>
      </w:divBdr>
    </w:div>
    <w:div w:id="659390357">
      <w:bodyDiv w:val="1"/>
      <w:marLeft w:val="0"/>
      <w:marRight w:val="0"/>
      <w:marTop w:val="0"/>
      <w:marBottom w:val="0"/>
      <w:divBdr>
        <w:top w:val="none" w:sz="0" w:space="0" w:color="auto"/>
        <w:left w:val="none" w:sz="0" w:space="0" w:color="auto"/>
        <w:bottom w:val="none" w:sz="0" w:space="0" w:color="auto"/>
        <w:right w:val="none" w:sz="0" w:space="0" w:color="auto"/>
      </w:divBdr>
    </w:div>
    <w:div w:id="659844194">
      <w:bodyDiv w:val="1"/>
      <w:marLeft w:val="0"/>
      <w:marRight w:val="0"/>
      <w:marTop w:val="0"/>
      <w:marBottom w:val="0"/>
      <w:divBdr>
        <w:top w:val="none" w:sz="0" w:space="0" w:color="auto"/>
        <w:left w:val="none" w:sz="0" w:space="0" w:color="auto"/>
        <w:bottom w:val="none" w:sz="0" w:space="0" w:color="auto"/>
        <w:right w:val="none" w:sz="0" w:space="0" w:color="auto"/>
      </w:divBdr>
    </w:div>
    <w:div w:id="659844771">
      <w:bodyDiv w:val="1"/>
      <w:marLeft w:val="0"/>
      <w:marRight w:val="0"/>
      <w:marTop w:val="0"/>
      <w:marBottom w:val="0"/>
      <w:divBdr>
        <w:top w:val="none" w:sz="0" w:space="0" w:color="auto"/>
        <w:left w:val="none" w:sz="0" w:space="0" w:color="auto"/>
        <w:bottom w:val="none" w:sz="0" w:space="0" w:color="auto"/>
        <w:right w:val="none" w:sz="0" w:space="0" w:color="auto"/>
      </w:divBdr>
    </w:div>
    <w:div w:id="660282101">
      <w:bodyDiv w:val="1"/>
      <w:marLeft w:val="0"/>
      <w:marRight w:val="0"/>
      <w:marTop w:val="0"/>
      <w:marBottom w:val="0"/>
      <w:divBdr>
        <w:top w:val="none" w:sz="0" w:space="0" w:color="auto"/>
        <w:left w:val="none" w:sz="0" w:space="0" w:color="auto"/>
        <w:bottom w:val="none" w:sz="0" w:space="0" w:color="auto"/>
        <w:right w:val="none" w:sz="0" w:space="0" w:color="auto"/>
      </w:divBdr>
    </w:div>
    <w:div w:id="660625440">
      <w:bodyDiv w:val="1"/>
      <w:marLeft w:val="0"/>
      <w:marRight w:val="0"/>
      <w:marTop w:val="0"/>
      <w:marBottom w:val="0"/>
      <w:divBdr>
        <w:top w:val="none" w:sz="0" w:space="0" w:color="auto"/>
        <w:left w:val="none" w:sz="0" w:space="0" w:color="auto"/>
        <w:bottom w:val="none" w:sz="0" w:space="0" w:color="auto"/>
        <w:right w:val="none" w:sz="0" w:space="0" w:color="auto"/>
      </w:divBdr>
    </w:div>
    <w:div w:id="662468517">
      <w:bodyDiv w:val="1"/>
      <w:marLeft w:val="0"/>
      <w:marRight w:val="0"/>
      <w:marTop w:val="0"/>
      <w:marBottom w:val="0"/>
      <w:divBdr>
        <w:top w:val="none" w:sz="0" w:space="0" w:color="auto"/>
        <w:left w:val="none" w:sz="0" w:space="0" w:color="auto"/>
        <w:bottom w:val="none" w:sz="0" w:space="0" w:color="auto"/>
        <w:right w:val="none" w:sz="0" w:space="0" w:color="auto"/>
      </w:divBdr>
    </w:div>
    <w:div w:id="663243313">
      <w:bodyDiv w:val="1"/>
      <w:marLeft w:val="0"/>
      <w:marRight w:val="0"/>
      <w:marTop w:val="0"/>
      <w:marBottom w:val="0"/>
      <w:divBdr>
        <w:top w:val="none" w:sz="0" w:space="0" w:color="auto"/>
        <w:left w:val="none" w:sz="0" w:space="0" w:color="auto"/>
        <w:bottom w:val="none" w:sz="0" w:space="0" w:color="auto"/>
        <w:right w:val="none" w:sz="0" w:space="0" w:color="auto"/>
      </w:divBdr>
    </w:div>
    <w:div w:id="663708848">
      <w:bodyDiv w:val="1"/>
      <w:marLeft w:val="0"/>
      <w:marRight w:val="0"/>
      <w:marTop w:val="0"/>
      <w:marBottom w:val="0"/>
      <w:divBdr>
        <w:top w:val="none" w:sz="0" w:space="0" w:color="auto"/>
        <w:left w:val="none" w:sz="0" w:space="0" w:color="auto"/>
        <w:bottom w:val="none" w:sz="0" w:space="0" w:color="auto"/>
        <w:right w:val="none" w:sz="0" w:space="0" w:color="auto"/>
      </w:divBdr>
    </w:div>
    <w:div w:id="665744608">
      <w:bodyDiv w:val="1"/>
      <w:marLeft w:val="0"/>
      <w:marRight w:val="0"/>
      <w:marTop w:val="0"/>
      <w:marBottom w:val="0"/>
      <w:divBdr>
        <w:top w:val="none" w:sz="0" w:space="0" w:color="auto"/>
        <w:left w:val="none" w:sz="0" w:space="0" w:color="auto"/>
        <w:bottom w:val="none" w:sz="0" w:space="0" w:color="auto"/>
        <w:right w:val="none" w:sz="0" w:space="0" w:color="auto"/>
      </w:divBdr>
    </w:div>
    <w:div w:id="666249774">
      <w:bodyDiv w:val="1"/>
      <w:marLeft w:val="0"/>
      <w:marRight w:val="0"/>
      <w:marTop w:val="0"/>
      <w:marBottom w:val="0"/>
      <w:divBdr>
        <w:top w:val="none" w:sz="0" w:space="0" w:color="auto"/>
        <w:left w:val="none" w:sz="0" w:space="0" w:color="auto"/>
        <w:bottom w:val="none" w:sz="0" w:space="0" w:color="auto"/>
        <w:right w:val="none" w:sz="0" w:space="0" w:color="auto"/>
      </w:divBdr>
    </w:div>
    <w:div w:id="668752703">
      <w:bodyDiv w:val="1"/>
      <w:marLeft w:val="0"/>
      <w:marRight w:val="0"/>
      <w:marTop w:val="0"/>
      <w:marBottom w:val="0"/>
      <w:divBdr>
        <w:top w:val="none" w:sz="0" w:space="0" w:color="auto"/>
        <w:left w:val="none" w:sz="0" w:space="0" w:color="auto"/>
        <w:bottom w:val="none" w:sz="0" w:space="0" w:color="auto"/>
        <w:right w:val="none" w:sz="0" w:space="0" w:color="auto"/>
      </w:divBdr>
    </w:div>
    <w:div w:id="668756402">
      <w:bodyDiv w:val="1"/>
      <w:marLeft w:val="0"/>
      <w:marRight w:val="0"/>
      <w:marTop w:val="0"/>
      <w:marBottom w:val="0"/>
      <w:divBdr>
        <w:top w:val="none" w:sz="0" w:space="0" w:color="auto"/>
        <w:left w:val="none" w:sz="0" w:space="0" w:color="auto"/>
        <w:bottom w:val="none" w:sz="0" w:space="0" w:color="auto"/>
        <w:right w:val="none" w:sz="0" w:space="0" w:color="auto"/>
      </w:divBdr>
    </w:div>
    <w:div w:id="668868858">
      <w:bodyDiv w:val="1"/>
      <w:marLeft w:val="0"/>
      <w:marRight w:val="0"/>
      <w:marTop w:val="0"/>
      <w:marBottom w:val="0"/>
      <w:divBdr>
        <w:top w:val="none" w:sz="0" w:space="0" w:color="auto"/>
        <w:left w:val="none" w:sz="0" w:space="0" w:color="auto"/>
        <w:bottom w:val="none" w:sz="0" w:space="0" w:color="auto"/>
        <w:right w:val="none" w:sz="0" w:space="0" w:color="auto"/>
      </w:divBdr>
    </w:div>
    <w:div w:id="669135126">
      <w:bodyDiv w:val="1"/>
      <w:marLeft w:val="0"/>
      <w:marRight w:val="0"/>
      <w:marTop w:val="0"/>
      <w:marBottom w:val="0"/>
      <w:divBdr>
        <w:top w:val="none" w:sz="0" w:space="0" w:color="auto"/>
        <w:left w:val="none" w:sz="0" w:space="0" w:color="auto"/>
        <w:bottom w:val="none" w:sz="0" w:space="0" w:color="auto"/>
        <w:right w:val="none" w:sz="0" w:space="0" w:color="auto"/>
      </w:divBdr>
    </w:div>
    <w:div w:id="670958760">
      <w:bodyDiv w:val="1"/>
      <w:marLeft w:val="0"/>
      <w:marRight w:val="0"/>
      <w:marTop w:val="0"/>
      <w:marBottom w:val="0"/>
      <w:divBdr>
        <w:top w:val="none" w:sz="0" w:space="0" w:color="auto"/>
        <w:left w:val="none" w:sz="0" w:space="0" w:color="auto"/>
        <w:bottom w:val="none" w:sz="0" w:space="0" w:color="auto"/>
        <w:right w:val="none" w:sz="0" w:space="0" w:color="auto"/>
      </w:divBdr>
    </w:div>
    <w:div w:id="671108785">
      <w:bodyDiv w:val="1"/>
      <w:marLeft w:val="0"/>
      <w:marRight w:val="0"/>
      <w:marTop w:val="0"/>
      <w:marBottom w:val="0"/>
      <w:divBdr>
        <w:top w:val="none" w:sz="0" w:space="0" w:color="auto"/>
        <w:left w:val="none" w:sz="0" w:space="0" w:color="auto"/>
        <w:bottom w:val="none" w:sz="0" w:space="0" w:color="auto"/>
        <w:right w:val="none" w:sz="0" w:space="0" w:color="auto"/>
      </w:divBdr>
    </w:div>
    <w:div w:id="671876975">
      <w:bodyDiv w:val="1"/>
      <w:marLeft w:val="0"/>
      <w:marRight w:val="0"/>
      <w:marTop w:val="0"/>
      <w:marBottom w:val="0"/>
      <w:divBdr>
        <w:top w:val="none" w:sz="0" w:space="0" w:color="auto"/>
        <w:left w:val="none" w:sz="0" w:space="0" w:color="auto"/>
        <w:bottom w:val="none" w:sz="0" w:space="0" w:color="auto"/>
        <w:right w:val="none" w:sz="0" w:space="0" w:color="auto"/>
      </w:divBdr>
    </w:div>
    <w:div w:id="672149771">
      <w:bodyDiv w:val="1"/>
      <w:marLeft w:val="0"/>
      <w:marRight w:val="0"/>
      <w:marTop w:val="0"/>
      <w:marBottom w:val="0"/>
      <w:divBdr>
        <w:top w:val="none" w:sz="0" w:space="0" w:color="auto"/>
        <w:left w:val="none" w:sz="0" w:space="0" w:color="auto"/>
        <w:bottom w:val="none" w:sz="0" w:space="0" w:color="auto"/>
        <w:right w:val="none" w:sz="0" w:space="0" w:color="auto"/>
      </w:divBdr>
    </w:div>
    <w:div w:id="673386501">
      <w:bodyDiv w:val="1"/>
      <w:marLeft w:val="0"/>
      <w:marRight w:val="0"/>
      <w:marTop w:val="0"/>
      <w:marBottom w:val="0"/>
      <w:divBdr>
        <w:top w:val="none" w:sz="0" w:space="0" w:color="auto"/>
        <w:left w:val="none" w:sz="0" w:space="0" w:color="auto"/>
        <w:bottom w:val="none" w:sz="0" w:space="0" w:color="auto"/>
        <w:right w:val="none" w:sz="0" w:space="0" w:color="auto"/>
      </w:divBdr>
    </w:div>
    <w:div w:id="674039445">
      <w:bodyDiv w:val="1"/>
      <w:marLeft w:val="0"/>
      <w:marRight w:val="0"/>
      <w:marTop w:val="0"/>
      <w:marBottom w:val="0"/>
      <w:divBdr>
        <w:top w:val="none" w:sz="0" w:space="0" w:color="auto"/>
        <w:left w:val="none" w:sz="0" w:space="0" w:color="auto"/>
        <w:bottom w:val="none" w:sz="0" w:space="0" w:color="auto"/>
        <w:right w:val="none" w:sz="0" w:space="0" w:color="auto"/>
      </w:divBdr>
    </w:div>
    <w:div w:id="674574884">
      <w:bodyDiv w:val="1"/>
      <w:marLeft w:val="0"/>
      <w:marRight w:val="0"/>
      <w:marTop w:val="0"/>
      <w:marBottom w:val="0"/>
      <w:divBdr>
        <w:top w:val="none" w:sz="0" w:space="0" w:color="auto"/>
        <w:left w:val="none" w:sz="0" w:space="0" w:color="auto"/>
        <w:bottom w:val="none" w:sz="0" w:space="0" w:color="auto"/>
        <w:right w:val="none" w:sz="0" w:space="0" w:color="auto"/>
      </w:divBdr>
    </w:div>
    <w:div w:id="674646089">
      <w:bodyDiv w:val="1"/>
      <w:marLeft w:val="0"/>
      <w:marRight w:val="0"/>
      <w:marTop w:val="0"/>
      <w:marBottom w:val="0"/>
      <w:divBdr>
        <w:top w:val="none" w:sz="0" w:space="0" w:color="auto"/>
        <w:left w:val="none" w:sz="0" w:space="0" w:color="auto"/>
        <w:bottom w:val="none" w:sz="0" w:space="0" w:color="auto"/>
        <w:right w:val="none" w:sz="0" w:space="0" w:color="auto"/>
      </w:divBdr>
    </w:div>
    <w:div w:id="675500679">
      <w:bodyDiv w:val="1"/>
      <w:marLeft w:val="0"/>
      <w:marRight w:val="0"/>
      <w:marTop w:val="0"/>
      <w:marBottom w:val="0"/>
      <w:divBdr>
        <w:top w:val="none" w:sz="0" w:space="0" w:color="auto"/>
        <w:left w:val="none" w:sz="0" w:space="0" w:color="auto"/>
        <w:bottom w:val="none" w:sz="0" w:space="0" w:color="auto"/>
        <w:right w:val="none" w:sz="0" w:space="0" w:color="auto"/>
      </w:divBdr>
    </w:div>
    <w:div w:id="676274063">
      <w:bodyDiv w:val="1"/>
      <w:marLeft w:val="0"/>
      <w:marRight w:val="0"/>
      <w:marTop w:val="0"/>
      <w:marBottom w:val="0"/>
      <w:divBdr>
        <w:top w:val="none" w:sz="0" w:space="0" w:color="auto"/>
        <w:left w:val="none" w:sz="0" w:space="0" w:color="auto"/>
        <w:bottom w:val="none" w:sz="0" w:space="0" w:color="auto"/>
        <w:right w:val="none" w:sz="0" w:space="0" w:color="auto"/>
      </w:divBdr>
    </w:div>
    <w:div w:id="676274832">
      <w:bodyDiv w:val="1"/>
      <w:marLeft w:val="0"/>
      <w:marRight w:val="0"/>
      <w:marTop w:val="0"/>
      <w:marBottom w:val="0"/>
      <w:divBdr>
        <w:top w:val="none" w:sz="0" w:space="0" w:color="auto"/>
        <w:left w:val="none" w:sz="0" w:space="0" w:color="auto"/>
        <w:bottom w:val="none" w:sz="0" w:space="0" w:color="auto"/>
        <w:right w:val="none" w:sz="0" w:space="0" w:color="auto"/>
      </w:divBdr>
    </w:div>
    <w:div w:id="676806523">
      <w:bodyDiv w:val="1"/>
      <w:marLeft w:val="0"/>
      <w:marRight w:val="0"/>
      <w:marTop w:val="0"/>
      <w:marBottom w:val="0"/>
      <w:divBdr>
        <w:top w:val="none" w:sz="0" w:space="0" w:color="auto"/>
        <w:left w:val="none" w:sz="0" w:space="0" w:color="auto"/>
        <w:bottom w:val="none" w:sz="0" w:space="0" w:color="auto"/>
        <w:right w:val="none" w:sz="0" w:space="0" w:color="auto"/>
      </w:divBdr>
    </w:div>
    <w:div w:id="677123842">
      <w:bodyDiv w:val="1"/>
      <w:marLeft w:val="0"/>
      <w:marRight w:val="0"/>
      <w:marTop w:val="0"/>
      <w:marBottom w:val="0"/>
      <w:divBdr>
        <w:top w:val="none" w:sz="0" w:space="0" w:color="auto"/>
        <w:left w:val="none" w:sz="0" w:space="0" w:color="auto"/>
        <w:bottom w:val="none" w:sz="0" w:space="0" w:color="auto"/>
        <w:right w:val="none" w:sz="0" w:space="0" w:color="auto"/>
      </w:divBdr>
    </w:div>
    <w:div w:id="677734640">
      <w:bodyDiv w:val="1"/>
      <w:marLeft w:val="0"/>
      <w:marRight w:val="0"/>
      <w:marTop w:val="0"/>
      <w:marBottom w:val="0"/>
      <w:divBdr>
        <w:top w:val="none" w:sz="0" w:space="0" w:color="auto"/>
        <w:left w:val="none" w:sz="0" w:space="0" w:color="auto"/>
        <w:bottom w:val="none" w:sz="0" w:space="0" w:color="auto"/>
        <w:right w:val="none" w:sz="0" w:space="0" w:color="auto"/>
      </w:divBdr>
    </w:div>
    <w:div w:id="678434333">
      <w:bodyDiv w:val="1"/>
      <w:marLeft w:val="0"/>
      <w:marRight w:val="0"/>
      <w:marTop w:val="0"/>
      <w:marBottom w:val="0"/>
      <w:divBdr>
        <w:top w:val="none" w:sz="0" w:space="0" w:color="auto"/>
        <w:left w:val="none" w:sz="0" w:space="0" w:color="auto"/>
        <w:bottom w:val="none" w:sz="0" w:space="0" w:color="auto"/>
        <w:right w:val="none" w:sz="0" w:space="0" w:color="auto"/>
      </w:divBdr>
    </w:div>
    <w:div w:id="678972197">
      <w:bodyDiv w:val="1"/>
      <w:marLeft w:val="0"/>
      <w:marRight w:val="0"/>
      <w:marTop w:val="0"/>
      <w:marBottom w:val="0"/>
      <w:divBdr>
        <w:top w:val="none" w:sz="0" w:space="0" w:color="auto"/>
        <w:left w:val="none" w:sz="0" w:space="0" w:color="auto"/>
        <w:bottom w:val="none" w:sz="0" w:space="0" w:color="auto"/>
        <w:right w:val="none" w:sz="0" w:space="0" w:color="auto"/>
      </w:divBdr>
    </w:div>
    <w:div w:id="679240820">
      <w:bodyDiv w:val="1"/>
      <w:marLeft w:val="0"/>
      <w:marRight w:val="0"/>
      <w:marTop w:val="0"/>
      <w:marBottom w:val="0"/>
      <w:divBdr>
        <w:top w:val="none" w:sz="0" w:space="0" w:color="auto"/>
        <w:left w:val="none" w:sz="0" w:space="0" w:color="auto"/>
        <w:bottom w:val="none" w:sz="0" w:space="0" w:color="auto"/>
        <w:right w:val="none" w:sz="0" w:space="0" w:color="auto"/>
      </w:divBdr>
    </w:div>
    <w:div w:id="680010843">
      <w:bodyDiv w:val="1"/>
      <w:marLeft w:val="0"/>
      <w:marRight w:val="0"/>
      <w:marTop w:val="0"/>
      <w:marBottom w:val="0"/>
      <w:divBdr>
        <w:top w:val="none" w:sz="0" w:space="0" w:color="auto"/>
        <w:left w:val="none" w:sz="0" w:space="0" w:color="auto"/>
        <w:bottom w:val="none" w:sz="0" w:space="0" w:color="auto"/>
        <w:right w:val="none" w:sz="0" w:space="0" w:color="auto"/>
      </w:divBdr>
    </w:div>
    <w:div w:id="680089114">
      <w:bodyDiv w:val="1"/>
      <w:marLeft w:val="0"/>
      <w:marRight w:val="0"/>
      <w:marTop w:val="0"/>
      <w:marBottom w:val="0"/>
      <w:divBdr>
        <w:top w:val="none" w:sz="0" w:space="0" w:color="auto"/>
        <w:left w:val="none" w:sz="0" w:space="0" w:color="auto"/>
        <w:bottom w:val="none" w:sz="0" w:space="0" w:color="auto"/>
        <w:right w:val="none" w:sz="0" w:space="0" w:color="auto"/>
      </w:divBdr>
    </w:div>
    <w:div w:id="680354683">
      <w:bodyDiv w:val="1"/>
      <w:marLeft w:val="0"/>
      <w:marRight w:val="0"/>
      <w:marTop w:val="0"/>
      <w:marBottom w:val="0"/>
      <w:divBdr>
        <w:top w:val="none" w:sz="0" w:space="0" w:color="auto"/>
        <w:left w:val="none" w:sz="0" w:space="0" w:color="auto"/>
        <w:bottom w:val="none" w:sz="0" w:space="0" w:color="auto"/>
        <w:right w:val="none" w:sz="0" w:space="0" w:color="auto"/>
      </w:divBdr>
    </w:div>
    <w:div w:id="680401276">
      <w:bodyDiv w:val="1"/>
      <w:marLeft w:val="0"/>
      <w:marRight w:val="0"/>
      <w:marTop w:val="0"/>
      <w:marBottom w:val="0"/>
      <w:divBdr>
        <w:top w:val="none" w:sz="0" w:space="0" w:color="auto"/>
        <w:left w:val="none" w:sz="0" w:space="0" w:color="auto"/>
        <w:bottom w:val="none" w:sz="0" w:space="0" w:color="auto"/>
        <w:right w:val="none" w:sz="0" w:space="0" w:color="auto"/>
      </w:divBdr>
    </w:div>
    <w:div w:id="680425669">
      <w:bodyDiv w:val="1"/>
      <w:marLeft w:val="0"/>
      <w:marRight w:val="0"/>
      <w:marTop w:val="0"/>
      <w:marBottom w:val="0"/>
      <w:divBdr>
        <w:top w:val="none" w:sz="0" w:space="0" w:color="auto"/>
        <w:left w:val="none" w:sz="0" w:space="0" w:color="auto"/>
        <w:bottom w:val="none" w:sz="0" w:space="0" w:color="auto"/>
        <w:right w:val="none" w:sz="0" w:space="0" w:color="auto"/>
      </w:divBdr>
    </w:div>
    <w:div w:id="682318825">
      <w:bodyDiv w:val="1"/>
      <w:marLeft w:val="0"/>
      <w:marRight w:val="0"/>
      <w:marTop w:val="0"/>
      <w:marBottom w:val="0"/>
      <w:divBdr>
        <w:top w:val="none" w:sz="0" w:space="0" w:color="auto"/>
        <w:left w:val="none" w:sz="0" w:space="0" w:color="auto"/>
        <w:bottom w:val="none" w:sz="0" w:space="0" w:color="auto"/>
        <w:right w:val="none" w:sz="0" w:space="0" w:color="auto"/>
      </w:divBdr>
    </w:div>
    <w:div w:id="682517621">
      <w:bodyDiv w:val="1"/>
      <w:marLeft w:val="0"/>
      <w:marRight w:val="0"/>
      <w:marTop w:val="0"/>
      <w:marBottom w:val="0"/>
      <w:divBdr>
        <w:top w:val="none" w:sz="0" w:space="0" w:color="auto"/>
        <w:left w:val="none" w:sz="0" w:space="0" w:color="auto"/>
        <w:bottom w:val="none" w:sz="0" w:space="0" w:color="auto"/>
        <w:right w:val="none" w:sz="0" w:space="0" w:color="auto"/>
      </w:divBdr>
    </w:div>
    <w:div w:id="683900818">
      <w:bodyDiv w:val="1"/>
      <w:marLeft w:val="0"/>
      <w:marRight w:val="0"/>
      <w:marTop w:val="0"/>
      <w:marBottom w:val="0"/>
      <w:divBdr>
        <w:top w:val="none" w:sz="0" w:space="0" w:color="auto"/>
        <w:left w:val="none" w:sz="0" w:space="0" w:color="auto"/>
        <w:bottom w:val="none" w:sz="0" w:space="0" w:color="auto"/>
        <w:right w:val="none" w:sz="0" w:space="0" w:color="auto"/>
      </w:divBdr>
    </w:div>
    <w:div w:id="686909695">
      <w:bodyDiv w:val="1"/>
      <w:marLeft w:val="0"/>
      <w:marRight w:val="0"/>
      <w:marTop w:val="0"/>
      <w:marBottom w:val="0"/>
      <w:divBdr>
        <w:top w:val="none" w:sz="0" w:space="0" w:color="auto"/>
        <w:left w:val="none" w:sz="0" w:space="0" w:color="auto"/>
        <w:bottom w:val="none" w:sz="0" w:space="0" w:color="auto"/>
        <w:right w:val="none" w:sz="0" w:space="0" w:color="auto"/>
      </w:divBdr>
    </w:div>
    <w:div w:id="687098273">
      <w:bodyDiv w:val="1"/>
      <w:marLeft w:val="0"/>
      <w:marRight w:val="0"/>
      <w:marTop w:val="0"/>
      <w:marBottom w:val="0"/>
      <w:divBdr>
        <w:top w:val="none" w:sz="0" w:space="0" w:color="auto"/>
        <w:left w:val="none" w:sz="0" w:space="0" w:color="auto"/>
        <w:bottom w:val="none" w:sz="0" w:space="0" w:color="auto"/>
        <w:right w:val="none" w:sz="0" w:space="0" w:color="auto"/>
      </w:divBdr>
    </w:div>
    <w:div w:id="687173538">
      <w:bodyDiv w:val="1"/>
      <w:marLeft w:val="0"/>
      <w:marRight w:val="0"/>
      <w:marTop w:val="0"/>
      <w:marBottom w:val="0"/>
      <w:divBdr>
        <w:top w:val="none" w:sz="0" w:space="0" w:color="auto"/>
        <w:left w:val="none" w:sz="0" w:space="0" w:color="auto"/>
        <w:bottom w:val="none" w:sz="0" w:space="0" w:color="auto"/>
        <w:right w:val="none" w:sz="0" w:space="0" w:color="auto"/>
      </w:divBdr>
    </w:div>
    <w:div w:id="688873671">
      <w:bodyDiv w:val="1"/>
      <w:marLeft w:val="0"/>
      <w:marRight w:val="0"/>
      <w:marTop w:val="0"/>
      <w:marBottom w:val="0"/>
      <w:divBdr>
        <w:top w:val="none" w:sz="0" w:space="0" w:color="auto"/>
        <w:left w:val="none" w:sz="0" w:space="0" w:color="auto"/>
        <w:bottom w:val="none" w:sz="0" w:space="0" w:color="auto"/>
        <w:right w:val="none" w:sz="0" w:space="0" w:color="auto"/>
      </w:divBdr>
    </w:div>
    <w:div w:id="689531859">
      <w:bodyDiv w:val="1"/>
      <w:marLeft w:val="0"/>
      <w:marRight w:val="0"/>
      <w:marTop w:val="0"/>
      <w:marBottom w:val="0"/>
      <w:divBdr>
        <w:top w:val="none" w:sz="0" w:space="0" w:color="auto"/>
        <w:left w:val="none" w:sz="0" w:space="0" w:color="auto"/>
        <w:bottom w:val="none" w:sz="0" w:space="0" w:color="auto"/>
        <w:right w:val="none" w:sz="0" w:space="0" w:color="auto"/>
      </w:divBdr>
    </w:div>
    <w:div w:id="689598990">
      <w:bodyDiv w:val="1"/>
      <w:marLeft w:val="0"/>
      <w:marRight w:val="0"/>
      <w:marTop w:val="0"/>
      <w:marBottom w:val="0"/>
      <w:divBdr>
        <w:top w:val="none" w:sz="0" w:space="0" w:color="auto"/>
        <w:left w:val="none" w:sz="0" w:space="0" w:color="auto"/>
        <w:bottom w:val="none" w:sz="0" w:space="0" w:color="auto"/>
        <w:right w:val="none" w:sz="0" w:space="0" w:color="auto"/>
      </w:divBdr>
    </w:div>
    <w:div w:id="690450245">
      <w:bodyDiv w:val="1"/>
      <w:marLeft w:val="0"/>
      <w:marRight w:val="0"/>
      <w:marTop w:val="0"/>
      <w:marBottom w:val="0"/>
      <w:divBdr>
        <w:top w:val="none" w:sz="0" w:space="0" w:color="auto"/>
        <w:left w:val="none" w:sz="0" w:space="0" w:color="auto"/>
        <w:bottom w:val="none" w:sz="0" w:space="0" w:color="auto"/>
        <w:right w:val="none" w:sz="0" w:space="0" w:color="auto"/>
      </w:divBdr>
    </w:div>
    <w:div w:id="690960860">
      <w:bodyDiv w:val="1"/>
      <w:marLeft w:val="0"/>
      <w:marRight w:val="0"/>
      <w:marTop w:val="0"/>
      <w:marBottom w:val="0"/>
      <w:divBdr>
        <w:top w:val="none" w:sz="0" w:space="0" w:color="auto"/>
        <w:left w:val="none" w:sz="0" w:space="0" w:color="auto"/>
        <w:bottom w:val="none" w:sz="0" w:space="0" w:color="auto"/>
        <w:right w:val="none" w:sz="0" w:space="0" w:color="auto"/>
      </w:divBdr>
    </w:div>
    <w:div w:id="691145567">
      <w:bodyDiv w:val="1"/>
      <w:marLeft w:val="0"/>
      <w:marRight w:val="0"/>
      <w:marTop w:val="0"/>
      <w:marBottom w:val="0"/>
      <w:divBdr>
        <w:top w:val="none" w:sz="0" w:space="0" w:color="auto"/>
        <w:left w:val="none" w:sz="0" w:space="0" w:color="auto"/>
        <w:bottom w:val="none" w:sz="0" w:space="0" w:color="auto"/>
        <w:right w:val="none" w:sz="0" w:space="0" w:color="auto"/>
      </w:divBdr>
    </w:div>
    <w:div w:id="691298458">
      <w:bodyDiv w:val="1"/>
      <w:marLeft w:val="0"/>
      <w:marRight w:val="0"/>
      <w:marTop w:val="0"/>
      <w:marBottom w:val="0"/>
      <w:divBdr>
        <w:top w:val="none" w:sz="0" w:space="0" w:color="auto"/>
        <w:left w:val="none" w:sz="0" w:space="0" w:color="auto"/>
        <w:bottom w:val="none" w:sz="0" w:space="0" w:color="auto"/>
        <w:right w:val="none" w:sz="0" w:space="0" w:color="auto"/>
      </w:divBdr>
    </w:div>
    <w:div w:id="691691855">
      <w:bodyDiv w:val="1"/>
      <w:marLeft w:val="0"/>
      <w:marRight w:val="0"/>
      <w:marTop w:val="0"/>
      <w:marBottom w:val="0"/>
      <w:divBdr>
        <w:top w:val="none" w:sz="0" w:space="0" w:color="auto"/>
        <w:left w:val="none" w:sz="0" w:space="0" w:color="auto"/>
        <w:bottom w:val="none" w:sz="0" w:space="0" w:color="auto"/>
        <w:right w:val="none" w:sz="0" w:space="0" w:color="auto"/>
      </w:divBdr>
    </w:div>
    <w:div w:id="691953689">
      <w:bodyDiv w:val="1"/>
      <w:marLeft w:val="0"/>
      <w:marRight w:val="0"/>
      <w:marTop w:val="0"/>
      <w:marBottom w:val="0"/>
      <w:divBdr>
        <w:top w:val="none" w:sz="0" w:space="0" w:color="auto"/>
        <w:left w:val="none" w:sz="0" w:space="0" w:color="auto"/>
        <w:bottom w:val="none" w:sz="0" w:space="0" w:color="auto"/>
        <w:right w:val="none" w:sz="0" w:space="0" w:color="auto"/>
      </w:divBdr>
    </w:div>
    <w:div w:id="692457380">
      <w:bodyDiv w:val="1"/>
      <w:marLeft w:val="0"/>
      <w:marRight w:val="0"/>
      <w:marTop w:val="0"/>
      <w:marBottom w:val="0"/>
      <w:divBdr>
        <w:top w:val="none" w:sz="0" w:space="0" w:color="auto"/>
        <w:left w:val="none" w:sz="0" w:space="0" w:color="auto"/>
        <w:bottom w:val="none" w:sz="0" w:space="0" w:color="auto"/>
        <w:right w:val="none" w:sz="0" w:space="0" w:color="auto"/>
      </w:divBdr>
    </w:div>
    <w:div w:id="693072938">
      <w:bodyDiv w:val="1"/>
      <w:marLeft w:val="0"/>
      <w:marRight w:val="0"/>
      <w:marTop w:val="0"/>
      <w:marBottom w:val="0"/>
      <w:divBdr>
        <w:top w:val="none" w:sz="0" w:space="0" w:color="auto"/>
        <w:left w:val="none" w:sz="0" w:space="0" w:color="auto"/>
        <w:bottom w:val="none" w:sz="0" w:space="0" w:color="auto"/>
        <w:right w:val="none" w:sz="0" w:space="0" w:color="auto"/>
      </w:divBdr>
    </w:div>
    <w:div w:id="693969153">
      <w:bodyDiv w:val="1"/>
      <w:marLeft w:val="0"/>
      <w:marRight w:val="0"/>
      <w:marTop w:val="0"/>
      <w:marBottom w:val="0"/>
      <w:divBdr>
        <w:top w:val="none" w:sz="0" w:space="0" w:color="auto"/>
        <w:left w:val="none" w:sz="0" w:space="0" w:color="auto"/>
        <w:bottom w:val="none" w:sz="0" w:space="0" w:color="auto"/>
        <w:right w:val="none" w:sz="0" w:space="0" w:color="auto"/>
      </w:divBdr>
    </w:div>
    <w:div w:id="694111583">
      <w:bodyDiv w:val="1"/>
      <w:marLeft w:val="0"/>
      <w:marRight w:val="0"/>
      <w:marTop w:val="0"/>
      <w:marBottom w:val="0"/>
      <w:divBdr>
        <w:top w:val="none" w:sz="0" w:space="0" w:color="auto"/>
        <w:left w:val="none" w:sz="0" w:space="0" w:color="auto"/>
        <w:bottom w:val="none" w:sz="0" w:space="0" w:color="auto"/>
        <w:right w:val="none" w:sz="0" w:space="0" w:color="auto"/>
      </w:divBdr>
    </w:div>
    <w:div w:id="694381866">
      <w:bodyDiv w:val="1"/>
      <w:marLeft w:val="0"/>
      <w:marRight w:val="0"/>
      <w:marTop w:val="0"/>
      <w:marBottom w:val="0"/>
      <w:divBdr>
        <w:top w:val="none" w:sz="0" w:space="0" w:color="auto"/>
        <w:left w:val="none" w:sz="0" w:space="0" w:color="auto"/>
        <w:bottom w:val="none" w:sz="0" w:space="0" w:color="auto"/>
        <w:right w:val="none" w:sz="0" w:space="0" w:color="auto"/>
      </w:divBdr>
    </w:div>
    <w:div w:id="694501455">
      <w:bodyDiv w:val="1"/>
      <w:marLeft w:val="0"/>
      <w:marRight w:val="0"/>
      <w:marTop w:val="0"/>
      <w:marBottom w:val="0"/>
      <w:divBdr>
        <w:top w:val="none" w:sz="0" w:space="0" w:color="auto"/>
        <w:left w:val="none" w:sz="0" w:space="0" w:color="auto"/>
        <w:bottom w:val="none" w:sz="0" w:space="0" w:color="auto"/>
        <w:right w:val="none" w:sz="0" w:space="0" w:color="auto"/>
      </w:divBdr>
    </w:div>
    <w:div w:id="695152781">
      <w:bodyDiv w:val="1"/>
      <w:marLeft w:val="0"/>
      <w:marRight w:val="0"/>
      <w:marTop w:val="0"/>
      <w:marBottom w:val="0"/>
      <w:divBdr>
        <w:top w:val="none" w:sz="0" w:space="0" w:color="auto"/>
        <w:left w:val="none" w:sz="0" w:space="0" w:color="auto"/>
        <w:bottom w:val="none" w:sz="0" w:space="0" w:color="auto"/>
        <w:right w:val="none" w:sz="0" w:space="0" w:color="auto"/>
      </w:divBdr>
    </w:div>
    <w:div w:id="697123065">
      <w:bodyDiv w:val="1"/>
      <w:marLeft w:val="0"/>
      <w:marRight w:val="0"/>
      <w:marTop w:val="0"/>
      <w:marBottom w:val="0"/>
      <w:divBdr>
        <w:top w:val="none" w:sz="0" w:space="0" w:color="auto"/>
        <w:left w:val="none" w:sz="0" w:space="0" w:color="auto"/>
        <w:bottom w:val="none" w:sz="0" w:space="0" w:color="auto"/>
        <w:right w:val="none" w:sz="0" w:space="0" w:color="auto"/>
      </w:divBdr>
    </w:div>
    <w:div w:id="697237570">
      <w:bodyDiv w:val="1"/>
      <w:marLeft w:val="0"/>
      <w:marRight w:val="0"/>
      <w:marTop w:val="0"/>
      <w:marBottom w:val="0"/>
      <w:divBdr>
        <w:top w:val="none" w:sz="0" w:space="0" w:color="auto"/>
        <w:left w:val="none" w:sz="0" w:space="0" w:color="auto"/>
        <w:bottom w:val="none" w:sz="0" w:space="0" w:color="auto"/>
        <w:right w:val="none" w:sz="0" w:space="0" w:color="auto"/>
      </w:divBdr>
    </w:div>
    <w:div w:id="697436533">
      <w:bodyDiv w:val="1"/>
      <w:marLeft w:val="0"/>
      <w:marRight w:val="0"/>
      <w:marTop w:val="0"/>
      <w:marBottom w:val="0"/>
      <w:divBdr>
        <w:top w:val="none" w:sz="0" w:space="0" w:color="auto"/>
        <w:left w:val="none" w:sz="0" w:space="0" w:color="auto"/>
        <w:bottom w:val="none" w:sz="0" w:space="0" w:color="auto"/>
        <w:right w:val="none" w:sz="0" w:space="0" w:color="auto"/>
      </w:divBdr>
    </w:div>
    <w:div w:id="697589125">
      <w:bodyDiv w:val="1"/>
      <w:marLeft w:val="0"/>
      <w:marRight w:val="0"/>
      <w:marTop w:val="0"/>
      <w:marBottom w:val="0"/>
      <w:divBdr>
        <w:top w:val="none" w:sz="0" w:space="0" w:color="auto"/>
        <w:left w:val="none" w:sz="0" w:space="0" w:color="auto"/>
        <w:bottom w:val="none" w:sz="0" w:space="0" w:color="auto"/>
        <w:right w:val="none" w:sz="0" w:space="0" w:color="auto"/>
      </w:divBdr>
    </w:div>
    <w:div w:id="698091290">
      <w:bodyDiv w:val="1"/>
      <w:marLeft w:val="0"/>
      <w:marRight w:val="0"/>
      <w:marTop w:val="0"/>
      <w:marBottom w:val="0"/>
      <w:divBdr>
        <w:top w:val="none" w:sz="0" w:space="0" w:color="auto"/>
        <w:left w:val="none" w:sz="0" w:space="0" w:color="auto"/>
        <w:bottom w:val="none" w:sz="0" w:space="0" w:color="auto"/>
        <w:right w:val="none" w:sz="0" w:space="0" w:color="auto"/>
      </w:divBdr>
    </w:div>
    <w:div w:id="698237421">
      <w:bodyDiv w:val="1"/>
      <w:marLeft w:val="0"/>
      <w:marRight w:val="0"/>
      <w:marTop w:val="0"/>
      <w:marBottom w:val="0"/>
      <w:divBdr>
        <w:top w:val="none" w:sz="0" w:space="0" w:color="auto"/>
        <w:left w:val="none" w:sz="0" w:space="0" w:color="auto"/>
        <w:bottom w:val="none" w:sz="0" w:space="0" w:color="auto"/>
        <w:right w:val="none" w:sz="0" w:space="0" w:color="auto"/>
      </w:divBdr>
    </w:div>
    <w:div w:id="698361426">
      <w:bodyDiv w:val="1"/>
      <w:marLeft w:val="0"/>
      <w:marRight w:val="0"/>
      <w:marTop w:val="0"/>
      <w:marBottom w:val="0"/>
      <w:divBdr>
        <w:top w:val="none" w:sz="0" w:space="0" w:color="auto"/>
        <w:left w:val="none" w:sz="0" w:space="0" w:color="auto"/>
        <w:bottom w:val="none" w:sz="0" w:space="0" w:color="auto"/>
        <w:right w:val="none" w:sz="0" w:space="0" w:color="auto"/>
      </w:divBdr>
    </w:div>
    <w:div w:id="700520851">
      <w:bodyDiv w:val="1"/>
      <w:marLeft w:val="0"/>
      <w:marRight w:val="0"/>
      <w:marTop w:val="0"/>
      <w:marBottom w:val="0"/>
      <w:divBdr>
        <w:top w:val="none" w:sz="0" w:space="0" w:color="auto"/>
        <w:left w:val="none" w:sz="0" w:space="0" w:color="auto"/>
        <w:bottom w:val="none" w:sz="0" w:space="0" w:color="auto"/>
        <w:right w:val="none" w:sz="0" w:space="0" w:color="auto"/>
      </w:divBdr>
    </w:div>
    <w:div w:id="700936433">
      <w:bodyDiv w:val="1"/>
      <w:marLeft w:val="0"/>
      <w:marRight w:val="0"/>
      <w:marTop w:val="0"/>
      <w:marBottom w:val="0"/>
      <w:divBdr>
        <w:top w:val="none" w:sz="0" w:space="0" w:color="auto"/>
        <w:left w:val="none" w:sz="0" w:space="0" w:color="auto"/>
        <w:bottom w:val="none" w:sz="0" w:space="0" w:color="auto"/>
        <w:right w:val="none" w:sz="0" w:space="0" w:color="auto"/>
      </w:divBdr>
    </w:div>
    <w:div w:id="701129700">
      <w:bodyDiv w:val="1"/>
      <w:marLeft w:val="0"/>
      <w:marRight w:val="0"/>
      <w:marTop w:val="0"/>
      <w:marBottom w:val="0"/>
      <w:divBdr>
        <w:top w:val="none" w:sz="0" w:space="0" w:color="auto"/>
        <w:left w:val="none" w:sz="0" w:space="0" w:color="auto"/>
        <w:bottom w:val="none" w:sz="0" w:space="0" w:color="auto"/>
        <w:right w:val="none" w:sz="0" w:space="0" w:color="auto"/>
      </w:divBdr>
    </w:div>
    <w:div w:id="701636278">
      <w:bodyDiv w:val="1"/>
      <w:marLeft w:val="0"/>
      <w:marRight w:val="0"/>
      <w:marTop w:val="0"/>
      <w:marBottom w:val="0"/>
      <w:divBdr>
        <w:top w:val="none" w:sz="0" w:space="0" w:color="auto"/>
        <w:left w:val="none" w:sz="0" w:space="0" w:color="auto"/>
        <w:bottom w:val="none" w:sz="0" w:space="0" w:color="auto"/>
        <w:right w:val="none" w:sz="0" w:space="0" w:color="auto"/>
      </w:divBdr>
    </w:div>
    <w:div w:id="702442703">
      <w:bodyDiv w:val="1"/>
      <w:marLeft w:val="0"/>
      <w:marRight w:val="0"/>
      <w:marTop w:val="0"/>
      <w:marBottom w:val="0"/>
      <w:divBdr>
        <w:top w:val="none" w:sz="0" w:space="0" w:color="auto"/>
        <w:left w:val="none" w:sz="0" w:space="0" w:color="auto"/>
        <w:bottom w:val="none" w:sz="0" w:space="0" w:color="auto"/>
        <w:right w:val="none" w:sz="0" w:space="0" w:color="auto"/>
      </w:divBdr>
    </w:div>
    <w:div w:id="702708043">
      <w:bodyDiv w:val="1"/>
      <w:marLeft w:val="0"/>
      <w:marRight w:val="0"/>
      <w:marTop w:val="0"/>
      <w:marBottom w:val="0"/>
      <w:divBdr>
        <w:top w:val="none" w:sz="0" w:space="0" w:color="auto"/>
        <w:left w:val="none" w:sz="0" w:space="0" w:color="auto"/>
        <w:bottom w:val="none" w:sz="0" w:space="0" w:color="auto"/>
        <w:right w:val="none" w:sz="0" w:space="0" w:color="auto"/>
      </w:divBdr>
    </w:div>
    <w:div w:id="702823013">
      <w:bodyDiv w:val="1"/>
      <w:marLeft w:val="0"/>
      <w:marRight w:val="0"/>
      <w:marTop w:val="0"/>
      <w:marBottom w:val="0"/>
      <w:divBdr>
        <w:top w:val="none" w:sz="0" w:space="0" w:color="auto"/>
        <w:left w:val="none" w:sz="0" w:space="0" w:color="auto"/>
        <w:bottom w:val="none" w:sz="0" w:space="0" w:color="auto"/>
        <w:right w:val="none" w:sz="0" w:space="0" w:color="auto"/>
      </w:divBdr>
    </w:div>
    <w:div w:id="703480055">
      <w:bodyDiv w:val="1"/>
      <w:marLeft w:val="0"/>
      <w:marRight w:val="0"/>
      <w:marTop w:val="0"/>
      <w:marBottom w:val="0"/>
      <w:divBdr>
        <w:top w:val="none" w:sz="0" w:space="0" w:color="auto"/>
        <w:left w:val="none" w:sz="0" w:space="0" w:color="auto"/>
        <w:bottom w:val="none" w:sz="0" w:space="0" w:color="auto"/>
        <w:right w:val="none" w:sz="0" w:space="0" w:color="auto"/>
      </w:divBdr>
    </w:div>
    <w:div w:id="704016157">
      <w:bodyDiv w:val="1"/>
      <w:marLeft w:val="0"/>
      <w:marRight w:val="0"/>
      <w:marTop w:val="0"/>
      <w:marBottom w:val="0"/>
      <w:divBdr>
        <w:top w:val="none" w:sz="0" w:space="0" w:color="auto"/>
        <w:left w:val="none" w:sz="0" w:space="0" w:color="auto"/>
        <w:bottom w:val="none" w:sz="0" w:space="0" w:color="auto"/>
        <w:right w:val="none" w:sz="0" w:space="0" w:color="auto"/>
      </w:divBdr>
    </w:div>
    <w:div w:id="704140157">
      <w:bodyDiv w:val="1"/>
      <w:marLeft w:val="0"/>
      <w:marRight w:val="0"/>
      <w:marTop w:val="0"/>
      <w:marBottom w:val="0"/>
      <w:divBdr>
        <w:top w:val="none" w:sz="0" w:space="0" w:color="auto"/>
        <w:left w:val="none" w:sz="0" w:space="0" w:color="auto"/>
        <w:bottom w:val="none" w:sz="0" w:space="0" w:color="auto"/>
        <w:right w:val="none" w:sz="0" w:space="0" w:color="auto"/>
      </w:divBdr>
    </w:div>
    <w:div w:id="706104329">
      <w:bodyDiv w:val="1"/>
      <w:marLeft w:val="0"/>
      <w:marRight w:val="0"/>
      <w:marTop w:val="0"/>
      <w:marBottom w:val="0"/>
      <w:divBdr>
        <w:top w:val="none" w:sz="0" w:space="0" w:color="auto"/>
        <w:left w:val="none" w:sz="0" w:space="0" w:color="auto"/>
        <w:bottom w:val="none" w:sz="0" w:space="0" w:color="auto"/>
        <w:right w:val="none" w:sz="0" w:space="0" w:color="auto"/>
      </w:divBdr>
    </w:div>
    <w:div w:id="707338986">
      <w:bodyDiv w:val="1"/>
      <w:marLeft w:val="0"/>
      <w:marRight w:val="0"/>
      <w:marTop w:val="0"/>
      <w:marBottom w:val="0"/>
      <w:divBdr>
        <w:top w:val="none" w:sz="0" w:space="0" w:color="auto"/>
        <w:left w:val="none" w:sz="0" w:space="0" w:color="auto"/>
        <w:bottom w:val="none" w:sz="0" w:space="0" w:color="auto"/>
        <w:right w:val="none" w:sz="0" w:space="0" w:color="auto"/>
      </w:divBdr>
    </w:div>
    <w:div w:id="708845225">
      <w:bodyDiv w:val="1"/>
      <w:marLeft w:val="0"/>
      <w:marRight w:val="0"/>
      <w:marTop w:val="0"/>
      <w:marBottom w:val="0"/>
      <w:divBdr>
        <w:top w:val="none" w:sz="0" w:space="0" w:color="auto"/>
        <w:left w:val="none" w:sz="0" w:space="0" w:color="auto"/>
        <w:bottom w:val="none" w:sz="0" w:space="0" w:color="auto"/>
        <w:right w:val="none" w:sz="0" w:space="0" w:color="auto"/>
      </w:divBdr>
    </w:div>
    <w:div w:id="709571073">
      <w:bodyDiv w:val="1"/>
      <w:marLeft w:val="0"/>
      <w:marRight w:val="0"/>
      <w:marTop w:val="0"/>
      <w:marBottom w:val="0"/>
      <w:divBdr>
        <w:top w:val="none" w:sz="0" w:space="0" w:color="auto"/>
        <w:left w:val="none" w:sz="0" w:space="0" w:color="auto"/>
        <w:bottom w:val="none" w:sz="0" w:space="0" w:color="auto"/>
        <w:right w:val="none" w:sz="0" w:space="0" w:color="auto"/>
      </w:divBdr>
    </w:div>
    <w:div w:id="709766331">
      <w:bodyDiv w:val="1"/>
      <w:marLeft w:val="0"/>
      <w:marRight w:val="0"/>
      <w:marTop w:val="0"/>
      <w:marBottom w:val="0"/>
      <w:divBdr>
        <w:top w:val="none" w:sz="0" w:space="0" w:color="auto"/>
        <w:left w:val="none" w:sz="0" w:space="0" w:color="auto"/>
        <w:bottom w:val="none" w:sz="0" w:space="0" w:color="auto"/>
        <w:right w:val="none" w:sz="0" w:space="0" w:color="auto"/>
      </w:divBdr>
    </w:div>
    <w:div w:id="709962495">
      <w:bodyDiv w:val="1"/>
      <w:marLeft w:val="0"/>
      <w:marRight w:val="0"/>
      <w:marTop w:val="0"/>
      <w:marBottom w:val="0"/>
      <w:divBdr>
        <w:top w:val="none" w:sz="0" w:space="0" w:color="auto"/>
        <w:left w:val="none" w:sz="0" w:space="0" w:color="auto"/>
        <w:bottom w:val="none" w:sz="0" w:space="0" w:color="auto"/>
        <w:right w:val="none" w:sz="0" w:space="0" w:color="auto"/>
      </w:divBdr>
    </w:div>
    <w:div w:id="710110590">
      <w:bodyDiv w:val="1"/>
      <w:marLeft w:val="0"/>
      <w:marRight w:val="0"/>
      <w:marTop w:val="0"/>
      <w:marBottom w:val="0"/>
      <w:divBdr>
        <w:top w:val="none" w:sz="0" w:space="0" w:color="auto"/>
        <w:left w:val="none" w:sz="0" w:space="0" w:color="auto"/>
        <w:bottom w:val="none" w:sz="0" w:space="0" w:color="auto"/>
        <w:right w:val="none" w:sz="0" w:space="0" w:color="auto"/>
      </w:divBdr>
    </w:div>
    <w:div w:id="710425395">
      <w:bodyDiv w:val="1"/>
      <w:marLeft w:val="0"/>
      <w:marRight w:val="0"/>
      <w:marTop w:val="0"/>
      <w:marBottom w:val="0"/>
      <w:divBdr>
        <w:top w:val="none" w:sz="0" w:space="0" w:color="auto"/>
        <w:left w:val="none" w:sz="0" w:space="0" w:color="auto"/>
        <w:bottom w:val="none" w:sz="0" w:space="0" w:color="auto"/>
        <w:right w:val="none" w:sz="0" w:space="0" w:color="auto"/>
      </w:divBdr>
    </w:div>
    <w:div w:id="711658680">
      <w:bodyDiv w:val="1"/>
      <w:marLeft w:val="0"/>
      <w:marRight w:val="0"/>
      <w:marTop w:val="0"/>
      <w:marBottom w:val="0"/>
      <w:divBdr>
        <w:top w:val="none" w:sz="0" w:space="0" w:color="auto"/>
        <w:left w:val="none" w:sz="0" w:space="0" w:color="auto"/>
        <w:bottom w:val="none" w:sz="0" w:space="0" w:color="auto"/>
        <w:right w:val="none" w:sz="0" w:space="0" w:color="auto"/>
      </w:divBdr>
    </w:div>
    <w:div w:id="712387042">
      <w:bodyDiv w:val="1"/>
      <w:marLeft w:val="0"/>
      <w:marRight w:val="0"/>
      <w:marTop w:val="0"/>
      <w:marBottom w:val="0"/>
      <w:divBdr>
        <w:top w:val="none" w:sz="0" w:space="0" w:color="auto"/>
        <w:left w:val="none" w:sz="0" w:space="0" w:color="auto"/>
        <w:bottom w:val="none" w:sz="0" w:space="0" w:color="auto"/>
        <w:right w:val="none" w:sz="0" w:space="0" w:color="auto"/>
      </w:divBdr>
    </w:div>
    <w:div w:id="714546137">
      <w:bodyDiv w:val="1"/>
      <w:marLeft w:val="0"/>
      <w:marRight w:val="0"/>
      <w:marTop w:val="0"/>
      <w:marBottom w:val="0"/>
      <w:divBdr>
        <w:top w:val="none" w:sz="0" w:space="0" w:color="auto"/>
        <w:left w:val="none" w:sz="0" w:space="0" w:color="auto"/>
        <w:bottom w:val="none" w:sz="0" w:space="0" w:color="auto"/>
        <w:right w:val="none" w:sz="0" w:space="0" w:color="auto"/>
      </w:divBdr>
    </w:div>
    <w:div w:id="715353557">
      <w:bodyDiv w:val="1"/>
      <w:marLeft w:val="0"/>
      <w:marRight w:val="0"/>
      <w:marTop w:val="0"/>
      <w:marBottom w:val="0"/>
      <w:divBdr>
        <w:top w:val="none" w:sz="0" w:space="0" w:color="auto"/>
        <w:left w:val="none" w:sz="0" w:space="0" w:color="auto"/>
        <w:bottom w:val="none" w:sz="0" w:space="0" w:color="auto"/>
        <w:right w:val="none" w:sz="0" w:space="0" w:color="auto"/>
      </w:divBdr>
    </w:div>
    <w:div w:id="718432142">
      <w:bodyDiv w:val="1"/>
      <w:marLeft w:val="0"/>
      <w:marRight w:val="0"/>
      <w:marTop w:val="0"/>
      <w:marBottom w:val="0"/>
      <w:divBdr>
        <w:top w:val="none" w:sz="0" w:space="0" w:color="auto"/>
        <w:left w:val="none" w:sz="0" w:space="0" w:color="auto"/>
        <w:bottom w:val="none" w:sz="0" w:space="0" w:color="auto"/>
        <w:right w:val="none" w:sz="0" w:space="0" w:color="auto"/>
      </w:divBdr>
    </w:div>
    <w:div w:id="718554177">
      <w:bodyDiv w:val="1"/>
      <w:marLeft w:val="0"/>
      <w:marRight w:val="0"/>
      <w:marTop w:val="0"/>
      <w:marBottom w:val="0"/>
      <w:divBdr>
        <w:top w:val="none" w:sz="0" w:space="0" w:color="auto"/>
        <w:left w:val="none" w:sz="0" w:space="0" w:color="auto"/>
        <w:bottom w:val="none" w:sz="0" w:space="0" w:color="auto"/>
        <w:right w:val="none" w:sz="0" w:space="0" w:color="auto"/>
      </w:divBdr>
    </w:div>
    <w:div w:id="719130604">
      <w:bodyDiv w:val="1"/>
      <w:marLeft w:val="0"/>
      <w:marRight w:val="0"/>
      <w:marTop w:val="0"/>
      <w:marBottom w:val="0"/>
      <w:divBdr>
        <w:top w:val="none" w:sz="0" w:space="0" w:color="auto"/>
        <w:left w:val="none" w:sz="0" w:space="0" w:color="auto"/>
        <w:bottom w:val="none" w:sz="0" w:space="0" w:color="auto"/>
        <w:right w:val="none" w:sz="0" w:space="0" w:color="auto"/>
      </w:divBdr>
    </w:div>
    <w:div w:id="719792933">
      <w:bodyDiv w:val="1"/>
      <w:marLeft w:val="0"/>
      <w:marRight w:val="0"/>
      <w:marTop w:val="0"/>
      <w:marBottom w:val="0"/>
      <w:divBdr>
        <w:top w:val="none" w:sz="0" w:space="0" w:color="auto"/>
        <w:left w:val="none" w:sz="0" w:space="0" w:color="auto"/>
        <w:bottom w:val="none" w:sz="0" w:space="0" w:color="auto"/>
        <w:right w:val="none" w:sz="0" w:space="0" w:color="auto"/>
      </w:divBdr>
    </w:div>
    <w:div w:id="721633592">
      <w:bodyDiv w:val="1"/>
      <w:marLeft w:val="0"/>
      <w:marRight w:val="0"/>
      <w:marTop w:val="0"/>
      <w:marBottom w:val="0"/>
      <w:divBdr>
        <w:top w:val="none" w:sz="0" w:space="0" w:color="auto"/>
        <w:left w:val="none" w:sz="0" w:space="0" w:color="auto"/>
        <w:bottom w:val="none" w:sz="0" w:space="0" w:color="auto"/>
        <w:right w:val="none" w:sz="0" w:space="0" w:color="auto"/>
      </w:divBdr>
    </w:div>
    <w:div w:id="722215547">
      <w:bodyDiv w:val="1"/>
      <w:marLeft w:val="0"/>
      <w:marRight w:val="0"/>
      <w:marTop w:val="0"/>
      <w:marBottom w:val="0"/>
      <w:divBdr>
        <w:top w:val="none" w:sz="0" w:space="0" w:color="auto"/>
        <w:left w:val="none" w:sz="0" w:space="0" w:color="auto"/>
        <w:bottom w:val="none" w:sz="0" w:space="0" w:color="auto"/>
        <w:right w:val="none" w:sz="0" w:space="0" w:color="auto"/>
      </w:divBdr>
    </w:div>
    <w:div w:id="722948420">
      <w:bodyDiv w:val="1"/>
      <w:marLeft w:val="0"/>
      <w:marRight w:val="0"/>
      <w:marTop w:val="0"/>
      <w:marBottom w:val="0"/>
      <w:divBdr>
        <w:top w:val="none" w:sz="0" w:space="0" w:color="auto"/>
        <w:left w:val="none" w:sz="0" w:space="0" w:color="auto"/>
        <w:bottom w:val="none" w:sz="0" w:space="0" w:color="auto"/>
        <w:right w:val="none" w:sz="0" w:space="0" w:color="auto"/>
      </w:divBdr>
    </w:div>
    <w:div w:id="724329585">
      <w:bodyDiv w:val="1"/>
      <w:marLeft w:val="0"/>
      <w:marRight w:val="0"/>
      <w:marTop w:val="0"/>
      <w:marBottom w:val="0"/>
      <w:divBdr>
        <w:top w:val="none" w:sz="0" w:space="0" w:color="auto"/>
        <w:left w:val="none" w:sz="0" w:space="0" w:color="auto"/>
        <w:bottom w:val="none" w:sz="0" w:space="0" w:color="auto"/>
        <w:right w:val="none" w:sz="0" w:space="0" w:color="auto"/>
      </w:divBdr>
    </w:div>
    <w:div w:id="724910605">
      <w:bodyDiv w:val="1"/>
      <w:marLeft w:val="0"/>
      <w:marRight w:val="0"/>
      <w:marTop w:val="0"/>
      <w:marBottom w:val="0"/>
      <w:divBdr>
        <w:top w:val="none" w:sz="0" w:space="0" w:color="auto"/>
        <w:left w:val="none" w:sz="0" w:space="0" w:color="auto"/>
        <w:bottom w:val="none" w:sz="0" w:space="0" w:color="auto"/>
        <w:right w:val="none" w:sz="0" w:space="0" w:color="auto"/>
      </w:divBdr>
    </w:div>
    <w:div w:id="725030501">
      <w:bodyDiv w:val="1"/>
      <w:marLeft w:val="0"/>
      <w:marRight w:val="0"/>
      <w:marTop w:val="0"/>
      <w:marBottom w:val="0"/>
      <w:divBdr>
        <w:top w:val="none" w:sz="0" w:space="0" w:color="auto"/>
        <w:left w:val="none" w:sz="0" w:space="0" w:color="auto"/>
        <w:bottom w:val="none" w:sz="0" w:space="0" w:color="auto"/>
        <w:right w:val="none" w:sz="0" w:space="0" w:color="auto"/>
      </w:divBdr>
    </w:div>
    <w:div w:id="725446723">
      <w:bodyDiv w:val="1"/>
      <w:marLeft w:val="0"/>
      <w:marRight w:val="0"/>
      <w:marTop w:val="0"/>
      <w:marBottom w:val="0"/>
      <w:divBdr>
        <w:top w:val="none" w:sz="0" w:space="0" w:color="auto"/>
        <w:left w:val="none" w:sz="0" w:space="0" w:color="auto"/>
        <w:bottom w:val="none" w:sz="0" w:space="0" w:color="auto"/>
        <w:right w:val="none" w:sz="0" w:space="0" w:color="auto"/>
      </w:divBdr>
    </w:div>
    <w:div w:id="725876892">
      <w:bodyDiv w:val="1"/>
      <w:marLeft w:val="0"/>
      <w:marRight w:val="0"/>
      <w:marTop w:val="0"/>
      <w:marBottom w:val="0"/>
      <w:divBdr>
        <w:top w:val="none" w:sz="0" w:space="0" w:color="auto"/>
        <w:left w:val="none" w:sz="0" w:space="0" w:color="auto"/>
        <w:bottom w:val="none" w:sz="0" w:space="0" w:color="auto"/>
        <w:right w:val="none" w:sz="0" w:space="0" w:color="auto"/>
      </w:divBdr>
    </w:div>
    <w:div w:id="726270042">
      <w:bodyDiv w:val="1"/>
      <w:marLeft w:val="0"/>
      <w:marRight w:val="0"/>
      <w:marTop w:val="0"/>
      <w:marBottom w:val="0"/>
      <w:divBdr>
        <w:top w:val="none" w:sz="0" w:space="0" w:color="auto"/>
        <w:left w:val="none" w:sz="0" w:space="0" w:color="auto"/>
        <w:bottom w:val="none" w:sz="0" w:space="0" w:color="auto"/>
        <w:right w:val="none" w:sz="0" w:space="0" w:color="auto"/>
      </w:divBdr>
    </w:div>
    <w:div w:id="726489799">
      <w:bodyDiv w:val="1"/>
      <w:marLeft w:val="0"/>
      <w:marRight w:val="0"/>
      <w:marTop w:val="0"/>
      <w:marBottom w:val="0"/>
      <w:divBdr>
        <w:top w:val="none" w:sz="0" w:space="0" w:color="auto"/>
        <w:left w:val="none" w:sz="0" w:space="0" w:color="auto"/>
        <w:bottom w:val="none" w:sz="0" w:space="0" w:color="auto"/>
        <w:right w:val="none" w:sz="0" w:space="0" w:color="auto"/>
      </w:divBdr>
    </w:div>
    <w:div w:id="726687968">
      <w:bodyDiv w:val="1"/>
      <w:marLeft w:val="0"/>
      <w:marRight w:val="0"/>
      <w:marTop w:val="0"/>
      <w:marBottom w:val="0"/>
      <w:divBdr>
        <w:top w:val="none" w:sz="0" w:space="0" w:color="auto"/>
        <w:left w:val="none" w:sz="0" w:space="0" w:color="auto"/>
        <w:bottom w:val="none" w:sz="0" w:space="0" w:color="auto"/>
        <w:right w:val="none" w:sz="0" w:space="0" w:color="auto"/>
      </w:divBdr>
    </w:div>
    <w:div w:id="727266630">
      <w:bodyDiv w:val="1"/>
      <w:marLeft w:val="0"/>
      <w:marRight w:val="0"/>
      <w:marTop w:val="0"/>
      <w:marBottom w:val="0"/>
      <w:divBdr>
        <w:top w:val="none" w:sz="0" w:space="0" w:color="auto"/>
        <w:left w:val="none" w:sz="0" w:space="0" w:color="auto"/>
        <w:bottom w:val="none" w:sz="0" w:space="0" w:color="auto"/>
        <w:right w:val="none" w:sz="0" w:space="0" w:color="auto"/>
      </w:divBdr>
    </w:div>
    <w:div w:id="728302390">
      <w:bodyDiv w:val="1"/>
      <w:marLeft w:val="0"/>
      <w:marRight w:val="0"/>
      <w:marTop w:val="0"/>
      <w:marBottom w:val="0"/>
      <w:divBdr>
        <w:top w:val="none" w:sz="0" w:space="0" w:color="auto"/>
        <w:left w:val="none" w:sz="0" w:space="0" w:color="auto"/>
        <w:bottom w:val="none" w:sz="0" w:space="0" w:color="auto"/>
        <w:right w:val="none" w:sz="0" w:space="0" w:color="auto"/>
      </w:divBdr>
    </w:div>
    <w:div w:id="728724808">
      <w:bodyDiv w:val="1"/>
      <w:marLeft w:val="0"/>
      <w:marRight w:val="0"/>
      <w:marTop w:val="0"/>
      <w:marBottom w:val="0"/>
      <w:divBdr>
        <w:top w:val="none" w:sz="0" w:space="0" w:color="auto"/>
        <w:left w:val="none" w:sz="0" w:space="0" w:color="auto"/>
        <w:bottom w:val="none" w:sz="0" w:space="0" w:color="auto"/>
        <w:right w:val="none" w:sz="0" w:space="0" w:color="auto"/>
      </w:divBdr>
    </w:div>
    <w:div w:id="728958965">
      <w:bodyDiv w:val="1"/>
      <w:marLeft w:val="0"/>
      <w:marRight w:val="0"/>
      <w:marTop w:val="0"/>
      <w:marBottom w:val="0"/>
      <w:divBdr>
        <w:top w:val="none" w:sz="0" w:space="0" w:color="auto"/>
        <w:left w:val="none" w:sz="0" w:space="0" w:color="auto"/>
        <w:bottom w:val="none" w:sz="0" w:space="0" w:color="auto"/>
        <w:right w:val="none" w:sz="0" w:space="0" w:color="auto"/>
      </w:divBdr>
    </w:div>
    <w:div w:id="729693493">
      <w:bodyDiv w:val="1"/>
      <w:marLeft w:val="0"/>
      <w:marRight w:val="0"/>
      <w:marTop w:val="0"/>
      <w:marBottom w:val="0"/>
      <w:divBdr>
        <w:top w:val="none" w:sz="0" w:space="0" w:color="auto"/>
        <w:left w:val="none" w:sz="0" w:space="0" w:color="auto"/>
        <w:bottom w:val="none" w:sz="0" w:space="0" w:color="auto"/>
        <w:right w:val="none" w:sz="0" w:space="0" w:color="auto"/>
      </w:divBdr>
    </w:div>
    <w:div w:id="730496955">
      <w:bodyDiv w:val="1"/>
      <w:marLeft w:val="0"/>
      <w:marRight w:val="0"/>
      <w:marTop w:val="0"/>
      <w:marBottom w:val="0"/>
      <w:divBdr>
        <w:top w:val="none" w:sz="0" w:space="0" w:color="auto"/>
        <w:left w:val="none" w:sz="0" w:space="0" w:color="auto"/>
        <w:bottom w:val="none" w:sz="0" w:space="0" w:color="auto"/>
        <w:right w:val="none" w:sz="0" w:space="0" w:color="auto"/>
      </w:divBdr>
    </w:div>
    <w:div w:id="732047207">
      <w:bodyDiv w:val="1"/>
      <w:marLeft w:val="0"/>
      <w:marRight w:val="0"/>
      <w:marTop w:val="0"/>
      <w:marBottom w:val="0"/>
      <w:divBdr>
        <w:top w:val="none" w:sz="0" w:space="0" w:color="auto"/>
        <w:left w:val="none" w:sz="0" w:space="0" w:color="auto"/>
        <w:bottom w:val="none" w:sz="0" w:space="0" w:color="auto"/>
        <w:right w:val="none" w:sz="0" w:space="0" w:color="auto"/>
      </w:divBdr>
    </w:div>
    <w:div w:id="732117478">
      <w:bodyDiv w:val="1"/>
      <w:marLeft w:val="0"/>
      <w:marRight w:val="0"/>
      <w:marTop w:val="0"/>
      <w:marBottom w:val="0"/>
      <w:divBdr>
        <w:top w:val="none" w:sz="0" w:space="0" w:color="auto"/>
        <w:left w:val="none" w:sz="0" w:space="0" w:color="auto"/>
        <w:bottom w:val="none" w:sz="0" w:space="0" w:color="auto"/>
        <w:right w:val="none" w:sz="0" w:space="0" w:color="auto"/>
      </w:divBdr>
    </w:div>
    <w:div w:id="732385958">
      <w:bodyDiv w:val="1"/>
      <w:marLeft w:val="0"/>
      <w:marRight w:val="0"/>
      <w:marTop w:val="0"/>
      <w:marBottom w:val="0"/>
      <w:divBdr>
        <w:top w:val="none" w:sz="0" w:space="0" w:color="auto"/>
        <w:left w:val="none" w:sz="0" w:space="0" w:color="auto"/>
        <w:bottom w:val="none" w:sz="0" w:space="0" w:color="auto"/>
        <w:right w:val="none" w:sz="0" w:space="0" w:color="auto"/>
      </w:divBdr>
    </w:div>
    <w:div w:id="732967975">
      <w:bodyDiv w:val="1"/>
      <w:marLeft w:val="0"/>
      <w:marRight w:val="0"/>
      <w:marTop w:val="0"/>
      <w:marBottom w:val="0"/>
      <w:divBdr>
        <w:top w:val="none" w:sz="0" w:space="0" w:color="auto"/>
        <w:left w:val="none" w:sz="0" w:space="0" w:color="auto"/>
        <w:bottom w:val="none" w:sz="0" w:space="0" w:color="auto"/>
        <w:right w:val="none" w:sz="0" w:space="0" w:color="auto"/>
      </w:divBdr>
    </w:div>
    <w:div w:id="734402773">
      <w:bodyDiv w:val="1"/>
      <w:marLeft w:val="0"/>
      <w:marRight w:val="0"/>
      <w:marTop w:val="0"/>
      <w:marBottom w:val="0"/>
      <w:divBdr>
        <w:top w:val="none" w:sz="0" w:space="0" w:color="auto"/>
        <w:left w:val="none" w:sz="0" w:space="0" w:color="auto"/>
        <w:bottom w:val="none" w:sz="0" w:space="0" w:color="auto"/>
        <w:right w:val="none" w:sz="0" w:space="0" w:color="auto"/>
      </w:divBdr>
    </w:div>
    <w:div w:id="736247477">
      <w:bodyDiv w:val="1"/>
      <w:marLeft w:val="0"/>
      <w:marRight w:val="0"/>
      <w:marTop w:val="0"/>
      <w:marBottom w:val="0"/>
      <w:divBdr>
        <w:top w:val="none" w:sz="0" w:space="0" w:color="auto"/>
        <w:left w:val="none" w:sz="0" w:space="0" w:color="auto"/>
        <w:bottom w:val="none" w:sz="0" w:space="0" w:color="auto"/>
        <w:right w:val="none" w:sz="0" w:space="0" w:color="auto"/>
      </w:divBdr>
    </w:div>
    <w:div w:id="736786979">
      <w:bodyDiv w:val="1"/>
      <w:marLeft w:val="0"/>
      <w:marRight w:val="0"/>
      <w:marTop w:val="0"/>
      <w:marBottom w:val="0"/>
      <w:divBdr>
        <w:top w:val="none" w:sz="0" w:space="0" w:color="auto"/>
        <w:left w:val="none" w:sz="0" w:space="0" w:color="auto"/>
        <w:bottom w:val="none" w:sz="0" w:space="0" w:color="auto"/>
        <w:right w:val="none" w:sz="0" w:space="0" w:color="auto"/>
      </w:divBdr>
    </w:div>
    <w:div w:id="737826565">
      <w:bodyDiv w:val="1"/>
      <w:marLeft w:val="0"/>
      <w:marRight w:val="0"/>
      <w:marTop w:val="0"/>
      <w:marBottom w:val="0"/>
      <w:divBdr>
        <w:top w:val="none" w:sz="0" w:space="0" w:color="auto"/>
        <w:left w:val="none" w:sz="0" w:space="0" w:color="auto"/>
        <w:bottom w:val="none" w:sz="0" w:space="0" w:color="auto"/>
        <w:right w:val="none" w:sz="0" w:space="0" w:color="auto"/>
      </w:divBdr>
    </w:div>
    <w:div w:id="738097872">
      <w:bodyDiv w:val="1"/>
      <w:marLeft w:val="0"/>
      <w:marRight w:val="0"/>
      <w:marTop w:val="0"/>
      <w:marBottom w:val="0"/>
      <w:divBdr>
        <w:top w:val="none" w:sz="0" w:space="0" w:color="auto"/>
        <w:left w:val="none" w:sz="0" w:space="0" w:color="auto"/>
        <w:bottom w:val="none" w:sz="0" w:space="0" w:color="auto"/>
        <w:right w:val="none" w:sz="0" w:space="0" w:color="auto"/>
      </w:divBdr>
    </w:div>
    <w:div w:id="738870633">
      <w:bodyDiv w:val="1"/>
      <w:marLeft w:val="0"/>
      <w:marRight w:val="0"/>
      <w:marTop w:val="0"/>
      <w:marBottom w:val="0"/>
      <w:divBdr>
        <w:top w:val="none" w:sz="0" w:space="0" w:color="auto"/>
        <w:left w:val="none" w:sz="0" w:space="0" w:color="auto"/>
        <w:bottom w:val="none" w:sz="0" w:space="0" w:color="auto"/>
        <w:right w:val="none" w:sz="0" w:space="0" w:color="auto"/>
      </w:divBdr>
    </w:div>
    <w:div w:id="739257483">
      <w:bodyDiv w:val="1"/>
      <w:marLeft w:val="0"/>
      <w:marRight w:val="0"/>
      <w:marTop w:val="0"/>
      <w:marBottom w:val="0"/>
      <w:divBdr>
        <w:top w:val="none" w:sz="0" w:space="0" w:color="auto"/>
        <w:left w:val="none" w:sz="0" w:space="0" w:color="auto"/>
        <w:bottom w:val="none" w:sz="0" w:space="0" w:color="auto"/>
        <w:right w:val="none" w:sz="0" w:space="0" w:color="auto"/>
      </w:divBdr>
    </w:div>
    <w:div w:id="740060239">
      <w:bodyDiv w:val="1"/>
      <w:marLeft w:val="0"/>
      <w:marRight w:val="0"/>
      <w:marTop w:val="0"/>
      <w:marBottom w:val="0"/>
      <w:divBdr>
        <w:top w:val="none" w:sz="0" w:space="0" w:color="auto"/>
        <w:left w:val="none" w:sz="0" w:space="0" w:color="auto"/>
        <w:bottom w:val="none" w:sz="0" w:space="0" w:color="auto"/>
        <w:right w:val="none" w:sz="0" w:space="0" w:color="auto"/>
      </w:divBdr>
    </w:div>
    <w:div w:id="740709921">
      <w:bodyDiv w:val="1"/>
      <w:marLeft w:val="0"/>
      <w:marRight w:val="0"/>
      <w:marTop w:val="0"/>
      <w:marBottom w:val="0"/>
      <w:divBdr>
        <w:top w:val="none" w:sz="0" w:space="0" w:color="auto"/>
        <w:left w:val="none" w:sz="0" w:space="0" w:color="auto"/>
        <w:bottom w:val="none" w:sz="0" w:space="0" w:color="auto"/>
        <w:right w:val="none" w:sz="0" w:space="0" w:color="auto"/>
      </w:divBdr>
    </w:div>
    <w:div w:id="740761304">
      <w:bodyDiv w:val="1"/>
      <w:marLeft w:val="0"/>
      <w:marRight w:val="0"/>
      <w:marTop w:val="0"/>
      <w:marBottom w:val="0"/>
      <w:divBdr>
        <w:top w:val="none" w:sz="0" w:space="0" w:color="auto"/>
        <w:left w:val="none" w:sz="0" w:space="0" w:color="auto"/>
        <w:bottom w:val="none" w:sz="0" w:space="0" w:color="auto"/>
        <w:right w:val="none" w:sz="0" w:space="0" w:color="auto"/>
      </w:divBdr>
    </w:div>
    <w:div w:id="741296208">
      <w:bodyDiv w:val="1"/>
      <w:marLeft w:val="0"/>
      <w:marRight w:val="0"/>
      <w:marTop w:val="0"/>
      <w:marBottom w:val="0"/>
      <w:divBdr>
        <w:top w:val="none" w:sz="0" w:space="0" w:color="auto"/>
        <w:left w:val="none" w:sz="0" w:space="0" w:color="auto"/>
        <w:bottom w:val="none" w:sz="0" w:space="0" w:color="auto"/>
        <w:right w:val="none" w:sz="0" w:space="0" w:color="auto"/>
      </w:divBdr>
    </w:div>
    <w:div w:id="742726121">
      <w:bodyDiv w:val="1"/>
      <w:marLeft w:val="0"/>
      <w:marRight w:val="0"/>
      <w:marTop w:val="0"/>
      <w:marBottom w:val="0"/>
      <w:divBdr>
        <w:top w:val="none" w:sz="0" w:space="0" w:color="auto"/>
        <w:left w:val="none" w:sz="0" w:space="0" w:color="auto"/>
        <w:bottom w:val="none" w:sz="0" w:space="0" w:color="auto"/>
        <w:right w:val="none" w:sz="0" w:space="0" w:color="auto"/>
      </w:divBdr>
    </w:div>
    <w:div w:id="744181820">
      <w:bodyDiv w:val="1"/>
      <w:marLeft w:val="0"/>
      <w:marRight w:val="0"/>
      <w:marTop w:val="0"/>
      <w:marBottom w:val="0"/>
      <w:divBdr>
        <w:top w:val="none" w:sz="0" w:space="0" w:color="auto"/>
        <w:left w:val="none" w:sz="0" w:space="0" w:color="auto"/>
        <w:bottom w:val="none" w:sz="0" w:space="0" w:color="auto"/>
        <w:right w:val="none" w:sz="0" w:space="0" w:color="auto"/>
      </w:divBdr>
    </w:div>
    <w:div w:id="744185572">
      <w:bodyDiv w:val="1"/>
      <w:marLeft w:val="0"/>
      <w:marRight w:val="0"/>
      <w:marTop w:val="0"/>
      <w:marBottom w:val="0"/>
      <w:divBdr>
        <w:top w:val="none" w:sz="0" w:space="0" w:color="auto"/>
        <w:left w:val="none" w:sz="0" w:space="0" w:color="auto"/>
        <w:bottom w:val="none" w:sz="0" w:space="0" w:color="auto"/>
        <w:right w:val="none" w:sz="0" w:space="0" w:color="auto"/>
      </w:divBdr>
    </w:div>
    <w:div w:id="744687669">
      <w:bodyDiv w:val="1"/>
      <w:marLeft w:val="0"/>
      <w:marRight w:val="0"/>
      <w:marTop w:val="0"/>
      <w:marBottom w:val="0"/>
      <w:divBdr>
        <w:top w:val="none" w:sz="0" w:space="0" w:color="auto"/>
        <w:left w:val="none" w:sz="0" w:space="0" w:color="auto"/>
        <w:bottom w:val="none" w:sz="0" w:space="0" w:color="auto"/>
        <w:right w:val="none" w:sz="0" w:space="0" w:color="auto"/>
      </w:divBdr>
    </w:div>
    <w:div w:id="745154127">
      <w:bodyDiv w:val="1"/>
      <w:marLeft w:val="0"/>
      <w:marRight w:val="0"/>
      <w:marTop w:val="0"/>
      <w:marBottom w:val="0"/>
      <w:divBdr>
        <w:top w:val="none" w:sz="0" w:space="0" w:color="auto"/>
        <w:left w:val="none" w:sz="0" w:space="0" w:color="auto"/>
        <w:bottom w:val="none" w:sz="0" w:space="0" w:color="auto"/>
        <w:right w:val="none" w:sz="0" w:space="0" w:color="auto"/>
      </w:divBdr>
    </w:div>
    <w:div w:id="747046283">
      <w:bodyDiv w:val="1"/>
      <w:marLeft w:val="0"/>
      <w:marRight w:val="0"/>
      <w:marTop w:val="0"/>
      <w:marBottom w:val="0"/>
      <w:divBdr>
        <w:top w:val="none" w:sz="0" w:space="0" w:color="auto"/>
        <w:left w:val="none" w:sz="0" w:space="0" w:color="auto"/>
        <w:bottom w:val="none" w:sz="0" w:space="0" w:color="auto"/>
        <w:right w:val="none" w:sz="0" w:space="0" w:color="auto"/>
      </w:divBdr>
    </w:div>
    <w:div w:id="747111986">
      <w:bodyDiv w:val="1"/>
      <w:marLeft w:val="0"/>
      <w:marRight w:val="0"/>
      <w:marTop w:val="0"/>
      <w:marBottom w:val="0"/>
      <w:divBdr>
        <w:top w:val="none" w:sz="0" w:space="0" w:color="auto"/>
        <w:left w:val="none" w:sz="0" w:space="0" w:color="auto"/>
        <w:bottom w:val="none" w:sz="0" w:space="0" w:color="auto"/>
        <w:right w:val="none" w:sz="0" w:space="0" w:color="auto"/>
      </w:divBdr>
    </w:div>
    <w:div w:id="747969322">
      <w:bodyDiv w:val="1"/>
      <w:marLeft w:val="0"/>
      <w:marRight w:val="0"/>
      <w:marTop w:val="0"/>
      <w:marBottom w:val="0"/>
      <w:divBdr>
        <w:top w:val="none" w:sz="0" w:space="0" w:color="auto"/>
        <w:left w:val="none" w:sz="0" w:space="0" w:color="auto"/>
        <w:bottom w:val="none" w:sz="0" w:space="0" w:color="auto"/>
        <w:right w:val="none" w:sz="0" w:space="0" w:color="auto"/>
      </w:divBdr>
    </w:div>
    <w:div w:id="748621353">
      <w:bodyDiv w:val="1"/>
      <w:marLeft w:val="0"/>
      <w:marRight w:val="0"/>
      <w:marTop w:val="0"/>
      <w:marBottom w:val="0"/>
      <w:divBdr>
        <w:top w:val="none" w:sz="0" w:space="0" w:color="auto"/>
        <w:left w:val="none" w:sz="0" w:space="0" w:color="auto"/>
        <w:bottom w:val="none" w:sz="0" w:space="0" w:color="auto"/>
        <w:right w:val="none" w:sz="0" w:space="0" w:color="auto"/>
      </w:divBdr>
    </w:div>
    <w:div w:id="749042553">
      <w:bodyDiv w:val="1"/>
      <w:marLeft w:val="0"/>
      <w:marRight w:val="0"/>
      <w:marTop w:val="0"/>
      <w:marBottom w:val="0"/>
      <w:divBdr>
        <w:top w:val="none" w:sz="0" w:space="0" w:color="auto"/>
        <w:left w:val="none" w:sz="0" w:space="0" w:color="auto"/>
        <w:bottom w:val="none" w:sz="0" w:space="0" w:color="auto"/>
        <w:right w:val="none" w:sz="0" w:space="0" w:color="auto"/>
      </w:divBdr>
    </w:div>
    <w:div w:id="749693827">
      <w:bodyDiv w:val="1"/>
      <w:marLeft w:val="0"/>
      <w:marRight w:val="0"/>
      <w:marTop w:val="0"/>
      <w:marBottom w:val="0"/>
      <w:divBdr>
        <w:top w:val="none" w:sz="0" w:space="0" w:color="auto"/>
        <w:left w:val="none" w:sz="0" w:space="0" w:color="auto"/>
        <w:bottom w:val="none" w:sz="0" w:space="0" w:color="auto"/>
        <w:right w:val="none" w:sz="0" w:space="0" w:color="auto"/>
      </w:divBdr>
    </w:div>
    <w:div w:id="749813745">
      <w:bodyDiv w:val="1"/>
      <w:marLeft w:val="0"/>
      <w:marRight w:val="0"/>
      <w:marTop w:val="0"/>
      <w:marBottom w:val="0"/>
      <w:divBdr>
        <w:top w:val="none" w:sz="0" w:space="0" w:color="auto"/>
        <w:left w:val="none" w:sz="0" w:space="0" w:color="auto"/>
        <w:bottom w:val="none" w:sz="0" w:space="0" w:color="auto"/>
        <w:right w:val="none" w:sz="0" w:space="0" w:color="auto"/>
      </w:divBdr>
    </w:div>
    <w:div w:id="750388463">
      <w:bodyDiv w:val="1"/>
      <w:marLeft w:val="0"/>
      <w:marRight w:val="0"/>
      <w:marTop w:val="0"/>
      <w:marBottom w:val="0"/>
      <w:divBdr>
        <w:top w:val="none" w:sz="0" w:space="0" w:color="auto"/>
        <w:left w:val="none" w:sz="0" w:space="0" w:color="auto"/>
        <w:bottom w:val="none" w:sz="0" w:space="0" w:color="auto"/>
        <w:right w:val="none" w:sz="0" w:space="0" w:color="auto"/>
      </w:divBdr>
    </w:div>
    <w:div w:id="750666240">
      <w:bodyDiv w:val="1"/>
      <w:marLeft w:val="0"/>
      <w:marRight w:val="0"/>
      <w:marTop w:val="0"/>
      <w:marBottom w:val="0"/>
      <w:divBdr>
        <w:top w:val="none" w:sz="0" w:space="0" w:color="auto"/>
        <w:left w:val="none" w:sz="0" w:space="0" w:color="auto"/>
        <w:bottom w:val="none" w:sz="0" w:space="0" w:color="auto"/>
        <w:right w:val="none" w:sz="0" w:space="0" w:color="auto"/>
      </w:divBdr>
    </w:div>
    <w:div w:id="752628299">
      <w:bodyDiv w:val="1"/>
      <w:marLeft w:val="0"/>
      <w:marRight w:val="0"/>
      <w:marTop w:val="0"/>
      <w:marBottom w:val="0"/>
      <w:divBdr>
        <w:top w:val="none" w:sz="0" w:space="0" w:color="auto"/>
        <w:left w:val="none" w:sz="0" w:space="0" w:color="auto"/>
        <w:bottom w:val="none" w:sz="0" w:space="0" w:color="auto"/>
        <w:right w:val="none" w:sz="0" w:space="0" w:color="auto"/>
      </w:divBdr>
    </w:div>
    <w:div w:id="753088807">
      <w:bodyDiv w:val="1"/>
      <w:marLeft w:val="0"/>
      <w:marRight w:val="0"/>
      <w:marTop w:val="0"/>
      <w:marBottom w:val="0"/>
      <w:divBdr>
        <w:top w:val="none" w:sz="0" w:space="0" w:color="auto"/>
        <w:left w:val="none" w:sz="0" w:space="0" w:color="auto"/>
        <w:bottom w:val="none" w:sz="0" w:space="0" w:color="auto"/>
        <w:right w:val="none" w:sz="0" w:space="0" w:color="auto"/>
      </w:divBdr>
    </w:div>
    <w:div w:id="753090827">
      <w:bodyDiv w:val="1"/>
      <w:marLeft w:val="0"/>
      <w:marRight w:val="0"/>
      <w:marTop w:val="0"/>
      <w:marBottom w:val="0"/>
      <w:divBdr>
        <w:top w:val="none" w:sz="0" w:space="0" w:color="auto"/>
        <w:left w:val="none" w:sz="0" w:space="0" w:color="auto"/>
        <w:bottom w:val="none" w:sz="0" w:space="0" w:color="auto"/>
        <w:right w:val="none" w:sz="0" w:space="0" w:color="auto"/>
      </w:divBdr>
    </w:div>
    <w:div w:id="754017208">
      <w:bodyDiv w:val="1"/>
      <w:marLeft w:val="0"/>
      <w:marRight w:val="0"/>
      <w:marTop w:val="0"/>
      <w:marBottom w:val="0"/>
      <w:divBdr>
        <w:top w:val="none" w:sz="0" w:space="0" w:color="auto"/>
        <w:left w:val="none" w:sz="0" w:space="0" w:color="auto"/>
        <w:bottom w:val="none" w:sz="0" w:space="0" w:color="auto"/>
        <w:right w:val="none" w:sz="0" w:space="0" w:color="auto"/>
      </w:divBdr>
    </w:div>
    <w:div w:id="754321274">
      <w:bodyDiv w:val="1"/>
      <w:marLeft w:val="0"/>
      <w:marRight w:val="0"/>
      <w:marTop w:val="0"/>
      <w:marBottom w:val="0"/>
      <w:divBdr>
        <w:top w:val="none" w:sz="0" w:space="0" w:color="auto"/>
        <w:left w:val="none" w:sz="0" w:space="0" w:color="auto"/>
        <w:bottom w:val="none" w:sz="0" w:space="0" w:color="auto"/>
        <w:right w:val="none" w:sz="0" w:space="0" w:color="auto"/>
      </w:divBdr>
    </w:div>
    <w:div w:id="754716270">
      <w:bodyDiv w:val="1"/>
      <w:marLeft w:val="0"/>
      <w:marRight w:val="0"/>
      <w:marTop w:val="0"/>
      <w:marBottom w:val="0"/>
      <w:divBdr>
        <w:top w:val="none" w:sz="0" w:space="0" w:color="auto"/>
        <w:left w:val="none" w:sz="0" w:space="0" w:color="auto"/>
        <w:bottom w:val="none" w:sz="0" w:space="0" w:color="auto"/>
        <w:right w:val="none" w:sz="0" w:space="0" w:color="auto"/>
      </w:divBdr>
    </w:div>
    <w:div w:id="755174226">
      <w:bodyDiv w:val="1"/>
      <w:marLeft w:val="0"/>
      <w:marRight w:val="0"/>
      <w:marTop w:val="0"/>
      <w:marBottom w:val="0"/>
      <w:divBdr>
        <w:top w:val="none" w:sz="0" w:space="0" w:color="auto"/>
        <w:left w:val="none" w:sz="0" w:space="0" w:color="auto"/>
        <w:bottom w:val="none" w:sz="0" w:space="0" w:color="auto"/>
        <w:right w:val="none" w:sz="0" w:space="0" w:color="auto"/>
      </w:divBdr>
    </w:div>
    <w:div w:id="755441308">
      <w:bodyDiv w:val="1"/>
      <w:marLeft w:val="0"/>
      <w:marRight w:val="0"/>
      <w:marTop w:val="0"/>
      <w:marBottom w:val="0"/>
      <w:divBdr>
        <w:top w:val="none" w:sz="0" w:space="0" w:color="auto"/>
        <w:left w:val="none" w:sz="0" w:space="0" w:color="auto"/>
        <w:bottom w:val="none" w:sz="0" w:space="0" w:color="auto"/>
        <w:right w:val="none" w:sz="0" w:space="0" w:color="auto"/>
      </w:divBdr>
    </w:div>
    <w:div w:id="755596276">
      <w:bodyDiv w:val="1"/>
      <w:marLeft w:val="0"/>
      <w:marRight w:val="0"/>
      <w:marTop w:val="0"/>
      <w:marBottom w:val="0"/>
      <w:divBdr>
        <w:top w:val="none" w:sz="0" w:space="0" w:color="auto"/>
        <w:left w:val="none" w:sz="0" w:space="0" w:color="auto"/>
        <w:bottom w:val="none" w:sz="0" w:space="0" w:color="auto"/>
        <w:right w:val="none" w:sz="0" w:space="0" w:color="auto"/>
      </w:divBdr>
    </w:div>
    <w:div w:id="756051957">
      <w:bodyDiv w:val="1"/>
      <w:marLeft w:val="0"/>
      <w:marRight w:val="0"/>
      <w:marTop w:val="0"/>
      <w:marBottom w:val="0"/>
      <w:divBdr>
        <w:top w:val="none" w:sz="0" w:space="0" w:color="auto"/>
        <w:left w:val="none" w:sz="0" w:space="0" w:color="auto"/>
        <w:bottom w:val="none" w:sz="0" w:space="0" w:color="auto"/>
        <w:right w:val="none" w:sz="0" w:space="0" w:color="auto"/>
      </w:divBdr>
    </w:div>
    <w:div w:id="756514708">
      <w:bodyDiv w:val="1"/>
      <w:marLeft w:val="0"/>
      <w:marRight w:val="0"/>
      <w:marTop w:val="0"/>
      <w:marBottom w:val="0"/>
      <w:divBdr>
        <w:top w:val="none" w:sz="0" w:space="0" w:color="auto"/>
        <w:left w:val="none" w:sz="0" w:space="0" w:color="auto"/>
        <w:bottom w:val="none" w:sz="0" w:space="0" w:color="auto"/>
        <w:right w:val="none" w:sz="0" w:space="0" w:color="auto"/>
      </w:divBdr>
    </w:div>
    <w:div w:id="757141515">
      <w:bodyDiv w:val="1"/>
      <w:marLeft w:val="0"/>
      <w:marRight w:val="0"/>
      <w:marTop w:val="0"/>
      <w:marBottom w:val="0"/>
      <w:divBdr>
        <w:top w:val="none" w:sz="0" w:space="0" w:color="auto"/>
        <w:left w:val="none" w:sz="0" w:space="0" w:color="auto"/>
        <w:bottom w:val="none" w:sz="0" w:space="0" w:color="auto"/>
        <w:right w:val="none" w:sz="0" w:space="0" w:color="auto"/>
      </w:divBdr>
    </w:div>
    <w:div w:id="758405754">
      <w:bodyDiv w:val="1"/>
      <w:marLeft w:val="0"/>
      <w:marRight w:val="0"/>
      <w:marTop w:val="0"/>
      <w:marBottom w:val="0"/>
      <w:divBdr>
        <w:top w:val="none" w:sz="0" w:space="0" w:color="auto"/>
        <w:left w:val="none" w:sz="0" w:space="0" w:color="auto"/>
        <w:bottom w:val="none" w:sz="0" w:space="0" w:color="auto"/>
        <w:right w:val="none" w:sz="0" w:space="0" w:color="auto"/>
      </w:divBdr>
    </w:div>
    <w:div w:id="758990040">
      <w:bodyDiv w:val="1"/>
      <w:marLeft w:val="0"/>
      <w:marRight w:val="0"/>
      <w:marTop w:val="0"/>
      <w:marBottom w:val="0"/>
      <w:divBdr>
        <w:top w:val="none" w:sz="0" w:space="0" w:color="auto"/>
        <w:left w:val="none" w:sz="0" w:space="0" w:color="auto"/>
        <w:bottom w:val="none" w:sz="0" w:space="0" w:color="auto"/>
        <w:right w:val="none" w:sz="0" w:space="0" w:color="auto"/>
      </w:divBdr>
    </w:div>
    <w:div w:id="759060442">
      <w:bodyDiv w:val="1"/>
      <w:marLeft w:val="0"/>
      <w:marRight w:val="0"/>
      <w:marTop w:val="0"/>
      <w:marBottom w:val="0"/>
      <w:divBdr>
        <w:top w:val="none" w:sz="0" w:space="0" w:color="auto"/>
        <w:left w:val="none" w:sz="0" w:space="0" w:color="auto"/>
        <w:bottom w:val="none" w:sz="0" w:space="0" w:color="auto"/>
        <w:right w:val="none" w:sz="0" w:space="0" w:color="auto"/>
      </w:divBdr>
    </w:div>
    <w:div w:id="760568221">
      <w:bodyDiv w:val="1"/>
      <w:marLeft w:val="0"/>
      <w:marRight w:val="0"/>
      <w:marTop w:val="0"/>
      <w:marBottom w:val="0"/>
      <w:divBdr>
        <w:top w:val="none" w:sz="0" w:space="0" w:color="auto"/>
        <w:left w:val="none" w:sz="0" w:space="0" w:color="auto"/>
        <w:bottom w:val="none" w:sz="0" w:space="0" w:color="auto"/>
        <w:right w:val="none" w:sz="0" w:space="0" w:color="auto"/>
      </w:divBdr>
    </w:div>
    <w:div w:id="762263157">
      <w:bodyDiv w:val="1"/>
      <w:marLeft w:val="0"/>
      <w:marRight w:val="0"/>
      <w:marTop w:val="0"/>
      <w:marBottom w:val="0"/>
      <w:divBdr>
        <w:top w:val="none" w:sz="0" w:space="0" w:color="auto"/>
        <w:left w:val="none" w:sz="0" w:space="0" w:color="auto"/>
        <w:bottom w:val="none" w:sz="0" w:space="0" w:color="auto"/>
        <w:right w:val="none" w:sz="0" w:space="0" w:color="auto"/>
      </w:divBdr>
    </w:div>
    <w:div w:id="762798353">
      <w:bodyDiv w:val="1"/>
      <w:marLeft w:val="0"/>
      <w:marRight w:val="0"/>
      <w:marTop w:val="0"/>
      <w:marBottom w:val="0"/>
      <w:divBdr>
        <w:top w:val="none" w:sz="0" w:space="0" w:color="auto"/>
        <w:left w:val="none" w:sz="0" w:space="0" w:color="auto"/>
        <w:bottom w:val="none" w:sz="0" w:space="0" w:color="auto"/>
        <w:right w:val="none" w:sz="0" w:space="0" w:color="auto"/>
      </w:divBdr>
    </w:div>
    <w:div w:id="764493525">
      <w:bodyDiv w:val="1"/>
      <w:marLeft w:val="0"/>
      <w:marRight w:val="0"/>
      <w:marTop w:val="0"/>
      <w:marBottom w:val="0"/>
      <w:divBdr>
        <w:top w:val="none" w:sz="0" w:space="0" w:color="auto"/>
        <w:left w:val="none" w:sz="0" w:space="0" w:color="auto"/>
        <w:bottom w:val="none" w:sz="0" w:space="0" w:color="auto"/>
        <w:right w:val="none" w:sz="0" w:space="0" w:color="auto"/>
      </w:divBdr>
    </w:div>
    <w:div w:id="764770251">
      <w:bodyDiv w:val="1"/>
      <w:marLeft w:val="0"/>
      <w:marRight w:val="0"/>
      <w:marTop w:val="0"/>
      <w:marBottom w:val="0"/>
      <w:divBdr>
        <w:top w:val="none" w:sz="0" w:space="0" w:color="auto"/>
        <w:left w:val="none" w:sz="0" w:space="0" w:color="auto"/>
        <w:bottom w:val="none" w:sz="0" w:space="0" w:color="auto"/>
        <w:right w:val="none" w:sz="0" w:space="0" w:color="auto"/>
      </w:divBdr>
    </w:div>
    <w:div w:id="765268030">
      <w:bodyDiv w:val="1"/>
      <w:marLeft w:val="0"/>
      <w:marRight w:val="0"/>
      <w:marTop w:val="0"/>
      <w:marBottom w:val="0"/>
      <w:divBdr>
        <w:top w:val="none" w:sz="0" w:space="0" w:color="auto"/>
        <w:left w:val="none" w:sz="0" w:space="0" w:color="auto"/>
        <w:bottom w:val="none" w:sz="0" w:space="0" w:color="auto"/>
        <w:right w:val="none" w:sz="0" w:space="0" w:color="auto"/>
      </w:divBdr>
    </w:div>
    <w:div w:id="765274904">
      <w:bodyDiv w:val="1"/>
      <w:marLeft w:val="0"/>
      <w:marRight w:val="0"/>
      <w:marTop w:val="0"/>
      <w:marBottom w:val="0"/>
      <w:divBdr>
        <w:top w:val="none" w:sz="0" w:space="0" w:color="auto"/>
        <w:left w:val="none" w:sz="0" w:space="0" w:color="auto"/>
        <w:bottom w:val="none" w:sz="0" w:space="0" w:color="auto"/>
        <w:right w:val="none" w:sz="0" w:space="0" w:color="auto"/>
      </w:divBdr>
    </w:div>
    <w:div w:id="765347493">
      <w:bodyDiv w:val="1"/>
      <w:marLeft w:val="0"/>
      <w:marRight w:val="0"/>
      <w:marTop w:val="0"/>
      <w:marBottom w:val="0"/>
      <w:divBdr>
        <w:top w:val="none" w:sz="0" w:space="0" w:color="auto"/>
        <w:left w:val="none" w:sz="0" w:space="0" w:color="auto"/>
        <w:bottom w:val="none" w:sz="0" w:space="0" w:color="auto"/>
        <w:right w:val="none" w:sz="0" w:space="0" w:color="auto"/>
      </w:divBdr>
    </w:div>
    <w:div w:id="765885069">
      <w:bodyDiv w:val="1"/>
      <w:marLeft w:val="0"/>
      <w:marRight w:val="0"/>
      <w:marTop w:val="0"/>
      <w:marBottom w:val="0"/>
      <w:divBdr>
        <w:top w:val="none" w:sz="0" w:space="0" w:color="auto"/>
        <w:left w:val="none" w:sz="0" w:space="0" w:color="auto"/>
        <w:bottom w:val="none" w:sz="0" w:space="0" w:color="auto"/>
        <w:right w:val="none" w:sz="0" w:space="0" w:color="auto"/>
      </w:divBdr>
    </w:div>
    <w:div w:id="767310449">
      <w:bodyDiv w:val="1"/>
      <w:marLeft w:val="0"/>
      <w:marRight w:val="0"/>
      <w:marTop w:val="0"/>
      <w:marBottom w:val="0"/>
      <w:divBdr>
        <w:top w:val="none" w:sz="0" w:space="0" w:color="auto"/>
        <w:left w:val="none" w:sz="0" w:space="0" w:color="auto"/>
        <w:bottom w:val="none" w:sz="0" w:space="0" w:color="auto"/>
        <w:right w:val="none" w:sz="0" w:space="0" w:color="auto"/>
      </w:divBdr>
    </w:div>
    <w:div w:id="767459079">
      <w:bodyDiv w:val="1"/>
      <w:marLeft w:val="0"/>
      <w:marRight w:val="0"/>
      <w:marTop w:val="0"/>
      <w:marBottom w:val="0"/>
      <w:divBdr>
        <w:top w:val="none" w:sz="0" w:space="0" w:color="auto"/>
        <w:left w:val="none" w:sz="0" w:space="0" w:color="auto"/>
        <w:bottom w:val="none" w:sz="0" w:space="0" w:color="auto"/>
        <w:right w:val="none" w:sz="0" w:space="0" w:color="auto"/>
      </w:divBdr>
    </w:div>
    <w:div w:id="767845701">
      <w:bodyDiv w:val="1"/>
      <w:marLeft w:val="0"/>
      <w:marRight w:val="0"/>
      <w:marTop w:val="0"/>
      <w:marBottom w:val="0"/>
      <w:divBdr>
        <w:top w:val="none" w:sz="0" w:space="0" w:color="auto"/>
        <w:left w:val="none" w:sz="0" w:space="0" w:color="auto"/>
        <w:bottom w:val="none" w:sz="0" w:space="0" w:color="auto"/>
        <w:right w:val="none" w:sz="0" w:space="0" w:color="auto"/>
      </w:divBdr>
    </w:div>
    <w:div w:id="767847607">
      <w:bodyDiv w:val="1"/>
      <w:marLeft w:val="0"/>
      <w:marRight w:val="0"/>
      <w:marTop w:val="0"/>
      <w:marBottom w:val="0"/>
      <w:divBdr>
        <w:top w:val="none" w:sz="0" w:space="0" w:color="auto"/>
        <w:left w:val="none" w:sz="0" w:space="0" w:color="auto"/>
        <w:bottom w:val="none" w:sz="0" w:space="0" w:color="auto"/>
        <w:right w:val="none" w:sz="0" w:space="0" w:color="auto"/>
      </w:divBdr>
    </w:div>
    <w:div w:id="769280541">
      <w:bodyDiv w:val="1"/>
      <w:marLeft w:val="0"/>
      <w:marRight w:val="0"/>
      <w:marTop w:val="0"/>
      <w:marBottom w:val="0"/>
      <w:divBdr>
        <w:top w:val="none" w:sz="0" w:space="0" w:color="auto"/>
        <w:left w:val="none" w:sz="0" w:space="0" w:color="auto"/>
        <w:bottom w:val="none" w:sz="0" w:space="0" w:color="auto"/>
        <w:right w:val="none" w:sz="0" w:space="0" w:color="auto"/>
      </w:divBdr>
    </w:div>
    <w:div w:id="770276328">
      <w:bodyDiv w:val="1"/>
      <w:marLeft w:val="0"/>
      <w:marRight w:val="0"/>
      <w:marTop w:val="0"/>
      <w:marBottom w:val="0"/>
      <w:divBdr>
        <w:top w:val="none" w:sz="0" w:space="0" w:color="auto"/>
        <w:left w:val="none" w:sz="0" w:space="0" w:color="auto"/>
        <w:bottom w:val="none" w:sz="0" w:space="0" w:color="auto"/>
        <w:right w:val="none" w:sz="0" w:space="0" w:color="auto"/>
      </w:divBdr>
    </w:div>
    <w:div w:id="771097919">
      <w:bodyDiv w:val="1"/>
      <w:marLeft w:val="0"/>
      <w:marRight w:val="0"/>
      <w:marTop w:val="0"/>
      <w:marBottom w:val="0"/>
      <w:divBdr>
        <w:top w:val="none" w:sz="0" w:space="0" w:color="auto"/>
        <w:left w:val="none" w:sz="0" w:space="0" w:color="auto"/>
        <w:bottom w:val="none" w:sz="0" w:space="0" w:color="auto"/>
        <w:right w:val="none" w:sz="0" w:space="0" w:color="auto"/>
      </w:divBdr>
    </w:div>
    <w:div w:id="771244397">
      <w:bodyDiv w:val="1"/>
      <w:marLeft w:val="0"/>
      <w:marRight w:val="0"/>
      <w:marTop w:val="0"/>
      <w:marBottom w:val="0"/>
      <w:divBdr>
        <w:top w:val="none" w:sz="0" w:space="0" w:color="auto"/>
        <w:left w:val="none" w:sz="0" w:space="0" w:color="auto"/>
        <w:bottom w:val="none" w:sz="0" w:space="0" w:color="auto"/>
        <w:right w:val="none" w:sz="0" w:space="0" w:color="auto"/>
      </w:divBdr>
    </w:div>
    <w:div w:id="771778197">
      <w:bodyDiv w:val="1"/>
      <w:marLeft w:val="0"/>
      <w:marRight w:val="0"/>
      <w:marTop w:val="0"/>
      <w:marBottom w:val="0"/>
      <w:divBdr>
        <w:top w:val="none" w:sz="0" w:space="0" w:color="auto"/>
        <w:left w:val="none" w:sz="0" w:space="0" w:color="auto"/>
        <w:bottom w:val="none" w:sz="0" w:space="0" w:color="auto"/>
        <w:right w:val="none" w:sz="0" w:space="0" w:color="auto"/>
      </w:divBdr>
    </w:div>
    <w:div w:id="771978158">
      <w:bodyDiv w:val="1"/>
      <w:marLeft w:val="0"/>
      <w:marRight w:val="0"/>
      <w:marTop w:val="0"/>
      <w:marBottom w:val="0"/>
      <w:divBdr>
        <w:top w:val="none" w:sz="0" w:space="0" w:color="auto"/>
        <w:left w:val="none" w:sz="0" w:space="0" w:color="auto"/>
        <w:bottom w:val="none" w:sz="0" w:space="0" w:color="auto"/>
        <w:right w:val="none" w:sz="0" w:space="0" w:color="auto"/>
      </w:divBdr>
    </w:div>
    <w:div w:id="773129399">
      <w:bodyDiv w:val="1"/>
      <w:marLeft w:val="0"/>
      <w:marRight w:val="0"/>
      <w:marTop w:val="0"/>
      <w:marBottom w:val="0"/>
      <w:divBdr>
        <w:top w:val="none" w:sz="0" w:space="0" w:color="auto"/>
        <w:left w:val="none" w:sz="0" w:space="0" w:color="auto"/>
        <w:bottom w:val="none" w:sz="0" w:space="0" w:color="auto"/>
        <w:right w:val="none" w:sz="0" w:space="0" w:color="auto"/>
      </w:divBdr>
    </w:div>
    <w:div w:id="773551066">
      <w:bodyDiv w:val="1"/>
      <w:marLeft w:val="0"/>
      <w:marRight w:val="0"/>
      <w:marTop w:val="0"/>
      <w:marBottom w:val="0"/>
      <w:divBdr>
        <w:top w:val="none" w:sz="0" w:space="0" w:color="auto"/>
        <w:left w:val="none" w:sz="0" w:space="0" w:color="auto"/>
        <w:bottom w:val="none" w:sz="0" w:space="0" w:color="auto"/>
        <w:right w:val="none" w:sz="0" w:space="0" w:color="auto"/>
      </w:divBdr>
    </w:div>
    <w:div w:id="773595394">
      <w:bodyDiv w:val="1"/>
      <w:marLeft w:val="0"/>
      <w:marRight w:val="0"/>
      <w:marTop w:val="0"/>
      <w:marBottom w:val="0"/>
      <w:divBdr>
        <w:top w:val="none" w:sz="0" w:space="0" w:color="auto"/>
        <w:left w:val="none" w:sz="0" w:space="0" w:color="auto"/>
        <w:bottom w:val="none" w:sz="0" w:space="0" w:color="auto"/>
        <w:right w:val="none" w:sz="0" w:space="0" w:color="auto"/>
      </w:divBdr>
    </w:div>
    <w:div w:id="774443662">
      <w:bodyDiv w:val="1"/>
      <w:marLeft w:val="0"/>
      <w:marRight w:val="0"/>
      <w:marTop w:val="0"/>
      <w:marBottom w:val="0"/>
      <w:divBdr>
        <w:top w:val="none" w:sz="0" w:space="0" w:color="auto"/>
        <w:left w:val="none" w:sz="0" w:space="0" w:color="auto"/>
        <w:bottom w:val="none" w:sz="0" w:space="0" w:color="auto"/>
        <w:right w:val="none" w:sz="0" w:space="0" w:color="auto"/>
      </w:divBdr>
    </w:div>
    <w:div w:id="774449611">
      <w:bodyDiv w:val="1"/>
      <w:marLeft w:val="0"/>
      <w:marRight w:val="0"/>
      <w:marTop w:val="0"/>
      <w:marBottom w:val="0"/>
      <w:divBdr>
        <w:top w:val="none" w:sz="0" w:space="0" w:color="auto"/>
        <w:left w:val="none" w:sz="0" w:space="0" w:color="auto"/>
        <w:bottom w:val="none" w:sz="0" w:space="0" w:color="auto"/>
        <w:right w:val="none" w:sz="0" w:space="0" w:color="auto"/>
      </w:divBdr>
    </w:div>
    <w:div w:id="775716320">
      <w:bodyDiv w:val="1"/>
      <w:marLeft w:val="0"/>
      <w:marRight w:val="0"/>
      <w:marTop w:val="0"/>
      <w:marBottom w:val="0"/>
      <w:divBdr>
        <w:top w:val="none" w:sz="0" w:space="0" w:color="auto"/>
        <w:left w:val="none" w:sz="0" w:space="0" w:color="auto"/>
        <w:bottom w:val="none" w:sz="0" w:space="0" w:color="auto"/>
        <w:right w:val="none" w:sz="0" w:space="0" w:color="auto"/>
      </w:divBdr>
    </w:div>
    <w:div w:id="776949413">
      <w:bodyDiv w:val="1"/>
      <w:marLeft w:val="0"/>
      <w:marRight w:val="0"/>
      <w:marTop w:val="0"/>
      <w:marBottom w:val="0"/>
      <w:divBdr>
        <w:top w:val="none" w:sz="0" w:space="0" w:color="auto"/>
        <w:left w:val="none" w:sz="0" w:space="0" w:color="auto"/>
        <w:bottom w:val="none" w:sz="0" w:space="0" w:color="auto"/>
        <w:right w:val="none" w:sz="0" w:space="0" w:color="auto"/>
      </w:divBdr>
    </w:div>
    <w:div w:id="777217086">
      <w:bodyDiv w:val="1"/>
      <w:marLeft w:val="0"/>
      <w:marRight w:val="0"/>
      <w:marTop w:val="0"/>
      <w:marBottom w:val="0"/>
      <w:divBdr>
        <w:top w:val="none" w:sz="0" w:space="0" w:color="auto"/>
        <w:left w:val="none" w:sz="0" w:space="0" w:color="auto"/>
        <w:bottom w:val="none" w:sz="0" w:space="0" w:color="auto"/>
        <w:right w:val="none" w:sz="0" w:space="0" w:color="auto"/>
      </w:divBdr>
    </w:div>
    <w:div w:id="780957446">
      <w:bodyDiv w:val="1"/>
      <w:marLeft w:val="0"/>
      <w:marRight w:val="0"/>
      <w:marTop w:val="0"/>
      <w:marBottom w:val="0"/>
      <w:divBdr>
        <w:top w:val="none" w:sz="0" w:space="0" w:color="auto"/>
        <w:left w:val="none" w:sz="0" w:space="0" w:color="auto"/>
        <w:bottom w:val="none" w:sz="0" w:space="0" w:color="auto"/>
        <w:right w:val="none" w:sz="0" w:space="0" w:color="auto"/>
      </w:divBdr>
    </w:div>
    <w:div w:id="781000715">
      <w:bodyDiv w:val="1"/>
      <w:marLeft w:val="0"/>
      <w:marRight w:val="0"/>
      <w:marTop w:val="0"/>
      <w:marBottom w:val="0"/>
      <w:divBdr>
        <w:top w:val="none" w:sz="0" w:space="0" w:color="auto"/>
        <w:left w:val="none" w:sz="0" w:space="0" w:color="auto"/>
        <w:bottom w:val="none" w:sz="0" w:space="0" w:color="auto"/>
        <w:right w:val="none" w:sz="0" w:space="0" w:color="auto"/>
      </w:divBdr>
    </w:div>
    <w:div w:id="781727985">
      <w:bodyDiv w:val="1"/>
      <w:marLeft w:val="0"/>
      <w:marRight w:val="0"/>
      <w:marTop w:val="0"/>
      <w:marBottom w:val="0"/>
      <w:divBdr>
        <w:top w:val="none" w:sz="0" w:space="0" w:color="auto"/>
        <w:left w:val="none" w:sz="0" w:space="0" w:color="auto"/>
        <w:bottom w:val="none" w:sz="0" w:space="0" w:color="auto"/>
        <w:right w:val="none" w:sz="0" w:space="0" w:color="auto"/>
      </w:divBdr>
    </w:div>
    <w:div w:id="781847865">
      <w:bodyDiv w:val="1"/>
      <w:marLeft w:val="0"/>
      <w:marRight w:val="0"/>
      <w:marTop w:val="0"/>
      <w:marBottom w:val="0"/>
      <w:divBdr>
        <w:top w:val="none" w:sz="0" w:space="0" w:color="auto"/>
        <w:left w:val="none" w:sz="0" w:space="0" w:color="auto"/>
        <w:bottom w:val="none" w:sz="0" w:space="0" w:color="auto"/>
        <w:right w:val="none" w:sz="0" w:space="0" w:color="auto"/>
      </w:divBdr>
    </w:div>
    <w:div w:id="782263871">
      <w:bodyDiv w:val="1"/>
      <w:marLeft w:val="0"/>
      <w:marRight w:val="0"/>
      <w:marTop w:val="0"/>
      <w:marBottom w:val="0"/>
      <w:divBdr>
        <w:top w:val="none" w:sz="0" w:space="0" w:color="auto"/>
        <w:left w:val="none" w:sz="0" w:space="0" w:color="auto"/>
        <w:bottom w:val="none" w:sz="0" w:space="0" w:color="auto"/>
        <w:right w:val="none" w:sz="0" w:space="0" w:color="auto"/>
      </w:divBdr>
    </w:div>
    <w:div w:id="782576645">
      <w:bodyDiv w:val="1"/>
      <w:marLeft w:val="0"/>
      <w:marRight w:val="0"/>
      <w:marTop w:val="0"/>
      <w:marBottom w:val="0"/>
      <w:divBdr>
        <w:top w:val="none" w:sz="0" w:space="0" w:color="auto"/>
        <w:left w:val="none" w:sz="0" w:space="0" w:color="auto"/>
        <w:bottom w:val="none" w:sz="0" w:space="0" w:color="auto"/>
        <w:right w:val="none" w:sz="0" w:space="0" w:color="auto"/>
      </w:divBdr>
    </w:div>
    <w:div w:id="782697035">
      <w:bodyDiv w:val="1"/>
      <w:marLeft w:val="0"/>
      <w:marRight w:val="0"/>
      <w:marTop w:val="0"/>
      <w:marBottom w:val="0"/>
      <w:divBdr>
        <w:top w:val="none" w:sz="0" w:space="0" w:color="auto"/>
        <w:left w:val="none" w:sz="0" w:space="0" w:color="auto"/>
        <w:bottom w:val="none" w:sz="0" w:space="0" w:color="auto"/>
        <w:right w:val="none" w:sz="0" w:space="0" w:color="auto"/>
      </w:divBdr>
    </w:div>
    <w:div w:id="783159922">
      <w:bodyDiv w:val="1"/>
      <w:marLeft w:val="0"/>
      <w:marRight w:val="0"/>
      <w:marTop w:val="0"/>
      <w:marBottom w:val="0"/>
      <w:divBdr>
        <w:top w:val="none" w:sz="0" w:space="0" w:color="auto"/>
        <w:left w:val="none" w:sz="0" w:space="0" w:color="auto"/>
        <w:bottom w:val="none" w:sz="0" w:space="0" w:color="auto"/>
        <w:right w:val="none" w:sz="0" w:space="0" w:color="auto"/>
      </w:divBdr>
    </w:div>
    <w:div w:id="784541664">
      <w:bodyDiv w:val="1"/>
      <w:marLeft w:val="0"/>
      <w:marRight w:val="0"/>
      <w:marTop w:val="0"/>
      <w:marBottom w:val="0"/>
      <w:divBdr>
        <w:top w:val="none" w:sz="0" w:space="0" w:color="auto"/>
        <w:left w:val="none" w:sz="0" w:space="0" w:color="auto"/>
        <w:bottom w:val="none" w:sz="0" w:space="0" w:color="auto"/>
        <w:right w:val="none" w:sz="0" w:space="0" w:color="auto"/>
      </w:divBdr>
    </w:div>
    <w:div w:id="785389311">
      <w:bodyDiv w:val="1"/>
      <w:marLeft w:val="0"/>
      <w:marRight w:val="0"/>
      <w:marTop w:val="0"/>
      <w:marBottom w:val="0"/>
      <w:divBdr>
        <w:top w:val="none" w:sz="0" w:space="0" w:color="auto"/>
        <w:left w:val="none" w:sz="0" w:space="0" w:color="auto"/>
        <w:bottom w:val="none" w:sz="0" w:space="0" w:color="auto"/>
        <w:right w:val="none" w:sz="0" w:space="0" w:color="auto"/>
      </w:divBdr>
    </w:div>
    <w:div w:id="786311097">
      <w:bodyDiv w:val="1"/>
      <w:marLeft w:val="0"/>
      <w:marRight w:val="0"/>
      <w:marTop w:val="0"/>
      <w:marBottom w:val="0"/>
      <w:divBdr>
        <w:top w:val="none" w:sz="0" w:space="0" w:color="auto"/>
        <w:left w:val="none" w:sz="0" w:space="0" w:color="auto"/>
        <w:bottom w:val="none" w:sz="0" w:space="0" w:color="auto"/>
        <w:right w:val="none" w:sz="0" w:space="0" w:color="auto"/>
      </w:divBdr>
    </w:div>
    <w:div w:id="786583302">
      <w:bodyDiv w:val="1"/>
      <w:marLeft w:val="0"/>
      <w:marRight w:val="0"/>
      <w:marTop w:val="0"/>
      <w:marBottom w:val="0"/>
      <w:divBdr>
        <w:top w:val="none" w:sz="0" w:space="0" w:color="auto"/>
        <w:left w:val="none" w:sz="0" w:space="0" w:color="auto"/>
        <w:bottom w:val="none" w:sz="0" w:space="0" w:color="auto"/>
        <w:right w:val="none" w:sz="0" w:space="0" w:color="auto"/>
      </w:divBdr>
    </w:div>
    <w:div w:id="787285927">
      <w:bodyDiv w:val="1"/>
      <w:marLeft w:val="0"/>
      <w:marRight w:val="0"/>
      <w:marTop w:val="0"/>
      <w:marBottom w:val="0"/>
      <w:divBdr>
        <w:top w:val="none" w:sz="0" w:space="0" w:color="auto"/>
        <w:left w:val="none" w:sz="0" w:space="0" w:color="auto"/>
        <w:bottom w:val="none" w:sz="0" w:space="0" w:color="auto"/>
        <w:right w:val="none" w:sz="0" w:space="0" w:color="auto"/>
      </w:divBdr>
    </w:div>
    <w:div w:id="788746945">
      <w:bodyDiv w:val="1"/>
      <w:marLeft w:val="0"/>
      <w:marRight w:val="0"/>
      <w:marTop w:val="0"/>
      <w:marBottom w:val="0"/>
      <w:divBdr>
        <w:top w:val="none" w:sz="0" w:space="0" w:color="auto"/>
        <w:left w:val="none" w:sz="0" w:space="0" w:color="auto"/>
        <w:bottom w:val="none" w:sz="0" w:space="0" w:color="auto"/>
        <w:right w:val="none" w:sz="0" w:space="0" w:color="auto"/>
      </w:divBdr>
    </w:div>
    <w:div w:id="789015891">
      <w:bodyDiv w:val="1"/>
      <w:marLeft w:val="0"/>
      <w:marRight w:val="0"/>
      <w:marTop w:val="0"/>
      <w:marBottom w:val="0"/>
      <w:divBdr>
        <w:top w:val="none" w:sz="0" w:space="0" w:color="auto"/>
        <w:left w:val="none" w:sz="0" w:space="0" w:color="auto"/>
        <w:bottom w:val="none" w:sz="0" w:space="0" w:color="auto"/>
        <w:right w:val="none" w:sz="0" w:space="0" w:color="auto"/>
      </w:divBdr>
    </w:div>
    <w:div w:id="789588873">
      <w:bodyDiv w:val="1"/>
      <w:marLeft w:val="0"/>
      <w:marRight w:val="0"/>
      <w:marTop w:val="0"/>
      <w:marBottom w:val="0"/>
      <w:divBdr>
        <w:top w:val="none" w:sz="0" w:space="0" w:color="auto"/>
        <w:left w:val="none" w:sz="0" w:space="0" w:color="auto"/>
        <w:bottom w:val="none" w:sz="0" w:space="0" w:color="auto"/>
        <w:right w:val="none" w:sz="0" w:space="0" w:color="auto"/>
      </w:divBdr>
    </w:div>
    <w:div w:id="790785426">
      <w:bodyDiv w:val="1"/>
      <w:marLeft w:val="0"/>
      <w:marRight w:val="0"/>
      <w:marTop w:val="0"/>
      <w:marBottom w:val="0"/>
      <w:divBdr>
        <w:top w:val="none" w:sz="0" w:space="0" w:color="auto"/>
        <w:left w:val="none" w:sz="0" w:space="0" w:color="auto"/>
        <w:bottom w:val="none" w:sz="0" w:space="0" w:color="auto"/>
        <w:right w:val="none" w:sz="0" w:space="0" w:color="auto"/>
      </w:divBdr>
    </w:div>
    <w:div w:id="790973489">
      <w:bodyDiv w:val="1"/>
      <w:marLeft w:val="0"/>
      <w:marRight w:val="0"/>
      <w:marTop w:val="0"/>
      <w:marBottom w:val="0"/>
      <w:divBdr>
        <w:top w:val="none" w:sz="0" w:space="0" w:color="auto"/>
        <w:left w:val="none" w:sz="0" w:space="0" w:color="auto"/>
        <w:bottom w:val="none" w:sz="0" w:space="0" w:color="auto"/>
        <w:right w:val="none" w:sz="0" w:space="0" w:color="auto"/>
      </w:divBdr>
    </w:div>
    <w:div w:id="791024667">
      <w:bodyDiv w:val="1"/>
      <w:marLeft w:val="0"/>
      <w:marRight w:val="0"/>
      <w:marTop w:val="0"/>
      <w:marBottom w:val="0"/>
      <w:divBdr>
        <w:top w:val="none" w:sz="0" w:space="0" w:color="auto"/>
        <w:left w:val="none" w:sz="0" w:space="0" w:color="auto"/>
        <w:bottom w:val="none" w:sz="0" w:space="0" w:color="auto"/>
        <w:right w:val="none" w:sz="0" w:space="0" w:color="auto"/>
      </w:divBdr>
    </w:div>
    <w:div w:id="792556286">
      <w:bodyDiv w:val="1"/>
      <w:marLeft w:val="0"/>
      <w:marRight w:val="0"/>
      <w:marTop w:val="0"/>
      <w:marBottom w:val="0"/>
      <w:divBdr>
        <w:top w:val="none" w:sz="0" w:space="0" w:color="auto"/>
        <w:left w:val="none" w:sz="0" w:space="0" w:color="auto"/>
        <w:bottom w:val="none" w:sz="0" w:space="0" w:color="auto"/>
        <w:right w:val="none" w:sz="0" w:space="0" w:color="auto"/>
      </w:divBdr>
    </w:div>
    <w:div w:id="793064852">
      <w:bodyDiv w:val="1"/>
      <w:marLeft w:val="0"/>
      <w:marRight w:val="0"/>
      <w:marTop w:val="0"/>
      <w:marBottom w:val="0"/>
      <w:divBdr>
        <w:top w:val="none" w:sz="0" w:space="0" w:color="auto"/>
        <w:left w:val="none" w:sz="0" w:space="0" w:color="auto"/>
        <w:bottom w:val="none" w:sz="0" w:space="0" w:color="auto"/>
        <w:right w:val="none" w:sz="0" w:space="0" w:color="auto"/>
      </w:divBdr>
    </w:div>
    <w:div w:id="793673704">
      <w:bodyDiv w:val="1"/>
      <w:marLeft w:val="0"/>
      <w:marRight w:val="0"/>
      <w:marTop w:val="0"/>
      <w:marBottom w:val="0"/>
      <w:divBdr>
        <w:top w:val="none" w:sz="0" w:space="0" w:color="auto"/>
        <w:left w:val="none" w:sz="0" w:space="0" w:color="auto"/>
        <w:bottom w:val="none" w:sz="0" w:space="0" w:color="auto"/>
        <w:right w:val="none" w:sz="0" w:space="0" w:color="auto"/>
      </w:divBdr>
    </w:div>
    <w:div w:id="793790279">
      <w:bodyDiv w:val="1"/>
      <w:marLeft w:val="0"/>
      <w:marRight w:val="0"/>
      <w:marTop w:val="0"/>
      <w:marBottom w:val="0"/>
      <w:divBdr>
        <w:top w:val="none" w:sz="0" w:space="0" w:color="auto"/>
        <w:left w:val="none" w:sz="0" w:space="0" w:color="auto"/>
        <w:bottom w:val="none" w:sz="0" w:space="0" w:color="auto"/>
        <w:right w:val="none" w:sz="0" w:space="0" w:color="auto"/>
      </w:divBdr>
    </w:div>
    <w:div w:id="793864117">
      <w:bodyDiv w:val="1"/>
      <w:marLeft w:val="0"/>
      <w:marRight w:val="0"/>
      <w:marTop w:val="0"/>
      <w:marBottom w:val="0"/>
      <w:divBdr>
        <w:top w:val="none" w:sz="0" w:space="0" w:color="auto"/>
        <w:left w:val="none" w:sz="0" w:space="0" w:color="auto"/>
        <w:bottom w:val="none" w:sz="0" w:space="0" w:color="auto"/>
        <w:right w:val="none" w:sz="0" w:space="0" w:color="auto"/>
      </w:divBdr>
    </w:div>
    <w:div w:id="793866020">
      <w:bodyDiv w:val="1"/>
      <w:marLeft w:val="0"/>
      <w:marRight w:val="0"/>
      <w:marTop w:val="0"/>
      <w:marBottom w:val="0"/>
      <w:divBdr>
        <w:top w:val="none" w:sz="0" w:space="0" w:color="auto"/>
        <w:left w:val="none" w:sz="0" w:space="0" w:color="auto"/>
        <w:bottom w:val="none" w:sz="0" w:space="0" w:color="auto"/>
        <w:right w:val="none" w:sz="0" w:space="0" w:color="auto"/>
      </w:divBdr>
    </w:div>
    <w:div w:id="793987135">
      <w:bodyDiv w:val="1"/>
      <w:marLeft w:val="0"/>
      <w:marRight w:val="0"/>
      <w:marTop w:val="0"/>
      <w:marBottom w:val="0"/>
      <w:divBdr>
        <w:top w:val="none" w:sz="0" w:space="0" w:color="auto"/>
        <w:left w:val="none" w:sz="0" w:space="0" w:color="auto"/>
        <w:bottom w:val="none" w:sz="0" w:space="0" w:color="auto"/>
        <w:right w:val="none" w:sz="0" w:space="0" w:color="auto"/>
      </w:divBdr>
    </w:div>
    <w:div w:id="794755277">
      <w:bodyDiv w:val="1"/>
      <w:marLeft w:val="0"/>
      <w:marRight w:val="0"/>
      <w:marTop w:val="0"/>
      <w:marBottom w:val="0"/>
      <w:divBdr>
        <w:top w:val="none" w:sz="0" w:space="0" w:color="auto"/>
        <w:left w:val="none" w:sz="0" w:space="0" w:color="auto"/>
        <w:bottom w:val="none" w:sz="0" w:space="0" w:color="auto"/>
        <w:right w:val="none" w:sz="0" w:space="0" w:color="auto"/>
      </w:divBdr>
    </w:div>
    <w:div w:id="796753495">
      <w:bodyDiv w:val="1"/>
      <w:marLeft w:val="0"/>
      <w:marRight w:val="0"/>
      <w:marTop w:val="0"/>
      <w:marBottom w:val="0"/>
      <w:divBdr>
        <w:top w:val="none" w:sz="0" w:space="0" w:color="auto"/>
        <w:left w:val="none" w:sz="0" w:space="0" w:color="auto"/>
        <w:bottom w:val="none" w:sz="0" w:space="0" w:color="auto"/>
        <w:right w:val="none" w:sz="0" w:space="0" w:color="auto"/>
      </w:divBdr>
    </w:div>
    <w:div w:id="797644131">
      <w:bodyDiv w:val="1"/>
      <w:marLeft w:val="0"/>
      <w:marRight w:val="0"/>
      <w:marTop w:val="0"/>
      <w:marBottom w:val="0"/>
      <w:divBdr>
        <w:top w:val="none" w:sz="0" w:space="0" w:color="auto"/>
        <w:left w:val="none" w:sz="0" w:space="0" w:color="auto"/>
        <w:bottom w:val="none" w:sz="0" w:space="0" w:color="auto"/>
        <w:right w:val="none" w:sz="0" w:space="0" w:color="auto"/>
      </w:divBdr>
    </w:div>
    <w:div w:id="797799907">
      <w:bodyDiv w:val="1"/>
      <w:marLeft w:val="0"/>
      <w:marRight w:val="0"/>
      <w:marTop w:val="0"/>
      <w:marBottom w:val="0"/>
      <w:divBdr>
        <w:top w:val="none" w:sz="0" w:space="0" w:color="auto"/>
        <w:left w:val="none" w:sz="0" w:space="0" w:color="auto"/>
        <w:bottom w:val="none" w:sz="0" w:space="0" w:color="auto"/>
        <w:right w:val="none" w:sz="0" w:space="0" w:color="auto"/>
      </w:divBdr>
    </w:div>
    <w:div w:id="798306415">
      <w:bodyDiv w:val="1"/>
      <w:marLeft w:val="0"/>
      <w:marRight w:val="0"/>
      <w:marTop w:val="0"/>
      <w:marBottom w:val="0"/>
      <w:divBdr>
        <w:top w:val="none" w:sz="0" w:space="0" w:color="auto"/>
        <w:left w:val="none" w:sz="0" w:space="0" w:color="auto"/>
        <w:bottom w:val="none" w:sz="0" w:space="0" w:color="auto"/>
        <w:right w:val="none" w:sz="0" w:space="0" w:color="auto"/>
      </w:divBdr>
    </w:div>
    <w:div w:id="800535343">
      <w:bodyDiv w:val="1"/>
      <w:marLeft w:val="0"/>
      <w:marRight w:val="0"/>
      <w:marTop w:val="0"/>
      <w:marBottom w:val="0"/>
      <w:divBdr>
        <w:top w:val="none" w:sz="0" w:space="0" w:color="auto"/>
        <w:left w:val="none" w:sz="0" w:space="0" w:color="auto"/>
        <w:bottom w:val="none" w:sz="0" w:space="0" w:color="auto"/>
        <w:right w:val="none" w:sz="0" w:space="0" w:color="auto"/>
      </w:divBdr>
    </w:div>
    <w:div w:id="801456862">
      <w:bodyDiv w:val="1"/>
      <w:marLeft w:val="0"/>
      <w:marRight w:val="0"/>
      <w:marTop w:val="0"/>
      <w:marBottom w:val="0"/>
      <w:divBdr>
        <w:top w:val="none" w:sz="0" w:space="0" w:color="auto"/>
        <w:left w:val="none" w:sz="0" w:space="0" w:color="auto"/>
        <w:bottom w:val="none" w:sz="0" w:space="0" w:color="auto"/>
        <w:right w:val="none" w:sz="0" w:space="0" w:color="auto"/>
      </w:divBdr>
    </w:div>
    <w:div w:id="801769511">
      <w:bodyDiv w:val="1"/>
      <w:marLeft w:val="0"/>
      <w:marRight w:val="0"/>
      <w:marTop w:val="0"/>
      <w:marBottom w:val="0"/>
      <w:divBdr>
        <w:top w:val="none" w:sz="0" w:space="0" w:color="auto"/>
        <w:left w:val="none" w:sz="0" w:space="0" w:color="auto"/>
        <w:bottom w:val="none" w:sz="0" w:space="0" w:color="auto"/>
        <w:right w:val="none" w:sz="0" w:space="0" w:color="auto"/>
      </w:divBdr>
    </w:div>
    <w:div w:id="802161699">
      <w:bodyDiv w:val="1"/>
      <w:marLeft w:val="0"/>
      <w:marRight w:val="0"/>
      <w:marTop w:val="0"/>
      <w:marBottom w:val="0"/>
      <w:divBdr>
        <w:top w:val="none" w:sz="0" w:space="0" w:color="auto"/>
        <w:left w:val="none" w:sz="0" w:space="0" w:color="auto"/>
        <w:bottom w:val="none" w:sz="0" w:space="0" w:color="auto"/>
        <w:right w:val="none" w:sz="0" w:space="0" w:color="auto"/>
      </w:divBdr>
    </w:div>
    <w:div w:id="802581738">
      <w:bodyDiv w:val="1"/>
      <w:marLeft w:val="0"/>
      <w:marRight w:val="0"/>
      <w:marTop w:val="0"/>
      <w:marBottom w:val="0"/>
      <w:divBdr>
        <w:top w:val="none" w:sz="0" w:space="0" w:color="auto"/>
        <w:left w:val="none" w:sz="0" w:space="0" w:color="auto"/>
        <w:bottom w:val="none" w:sz="0" w:space="0" w:color="auto"/>
        <w:right w:val="none" w:sz="0" w:space="0" w:color="auto"/>
      </w:divBdr>
    </w:div>
    <w:div w:id="803885084">
      <w:bodyDiv w:val="1"/>
      <w:marLeft w:val="0"/>
      <w:marRight w:val="0"/>
      <w:marTop w:val="0"/>
      <w:marBottom w:val="0"/>
      <w:divBdr>
        <w:top w:val="none" w:sz="0" w:space="0" w:color="auto"/>
        <w:left w:val="none" w:sz="0" w:space="0" w:color="auto"/>
        <w:bottom w:val="none" w:sz="0" w:space="0" w:color="auto"/>
        <w:right w:val="none" w:sz="0" w:space="0" w:color="auto"/>
      </w:divBdr>
    </w:div>
    <w:div w:id="805317066">
      <w:bodyDiv w:val="1"/>
      <w:marLeft w:val="0"/>
      <w:marRight w:val="0"/>
      <w:marTop w:val="0"/>
      <w:marBottom w:val="0"/>
      <w:divBdr>
        <w:top w:val="none" w:sz="0" w:space="0" w:color="auto"/>
        <w:left w:val="none" w:sz="0" w:space="0" w:color="auto"/>
        <w:bottom w:val="none" w:sz="0" w:space="0" w:color="auto"/>
        <w:right w:val="none" w:sz="0" w:space="0" w:color="auto"/>
      </w:divBdr>
    </w:div>
    <w:div w:id="805510728">
      <w:bodyDiv w:val="1"/>
      <w:marLeft w:val="0"/>
      <w:marRight w:val="0"/>
      <w:marTop w:val="0"/>
      <w:marBottom w:val="0"/>
      <w:divBdr>
        <w:top w:val="none" w:sz="0" w:space="0" w:color="auto"/>
        <w:left w:val="none" w:sz="0" w:space="0" w:color="auto"/>
        <w:bottom w:val="none" w:sz="0" w:space="0" w:color="auto"/>
        <w:right w:val="none" w:sz="0" w:space="0" w:color="auto"/>
      </w:divBdr>
    </w:div>
    <w:div w:id="805587403">
      <w:bodyDiv w:val="1"/>
      <w:marLeft w:val="0"/>
      <w:marRight w:val="0"/>
      <w:marTop w:val="0"/>
      <w:marBottom w:val="0"/>
      <w:divBdr>
        <w:top w:val="none" w:sz="0" w:space="0" w:color="auto"/>
        <w:left w:val="none" w:sz="0" w:space="0" w:color="auto"/>
        <w:bottom w:val="none" w:sz="0" w:space="0" w:color="auto"/>
        <w:right w:val="none" w:sz="0" w:space="0" w:color="auto"/>
      </w:divBdr>
    </w:div>
    <w:div w:id="807359459">
      <w:bodyDiv w:val="1"/>
      <w:marLeft w:val="0"/>
      <w:marRight w:val="0"/>
      <w:marTop w:val="0"/>
      <w:marBottom w:val="0"/>
      <w:divBdr>
        <w:top w:val="none" w:sz="0" w:space="0" w:color="auto"/>
        <w:left w:val="none" w:sz="0" w:space="0" w:color="auto"/>
        <w:bottom w:val="none" w:sz="0" w:space="0" w:color="auto"/>
        <w:right w:val="none" w:sz="0" w:space="0" w:color="auto"/>
      </w:divBdr>
    </w:div>
    <w:div w:id="807556277">
      <w:bodyDiv w:val="1"/>
      <w:marLeft w:val="0"/>
      <w:marRight w:val="0"/>
      <w:marTop w:val="0"/>
      <w:marBottom w:val="0"/>
      <w:divBdr>
        <w:top w:val="none" w:sz="0" w:space="0" w:color="auto"/>
        <w:left w:val="none" w:sz="0" w:space="0" w:color="auto"/>
        <w:bottom w:val="none" w:sz="0" w:space="0" w:color="auto"/>
        <w:right w:val="none" w:sz="0" w:space="0" w:color="auto"/>
      </w:divBdr>
    </w:div>
    <w:div w:id="807893938">
      <w:bodyDiv w:val="1"/>
      <w:marLeft w:val="0"/>
      <w:marRight w:val="0"/>
      <w:marTop w:val="0"/>
      <w:marBottom w:val="0"/>
      <w:divBdr>
        <w:top w:val="none" w:sz="0" w:space="0" w:color="auto"/>
        <w:left w:val="none" w:sz="0" w:space="0" w:color="auto"/>
        <w:bottom w:val="none" w:sz="0" w:space="0" w:color="auto"/>
        <w:right w:val="none" w:sz="0" w:space="0" w:color="auto"/>
      </w:divBdr>
    </w:div>
    <w:div w:id="808060979">
      <w:bodyDiv w:val="1"/>
      <w:marLeft w:val="0"/>
      <w:marRight w:val="0"/>
      <w:marTop w:val="0"/>
      <w:marBottom w:val="0"/>
      <w:divBdr>
        <w:top w:val="none" w:sz="0" w:space="0" w:color="auto"/>
        <w:left w:val="none" w:sz="0" w:space="0" w:color="auto"/>
        <w:bottom w:val="none" w:sz="0" w:space="0" w:color="auto"/>
        <w:right w:val="none" w:sz="0" w:space="0" w:color="auto"/>
      </w:divBdr>
    </w:div>
    <w:div w:id="808522549">
      <w:bodyDiv w:val="1"/>
      <w:marLeft w:val="0"/>
      <w:marRight w:val="0"/>
      <w:marTop w:val="0"/>
      <w:marBottom w:val="0"/>
      <w:divBdr>
        <w:top w:val="none" w:sz="0" w:space="0" w:color="auto"/>
        <w:left w:val="none" w:sz="0" w:space="0" w:color="auto"/>
        <w:bottom w:val="none" w:sz="0" w:space="0" w:color="auto"/>
        <w:right w:val="none" w:sz="0" w:space="0" w:color="auto"/>
      </w:divBdr>
    </w:div>
    <w:div w:id="809178691">
      <w:bodyDiv w:val="1"/>
      <w:marLeft w:val="0"/>
      <w:marRight w:val="0"/>
      <w:marTop w:val="0"/>
      <w:marBottom w:val="0"/>
      <w:divBdr>
        <w:top w:val="none" w:sz="0" w:space="0" w:color="auto"/>
        <w:left w:val="none" w:sz="0" w:space="0" w:color="auto"/>
        <w:bottom w:val="none" w:sz="0" w:space="0" w:color="auto"/>
        <w:right w:val="none" w:sz="0" w:space="0" w:color="auto"/>
      </w:divBdr>
    </w:div>
    <w:div w:id="809252023">
      <w:bodyDiv w:val="1"/>
      <w:marLeft w:val="0"/>
      <w:marRight w:val="0"/>
      <w:marTop w:val="0"/>
      <w:marBottom w:val="0"/>
      <w:divBdr>
        <w:top w:val="none" w:sz="0" w:space="0" w:color="auto"/>
        <w:left w:val="none" w:sz="0" w:space="0" w:color="auto"/>
        <w:bottom w:val="none" w:sz="0" w:space="0" w:color="auto"/>
        <w:right w:val="none" w:sz="0" w:space="0" w:color="auto"/>
      </w:divBdr>
    </w:div>
    <w:div w:id="809712047">
      <w:bodyDiv w:val="1"/>
      <w:marLeft w:val="0"/>
      <w:marRight w:val="0"/>
      <w:marTop w:val="0"/>
      <w:marBottom w:val="0"/>
      <w:divBdr>
        <w:top w:val="none" w:sz="0" w:space="0" w:color="auto"/>
        <w:left w:val="none" w:sz="0" w:space="0" w:color="auto"/>
        <w:bottom w:val="none" w:sz="0" w:space="0" w:color="auto"/>
        <w:right w:val="none" w:sz="0" w:space="0" w:color="auto"/>
      </w:divBdr>
    </w:div>
    <w:div w:id="809782721">
      <w:bodyDiv w:val="1"/>
      <w:marLeft w:val="0"/>
      <w:marRight w:val="0"/>
      <w:marTop w:val="0"/>
      <w:marBottom w:val="0"/>
      <w:divBdr>
        <w:top w:val="none" w:sz="0" w:space="0" w:color="auto"/>
        <w:left w:val="none" w:sz="0" w:space="0" w:color="auto"/>
        <w:bottom w:val="none" w:sz="0" w:space="0" w:color="auto"/>
        <w:right w:val="none" w:sz="0" w:space="0" w:color="auto"/>
      </w:divBdr>
    </w:div>
    <w:div w:id="809981519">
      <w:bodyDiv w:val="1"/>
      <w:marLeft w:val="0"/>
      <w:marRight w:val="0"/>
      <w:marTop w:val="0"/>
      <w:marBottom w:val="0"/>
      <w:divBdr>
        <w:top w:val="none" w:sz="0" w:space="0" w:color="auto"/>
        <w:left w:val="none" w:sz="0" w:space="0" w:color="auto"/>
        <w:bottom w:val="none" w:sz="0" w:space="0" w:color="auto"/>
        <w:right w:val="none" w:sz="0" w:space="0" w:color="auto"/>
      </w:divBdr>
    </w:div>
    <w:div w:id="810057231">
      <w:bodyDiv w:val="1"/>
      <w:marLeft w:val="0"/>
      <w:marRight w:val="0"/>
      <w:marTop w:val="0"/>
      <w:marBottom w:val="0"/>
      <w:divBdr>
        <w:top w:val="none" w:sz="0" w:space="0" w:color="auto"/>
        <w:left w:val="none" w:sz="0" w:space="0" w:color="auto"/>
        <w:bottom w:val="none" w:sz="0" w:space="0" w:color="auto"/>
        <w:right w:val="none" w:sz="0" w:space="0" w:color="auto"/>
      </w:divBdr>
    </w:div>
    <w:div w:id="810485534">
      <w:bodyDiv w:val="1"/>
      <w:marLeft w:val="0"/>
      <w:marRight w:val="0"/>
      <w:marTop w:val="0"/>
      <w:marBottom w:val="0"/>
      <w:divBdr>
        <w:top w:val="none" w:sz="0" w:space="0" w:color="auto"/>
        <w:left w:val="none" w:sz="0" w:space="0" w:color="auto"/>
        <w:bottom w:val="none" w:sz="0" w:space="0" w:color="auto"/>
        <w:right w:val="none" w:sz="0" w:space="0" w:color="auto"/>
      </w:divBdr>
    </w:div>
    <w:div w:id="811680075">
      <w:bodyDiv w:val="1"/>
      <w:marLeft w:val="0"/>
      <w:marRight w:val="0"/>
      <w:marTop w:val="0"/>
      <w:marBottom w:val="0"/>
      <w:divBdr>
        <w:top w:val="none" w:sz="0" w:space="0" w:color="auto"/>
        <w:left w:val="none" w:sz="0" w:space="0" w:color="auto"/>
        <w:bottom w:val="none" w:sz="0" w:space="0" w:color="auto"/>
        <w:right w:val="none" w:sz="0" w:space="0" w:color="auto"/>
      </w:divBdr>
    </w:div>
    <w:div w:id="812213221">
      <w:bodyDiv w:val="1"/>
      <w:marLeft w:val="0"/>
      <w:marRight w:val="0"/>
      <w:marTop w:val="0"/>
      <w:marBottom w:val="0"/>
      <w:divBdr>
        <w:top w:val="none" w:sz="0" w:space="0" w:color="auto"/>
        <w:left w:val="none" w:sz="0" w:space="0" w:color="auto"/>
        <w:bottom w:val="none" w:sz="0" w:space="0" w:color="auto"/>
        <w:right w:val="none" w:sz="0" w:space="0" w:color="auto"/>
      </w:divBdr>
    </w:div>
    <w:div w:id="812601022">
      <w:bodyDiv w:val="1"/>
      <w:marLeft w:val="0"/>
      <w:marRight w:val="0"/>
      <w:marTop w:val="0"/>
      <w:marBottom w:val="0"/>
      <w:divBdr>
        <w:top w:val="none" w:sz="0" w:space="0" w:color="auto"/>
        <w:left w:val="none" w:sz="0" w:space="0" w:color="auto"/>
        <w:bottom w:val="none" w:sz="0" w:space="0" w:color="auto"/>
        <w:right w:val="none" w:sz="0" w:space="0" w:color="auto"/>
      </w:divBdr>
    </w:div>
    <w:div w:id="813254423">
      <w:bodyDiv w:val="1"/>
      <w:marLeft w:val="0"/>
      <w:marRight w:val="0"/>
      <w:marTop w:val="0"/>
      <w:marBottom w:val="0"/>
      <w:divBdr>
        <w:top w:val="none" w:sz="0" w:space="0" w:color="auto"/>
        <w:left w:val="none" w:sz="0" w:space="0" w:color="auto"/>
        <w:bottom w:val="none" w:sz="0" w:space="0" w:color="auto"/>
        <w:right w:val="none" w:sz="0" w:space="0" w:color="auto"/>
      </w:divBdr>
    </w:div>
    <w:div w:id="813257776">
      <w:bodyDiv w:val="1"/>
      <w:marLeft w:val="0"/>
      <w:marRight w:val="0"/>
      <w:marTop w:val="0"/>
      <w:marBottom w:val="0"/>
      <w:divBdr>
        <w:top w:val="none" w:sz="0" w:space="0" w:color="auto"/>
        <w:left w:val="none" w:sz="0" w:space="0" w:color="auto"/>
        <w:bottom w:val="none" w:sz="0" w:space="0" w:color="auto"/>
        <w:right w:val="none" w:sz="0" w:space="0" w:color="auto"/>
      </w:divBdr>
    </w:div>
    <w:div w:id="814370335">
      <w:bodyDiv w:val="1"/>
      <w:marLeft w:val="0"/>
      <w:marRight w:val="0"/>
      <w:marTop w:val="0"/>
      <w:marBottom w:val="0"/>
      <w:divBdr>
        <w:top w:val="none" w:sz="0" w:space="0" w:color="auto"/>
        <w:left w:val="none" w:sz="0" w:space="0" w:color="auto"/>
        <w:bottom w:val="none" w:sz="0" w:space="0" w:color="auto"/>
        <w:right w:val="none" w:sz="0" w:space="0" w:color="auto"/>
      </w:divBdr>
    </w:div>
    <w:div w:id="814765002">
      <w:bodyDiv w:val="1"/>
      <w:marLeft w:val="0"/>
      <w:marRight w:val="0"/>
      <w:marTop w:val="0"/>
      <w:marBottom w:val="0"/>
      <w:divBdr>
        <w:top w:val="none" w:sz="0" w:space="0" w:color="auto"/>
        <w:left w:val="none" w:sz="0" w:space="0" w:color="auto"/>
        <w:bottom w:val="none" w:sz="0" w:space="0" w:color="auto"/>
        <w:right w:val="none" w:sz="0" w:space="0" w:color="auto"/>
      </w:divBdr>
    </w:div>
    <w:div w:id="815027543">
      <w:bodyDiv w:val="1"/>
      <w:marLeft w:val="0"/>
      <w:marRight w:val="0"/>
      <w:marTop w:val="0"/>
      <w:marBottom w:val="0"/>
      <w:divBdr>
        <w:top w:val="none" w:sz="0" w:space="0" w:color="auto"/>
        <w:left w:val="none" w:sz="0" w:space="0" w:color="auto"/>
        <w:bottom w:val="none" w:sz="0" w:space="0" w:color="auto"/>
        <w:right w:val="none" w:sz="0" w:space="0" w:color="auto"/>
      </w:divBdr>
    </w:div>
    <w:div w:id="816606620">
      <w:bodyDiv w:val="1"/>
      <w:marLeft w:val="0"/>
      <w:marRight w:val="0"/>
      <w:marTop w:val="0"/>
      <w:marBottom w:val="0"/>
      <w:divBdr>
        <w:top w:val="none" w:sz="0" w:space="0" w:color="auto"/>
        <w:left w:val="none" w:sz="0" w:space="0" w:color="auto"/>
        <w:bottom w:val="none" w:sz="0" w:space="0" w:color="auto"/>
        <w:right w:val="none" w:sz="0" w:space="0" w:color="auto"/>
      </w:divBdr>
    </w:div>
    <w:div w:id="817454352">
      <w:bodyDiv w:val="1"/>
      <w:marLeft w:val="0"/>
      <w:marRight w:val="0"/>
      <w:marTop w:val="0"/>
      <w:marBottom w:val="0"/>
      <w:divBdr>
        <w:top w:val="none" w:sz="0" w:space="0" w:color="auto"/>
        <w:left w:val="none" w:sz="0" w:space="0" w:color="auto"/>
        <w:bottom w:val="none" w:sz="0" w:space="0" w:color="auto"/>
        <w:right w:val="none" w:sz="0" w:space="0" w:color="auto"/>
      </w:divBdr>
    </w:div>
    <w:div w:id="817722176">
      <w:bodyDiv w:val="1"/>
      <w:marLeft w:val="0"/>
      <w:marRight w:val="0"/>
      <w:marTop w:val="0"/>
      <w:marBottom w:val="0"/>
      <w:divBdr>
        <w:top w:val="none" w:sz="0" w:space="0" w:color="auto"/>
        <w:left w:val="none" w:sz="0" w:space="0" w:color="auto"/>
        <w:bottom w:val="none" w:sz="0" w:space="0" w:color="auto"/>
        <w:right w:val="none" w:sz="0" w:space="0" w:color="auto"/>
      </w:divBdr>
    </w:div>
    <w:div w:id="818571947">
      <w:bodyDiv w:val="1"/>
      <w:marLeft w:val="0"/>
      <w:marRight w:val="0"/>
      <w:marTop w:val="0"/>
      <w:marBottom w:val="0"/>
      <w:divBdr>
        <w:top w:val="none" w:sz="0" w:space="0" w:color="auto"/>
        <w:left w:val="none" w:sz="0" w:space="0" w:color="auto"/>
        <w:bottom w:val="none" w:sz="0" w:space="0" w:color="auto"/>
        <w:right w:val="none" w:sz="0" w:space="0" w:color="auto"/>
      </w:divBdr>
    </w:div>
    <w:div w:id="819004421">
      <w:bodyDiv w:val="1"/>
      <w:marLeft w:val="0"/>
      <w:marRight w:val="0"/>
      <w:marTop w:val="0"/>
      <w:marBottom w:val="0"/>
      <w:divBdr>
        <w:top w:val="none" w:sz="0" w:space="0" w:color="auto"/>
        <w:left w:val="none" w:sz="0" w:space="0" w:color="auto"/>
        <w:bottom w:val="none" w:sz="0" w:space="0" w:color="auto"/>
        <w:right w:val="none" w:sz="0" w:space="0" w:color="auto"/>
      </w:divBdr>
    </w:div>
    <w:div w:id="819687713">
      <w:bodyDiv w:val="1"/>
      <w:marLeft w:val="0"/>
      <w:marRight w:val="0"/>
      <w:marTop w:val="0"/>
      <w:marBottom w:val="0"/>
      <w:divBdr>
        <w:top w:val="none" w:sz="0" w:space="0" w:color="auto"/>
        <w:left w:val="none" w:sz="0" w:space="0" w:color="auto"/>
        <w:bottom w:val="none" w:sz="0" w:space="0" w:color="auto"/>
        <w:right w:val="none" w:sz="0" w:space="0" w:color="auto"/>
      </w:divBdr>
    </w:div>
    <w:div w:id="820586867">
      <w:bodyDiv w:val="1"/>
      <w:marLeft w:val="0"/>
      <w:marRight w:val="0"/>
      <w:marTop w:val="0"/>
      <w:marBottom w:val="0"/>
      <w:divBdr>
        <w:top w:val="none" w:sz="0" w:space="0" w:color="auto"/>
        <w:left w:val="none" w:sz="0" w:space="0" w:color="auto"/>
        <w:bottom w:val="none" w:sz="0" w:space="0" w:color="auto"/>
        <w:right w:val="none" w:sz="0" w:space="0" w:color="auto"/>
      </w:divBdr>
    </w:div>
    <w:div w:id="821049109">
      <w:bodyDiv w:val="1"/>
      <w:marLeft w:val="0"/>
      <w:marRight w:val="0"/>
      <w:marTop w:val="0"/>
      <w:marBottom w:val="0"/>
      <w:divBdr>
        <w:top w:val="none" w:sz="0" w:space="0" w:color="auto"/>
        <w:left w:val="none" w:sz="0" w:space="0" w:color="auto"/>
        <w:bottom w:val="none" w:sz="0" w:space="0" w:color="auto"/>
        <w:right w:val="none" w:sz="0" w:space="0" w:color="auto"/>
      </w:divBdr>
    </w:div>
    <w:div w:id="821896595">
      <w:bodyDiv w:val="1"/>
      <w:marLeft w:val="0"/>
      <w:marRight w:val="0"/>
      <w:marTop w:val="0"/>
      <w:marBottom w:val="0"/>
      <w:divBdr>
        <w:top w:val="none" w:sz="0" w:space="0" w:color="auto"/>
        <w:left w:val="none" w:sz="0" w:space="0" w:color="auto"/>
        <w:bottom w:val="none" w:sz="0" w:space="0" w:color="auto"/>
        <w:right w:val="none" w:sz="0" w:space="0" w:color="auto"/>
      </w:divBdr>
    </w:div>
    <w:div w:id="822159632">
      <w:bodyDiv w:val="1"/>
      <w:marLeft w:val="0"/>
      <w:marRight w:val="0"/>
      <w:marTop w:val="0"/>
      <w:marBottom w:val="0"/>
      <w:divBdr>
        <w:top w:val="none" w:sz="0" w:space="0" w:color="auto"/>
        <w:left w:val="none" w:sz="0" w:space="0" w:color="auto"/>
        <w:bottom w:val="none" w:sz="0" w:space="0" w:color="auto"/>
        <w:right w:val="none" w:sz="0" w:space="0" w:color="auto"/>
      </w:divBdr>
    </w:div>
    <w:div w:id="822433644">
      <w:bodyDiv w:val="1"/>
      <w:marLeft w:val="0"/>
      <w:marRight w:val="0"/>
      <w:marTop w:val="0"/>
      <w:marBottom w:val="0"/>
      <w:divBdr>
        <w:top w:val="none" w:sz="0" w:space="0" w:color="auto"/>
        <w:left w:val="none" w:sz="0" w:space="0" w:color="auto"/>
        <w:bottom w:val="none" w:sz="0" w:space="0" w:color="auto"/>
        <w:right w:val="none" w:sz="0" w:space="0" w:color="auto"/>
      </w:divBdr>
    </w:div>
    <w:div w:id="822739126">
      <w:bodyDiv w:val="1"/>
      <w:marLeft w:val="0"/>
      <w:marRight w:val="0"/>
      <w:marTop w:val="0"/>
      <w:marBottom w:val="0"/>
      <w:divBdr>
        <w:top w:val="none" w:sz="0" w:space="0" w:color="auto"/>
        <w:left w:val="none" w:sz="0" w:space="0" w:color="auto"/>
        <w:bottom w:val="none" w:sz="0" w:space="0" w:color="auto"/>
        <w:right w:val="none" w:sz="0" w:space="0" w:color="auto"/>
      </w:divBdr>
    </w:div>
    <w:div w:id="823929380">
      <w:bodyDiv w:val="1"/>
      <w:marLeft w:val="0"/>
      <w:marRight w:val="0"/>
      <w:marTop w:val="0"/>
      <w:marBottom w:val="0"/>
      <w:divBdr>
        <w:top w:val="none" w:sz="0" w:space="0" w:color="auto"/>
        <w:left w:val="none" w:sz="0" w:space="0" w:color="auto"/>
        <w:bottom w:val="none" w:sz="0" w:space="0" w:color="auto"/>
        <w:right w:val="none" w:sz="0" w:space="0" w:color="auto"/>
      </w:divBdr>
    </w:div>
    <w:div w:id="823936366">
      <w:bodyDiv w:val="1"/>
      <w:marLeft w:val="0"/>
      <w:marRight w:val="0"/>
      <w:marTop w:val="0"/>
      <w:marBottom w:val="0"/>
      <w:divBdr>
        <w:top w:val="none" w:sz="0" w:space="0" w:color="auto"/>
        <w:left w:val="none" w:sz="0" w:space="0" w:color="auto"/>
        <w:bottom w:val="none" w:sz="0" w:space="0" w:color="auto"/>
        <w:right w:val="none" w:sz="0" w:space="0" w:color="auto"/>
      </w:divBdr>
    </w:div>
    <w:div w:id="824200424">
      <w:bodyDiv w:val="1"/>
      <w:marLeft w:val="0"/>
      <w:marRight w:val="0"/>
      <w:marTop w:val="0"/>
      <w:marBottom w:val="0"/>
      <w:divBdr>
        <w:top w:val="none" w:sz="0" w:space="0" w:color="auto"/>
        <w:left w:val="none" w:sz="0" w:space="0" w:color="auto"/>
        <w:bottom w:val="none" w:sz="0" w:space="0" w:color="auto"/>
        <w:right w:val="none" w:sz="0" w:space="0" w:color="auto"/>
      </w:divBdr>
    </w:div>
    <w:div w:id="824394590">
      <w:bodyDiv w:val="1"/>
      <w:marLeft w:val="0"/>
      <w:marRight w:val="0"/>
      <w:marTop w:val="0"/>
      <w:marBottom w:val="0"/>
      <w:divBdr>
        <w:top w:val="none" w:sz="0" w:space="0" w:color="auto"/>
        <w:left w:val="none" w:sz="0" w:space="0" w:color="auto"/>
        <w:bottom w:val="none" w:sz="0" w:space="0" w:color="auto"/>
        <w:right w:val="none" w:sz="0" w:space="0" w:color="auto"/>
      </w:divBdr>
    </w:div>
    <w:div w:id="825511799">
      <w:bodyDiv w:val="1"/>
      <w:marLeft w:val="0"/>
      <w:marRight w:val="0"/>
      <w:marTop w:val="0"/>
      <w:marBottom w:val="0"/>
      <w:divBdr>
        <w:top w:val="none" w:sz="0" w:space="0" w:color="auto"/>
        <w:left w:val="none" w:sz="0" w:space="0" w:color="auto"/>
        <w:bottom w:val="none" w:sz="0" w:space="0" w:color="auto"/>
        <w:right w:val="none" w:sz="0" w:space="0" w:color="auto"/>
      </w:divBdr>
    </w:div>
    <w:div w:id="826556397">
      <w:bodyDiv w:val="1"/>
      <w:marLeft w:val="0"/>
      <w:marRight w:val="0"/>
      <w:marTop w:val="0"/>
      <w:marBottom w:val="0"/>
      <w:divBdr>
        <w:top w:val="none" w:sz="0" w:space="0" w:color="auto"/>
        <w:left w:val="none" w:sz="0" w:space="0" w:color="auto"/>
        <w:bottom w:val="none" w:sz="0" w:space="0" w:color="auto"/>
        <w:right w:val="none" w:sz="0" w:space="0" w:color="auto"/>
      </w:divBdr>
    </w:div>
    <w:div w:id="827476888">
      <w:bodyDiv w:val="1"/>
      <w:marLeft w:val="0"/>
      <w:marRight w:val="0"/>
      <w:marTop w:val="0"/>
      <w:marBottom w:val="0"/>
      <w:divBdr>
        <w:top w:val="none" w:sz="0" w:space="0" w:color="auto"/>
        <w:left w:val="none" w:sz="0" w:space="0" w:color="auto"/>
        <w:bottom w:val="none" w:sz="0" w:space="0" w:color="auto"/>
        <w:right w:val="none" w:sz="0" w:space="0" w:color="auto"/>
      </w:divBdr>
    </w:div>
    <w:div w:id="827795058">
      <w:bodyDiv w:val="1"/>
      <w:marLeft w:val="0"/>
      <w:marRight w:val="0"/>
      <w:marTop w:val="0"/>
      <w:marBottom w:val="0"/>
      <w:divBdr>
        <w:top w:val="none" w:sz="0" w:space="0" w:color="auto"/>
        <w:left w:val="none" w:sz="0" w:space="0" w:color="auto"/>
        <w:bottom w:val="none" w:sz="0" w:space="0" w:color="auto"/>
        <w:right w:val="none" w:sz="0" w:space="0" w:color="auto"/>
      </w:divBdr>
    </w:div>
    <w:div w:id="827868485">
      <w:bodyDiv w:val="1"/>
      <w:marLeft w:val="0"/>
      <w:marRight w:val="0"/>
      <w:marTop w:val="0"/>
      <w:marBottom w:val="0"/>
      <w:divBdr>
        <w:top w:val="none" w:sz="0" w:space="0" w:color="auto"/>
        <w:left w:val="none" w:sz="0" w:space="0" w:color="auto"/>
        <w:bottom w:val="none" w:sz="0" w:space="0" w:color="auto"/>
        <w:right w:val="none" w:sz="0" w:space="0" w:color="auto"/>
      </w:divBdr>
    </w:div>
    <w:div w:id="828205979">
      <w:bodyDiv w:val="1"/>
      <w:marLeft w:val="0"/>
      <w:marRight w:val="0"/>
      <w:marTop w:val="0"/>
      <w:marBottom w:val="0"/>
      <w:divBdr>
        <w:top w:val="none" w:sz="0" w:space="0" w:color="auto"/>
        <w:left w:val="none" w:sz="0" w:space="0" w:color="auto"/>
        <w:bottom w:val="none" w:sz="0" w:space="0" w:color="auto"/>
        <w:right w:val="none" w:sz="0" w:space="0" w:color="auto"/>
      </w:divBdr>
    </w:div>
    <w:div w:id="829101921">
      <w:bodyDiv w:val="1"/>
      <w:marLeft w:val="0"/>
      <w:marRight w:val="0"/>
      <w:marTop w:val="0"/>
      <w:marBottom w:val="0"/>
      <w:divBdr>
        <w:top w:val="none" w:sz="0" w:space="0" w:color="auto"/>
        <w:left w:val="none" w:sz="0" w:space="0" w:color="auto"/>
        <w:bottom w:val="none" w:sz="0" w:space="0" w:color="auto"/>
        <w:right w:val="none" w:sz="0" w:space="0" w:color="auto"/>
      </w:divBdr>
    </w:div>
    <w:div w:id="829253578">
      <w:bodyDiv w:val="1"/>
      <w:marLeft w:val="0"/>
      <w:marRight w:val="0"/>
      <w:marTop w:val="0"/>
      <w:marBottom w:val="0"/>
      <w:divBdr>
        <w:top w:val="none" w:sz="0" w:space="0" w:color="auto"/>
        <w:left w:val="none" w:sz="0" w:space="0" w:color="auto"/>
        <w:bottom w:val="none" w:sz="0" w:space="0" w:color="auto"/>
        <w:right w:val="none" w:sz="0" w:space="0" w:color="auto"/>
      </w:divBdr>
    </w:div>
    <w:div w:id="829490351">
      <w:bodyDiv w:val="1"/>
      <w:marLeft w:val="0"/>
      <w:marRight w:val="0"/>
      <w:marTop w:val="0"/>
      <w:marBottom w:val="0"/>
      <w:divBdr>
        <w:top w:val="none" w:sz="0" w:space="0" w:color="auto"/>
        <w:left w:val="none" w:sz="0" w:space="0" w:color="auto"/>
        <w:bottom w:val="none" w:sz="0" w:space="0" w:color="auto"/>
        <w:right w:val="none" w:sz="0" w:space="0" w:color="auto"/>
      </w:divBdr>
    </w:div>
    <w:div w:id="830561395">
      <w:bodyDiv w:val="1"/>
      <w:marLeft w:val="0"/>
      <w:marRight w:val="0"/>
      <w:marTop w:val="0"/>
      <w:marBottom w:val="0"/>
      <w:divBdr>
        <w:top w:val="none" w:sz="0" w:space="0" w:color="auto"/>
        <w:left w:val="none" w:sz="0" w:space="0" w:color="auto"/>
        <w:bottom w:val="none" w:sz="0" w:space="0" w:color="auto"/>
        <w:right w:val="none" w:sz="0" w:space="0" w:color="auto"/>
      </w:divBdr>
    </w:div>
    <w:div w:id="830946925">
      <w:bodyDiv w:val="1"/>
      <w:marLeft w:val="0"/>
      <w:marRight w:val="0"/>
      <w:marTop w:val="0"/>
      <w:marBottom w:val="0"/>
      <w:divBdr>
        <w:top w:val="none" w:sz="0" w:space="0" w:color="auto"/>
        <w:left w:val="none" w:sz="0" w:space="0" w:color="auto"/>
        <w:bottom w:val="none" w:sz="0" w:space="0" w:color="auto"/>
        <w:right w:val="none" w:sz="0" w:space="0" w:color="auto"/>
      </w:divBdr>
    </w:div>
    <w:div w:id="832448233">
      <w:bodyDiv w:val="1"/>
      <w:marLeft w:val="0"/>
      <w:marRight w:val="0"/>
      <w:marTop w:val="0"/>
      <w:marBottom w:val="0"/>
      <w:divBdr>
        <w:top w:val="none" w:sz="0" w:space="0" w:color="auto"/>
        <w:left w:val="none" w:sz="0" w:space="0" w:color="auto"/>
        <w:bottom w:val="none" w:sz="0" w:space="0" w:color="auto"/>
        <w:right w:val="none" w:sz="0" w:space="0" w:color="auto"/>
      </w:divBdr>
    </w:div>
    <w:div w:id="832766190">
      <w:bodyDiv w:val="1"/>
      <w:marLeft w:val="0"/>
      <w:marRight w:val="0"/>
      <w:marTop w:val="0"/>
      <w:marBottom w:val="0"/>
      <w:divBdr>
        <w:top w:val="none" w:sz="0" w:space="0" w:color="auto"/>
        <w:left w:val="none" w:sz="0" w:space="0" w:color="auto"/>
        <w:bottom w:val="none" w:sz="0" w:space="0" w:color="auto"/>
        <w:right w:val="none" w:sz="0" w:space="0" w:color="auto"/>
      </w:divBdr>
    </w:div>
    <w:div w:id="835345089">
      <w:bodyDiv w:val="1"/>
      <w:marLeft w:val="0"/>
      <w:marRight w:val="0"/>
      <w:marTop w:val="0"/>
      <w:marBottom w:val="0"/>
      <w:divBdr>
        <w:top w:val="none" w:sz="0" w:space="0" w:color="auto"/>
        <w:left w:val="none" w:sz="0" w:space="0" w:color="auto"/>
        <w:bottom w:val="none" w:sz="0" w:space="0" w:color="auto"/>
        <w:right w:val="none" w:sz="0" w:space="0" w:color="auto"/>
      </w:divBdr>
    </w:div>
    <w:div w:id="835799362">
      <w:bodyDiv w:val="1"/>
      <w:marLeft w:val="0"/>
      <w:marRight w:val="0"/>
      <w:marTop w:val="0"/>
      <w:marBottom w:val="0"/>
      <w:divBdr>
        <w:top w:val="none" w:sz="0" w:space="0" w:color="auto"/>
        <w:left w:val="none" w:sz="0" w:space="0" w:color="auto"/>
        <w:bottom w:val="none" w:sz="0" w:space="0" w:color="auto"/>
        <w:right w:val="none" w:sz="0" w:space="0" w:color="auto"/>
      </w:divBdr>
    </w:div>
    <w:div w:id="835808327">
      <w:bodyDiv w:val="1"/>
      <w:marLeft w:val="0"/>
      <w:marRight w:val="0"/>
      <w:marTop w:val="0"/>
      <w:marBottom w:val="0"/>
      <w:divBdr>
        <w:top w:val="none" w:sz="0" w:space="0" w:color="auto"/>
        <w:left w:val="none" w:sz="0" w:space="0" w:color="auto"/>
        <w:bottom w:val="none" w:sz="0" w:space="0" w:color="auto"/>
        <w:right w:val="none" w:sz="0" w:space="0" w:color="auto"/>
      </w:divBdr>
    </w:div>
    <w:div w:id="836964489">
      <w:bodyDiv w:val="1"/>
      <w:marLeft w:val="0"/>
      <w:marRight w:val="0"/>
      <w:marTop w:val="0"/>
      <w:marBottom w:val="0"/>
      <w:divBdr>
        <w:top w:val="none" w:sz="0" w:space="0" w:color="auto"/>
        <w:left w:val="none" w:sz="0" w:space="0" w:color="auto"/>
        <w:bottom w:val="none" w:sz="0" w:space="0" w:color="auto"/>
        <w:right w:val="none" w:sz="0" w:space="0" w:color="auto"/>
      </w:divBdr>
    </w:div>
    <w:div w:id="836966440">
      <w:bodyDiv w:val="1"/>
      <w:marLeft w:val="0"/>
      <w:marRight w:val="0"/>
      <w:marTop w:val="0"/>
      <w:marBottom w:val="0"/>
      <w:divBdr>
        <w:top w:val="none" w:sz="0" w:space="0" w:color="auto"/>
        <w:left w:val="none" w:sz="0" w:space="0" w:color="auto"/>
        <w:bottom w:val="none" w:sz="0" w:space="0" w:color="auto"/>
        <w:right w:val="none" w:sz="0" w:space="0" w:color="auto"/>
      </w:divBdr>
    </w:div>
    <w:div w:id="837384471">
      <w:bodyDiv w:val="1"/>
      <w:marLeft w:val="0"/>
      <w:marRight w:val="0"/>
      <w:marTop w:val="0"/>
      <w:marBottom w:val="0"/>
      <w:divBdr>
        <w:top w:val="none" w:sz="0" w:space="0" w:color="auto"/>
        <w:left w:val="none" w:sz="0" w:space="0" w:color="auto"/>
        <w:bottom w:val="none" w:sz="0" w:space="0" w:color="auto"/>
        <w:right w:val="none" w:sz="0" w:space="0" w:color="auto"/>
      </w:divBdr>
    </w:div>
    <w:div w:id="838887246">
      <w:bodyDiv w:val="1"/>
      <w:marLeft w:val="0"/>
      <w:marRight w:val="0"/>
      <w:marTop w:val="0"/>
      <w:marBottom w:val="0"/>
      <w:divBdr>
        <w:top w:val="none" w:sz="0" w:space="0" w:color="auto"/>
        <w:left w:val="none" w:sz="0" w:space="0" w:color="auto"/>
        <w:bottom w:val="none" w:sz="0" w:space="0" w:color="auto"/>
        <w:right w:val="none" w:sz="0" w:space="0" w:color="auto"/>
      </w:divBdr>
    </w:div>
    <w:div w:id="838934271">
      <w:bodyDiv w:val="1"/>
      <w:marLeft w:val="0"/>
      <w:marRight w:val="0"/>
      <w:marTop w:val="0"/>
      <w:marBottom w:val="0"/>
      <w:divBdr>
        <w:top w:val="none" w:sz="0" w:space="0" w:color="auto"/>
        <w:left w:val="none" w:sz="0" w:space="0" w:color="auto"/>
        <w:bottom w:val="none" w:sz="0" w:space="0" w:color="auto"/>
        <w:right w:val="none" w:sz="0" w:space="0" w:color="auto"/>
      </w:divBdr>
    </w:div>
    <w:div w:id="840505209">
      <w:bodyDiv w:val="1"/>
      <w:marLeft w:val="0"/>
      <w:marRight w:val="0"/>
      <w:marTop w:val="0"/>
      <w:marBottom w:val="0"/>
      <w:divBdr>
        <w:top w:val="none" w:sz="0" w:space="0" w:color="auto"/>
        <w:left w:val="none" w:sz="0" w:space="0" w:color="auto"/>
        <w:bottom w:val="none" w:sz="0" w:space="0" w:color="auto"/>
        <w:right w:val="none" w:sz="0" w:space="0" w:color="auto"/>
      </w:divBdr>
    </w:div>
    <w:div w:id="841361012">
      <w:bodyDiv w:val="1"/>
      <w:marLeft w:val="0"/>
      <w:marRight w:val="0"/>
      <w:marTop w:val="0"/>
      <w:marBottom w:val="0"/>
      <w:divBdr>
        <w:top w:val="none" w:sz="0" w:space="0" w:color="auto"/>
        <w:left w:val="none" w:sz="0" w:space="0" w:color="auto"/>
        <w:bottom w:val="none" w:sz="0" w:space="0" w:color="auto"/>
        <w:right w:val="none" w:sz="0" w:space="0" w:color="auto"/>
      </w:divBdr>
    </w:div>
    <w:div w:id="842084453">
      <w:bodyDiv w:val="1"/>
      <w:marLeft w:val="0"/>
      <w:marRight w:val="0"/>
      <w:marTop w:val="0"/>
      <w:marBottom w:val="0"/>
      <w:divBdr>
        <w:top w:val="none" w:sz="0" w:space="0" w:color="auto"/>
        <w:left w:val="none" w:sz="0" w:space="0" w:color="auto"/>
        <w:bottom w:val="none" w:sz="0" w:space="0" w:color="auto"/>
        <w:right w:val="none" w:sz="0" w:space="0" w:color="auto"/>
      </w:divBdr>
    </w:div>
    <w:div w:id="842089639">
      <w:bodyDiv w:val="1"/>
      <w:marLeft w:val="0"/>
      <w:marRight w:val="0"/>
      <w:marTop w:val="0"/>
      <w:marBottom w:val="0"/>
      <w:divBdr>
        <w:top w:val="none" w:sz="0" w:space="0" w:color="auto"/>
        <w:left w:val="none" w:sz="0" w:space="0" w:color="auto"/>
        <w:bottom w:val="none" w:sz="0" w:space="0" w:color="auto"/>
        <w:right w:val="none" w:sz="0" w:space="0" w:color="auto"/>
      </w:divBdr>
    </w:div>
    <w:div w:id="844129188">
      <w:bodyDiv w:val="1"/>
      <w:marLeft w:val="0"/>
      <w:marRight w:val="0"/>
      <w:marTop w:val="0"/>
      <w:marBottom w:val="0"/>
      <w:divBdr>
        <w:top w:val="none" w:sz="0" w:space="0" w:color="auto"/>
        <w:left w:val="none" w:sz="0" w:space="0" w:color="auto"/>
        <w:bottom w:val="none" w:sz="0" w:space="0" w:color="auto"/>
        <w:right w:val="none" w:sz="0" w:space="0" w:color="auto"/>
      </w:divBdr>
    </w:div>
    <w:div w:id="844243557">
      <w:bodyDiv w:val="1"/>
      <w:marLeft w:val="0"/>
      <w:marRight w:val="0"/>
      <w:marTop w:val="0"/>
      <w:marBottom w:val="0"/>
      <w:divBdr>
        <w:top w:val="none" w:sz="0" w:space="0" w:color="auto"/>
        <w:left w:val="none" w:sz="0" w:space="0" w:color="auto"/>
        <w:bottom w:val="none" w:sz="0" w:space="0" w:color="auto"/>
        <w:right w:val="none" w:sz="0" w:space="0" w:color="auto"/>
      </w:divBdr>
    </w:div>
    <w:div w:id="844250050">
      <w:bodyDiv w:val="1"/>
      <w:marLeft w:val="0"/>
      <w:marRight w:val="0"/>
      <w:marTop w:val="0"/>
      <w:marBottom w:val="0"/>
      <w:divBdr>
        <w:top w:val="none" w:sz="0" w:space="0" w:color="auto"/>
        <w:left w:val="none" w:sz="0" w:space="0" w:color="auto"/>
        <w:bottom w:val="none" w:sz="0" w:space="0" w:color="auto"/>
        <w:right w:val="none" w:sz="0" w:space="0" w:color="auto"/>
      </w:divBdr>
    </w:div>
    <w:div w:id="844393921">
      <w:bodyDiv w:val="1"/>
      <w:marLeft w:val="0"/>
      <w:marRight w:val="0"/>
      <w:marTop w:val="0"/>
      <w:marBottom w:val="0"/>
      <w:divBdr>
        <w:top w:val="none" w:sz="0" w:space="0" w:color="auto"/>
        <w:left w:val="none" w:sz="0" w:space="0" w:color="auto"/>
        <w:bottom w:val="none" w:sz="0" w:space="0" w:color="auto"/>
        <w:right w:val="none" w:sz="0" w:space="0" w:color="auto"/>
      </w:divBdr>
    </w:div>
    <w:div w:id="844588288">
      <w:bodyDiv w:val="1"/>
      <w:marLeft w:val="0"/>
      <w:marRight w:val="0"/>
      <w:marTop w:val="0"/>
      <w:marBottom w:val="0"/>
      <w:divBdr>
        <w:top w:val="none" w:sz="0" w:space="0" w:color="auto"/>
        <w:left w:val="none" w:sz="0" w:space="0" w:color="auto"/>
        <w:bottom w:val="none" w:sz="0" w:space="0" w:color="auto"/>
        <w:right w:val="none" w:sz="0" w:space="0" w:color="auto"/>
      </w:divBdr>
    </w:div>
    <w:div w:id="845284577">
      <w:bodyDiv w:val="1"/>
      <w:marLeft w:val="0"/>
      <w:marRight w:val="0"/>
      <w:marTop w:val="0"/>
      <w:marBottom w:val="0"/>
      <w:divBdr>
        <w:top w:val="none" w:sz="0" w:space="0" w:color="auto"/>
        <w:left w:val="none" w:sz="0" w:space="0" w:color="auto"/>
        <w:bottom w:val="none" w:sz="0" w:space="0" w:color="auto"/>
        <w:right w:val="none" w:sz="0" w:space="0" w:color="auto"/>
      </w:divBdr>
    </w:div>
    <w:div w:id="845704522">
      <w:bodyDiv w:val="1"/>
      <w:marLeft w:val="0"/>
      <w:marRight w:val="0"/>
      <w:marTop w:val="0"/>
      <w:marBottom w:val="0"/>
      <w:divBdr>
        <w:top w:val="none" w:sz="0" w:space="0" w:color="auto"/>
        <w:left w:val="none" w:sz="0" w:space="0" w:color="auto"/>
        <w:bottom w:val="none" w:sz="0" w:space="0" w:color="auto"/>
        <w:right w:val="none" w:sz="0" w:space="0" w:color="auto"/>
      </w:divBdr>
    </w:div>
    <w:div w:id="845899784">
      <w:bodyDiv w:val="1"/>
      <w:marLeft w:val="0"/>
      <w:marRight w:val="0"/>
      <w:marTop w:val="0"/>
      <w:marBottom w:val="0"/>
      <w:divBdr>
        <w:top w:val="none" w:sz="0" w:space="0" w:color="auto"/>
        <w:left w:val="none" w:sz="0" w:space="0" w:color="auto"/>
        <w:bottom w:val="none" w:sz="0" w:space="0" w:color="auto"/>
        <w:right w:val="none" w:sz="0" w:space="0" w:color="auto"/>
      </w:divBdr>
    </w:div>
    <w:div w:id="846284027">
      <w:bodyDiv w:val="1"/>
      <w:marLeft w:val="0"/>
      <w:marRight w:val="0"/>
      <w:marTop w:val="0"/>
      <w:marBottom w:val="0"/>
      <w:divBdr>
        <w:top w:val="none" w:sz="0" w:space="0" w:color="auto"/>
        <w:left w:val="none" w:sz="0" w:space="0" w:color="auto"/>
        <w:bottom w:val="none" w:sz="0" w:space="0" w:color="auto"/>
        <w:right w:val="none" w:sz="0" w:space="0" w:color="auto"/>
      </w:divBdr>
    </w:div>
    <w:div w:id="846792227">
      <w:bodyDiv w:val="1"/>
      <w:marLeft w:val="0"/>
      <w:marRight w:val="0"/>
      <w:marTop w:val="0"/>
      <w:marBottom w:val="0"/>
      <w:divBdr>
        <w:top w:val="none" w:sz="0" w:space="0" w:color="auto"/>
        <w:left w:val="none" w:sz="0" w:space="0" w:color="auto"/>
        <w:bottom w:val="none" w:sz="0" w:space="0" w:color="auto"/>
        <w:right w:val="none" w:sz="0" w:space="0" w:color="auto"/>
      </w:divBdr>
    </w:div>
    <w:div w:id="846865914">
      <w:bodyDiv w:val="1"/>
      <w:marLeft w:val="0"/>
      <w:marRight w:val="0"/>
      <w:marTop w:val="0"/>
      <w:marBottom w:val="0"/>
      <w:divBdr>
        <w:top w:val="none" w:sz="0" w:space="0" w:color="auto"/>
        <w:left w:val="none" w:sz="0" w:space="0" w:color="auto"/>
        <w:bottom w:val="none" w:sz="0" w:space="0" w:color="auto"/>
        <w:right w:val="none" w:sz="0" w:space="0" w:color="auto"/>
      </w:divBdr>
    </w:div>
    <w:div w:id="847520967">
      <w:bodyDiv w:val="1"/>
      <w:marLeft w:val="0"/>
      <w:marRight w:val="0"/>
      <w:marTop w:val="0"/>
      <w:marBottom w:val="0"/>
      <w:divBdr>
        <w:top w:val="none" w:sz="0" w:space="0" w:color="auto"/>
        <w:left w:val="none" w:sz="0" w:space="0" w:color="auto"/>
        <w:bottom w:val="none" w:sz="0" w:space="0" w:color="auto"/>
        <w:right w:val="none" w:sz="0" w:space="0" w:color="auto"/>
      </w:divBdr>
    </w:div>
    <w:div w:id="848257939">
      <w:bodyDiv w:val="1"/>
      <w:marLeft w:val="0"/>
      <w:marRight w:val="0"/>
      <w:marTop w:val="0"/>
      <w:marBottom w:val="0"/>
      <w:divBdr>
        <w:top w:val="none" w:sz="0" w:space="0" w:color="auto"/>
        <w:left w:val="none" w:sz="0" w:space="0" w:color="auto"/>
        <w:bottom w:val="none" w:sz="0" w:space="0" w:color="auto"/>
        <w:right w:val="none" w:sz="0" w:space="0" w:color="auto"/>
      </w:divBdr>
    </w:div>
    <w:div w:id="849494296">
      <w:bodyDiv w:val="1"/>
      <w:marLeft w:val="0"/>
      <w:marRight w:val="0"/>
      <w:marTop w:val="0"/>
      <w:marBottom w:val="0"/>
      <w:divBdr>
        <w:top w:val="none" w:sz="0" w:space="0" w:color="auto"/>
        <w:left w:val="none" w:sz="0" w:space="0" w:color="auto"/>
        <w:bottom w:val="none" w:sz="0" w:space="0" w:color="auto"/>
        <w:right w:val="none" w:sz="0" w:space="0" w:color="auto"/>
      </w:divBdr>
    </w:div>
    <w:div w:id="851334873">
      <w:bodyDiv w:val="1"/>
      <w:marLeft w:val="0"/>
      <w:marRight w:val="0"/>
      <w:marTop w:val="0"/>
      <w:marBottom w:val="0"/>
      <w:divBdr>
        <w:top w:val="none" w:sz="0" w:space="0" w:color="auto"/>
        <w:left w:val="none" w:sz="0" w:space="0" w:color="auto"/>
        <w:bottom w:val="none" w:sz="0" w:space="0" w:color="auto"/>
        <w:right w:val="none" w:sz="0" w:space="0" w:color="auto"/>
      </w:divBdr>
    </w:div>
    <w:div w:id="852643189">
      <w:bodyDiv w:val="1"/>
      <w:marLeft w:val="0"/>
      <w:marRight w:val="0"/>
      <w:marTop w:val="0"/>
      <w:marBottom w:val="0"/>
      <w:divBdr>
        <w:top w:val="none" w:sz="0" w:space="0" w:color="auto"/>
        <w:left w:val="none" w:sz="0" w:space="0" w:color="auto"/>
        <w:bottom w:val="none" w:sz="0" w:space="0" w:color="auto"/>
        <w:right w:val="none" w:sz="0" w:space="0" w:color="auto"/>
      </w:divBdr>
    </w:div>
    <w:div w:id="852839919">
      <w:bodyDiv w:val="1"/>
      <w:marLeft w:val="0"/>
      <w:marRight w:val="0"/>
      <w:marTop w:val="0"/>
      <w:marBottom w:val="0"/>
      <w:divBdr>
        <w:top w:val="none" w:sz="0" w:space="0" w:color="auto"/>
        <w:left w:val="none" w:sz="0" w:space="0" w:color="auto"/>
        <w:bottom w:val="none" w:sz="0" w:space="0" w:color="auto"/>
        <w:right w:val="none" w:sz="0" w:space="0" w:color="auto"/>
      </w:divBdr>
    </w:div>
    <w:div w:id="854422130">
      <w:bodyDiv w:val="1"/>
      <w:marLeft w:val="0"/>
      <w:marRight w:val="0"/>
      <w:marTop w:val="0"/>
      <w:marBottom w:val="0"/>
      <w:divBdr>
        <w:top w:val="none" w:sz="0" w:space="0" w:color="auto"/>
        <w:left w:val="none" w:sz="0" w:space="0" w:color="auto"/>
        <w:bottom w:val="none" w:sz="0" w:space="0" w:color="auto"/>
        <w:right w:val="none" w:sz="0" w:space="0" w:color="auto"/>
      </w:divBdr>
    </w:div>
    <w:div w:id="855652098">
      <w:bodyDiv w:val="1"/>
      <w:marLeft w:val="0"/>
      <w:marRight w:val="0"/>
      <w:marTop w:val="0"/>
      <w:marBottom w:val="0"/>
      <w:divBdr>
        <w:top w:val="none" w:sz="0" w:space="0" w:color="auto"/>
        <w:left w:val="none" w:sz="0" w:space="0" w:color="auto"/>
        <w:bottom w:val="none" w:sz="0" w:space="0" w:color="auto"/>
        <w:right w:val="none" w:sz="0" w:space="0" w:color="auto"/>
      </w:divBdr>
    </w:div>
    <w:div w:id="856234717">
      <w:bodyDiv w:val="1"/>
      <w:marLeft w:val="0"/>
      <w:marRight w:val="0"/>
      <w:marTop w:val="0"/>
      <w:marBottom w:val="0"/>
      <w:divBdr>
        <w:top w:val="none" w:sz="0" w:space="0" w:color="auto"/>
        <w:left w:val="none" w:sz="0" w:space="0" w:color="auto"/>
        <w:bottom w:val="none" w:sz="0" w:space="0" w:color="auto"/>
        <w:right w:val="none" w:sz="0" w:space="0" w:color="auto"/>
      </w:divBdr>
    </w:div>
    <w:div w:id="856428321">
      <w:bodyDiv w:val="1"/>
      <w:marLeft w:val="0"/>
      <w:marRight w:val="0"/>
      <w:marTop w:val="0"/>
      <w:marBottom w:val="0"/>
      <w:divBdr>
        <w:top w:val="none" w:sz="0" w:space="0" w:color="auto"/>
        <w:left w:val="none" w:sz="0" w:space="0" w:color="auto"/>
        <w:bottom w:val="none" w:sz="0" w:space="0" w:color="auto"/>
        <w:right w:val="none" w:sz="0" w:space="0" w:color="auto"/>
      </w:divBdr>
    </w:div>
    <w:div w:id="857045712">
      <w:bodyDiv w:val="1"/>
      <w:marLeft w:val="0"/>
      <w:marRight w:val="0"/>
      <w:marTop w:val="0"/>
      <w:marBottom w:val="0"/>
      <w:divBdr>
        <w:top w:val="none" w:sz="0" w:space="0" w:color="auto"/>
        <w:left w:val="none" w:sz="0" w:space="0" w:color="auto"/>
        <w:bottom w:val="none" w:sz="0" w:space="0" w:color="auto"/>
        <w:right w:val="none" w:sz="0" w:space="0" w:color="auto"/>
      </w:divBdr>
    </w:div>
    <w:div w:id="858543214">
      <w:bodyDiv w:val="1"/>
      <w:marLeft w:val="0"/>
      <w:marRight w:val="0"/>
      <w:marTop w:val="0"/>
      <w:marBottom w:val="0"/>
      <w:divBdr>
        <w:top w:val="none" w:sz="0" w:space="0" w:color="auto"/>
        <w:left w:val="none" w:sz="0" w:space="0" w:color="auto"/>
        <w:bottom w:val="none" w:sz="0" w:space="0" w:color="auto"/>
        <w:right w:val="none" w:sz="0" w:space="0" w:color="auto"/>
      </w:divBdr>
    </w:div>
    <w:div w:id="858743274">
      <w:bodyDiv w:val="1"/>
      <w:marLeft w:val="0"/>
      <w:marRight w:val="0"/>
      <w:marTop w:val="0"/>
      <w:marBottom w:val="0"/>
      <w:divBdr>
        <w:top w:val="none" w:sz="0" w:space="0" w:color="auto"/>
        <w:left w:val="none" w:sz="0" w:space="0" w:color="auto"/>
        <w:bottom w:val="none" w:sz="0" w:space="0" w:color="auto"/>
        <w:right w:val="none" w:sz="0" w:space="0" w:color="auto"/>
      </w:divBdr>
    </w:div>
    <w:div w:id="859316542">
      <w:bodyDiv w:val="1"/>
      <w:marLeft w:val="0"/>
      <w:marRight w:val="0"/>
      <w:marTop w:val="0"/>
      <w:marBottom w:val="0"/>
      <w:divBdr>
        <w:top w:val="none" w:sz="0" w:space="0" w:color="auto"/>
        <w:left w:val="none" w:sz="0" w:space="0" w:color="auto"/>
        <w:bottom w:val="none" w:sz="0" w:space="0" w:color="auto"/>
        <w:right w:val="none" w:sz="0" w:space="0" w:color="auto"/>
      </w:divBdr>
    </w:div>
    <w:div w:id="859468883">
      <w:bodyDiv w:val="1"/>
      <w:marLeft w:val="0"/>
      <w:marRight w:val="0"/>
      <w:marTop w:val="0"/>
      <w:marBottom w:val="0"/>
      <w:divBdr>
        <w:top w:val="none" w:sz="0" w:space="0" w:color="auto"/>
        <w:left w:val="none" w:sz="0" w:space="0" w:color="auto"/>
        <w:bottom w:val="none" w:sz="0" w:space="0" w:color="auto"/>
        <w:right w:val="none" w:sz="0" w:space="0" w:color="auto"/>
      </w:divBdr>
    </w:div>
    <w:div w:id="859852463">
      <w:bodyDiv w:val="1"/>
      <w:marLeft w:val="0"/>
      <w:marRight w:val="0"/>
      <w:marTop w:val="0"/>
      <w:marBottom w:val="0"/>
      <w:divBdr>
        <w:top w:val="none" w:sz="0" w:space="0" w:color="auto"/>
        <w:left w:val="none" w:sz="0" w:space="0" w:color="auto"/>
        <w:bottom w:val="none" w:sz="0" w:space="0" w:color="auto"/>
        <w:right w:val="none" w:sz="0" w:space="0" w:color="auto"/>
      </w:divBdr>
    </w:div>
    <w:div w:id="860971262">
      <w:bodyDiv w:val="1"/>
      <w:marLeft w:val="0"/>
      <w:marRight w:val="0"/>
      <w:marTop w:val="0"/>
      <w:marBottom w:val="0"/>
      <w:divBdr>
        <w:top w:val="none" w:sz="0" w:space="0" w:color="auto"/>
        <w:left w:val="none" w:sz="0" w:space="0" w:color="auto"/>
        <w:bottom w:val="none" w:sz="0" w:space="0" w:color="auto"/>
        <w:right w:val="none" w:sz="0" w:space="0" w:color="auto"/>
      </w:divBdr>
    </w:div>
    <w:div w:id="863791998">
      <w:bodyDiv w:val="1"/>
      <w:marLeft w:val="0"/>
      <w:marRight w:val="0"/>
      <w:marTop w:val="0"/>
      <w:marBottom w:val="0"/>
      <w:divBdr>
        <w:top w:val="none" w:sz="0" w:space="0" w:color="auto"/>
        <w:left w:val="none" w:sz="0" w:space="0" w:color="auto"/>
        <w:bottom w:val="none" w:sz="0" w:space="0" w:color="auto"/>
        <w:right w:val="none" w:sz="0" w:space="0" w:color="auto"/>
      </w:divBdr>
    </w:div>
    <w:div w:id="864638959">
      <w:bodyDiv w:val="1"/>
      <w:marLeft w:val="0"/>
      <w:marRight w:val="0"/>
      <w:marTop w:val="0"/>
      <w:marBottom w:val="0"/>
      <w:divBdr>
        <w:top w:val="none" w:sz="0" w:space="0" w:color="auto"/>
        <w:left w:val="none" w:sz="0" w:space="0" w:color="auto"/>
        <w:bottom w:val="none" w:sz="0" w:space="0" w:color="auto"/>
        <w:right w:val="none" w:sz="0" w:space="0" w:color="auto"/>
      </w:divBdr>
    </w:div>
    <w:div w:id="865169443">
      <w:bodyDiv w:val="1"/>
      <w:marLeft w:val="0"/>
      <w:marRight w:val="0"/>
      <w:marTop w:val="0"/>
      <w:marBottom w:val="0"/>
      <w:divBdr>
        <w:top w:val="none" w:sz="0" w:space="0" w:color="auto"/>
        <w:left w:val="none" w:sz="0" w:space="0" w:color="auto"/>
        <w:bottom w:val="none" w:sz="0" w:space="0" w:color="auto"/>
        <w:right w:val="none" w:sz="0" w:space="0" w:color="auto"/>
      </w:divBdr>
    </w:div>
    <w:div w:id="865756179">
      <w:bodyDiv w:val="1"/>
      <w:marLeft w:val="0"/>
      <w:marRight w:val="0"/>
      <w:marTop w:val="0"/>
      <w:marBottom w:val="0"/>
      <w:divBdr>
        <w:top w:val="none" w:sz="0" w:space="0" w:color="auto"/>
        <w:left w:val="none" w:sz="0" w:space="0" w:color="auto"/>
        <w:bottom w:val="none" w:sz="0" w:space="0" w:color="auto"/>
        <w:right w:val="none" w:sz="0" w:space="0" w:color="auto"/>
      </w:divBdr>
    </w:div>
    <w:div w:id="865993436">
      <w:bodyDiv w:val="1"/>
      <w:marLeft w:val="0"/>
      <w:marRight w:val="0"/>
      <w:marTop w:val="0"/>
      <w:marBottom w:val="0"/>
      <w:divBdr>
        <w:top w:val="none" w:sz="0" w:space="0" w:color="auto"/>
        <w:left w:val="none" w:sz="0" w:space="0" w:color="auto"/>
        <w:bottom w:val="none" w:sz="0" w:space="0" w:color="auto"/>
        <w:right w:val="none" w:sz="0" w:space="0" w:color="auto"/>
      </w:divBdr>
    </w:div>
    <w:div w:id="866143066">
      <w:bodyDiv w:val="1"/>
      <w:marLeft w:val="0"/>
      <w:marRight w:val="0"/>
      <w:marTop w:val="0"/>
      <w:marBottom w:val="0"/>
      <w:divBdr>
        <w:top w:val="none" w:sz="0" w:space="0" w:color="auto"/>
        <w:left w:val="none" w:sz="0" w:space="0" w:color="auto"/>
        <w:bottom w:val="none" w:sz="0" w:space="0" w:color="auto"/>
        <w:right w:val="none" w:sz="0" w:space="0" w:color="auto"/>
      </w:divBdr>
    </w:div>
    <w:div w:id="867064985">
      <w:bodyDiv w:val="1"/>
      <w:marLeft w:val="0"/>
      <w:marRight w:val="0"/>
      <w:marTop w:val="0"/>
      <w:marBottom w:val="0"/>
      <w:divBdr>
        <w:top w:val="none" w:sz="0" w:space="0" w:color="auto"/>
        <w:left w:val="none" w:sz="0" w:space="0" w:color="auto"/>
        <w:bottom w:val="none" w:sz="0" w:space="0" w:color="auto"/>
        <w:right w:val="none" w:sz="0" w:space="0" w:color="auto"/>
      </w:divBdr>
    </w:div>
    <w:div w:id="868110347">
      <w:bodyDiv w:val="1"/>
      <w:marLeft w:val="0"/>
      <w:marRight w:val="0"/>
      <w:marTop w:val="0"/>
      <w:marBottom w:val="0"/>
      <w:divBdr>
        <w:top w:val="none" w:sz="0" w:space="0" w:color="auto"/>
        <w:left w:val="none" w:sz="0" w:space="0" w:color="auto"/>
        <w:bottom w:val="none" w:sz="0" w:space="0" w:color="auto"/>
        <w:right w:val="none" w:sz="0" w:space="0" w:color="auto"/>
      </w:divBdr>
    </w:div>
    <w:div w:id="868831967">
      <w:bodyDiv w:val="1"/>
      <w:marLeft w:val="0"/>
      <w:marRight w:val="0"/>
      <w:marTop w:val="0"/>
      <w:marBottom w:val="0"/>
      <w:divBdr>
        <w:top w:val="none" w:sz="0" w:space="0" w:color="auto"/>
        <w:left w:val="none" w:sz="0" w:space="0" w:color="auto"/>
        <w:bottom w:val="none" w:sz="0" w:space="0" w:color="auto"/>
        <w:right w:val="none" w:sz="0" w:space="0" w:color="auto"/>
      </w:divBdr>
    </w:div>
    <w:div w:id="869612305">
      <w:bodyDiv w:val="1"/>
      <w:marLeft w:val="0"/>
      <w:marRight w:val="0"/>
      <w:marTop w:val="0"/>
      <w:marBottom w:val="0"/>
      <w:divBdr>
        <w:top w:val="none" w:sz="0" w:space="0" w:color="auto"/>
        <w:left w:val="none" w:sz="0" w:space="0" w:color="auto"/>
        <w:bottom w:val="none" w:sz="0" w:space="0" w:color="auto"/>
        <w:right w:val="none" w:sz="0" w:space="0" w:color="auto"/>
      </w:divBdr>
    </w:div>
    <w:div w:id="869873433">
      <w:bodyDiv w:val="1"/>
      <w:marLeft w:val="0"/>
      <w:marRight w:val="0"/>
      <w:marTop w:val="0"/>
      <w:marBottom w:val="0"/>
      <w:divBdr>
        <w:top w:val="none" w:sz="0" w:space="0" w:color="auto"/>
        <w:left w:val="none" w:sz="0" w:space="0" w:color="auto"/>
        <w:bottom w:val="none" w:sz="0" w:space="0" w:color="auto"/>
        <w:right w:val="none" w:sz="0" w:space="0" w:color="auto"/>
      </w:divBdr>
    </w:div>
    <w:div w:id="870415022">
      <w:bodyDiv w:val="1"/>
      <w:marLeft w:val="0"/>
      <w:marRight w:val="0"/>
      <w:marTop w:val="0"/>
      <w:marBottom w:val="0"/>
      <w:divBdr>
        <w:top w:val="none" w:sz="0" w:space="0" w:color="auto"/>
        <w:left w:val="none" w:sz="0" w:space="0" w:color="auto"/>
        <w:bottom w:val="none" w:sz="0" w:space="0" w:color="auto"/>
        <w:right w:val="none" w:sz="0" w:space="0" w:color="auto"/>
      </w:divBdr>
    </w:div>
    <w:div w:id="871529235">
      <w:bodyDiv w:val="1"/>
      <w:marLeft w:val="0"/>
      <w:marRight w:val="0"/>
      <w:marTop w:val="0"/>
      <w:marBottom w:val="0"/>
      <w:divBdr>
        <w:top w:val="none" w:sz="0" w:space="0" w:color="auto"/>
        <w:left w:val="none" w:sz="0" w:space="0" w:color="auto"/>
        <w:bottom w:val="none" w:sz="0" w:space="0" w:color="auto"/>
        <w:right w:val="none" w:sz="0" w:space="0" w:color="auto"/>
      </w:divBdr>
    </w:div>
    <w:div w:id="873889607">
      <w:bodyDiv w:val="1"/>
      <w:marLeft w:val="0"/>
      <w:marRight w:val="0"/>
      <w:marTop w:val="0"/>
      <w:marBottom w:val="0"/>
      <w:divBdr>
        <w:top w:val="none" w:sz="0" w:space="0" w:color="auto"/>
        <w:left w:val="none" w:sz="0" w:space="0" w:color="auto"/>
        <w:bottom w:val="none" w:sz="0" w:space="0" w:color="auto"/>
        <w:right w:val="none" w:sz="0" w:space="0" w:color="auto"/>
      </w:divBdr>
    </w:div>
    <w:div w:id="874269929">
      <w:bodyDiv w:val="1"/>
      <w:marLeft w:val="0"/>
      <w:marRight w:val="0"/>
      <w:marTop w:val="0"/>
      <w:marBottom w:val="0"/>
      <w:divBdr>
        <w:top w:val="none" w:sz="0" w:space="0" w:color="auto"/>
        <w:left w:val="none" w:sz="0" w:space="0" w:color="auto"/>
        <w:bottom w:val="none" w:sz="0" w:space="0" w:color="auto"/>
        <w:right w:val="none" w:sz="0" w:space="0" w:color="auto"/>
      </w:divBdr>
    </w:div>
    <w:div w:id="874579310">
      <w:bodyDiv w:val="1"/>
      <w:marLeft w:val="0"/>
      <w:marRight w:val="0"/>
      <w:marTop w:val="0"/>
      <w:marBottom w:val="0"/>
      <w:divBdr>
        <w:top w:val="none" w:sz="0" w:space="0" w:color="auto"/>
        <w:left w:val="none" w:sz="0" w:space="0" w:color="auto"/>
        <w:bottom w:val="none" w:sz="0" w:space="0" w:color="auto"/>
        <w:right w:val="none" w:sz="0" w:space="0" w:color="auto"/>
      </w:divBdr>
    </w:div>
    <w:div w:id="874779539">
      <w:bodyDiv w:val="1"/>
      <w:marLeft w:val="0"/>
      <w:marRight w:val="0"/>
      <w:marTop w:val="0"/>
      <w:marBottom w:val="0"/>
      <w:divBdr>
        <w:top w:val="none" w:sz="0" w:space="0" w:color="auto"/>
        <w:left w:val="none" w:sz="0" w:space="0" w:color="auto"/>
        <w:bottom w:val="none" w:sz="0" w:space="0" w:color="auto"/>
        <w:right w:val="none" w:sz="0" w:space="0" w:color="auto"/>
      </w:divBdr>
    </w:div>
    <w:div w:id="876314462">
      <w:bodyDiv w:val="1"/>
      <w:marLeft w:val="0"/>
      <w:marRight w:val="0"/>
      <w:marTop w:val="0"/>
      <w:marBottom w:val="0"/>
      <w:divBdr>
        <w:top w:val="none" w:sz="0" w:space="0" w:color="auto"/>
        <w:left w:val="none" w:sz="0" w:space="0" w:color="auto"/>
        <w:bottom w:val="none" w:sz="0" w:space="0" w:color="auto"/>
        <w:right w:val="none" w:sz="0" w:space="0" w:color="auto"/>
      </w:divBdr>
    </w:div>
    <w:div w:id="876355364">
      <w:bodyDiv w:val="1"/>
      <w:marLeft w:val="0"/>
      <w:marRight w:val="0"/>
      <w:marTop w:val="0"/>
      <w:marBottom w:val="0"/>
      <w:divBdr>
        <w:top w:val="none" w:sz="0" w:space="0" w:color="auto"/>
        <w:left w:val="none" w:sz="0" w:space="0" w:color="auto"/>
        <w:bottom w:val="none" w:sz="0" w:space="0" w:color="auto"/>
        <w:right w:val="none" w:sz="0" w:space="0" w:color="auto"/>
      </w:divBdr>
    </w:div>
    <w:div w:id="876546602">
      <w:bodyDiv w:val="1"/>
      <w:marLeft w:val="0"/>
      <w:marRight w:val="0"/>
      <w:marTop w:val="0"/>
      <w:marBottom w:val="0"/>
      <w:divBdr>
        <w:top w:val="none" w:sz="0" w:space="0" w:color="auto"/>
        <w:left w:val="none" w:sz="0" w:space="0" w:color="auto"/>
        <w:bottom w:val="none" w:sz="0" w:space="0" w:color="auto"/>
        <w:right w:val="none" w:sz="0" w:space="0" w:color="auto"/>
      </w:divBdr>
    </w:div>
    <w:div w:id="876743266">
      <w:bodyDiv w:val="1"/>
      <w:marLeft w:val="0"/>
      <w:marRight w:val="0"/>
      <w:marTop w:val="0"/>
      <w:marBottom w:val="0"/>
      <w:divBdr>
        <w:top w:val="none" w:sz="0" w:space="0" w:color="auto"/>
        <w:left w:val="none" w:sz="0" w:space="0" w:color="auto"/>
        <w:bottom w:val="none" w:sz="0" w:space="0" w:color="auto"/>
        <w:right w:val="none" w:sz="0" w:space="0" w:color="auto"/>
      </w:divBdr>
    </w:div>
    <w:div w:id="876771236">
      <w:bodyDiv w:val="1"/>
      <w:marLeft w:val="0"/>
      <w:marRight w:val="0"/>
      <w:marTop w:val="0"/>
      <w:marBottom w:val="0"/>
      <w:divBdr>
        <w:top w:val="none" w:sz="0" w:space="0" w:color="auto"/>
        <w:left w:val="none" w:sz="0" w:space="0" w:color="auto"/>
        <w:bottom w:val="none" w:sz="0" w:space="0" w:color="auto"/>
        <w:right w:val="none" w:sz="0" w:space="0" w:color="auto"/>
      </w:divBdr>
    </w:div>
    <w:div w:id="876822232">
      <w:bodyDiv w:val="1"/>
      <w:marLeft w:val="0"/>
      <w:marRight w:val="0"/>
      <w:marTop w:val="0"/>
      <w:marBottom w:val="0"/>
      <w:divBdr>
        <w:top w:val="none" w:sz="0" w:space="0" w:color="auto"/>
        <w:left w:val="none" w:sz="0" w:space="0" w:color="auto"/>
        <w:bottom w:val="none" w:sz="0" w:space="0" w:color="auto"/>
        <w:right w:val="none" w:sz="0" w:space="0" w:color="auto"/>
      </w:divBdr>
    </w:div>
    <w:div w:id="877015250">
      <w:bodyDiv w:val="1"/>
      <w:marLeft w:val="0"/>
      <w:marRight w:val="0"/>
      <w:marTop w:val="0"/>
      <w:marBottom w:val="0"/>
      <w:divBdr>
        <w:top w:val="none" w:sz="0" w:space="0" w:color="auto"/>
        <w:left w:val="none" w:sz="0" w:space="0" w:color="auto"/>
        <w:bottom w:val="none" w:sz="0" w:space="0" w:color="auto"/>
        <w:right w:val="none" w:sz="0" w:space="0" w:color="auto"/>
      </w:divBdr>
    </w:div>
    <w:div w:id="878278250">
      <w:bodyDiv w:val="1"/>
      <w:marLeft w:val="0"/>
      <w:marRight w:val="0"/>
      <w:marTop w:val="0"/>
      <w:marBottom w:val="0"/>
      <w:divBdr>
        <w:top w:val="none" w:sz="0" w:space="0" w:color="auto"/>
        <w:left w:val="none" w:sz="0" w:space="0" w:color="auto"/>
        <w:bottom w:val="none" w:sz="0" w:space="0" w:color="auto"/>
        <w:right w:val="none" w:sz="0" w:space="0" w:color="auto"/>
      </w:divBdr>
    </w:div>
    <w:div w:id="878786883">
      <w:bodyDiv w:val="1"/>
      <w:marLeft w:val="0"/>
      <w:marRight w:val="0"/>
      <w:marTop w:val="0"/>
      <w:marBottom w:val="0"/>
      <w:divBdr>
        <w:top w:val="none" w:sz="0" w:space="0" w:color="auto"/>
        <w:left w:val="none" w:sz="0" w:space="0" w:color="auto"/>
        <w:bottom w:val="none" w:sz="0" w:space="0" w:color="auto"/>
        <w:right w:val="none" w:sz="0" w:space="0" w:color="auto"/>
      </w:divBdr>
    </w:div>
    <w:div w:id="881094122">
      <w:bodyDiv w:val="1"/>
      <w:marLeft w:val="0"/>
      <w:marRight w:val="0"/>
      <w:marTop w:val="0"/>
      <w:marBottom w:val="0"/>
      <w:divBdr>
        <w:top w:val="none" w:sz="0" w:space="0" w:color="auto"/>
        <w:left w:val="none" w:sz="0" w:space="0" w:color="auto"/>
        <w:bottom w:val="none" w:sz="0" w:space="0" w:color="auto"/>
        <w:right w:val="none" w:sz="0" w:space="0" w:color="auto"/>
      </w:divBdr>
    </w:div>
    <w:div w:id="881556490">
      <w:bodyDiv w:val="1"/>
      <w:marLeft w:val="0"/>
      <w:marRight w:val="0"/>
      <w:marTop w:val="0"/>
      <w:marBottom w:val="0"/>
      <w:divBdr>
        <w:top w:val="none" w:sz="0" w:space="0" w:color="auto"/>
        <w:left w:val="none" w:sz="0" w:space="0" w:color="auto"/>
        <w:bottom w:val="none" w:sz="0" w:space="0" w:color="auto"/>
        <w:right w:val="none" w:sz="0" w:space="0" w:color="auto"/>
      </w:divBdr>
    </w:div>
    <w:div w:id="881748926">
      <w:bodyDiv w:val="1"/>
      <w:marLeft w:val="0"/>
      <w:marRight w:val="0"/>
      <w:marTop w:val="0"/>
      <w:marBottom w:val="0"/>
      <w:divBdr>
        <w:top w:val="none" w:sz="0" w:space="0" w:color="auto"/>
        <w:left w:val="none" w:sz="0" w:space="0" w:color="auto"/>
        <w:bottom w:val="none" w:sz="0" w:space="0" w:color="auto"/>
        <w:right w:val="none" w:sz="0" w:space="0" w:color="auto"/>
      </w:divBdr>
    </w:div>
    <w:div w:id="881984912">
      <w:bodyDiv w:val="1"/>
      <w:marLeft w:val="0"/>
      <w:marRight w:val="0"/>
      <w:marTop w:val="0"/>
      <w:marBottom w:val="0"/>
      <w:divBdr>
        <w:top w:val="none" w:sz="0" w:space="0" w:color="auto"/>
        <w:left w:val="none" w:sz="0" w:space="0" w:color="auto"/>
        <w:bottom w:val="none" w:sz="0" w:space="0" w:color="auto"/>
        <w:right w:val="none" w:sz="0" w:space="0" w:color="auto"/>
      </w:divBdr>
    </w:div>
    <w:div w:id="882904721">
      <w:bodyDiv w:val="1"/>
      <w:marLeft w:val="0"/>
      <w:marRight w:val="0"/>
      <w:marTop w:val="0"/>
      <w:marBottom w:val="0"/>
      <w:divBdr>
        <w:top w:val="none" w:sz="0" w:space="0" w:color="auto"/>
        <w:left w:val="none" w:sz="0" w:space="0" w:color="auto"/>
        <w:bottom w:val="none" w:sz="0" w:space="0" w:color="auto"/>
        <w:right w:val="none" w:sz="0" w:space="0" w:color="auto"/>
      </w:divBdr>
    </w:div>
    <w:div w:id="882985218">
      <w:bodyDiv w:val="1"/>
      <w:marLeft w:val="0"/>
      <w:marRight w:val="0"/>
      <w:marTop w:val="0"/>
      <w:marBottom w:val="0"/>
      <w:divBdr>
        <w:top w:val="none" w:sz="0" w:space="0" w:color="auto"/>
        <w:left w:val="none" w:sz="0" w:space="0" w:color="auto"/>
        <w:bottom w:val="none" w:sz="0" w:space="0" w:color="auto"/>
        <w:right w:val="none" w:sz="0" w:space="0" w:color="auto"/>
      </w:divBdr>
    </w:div>
    <w:div w:id="883058830">
      <w:bodyDiv w:val="1"/>
      <w:marLeft w:val="0"/>
      <w:marRight w:val="0"/>
      <w:marTop w:val="0"/>
      <w:marBottom w:val="0"/>
      <w:divBdr>
        <w:top w:val="none" w:sz="0" w:space="0" w:color="auto"/>
        <w:left w:val="none" w:sz="0" w:space="0" w:color="auto"/>
        <w:bottom w:val="none" w:sz="0" w:space="0" w:color="auto"/>
        <w:right w:val="none" w:sz="0" w:space="0" w:color="auto"/>
      </w:divBdr>
    </w:div>
    <w:div w:id="883754920">
      <w:bodyDiv w:val="1"/>
      <w:marLeft w:val="0"/>
      <w:marRight w:val="0"/>
      <w:marTop w:val="0"/>
      <w:marBottom w:val="0"/>
      <w:divBdr>
        <w:top w:val="none" w:sz="0" w:space="0" w:color="auto"/>
        <w:left w:val="none" w:sz="0" w:space="0" w:color="auto"/>
        <w:bottom w:val="none" w:sz="0" w:space="0" w:color="auto"/>
        <w:right w:val="none" w:sz="0" w:space="0" w:color="auto"/>
      </w:divBdr>
    </w:div>
    <w:div w:id="883904172">
      <w:bodyDiv w:val="1"/>
      <w:marLeft w:val="0"/>
      <w:marRight w:val="0"/>
      <w:marTop w:val="0"/>
      <w:marBottom w:val="0"/>
      <w:divBdr>
        <w:top w:val="none" w:sz="0" w:space="0" w:color="auto"/>
        <w:left w:val="none" w:sz="0" w:space="0" w:color="auto"/>
        <w:bottom w:val="none" w:sz="0" w:space="0" w:color="auto"/>
        <w:right w:val="none" w:sz="0" w:space="0" w:color="auto"/>
      </w:divBdr>
    </w:div>
    <w:div w:id="886646934">
      <w:bodyDiv w:val="1"/>
      <w:marLeft w:val="0"/>
      <w:marRight w:val="0"/>
      <w:marTop w:val="0"/>
      <w:marBottom w:val="0"/>
      <w:divBdr>
        <w:top w:val="none" w:sz="0" w:space="0" w:color="auto"/>
        <w:left w:val="none" w:sz="0" w:space="0" w:color="auto"/>
        <w:bottom w:val="none" w:sz="0" w:space="0" w:color="auto"/>
        <w:right w:val="none" w:sz="0" w:space="0" w:color="auto"/>
      </w:divBdr>
    </w:div>
    <w:div w:id="886843518">
      <w:bodyDiv w:val="1"/>
      <w:marLeft w:val="0"/>
      <w:marRight w:val="0"/>
      <w:marTop w:val="0"/>
      <w:marBottom w:val="0"/>
      <w:divBdr>
        <w:top w:val="none" w:sz="0" w:space="0" w:color="auto"/>
        <w:left w:val="none" w:sz="0" w:space="0" w:color="auto"/>
        <w:bottom w:val="none" w:sz="0" w:space="0" w:color="auto"/>
        <w:right w:val="none" w:sz="0" w:space="0" w:color="auto"/>
      </w:divBdr>
    </w:div>
    <w:div w:id="887913735">
      <w:bodyDiv w:val="1"/>
      <w:marLeft w:val="0"/>
      <w:marRight w:val="0"/>
      <w:marTop w:val="0"/>
      <w:marBottom w:val="0"/>
      <w:divBdr>
        <w:top w:val="none" w:sz="0" w:space="0" w:color="auto"/>
        <w:left w:val="none" w:sz="0" w:space="0" w:color="auto"/>
        <w:bottom w:val="none" w:sz="0" w:space="0" w:color="auto"/>
        <w:right w:val="none" w:sz="0" w:space="0" w:color="auto"/>
      </w:divBdr>
    </w:div>
    <w:div w:id="888998200">
      <w:bodyDiv w:val="1"/>
      <w:marLeft w:val="0"/>
      <w:marRight w:val="0"/>
      <w:marTop w:val="0"/>
      <w:marBottom w:val="0"/>
      <w:divBdr>
        <w:top w:val="none" w:sz="0" w:space="0" w:color="auto"/>
        <w:left w:val="none" w:sz="0" w:space="0" w:color="auto"/>
        <w:bottom w:val="none" w:sz="0" w:space="0" w:color="auto"/>
        <w:right w:val="none" w:sz="0" w:space="0" w:color="auto"/>
      </w:divBdr>
    </w:div>
    <w:div w:id="889808201">
      <w:bodyDiv w:val="1"/>
      <w:marLeft w:val="0"/>
      <w:marRight w:val="0"/>
      <w:marTop w:val="0"/>
      <w:marBottom w:val="0"/>
      <w:divBdr>
        <w:top w:val="none" w:sz="0" w:space="0" w:color="auto"/>
        <w:left w:val="none" w:sz="0" w:space="0" w:color="auto"/>
        <w:bottom w:val="none" w:sz="0" w:space="0" w:color="auto"/>
        <w:right w:val="none" w:sz="0" w:space="0" w:color="auto"/>
      </w:divBdr>
    </w:div>
    <w:div w:id="890775331">
      <w:bodyDiv w:val="1"/>
      <w:marLeft w:val="0"/>
      <w:marRight w:val="0"/>
      <w:marTop w:val="0"/>
      <w:marBottom w:val="0"/>
      <w:divBdr>
        <w:top w:val="none" w:sz="0" w:space="0" w:color="auto"/>
        <w:left w:val="none" w:sz="0" w:space="0" w:color="auto"/>
        <w:bottom w:val="none" w:sz="0" w:space="0" w:color="auto"/>
        <w:right w:val="none" w:sz="0" w:space="0" w:color="auto"/>
      </w:divBdr>
    </w:div>
    <w:div w:id="891501412">
      <w:bodyDiv w:val="1"/>
      <w:marLeft w:val="0"/>
      <w:marRight w:val="0"/>
      <w:marTop w:val="0"/>
      <w:marBottom w:val="0"/>
      <w:divBdr>
        <w:top w:val="none" w:sz="0" w:space="0" w:color="auto"/>
        <w:left w:val="none" w:sz="0" w:space="0" w:color="auto"/>
        <w:bottom w:val="none" w:sz="0" w:space="0" w:color="auto"/>
        <w:right w:val="none" w:sz="0" w:space="0" w:color="auto"/>
      </w:divBdr>
    </w:div>
    <w:div w:id="894242555">
      <w:bodyDiv w:val="1"/>
      <w:marLeft w:val="0"/>
      <w:marRight w:val="0"/>
      <w:marTop w:val="0"/>
      <w:marBottom w:val="0"/>
      <w:divBdr>
        <w:top w:val="none" w:sz="0" w:space="0" w:color="auto"/>
        <w:left w:val="none" w:sz="0" w:space="0" w:color="auto"/>
        <w:bottom w:val="none" w:sz="0" w:space="0" w:color="auto"/>
        <w:right w:val="none" w:sz="0" w:space="0" w:color="auto"/>
      </w:divBdr>
    </w:div>
    <w:div w:id="894782401">
      <w:bodyDiv w:val="1"/>
      <w:marLeft w:val="0"/>
      <w:marRight w:val="0"/>
      <w:marTop w:val="0"/>
      <w:marBottom w:val="0"/>
      <w:divBdr>
        <w:top w:val="none" w:sz="0" w:space="0" w:color="auto"/>
        <w:left w:val="none" w:sz="0" w:space="0" w:color="auto"/>
        <w:bottom w:val="none" w:sz="0" w:space="0" w:color="auto"/>
        <w:right w:val="none" w:sz="0" w:space="0" w:color="auto"/>
      </w:divBdr>
    </w:div>
    <w:div w:id="895507318">
      <w:bodyDiv w:val="1"/>
      <w:marLeft w:val="0"/>
      <w:marRight w:val="0"/>
      <w:marTop w:val="0"/>
      <w:marBottom w:val="0"/>
      <w:divBdr>
        <w:top w:val="none" w:sz="0" w:space="0" w:color="auto"/>
        <w:left w:val="none" w:sz="0" w:space="0" w:color="auto"/>
        <w:bottom w:val="none" w:sz="0" w:space="0" w:color="auto"/>
        <w:right w:val="none" w:sz="0" w:space="0" w:color="auto"/>
      </w:divBdr>
    </w:div>
    <w:div w:id="895554646">
      <w:bodyDiv w:val="1"/>
      <w:marLeft w:val="0"/>
      <w:marRight w:val="0"/>
      <w:marTop w:val="0"/>
      <w:marBottom w:val="0"/>
      <w:divBdr>
        <w:top w:val="none" w:sz="0" w:space="0" w:color="auto"/>
        <w:left w:val="none" w:sz="0" w:space="0" w:color="auto"/>
        <w:bottom w:val="none" w:sz="0" w:space="0" w:color="auto"/>
        <w:right w:val="none" w:sz="0" w:space="0" w:color="auto"/>
      </w:divBdr>
    </w:div>
    <w:div w:id="896547435">
      <w:bodyDiv w:val="1"/>
      <w:marLeft w:val="0"/>
      <w:marRight w:val="0"/>
      <w:marTop w:val="0"/>
      <w:marBottom w:val="0"/>
      <w:divBdr>
        <w:top w:val="none" w:sz="0" w:space="0" w:color="auto"/>
        <w:left w:val="none" w:sz="0" w:space="0" w:color="auto"/>
        <w:bottom w:val="none" w:sz="0" w:space="0" w:color="auto"/>
        <w:right w:val="none" w:sz="0" w:space="0" w:color="auto"/>
      </w:divBdr>
    </w:div>
    <w:div w:id="897595521">
      <w:bodyDiv w:val="1"/>
      <w:marLeft w:val="0"/>
      <w:marRight w:val="0"/>
      <w:marTop w:val="0"/>
      <w:marBottom w:val="0"/>
      <w:divBdr>
        <w:top w:val="none" w:sz="0" w:space="0" w:color="auto"/>
        <w:left w:val="none" w:sz="0" w:space="0" w:color="auto"/>
        <w:bottom w:val="none" w:sz="0" w:space="0" w:color="auto"/>
        <w:right w:val="none" w:sz="0" w:space="0" w:color="auto"/>
      </w:divBdr>
    </w:div>
    <w:div w:id="897785901">
      <w:bodyDiv w:val="1"/>
      <w:marLeft w:val="0"/>
      <w:marRight w:val="0"/>
      <w:marTop w:val="0"/>
      <w:marBottom w:val="0"/>
      <w:divBdr>
        <w:top w:val="none" w:sz="0" w:space="0" w:color="auto"/>
        <w:left w:val="none" w:sz="0" w:space="0" w:color="auto"/>
        <w:bottom w:val="none" w:sz="0" w:space="0" w:color="auto"/>
        <w:right w:val="none" w:sz="0" w:space="0" w:color="auto"/>
      </w:divBdr>
    </w:div>
    <w:div w:id="898513558">
      <w:bodyDiv w:val="1"/>
      <w:marLeft w:val="0"/>
      <w:marRight w:val="0"/>
      <w:marTop w:val="0"/>
      <w:marBottom w:val="0"/>
      <w:divBdr>
        <w:top w:val="none" w:sz="0" w:space="0" w:color="auto"/>
        <w:left w:val="none" w:sz="0" w:space="0" w:color="auto"/>
        <w:bottom w:val="none" w:sz="0" w:space="0" w:color="auto"/>
        <w:right w:val="none" w:sz="0" w:space="0" w:color="auto"/>
      </w:divBdr>
    </w:div>
    <w:div w:id="899753992">
      <w:bodyDiv w:val="1"/>
      <w:marLeft w:val="0"/>
      <w:marRight w:val="0"/>
      <w:marTop w:val="0"/>
      <w:marBottom w:val="0"/>
      <w:divBdr>
        <w:top w:val="none" w:sz="0" w:space="0" w:color="auto"/>
        <w:left w:val="none" w:sz="0" w:space="0" w:color="auto"/>
        <w:bottom w:val="none" w:sz="0" w:space="0" w:color="auto"/>
        <w:right w:val="none" w:sz="0" w:space="0" w:color="auto"/>
      </w:divBdr>
    </w:div>
    <w:div w:id="900021120">
      <w:bodyDiv w:val="1"/>
      <w:marLeft w:val="0"/>
      <w:marRight w:val="0"/>
      <w:marTop w:val="0"/>
      <w:marBottom w:val="0"/>
      <w:divBdr>
        <w:top w:val="none" w:sz="0" w:space="0" w:color="auto"/>
        <w:left w:val="none" w:sz="0" w:space="0" w:color="auto"/>
        <w:bottom w:val="none" w:sz="0" w:space="0" w:color="auto"/>
        <w:right w:val="none" w:sz="0" w:space="0" w:color="auto"/>
      </w:divBdr>
    </w:div>
    <w:div w:id="903417393">
      <w:bodyDiv w:val="1"/>
      <w:marLeft w:val="0"/>
      <w:marRight w:val="0"/>
      <w:marTop w:val="0"/>
      <w:marBottom w:val="0"/>
      <w:divBdr>
        <w:top w:val="none" w:sz="0" w:space="0" w:color="auto"/>
        <w:left w:val="none" w:sz="0" w:space="0" w:color="auto"/>
        <w:bottom w:val="none" w:sz="0" w:space="0" w:color="auto"/>
        <w:right w:val="none" w:sz="0" w:space="0" w:color="auto"/>
      </w:divBdr>
    </w:div>
    <w:div w:id="904142545">
      <w:bodyDiv w:val="1"/>
      <w:marLeft w:val="0"/>
      <w:marRight w:val="0"/>
      <w:marTop w:val="0"/>
      <w:marBottom w:val="0"/>
      <w:divBdr>
        <w:top w:val="none" w:sz="0" w:space="0" w:color="auto"/>
        <w:left w:val="none" w:sz="0" w:space="0" w:color="auto"/>
        <w:bottom w:val="none" w:sz="0" w:space="0" w:color="auto"/>
        <w:right w:val="none" w:sz="0" w:space="0" w:color="auto"/>
      </w:divBdr>
    </w:div>
    <w:div w:id="904611741">
      <w:bodyDiv w:val="1"/>
      <w:marLeft w:val="0"/>
      <w:marRight w:val="0"/>
      <w:marTop w:val="0"/>
      <w:marBottom w:val="0"/>
      <w:divBdr>
        <w:top w:val="none" w:sz="0" w:space="0" w:color="auto"/>
        <w:left w:val="none" w:sz="0" w:space="0" w:color="auto"/>
        <w:bottom w:val="none" w:sz="0" w:space="0" w:color="auto"/>
        <w:right w:val="none" w:sz="0" w:space="0" w:color="auto"/>
      </w:divBdr>
    </w:div>
    <w:div w:id="904797047">
      <w:bodyDiv w:val="1"/>
      <w:marLeft w:val="0"/>
      <w:marRight w:val="0"/>
      <w:marTop w:val="0"/>
      <w:marBottom w:val="0"/>
      <w:divBdr>
        <w:top w:val="none" w:sz="0" w:space="0" w:color="auto"/>
        <w:left w:val="none" w:sz="0" w:space="0" w:color="auto"/>
        <w:bottom w:val="none" w:sz="0" w:space="0" w:color="auto"/>
        <w:right w:val="none" w:sz="0" w:space="0" w:color="auto"/>
      </w:divBdr>
    </w:div>
    <w:div w:id="905064505">
      <w:bodyDiv w:val="1"/>
      <w:marLeft w:val="0"/>
      <w:marRight w:val="0"/>
      <w:marTop w:val="0"/>
      <w:marBottom w:val="0"/>
      <w:divBdr>
        <w:top w:val="none" w:sz="0" w:space="0" w:color="auto"/>
        <w:left w:val="none" w:sz="0" w:space="0" w:color="auto"/>
        <w:bottom w:val="none" w:sz="0" w:space="0" w:color="auto"/>
        <w:right w:val="none" w:sz="0" w:space="0" w:color="auto"/>
      </w:divBdr>
    </w:div>
    <w:div w:id="905148954">
      <w:bodyDiv w:val="1"/>
      <w:marLeft w:val="0"/>
      <w:marRight w:val="0"/>
      <w:marTop w:val="0"/>
      <w:marBottom w:val="0"/>
      <w:divBdr>
        <w:top w:val="none" w:sz="0" w:space="0" w:color="auto"/>
        <w:left w:val="none" w:sz="0" w:space="0" w:color="auto"/>
        <w:bottom w:val="none" w:sz="0" w:space="0" w:color="auto"/>
        <w:right w:val="none" w:sz="0" w:space="0" w:color="auto"/>
      </w:divBdr>
    </w:div>
    <w:div w:id="905262410">
      <w:bodyDiv w:val="1"/>
      <w:marLeft w:val="0"/>
      <w:marRight w:val="0"/>
      <w:marTop w:val="0"/>
      <w:marBottom w:val="0"/>
      <w:divBdr>
        <w:top w:val="none" w:sz="0" w:space="0" w:color="auto"/>
        <w:left w:val="none" w:sz="0" w:space="0" w:color="auto"/>
        <w:bottom w:val="none" w:sz="0" w:space="0" w:color="auto"/>
        <w:right w:val="none" w:sz="0" w:space="0" w:color="auto"/>
      </w:divBdr>
    </w:div>
    <w:div w:id="905380936">
      <w:bodyDiv w:val="1"/>
      <w:marLeft w:val="0"/>
      <w:marRight w:val="0"/>
      <w:marTop w:val="0"/>
      <w:marBottom w:val="0"/>
      <w:divBdr>
        <w:top w:val="none" w:sz="0" w:space="0" w:color="auto"/>
        <w:left w:val="none" w:sz="0" w:space="0" w:color="auto"/>
        <w:bottom w:val="none" w:sz="0" w:space="0" w:color="auto"/>
        <w:right w:val="none" w:sz="0" w:space="0" w:color="auto"/>
      </w:divBdr>
    </w:div>
    <w:div w:id="905839830">
      <w:bodyDiv w:val="1"/>
      <w:marLeft w:val="0"/>
      <w:marRight w:val="0"/>
      <w:marTop w:val="0"/>
      <w:marBottom w:val="0"/>
      <w:divBdr>
        <w:top w:val="none" w:sz="0" w:space="0" w:color="auto"/>
        <w:left w:val="none" w:sz="0" w:space="0" w:color="auto"/>
        <w:bottom w:val="none" w:sz="0" w:space="0" w:color="auto"/>
        <w:right w:val="none" w:sz="0" w:space="0" w:color="auto"/>
      </w:divBdr>
    </w:div>
    <w:div w:id="905993642">
      <w:bodyDiv w:val="1"/>
      <w:marLeft w:val="0"/>
      <w:marRight w:val="0"/>
      <w:marTop w:val="0"/>
      <w:marBottom w:val="0"/>
      <w:divBdr>
        <w:top w:val="none" w:sz="0" w:space="0" w:color="auto"/>
        <w:left w:val="none" w:sz="0" w:space="0" w:color="auto"/>
        <w:bottom w:val="none" w:sz="0" w:space="0" w:color="auto"/>
        <w:right w:val="none" w:sz="0" w:space="0" w:color="auto"/>
      </w:divBdr>
    </w:div>
    <w:div w:id="906574353">
      <w:bodyDiv w:val="1"/>
      <w:marLeft w:val="0"/>
      <w:marRight w:val="0"/>
      <w:marTop w:val="0"/>
      <w:marBottom w:val="0"/>
      <w:divBdr>
        <w:top w:val="none" w:sz="0" w:space="0" w:color="auto"/>
        <w:left w:val="none" w:sz="0" w:space="0" w:color="auto"/>
        <w:bottom w:val="none" w:sz="0" w:space="0" w:color="auto"/>
        <w:right w:val="none" w:sz="0" w:space="0" w:color="auto"/>
      </w:divBdr>
    </w:div>
    <w:div w:id="908267921">
      <w:bodyDiv w:val="1"/>
      <w:marLeft w:val="0"/>
      <w:marRight w:val="0"/>
      <w:marTop w:val="0"/>
      <w:marBottom w:val="0"/>
      <w:divBdr>
        <w:top w:val="none" w:sz="0" w:space="0" w:color="auto"/>
        <w:left w:val="none" w:sz="0" w:space="0" w:color="auto"/>
        <w:bottom w:val="none" w:sz="0" w:space="0" w:color="auto"/>
        <w:right w:val="none" w:sz="0" w:space="0" w:color="auto"/>
      </w:divBdr>
    </w:div>
    <w:div w:id="908614546">
      <w:bodyDiv w:val="1"/>
      <w:marLeft w:val="0"/>
      <w:marRight w:val="0"/>
      <w:marTop w:val="0"/>
      <w:marBottom w:val="0"/>
      <w:divBdr>
        <w:top w:val="none" w:sz="0" w:space="0" w:color="auto"/>
        <w:left w:val="none" w:sz="0" w:space="0" w:color="auto"/>
        <w:bottom w:val="none" w:sz="0" w:space="0" w:color="auto"/>
        <w:right w:val="none" w:sz="0" w:space="0" w:color="auto"/>
      </w:divBdr>
    </w:div>
    <w:div w:id="908727630">
      <w:bodyDiv w:val="1"/>
      <w:marLeft w:val="0"/>
      <w:marRight w:val="0"/>
      <w:marTop w:val="0"/>
      <w:marBottom w:val="0"/>
      <w:divBdr>
        <w:top w:val="none" w:sz="0" w:space="0" w:color="auto"/>
        <w:left w:val="none" w:sz="0" w:space="0" w:color="auto"/>
        <w:bottom w:val="none" w:sz="0" w:space="0" w:color="auto"/>
        <w:right w:val="none" w:sz="0" w:space="0" w:color="auto"/>
      </w:divBdr>
    </w:div>
    <w:div w:id="909968578">
      <w:bodyDiv w:val="1"/>
      <w:marLeft w:val="0"/>
      <w:marRight w:val="0"/>
      <w:marTop w:val="0"/>
      <w:marBottom w:val="0"/>
      <w:divBdr>
        <w:top w:val="none" w:sz="0" w:space="0" w:color="auto"/>
        <w:left w:val="none" w:sz="0" w:space="0" w:color="auto"/>
        <w:bottom w:val="none" w:sz="0" w:space="0" w:color="auto"/>
        <w:right w:val="none" w:sz="0" w:space="0" w:color="auto"/>
      </w:divBdr>
    </w:div>
    <w:div w:id="911086840">
      <w:bodyDiv w:val="1"/>
      <w:marLeft w:val="0"/>
      <w:marRight w:val="0"/>
      <w:marTop w:val="0"/>
      <w:marBottom w:val="0"/>
      <w:divBdr>
        <w:top w:val="none" w:sz="0" w:space="0" w:color="auto"/>
        <w:left w:val="none" w:sz="0" w:space="0" w:color="auto"/>
        <w:bottom w:val="none" w:sz="0" w:space="0" w:color="auto"/>
        <w:right w:val="none" w:sz="0" w:space="0" w:color="auto"/>
      </w:divBdr>
    </w:div>
    <w:div w:id="913735489">
      <w:bodyDiv w:val="1"/>
      <w:marLeft w:val="0"/>
      <w:marRight w:val="0"/>
      <w:marTop w:val="0"/>
      <w:marBottom w:val="0"/>
      <w:divBdr>
        <w:top w:val="none" w:sz="0" w:space="0" w:color="auto"/>
        <w:left w:val="none" w:sz="0" w:space="0" w:color="auto"/>
        <w:bottom w:val="none" w:sz="0" w:space="0" w:color="auto"/>
        <w:right w:val="none" w:sz="0" w:space="0" w:color="auto"/>
      </w:divBdr>
    </w:div>
    <w:div w:id="913928463">
      <w:bodyDiv w:val="1"/>
      <w:marLeft w:val="0"/>
      <w:marRight w:val="0"/>
      <w:marTop w:val="0"/>
      <w:marBottom w:val="0"/>
      <w:divBdr>
        <w:top w:val="none" w:sz="0" w:space="0" w:color="auto"/>
        <w:left w:val="none" w:sz="0" w:space="0" w:color="auto"/>
        <w:bottom w:val="none" w:sz="0" w:space="0" w:color="auto"/>
        <w:right w:val="none" w:sz="0" w:space="0" w:color="auto"/>
      </w:divBdr>
    </w:div>
    <w:div w:id="915364480">
      <w:bodyDiv w:val="1"/>
      <w:marLeft w:val="0"/>
      <w:marRight w:val="0"/>
      <w:marTop w:val="0"/>
      <w:marBottom w:val="0"/>
      <w:divBdr>
        <w:top w:val="none" w:sz="0" w:space="0" w:color="auto"/>
        <w:left w:val="none" w:sz="0" w:space="0" w:color="auto"/>
        <w:bottom w:val="none" w:sz="0" w:space="0" w:color="auto"/>
        <w:right w:val="none" w:sz="0" w:space="0" w:color="auto"/>
      </w:divBdr>
    </w:div>
    <w:div w:id="916551967">
      <w:bodyDiv w:val="1"/>
      <w:marLeft w:val="0"/>
      <w:marRight w:val="0"/>
      <w:marTop w:val="0"/>
      <w:marBottom w:val="0"/>
      <w:divBdr>
        <w:top w:val="none" w:sz="0" w:space="0" w:color="auto"/>
        <w:left w:val="none" w:sz="0" w:space="0" w:color="auto"/>
        <w:bottom w:val="none" w:sz="0" w:space="0" w:color="auto"/>
        <w:right w:val="none" w:sz="0" w:space="0" w:color="auto"/>
      </w:divBdr>
    </w:div>
    <w:div w:id="918054026">
      <w:bodyDiv w:val="1"/>
      <w:marLeft w:val="0"/>
      <w:marRight w:val="0"/>
      <w:marTop w:val="0"/>
      <w:marBottom w:val="0"/>
      <w:divBdr>
        <w:top w:val="none" w:sz="0" w:space="0" w:color="auto"/>
        <w:left w:val="none" w:sz="0" w:space="0" w:color="auto"/>
        <w:bottom w:val="none" w:sz="0" w:space="0" w:color="auto"/>
        <w:right w:val="none" w:sz="0" w:space="0" w:color="auto"/>
      </w:divBdr>
    </w:div>
    <w:div w:id="920719150">
      <w:bodyDiv w:val="1"/>
      <w:marLeft w:val="0"/>
      <w:marRight w:val="0"/>
      <w:marTop w:val="0"/>
      <w:marBottom w:val="0"/>
      <w:divBdr>
        <w:top w:val="none" w:sz="0" w:space="0" w:color="auto"/>
        <w:left w:val="none" w:sz="0" w:space="0" w:color="auto"/>
        <w:bottom w:val="none" w:sz="0" w:space="0" w:color="auto"/>
        <w:right w:val="none" w:sz="0" w:space="0" w:color="auto"/>
      </w:divBdr>
    </w:div>
    <w:div w:id="921642029">
      <w:bodyDiv w:val="1"/>
      <w:marLeft w:val="0"/>
      <w:marRight w:val="0"/>
      <w:marTop w:val="0"/>
      <w:marBottom w:val="0"/>
      <w:divBdr>
        <w:top w:val="none" w:sz="0" w:space="0" w:color="auto"/>
        <w:left w:val="none" w:sz="0" w:space="0" w:color="auto"/>
        <w:bottom w:val="none" w:sz="0" w:space="0" w:color="auto"/>
        <w:right w:val="none" w:sz="0" w:space="0" w:color="auto"/>
      </w:divBdr>
    </w:div>
    <w:div w:id="923144422">
      <w:bodyDiv w:val="1"/>
      <w:marLeft w:val="0"/>
      <w:marRight w:val="0"/>
      <w:marTop w:val="0"/>
      <w:marBottom w:val="0"/>
      <w:divBdr>
        <w:top w:val="none" w:sz="0" w:space="0" w:color="auto"/>
        <w:left w:val="none" w:sz="0" w:space="0" w:color="auto"/>
        <w:bottom w:val="none" w:sz="0" w:space="0" w:color="auto"/>
        <w:right w:val="none" w:sz="0" w:space="0" w:color="auto"/>
      </w:divBdr>
    </w:div>
    <w:div w:id="923144800">
      <w:bodyDiv w:val="1"/>
      <w:marLeft w:val="0"/>
      <w:marRight w:val="0"/>
      <w:marTop w:val="0"/>
      <w:marBottom w:val="0"/>
      <w:divBdr>
        <w:top w:val="none" w:sz="0" w:space="0" w:color="auto"/>
        <w:left w:val="none" w:sz="0" w:space="0" w:color="auto"/>
        <w:bottom w:val="none" w:sz="0" w:space="0" w:color="auto"/>
        <w:right w:val="none" w:sz="0" w:space="0" w:color="auto"/>
      </w:divBdr>
    </w:div>
    <w:div w:id="923150140">
      <w:bodyDiv w:val="1"/>
      <w:marLeft w:val="0"/>
      <w:marRight w:val="0"/>
      <w:marTop w:val="0"/>
      <w:marBottom w:val="0"/>
      <w:divBdr>
        <w:top w:val="none" w:sz="0" w:space="0" w:color="auto"/>
        <w:left w:val="none" w:sz="0" w:space="0" w:color="auto"/>
        <w:bottom w:val="none" w:sz="0" w:space="0" w:color="auto"/>
        <w:right w:val="none" w:sz="0" w:space="0" w:color="auto"/>
      </w:divBdr>
    </w:div>
    <w:div w:id="923609332">
      <w:bodyDiv w:val="1"/>
      <w:marLeft w:val="0"/>
      <w:marRight w:val="0"/>
      <w:marTop w:val="0"/>
      <w:marBottom w:val="0"/>
      <w:divBdr>
        <w:top w:val="none" w:sz="0" w:space="0" w:color="auto"/>
        <w:left w:val="none" w:sz="0" w:space="0" w:color="auto"/>
        <w:bottom w:val="none" w:sz="0" w:space="0" w:color="auto"/>
        <w:right w:val="none" w:sz="0" w:space="0" w:color="auto"/>
      </w:divBdr>
    </w:div>
    <w:div w:id="923613898">
      <w:bodyDiv w:val="1"/>
      <w:marLeft w:val="0"/>
      <w:marRight w:val="0"/>
      <w:marTop w:val="0"/>
      <w:marBottom w:val="0"/>
      <w:divBdr>
        <w:top w:val="none" w:sz="0" w:space="0" w:color="auto"/>
        <w:left w:val="none" w:sz="0" w:space="0" w:color="auto"/>
        <w:bottom w:val="none" w:sz="0" w:space="0" w:color="auto"/>
        <w:right w:val="none" w:sz="0" w:space="0" w:color="auto"/>
      </w:divBdr>
    </w:div>
    <w:div w:id="924143423">
      <w:bodyDiv w:val="1"/>
      <w:marLeft w:val="0"/>
      <w:marRight w:val="0"/>
      <w:marTop w:val="0"/>
      <w:marBottom w:val="0"/>
      <w:divBdr>
        <w:top w:val="none" w:sz="0" w:space="0" w:color="auto"/>
        <w:left w:val="none" w:sz="0" w:space="0" w:color="auto"/>
        <w:bottom w:val="none" w:sz="0" w:space="0" w:color="auto"/>
        <w:right w:val="none" w:sz="0" w:space="0" w:color="auto"/>
      </w:divBdr>
    </w:div>
    <w:div w:id="924341363">
      <w:bodyDiv w:val="1"/>
      <w:marLeft w:val="0"/>
      <w:marRight w:val="0"/>
      <w:marTop w:val="0"/>
      <w:marBottom w:val="0"/>
      <w:divBdr>
        <w:top w:val="none" w:sz="0" w:space="0" w:color="auto"/>
        <w:left w:val="none" w:sz="0" w:space="0" w:color="auto"/>
        <w:bottom w:val="none" w:sz="0" w:space="0" w:color="auto"/>
        <w:right w:val="none" w:sz="0" w:space="0" w:color="auto"/>
      </w:divBdr>
    </w:div>
    <w:div w:id="924606033">
      <w:bodyDiv w:val="1"/>
      <w:marLeft w:val="0"/>
      <w:marRight w:val="0"/>
      <w:marTop w:val="0"/>
      <w:marBottom w:val="0"/>
      <w:divBdr>
        <w:top w:val="none" w:sz="0" w:space="0" w:color="auto"/>
        <w:left w:val="none" w:sz="0" w:space="0" w:color="auto"/>
        <w:bottom w:val="none" w:sz="0" w:space="0" w:color="auto"/>
        <w:right w:val="none" w:sz="0" w:space="0" w:color="auto"/>
      </w:divBdr>
    </w:div>
    <w:div w:id="925191465">
      <w:bodyDiv w:val="1"/>
      <w:marLeft w:val="0"/>
      <w:marRight w:val="0"/>
      <w:marTop w:val="0"/>
      <w:marBottom w:val="0"/>
      <w:divBdr>
        <w:top w:val="none" w:sz="0" w:space="0" w:color="auto"/>
        <w:left w:val="none" w:sz="0" w:space="0" w:color="auto"/>
        <w:bottom w:val="none" w:sz="0" w:space="0" w:color="auto"/>
        <w:right w:val="none" w:sz="0" w:space="0" w:color="auto"/>
      </w:divBdr>
    </w:div>
    <w:div w:id="925723622">
      <w:bodyDiv w:val="1"/>
      <w:marLeft w:val="0"/>
      <w:marRight w:val="0"/>
      <w:marTop w:val="0"/>
      <w:marBottom w:val="0"/>
      <w:divBdr>
        <w:top w:val="none" w:sz="0" w:space="0" w:color="auto"/>
        <w:left w:val="none" w:sz="0" w:space="0" w:color="auto"/>
        <w:bottom w:val="none" w:sz="0" w:space="0" w:color="auto"/>
        <w:right w:val="none" w:sz="0" w:space="0" w:color="auto"/>
      </w:divBdr>
    </w:div>
    <w:div w:id="926116030">
      <w:bodyDiv w:val="1"/>
      <w:marLeft w:val="0"/>
      <w:marRight w:val="0"/>
      <w:marTop w:val="0"/>
      <w:marBottom w:val="0"/>
      <w:divBdr>
        <w:top w:val="none" w:sz="0" w:space="0" w:color="auto"/>
        <w:left w:val="none" w:sz="0" w:space="0" w:color="auto"/>
        <w:bottom w:val="none" w:sz="0" w:space="0" w:color="auto"/>
        <w:right w:val="none" w:sz="0" w:space="0" w:color="auto"/>
      </w:divBdr>
    </w:div>
    <w:div w:id="926617439">
      <w:bodyDiv w:val="1"/>
      <w:marLeft w:val="0"/>
      <w:marRight w:val="0"/>
      <w:marTop w:val="0"/>
      <w:marBottom w:val="0"/>
      <w:divBdr>
        <w:top w:val="none" w:sz="0" w:space="0" w:color="auto"/>
        <w:left w:val="none" w:sz="0" w:space="0" w:color="auto"/>
        <w:bottom w:val="none" w:sz="0" w:space="0" w:color="auto"/>
        <w:right w:val="none" w:sz="0" w:space="0" w:color="auto"/>
      </w:divBdr>
    </w:div>
    <w:div w:id="927154549">
      <w:bodyDiv w:val="1"/>
      <w:marLeft w:val="0"/>
      <w:marRight w:val="0"/>
      <w:marTop w:val="0"/>
      <w:marBottom w:val="0"/>
      <w:divBdr>
        <w:top w:val="none" w:sz="0" w:space="0" w:color="auto"/>
        <w:left w:val="none" w:sz="0" w:space="0" w:color="auto"/>
        <w:bottom w:val="none" w:sz="0" w:space="0" w:color="auto"/>
        <w:right w:val="none" w:sz="0" w:space="0" w:color="auto"/>
      </w:divBdr>
    </w:div>
    <w:div w:id="927159856">
      <w:bodyDiv w:val="1"/>
      <w:marLeft w:val="0"/>
      <w:marRight w:val="0"/>
      <w:marTop w:val="0"/>
      <w:marBottom w:val="0"/>
      <w:divBdr>
        <w:top w:val="none" w:sz="0" w:space="0" w:color="auto"/>
        <w:left w:val="none" w:sz="0" w:space="0" w:color="auto"/>
        <w:bottom w:val="none" w:sz="0" w:space="0" w:color="auto"/>
        <w:right w:val="none" w:sz="0" w:space="0" w:color="auto"/>
      </w:divBdr>
    </w:div>
    <w:div w:id="927465542">
      <w:bodyDiv w:val="1"/>
      <w:marLeft w:val="0"/>
      <w:marRight w:val="0"/>
      <w:marTop w:val="0"/>
      <w:marBottom w:val="0"/>
      <w:divBdr>
        <w:top w:val="none" w:sz="0" w:space="0" w:color="auto"/>
        <w:left w:val="none" w:sz="0" w:space="0" w:color="auto"/>
        <w:bottom w:val="none" w:sz="0" w:space="0" w:color="auto"/>
        <w:right w:val="none" w:sz="0" w:space="0" w:color="auto"/>
      </w:divBdr>
    </w:div>
    <w:div w:id="928732570">
      <w:bodyDiv w:val="1"/>
      <w:marLeft w:val="0"/>
      <w:marRight w:val="0"/>
      <w:marTop w:val="0"/>
      <w:marBottom w:val="0"/>
      <w:divBdr>
        <w:top w:val="none" w:sz="0" w:space="0" w:color="auto"/>
        <w:left w:val="none" w:sz="0" w:space="0" w:color="auto"/>
        <w:bottom w:val="none" w:sz="0" w:space="0" w:color="auto"/>
        <w:right w:val="none" w:sz="0" w:space="0" w:color="auto"/>
      </w:divBdr>
    </w:div>
    <w:div w:id="928781645">
      <w:bodyDiv w:val="1"/>
      <w:marLeft w:val="0"/>
      <w:marRight w:val="0"/>
      <w:marTop w:val="0"/>
      <w:marBottom w:val="0"/>
      <w:divBdr>
        <w:top w:val="none" w:sz="0" w:space="0" w:color="auto"/>
        <w:left w:val="none" w:sz="0" w:space="0" w:color="auto"/>
        <w:bottom w:val="none" w:sz="0" w:space="0" w:color="auto"/>
        <w:right w:val="none" w:sz="0" w:space="0" w:color="auto"/>
      </w:divBdr>
    </w:div>
    <w:div w:id="928853336">
      <w:bodyDiv w:val="1"/>
      <w:marLeft w:val="0"/>
      <w:marRight w:val="0"/>
      <w:marTop w:val="0"/>
      <w:marBottom w:val="0"/>
      <w:divBdr>
        <w:top w:val="none" w:sz="0" w:space="0" w:color="auto"/>
        <w:left w:val="none" w:sz="0" w:space="0" w:color="auto"/>
        <w:bottom w:val="none" w:sz="0" w:space="0" w:color="auto"/>
        <w:right w:val="none" w:sz="0" w:space="0" w:color="auto"/>
      </w:divBdr>
    </w:div>
    <w:div w:id="930238034">
      <w:bodyDiv w:val="1"/>
      <w:marLeft w:val="0"/>
      <w:marRight w:val="0"/>
      <w:marTop w:val="0"/>
      <w:marBottom w:val="0"/>
      <w:divBdr>
        <w:top w:val="none" w:sz="0" w:space="0" w:color="auto"/>
        <w:left w:val="none" w:sz="0" w:space="0" w:color="auto"/>
        <w:bottom w:val="none" w:sz="0" w:space="0" w:color="auto"/>
        <w:right w:val="none" w:sz="0" w:space="0" w:color="auto"/>
      </w:divBdr>
    </w:div>
    <w:div w:id="932471853">
      <w:bodyDiv w:val="1"/>
      <w:marLeft w:val="0"/>
      <w:marRight w:val="0"/>
      <w:marTop w:val="0"/>
      <w:marBottom w:val="0"/>
      <w:divBdr>
        <w:top w:val="none" w:sz="0" w:space="0" w:color="auto"/>
        <w:left w:val="none" w:sz="0" w:space="0" w:color="auto"/>
        <w:bottom w:val="none" w:sz="0" w:space="0" w:color="auto"/>
        <w:right w:val="none" w:sz="0" w:space="0" w:color="auto"/>
      </w:divBdr>
    </w:div>
    <w:div w:id="933788114">
      <w:bodyDiv w:val="1"/>
      <w:marLeft w:val="0"/>
      <w:marRight w:val="0"/>
      <w:marTop w:val="0"/>
      <w:marBottom w:val="0"/>
      <w:divBdr>
        <w:top w:val="none" w:sz="0" w:space="0" w:color="auto"/>
        <w:left w:val="none" w:sz="0" w:space="0" w:color="auto"/>
        <w:bottom w:val="none" w:sz="0" w:space="0" w:color="auto"/>
        <w:right w:val="none" w:sz="0" w:space="0" w:color="auto"/>
      </w:divBdr>
    </w:div>
    <w:div w:id="934368039">
      <w:bodyDiv w:val="1"/>
      <w:marLeft w:val="0"/>
      <w:marRight w:val="0"/>
      <w:marTop w:val="0"/>
      <w:marBottom w:val="0"/>
      <w:divBdr>
        <w:top w:val="none" w:sz="0" w:space="0" w:color="auto"/>
        <w:left w:val="none" w:sz="0" w:space="0" w:color="auto"/>
        <w:bottom w:val="none" w:sz="0" w:space="0" w:color="auto"/>
        <w:right w:val="none" w:sz="0" w:space="0" w:color="auto"/>
      </w:divBdr>
    </w:div>
    <w:div w:id="935094365">
      <w:bodyDiv w:val="1"/>
      <w:marLeft w:val="0"/>
      <w:marRight w:val="0"/>
      <w:marTop w:val="0"/>
      <w:marBottom w:val="0"/>
      <w:divBdr>
        <w:top w:val="none" w:sz="0" w:space="0" w:color="auto"/>
        <w:left w:val="none" w:sz="0" w:space="0" w:color="auto"/>
        <w:bottom w:val="none" w:sz="0" w:space="0" w:color="auto"/>
        <w:right w:val="none" w:sz="0" w:space="0" w:color="auto"/>
      </w:divBdr>
    </w:div>
    <w:div w:id="935942775">
      <w:bodyDiv w:val="1"/>
      <w:marLeft w:val="0"/>
      <w:marRight w:val="0"/>
      <w:marTop w:val="0"/>
      <w:marBottom w:val="0"/>
      <w:divBdr>
        <w:top w:val="none" w:sz="0" w:space="0" w:color="auto"/>
        <w:left w:val="none" w:sz="0" w:space="0" w:color="auto"/>
        <w:bottom w:val="none" w:sz="0" w:space="0" w:color="auto"/>
        <w:right w:val="none" w:sz="0" w:space="0" w:color="auto"/>
      </w:divBdr>
    </w:div>
    <w:div w:id="936524781">
      <w:bodyDiv w:val="1"/>
      <w:marLeft w:val="0"/>
      <w:marRight w:val="0"/>
      <w:marTop w:val="0"/>
      <w:marBottom w:val="0"/>
      <w:divBdr>
        <w:top w:val="none" w:sz="0" w:space="0" w:color="auto"/>
        <w:left w:val="none" w:sz="0" w:space="0" w:color="auto"/>
        <w:bottom w:val="none" w:sz="0" w:space="0" w:color="auto"/>
        <w:right w:val="none" w:sz="0" w:space="0" w:color="auto"/>
      </w:divBdr>
    </w:div>
    <w:div w:id="937366733">
      <w:bodyDiv w:val="1"/>
      <w:marLeft w:val="0"/>
      <w:marRight w:val="0"/>
      <w:marTop w:val="0"/>
      <w:marBottom w:val="0"/>
      <w:divBdr>
        <w:top w:val="none" w:sz="0" w:space="0" w:color="auto"/>
        <w:left w:val="none" w:sz="0" w:space="0" w:color="auto"/>
        <w:bottom w:val="none" w:sz="0" w:space="0" w:color="auto"/>
        <w:right w:val="none" w:sz="0" w:space="0" w:color="auto"/>
      </w:divBdr>
    </w:div>
    <w:div w:id="937718191">
      <w:bodyDiv w:val="1"/>
      <w:marLeft w:val="0"/>
      <w:marRight w:val="0"/>
      <w:marTop w:val="0"/>
      <w:marBottom w:val="0"/>
      <w:divBdr>
        <w:top w:val="none" w:sz="0" w:space="0" w:color="auto"/>
        <w:left w:val="none" w:sz="0" w:space="0" w:color="auto"/>
        <w:bottom w:val="none" w:sz="0" w:space="0" w:color="auto"/>
        <w:right w:val="none" w:sz="0" w:space="0" w:color="auto"/>
      </w:divBdr>
    </w:div>
    <w:div w:id="937911748">
      <w:bodyDiv w:val="1"/>
      <w:marLeft w:val="0"/>
      <w:marRight w:val="0"/>
      <w:marTop w:val="0"/>
      <w:marBottom w:val="0"/>
      <w:divBdr>
        <w:top w:val="none" w:sz="0" w:space="0" w:color="auto"/>
        <w:left w:val="none" w:sz="0" w:space="0" w:color="auto"/>
        <w:bottom w:val="none" w:sz="0" w:space="0" w:color="auto"/>
        <w:right w:val="none" w:sz="0" w:space="0" w:color="auto"/>
      </w:divBdr>
    </w:div>
    <w:div w:id="937979454">
      <w:bodyDiv w:val="1"/>
      <w:marLeft w:val="0"/>
      <w:marRight w:val="0"/>
      <w:marTop w:val="0"/>
      <w:marBottom w:val="0"/>
      <w:divBdr>
        <w:top w:val="none" w:sz="0" w:space="0" w:color="auto"/>
        <w:left w:val="none" w:sz="0" w:space="0" w:color="auto"/>
        <w:bottom w:val="none" w:sz="0" w:space="0" w:color="auto"/>
        <w:right w:val="none" w:sz="0" w:space="0" w:color="auto"/>
      </w:divBdr>
    </w:div>
    <w:div w:id="938026595">
      <w:bodyDiv w:val="1"/>
      <w:marLeft w:val="0"/>
      <w:marRight w:val="0"/>
      <w:marTop w:val="0"/>
      <w:marBottom w:val="0"/>
      <w:divBdr>
        <w:top w:val="none" w:sz="0" w:space="0" w:color="auto"/>
        <w:left w:val="none" w:sz="0" w:space="0" w:color="auto"/>
        <w:bottom w:val="none" w:sz="0" w:space="0" w:color="auto"/>
        <w:right w:val="none" w:sz="0" w:space="0" w:color="auto"/>
      </w:divBdr>
    </w:div>
    <w:div w:id="940069236">
      <w:bodyDiv w:val="1"/>
      <w:marLeft w:val="0"/>
      <w:marRight w:val="0"/>
      <w:marTop w:val="0"/>
      <w:marBottom w:val="0"/>
      <w:divBdr>
        <w:top w:val="none" w:sz="0" w:space="0" w:color="auto"/>
        <w:left w:val="none" w:sz="0" w:space="0" w:color="auto"/>
        <w:bottom w:val="none" w:sz="0" w:space="0" w:color="auto"/>
        <w:right w:val="none" w:sz="0" w:space="0" w:color="auto"/>
      </w:divBdr>
    </w:div>
    <w:div w:id="941035641">
      <w:bodyDiv w:val="1"/>
      <w:marLeft w:val="0"/>
      <w:marRight w:val="0"/>
      <w:marTop w:val="0"/>
      <w:marBottom w:val="0"/>
      <w:divBdr>
        <w:top w:val="none" w:sz="0" w:space="0" w:color="auto"/>
        <w:left w:val="none" w:sz="0" w:space="0" w:color="auto"/>
        <w:bottom w:val="none" w:sz="0" w:space="0" w:color="auto"/>
        <w:right w:val="none" w:sz="0" w:space="0" w:color="auto"/>
      </w:divBdr>
    </w:div>
    <w:div w:id="941257993">
      <w:bodyDiv w:val="1"/>
      <w:marLeft w:val="0"/>
      <w:marRight w:val="0"/>
      <w:marTop w:val="0"/>
      <w:marBottom w:val="0"/>
      <w:divBdr>
        <w:top w:val="none" w:sz="0" w:space="0" w:color="auto"/>
        <w:left w:val="none" w:sz="0" w:space="0" w:color="auto"/>
        <w:bottom w:val="none" w:sz="0" w:space="0" w:color="auto"/>
        <w:right w:val="none" w:sz="0" w:space="0" w:color="auto"/>
      </w:divBdr>
    </w:div>
    <w:div w:id="941689777">
      <w:bodyDiv w:val="1"/>
      <w:marLeft w:val="0"/>
      <w:marRight w:val="0"/>
      <w:marTop w:val="0"/>
      <w:marBottom w:val="0"/>
      <w:divBdr>
        <w:top w:val="none" w:sz="0" w:space="0" w:color="auto"/>
        <w:left w:val="none" w:sz="0" w:space="0" w:color="auto"/>
        <w:bottom w:val="none" w:sz="0" w:space="0" w:color="auto"/>
        <w:right w:val="none" w:sz="0" w:space="0" w:color="auto"/>
      </w:divBdr>
    </w:div>
    <w:div w:id="942761852">
      <w:bodyDiv w:val="1"/>
      <w:marLeft w:val="0"/>
      <w:marRight w:val="0"/>
      <w:marTop w:val="0"/>
      <w:marBottom w:val="0"/>
      <w:divBdr>
        <w:top w:val="none" w:sz="0" w:space="0" w:color="auto"/>
        <w:left w:val="none" w:sz="0" w:space="0" w:color="auto"/>
        <w:bottom w:val="none" w:sz="0" w:space="0" w:color="auto"/>
        <w:right w:val="none" w:sz="0" w:space="0" w:color="auto"/>
      </w:divBdr>
    </w:div>
    <w:div w:id="943852842">
      <w:bodyDiv w:val="1"/>
      <w:marLeft w:val="0"/>
      <w:marRight w:val="0"/>
      <w:marTop w:val="0"/>
      <w:marBottom w:val="0"/>
      <w:divBdr>
        <w:top w:val="none" w:sz="0" w:space="0" w:color="auto"/>
        <w:left w:val="none" w:sz="0" w:space="0" w:color="auto"/>
        <w:bottom w:val="none" w:sz="0" w:space="0" w:color="auto"/>
        <w:right w:val="none" w:sz="0" w:space="0" w:color="auto"/>
      </w:divBdr>
    </w:div>
    <w:div w:id="945036238">
      <w:bodyDiv w:val="1"/>
      <w:marLeft w:val="0"/>
      <w:marRight w:val="0"/>
      <w:marTop w:val="0"/>
      <w:marBottom w:val="0"/>
      <w:divBdr>
        <w:top w:val="none" w:sz="0" w:space="0" w:color="auto"/>
        <w:left w:val="none" w:sz="0" w:space="0" w:color="auto"/>
        <w:bottom w:val="none" w:sz="0" w:space="0" w:color="auto"/>
        <w:right w:val="none" w:sz="0" w:space="0" w:color="auto"/>
      </w:divBdr>
    </w:div>
    <w:div w:id="945313653">
      <w:bodyDiv w:val="1"/>
      <w:marLeft w:val="0"/>
      <w:marRight w:val="0"/>
      <w:marTop w:val="0"/>
      <w:marBottom w:val="0"/>
      <w:divBdr>
        <w:top w:val="none" w:sz="0" w:space="0" w:color="auto"/>
        <w:left w:val="none" w:sz="0" w:space="0" w:color="auto"/>
        <w:bottom w:val="none" w:sz="0" w:space="0" w:color="auto"/>
        <w:right w:val="none" w:sz="0" w:space="0" w:color="auto"/>
      </w:divBdr>
    </w:div>
    <w:div w:id="945620275">
      <w:bodyDiv w:val="1"/>
      <w:marLeft w:val="0"/>
      <w:marRight w:val="0"/>
      <w:marTop w:val="0"/>
      <w:marBottom w:val="0"/>
      <w:divBdr>
        <w:top w:val="none" w:sz="0" w:space="0" w:color="auto"/>
        <w:left w:val="none" w:sz="0" w:space="0" w:color="auto"/>
        <w:bottom w:val="none" w:sz="0" w:space="0" w:color="auto"/>
        <w:right w:val="none" w:sz="0" w:space="0" w:color="auto"/>
      </w:divBdr>
    </w:div>
    <w:div w:id="946041022">
      <w:bodyDiv w:val="1"/>
      <w:marLeft w:val="0"/>
      <w:marRight w:val="0"/>
      <w:marTop w:val="0"/>
      <w:marBottom w:val="0"/>
      <w:divBdr>
        <w:top w:val="none" w:sz="0" w:space="0" w:color="auto"/>
        <w:left w:val="none" w:sz="0" w:space="0" w:color="auto"/>
        <w:bottom w:val="none" w:sz="0" w:space="0" w:color="auto"/>
        <w:right w:val="none" w:sz="0" w:space="0" w:color="auto"/>
      </w:divBdr>
    </w:div>
    <w:div w:id="947010753">
      <w:bodyDiv w:val="1"/>
      <w:marLeft w:val="0"/>
      <w:marRight w:val="0"/>
      <w:marTop w:val="0"/>
      <w:marBottom w:val="0"/>
      <w:divBdr>
        <w:top w:val="none" w:sz="0" w:space="0" w:color="auto"/>
        <w:left w:val="none" w:sz="0" w:space="0" w:color="auto"/>
        <w:bottom w:val="none" w:sz="0" w:space="0" w:color="auto"/>
        <w:right w:val="none" w:sz="0" w:space="0" w:color="auto"/>
      </w:divBdr>
    </w:div>
    <w:div w:id="947157328">
      <w:bodyDiv w:val="1"/>
      <w:marLeft w:val="0"/>
      <w:marRight w:val="0"/>
      <w:marTop w:val="0"/>
      <w:marBottom w:val="0"/>
      <w:divBdr>
        <w:top w:val="none" w:sz="0" w:space="0" w:color="auto"/>
        <w:left w:val="none" w:sz="0" w:space="0" w:color="auto"/>
        <w:bottom w:val="none" w:sz="0" w:space="0" w:color="auto"/>
        <w:right w:val="none" w:sz="0" w:space="0" w:color="auto"/>
      </w:divBdr>
    </w:div>
    <w:div w:id="947274463">
      <w:bodyDiv w:val="1"/>
      <w:marLeft w:val="0"/>
      <w:marRight w:val="0"/>
      <w:marTop w:val="0"/>
      <w:marBottom w:val="0"/>
      <w:divBdr>
        <w:top w:val="none" w:sz="0" w:space="0" w:color="auto"/>
        <w:left w:val="none" w:sz="0" w:space="0" w:color="auto"/>
        <w:bottom w:val="none" w:sz="0" w:space="0" w:color="auto"/>
        <w:right w:val="none" w:sz="0" w:space="0" w:color="auto"/>
      </w:divBdr>
    </w:div>
    <w:div w:id="948513504">
      <w:bodyDiv w:val="1"/>
      <w:marLeft w:val="0"/>
      <w:marRight w:val="0"/>
      <w:marTop w:val="0"/>
      <w:marBottom w:val="0"/>
      <w:divBdr>
        <w:top w:val="none" w:sz="0" w:space="0" w:color="auto"/>
        <w:left w:val="none" w:sz="0" w:space="0" w:color="auto"/>
        <w:bottom w:val="none" w:sz="0" w:space="0" w:color="auto"/>
        <w:right w:val="none" w:sz="0" w:space="0" w:color="auto"/>
      </w:divBdr>
    </w:div>
    <w:div w:id="949431257">
      <w:bodyDiv w:val="1"/>
      <w:marLeft w:val="0"/>
      <w:marRight w:val="0"/>
      <w:marTop w:val="0"/>
      <w:marBottom w:val="0"/>
      <w:divBdr>
        <w:top w:val="none" w:sz="0" w:space="0" w:color="auto"/>
        <w:left w:val="none" w:sz="0" w:space="0" w:color="auto"/>
        <w:bottom w:val="none" w:sz="0" w:space="0" w:color="auto"/>
        <w:right w:val="none" w:sz="0" w:space="0" w:color="auto"/>
      </w:divBdr>
    </w:div>
    <w:div w:id="949748626">
      <w:bodyDiv w:val="1"/>
      <w:marLeft w:val="0"/>
      <w:marRight w:val="0"/>
      <w:marTop w:val="0"/>
      <w:marBottom w:val="0"/>
      <w:divBdr>
        <w:top w:val="none" w:sz="0" w:space="0" w:color="auto"/>
        <w:left w:val="none" w:sz="0" w:space="0" w:color="auto"/>
        <w:bottom w:val="none" w:sz="0" w:space="0" w:color="auto"/>
        <w:right w:val="none" w:sz="0" w:space="0" w:color="auto"/>
      </w:divBdr>
    </w:div>
    <w:div w:id="949894086">
      <w:bodyDiv w:val="1"/>
      <w:marLeft w:val="0"/>
      <w:marRight w:val="0"/>
      <w:marTop w:val="0"/>
      <w:marBottom w:val="0"/>
      <w:divBdr>
        <w:top w:val="none" w:sz="0" w:space="0" w:color="auto"/>
        <w:left w:val="none" w:sz="0" w:space="0" w:color="auto"/>
        <w:bottom w:val="none" w:sz="0" w:space="0" w:color="auto"/>
        <w:right w:val="none" w:sz="0" w:space="0" w:color="auto"/>
      </w:divBdr>
    </w:div>
    <w:div w:id="950287074">
      <w:bodyDiv w:val="1"/>
      <w:marLeft w:val="0"/>
      <w:marRight w:val="0"/>
      <w:marTop w:val="0"/>
      <w:marBottom w:val="0"/>
      <w:divBdr>
        <w:top w:val="none" w:sz="0" w:space="0" w:color="auto"/>
        <w:left w:val="none" w:sz="0" w:space="0" w:color="auto"/>
        <w:bottom w:val="none" w:sz="0" w:space="0" w:color="auto"/>
        <w:right w:val="none" w:sz="0" w:space="0" w:color="auto"/>
      </w:divBdr>
    </w:div>
    <w:div w:id="951058695">
      <w:bodyDiv w:val="1"/>
      <w:marLeft w:val="0"/>
      <w:marRight w:val="0"/>
      <w:marTop w:val="0"/>
      <w:marBottom w:val="0"/>
      <w:divBdr>
        <w:top w:val="none" w:sz="0" w:space="0" w:color="auto"/>
        <w:left w:val="none" w:sz="0" w:space="0" w:color="auto"/>
        <w:bottom w:val="none" w:sz="0" w:space="0" w:color="auto"/>
        <w:right w:val="none" w:sz="0" w:space="0" w:color="auto"/>
      </w:divBdr>
    </w:div>
    <w:div w:id="951472891">
      <w:bodyDiv w:val="1"/>
      <w:marLeft w:val="0"/>
      <w:marRight w:val="0"/>
      <w:marTop w:val="0"/>
      <w:marBottom w:val="0"/>
      <w:divBdr>
        <w:top w:val="none" w:sz="0" w:space="0" w:color="auto"/>
        <w:left w:val="none" w:sz="0" w:space="0" w:color="auto"/>
        <w:bottom w:val="none" w:sz="0" w:space="0" w:color="auto"/>
        <w:right w:val="none" w:sz="0" w:space="0" w:color="auto"/>
      </w:divBdr>
    </w:div>
    <w:div w:id="952131250">
      <w:bodyDiv w:val="1"/>
      <w:marLeft w:val="0"/>
      <w:marRight w:val="0"/>
      <w:marTop w:val="0"/>
      <w:marBottom w:val="0"/>
      <w:divBdr>
        <w:top w:val="none" w:sz="0" w:space="0" w:color="auto"/>
        <w:left w:val="none" w:sz="0" w:space="0" w:color="auto"/>
        <w:bottom w:val="none" w:sz="0" w:space="0" w:color="auto"/>
        <w:right w:val="none" w:sz="0" w:space="0" w:color="auto"/>
      </w:divBdr>
    </w:div>
    <w:div w:id="952517458">
      <w:bodyDiv w:val="1"/>
      <w:marLeft w:val="0"/>
      <w:marRight w:val="0"/>
      <w:marTop w:val="0"/>
      <w:marBottom w:val="0"/>
      <w:divBdr>
        <w:top w:val="none" w:sz="0" w:space="0" w:color="auto"/>
        <w:left w:val="none" w:sz="0" w:space="0" w:color="auto"/>
        <w:bottom w:val="none" w:sz="0" w:space="0" w:color="auto"/>
        <w:right w:val="none" w:sz="0" w:space="0" w:color="auto"/>
      </w:divBdr>
    </w:div>
    <w:div w:id="952517534">
      <w:bodyDiv w:val="1"/>
      <w:marLeft w:val="0"/>
      <w:marRight w:val="0"/>
      <w:marTop w:val="0"/>
      <w:marBottom w:val="0"/>
      <w:divBdr>
        <w:top w:val="none" w:sz="0" w:space="0" w:color="auto"/>
        <w:left w:val="none" w:sz="0" w:space="0" w:color="auto"/>
        <w:bottom w:val="none" w:sz="0" w:space="0" w:color="auto"/>
        <w:right w:val="none" w:sz="0" w:space="0" w:color="auto"/>
      </w:divBdr>
    </w:div>
    <w:div w:id="953633073">
      <w:bodyDiv w:val="1"/>
      <w:marLeft w:val="0"/>
      <w:marRight w:val="0"/>
      <w:marTop w:val="0"/>
      <w:marBottom w:val="0"/>
      <w:divBdr>
        <w:top w:val="none" w:sz="0" w:space="0" w:color="auto"/>
        <w:left w:val="none" w:sz="0" w:space="0" w:color="auto"/>
        <w:bottom w:val="none" w:sz="0" w:space="0" w:color="auto"/>
        <w:right w:val="none" w:sz="0" w:space="0" w:color="auto"/>
      </w:divBdr>
    </w:div>
    <w:div w:id="953747884">
      <w:bodyDiv w:val="1"/>
      <w:marLeft w:val="0"/>
      <w:marRight w:val="0"/>
      <w:marTop w:val="0"/>
      <w:marBottom w:val="0"/>
      <w:divBdr>
        <w:top w:val="none" w:sz="0" w:space="0" w:color="auto"/>
        <w:left w:val="none" w:sz="0" w:space="0" w:color="auto"/>
        <w:bottom w:val="none" w:sz="0" w:space="0" w:color="auto"/>
        <w:right w:val="none" w:sz="0" w:space="0" w:color="auto"/>
      </w:divBdr>
    </w:div>
    <w:div w:id="953755333">
      <w:bodyDiv w:val="1"/>
      <w:marLeft w:val="0"/>
      <w:marRight w:val="0"/>
      <w:marTop w:val="0"/>
      <w:marBottom w:val="0"/>
      <w:divBdr>
        <w:top w:val="none" w:sz="0" w:space="0" w:color="auto"/>
        <w:left w:val="none" w:sz="0" w:space="0" w:color="auto"/>
        <w:bottom w:val="none" w:sz="0" w:space="0" w:color="auto"/>
        <w:right w:val="none" w:sz="0" w:space="0" w:color="auto"/>
      </w:divBdr>
    </w:div>
    <w:div w:id="954823449">
      <w:bodyDiv w:val="1"/>
      <w:marLeft w:val="0"/>
      <w:marRight w:val="0"/>
      <w:marTop w:val="0"/>
      <w:marBottom w:val="0"/>
      <w:divBdr>
        <w:top w:val="none" w:sz="0" w:space="0" w:color="auto"/>
        <w:left w:val="none" w:sz="0" w:space="0" w:color="auto"/>
        <w:bottom w:val="none" w:sz="0" w:space="0" w:color="auto"/>
        <w:right w:val="none" w:sz="0" w:space="0" w:color="auto"/>
      </w:divBdr>
    </w:div>
    <w:div w:id="955673665">
      <w:bodyDiv w:val="1"/>
      <w:marLeft w:val="0"/>
      <w:marRight w:val="0"/>
      <w:marTop w:val="0"/>
      <w:marBottom w:val="0"/>
      <w:divBdr>
        <w:top w:val="none" w:sz="0" w:space="0" w:color="auto"/>
        <w:left w:val="none" w:sz="0" w:space="0" w:color="auto"/>
        <w:bottom w:val="none" w:sz="0" w:space="0" w:color="auto"/>
        <w:right w:val="none" w:sz="0" w:space="0" w:color="auto"/>
      </w:divBdr>
    </w:div>
    <w:div w:id="956452351">
      <w:bodyDiv w:val="1"/>
      <w:marLeft w:val="0"/>
      <w:marRight w:val="0"/>
      <w:marTop w:val="0"/>
      <w:marBottom w:val="0"/>
      <w:divBdr>
        <w:top w:val="none" w:sz="0" w:space="0" w:color="auto"/>
        <w:left w:val="none" w:sz="0" w:space="0" w:color="auto"/>
        <w:bottom w:val="none" w:sz="0" w:space="0" w:color="auto"/>
        <w:right w:val="none" w:sz="0" w:space="0" w:color="auto"/>
      </w:divBdr>
    </w:div>
    <w:div w:id="956564713">
      <w:bodyDiv w:val="1"/>
      <w:marLeft w:val="0"/>
      <w:marRight w:val="0"/>
      <w:marTop w:val="0"/>
      <w:marBottom w:val="0"/>
      <w:divBdr>
        <w:top w:val="none" w:sz="0" w:space="0" w:color="auto"/>
        <w:left w:val="none" w:sz="0" w:space="0" w:color="auto"/>
        <w:bottom w:val="none" w:sz="0" w:space="0" w:color="auto"/>
        <w:right w:val="none" w:sz="0" w:space="0" w:color="auto"/>
      </w:divBdr>
    </w:div>
    <w:div w:id="957099860">
      <w:bodyDiv w:val="1"/>
      <w:marLeft w:val="0"/>
      <w:marRight w:val="0"/>
      <w:marTop w:val="0"/>
      <w:marBottom w:val="0"/>
      <w:divBdr>
        <w:top w:val="none" w:sz="0" w:space="0" w:color="auto"/>
        <w:left w:val="none" w:sz="0" w:space="0" w:color="auto"/>
        <w:bottom w:val="none" w:sz="0" w:space="0" w:color="auto"/>
        <w:right w:val="none" w:sz="0" w:space="0" w:color="auto"/>
      </w:divBdr>
    </w:div>
    <w:div w:id="958141730">
      <w:bodyDiv w:val="1"/>
      <w:marLeft w:val="0"/>
      <w:marRight w:val="0"/>
      <w:marTop w:val="0"/>
      <w:marBottom w:val="0"/>
      <w:divBdr>
        <w:top w:val="none" w:sz="0" w:space="0" w:color="auto"/>
        <w:left w:val="none" w:sz="0" w:space="0" w:color="auto"/>
        <w:bottom w:val="none" w:sz="0" w:space="0" w:color="auto"/>
        <w:right w:val="none" w:sz="0" w:space="0" w:color="auto"/>
      </w:divBdr>
    </w:div>
    <w:div w:id="958729007">
      <w:bodyDiv w:val="1"/>
      <w:marLeft w:val="0"/>
      <w:marRight w:val="0"/>
      <w:marTop w:val="0"/>
      <w:marBottom w:val="0"/>
      <w:divBdr>
        <w:top w:val="none" w:sz="0" w:space="0" w:color="auto"/>
        <w:left w:val="none" w:sz="0" w:space="0" w:color="auto"/>
        <w:bottom w:val="none" w:sz="0" w:space="0" w:color="auto"/>
        <w:right w:val="none" w:sz="0" w:space="0" w:color="auto"/>
      </w:divBdr>
    </w:div>
    <w:div w:id="959609692">
      <w:bodyDiv w:val="1"/>
      <w:marLeft w:val="0"/>
      <w:marRight w:val="0"/>
      <w:marTop w:val="0"/>
      <w:marBottom w:val="0"/>
      <w:divBdr>
        <w:top w:val="none" w:sz="0" w:space="0" w:color="auto"/>
        <w:left w:val="none" w:sz="0" w:space="0" w:color="auto"/>
        <w:bottom w:val="none" w:sz="0" w:space="0" w:color="auto"/>
        <w:right w:val="none" w:sz="0" w:space="0" w:color="auto"/>
      </w:divBdr>
    </w:div>
    <w:div w:id="960914035">
      <w:bodyDiv w:val="1"/>
      <w:marLeft w:val="0"/>
      <w:marRight w:val="0"/>
      <w:marTop w:val="0"/>
      <w:marBottom w:val="0"/>
      <w:divBdr>
        <w:top w:val="none" w:sz="0" w:space="0" w:color="auto"/>
        <w:left w:val="none" w:sz="0" w:space="0" w:color="auto"/>
        <w:bottom w:val="none" w:sz="0" w:space="0" w:color="auto"/>
        <w:right w:val="none" w:sz="0" w:space="0" w:color="auto"/>
      </w:divBdr>
    </w:div>
    <w:div w:id="961228860">
      <w:bodyDiv w:val="1"/>
      <w:marLeft w:val="0"/>
      <w:marRight w:val="0"/>
      <w:marTop w:val="0"/>
      <w:marBottom w:val="0"/>
      <w:divBdr>
        <w:top w:val="none" w:sz="0" w:space="0" w:color="auto"/>
        <w:left w:val="none" w:sz="0" w:space="0" w:color="auto"/>
        <w:bottom w:val="none" w:sz="0" w:space="0" w:color="auto"/>
        <w:right w:val="none" w:sz="0" w:space="0" w:color="auto"/>
      </w:divBdr>
    </w:div>
    <w:div w:id="961615832">
      <w:bodyDiv w:val="1"/>
      <w:marLeft w:val="0"/>
      <w:marRight w:val="0"/>
      <w:marTop w:val="0"/>
      <w:marBottom w:val="0"/>
      <w:divBdr>
        <w:top w:val="none" w:sz="0" w:space="0" w:color="auto"/>
        <w:left w:val="none" w:sz="0" w:space="0" w:color="auto"/>
        <w:bottom w:val="none" w:sz="0" w:space="0" w:color="auto"/>
        <w:right w:val="none" w:sz="0" w:space="0" w:color="auto"/>
      </w:divBdr>
    </w:div>
    <w:div w:id="963970714">
      <w:bodyDiv w:val="1"/>
      <w:marLeft w:val="0"/>
      <w:marRight w:val="0"/>
      <w:marTop w:val="0"/>
      <w:marBottom w:val="0"/>
      <w:divBdr>
        <w:top w:val="none" w:sz="0" w:space="0" w:color="auto"/>
        <w:left w:val="none" w:sz="0" w:space="0" w:color="auto"/>
        <w:bottom w:val="none" w:sz="0" w:space="0" w:color="auto"/>
        <w:right w:val="none" w:sz="0" w:space="0" w:color="auto"/>
      </w:divBdr>
    </w:div>
    <w:div w:id="965694307">
      <w:bodyDiv w:val="1"/>
      <w:marLeft w:val="0"/>
      <w:marRight w:val="0"/>
      <w:marTop w:val="0"/>
      <w:marBottom w:val="0"/>
      <w:divBdr>
        <w:top w:val="none" w:sz="0" w:space="0" w:color="auto"/>
        <w:left w:val="none" w:sz="0" w:space="0" w:color="auto"/>
        <w:bottom w:val="none" w:sz="0" w:space="0" w:color="auto"/>
        <w:right w:val="none" w:sz="0" w:space="0" w:color="auto"/>
      </w:divBdr>
    </w:div>
    <w:div w:id="966400338">
      <w:bodyDiv w:val="1"/>
      <w:marLeft w:val="0"/>
      <w:marRight w:val="0"/>
      <w:marTop w:val="0"/>
      <w:marBottom w:val="0"/>
      <w:divBdr>
        <w:top w:val="none" w:sz="0" w:space="0" w:color="auto"/>
        <w:left w:val="none" w:sz="0" w:space="0" w:color="auto"/>
        <w:bottom w:val="none" w:sz="0" w:space="0" w:color="auto"/>
        <w:right w:val="none" w:sz="0" w:space="0" w:color="auto"/>
      </w:divBdr>
    </w:div>
    <w:div w:id="966544611">
      <w:bodyDiv w:val="1"/>
      <w:marLeft w:val="0"/>
      <w:marRight w:val="0"/>
      <w:marTop w:val="0"/>
      <w:marBottom w:val="0"/>
      <w:divBdr>
        <w:top w:val="none" w:sz="0" w:space="0" w:color="auto"/>
        <w:left w:val="none" w:sz="0" w:space="0" w:color="auto"/>
        <w:bottom w:val="none" w:sz="0" w:space="0" w:color="auto"/>
        <w:right w:val="none" w:sz="0" w:space="0" w:color="auto"/>
      </w:divBdr>
    </w:div>
    <w:div w:id="967201585">
      <w:bodyDiv w:val="1"/>
      <w:marLeft w:val="0"/>
      <w:marRight w:val="0"/>
      <w:marTop w:val="0"/>
      <w:marBottom w:val="0"/>
      <w:divBdr>
        <w:top w:val="none" w:sz="0" w:space="0" w:color="auto"/>
        <w:left w:val="none" w:sz="0" w:space="0" w:color="auto"/>
        <w:bottom w:val="none" w:sz="0" w:space="0" w:color="auto"/>
        <w:right w:val="none" w:sz="0" w:space="0" w:color="auto"/>
      </w:divBdr>
    </w:div>
    <w:div w:id="967442486">
      <w:bodyDiv w:val="1"/>
      <w:marLeft w:val="0"/>
      <w:marRight w:val="0"/>
      <w:marTop w:val="0"/>
      <w:marBottom w:val="0"/>
      <w:divBdr>
        <w:top w:val="none" w:sz="0" w:space="0" w:color="auto"/>
        <w:left w:val="none" w:sz="0" w:space="0" w:color="auto"/>
        <w:bottom w:val="none" w:sz="0" w:space="0" w:color="auto"/>
        <w:right w:val="none" w:sz="0" w:space="0" w:color="auto"/>
      </w:divBdr>
    </w:div>
    <w:div w:id="967588862">
      <w:bodyDiv w:val="1"/>
      <w:marLeft w:val="0"/>
      <w:marRight w:val="0"/>
      <w:marTop w:val="0"/>
      <w:marBottom w:val="0"/>
      <w:divBdr>
        <w:top w:val="none" w:sz="0" w:space="0" w:color="auto"/>
        <w:left w:val="none" w:sz="0" w:space="0" w:color="auto"/>
        <w:bottom w:val="none" w:sz="0" w:space="0" w:color="auto"/>
        <w:right w:val="none" w:sz="0" w:space="0" w:color="auto"/>
      </w:divBdr>
    </w:div>
    <w:div w:id="967667270">
      <w:bodyDiv w:val="1"/>
      <w:marLeft w:val="0"/>
      <w:marRight w:val="0"/>
      <w:marTop w:val="0"/>
      <w:marBottom w:val="0"/>
      <w:divBdr>
        <w:top w:val="none" w:sz="0" w:space="0" w:color="auto"/>
        <w:left w:val="none" w:sz="0" w:space="0" w:color="auto"/>
        <w:bottom w:val="none" w:sz="0" w:space="0" w:color="auto"/>
        <w:right w:val="none" w:sz="0" w:space="0" w:color="auto"/>
      </w:divBdr>
    </w:div>
    <w:div w:id="968366009">
      <w:bodyDiv w:val="1"/>
      <w:marLeft w:val="0"/>
      <w:marRight w:val="0"/>
      <w:marTop w:val="0"/>
      <w:marBottom w:val="0"/>
      <w:divBdr>
        <w:top w:val="none" w:sz="0" w:space="0" w:color="auto"/>
        <w:left w:val="none" w:sz="0" w:space="0" w:color="auto"/>
        <w:bottom w:val="none" w:sz="0" w:space="0" w:color="auto"/>
        <w:right w:val="none" w:sz="0" w:space="0" w:color="auto"/>
      </w:divBdr>
    </w:div>
    <w:div w:id="970327876">
      <w:bodyDiv w:val="1"/>
      <w:marLeft w:val="0"/>
      <w:marRight w:val="0"/>
      <w:marTop w:val="0"/>
      <w:marBottom w:val="0"/>
      <w:divBdr>
        <w:top w:val="none" w:sz="0" w:space="0" w:color="auto"/>
        <w:left w:val="none" w:sz="0" w:space="0" w:color="auto"/>
        <w:bottom w:val="none" w:sz="0" w:space="0" w:color="auto"/>
        <w:right w:val="none" w:sz="0" w:space="0" w:color="auto"/>
      </w:divBdr>
    </w:div>
    <w:div w:id="970477397">
      <w:bodyDiv w:val="1"/>
      <w:marLeft w:val="0"/>
      <w:marRight w:val="0"/>
      <w:marTop w:val="0"/>
      <w:marBottom w:val="0"/>
      <w:divBdr>
        <w:top w:val="none" w:sz="0" w:space="0" w:color="auto"/>
        <w:left w:val="none" w:sz="0" w:space="0" w:color="auto"/>
        <w:bottom w:val="none" w:sz="0" w:space="0" w:color="auto"/>
        <w:right w:val="none" w:sz="0" w:space="0" w:color="auto"/>
      </w:divBdr>
    </w:div>
    <w:div w:id="971248183">
      <w:bodyDiv w:val="1"/>
      <w:marLeft w:val="0"/>
      <w:marRight w:val="0"/>
      <w:marTop w:val="0"/>
      <w:marBottom w:val="0"/>
      <w:divBdr>
        <w:top w:val="none" w:sz="0" w:space="0" w:color="auto"/>
        <w:left w:val="none" w:sz="0" w:space="0" w:color="auto"/>
        <w:bottom w:val="none" w:sz="0" w:space="0" w:color="auto"/>
        <w:right w:val="none" w:sz="0" w:space="0" w:color="auto"/>
      </w:divBdr>
    </w:div>
    <w:div w:id="975646112">
      <w:bodyDiv w:val="1"/>
      <w:marLeft w:val="0"/>
      <w:marRight w:val="0"/>
      <w:marTop w:val="0"/>
      <w:marBottom w:val="0"/>
      <w:divBdr>
        <w:top w:val="none" w:sz="0" w:space="0" w:color="auto"/>
        <w:left w:val="none" w:sz="0" w:space="0" w:color="auto"/>
        <w:bottom w:val="none" w:sz="0" w:space="0" w:color="auto"/>
        <w:right w:val="none" w:sz="0" w:space="0" w:color="auto"/>
      </w:divBdr>
    </w:div>
    <w:div w:id="976179956">
      <w:bodyDiv w:val="1"/>
      <w:marLeft w:val="0"/>
      <w:marRight w:val="0"/>
      <w:marTop w:val="0"/>
      <w:marBottom w:val="0"/>
      <w:divBdr>
        <w:top w:val="none" w:sz="0" w:space="0" w:color="auto"/>
        <w:left w:val="none" w:sz="0" w:space="0" w:color="auto"/>
        <w:bottom w:val="none" w:sz="0" w:space="0" w:color="auto"/>
        <w:right w:val="none" w:sz="0" w:space="0" w:color="auto"/>
      </w:divBdr>
    </w:div>
    <w:div w:id="976422222">
      <w:bodyDiv w:val="1"/>
      <w:marLeft w:val="0"/>
      <w:marRight w:val="0"/>
      <w:marTop w:val="0"/>
      <w:marBottom w:val="0"/>
      <w:divBdr>
        <w:top w:val="none" w:sz="0" w:space="0" w:color="auto"/>
        <w:left w:val="none" w:sz="0" w:space="0" w:color="auto"/>
        <w:bottom w:val="none" w:sz="0" w:space="0" w:color="auto"/>
        <w:right w:val="none" w:sz="0" w:space="0" w:color="auto"/>
      </w:divBdr>
    </w:div>
    <w:div w:id="976449127">
      <w:bodyDiv w:val="1"/>
      <w:marLeft w:val="0"/>
      <w:marRight w:val="0"/>
      <w:marTop w:val="0"/>
      <w:marBottom w:val="0"/>
      <w:divBdr>
        <w:top w:val="none" w:sz="0" w:space="0" w:color="auto"/>
        <w:left w:val="none" w:sz="0" w:space="0" w:color="auto"/>
        <w:bottom w:val="none" w:sz="0" w:space="0" w:color="auto"/>
        <w:right w:val="none" w:sz="0" w:space="0" w:color="auto"/>
      </w:divBdr>
    </w:div>
    <w:div w:id="976566793">
      <w:bodyDiv w:val="1"/>
      <w:marLeft w:val="0"/>
      <w:marRight w:val="0"/>
      <w:marTop w:val="0"/>
      <w:marBottom w:val="0"/>
      <w:divBdr>
        <w:top w:val="none" w:sz="0" w:space="0" w:color="auto"/>
        <w:left w:val="none" w:sz="0" w:space="0" w:color="auto"/>
        <w:bottom w:val="none" w:sz="0" w:space="0" w:color="auto"/>
        <w:right w:val="none" w:sz="0" w:space="0" w:color="auto"/>
      </w:divBdr>
    </w:div>
    <w:div w:id="977538050">
      <w:bodyDiv w:val="1"/>
      <w:marLeft w:val="0"/>
      <w:marRight w:val="0"/>
      <w:marTop w:val="0"/>
      <w:marBottom w:val="0"/>
      <w:divBdr>
        <w:top w:val="none" w:sz="0" w:space="0" w:color="auto"/>
        <w:left w:val="none" w:sz="0" w:space="0" w:color="auto"/>
        <w:bottom w:val="none" w:sz="0" w:space="0" w:color="auto"/>
        <w:right w:val="none" w:sz="0" w:space="0" w:color="auto"/>
      </w:divBdr>
    </w:div>
    <w:div w:id="978730407">
      <w:bodyDiv w:val="1"/>
      <w:marLeft w:val="0"/>
      <w:marRight w:val="0"/>
      <w:marTop w:val="0"/>
      <w:marBottom w:val="0"/>
      <w:divBdr>
        <w:top w:val="none" w:sz="0" w:space="0" w:color="auto"/>
        <w:left w:val="none" w:sz="0" w:space="0" w:color="auto"/>
        <w:bottom w:val="none" w:sz="0" w:space="0" w:color="auto"/>
        <w:right w:val="none" w:sz="0" w:space="0" w:color="auto"/>
      </w:divBdr>
    </w:div>
    <w:div w:id="980501782">
      <w:bodyDiv w:val="1"/>
      <w:marLeft w:val="0"/>
      <w:marRight w:val="0"/>
      <w:marTop w:val="0"/>
      <w:marBottom w:val="0"/>
      <w:divBdr>
        <w:top w:val="none" w:sz="0" w:space="0" w:color="auto"/>
        <w:left w:val="none" w:sz="0" w:space="0" w:color="auto"/>
        <w:bottom w:val="none" w:sz="0" w:space="0" w:color="auto"/>
        <w:right w:val="none" w:sz="0" w:space="0" w:color="auto"/>
      </w:divBdr>
    </w:div>
    <w:div w:id="980815437">
      <w:bodyDiv w:val="1"/>
      <w:marLeft w:val="0"/>
      <w:marRight w:val="0"/>
      <w:marTop w:val="0"/>
      <w:marBottom w:val="0"/>
      <w:divBdr>
        <w:top w:val="none" w:sz="0" w:space="0" w:color="auto"/>
        <w:left w:val="none" w:sz="0" w:space="0" w:color="auto"/>
        <w:bottom w:val="none" w:sz="0" w:space="0" w:color="auto"/>
        <w:right w:val="none" w:sz="0" w:space="0" w:color="auto"/>
      </w:divBdr>
    </w:div>
    <w:div w:id="980816594">
      <w:bodyDiv w:val="1"/>
      <w:marLeft w:val="0"/>
      <w:marRight w:val="0"/>
      <w:marTop w:val="0"/>
      <w:marBottom w:val="0"/>
      <w:divBdr>
        <w:top w:val="none" w:sz="0" w:space="0" w:color="auto"/>
        <w:left w:val="none" w:sz="0" w:space="0" w:color="auto"/>
        <w:bottom w:val="none" w:sz="0" w:space="0" w:color="auto"/>
        <w:right w:val="none" w:sz="0" w:space="0" w:color="auto"/>
      </w:divBdr>
    </w:div>
    <w:div w:id="981076968">
      <w:bodyDiv w:val="1"/>
      <w:marLeft w:val="0"/>
      <w:marRight w:val="0"/>
      <w:marTop w:val="0"/>
      <w:marBottom w:val="0"/>
      <w:divBdr>
        <w:top w:val="none" w:sz="0" w:space="0" w:color="auto"/>
        <w:left w:val="none" w:sz="0" w:space="0" w:color="auto"/>
        <w:bottom w:val="none" w:sz="0" w:space="0" w:color="auto"/>
        <w:right w:val="none" w:sz="0" w:space="0" w:color="auto"/>
      </w:divBdr>
    </w:div>
    <w:div w:id="982393866">
      <w:bodyDiv w:val="1"/>
      <w:marLeft w:val="0"/>
      <w:marRight w:val="0"/>
      <w:marTop w:val="0"/>
      <w:marBottom w:val="0"/>
      <w:divBdr>
        <w:top w:val="none" w:sz="0" w:space="0" w:color="auto"/>
        <w:left w:val="none" w:sz="0" w:space="0" w:color="auto"/>
        <w:bottom w:val="none" w:sz="0" w:space="0" w:color="auto"/>
        <w:right w:val="none" w:sz="0" w:space="0" w:color="auto"/>
      </w:divBdr>
    </w:div>
    <w:div w:id="982975916">
      <w:bodyDiv w:val="1"/>
      <w:marLeft w:val="0"/>
      <w:marRight w:val="0"/>
      <w:marTop w:val="0"/>
      <w:marBottom w:val="0"/>
      <w:divBdr>
        <w:top w:val="none" w:sz="0" w:space="0" w:color="auto"/>
        <w:left w:val="none" w:sz="0" w:space="0" w:color="auto"/>
        <w:bottom w:val="none" w:sz="0" w:space="0" w:color="auto"/>
        <w:right w:val="none" w:sz="0" w:space="0" w:color="auto"/>
      </w:divBdr>
    </w:div>
    <w:div w:id="983779080">
      <w:bodyDiv w:val="1"/>
      <w:marLeft w:val="0"/>
      <w:marRight w:val="0"/>
      <w:marTop w:val="0"/>
      <w:marBottom w:val="0"/>
      <w:divBdr>
        <w:top w:val="none" w:sz="0" w:space="0" w:color="auto"/>
        <w:left w:val="none" w:sz="0" w:space="0" w:color="auto"/>
        <w:bottom w:val="none" w:sz="0" w:space="0" w:color="auto"/>
        <w:right w:val="none" w:sz="0" w:space="0" w:color="auto"/>
      </w:divBdr>
    </w:div>
    <w:div w:id="984701732">
      <w:bodyDiv w:val="1"/>
      <w:marLeft w:val="0"/>
      <w:marRight w:val="0"/>
      <w:marTop w:val="0"/>
      <w:marBottom w:val="0"/>
      <w:divBdr>
        <w:top w:val="none" w:sz="0" w:space="0" w:color="auto"/>
        <w:left w:val="none" w:sz="0" w:space="0" w:color="auto"/>
        <w:bottom w:val="none" w:sz="0" w:space="0" w:color="auto"/>
        <w:right w:val="none" w:sz="0" w:space="0" w:color="auto"/>
      </w:divBdr>
    </w:div>
    <w:div w:id="985166726">
      <w:bodyDiv w:val="1"/>
      <w:marLeft w:val="0"/>
      <w:marRight w:val="0"/>
      <w:marTop w:val="0"/>
      <w:marBottom w:val="0"/>
      <w:divBdr>
        <w:top w:val="none" w:sz="0" w:space="0" w:color="auto"/>
        <w:left w:val="none" w:sz="0" w:space="0" w:color="auto"/>
        <w:bottom w:val="none" w:sz="0" w:space="0" w:color="auto"/>
        <w:right w:val="none" w:sz="0" w:space="0" w:color="auto"/>
      </w:divBdr>
    </w:div>
    <w:div w:id="985554081">
      <w:bodyDiv w:val="1"/>
      <w:marLeft w:val="0"/>
      <w:marRight w:val="0"/>
      <w:marTop w:val="0"/>
      <w:marBottom w:val="0"/>
      <w:divBdr>
        <w:top w:val="none" w:sz="0" w:space="0" w:color="auto"/>
        <w:left w:val="none" w:sz="0" w:space="0" w:color="auto"/>
        <w:bottom w:val="none" w:sz="0" w:space="0" w:color="auto"/>
        <w:right w:val="none" w:sz="0" w:space="0" w:color="auto"/>
      </w:divBdr>
    </w:div>
    <w:div w:id="986252175">
      <w:bodyDiv w:val="1"/>
      <w:marLeft w:val="0"/>
      <w:marRight w:val="0"/>
      <w:marTop w:val="0"/>
      <w:marBottom w:val="0"/>
      <w:divBdr>
        <w:top w:val="none" w:sz="0" w:space="0" w:color="auto"/>
        <w:left w:val="none" w:sz="0" w:space="0" w:color="auto"/>
        <w:bottom w:val="none" w:sz="0" w:space="0" w:color="auto"/>
        <w:right w:val="none" w:sz="0" w:space="0" w:color="auto"/>
      </w:divBdr>
    </w:div>
    <w:div w:id="987443032">
      <w:bodyDiv w:val="1"/>
      <w:marLeft w:val="0"/>
      <w:marRight w:val="0"/>
      <w:marTop w:val="0"/>
      <w:marBottom w:val="0"/>
      <w:divBdr>
        <w:top w:val="none" w:sz="0" w:space="0" w:color="auto"/>
        <w:left w:val="none" w:sz="0" w:space="0" w:color="auto"/>
        <w:bottom w:val="none" w:sz="0" w:space="0" w:color="auto"/>
        <w:right w:val="none" w:sz="0" w:space="0" w:color="auto"/>
      </w:divBdr>
    </w:div>
    <w:div w:id="987593255">
      <w:bodyDiv w:val="1"/>
      <w:marLeft w:val="0"/>
      <w:marRight w:val="0"/>
      <w:marTop w:val="0"/>
      <w:marBottom w:val="0"/>
      <w:divBdr>
        <w:top w:val="none" w:sz="0" w:space="0" w:color="auto"/>
        <w:left w:val="none" w:sz="0" w:space="0" w:color="auto"/>
        <w:bottom w:val="none" w:sz="0" w:space="0" w:color="auto"/>
        <w:right w:val="none" w:sz="0" w:space="0" w:color="auto"/>
      </w:divBdr>
    </w:div>
    <w:div w:id="988173457">
      <w:bodyDiv w:val="1"/>
      <w:marLeft w:val="0"/>
      <w:marRight w:val="0"/>
      <w:marTop w:val="0"/>
      <w:marBottom w:val="0"/>
      <w:divBdr>
        <w:top w:val="none" w:sz="0" w:space="0" w:color="auto"/>
        <w:left w:val="none" w:sz="0" w:space="0" w:color="auto"/>
        <w:bottom w:val="none" w:sz="0" w:space="0" w:color="auto"/>
        <w:right w:val="none" w:sz="0" w:space="0" w:color="auto"/>
      </w:divBdr>
    </w:div>
    <w:div w:id="988287564">
      <w:bodyDiv w:val="1"/>
      <w:marLeft w:val="0"/>
      <w:marRight w:val="0"/>
      <w:marTop w:val="0"/>
      <w:marBottom w:val="0"/>
      <w:divBdr>
        <w:top w:val="none" w:sz="0" w:space="0" w:color="auto"/>
        <w:left w:val="none" w:sz="0" w:space="0" w:color="auto"/>
        <w:bottom w:val="none" w:sz="0" w:space="0" w:color="auto"/>
        <w:right w:val="none" w:sz="0" w:space="0" w:color="auto"/>
      </w:divBdr>
    </w:div>
    <w:div w:id="988443116">
      <w:bodyDiv w:val="1"/>
      <w:marLeft w:val="0"/>
      <w:marRight w:val="0"/>
      <w:marTop w:val="0"/>
      <w:marBottom w:val="0"/>
      <w:divBdr>
        <w:top w:val="none" w:sz="0" w:space="0" w:color="auto"/>
        <w:left w:val="none" w:sz="0" w:space="0" w:color="auto"/>
        <w:bottom w:val="none" w:sz="0" w:space="0" w:color="auto"/>
        <w:right w:val="none" w:sz="0" w:space="0" w:color="auto"/>
      </w:divBdr>
    </w:div>
    <w:div w:id="988703768">
      <w:bodyDiv w:val="1"/>
      <w:marLeft w:val="0"/>
      <w:marRight w:val="0"/>
      <w:marTop w:val="0"/>
      <w:marBottom w:val="0"/>
      <w:divBdr>
        <w:top w:val="none" w:sz="0" w:space="0" w:color="auto"/>
        <w:left w:val="none" w:sz="0" w:space="0" w:color="auto"/>
        <w:bottom w:val="none" w:sz="0" w:space="0" w:color="auto"/>
        <w:right w:val="none" w:sz="0" w:space="0" w:color="auto"/>
      </w:divBdr>
    </w:div>
    <w:div w:id="989136746">
      <w:bodyDiv w:val="1"/>
      <w:marLeft w:val="0"/>
      <w:marRight w:val="0"/>
      <w:marTop w:val="0"/>
      <w:marBottom w:val="0"/>
      <w:divBdr>
        <w:top w:val="none" w:sz="0" w:space="0" w:color="auto"/>
        <w:left w:val="none" w:sz="0" w:space="0" w:color="auto"/>
        <w:bottom w:val="none" w:sz="0" w:space="0" w:color="auto"/>
        <w:right w:val="none" w:sz="0" w:space="0" w:color="auto"/>
      </w:divBdr>
    </w:div>
    <w:div w:id="989138988">
      <w:bodyDiv w:val="1"/>
      <w:marLeft w:val="0"/>
      <w:marRight w:val="0"/>
      <w:marTop w:val="0"/>
      <w:marBottom w:val="0"/>
      <w:divBdr>
        <w:top w:val="none" w:sz="0" w:space="0" w:color="auto"/>
        <w:left w:val="none" w:sz="0" w:space="0" w:color="auto"/>
        <w:bottom w:val="none" w:sz="0" w:space="0" w:color="auto"/>
        <w:right w:val="none" w:sz="0" w:space="0" w:color="auto"/>
      </w:divBdr>
    </w:div>
    <w:div w:id="989292246">
      <w:bodyDiv w:val="1"/>
      <w:marLeft w:val="0"/>
      <w:marRight w:val="0"/>
      <w:marTop w:val="0"/>
      <w:marBottom w:val="0"/>
      <w:divBdr>
        <w:top w:val="none" w:sz="0" w:space="0" w:color="auto"/>
        <w:left w:val="none" w:sz="0" w:space="0" w:color="auto"/>
        <w:bottom w:val="none" w:sz="0" w:space="0" w:color="auto"/>
        <w:right w:val="none" w:sz="0" w:space="0" w:color="auto"/>
      </w:divBdr>
    </w:div>
    <w:div w:id="989333881">
      <w:bodyDiv w:val="1"/>
      <w:marLeft w:val="0"/>
      <w:marRight w:val="0"/>
      <w:marTop w:val="0"/>
      <w:marBottom w:val="0"/>
      <w:divBdr>
        <w:top w:val="none" w:sz="0" w:space="0" w:color="auto"/>
        <w:left w:val="none" w:sz="0" w:space="0" w:color="auto"/>
        <w:bottom w:val="none" w:sz="0" w:space="0" w:color="auto"/>
        <w:right w:val="none" w:sz="0" w:space="0" w:color="auto"/>
      </w:divBdr>
    </w:div>
    <w:div w:id="991298085">
      <w:bodyDiv w:val="1"/>
      <w:marLeft w:val="0"/>
      <w:marRight w:val="0"/>
      <w:marTop w:val="0"/>
      <w:marBottom w:val="0"/>
      <w:divBdr>
        <w:top w:val="none" w:sz="0" w:space="0" w:color="auto"/>
        <w:left w:val="none" w:sz="0" w:space="0" w:color="auto"/>
        <w:bottom w:val="none" w:sz="0" w:space="0" w:color="auto"/>
        <w:right w:val="none" w:sz="0" w:space="0" w:color="auto"/>
      </w:divBdr>
    </w:div>
    <w:div w:id="991828913">
      <w:bodyDiv w:val="1"/>
      <w:marLeft w:val="0"/>
      <w:marRight w:val="0"/>
      <w:marTop w:val="0"/>
      <w:marBottom w:val="0"/>
      <w:divBdr>
        <w:top w:val="none" w:sz="0" w:space="0" w:color="auto"/>
        <w:left w:val="none" w:sz="0" w:space="0" w:color="auto"/>
        <w:bottom w:val="none" w:sz="0" w:space="0" w:color="auto"/>
        <w:right w:val="none" w:sz="0" w:space="0" w:color="auto"/>
      </w:divBdr>
    </w:div>
    <w:div w:id="992486802">
      <w:bodyDiv w:val="1"/>
      <w:marLeft w:val="0"/>
      <w:marRight w:val="0"/>
      <w:marTop w:val="0"/>
      <w:marBottom w:val="0"/>
      <w:divBdr>
        <w:top w:val="none" w:sz="0" w:space="0" w:color="auto"/>
        <w:left w:val="none" w:sz="0" w:space="0" w:color="auto"/>
        <w:bottom w:val="none" w:sz="0" w:space="0" w:color="auto"/>
        <w:right w:val="none" w:sz="0" w:space="0" w:color="auto"/>
      </w:divBdr>
    </w:div>
    <w:div w:id="993294112">
      <w:bodyDiv w:val="1"/>
      <w:marLeft w:val="0"/>
      <w:marRight w:val="0"/>
      <w:marTop w:val="0"/>
      <w:marBottom w:val="0"/>
      <w:divBdr>
        <w:top w:val="none" w:sz="0" w:space="0" w:color="auto"/>
        <w:left w:val="none" w:sz="0" w:space="0" w:color="auto"/>
        <w:bottom w:val="none" w:sz="0" w:space="0" w:color="auto"/>
        <w:right w:val="none" w:sz="0" w:space="0" w:color="auto"/>
      </w:divBdr>
    </w:div>
    <w:div w:id="993920767">
      <w:bodyDiv w:val="1"/>
      <w:marLeft w:val="0"/>
      <w:marRight w:val="0"/>
      <w:marTop w:val="0"/>
      <w:marBottom w:val="0"/>
      <w:divBdr>
        <w:top w:val="none" w:sz="0" w:space="0" w:color="auto"/>
        <w:left w:val="none" w:sz="0" w:space="0" w:color="auto"/>
        <w:bottom w:val="none" w:sz="0" w:space="0" w:color="auto"/>
        <w:right w:val="none" w:sz="0" w:space="0" w:color="auto"/>
      </w:divBdr>
    </w:div>
    <w:div w:id="994648311">
      <w:bodyDiv w:val="1"/>
      <w:marLeft w:val="0"/>
      <w:marRight w:val="0"/>
      <w:marTop w:val="0"/>
      <w:marBottom w:val="0"/>
      <w:divBdr>
        <w:top w:val="none" w:sz="0" w:space="0" w:color="auto"/>
        <w:left w:val="none" w:sz="0" w:space="0" w:color="auto"/>
        <w:bottom w:val="none" w:sz="0" w:space="0" w:color="auto"/>
        <w:right w:val="none" w:sz="0" w:space="0" w:color="auto"/>
      </w:divBdr>
    </w:div>
    <w:div w:id="994796376">
      <w:bodyDiv w:val="1"/>
      <w:marLeft w:val="0"/>
      <w:marRight w:val="0"/>
      <w:marTop w:val="0"/>
      <w:marBottom w:val="0"/>
      <w:divBdr>
        <w:top w:val="none" w:sz="0" w:space="0" w:color="auto"/>
        <w:left w:val="none" w:sz="0" w:space="0" w:color="auto"/>
        <w:bottom w:val="none" w:sz="0" w:space="0" w:color="auto"/>
        <w:right w:val="none" w:sz="0" w:space="0" w:color="auto"/>
      </w:divBdr>
    </w:div>
    <w:div w:id="996147591">
      <w:bodyDiv w:val="1"/>
      <w:marLeft w:val="0"/>
      <w:marRight w:val="0"/>
      <w:marTop w:val="0"/>
      <w:marBottom w:val="0"/>
      <w:divBdr>
        <w:top w:val="none" w:sz="0" w:space="0" w:color="auto"/>
        <w:left w:val="none" w:sz="0" w:space="0" w:color="auto"/>
        <w:bottom w:val="none" w:sz="0" w:space="0" w:color="auto"/>
        <w:right w:val="none" w:sz="0" w:space="0" w:color="auto"/>
      </w:divBdr>
    </w:div>
    <w:div w:id="996883875">
      <w:bodyDiv w:val="1"/>
      <w:marLeft w:val="0"/>
      <w:marRight w:val="0"/>
      <w:marTop w:val="0"/>
      <w:marBottom w:val="0"/>
      <w:divBdr>
        <w:top w:val="none" w:sz="0" w:space="0" w:color="auto"/>
        <w:left w:val="none" w:sz="0" w:space="0" w:color="auto"/>
        <w:bottom w:val="none" w:sz="0" w:space="0" w:color="auto"/>
        <w:right w:val="none" w:sz="0" w:space="0" w:color="auto"/>
      </w:divBdr>
    </w:div>
    <w:div w:id="997727056">
      <w:bodyDiv w:val="1"/>
      <w:marLeft w:val="0"/>
      <w:marRight w:val="0"/>
      <w:marTop w:val="0"/>
      <w:marBottom w:val="0"/>
      <w:divBdr>
        <w:top w:val="none" w:sz="0" w:space="0" w:color="auto"/>
        <w:left w:val="none" w:sz="0" w:space="0" w:color="auto"/>
        <w:bottom w:val="none" w:sz="0" w:space="0" w:color="auto"/>
        <w:right w:val="none" w:sz="0" w:space="0" w:color="auto"/>
      </w:divBdr>
    </w:div>
    <w:div w:id="998731673">
      <w:bodyDiv w:val="1"/>
      <w:marLeft w:val="0"/>
      <w:marRight w:val="0"/>
      <w:marTop w:val="0"/>
      <w:marBottom w:val="0"/>
      <w:divBdr>
        <w:top w:val="none" w:sz="0" w:space="0" w:color="auto"/>
        <w:left w:val="none" w:sz="0" w:space="0" w:color="auto"/>
        <w:bottom w:val="none" w:sz="0" w:space="0" w:color="auto"/>
        <w:right w:val="none" w:sz="0" w:space="0" w:color="auto"/>
      </w:divBdr>
    </w:div>
    <w:div w:id="999117125">
      <w:bodyDiv w:val="1"/>
      <w:marLeft w:val="0"/>
      <w:marRight w:val="0"/>
      <w:marTop w:val="0"/>
      <w:marBottom w:val="0"/>
      <w:divBdr>
        <w:top w:val="none" w:sz="0" w:space="0" w:color="auto"/>
        <w:left w:val="none" w:sz="0" w:space="0" w:color="auto"/>
        <w:bottom w:val="none" w:sz="0" w:space="0" w:color="auto"/>
        <w:right w:val="none" w:sz="0" w:space="0" w:color="auto"/>
      </w:divBdr>
    </w:div>
    <w:div w:id="999161970">
      <w:bodyDiv w:val="1"/>
      <w:marLeft w:val="0"/>
      <w:marRight w:val="0"/>
      <w:marTop w:val="0"/>
      <w:marBottom w:val="0"/>
      <w:divBdr>
        <w:top w:val="none" w:sz="0" w:space="0" w:color="auto"/>
        <w:left w:val="none" w:sz="0" w:space="0" w:color="auto"/>
        <w:bottom w:val="none" w:sz="0" w:space="0" w:color="auto"/>
        <w:right w:val="none" w:sz="0" w:space="0" w:color="auto"/>
      </w:divBdr>
    </w:div>
    <w:div w:id="1000960012">
      <w:bodyDiv w:val="1"/>
      <w:marLeft w:val="0"/>
      <w:marRight w:val="0"/>
      <w:marTop w:val="0"/>
      <w:marBottom w:val="0"/>
      <w:divBdr>
        <w:top w:val="none" w:sz="0" w:space="0" w:color="auto"/>
        <w:left w:val="none" w:sz="0" w:space="0" w:color="auto"/>
        <w:bottom w:val="none" w:sz="0" w:space="0" w:color="auto"/>
        <w:right w:val="none" w:sz="0" w:space="0" w:color="auto"/>
      </w:divBdr>
    </w:div>
    <w:div w:id="1001543311">
      <w:bodyDiv w:val="1"/>
      <w:marLeft w:val="0"/>
      <w:marRight w:val="0"/>
      <w:marTop w:val="0"/>
      <w:marBottom w:val="0"/>
      <w:divBdr>
        <w:top w:val="none" w:sz="0" w:space="0" w:color="auto"/>
        <w:left w:val="none" w:sz="0" w:space="0" w:color="auto"/>
        <w:bottom w:val="none" w:sz="0" w:space="0" w:color="auto"/>
        <w:right w:val="none" w:sz="0" w:space="0" w:color="auto"/>
      </w:divBdr>
    </w:div>
    <w:div w:id="1002778856">
      <w:bodyDiv w:val="1"/>
      <w:marLeft w:val="0"/>
      <w:marRight w:val="0"/>
      <w:marTop w:val="0"/>
      <w:marBottom w:val="0"/>
      <w:divBdr>
        <w:top w:val="none" w:sz="0" w:space="0" w:color="auto"/>
        <w:left w:val="none" w:sz="0" w:space="0" w:color="auto"/>
        <w:bottom w:val="none" w:sz="0" w:space="0" w:color="auto"/>
        <w:right w:val="none" w:sz="0" w:space="0" w:color="auto"/>
      </w:divBdr>
    </w:div>
    <w:div w:id="1002859815">
      <w:bodyDiv w:val="1"/>
      <w:marLeft w:val="0"/>
      <w:marRight w:val="0"/>
      <w:marTop w:val="0"/>
      <w:marBottom w:val="0"/>
      <w:divBdr>
        <w:top w:val="none" w:sz="0" w:space="0" w:color="auto"/>
        <w:left w:val="none" w:sz="0" w:space="0" w:color="auto"/>
        <w:bottom w:val="none" w:sz="0" w:space="0" w:color="auto"/>
        <w:right w:val="none" w:sz="0" w:space="0" w:color="auto"/>
      </w:divBdr>
    </w:div>
    <w:div w:id="1002971410">
      <w:bodyDiv w:val="1"/>
      <w:marLeft w:val="0"/>
      <w:marRight w:val="0"/>
      <w:marTop w:val="0"/>
      <w:marBottom w:val="0"/>
      <w:divBdr>
        <w:top w:val="none" w:sz="0" w:space="0" w:color="auto"/>
        <w:left w:val="none" w:sz="0" w:space="0" w:color="auto"/>
        <w:bottom w:val="none" w:sz="0" w:space="0" w:color="auto"/>
        <w:right w:val="none" w:sz="0" w:space="0" w:color="auto"/>
      </w:divBdr>
    </w:div>
    <w:div w:id="1003556642">
      <w:bodyDiv w:val="1"/>
      <w:marLeft w:val="0"/>
      <w:marRight w:val="0"/>
      <w:marTop w:val="0"/>
      <w:marBottom w:val="0"/>
      <w:divBdr>
        <w:top w:val="none" w:sz="0" w:space="0" w:color="auto"/>
        <w:left w:val="none" w:sz="0" w:space="0" w:color="auto"/>
        <w:bottom w:val="none" w:sz="0" w:space="0" w:color="auto"/>
        <w:right w:val="none" w:sz="0" w:space="0" w:color="auto"/>
      </w:divBdr>
    </w:div>
    <w:div w:id="1003901029">
      <w:bodyDiv w:val="1"/>
      <w:marLeft w:val="0"/>
      <w:marRight w:val="0"/>
      <w:marTop w:val="0"/>
      <w:marBottom w:val="0"/>
      <w:divBdr>
        <w:top w:val="none" w:sz="0" w:space="0" w:color="auto"/>
        <w:left w:val="none" w:sz="0" w:space="0" w:color="auto"/>
        <w:bottom w:val="none" w:sz="0" w:space="0" w:color="auto"/>
        <w:right w:val="none" w:sz="0" w:space="0" w:color="auto"/>
      </w:divBdr>
    </w:div>
    <w:div w:id="1004406141">
      <w:bodyDiv w:val="1"/>
      <w:marLeft w:val="0"/>
      <w:marRight w:val="0"/>
      <w:marTop w:val="0"/>
      <w:marBottom w:val="0"/>
      <w:divBdr>
        <w:top w:val="none" w:sz="0" w:space="0" w:color="auto"/>
        <w:left w:val="none" w:sz="0" w:space="0" w:color="auto"/>
        <w:bottom w:val="none" w:sz="0" w:space="0" w:color="auto"/>
        <w:right w:val="none" w:sz="0" w:space="0" w:color="auto"/>
      </w:divBdr>
    </w:div>
    <w:div w:id="1004554048">
      <w:bodyDiv w:val="1"/>
      <w:marLeft w:val="0"/>
      <w:marRight w:val="0"/>
      <w:marTop w:val="0"/>
      <w:marBottom w:val="0"/>
      <w:divBdr>
        <w:top w:val="none" w:sz="0" w:space="0" w:color="auto"/>
        <w:left w:val="none" w:sz="0" w:space="0" w:color="auto"/>
        <w:bottom w:val="none" w:sz="0" w:space="0" w:color="auto"/>
        <w:right w:val="none" w:sz="0" w:space="0" w:color="auto"/>
      </w:divBdr>
    </w:div>
    <w:div w:id="1004669958">
      <w:bodyDiv w:val="1"/>
      <w:marLeft w:val="0"/>
      <w:marRight w:val="0"/>
      <w:marTop w:val="0"/>
      <w:marBottom w:val="0"/>
      <w:divBdr>
        <w:top w:val="none" w:sz="0" w:space="0" w:color="auto"/>
        <w:left w:val="none" w:sz="0" w:space="0" w:color="auto"/>
        <w:bottom w:val="none" w:sz="0" w:space="0" w:color="auto"/>
        <w:right w:val="none" w:sz="0" w:space="0" w:color="auto"/>
      </w:divBdr>
    </w:div>
    <w:div w:id="1005474578">
      <w:bodyDiv w:val="1"/>
      <w:marLeft w:val="0"/>
      <w:marRight w:val="0"/>
      <w:marTop w:val="0"/>
      <w:marBottom w:val="0"/>
      <w:divBdr>
        <w:top w:val="none" w:sz="0" w:space="0" w:color="auto"/>
        <w:left w:val="none" w:sz="0" w:space="0" w:color="auto"/>
        <w:bottom w:val="none" w:sz="0" w:space="0" w:color="auto"/>
        <w:right w:val="none" w:sz="0" w:space="0" w:color="auto"/>
      </w:divBdr>
    </w:div>
    <w:div w:id="1005860696">
      <w:bodyDiv w:val="1"/>
      <w:marLeft w:val="0"/>
      <w:marRight w:val="0"/>
      <w:marTop w:val="0"/>
      <w:marBottom w:val="0"/>
      <w:divBdr>
        <w:top w:val="none" w:sz="0" w:space="0" w:color="auto"/>
        <w:left w:val="none" w:sz="0" w:space="0" w:color="auto"/>
        <w:bottom w:val="none" w:sz="0" w:space="0" w:color="auto"/>
        <w:right w:val="none" w:sz="0" w:space="0" w:color="auto"/>
      </w:divBdr>
    </w:div>
    <w:div w:id="1008020444">
      <w:bodyDiv w:val="1"/>
      <w:marLeft w:val="0"/>
      <w:marRight w:val="0"/>
      <w:marTop w:val="0"/>
      <w:marBottom w:val="0"/>
      <w:divBdr>
        <w:top w:val="none" w:sz="0" w:space="0" w:color="auto"/>
        <w:left w:val="none" w:sz="0" w:space="0" w:color="auto"/>
        <w:bottom w:val="none" w:sz="0" w:space="0" w:color="auto"/>
        <w:right w:val="none" w:sz="0" w:space="0" w:color="auto"/>
      </w:divBdr>
    </w:div>
    <w:div w:id="1009143589">
      <w:bodyDiv w:val="1"/>
      <w:marLeft w:val="0"/>
      <w:marRight w:val="0"/>
      <w:marTop w:val="0"/>
      <w:marBottom w:val="0"/>
      <w:divBdr>
        <w:top w:val="none" w:sz="0" w:space="0" w:color="auto"/>
        <w:left w:val="none" w:sz="0" w:space="0" w:color="auto"/>
        <w:bottom w:val="none" w:sz="0" w:space="0" w:color="auto"/>
        <w:right w:val="none" w:sz="0" w:space="0" w:color="auto"/>
      </w:divBdr>
    </w:div>
    <w:div w:id="1011417648">
      <w:bodyDiv w:val="1"/>
      <w:marLeft w:val="0"/>
      <w:marRight w:val="0"/>
      <w:marTop w:val="0"/>
      <w:marBottom w:val="0"/>
      <w:divBdr>
        <w:top w:val="none" w:sz="0" w:space="0" w:color="auto"/>
        <w:left w:val="none" w:sz="0" w:space="0" w:color="auto"/>
        <w:bottom w:val="none" w:sz="0" w:space="0" w:color="auto"/>
        <w:right w:val="none" w:sz="0" w:space="0" w:color="auto"/>
      </w:divBdr>
    </w:div>
    <w:div w:id="1013612525">
      <w:bodyDiv w:val="1"/>
      <w:marLeft w:val="0"/>
      <w:marRight w:val="0"/>
      <w:marTop w:val="0"/>
      <w:marBottom w:val="0"/>
      <w:divBdr>
        <w:top w:val="none" w:sz="0" w:space="0" w:color="auto"/>
        <w:left w:val="none" w:sz="0" w:space="0" w:color="auto"/>
        <w:bottom w:val="none" w:sz="0" w:space="0" w:color="auto"/>
        <w:right w:val="none" w:sz="0" w:space="0" w:color="auto"/>
      </w:divBdr>
    </w:div>
    <w:div w:id="1016931075">
      <w:bodyDiv w:val="1"/>
      <w:marLeft w:val="0"/>
      <w:marRight w:val="0"/>
      <w:marTop w:val="0"/>
      <w:marBottom w:val="0"/>
      <w:divBdr>
        <w:top w:val="none" w:sz="0" w:space="0" w:color="auto"/>
        <w:left w:val="none" w:sz="0" w:space="0" w:color="auto"/>
        <w:bottom w:val="none" w:sz="0" w:space="0" w:color="auto"/>
        <w:right w:val="none" w:sz="0" w:space="0" w:color="auto"/>
      </w:divBdr>
    </w:div>
    <w:div w:id="1017151242">
      <w:bodyDiv w:val="1"/>
      <w:marLeft w:val="0"/>
      <w:marRight w:val="0"/>
      <w:marTop w:val="0"/>
      <w:marBottom w:val="0"/>
      <w:divBdr>
        <w:top w:val="none" w:sz="0" w:space="0" w:color="auto"/>
        <w:left w:val="none" w:sz="0" w:space="0" w:color="auto"/>
        <w:bottom w:val="none" w:sz="0" w:space="0" w:color="auto"/>
        <w:right w:val="none" w:sz="0" w:space="0" w:color="auto"/>
      </w:divBdr>
    </w:div>
    <w:div w:id="1018698066">
      <w:bodyDiv w:val="1"/>
      <w:marLeft w:val="0"/>
      <w:marRight w:val="0"/>
      <w:marTop w:val="0"/>
      <w:marBottom w:val="0"/>
      <w:divBdr>
        <w:top w:val="none" w:sz="0" w:space="0" w:color="auto"/>
        <w:left w:val="none" w:sz="0" w:space="0" w:color="auto"/>
        <w:bottom w:val="none" w:sz="0" w:space="0" w:color="auto"/>
        <w:right w:val="none" w:sz="0" w:space="0" w:color="auto"/>
      </w:divBdr>
    </w:div>
    <w:div w:id="1019350683">
      <w:bodyDiv w:val="1"/>
      <w:marLeft w:val="0"/>
      <w:marRight w:val="0"/>
      <w:marTop w:val="0"/>
      <w:marBottom w:val="0"/>
      <w:divBdr>
        <w:top w:val="none" w:sz="0" w:space="0" w:color="auto"/>
        <w:left w:val="none" w:sz="0" w:space="0" w:color="auto"/>
        <w:bottom w:val="none" w:sz="0" w:space="0" w:color="auto"/>
        <w:right w:val="none" w:sz="0" w:space="0" w:color="auto"/>
      </w:divBdr>
    </w:div>
    <w:div w:id="1019427167">
      <w:bodyDiv w:val="1"/>
      <w:marLeft w:val="0"/>
      <w:marRight w:val="0"/>
      <w:marTop w:val="0"/>
      <w:marBottom w:val="0"/>
      <w:divBdr>
        <w:top w:val="none" w:sz="0" w:space="0" w:color="auto"/>
        <w:left w:val="none" w:sz="0" w:space="0" w:color="auto"/>
        <w:bottom w:val="none" w:sz="0" w:space="0" w:color="auto"/>
        <w:right w:val="none" w:sz="0" w:space="0" w:color="auto"/>
      </w:divBdr>
    </w:div>
    <w:div w:id="1019821453">
      <w:bodyDiv w:val="1"/>
      <w:marLeft w:val="0"/>
      <w:marRight w:val="0"/>
      <w:marTop w:val="0"/>
      <w:marBottom w:val="0"/>
      <w:divBdr>
        <w:top w:val="none" w:sz="0" w:space="0" w:color="auto"/>
        <w:left w:val="none" w:sz="0" w:space="0" w:color="auto"/>
        <w:bottom w:val="none" w:sz="0" w:space="0" w:color="auto"/>
        <w:right w:val="none" w:sz="0" w:space="0" w:color="auto"/>
      </w:divBdr>
    </w:div>
    <w:div w:id="1020736959">
      <w:bodyDiv w:val="1"/>
      <w:marLeft w:val="0"/>
      <w:marRight w:val="0"/>
      <w:marTop w:val="0"/>
      <w:marBottom w:val="0"/>
      <w:divBdr>
        <w:top w:val="none" w:sz="0" w:space="0" w:color="auto"/>
        <w:left w:val="none" w:sz="0" w:space="0" w:color="auto"/>
        <w:bottom w:val="none" w:sz="0" w:space="0" w:color="auto"/>
        <w:right w:val="none" w:sz="0" w:space="0" w:color="auto"/>
      </w:divBdr>
    </w:div>
    <w:div w:id="1020935412">
      <w:bodyDiv w:val="1"/>
      <w:marLeft w:val="0"/>
      <w:marRight w:val="0"/>
      <w:marTop w:val="0"/>
      <w:marBottom w:val="0"/>
      <w:divBdr>
        <w:top w:val="none" w:sz="0" w:space="0" w:color="auto"/>
        <w:left w:val="none" w:sz="0" w:space="0" w:color="auto"/>
        <w:bottom w:val="none" w:sz="0" w:space="0" w:color="auto"/>
        <w:right w:val="none" w:sz="0" w:space="0" w:color="auto"/>
      </w:divBdr>
    </w:div>
    <w:div w:id="1021052089">
      <w:bodyDiv w:val="1"/>
      <w:marLeft w:val="0"/>
      <w:marRight w:val="0"/>
      <w:marTop w:val="0"/>
      <w:marBottom w:val="0"/>
      <w:divBdr>
        <w:top w:val="none" w:sz="0" w:space="0" w:color="auto"/>
        <w:left w:val="none" w:sz="0" w:space="0" w:color="auto"/>
        <w:bottom w:val="none" w:sz="0" w:space="0" w:color="auto"/>
        <w:right w:val="none" w:sz="0" w:space="0" w:color="auto"/>
      </w:divBdr>
    </w:div>
    <w:div w:id="1021320610">
      <w:bodyDiv w:val="1"/>
      <w:marLeft w:val="0"/>
      <w:marRight w:val="0"/>
      <w:marTop w:val="0"/>
      <w:marBottom w:val="0"/>
      <w:divBdr>
        <w:top w:val="none" w:sz="0" w:space="0" w:color="auto"/>
        <w:left w:val="none" w:sz="0" w:space="0" w:color="auto"/>
        <w:bottom w:val="none" w:sz="0" w:space="0" w:color="auto"/>
        <w:right w:val="none" w:sz="0" w:space="0" w:color="auto"/>
      </w:divBdr>
    </w:div>
    <w:div w:id="1022126913">
      <w:bodyDiv w:val="1"/>
      <w:marLeft w:val="0"/>
      <w:marRight w:val="0"/>
      <w:marTop w:val="0"/>
      <w:marBottom w:val="0"/>
      <w:divBdr>
        <w:top w:val="none" w:sz="0" w:space="0" w:color="auto"/>
        <w:left w:val="none" w:sz="0" w:space="0" w:color="auto"/>
        <w:bottom w:val="none" w:sz="0" w:space="0" w:color="auto"/>
        <w:right w:val="none" w:sz="0" w:space="0" w:color="auto"/>
      </w:divBdr>
    </w:div>
    <w:div w:id="1022130246">
      <w:bodyDiv w:val="1"/>
      <w:marLeft w:val="0"/>
      <w:marRight w:val="0"/>
      <w:marTop w:val="0"/>
      <w:marBottom w:val="0"/>
      <w:divBdr>
        <w:top w:val="none" w:sz="0" w:space="0" w:color="auto"/>
        <w:left w:val="none" w:sz="0" w:space="0" w:color="auto"/>
        <w:bottom w:val="none" w:sz="0" w:space="0" w:color="auto"/>
        <w:right w:val="none" w:sz="0" w:space="0" w:color="auto"/>
      </w:divBdr>
    </w:div>
    <w:div w:id="1022391447">
      <w:bodyDiv w:val="1"/>
      <w:marLeft w:val="0"/>
      <w:marRight w:val="0"/>
      <w:marTop w:val="0"/>
      <w:marBottom w:val="0"/>
      <w:divBdr>
        <w:top w:val="none" w:sz="0" w:space="0" w:color="auto"/>
        <w:left w:val="none" w:sz="0" w:space="0" w:color="auto"/>
        <w:bottom w:val="none" w:sz="0" w:space="0" w:color="auto"/>
        <w:right w:val="none" w:sz="0" w:space="0" w:color="auto"/>
      </w:divBdr>
    </w:div>
    <w:div w:id="1022585116">
      <w:bodyDiv w:val="1"/>
      <w:marLeft w:val="0"/>
      <w:marRight w:val="0"/>
      <w:marTop w:val="0"/>
      <w:marBottom w:val="0"/>
      <w:divBdr>
        <w:top w:val="none" w:sz="0" w:space="0" w:color="auto"/>
        <w:left w:val="none" w:sz="0" w:space="0" w:color="auto"/>
        <w:bottom w:val="none" w:sz="0" w:space="0" w:color="auto"/>
        <w:right w:val="none" w:sz="0" w:space="0" w:color="auto"/>
      </w:divBdr>
    </w:div>
    <w:div w:id="1023240220">
      <w:bodyDiv w:val="1"/>
      <w:marLeft w:val="0"/>
      <w:marRight w:val="0"/>
      <w:marTop w:val="0"/>
      <w:marBottom w:val="0"/>
      <w:divBdr>
        <w:top w:val="none" w:sz="0" w:space="0" w:color="auto"/>
        <w:left w:val="none" w:sz="0" w:space="0" w:color="auto"/>
        <w:bottom w:val="none" w:sz="0" w:space="0" w:color="auto"/>
        <w:right w:val="none" w:sz="0" w:space="0" w:color="auto"/>
      </w:divBdr>
    </w:div>
    <w:div w:id="1023901007">
      <w:bodyDiv w:val="1"/>
      <w:marLeft w:val="0"/>
      <w:marRight w:val="0"/>
      <w:marTop w:val="0"/>
      <w:marBottom w:val="0"/>
      <w:divBdr>
        <w:top w:val="none" w:sz="0" w:space="0" w:color="auto"/>
        <w:left w:val="none" w:sz="0" w:space="0" w:color="auto"/>
        <w:bottom w:val="none" w:sz="0" w:space="0" w:color="auto"/>
        <w:right w:val="none" w:sz="0" w:space="0" w:color="auto"/>
      </w:divBdr>
    </w:div>
    <w:div w:id="1024018728">
      <w:bodyDiv w:val="1"/>
      <w:marLeft w:val="0"/>
      <w:marRight w:val="0"/>
      <w:marTop w:val="0"/>
      <w:marBottom w:val="0"/>
      <w:divBdr>
        <w:top w:val="none" w:sz="0" w:space="0" w:color="auto"/>
        <w:left w:val="none" w:sz="0" w:space="0" w:color="auto"/>
        <w:bottom w:val="none" w:sz="0" w:space="0" w:color="auto"/>
        <w:right w:val="none" w:sz="0" w:space="0" w:color="auto"/>
      </w:divBdr>
    </w:div>
    <w:div w:id="1024021164">
      <w:bodyDiv w:val="1"/>
      <w:marLeft w:val="0"/>
      <w:marRight w:val="0"/>
      <w:marTop w:val="0"/>
      <w:marBottom w:val="0"/>
      <w:divBdr>
        <w:top w:val="none" w:sz="0" w:space="0" w:color="auto"/>
        <w:left w:val="none" w:sz="0" w:space="0" w:color="auto"/>
        <w:bottom w:val="none" w:sz="0" w:space="0" w:color="auto"/>
        <w:right w:val="none" w:sz="0" w:space="0" w:color="auto"/>
      </w:divBdr>
    </w:div>
    <w:div w:id="1025137143">
      <w:bodyDiv w:val="1"/>
      <w:marLeft w:val="0"/>
      <w:marRight w:val="0"/>
      <w:marTop w:val="0"/>
      <w:marBottom w:val="0"/>
      <w:divBdr>
        <w:top w:val="none" w:sz="0" w:space="0" w:color="auto"/>
        <w:left w:val="none" w:sz="0" w:space="0" w:color="auto"/>
        <w:bottom w:val="none" w:sz="0" w:space="0" w:color="auto"/>
        <w:right w:val="none" w:sz="0" w:space="0" w:color="auto"/>
      </w:divBdr>
    </w:div>
    <w:div w:id="1026371981">
      <w:bodyDiv w:val="1"/>
      <w:marLeft w:val="0"/>
      <w:marRight w:val="0"/>
      <w:marTop w:val="0"/>
      <w:marBottom w:val="0"/>
      <w:divBdr>
        <w:top w:val="none" w:sz="0" w:space="0" w:color="auto"/>
        <w:left w:val="none" w:sz="0" w:space="0" w:color="auto"/>
        <w:bottom w:val="none" w:sz="0" w:space="0" w:color="auto"/>
        <w:right w:val="none" w:sz="0" w:space="0" w:color="auto"/>
      </w:divBdr>
    </w:div>
    <w:div w:id="1029797145">
      <w:bodyDiv w:val="1"/>
      <w:marLeft w:val="0"/>
      <w:marRight w:val="0"/>
      <w:marTop w:val="0"/>
      <w:marBottom w:val="0"/>
      <w:divBdr>
        <w:top w:val="none" w:sz="0" w:space="0" w:color="auto"/>
        <w:left w:val="none" w:sz="0" w:space="0" w:color="auto"/>
        <w:bottom w:val="none" w:sz="0" w:space="0" w:color="auto"/>
        <w:right w:val="none" w:sz="0" w:space="0" w:color="auto"/>
      </w:divBdr>
    </w:div>
    <w:div w:id="1030229944">
      <w:bodyDiv w:val="1"/>
      <w:marLeft w:val="0"/>
      <w:marRight w:val="0"/>
      <w:marTop w:val="0"/>
      <w:marBottom w:val="0"/>
      <w:divBdr>
        <w:top w:val="none" w:sz="0" w:space="0" w:color="auto"/>
        <w:left w:val="none" w:sz="0" w:space="0" w:color="auto"/>
        <w:bottom w:val="none" w:sz="0" w:space="0" w:color="auto"/>
        <w:right w:val="none" w:sz="0" w:space="0" w:color="auto"/>
      </w:divBdr>
    </w:div>
    <w:div w:id="1030885001">
      <w:bodyDiv w:val="1"/>
      <w:marLeft w:val="0"/>
      <w:marRight w:val="0"/>
      <w:marTop w:val="0"/>
      <w:marBottom w:val="0"/>
      <w:divBdr>
        <w:top w:val="none" w:sz="0" w:space="0" w:color="auto"/>
        <w:left w:val="none" w:sz="0" w:space="0" w:color="auto"/>
        <w:bottom w:val="none" w:sz="0" w:space="0" w:color="auto"/>
        <w:right w:val="none" w:sz="0" w:space="0" w:color="auto"/>
      </w:divBdr>
    </w:div>
    <w:div w:id="1030954970">
      <w:bodyDiv w:val="1"/>
      <w:marLeft w:val="0"/>
      <w:marRight w:val="0"/>
      <w:marTop w:val="0"/>
      <w:marBottom w:val="0"/>
      <w:divBdr>
        <w:top w:val="none" w:sz="0" w:space="0" w:color="auto"/>
        <w:left w:val="none" w:sz="0" w:space="0" w:color="auto"/>
        <w:bottom w:val="none" w:sz="0" w:space="0" w:color="auto"/>
        <w:right w:val="none" w:sz="0" w:space="0" w:color="auto"/>
      </w:divBdr>
    </w:div>
    <w:div w:id="1031344381">
      <w:bodyDiv w:val="1"/>
      <w:marLeft w:val="0"/>
      <w:marRight w:val="0"/>
      <w:marTop w:val="0"/>
      <w:marBottom w:val="0"/>
      <w:divBdr>
        <w:top w:val="none" w:sz="0" w:space="0" w:color="auto"/>
        <w:left w:val="none" w:sz="0" w:space="0" w:color="auto"/>
        <w:bottom w:val="none" w:sz="0" w:space="0" w:color="auto"/>
        <w:right w:val="none" w:sz="0" w:space="0" w:color="auto"/>
      </w:divBdr>
    </w:div>
    <w:div w:id="1031956656">
      <w:bodyDiv w:val="1"/>
      <w:marLeft w:val="0"/>
      <w:marRight w:val="0"/>
      <w:marTop w:val="0"/>
      <w:marBottom w:val="0"/>
      <w:divBdr>
        <w:top w:val="none" w:sz="0" w:space="0" w:color="auto"/>
        <w:left w:val="none" w:sz="0" w:space="0" w:color="auto"/>
        <w:bottom w:val="none" w:sz="0" w:space="0" w:color="auto"/>
        <w:right w:val="none" w:sz="0" w:space="0" w:color="auto"/>
      </w:divBdr>
    </w:div>
    <w:div w:id="1032146023">
      <w:bodyDiv w:val="1"/>
      <w:marLeft w:val="0"/>
      <w:marRight w:val="0"/>
      <w:marTop w:val="0"/>
      <w:marBottom w:val="0"/>
      <w:divBdr>
        <w:top w:val="none" w:sz="0" w:space="0" w:color="auto"/>
        <w:left w:val="none" w:sz="0" w:space="0" w:color="auto"/>
        <w:bottom w:val="none" w:sz="0" w:space="0" w:color="auto"/>
        <w:right w:val="none" w:sz="0" w:space="0" w:color="auto"/>
      </w:divBdr>
    </w:div>
    <w:div w:id="1032877854">
      <w:bodyDiv w:val="1"/>
      <w:marLeft w:val="0"/>
      <w:marRight w:val="0"/>
      <w:marTop w:val="0"/>
      <w:marBottom w:val="0"/>
      <w:divBdr>
        <w:top w:val="none" w:sz="0" w:space="0" w:color="auto"/>
        <w:left w:val="none" w:sz="0" w:space="0" w:color="auto"/>
        <w:bottom w:val="none" w:sz="0" w:space="0" w:color="auto"/>
        <w:right w:val="none" w:sz="0" w:space="0" w:color="auto"/>
      </w:divBdr>
    </w:div>
    <w:div w:id="1033387705">
      <w:bodyDiv w:val="1"/>
      <w:marLeft w:val="0"/>
      <w:marRight w:val="0"/>
      <w:marTop w:val="0"/>
      <w:marBottom w:val="0"/>
      <w:divBdr>
        <w:top w:val="none" w:sz="0" w:space="0" w:color="auto"/>
        <w:left w:val="none" w:sz="0" w:space="0" w:color="auto"/>
        <w:bottom w:val="none" w:sz="0" w:space="0" w:color="auto"/>
        <w:right w:val="none" w:sz="0" w:space="0" w:color="auto"/>
      </w:divBdr>
    </w:div>
    <w:div w:id="1035622186">
      <w:bodyDiv w:val="1"/>
      <w:marLeft w:val="0"/>
      <w:marRight w:val="0"/>
      <w:marTop w:val="0"/>
      <w:marBottom w:val="0"/>
      <w:divBdr>
        <w:top w:val="none" w:sz="0" w:space="0" w:color="auto"/>
        <w:left w:val="none" w:sz="0" w:space="0" w:color="auto"/>
        <w:bottom w:val="none" w:sz="0" w:space="0" w:color="auto"/>
        <w:right w:val="none" w:sz="0" w:space="0" w:color="auto"/>
      </w:divBdr>
    </w:div>
    <w:div w:id="1035958220">
      <w:bodyDiv w:val="1"/>
      <w:marLeft w:val="0"/>
      <w:marRight w:val="0"/>
      <w:marTop w:val="0"/>
      <w:marBottom w:val="0"/>
      <w:divBdr>
        <w:top w:val="none" w:sz="0" w:space="0" w:color="auto"/>
        <w:left w:val="none" w:sz="0" w:space="0" w:color="auto"/>
        <w:bottom w:val="none" w:sz="0" w:space="0" w:color="auto"/>
        <w:right w:val="none" w:sz="0" w:space="0" w:color="auto"/>
      </w:divBdr>
    </w:div>
    <w:div w:id="1036657942">
      <w:bodyDiv w:val="1"/>
      <w:marLeft w:val="0"/>
      <w:marRight w:val="0"/>
      <w:marTop w:val="0"/>
      <w:marBottom w:val="0"/>
      <w:divBdr>
        <w:top w:val="none" w:sz="0" w:space="0" w:color="auto"/>
        <w:left w:val="none" w:sz="0" w:space="0" w:color="auto"/>
        <w:bottom w:val="none" w:sz="0" w:space="0" w:color="auto"/>
        <w:right w:val="none" w:sz="0" w:space="0" w:color="auto"/>
      </w:divBdr>
    </w:div>
    <w:div w:id="1036931083">
      <w:bodyDiv w:val="1"/>
      <w:marLeft w:val="0"/>
      <w:marRight w:val="0"/>
      <w:marTop w:val="0"/>
      <w:marBottom w:val="0"/>
      <w:divBdr>
        <w:top w:val="none" w:sz="0" w:space="0" w:color="auto"/>
        <w:left w:val="none" w:sz="0" w:space="0" w:color="auto"/>
        <w:bottom w:val="none" w:sz="0" w:space="0" w:color="auto"/>
        <w:right w:val="none" w:sz="0" w:space="0" w:color="auto"/>
      </w:divBdr>
    </w:div>
    <w:div w:id="1037043073">
      <w:bodyDiv w:val="1"/>
      <w:marLeft w:val="0"/>
      <w:marRight w:val="0"/>
      <w:marTop w:val="0"/>
      <w:marBottom w:val="0"/>
      <w:divBdr>
        <w:top w:val="none" w:sz="0" w:space="0" w:color="auto"/>
        <w:left w:val="none" w:sz="0" w:space="0" w:color="auto"/>
        <w:bottom w:val="none" w:sz="0" w:space="0" w:color="auto"/>
        <w:right w:val="none" w:sz="0" w:space="0" w:color="auto"/>
      </w:divBdr>
    </w:div>
    <w:div w:id="1038042490">
      <w:bodyDiv w:val="1"/>
      <w:marLeft w:val="0"/>
      <w:marRight w:val="0"/>
      <w:marTop w:val="0"/>
      <w:marBottom w:val="0"/>
      <w:divBdr>
        <w:top w:val="none" w:sz="0" w:space="0" w:color="auto"/>
        <w:left w:val="none" w:sz="0" w:space="0" w:color="auto"/>
        <w:bottom w:val="none" w:sz="0" w:space="0" w:color="auto"/>
        <w:right w:val="none" w:sz="0" w:space="0" w:color="auto"/>
      </w:divBdr>
    </w:div>
    <w:div w:id="1039278127">
      <w:bodyDiv w:val="1"/>
      <w:marLeft w:val="0"/>
      <w:marRight w:val="0"/>
      <w:marTop w:val="0"/>
      <w:marBottom w:val="0"/>
      <w:divBdr>
        <w:top w:val="none" w:sz="0" w:space="0" w:color="auto"/>
        <w:left w:val="none" w:sz="0" w:space="0" w:color="auto"/>
        <w:bottom w:val="none" w:sz="0" w:space="0" w:color="auto"/>
        <w:right w:val="none" w:sz="0" w:space="0" w:color="auto"/>
      </w:divBdr>
    </w:div>
    <w:div w:id="1040277543">
      <w:bodyDiv w:val="1"/>
      <w:marLeft w:val="0"/>
      <w:marRight w:val="0"/>
      <w:marTop w:val="0"/>
      <w:marBottom w:val="0"/>
      <w:divBdr>
        <w:top w:val="none" w:sz="0" w:space="0" w:color="auto"/>
        <w:left w:val="none" w:sz="0" w:space="0" w:color="auto"/>
        <w:bottom w:val="none" w:sz="0" w:space="0" w:color="auto"/>
        <w:right w:val="none" w:sz="0" w:space="0" w:color="auto"/>
      </w:divBdr>
    </w:div>
    <w:div w:id="1040319033">
      <w:bodyDiv w:val="1"/>
      <w:marLeft w:val="0"/>
      <w:marRight w:val="0"/>
      <w:marTop w:val="0"/>
      <w:marBottom w:val="0"/>
      <w:divBdr>
        <w:top w:val="none" w:sz="0" w:space="0" w:color="auto"/>
        <w:left w:val="none" w:sz="0" w:space="0" w:color="auto"/>
        <w:bottom w:val="none" w:sz="0" w:space="0" w:color="auto"/>
        <w:right w:val="none" w:sz="0" w:space="0" w:color="auto"/>
      </w:divBdr>
    </w:div>
    <w:div w:id="1041051886">
      <w:bodyDiv w:val="1"/>
      <w:marLeft w:val="0"/>
      <w:marRight w:val="0"/>
      <w:marTop w:val="0"/>
      <w:marBottom w:val="0"/>
      <w:divBdr>
        <w:top w:val="none" w:sz="0" w:space="0" w:color="auto"/>
        <w:left w:val="none" w:sz="0" w:space="0" w:color="auto"/>
        <w:bottom w:val="none" w:sz="0" w:space="0" w:color="auto"/>
        <w:right w:val="none" w:sz="0" w:space="0" w:color="auto"/>
      </w:divBdr>
    </w:div>
    <w:div w:id="1041399744">
      <w:bodyDiv w:val="1"/>
      <w:marLeft w:val="0"/>
      <w:marRight w:val="0"/>
      <w:marTop w:val="0"/>
      <w:marBottom w:val="0"/>
      <w:divBdr>
        <w:top w:val="none" w:sz="0" w:space="0" w:color="auto"/>
        <w:left w:val="none" w:sz="0" w:space="0" w:color="auto"/>
        <w:bottom w:val="none" w:sz="0" w:space="0" w:color="auto"/>
        <w:right w:val="none" w:sz="0" w:space="0" w:color="auto"/>
      </w:divBdr>
    </w:div>
    <w:div w:id="1041636264">
      <w:bodyDiv w:val="1"/>
      <w:marLeft w:val="0"/>
      <w:marRight w:val="0"/>
      <w:marTop w:val="0"/>
      <w:marBottom w:val="0"/>
      <w:divBdr>
        <w:top w:val="none" w:sz="0" w:space="0" w:color="auto"/>
        <w:left w:val="none" w:sz="0" w:space="0" w:color="auto"/>
        <w:bottom w:val="none" w:sz="0" w:space="0" w:color="auto"/>
        <w:right w:val="none" w:sz="0" w:space="0" w:color="auto"/>
      </w:divBdr>
    </w:div>
    <w:div w:id="1041902994">
      <w:bodyDiv w:val="1"/>
      <w:marLeft w:val="0"/>
      <w:marRight w:val="0"/>
      <w:marTop w:val="0"/>
      <w:marBottom w:val="0"/>
      <w:divBdr>
        <w:top w:val="none" w:sz="0" w:space="0" w:color="auto"/>
        <w:left w:val="none" w:sz="0" w:space="0" w:color="auto"/>
        <w:bottom w:val="none" w:sz="0" w:space="0" w:color="auto"/>
        <w:right w:val="none" w:sz="0" w:space="0" w:color="auto"/>
      </w:divBdr>
    </w:div>
    <w:div w:id="1042510860">
      <w:bodyDiv w:val="1"/>
      <w:marLeft w:val="0"/>
      <w:marRight w:val="0"/>
      <w:marTop w:val="0"/>
      <w:marBottom w:val="0"/>
      <w:divBdr>
        <w:top w:val="none" w:sz="0" w:space="0" w:color="auto"/>
        <w:left w:val="none" w:sz="0" w:space="0" w:color="auto"/>
        <w:bottom w:val="none" w:sz="0" w:space="0" w:color="auto"/>
        <w:right w:val="none" w:sz="0" w:space="0" w:color="auto"/>
      </w:divBdr>
    </w:div>
    <w:div w:id="1042707792">
      <w:bodyDiv w:val="1"/>
      <w:marLeft w:val="0"/>
      <w:marRight w:val="0"/>
      <w:marTop w:val="0"/>
      <w:marBottom w:val="0"/>
      <w:divBdr>
        <w:top w:val="none" w:sz="0" w:space="0" w:color="auto"/>
        <w:left w:val="none" w:sz="0" w:space="0" w:color="auto"/>
        <w:bottom w:val="none" w:sz="0" w:space="0" w:color="auto"/>
        <w:right w:val="none" w:sz="0" w:space="0" w:color="auto"/>
      </w:divBdr>
    </w:div>
    <w:div w:id="1043864786">
      <w:bodyDiv w:val="1"/>
      <w:marLeft w:val="0"/>
      <w:marRight w:val="0"/>
      <w:marTop w:val="0"/>
      <w:marBottom w:val="0"/>
      <w:divBdr>
        <w:top w:val="none" w:sz="0" w:space="0" w:color="auto"/>
        <w:left w:val="none" w:sz="0" w:space="0" w:color="auto"/>
        <w:bottom w:val="none" w:sz="0" w:space="0" w:color="auto"/>
        <w:right w:val="none" w:sz="0" w:space="0" w:color="auto"/>
      </w:divBdr>
    </w:div>
    <w:div w:id="1045181273">
      <w:bodyDiv w:val="1"/>
      <w:marLeft w:val="0"/>
      <w:marRight w:val="0"/>
      <w:marTop w:val="0"/>
      <w:marBottom w:val="0"/>
      <w:divBdr>
        <w:top w:val="none" w:sz="0" w:space="0" w:color="auto"/>
        <w:left w:val="none" w:sz="0" w:space="0" w:color="auto"/>
        <w:bottom w:val="none" w:sz="0" w:space="0" w:color="auto"/>
        <w:right w:val="none" w:sz="0" w:space="0" w:color="auto"/>
      </w:divBdr>
    </w:div>
    <w:div w:id="1045449117">
      <w:bodyDiv w:val="1"/>
      <w:marLeft w:val="0"/>
      <w:marRight w:val="0"/>
      <w:marTop w:val="0"/>
      <w:marBottom w:val="0"/>
      <w:divBdr>
        <w:top w:val="none" w:sz="0" w:space="0" w:color="auto"/>
        <w:left w:val="none" w:sz="0" w:space="0" w:color="auto"/>
        <w:bottom w:val="none" w:sz="0" w:space="0" w:color="auto"/>
        <w:right w:val="none" w:sz="0" w:space="0" w:color="auto"/>
      </w:divBdr>
    </w:div>
    <w:div w:id="1046610265">
      <w:bodyDiv w:val="1"/>
      <w:marLeft w:val="0"/>
      <w:marRight w:val="0"/>
      <w:marTop w:val="0"/>
      <w:marBottom w:val="0"/>
      <w:divBdr>
        <w:top w:val="none" w:sz="0" w:space="0" w:color="auto"/>
        <w:left w:val="none" w:sz="0" w:space="0" w:color="auto"/>
        <w:bottom w:val="none" w:sz="0" w:space="0" w:color="auto"/>
        <w:right w:val="none" w:sz="0" w:space="0" w:color="auto"/>
      </w:divBdr>
    </w:div>
    <w:div w:id="1048142665">
      <w:bodyDiv w:val="1"/>
      <w:marLeft w:val="0"/>
      <w:marRight w:val="0"/>
      <w:marTop w:val="0"/>
      <w:marBottom w:val="0"/>
      <w:divBdr>
        <w:top w:val="none" w:sz="0" w:space="0" w:color="auto"/>
        <w:left w:val="none" w:sz="0" w:space="0" w:color="auto"/>
        <w:bottom w:val="none" w:sz="0" w:space="0" w:color="auto"/>
        <w:right w:val="none" w:sz="0" w:space="0" w:color="auto"/>
      </w:divBdr>
    </w:div>
    <w:div w:id="1049375247">
      <w:bodyDiv w:val="1"/>
      <w:marLeft w:val="0"/>
      <w:marRight w:val="0"/>
      <w:marTop w:val="0"/>
      <w:marBottom w:val="0"/>
      <w:divBdr>
        <w:top w:val="none" w:sz="0" w:space="0" w:color="auto"/>
        <w:left w:val="none" w:sz="0" w:space="0" w:color="auto"/>
        <w:bottom w:val="none" w:sz="0" w:space="0" w:color="auto"/>
        <w:right w:val="none" w:sz="0" w:space="0" w:color="auto"/>
      </w:divBdr>
    </w:div>
    <w:div w:id="1050883595">
      <w:bodyDiv w:val="1"/>
      <w:marLeft w:val="0"/>
      <w:marRight w:val="0"/>
      <w:marTop w:val="0"/>
      <w:marBottom w:val="0"/>
      <w:divBdr>
        <w:top w:val="none" w:sz="0" w:space="0" w:color="auto"/>
        <w:left w:val="none" w:sz="0" w:space="0" w:color="auto"/>
        <w:bottom w:val="none" w:sz="0" w:space="0" w:color="auto"/>
        <w:right w:val="none" w:sz="0" w:space="0" w:color="auto"/>
      </w:divBdr>
    </w:div>
    <w:div w:id="1051541280">
      <w:bodyDiv w:val="1"/>
      <w:marLeft w:val="0"/>
      <w:marRight w:val="0"/>
      <w:marTop w:val="0"/>
      <w:marBottom w:val="0"/>
      <w:divBdr>
        <w:top w:val="none" w:sz="0" w:space="0" w:color="auto"/>
        <w:left w:val="none" w:sz="0" w:space="0" w:color="auto"/>
        <w:bottom w:val="none" w:sz="0" w:space="0" w:color="auto"/>
        <w:right w:val="none" w:sz="0" w:space="0" w:color="auto"/>
      </w:divBdr>
    </w:div>
    <w:div w:id="1052770715">
      <w:bodyDiv w:val="1"/>
      <w:marLeft w:val="0"/>
      <w:marRight w:val="0"/>
      <w:marTop w:val="0"/>
      <w:marBottom w:val="0"/>
      <w:divBdr>
        <w:top w:val="none" w:sz="0" w:space="0" w:color="auto"/>
        <w:left w:val="none" w:sz="0" w:space="0" w:color="auto"/>
        <w:bottom w:val="none" w:sz="0" w:space="0" w:color="auto"/>
        <w:right w:val="none" w:sz="0" w:space="0" w:color="auto"/>
      </w:divBdr>
    </w:div>
    <w:div w:id="1052995103">
      <w:bodyDiv w:val="1"/>
      <w:marLeft w:val="0"/>
      <w:marRight w:val="0"/>
      <w:marTop w:val="0"/>
      <w:marBottom w:val="0"/>
      <w:divBdr>
        <w:top w:val="none" w:sz="0" w:space="0" w:color="auto"/>
        <w:left w:val="none" w:sz="0" w:space="0" w:color="auto"/>
        <w:bottom w:val="none" w:sz="0" w:space="0" w:color="auto"/>
        <w:right w:val="none" w:sz="0" w:space="0" w:color="auto"/>
      </w:divBdr>
    </w:div>
    <w:div w:id="1054502127">
      <w:bodyDiv w:val="1"/>
      <w:marLeft w:val="0"/>
      <w:marRight w:val="0"/>
      <w:marTop w:val="0"/>
      <w:marBottom w:val="0"/>
      <w:divBdr>
        <w:top w:val="none" w:sz="0" w:space="0" w:color="auto"/>
        <w:left w:val="none" w:sz="0" w:space="0" w:color="auto"/>
        <w:bottom w:val="none" w:sz="0" w:space="0" w:color="auto"/>
        <w:right w:val="none" w:sz="0" w:space="0" w:color="auto"/>
      </w:divBdr>
    </w:div>
    <w:div w:id="1054935646">
      <w:bodyDiv w:val="1"/>
      <w:marLeft w:val="0"/>
      <w:marRight w:val="0"/>
      <w:marTop w:val="0"/>
      <w:marBottom w:val="0"/>
      <w:divBdr>
        <w:top w:val="none" w:sz="0" w:space="0" w:color="auto"/>
        <w:left w:val="none" w:sz="0" w:space="0" w:color="auto"/>
        <w:bottom w:val="none" w:sz="0" w:space="0" w:color="auto"/>
        <w:right w:val="none" w:sz="0" w:space="0" w:color="auto"/>
      </w:divBdr>
    </w:div>
    <w:div w:id="1055201959">
      <w:bodyDiv w:val="1"/>
      <w:marLeft w:val="0"/>
      <w:marRight w:val="0"/>
      <w:marTop w:val="0"/>
      <w:marBottom w:val="0"/>
      <w:divBdr>
        <w:top w:val="none" w:sz="0" w:space="0" w:color="auto"/>
        <w:left w:val="none" w:sz="0" w:space="0" w:color="auto"/>
        <w:bottom w:val="none" w:sz="0" w:space="0" w:color="auto"/>
        <w:right w:val="none" w:sz="0" w:space="0" w:color="auto"/>
      </w:divBdr>
    </w:div>
    <w:div w:id="1055394386">
      <w:bodyDiv w:val="1"/>
      <w:marLeft w:val="0"/>
      <w:marRight w:val="0"/>
      <w:marTop w:val="0"/>
      <w:marBottom w:val="0"/>
      <w:divBdr>
        <w:top w:val="none" w:sz="0" w:space="0" w:color="auto"/>
        <w:left w:val="none" w:sz="0" w:space="0" w:color="auto"/>
        <w:bottom w:val="none" w:sz="0" w:space="0" w:color="auto"/>
        <w:right w:val="none" w:sz="0" w:space="0" w:color="auto"/>
      </w:divBdr>
    </w:div>
    <w:div w:id="1055589464">
      <w:bodyDiv w:val="1"/>
      <w:marLeft w:val="0"/>
      <w:marRight w:val="0"/>
      <w:marTop w:val="0"/>
      <w:marBottom w:val="0"/>
      <w:divBdr>
        <w:top w:val="none" w:sz="0" w:space="0" w:color="auto"/>
        <w:left w:val="none" w:sz="0" w:space="0" w:color="auto"/>
        <w:bottom w:val="none" w:sz="0" w:space="0" w:color="auto"/>
        <w:right w:val="none" w:sz="0" w:space="0" w:color="auto"/>
      </w:divBdr>
    </w:div>
    <w:div w:id="1055853846">
      <w:bodyDiv w:val="1"/>
      <w:marLeft w:val="0"/>
      <w:marRight w:val="0"/>
      <w:marTop w:val="0"/>
      <w:marBottom w:val="0"/>
      <w:divBdr>
        <w:top w:val="none" w:sz="0" w:space="0" w:color="auto"/>
        <w:left w:val="none" w:sz="0" w:space="0" w:color="auto"/>
        <w:bottom w:val="none" w:sz="0" w:space="0" w:color="auto"/>
        <w:right w:val="none" w:sz="0" w:space="0" w:color="auto"/>
      </w:divBdr>
    </w:div>
    <w:div w:id="1057554950">
      <w:bodyDiv w:val="1"/>
      <w:marLeft w:val="0"/>
      <w:marRight w:val="0"/>
      <w:marTop w:val="0"/>
      <w:marBottom w:val="0"/>
      <w:divBdr>
        <w:top w:val="none" w:sz="0" w:space="0" w:color="auto"/>
        <w:left w:val="none" w:sz="0" w:space="0" w:color="auto"/>
        <w:bottom w:val="none" w:sz="0" w:space="0" w:color="auto"/>
        <w:right w:val="none" w:sz="0" w:space="0" w:color="auto"/>
      </w:divBdr>
    </w:div>
    <w:div w:id="1058406903">
      <w:bodyDiv w:val="1"/>
      <w:marLeft w:val="0"/>
      <w:marRight w:val="0"/>
      <w:marTop w:val="0"/>
      <w:marBottom w:val="0"/>
      <w:divBdr>
        <w:top w:val="none" w:sz="0" w:space="0" w:color="auto"/>
        <w:left w:val="none" w:sz="0" w:space="0" w:color="auto"/>
        <w:bottom w:val="none" w:sz="0" w:space="0" w:color="auto"/>
        <w:right w:val="none" w:sz="0" w:space="0" w:color="auto"/>
      </w:divBdr>
    </w:div>
    <w:div w:id="1059283108">
      <w:bodyDiv w:val="1"/>
      <w:marLeft w:val="0"/>
      <w:marRight w:val="0"/>
      <w:marTop w:val="0"/>
      <w:marBottom w:val="0"/>
      <w:divBdr>
        <w:top w:val="none" w:sz="0" w:space="0" w:color="auto"/>
        <w:left w:val="none" w:sz="0" w:space="0" w:color="auto"/>
        <w:bottom w:val="none" w:sz="0" w:space="0" w:color="auto"/>
        <w:right w:val="none" w:sz="0" w:space="0" w:color="auto"/>
      </w:divBdr>
    </w:div>
    <w:div w:id="1059741042">
      <w:bodyDiv w:val="1"/>
      <w:marLeft w:val="0"/>
      <w:marRight w:val="0"/>
      <w:marTop w:val="0"/>
      <w:marBottom w:val="0"/>
      <w:divBdr>
        <w:top w:val="none" w:sz="0" w:space="0" w:color="auto"/>
        <w:left w:val="none" w:sz="0" w:space="0" w:color="auto"/>
        <w:bottom w:val="none" w:sz="0" w:space="0" w:color="auto"/>
        <w:right w:val="none" w:sz="0" w:space="0" w:color="auto"/>
      </w:divBdr>
    </w:div>
    <w:div w:id="1060908481">
      <w:bodyDiv w:val="1"/>
      <w:marLeft w:val="0"/>
      <w:marRight w:val="0"/>
      <w:marTop w:val="0"/>
      <w:marBottom w:val="0"/>
      <w:divBdr>
        <w:top w:val="none" w:sz="0" w:space="0" w:color="auto"/>
        <w:left w:val="none" w:sz="0" w:space="0" w:color="auto"/>
        <w:bottom w:val="none" w:sz="0" w:space="0" w:color="auto"/>
        <w:right w:val="none" w:sz="0" w:space="0" w:color="auto"/>
      </w:divBdr>
    </w:div>
    <w:div w:id="1063068715">
      <w:bodyDiv w:val="1"/>
      <w:marLeft w:val="0"/>
      <w:marRight w:val="0"/>
      <w:marTop w:val="0"/>
      <w:marBottom w:val="0"/>
      <w:divBdr>
        <w:top w:val="none" w:sz="0" w:space="0" w:color="auto"/>
        <w:left w:val="none" w:sz="0" w:space="0" w:color="auto"/>
        <w:bottom w:val="none" w:sz="0" w:space="0" w:color="auto"/>
        <w:right w:val="none" w:sz="0" w:space="0" w:color="auto"/>
      </w:divBdr>
    </w:div>
    <w:div w:id="1063601374">
      <w:bodyDiv w:val="1"/>
      <w:marLeft w:val="0"/>
      <w:marRight w:val="0"/>
      <w:marTop w:val="0"/>
      <w:marBottom w:val="0"/>
      <w:divBdr>
        <w:top w:val="none" w:sz="0" w:space="0" w:color="auto"/>
        <w:left w:val="none" w:sz="0" w:space="0" w:color="auto"/>
        <w:bottom w:val="none" w:sz="0" w:space="0" w:color="auto"/>
        <w:right w:val="none" w:sz="0" w:space="0" w:color="auto"/>
      </w:divBdr>
    </w:div>
    <w:div w:id="1064567586">
      <w:bodyDiv w:val="1"/>
      <w:marLeft w:val="0"/>
      <w:marRight w:val="0"/>
      <w:marTop w:val="0"/>
      <w:marBottom w:val="0"/>
      <w:divBdr>
        <w:top w:val="none" w:sz="0" w:space="0" w:color="auto"/>
        <w:left w:val="none" w:sz="0" w:space="0" w:color="auto"/>
        <w:bottom w:val="none" w:sz="0" w:space="0" w:color="auto"/>
        <w:right w:val="none" w:sz="0" w:space="0" w:color="auto"/>
      </w:divBdr>
    </w:div>
    <w:div w:id="1064570939">
      <w:bodyDiv w:val="1"/>
      <w:marLeft w:val="0"/>
      <w:marRight w:val="0"/>
      <w:marTop w:val="0"/>
      <w:marBottom w:val="0"/>
      <w:divBdr>
        <w:top w:val="none" w:sz="0" w:space="0" w:color="auto"/>
        <w:left w:val="none" w:sz="0" w:space="0" w:color="auto"/>
        <w:bottom w:val="none" w:sz="0" w:space="0" w:color="auto"/>
        <w:right w:val="none" w:sz="0" w:space="0" w:color="auto"/>
      </w:divBdr>
    </w:div>
    <w:div w:id="1065565250">
      <w:bodyDiv w:val="1"/>
      <w:marLeft w:val="0"/>
      <w:marRight w:val="0"/>
      <w:marTop w:val="0"/>
      <w:marBottom w:val="0"/>
      <w:divBdr>
        <w:top w:val="none" w:sz="0" w:space="0" w:color="auto"/>
        <w:left w:val="none" w:sz="0" w:space="0" w:color="auto"/>
        <w:bottom w:val="none" w:sz="0" w:space="0" w:color="auto"/>
        <w:right w:val="none" w:sz="0" w:space="0" w:color="auto"/>
      </w:divBdr>
    </w:div>
    <w:div w:id="1065642443">
      <w:bodyDiv w:val="1"/>
      <w:marLeft w:val="0"/>
      <w:marRight w:val="0"/>
      <w:marTop w:val="0"/>
      <w:marBottom w:val="0"/>
      <w:divBdr>
        <w:top w:val="none" w:sz="0" w:space="0" w:color="auto"/>
        <w:left w:val="none" w:sz="0" w:space="0" w:color="auto"/>
        <w:bottom w:val="none" w:sz="0" w:space="0" w:color="auto"/>
        <w:right w:val="none" w:sz="0" w:space="0" w:color="auto"/>
      </w:divBdr>
    </w:div>
    <w:div w:id="1066031487">
      <w:bodyDiv w:val="1"/>
      <w:marLeft w:val="0"/>
      <w:marRight w:val="0"/>
      <w:marTop w:val="0"/>
      <w:marBottom w:val="0"/>
      <w:divBdr>
        <w:top w:val="none" w:sz="0" w:space="0" w:color="auto"/>
        <w:left w:val="none" w:sz="0" w:space="0" w:color="auto"/>
        <w:bottom w:val="none" w:sz="0" w:space="0" w:color="auto"/>
        <w:right w:val="none" w:sz="0" w:space="0" w:color="auto"/>
      </w:divBdr>
    </w:div>
    <w:div w:id="1066610202">
      <w:bodyDiv w:val="1"/>
      <w:marLeft w:val="0"/>
      <w:marRight w:val="0"/>
      <w:marTop w:val="0"/>
      <w:marBottom w:val="0"/>
      <w:divBdr>
        <w:top w:val="none" w:sz="0" w:space="0" w:color="auto"/>
        <w:left w:val="none" w:sz="0" w:space="0" w:color="auto"/>
        <w:bottom w:val="none" w:sz="0" w:space="0" w:color="auto"/>
        <w:right w:val="none" w:sz="0" w:space="0" w:color="auto"/>
      </w:divBdr>
    </w:div>
    <w:div w:id="1069038425">
      <w:bodyDiv w:val="1"/>
      <w:marLeft w:val="0"/>
      <w:marRight w:val="0"/>
      <w:marTop w:val="0"/>
      <w:marBottom w:val="0"/>
      <w:divBdr>
        <w:top w:val="none" w:sz="0" w:space="0" w:color="auto"/>
        <w:left w:val="none" w:sz="0" w:space="0" w:color="auto"/>
        <w:bottom w:val="none" w:sz="0" w:space="0" w:color="auto"/>
        <w:right w:val="none" w:sz="0" w:space="0" w:color="auto"/>
      </w:divBdr>
    </w:div>
    <w:div w:id="1069229690">
      <w:bodyDiv w:val="1"/>
      <w:marLeft w:val="0"/>
      <w:marRight w:val="0"/>
      <w:marTop w:val="0"/>
      <w:marBottom w:val="0"/>
      <w:divBdr>
        <w:top w:val="none" w:sz="0" w:space="0" w:color="auto"/>
        <w:left w:val="none" w:sz="0" w:space="0" w:color="auto"/>
        <w:bottom w:val="none" w:sz="0" w:space="0" w:color="auto"/>
        <w:right w:val="none" w:sz="0" w:space="0" w:color="auto"/>
      </w:divBdr>
    </w:div>
    <w:div w:id="1069889851">
      <w:bodyDiv w:val="1"/>
      <w:marLeft w:val="0"/>
      <w:marRight w:val="0"/>
      <w:marTop w:val="0"/>
      <w:marBottom w:val="0"/>
      <w:divBdr>
        <w:top w:val="none" w:sz="0" w:space="0" w:color="auto"/>
        <w:left w:val="none" w:sz="0" w:space="0" w:color="auto"/>
        <w:bottom w:val="none" w:sz="0" w:space="0" w:color="auto"/>
        <w:right w:val="none" w:sz="0" w:space="0" w:color="auto"/>
      </w:divBdr>
    </w:div>
    <w:div w:id="1069958730">
      <w:bodyDiv w:val="1"/>
      <w:marLeft w:val="0"/>
      <w:marRight w:val="0"/>
      <w:marTop w:val="0"/>
      <w:marBottom w:val="0"/>
      <w:divBdr>
        <w:top w:val="none" w:sz="0" w:space="0" w:color="auto"/>
        <w:left w:val="none" w:sz="0" w:space="0" w:color="auto"/>
        <w:bottom w:val="none" w:sz="0" w:space="0" w:color="auto"/>
        <w:right w:val="none" w:sz="0" w:space="0" w:color="auto"/>
      </w:divBdr>
    </w:div>
    <w:div w:id="1070419136">
      <w:bodyDiv w:val="1"/>
      <w:marLeft w:val="0"/>
      <w:marRight w:val="0"/>
      <w:marTop w:val="0"/>
      <w:marBottom w:val="0"/>
      <w:divBdr>
        <w:top w:val="none" w:sz="0" w:space="0" w:color="auto"/>
        <w:left w:val="none" w:sz="0" w:space="0" w:color="auto"/>
        <w:bottom w:val="none" w:sz="0" w:space="0" w:color="auto"/>
        <w:right w:val="none" w:sz="0" w:space="0" w:color="auto"/>
      </w:divBdr>
    </w:div>
    <w:div w:id="1070885069">
      <w:bodyDiv w:val="1"/>
      <w:marLeft w:val="0"/>
      <w:marRight w:val="0"/>
      <w:marTop w:val="0"/>
      <w:marBottom w:val="0"/>
      <w:divBdr>
        <w:top w:val="none" w:sz="0" w:space="0" w:color="auto"/>
        <w:left w:val="none" w:sz="0" w:space="0" w:color="auto"/>
        <w:bottom w:val="none" w:sz="0" w:space="0" w:color="auto"/>
        <w:right w:val="none" w:sz="0" w:space="0" w:color="auto"/>
      </w:divBdr>
    </w:div>
    <w:div w:id="1071082614">
      <w:bodyDiv w:val="1"/>
      <w:marLeft w:val="0"/>
      <w:marRight w:val="0"/>
      <w:marTop w:val="0"/>
      <w:marBottom w:val="0"/>
      <w:divBdr>
        <w:top w:val="none" w:sz="0" w:space="0" w:color="auto"/>
        <w:left w:val="none" w:sz="0" w:space="0" w:color="auto"/>
        <w:bottom w:val="none" w:sz="0" w:space="0" w:color="auto"/>
        <w:right w:val="none" w:sz="0" w:space="0" w:color="auto"/>
      </w:divBdr>
    </w:div>
    <w:div w:id="1071317565">
      <w:bodyDiv w:val="1"/>
      <w:marLeft w:val="0"/>
      <w:marRight w:val="0"/>
      <w:marTop w:val="0"/>
      <w:marBottom w:val="0"/>
      <w:divBdr>
        <w:top w:val="none" w:sz="0" w:space="0" w:color="auto"/>
        <w:left w:val="none" w:sz="0" w:space="0" w:color="auto"/>
        <w:bottom w:val="none" w:sz="0" w:space="0" w:color="auto"/>
        <w:right w:val="none" w:sz="0" w:space="0" w:color="auto"/>
      </w:divBdr>
    </w:div>
    <w:div w:id="1073314877">
      <w:bodyDiv w:val="1"/>
      <w:marLeft w:val="0"/>
      <w:marRight w:val="0"/>
      <w:marTop w:val="0"/>
      <w:marBottom w:val="0"/>
      <w:divBdr>
        <w:top w:val="none" w:sz="0" w:space="0" w:color="auto"/>
        <w:left w:val="none" w:sz="0" w:space="0" w:color="auto"/>
        <w:bottom w:val="none" w:sz="0" w:space="0" w:color="auto"/>
        <w:right w:val="none" w:sz="0" w:space="0" w:color="auto"/>
      </w:divBdr>
    </w:div>
    <w:div w:id="1073770379">
      <w:bodyDiv w:val="1"/>
      <w:marLeft w:val="0"/>
      <w:marRight w:val="0"/>
      <w:marTop w:val="0"/>
      <w:marBottom w:val="0"/>
      <w:divBdr>
        <w:top w:val="none" w:sz="0" w:space="0" w:color="auto"/>
        <w:left w:val="none" w:sz="0" w:space="0" w:color="auto"/>
        <w:bottom w:val="none" w:sz="0" w:space="0" w:color="auto"/>
        <w:right w:val="none" w:sz="0" w:space="0" w:color="auto"/>
      </w:divBdr>
    </w:div>
    <w:div w:id="1074862981">
      <w:bodyDiv w:val="1"/>
      <w:marLeft w:val="0"/>
      <w:marRight w:val="0"/>
      <w:marTop w:val="0"/>
      <w:marBottom w:val="0"/>
      <w:divBdr>
        <w:top w:val="none" w:sz="0" w:space="0" w:color="auto"/>
        <w:left w:val="none" w:sz="0" w:space="0" w:color="auto"/>
        <w:bottom w:val="none" w:sz="0" w:space="0" w:color="auto"/>
        <w:right w:val="none" w:sz="0" w:space="0" w:color="auto"/>
      </w:divBdr>
    </w:div>
    <w:div w:id="1075130564">
      <w:bodyDiv w:val="1"/>
      <w:marLeft w:val="0"/>
      <w:marRight w:val="0"/>
      <w:marTop w:val="0"/>
      <w:marBottom w:val="0"/>
      <w:divBdr>
        <w:top w:val="none" w:sz="0" w:space="0" w:color="auto"/>
        <w:left w:val="none" w:sz="0" w:space="0" w:color="auto"/>
        <w:bottom w:val="none" w:sz="0" w:space="0" w:color="auto"/>
        <w:right w:val="none" w:sz="0" w:space="0" w:color="auto"/>
      </w:divBdr>
    </w:div>
    <w:div w:id="1075594711">
      <w:bodyDiv w:val="1"/>
      <w:marLeft w:val="0"/>
      <w:marRight w:val="0"/>
      <w:marTop w:val="0"/>
      <w:marBottom w:val="0"/>
      <w:divBdr>
        <w:top w:val="none" w:sz="0" w:space="0" w:color="auto"/>
        <w:left w:val="none" w:sz="0" w:space="0" w:color="auto"/>
        <w:bottom w:val="none" w:sz="0" w:space="0" w:color="auto"/>
        <w:right w:val="none" w:sz="0" w:space="0" w:color="auto"/>
      </w:divBdr>
    </w:div>
    <w:div w:id="1075934775">
      <w:bodyDiv w:val="1"/>
      <w:marLeft w:val="0"/>
      <w:marRight w:val="0"/>
      <w:marTop w:val="0"/>
      <w:marBottom w:val="0"/>
      <w:divBdr>
        <w:top w:val="none" w:sz="0" w:space="0" w:color="auto"/>
        <w:left w:val="none" w:sz="0" w:space="0" w:color="auto"/>
        <w:bottom w:val="none" w:sz="0" w:space="0" w:color="auto"/>
        <w:right w:val="none" w:sz="0" w:space="0" w:color="auto"/>
      </w:divBdr>
    </w:div>
    <w:div w:id="1076591562">
      <w:bodyDiv w:val="1"/>
      <w:marLeft w:val="0"/>
      <w:marRight w:val="0"/>
      <w:marTop w:val="0"/>
      <w:marBottom w:val="0"/>
      <w:divBdr>
        <w:top w:val="none" w:sz="0" w:space="0" w:color="auto"/>
        <w:left w:val="none" w:sz="0" w:space="0" w:color="auto"/>
        <w:bottom w:val="none" w:sz="0" w:space="0" w:color="auto"/>
        <w:right w:val="none" w:sz="0" w:space="0" w:color="auto"/>
      </w:divBdr>
    </w:div>
    <w:div w:id="1076978727">
      <w:bodyDiv w:val="1"/>
      <w:marLeft w:val="0"/>
      <w:marRight w:val="0"/>
      <w:marTop w:val="0"/>
      <w:marBottom w:val="0"/>
      <w:divBdr>
        <w:top w:val="none" w:sz="0" w:space="0" w:color="auto"/>
        <w:left w:val="none" w:sz="0" w:space="0" w:color="auto"/>
        <w:bottom w:val="none" w:sz="0" w:space="0" w:color="auto"/>
        <w:right w:val="none" w:sz="0" w:space="0" w:color="auto"/>
      </w:divBdr>
    </w:div>
    <w:div w:id="1077283365">
      <w:bodyDiv w:val="1"/>
      <w:marLeft w:val="0"/>
      <w:marRight w:val="0"/>
      <w:marTop w:val="0"/>
      <w:marBottom w:val="0"/>
      <w:divBdr>
        <w:top w:val="none" w:sz="0" w:space="0" w:color="auto"/>
        <w:left w:val="none" w:sz="0" w:space="0" w:color="auto"/>
        <w:bottom w:val="none" w:sz="0" w:space="0" w:color="auto"/>
        <w:right w:val="none" w:sz="0" w:space="0" w:color="auto"/>
      </w:divBdr>
    </w:div>
    <w:div w:id="1077440523">
      <w:bodyDiv w:val="1"/>
      <w:marLeft w:val="0"/>
      <w:marRight w:val="0"/>
      <w:marTop w:val="0"/>
      <w:marBottom w:val="0"/>
      <w:divBdr>
        <w:top w:val="none" w:sz="0" w:space="0" w:color="auto"/>
        <w:left w:val="none" w:sz="0" w:space="0" w:color="auto"/>
        <w:bottom w:val="none" w:sz="0" w:space="0" w:color="auto"/>
        <w:right w:val="none" w:sz="0" w:space="0" w:color="auto"/>
      </w:divBdr>
    </w:div>
    <w:div w:id="1077820817">
      <w:bodyDiv w:val="1"/>
      <w:marLeft w:val="0"/>
      <w:marRight w:val="0"/>
      <w:marTop w:val="0"/>
      <w:marBottom w:val="0"/>
      <w:divBdr>
        <w:top w:val="none" w:sz="0" w:space="0" w:color="auto"/>
        <w:left w:val="none" w:sz="0" w:space="0" w:color="auto"/>
        <w:bottom w:val="none" w:sz="0" w:space="0" w:color="auto"/>
        <w:right w:val="none" w:sz="0" w:space="0" w:color="auto"/>
      </w:divBdr>
    </w:div>
    <w:div w:id="1077822767">
      <w:bodyDiv w:val="1"/>
      <w:marLeft w:val="0"/>
      <w:marRight w:val="0"/>
      <w:marTop w:val="0"/>
      <w:marBottom w:val="0"/>
      <w:divBdr>
        <w:top w:val="none" w:sz="0" w:space="0" w:color="auto"/>
        <w:left w:val="none" w:sz="0" w:space="0" w:color="auto"/>
        <w:bottom w:val="none" w:sz="0" w:space="0" w:color="auto"/>
        <w:right w:val="none" w:sz="0" w:space="0" w:color="auto"/>
      </w:divBdr>
    </w:div>
    <w:div w:id="1079712829">
      <w:bodyDiv w:val="1"/>
      <w:marLeft w:val="0"/>
      <w:marRight w:val="0"/>
      <w:marTop w:val="0"/>
      <w:marBottom w:val="0"/>
      <w:divBdr>
        <w:top w:val="none" w:sz="0" w:space="0" w:color="auto"/>
        <w:left w:val="none" w:sz="0" w:space="0" w:color="auto"/>
        <w:bottom w:val="none" w:sz="0" w:space="0" w:color="auto"/>
        <w:right w:val="none" w:sz="0" w:space="0" w:color="auto"/>
      </w:divBdr>
    </w:div>
    <w:div w:id="1079866486">
      <w:bodyDiv w:val="1"/>
      <w:marLeft w:val="0"/>
      <w:marRight w:val="0"/>
      <w:marTop w:val="0"/>
      <w:marBottom w:val="0"/>
      <w:divBdr>
        <w:top w:val="none" w:sz="0" w:space="0" w:color="auto"/>
        <w:left w:val="none" w:sz="0" w:space="0" w:color="auto"/>
        <w:bottom w:val="none" w:sz="0" w:space="0" w:color="auto"/>
        <w:right w:val="none" w:sz="0" w:space="0" w:color="auto"/>
      </w:divBdr>
    </w:div>
    <w:div w:id="1081676140">
      <w:bodyDiv w:val="1"/>
      <w:marLeft w:val="0"/>
      <w:marRight w:val="0"/>
      <w:marTop w:val="0"/>
      <w:marBottom w:val="0"/>
      <w:divBdr>
        <w:top w:val="none" w:sz="0" w:space="0" w:color="auto"/>
        <w:left w:val="none" w:sz="0" w:space="0" w:color="auto"/>
        <w:bottom w:val="none" w:sz="0" w:space="0" w:color="auto"/>
        <w:right w:val="none" w:sz="0" w:space="0" w:color="auto"/>
      </w:divBdr>
    </w:div>
    <w:div w:id="1081952558">
      <w:bodyDiv w:val="1"/>
      <w:marLeft w:val="0"/>
      <w:marRight w:val="0"/>
      <w:marTop w:val="0"/>
      <w:marBottom w:val="0"/>
      <w:divBdr>
        <w:top w:val="none" w:sz="0" w:space="0" w:color="auto"/>
        <w:left w:val="none" w:sz="0" w:space="0" w:color="auto"/>
        <w:bottom w:val="none" w:sz="0" w:space="0" w:color="auto"/>
        <w:right w:val="none" w:sz="0" w:space="0" w:color="auto"/>
      </w:divBdr>
    </w:div>
    <w:div w:id="1082947666">
      <w:bodyDiv w:val="1"/>
      <w:marLeft w:val="0"/>
      <w:marRight w:val="0"/>
      <w:marTop w:val="0"/>
      <w:marBottom w:val="0"/>
      <w:divBdr>
        <w:top w:val="none" w:sz="0" w:space="0" w:color="auto"/>
        <w:left w:val="none" w:sz="0" w:space="0" w:color="auto"/>
        <w:bottom w:val="none" w:sz="0" w:space="0" w:color="auto"/>
        <w:right w:val="none" w:sz="0" w:space="0" w:color="auto"/>
      </w:divBdr>
    </w:div>
    <w:div w:id="1083185204">
      <w:bodyDiv w:val="1"/>
      <w:marLeft w:val="0"/>
      <w:marRight w:val="0"/>
      <w:marTop w:val="0"/>
      <w:marBottom w:val="0"/>
      <w:divBdr>
        <w:top w:val="none" w:sz="0" w:space="0" w:color="auto"/>
        <w:left w:val="none" w:sz="0" w:space="0" w:color="auto"/>
        <w:bottom w:val="none" w:sz="0" w:space="0" w:color="auto"/>
        <w:right w:val="none" w:sz="0" w:space="0" w:color="auto"/>
      </w:divBdr>
    </w:div>
    <w:div w:id="1085302196">
      <w:bodyDiv w:val="1"/>
      <w:marLeft w:val="0"/>
      <w:marRight w:val="0"/>
      <w:marTop w:val="0"/>
      <w:marBottom w:val="0"/>
      <w:divBdr>
        <w:top w:val="none" w:sz="0" w:space="0" w:color="auto"/>
        <w:left w:val="none" w:sz="0" w:space="0" w:color="auto"/>
        <w:bottom w:val="none" w:sz="0" w:space="0" w:color="auto"/>
        <w:right w:val="none" w:sz="0" w:space="0" w:color="auto"/>
      </w:divBdr>
    </w:div>
    <w:div w:id="1085303840">
      <w:bodyDiv w:val="1"/>
      <w:marLeft w:val="0"/>
      <w:marRight w:val="0"/>
      <w:marTop w:val="0"/>
      <w:marBottom w:val="0"/>
      <w:divBdr>
        <w:top w:val="none" w:sz="0" w:space="0" w:color="auto"/>
        <w:left w:val="none" w:sz="0" w:space="0" w:color="auto"/>
        <w:bottom w:val="none" w:sz="0" w:space="0" w:color="auto"/>
        <w:right w:val="none" w:sz="0" w:space="0" w:color="auto"/>
      </w:divBdr>
    </w:div>
    <w:div w:id="1085682970">
      <w:bodyDiv w:val="1"/>
      <w:marLeft w:val="0"/>
      <w:marRight w:val="0"/>
      <w:marTop w:val="0"/>
      <w:marBottom w:val="0"/>
      <w:divBdr>
        <w:top w:val="none" w:sz="0" w:space="0" w:color="auto"/>
        <w:left w:val="none" w:sz="0" w:space="0" w:color="auto"/>
        <w:bottom w:val="none" w:sz="0" w:space="0" w:color="auto"/>
        <w:right w:val="none" w:sz="0" w:space="0" w:color="auto"/>
      </w:divBdr>
    </w:div>
    <w:div w:id="1086151990">
      <w:bodyDiv w:val="1"/>
      <w:marLeft w:val="0"/>
      <w:marRight w:val="0"/>
      <w:marTop w:val="0"/>
      <w:marBottom w:val="0"/>
      <w:divBdr>
        <w:top w:val="none" w:sz="0" w:space="0" w:color="auto"/>
        <w:left w:val="none" w:sz="0" w:space="0" w:color="auto"/>
        <w:bottom w:val="none" w:sz="0" w:space="0" w:color="auto"/>
        <w:right w:val="none" w:sz="0" w:space="0" w:color="auto"/>
      </w:divBdr>
    </w:div>
    <w:div w:id="1087191077">
      <w:bodyDiv w:val="1"/>
      <w:marLeft w:val="0"/>
      <w:marRight w:val="0"/>
      <w:marTop w:val="0"/>
      <w:marBottom w:val="0"/>
      <w:divBdr>
        <w:top w:val="none" w:sz="0" w:space="0" w:color="auto"/>
        <w:left w:val="none" w:sz="0" w:space="0" w:color="auto"/>
        <w:bottom w:val="none" w:sz="0" w:space="0" w:color="auto"/>
        <w:right w:val="none" w:sz="0" w:space="0" w:color="auto"/>
      </w:divBdr>
    </w:div>
    <w:div w:id="1087339633">
      <w:bodyDiv w:val="1"/>
      <w:marLeft w:val="0"/>
      <w:marRight w:val="0"/>
      <w:marTop w:val="0"/>
      <w:marBottom w:val="0"/>
      <w:divBdr>
        <w:top w:val="none" w:sz="0" w:space="0" w:color="auto"/>
        <w:left w:val="none" w:sz="0" w:space="0" w:color="auto"/>
        <w:bottom w:val="none" w:sz="0" w:space="0" w:color="auto"/>
        <w:right w:val="none" w:sz="0" w:space="0" w:color="auto"/>
      </w:divBdr>
    </w:div>
    <w:div w:id="1087963618">
      <w:bodyDiv w:val="1"/>
      <w:marLeft w:val="0"/>
      <w:marRight w:val="0"/>
      <w:marTop w:val="0"/>
      <w:marBottom w:val="0"/>
      <w:divBdr>
        <w:top w:val="none" w:sz="0" w:space="0" w:color="auto"/>
        <w:left w:val="none" w:sz="0" w:space="0" w:color="auto"/>
        <w:bottom w:val="none" w:sz="0" w:space="0" w:color="auto"/>
        <w:right w:val="none" w:sz="0" w:space="0" w:color="auto"/>
      </w:divBdr>
    </w:div>
    <w:div w:id="1088309279">
      <w:bodyDiv w:val="1"/>
      <w:marLeft w:val="0"/>
      <w:marRight w:val="0"/>
      <w:marTop w:val="0"/>
      <w:marBottom w:val="0"/>
      <w:divBdr>
        <w:top w:val="none" w:sz="0" w:space="0" w:color="auto"/>
        <w:left w:val="none" w:sz="0" w:space="0" w:color="auto"/>
        <w:bottom w:val="none" w:sz="0" w:space="0" w:color="auto"/>
        <w:right w:val="none" w:sz="0" w:space="0" w:color="auto"/>
      </w:divBdr>
    </w:div>
    <w:div w:id="1088426692">
      <w:bodyDiv w:val="1"/>
      <w:marLeft w:val="0"/>
      <w:marRight w:val="0"/>
      <w:marTop w:val="0"/>
      <w:marBottom w:val="0"/>
      <w:divBdr>
        <w:top w:val="none" w:sz="0" w:space="0" w:color="auto"/>
        <w:left w:val="none" w:sz="0" w:space="0" w:color="auto"/>
        <w:bottom w:val="none" w:sz="0" w:space="0" w:color="auto"/>
        <w:right w:val="none" w:sz="0" w:space="0" w:color="auto"/>
      </w:divBdr>
    </w:div>
    <w:div w:id="1089079544">
      <w:bodyDiv w:val="1"/>
      <w:marLeft w:val="0"/>
      <w:marRight w:val="0"/>
      <w:marTop w:val="0"/>
      <w:marBottom w:val="0"/>
      <w:divBdr>
        <w:top w:val="none" w:sz="0" w:space="0" w:color="auto"/>
        <w:left w:val="none" w:sz="0" w:space="0" w:color="auto"/>
        <w:bottom w:val="none" w:sz="0" w:space="0" w:color="auto"/>
        <w:right w:val="none" w:sz="0" w:space="0" w:color="auto"/>
      </w:divBdr>
    </w:div>
    <w:div w:id="1090151895">
      <w:bodyDiv w:val="1"/>
      <w:marLeft w:val="0"/>
      <w:marRight w:val="0"/>
      <w:marTop w:val="0"/>
      <w:marBottom w:val="0"/>
      <w:divBdr>
        <w:top w:val="none" w:sz="0" w:space="0" w:color="auto"/>
        <w:left w:val="none" w:sz="0" w:space="0" w:color="auto"/>
        <w:bottom w:val="none" w:sz="0" w:space="0" w:color="auto"/>
        <w:right w:val="none" w:sz="0" w:space="0" w:color="auto"/>
      </w:divBdr>
    </w:div>
    <w:div w:id="1090156177">
      <w:bodyDiv w:val="1"/>
      <w:marLeft w:val="0"/>
      <w:marRight w:val="0"/>
      <w:marTop w:val="0"/>
      <w:marBottom w:val="0"/>
      <w:divBdr>
        <w:top w:val="none" w:sz="0" w:space="0" w:color="auto"/>
        <w:left w:val="none" w:sz="0" w:space="0" w:color="auto"/>
        <w:bottom w:val="none" w:sz="0" w:space="0" w:color="auto"/>
        <w:right w:val="none" w:sz="0" w:space="0" w:color="auto"/>
      </w:divBdr>
    </w:div>
    <w:div w:id="1090388786">
      <w:bodyDiv w:val="1"/>
      <w:marLeft w:val="0"/>
      <w:marRight w:val="0"/>
      <w:marTop w:val="0"/>
      <w:marBottom w:val="0"/>
      <w:divBdr>
        <w:top w:val="none" w:sz="0" w:space="0" w:color="auto"/>
        <w:left w:val="none" w:sz="0" w:space="0" w:color="auto"/>
        <w:bottom w:val="none" w:sz="0" w:space="0" w:color="auto"/>
        <w:right w:val="none" w:sz="0" w:space="0" w:color="auto"/>
      </w:divBdr>
    </w:div>
    <w:div w:id="1092429331">
      <w:bodyDiv w:val="1"/>
      <w:marLeft w:val="0"/>
      <w:marRight w:val="0"/>
      <w:marTop w:val="0"/>
      <w:marBottom w:val="0"/>
      <w:divBdr>
        <w:top w:val="none" w:sz="0" w:space="0" w:color="auto"/>
        <w:left w:val="none" w:sz="0" w:space="0" w:color="auto"/>
        <w:bottom w:val="none" w:sz="0" w:space="0" w:color="auto"/>
        <w:right w:val="none" w:sz="0" w:space="0" w:color="auto"/>
      </w:divBdr>
    </w:div>
    <w:div w:id="1093357756">
      <w:bodyDiv w:val="1"/>
      <w:marLeft w:val="0"/>
      <w:marRight w:val="0"/>
      <w:marTop w:val="0"/>
      <w:marBottom w:val="0"/>
      <w:divBdr>
        <w:top w:val="none" w:sz="0" w:space="0" w:color="auto"/>
        <w:left w:val="none" w:sz="0" w:space="0" w:color="auto"/>
        <w:bottom w:val="none" w:sz="0" w:space="0" w:color="auto"/>
        <w:right w:val="none" w:sz="0" w:space="0" w:color="auto"/>
      </w:divBdr>
    </w:div>
    <w:div w:id="1093747971">
      <w:bodyDiv w:val="1"/>
      <w:marLeft w:val="0"/>
      <w:marRight w:val="0"/>
      <w:marTop w:val="0"/>
      <w:marBottom w:val="0"/>
      <w:divBdr>
        <w:top w:val="none" w:sz="0" w:space="0" w:color="auto"/>
        <w:left w:val="none" w:sz="0" w:space="0" w:color="auto"/>
        <w:bottom w:val="none" w:sz="0" w:space="0" w:color="auto"/>
        <w:right w:val="none" w:sz="0" w:space="0" w:color="auto"/>
      </w:divBdr>
    </w:div>
    <w:div w:id="1094470986">
      <w:bodyDiv w:val="1"/>
      <w:marLeft w:val="0"/>
      <w:marRight w:val="0"/>
      <w:marTop w:val="0"/>
      <w:marBottom w:val="0"/>
      <w:divBdr>
        <w:top w:val="none" w:sz="0" w:space="0" w:color="auto"/>
        <w:left w:val="none" w:sz="0" w:space="0" w:color="auto"/>
        <w:bottom w:val="none" w:sz="0" w:space="0" w:color="auto"/>
        <w:right w:val="none" w:sz="0" w:space="0" w:color="auto"/>
      </w:divBdr>
    </w:div>
    <w:div w:id="1094473716">
      <w:bodyDiv w:val="1"/>
      <w:marLeft w:val="0"/>
      <w:marRight w:val="0"/>
      <w:marTop w:val="0"/>
      <w:marBottom w:val="0"/>
      <w:divBdr>
        <w:top w:val="none" w:sz="0" w:space="0" w:color="auto"/>
        <w:left w:val="none" w:sz="0" w:space="0" w:color="auto"/>
        <w:bottom w:val="none" w:sz="0" w:space="0" w:color="auto"/>
        <w:right w:val="none" w:sz="0" w:space="0" w:color="auto"/>
      </w:divBdr>
    </w:div>
    <w:div w:id="1094477701">
      <w:bodyDiv w:val="1"/>
      <w:marLeft w:val="0"/>
      <w:marRight w:val="0"/>
      <w:marTop w:val="0"/>
      <w:marBottom w:val="0"/>
      <w:divBdr>
        <w:top w:val="none" w:sz="0" w:space="0" w:color="auto"/>
        <w:left w:val="none" w:sz="0" w:space="0" w:color="auto"/>
        <w:bottom w:val="none" w:sz="0" w:space="0" w:color="auto"/>
        <w:right w:val="none" w:sz="0" w:space="0" w:color="auto"/>
      </w:divBdr>
    </w:div>
    <w:div w:id="1094663576">
      <w:bodyDiv w:val="1"/>
      <w:marLeft w:val="0"/>
      <w:marRight w:val="0"/>
      <w:marTop w:val="0"/>
      <w:marBottom w:val="0"/>
      <w:divBdr>
        <w:top w:val="none" w:sz="0" w:space="0" w:color="auto"/>
        <w:left w:val="none" w:sz="0" w:space="0" w:color="auto"/>
        <w:bottom w:val="none" w:sz="0" w:space="0" w:color="auto"/>
        <w:right w:val="none" w:sz="0" w:space="0" w:color="auto"/>
      </w:divBdr>
    </w:div>
    <w:div w:id="1095054105">
      <w:bodyDiv w:val="1"/>
      <w:marLeft w:val="0"/>
      <w:marRight w:val="0"/>
      <w:marTop w:val="0"/>
      <w:marBottom w:val="0"/>
      <w:divBdr>
        <w:top w:val="none" w:sz="0" w:space="0" w:color="auto"/>
        <w:left w:val="none" w:sz="0" w:space="0" w:color="auto"/>
        <w:bottom w:val="none" w:sz="0" w:space="0" w:color="auto"/>
        <w:right w:val="none" w:sz="0" w:space="0" w:color="auto"/>
      </w:divBdr>
    </w:div>
    <w:div w:id="1096242946">
      <w:bodyDiv w:val="1"/>
      <w:marLeft w:val="0"/>
      <w:marRight w:val="0"/>
      <w:marTop w:val="0"/>
      <w:marBottom w:val="0"/>
      <w:divBdr>
        <w:top w:val="none" w:sz="0" w:space="0" w:color="auto"/>
        <w:left w:val="none" w:sz="0" w:space="0" w:color="auto"/>
        <w:bottom w:val="none" w:sz="0" w:space="0" w:color="auto"/>
        <w:right w:val="none" w:sz="0" w:space="0" w:color="auto"/>
      </w:divBdr>
    </w:div>
    <w:div w:id="1096754336">
      <w:bodyDiv w:val="1"/>
      <w:marLeft w:val="0"/>
      <w:marRight w:val="0"/>
      <w:marTop w:val="0"/>
      <w:marBottom w:val="0"/>
      <w:divBdr>
        <w:top w:val="none" w:sz="0" w:space="0" w:color="auto"/>
        <w:left w:val="none" w:sz="0" w:space="0" w:color="auto"/>
        <w:bottom w:val="none" w:sz="0" w:space="0" w:color="auto"/>
        <w:right w:val="none" w:sz="0" w:space="0" w:color="auto"/>
      </w:divBdr>
    </w:div>
    <w:div w:id="1096944448">
      <w:bodyDiv w:val="1"/>
      <w:marLeft w:val="0"/>
      <w:marRight w:val="0"/>
      <w:marTop w:val="0"/>
      <w:marBottom w:val="0"/>
      <w:divBdr>
        <w:top w:val="none" w:sz="0" w:space="0" w:color="auto"/>
        <w:left w:val="none" w:sz="0" w:space="0" w:color="auto"/>
        <w:bottom w:val="none" w:sz="0" w:space="0" w:color="auto"/>
        <w:right w:val="none" w:sz="0" w:space="0" w:color="auto"/>
      </w:divBdr>
    </w:div>
    <w:div w:id="1097293569">
      <w:bodyDiv w:val="1"/>
      <w:marLeft w:val="0"/>
      <w:marRight w:val="0"/>
      <w:marTop w:val="0"/>
      <w:marBottom w:val="0"/>
      <w:divBdr>
        <w:top w:val="none" w:sz="0" w:space="0" w:color="auto"/>
        <w:left w:val="none" w:sz="0" w:space="0" w:color="auto"/>
        <w:bottom w:val="none" w:sz="0" w:space="0" w:color="auto"/>
        <w:right w:val="none" w:sz="0" w:space="0" w:color="auto"/>
      </w:divBdr>
    </w:div>
    <w:div w:id="1097406279">
      <w:bodyDiv w:val="1"/>
      <w:marLeft w:val="0"/>
      <w:marRight w:val="0"/>
      <w:marTop w:val="0"/>
      <w:marBottom w:val="0"/>
      <w:divBdr>
        <w:top w:val="none" w:sz="0" w:space="0" w:color="auto"/>
        <w:left w:val="none" w:sz="0" w:space="0" w:color="auto"/>
        <w:bottom w:val="none" w:sz="0" w:space="0" w:color="auto"/>
        <w:right w:val="none" w:sz="0" w:space="0" w:color="auto"/>
      </w:divBdr>
    </w:div>
    <w:div w:id="1097797383">
      <w:bodyDiv w:val="1"/>
      <w:marLeft w:val="0"/>
      <w:marRight w:val="0"/>
      <w:marTop w:val="0"/>
      <w:marBottom w:val="0"/>
      <w:divBdr>
        <w:top w:val="none" w:sz="0" w:space="0" w:color="auto"/>
        <w:left w:val="none" w:sz="0" w:space="0" w:color="auto"/>
        <w:bottom w:val="none" w:sz="0" w:space="0" w:color="auto"/>
        <w:right w:val="none" w:sz="0" w:space="0" w:color="auto"/>
      </w:divBdr>
    </w:div>
    <w:div w:id="1098404709">
      <w:bodyDiv w:val="1"/>
      <w:marLeft w:val="0"/>
      <w:marRight w:val="0"/>
      <w:marTop w:val="0"/>
      <w:marBottom w:val="0"/>
      <w:divBdr>
        <w:top w:val="none" w:sz="0" w:space="0" w:color="auto"/>
        <w:left w:val="none" w:sz="0" w:space="0" w:color="auto"/>
        <w:bottom w:val="none" w:sz="0" w:space="0" w:color="auto"/>
        <w:right w:val="none" w:sz="0" w:space="0" w:color="auto"/>
      </w:divBdr>
    </w:div>
    <w:div w:id="1098522498">
      <w:bodyDiv w:val="1"/>
      <w:marLeft w:val="0"/>
      <w:marRight w:val="0"/>
      <w:marTop w:val="0"/>
      <w:marBottom w:val="0"/>
      <w:divBdr>
        <w:top w:val="none" w:sz="0" w:space="0" w:color="auto"/>
        <w:left w:val="none" w:sz="0" w:space="0" w:color="auto"/>
        <w:bottom w:val="none" w:sz="0" w:space="0" w:color="auto"/>
        <w:right w:val="none" w:sz="0" w:space="0" w:color="auto"/>
      </w:divBdr>
    </w:div>
    <w:div w:id="1098868214">
      <w:bodyDiv w:val="1"/>
      <w:marLeft w:val="0"/>
      <w:marRight w:val="0"/>
      <w:marTop w:val="0"/>
      <w:marBottom w:val="0"/>
      <w:divBdr>
        <w:top w:val="none" w:sz="0" w:space="0" w:color="auto"/>
        <w:left w:val="none" w:sz="0" w:space="0" w:color="auto"/>
        <w:bottom w:val="none" w:sz="0" w:space="0" w:color="auto"/>
        <w:right w:val="none" w:sz="0" w:space="0" w:color="auto"/>
      </w:divBdr>
    </w:div>
    <w:div w:id="1098981796">
      <w:bodyDiv w:val="1"/>
      <w:marLeft w:val="0"/>
      <w:marRight w:val="0"/>
      <w:marTop w:val="0"/>
      <w:marBottom w:val="0"/>
      <w:divBdr>
        <w:top w:val="none" w:sz="0" w:space="0" w:color="auto"/>
        <w:left w:val="none" w:sz="0" w:space="0" w:color="auto"/>
        <w:bottom w:val="none" w:sz="0" w:space="0" w:color="auto"/>
        <w:right w:val="none" w:sz="0" w:space="0" w:color="auto"/>
      </w:divBdr>
    </w:div>
    <w:div w:id="1099174879">
      <w:bodyDiv w:val="1"/>
      <w:marLeft w:val="0"/>
      <w:marRight w:val="0"/>
      <w:marTop w:val="0"/>
      <w:marBottom w:val="0"/>
      <w:divBdr>
        <w:top w:val="none" w:sz="0" w:space="0" w:color="auto"/>
        <w:left w:val="none" w:sz="0" w:space="0" w:color="auto"/>
        <w:bottom w:val="none" w:sz="0" w:space="0" w:color="auto"/>
        <w:right w:val="none" w:sz="0" w:space="0" w:color="auto"/>
      </w:divBdr>
    </w:div>
    <w:div w:id="1099567858">
      <w:bodyDiv w:val="1"/>
      <w:marLeft w:val="0"/>
      <w:marRight w:val="0"/>
      <w:marTop w:val="0"/>
      <w:marBottom w:val="0"/>
      <w:divBdr>
        <w:top w:val="none" w:sz="0" w:space="0" w:color="auto"/>
        <w:left w:val="none" w:sz="0" w:space="0" w:color="auto"/>
        <w:bottom w:val="none" w:sz="0" w:space="0" w:color="auto"/>
        <w:right w:val="none" w:sz="0" w:space="0" w:color="auto"/>
      </w:divBdr>
    </w:div>
    <w:div w:id="1099717105">
      <w:bodyDiv w:val="1"/>
      <w:marLeft w:val="0"/>
      <w:marRight w:val="0"/>
      <w:marTop w:val="0"/>
      <w:marBottom w:val="0"/>
      <w:divBdr>
        <w:top w:val="none" w:sz="0" w:space="0" w:color="auto"/>
        <w:left w:val="none" w:sz="0" w:space="0" w:color="auto"/>
        <w:bottom w:val="none" w:sz="0" w:space="0" w:color="auto"/>
        <w:right w:val="none" w:sz="0" w:space="0" w:color="auto"/>
      </w:divBdr>
    </w:div>
    <w:div w:id="1100030729">
      <w:bodyDiv w:val="1"/>
      <w:marLeft w:val="0"/>
      <w:marRight w:val="0"/>
      <w:marTop w:val="0"/>
      <w:marBottom w:val="0"/>
      <w:divBdr>
        <w:top w:val="none" w:sz="0" w:space="0" w:color="auto"/>
        <w:left w:val="none" w:sz="0" w:space="0" w:color="auto"/>
        <w:bottom w:val="none" w:sz="0" w:space="0" w:color="auto"/>
        <w:right w:val="none" w:sz="0" w:space="0" w:color="auto"/>
      </w:divBdr>
    </w:div>
    <w:div w:id="1102074063">
      <w:bodyDiv w:val="1"/>
      <w:marLeft w:val="0"/>
      <w:marRight w:val="0"/>
      <w:marTop w:val="0"/>
      <w:marBottom w:val="0"/>
      <w:divBdr>
        <w:top w:val="none" w:sz="0" w:space="0" w:color="auto"/>
        <w:left w:val="none" w:sz="0" w:space="0" w:color="auto"/>
        <w:bottom w:val="none" w:sz="0" w:space="0" w:color="auto"/>
        <w:right w:val="none" w:sz="0" w:space="0" w:color="auto"/>
      </w:divBdr>
    </w:div>
    <w:div w:id="1102453264">
      <w:bodyDiv w:val="1"/>
      <w:marLeft w:val="0"/>
      <w:marRight w:val="0"/>
      <w:marTop w:val="0"/>
      <w:marBottom w:val="0"/>
      <w:divBdr>
        <w:top w:val="none" w:sz="0" w:space="0" w:color="auto"/>
        <w:left w:val="none" w:sz="0" w:space="0" w:color="auto"/>
        <w:bottom w:val="none" w:sz="0" w:space="0" w:color="auto"/>
        <w:right w:val="none" w:sz="0" w:space="0" w:color="auto"/>
      </w:divBdr>
    </w:div>
    <w:div w:id="1102531137">
      <w:bodyDiv w:val="1"/>
      <w:marLeft w:val="0"/>
      <w:marRight w:val="0"/>
      <w:marTop w:val="0"/>
      <w:marBottom w:val="0"/>
      <w:divBdr>
        <w:top w:val="none" w:sz="0" w:space="0" w:color="auto"/>
        <w:left w:val="none" w:sz="0" w:space="0" w:color="auto"/>
        <w:bottom w:val="none" w:sz="0" w:space="0" w:color="auto"/>
        <w:right w:val="none" w:sz="0" w:space="0" w:color="auto"/>
      </w:divBdr>
    </w:div>
    <w:div w:id="1103265455">
      <w:bodyDiv w:val="1"/>
      <w:marLeft w:val="0"/>
      <w:marRight w:val="0"/>
      <w:marTop w:val="0"/>
      <w:marBottom w:val="0"/>
      <w:divBdr>
        <w:top w:val="none" w:sz="0" w:space="0" w:color="auto"/>
        <w:left w:val="none" w:sz="0" w:space="0" w:color="auto"/>
        <w:bottom w:val="none" w:sz="0" w:space="0" w:color="auto"/>
        <w:right w:val="none" w:sz="0" w:space="0" w:color="auto"/>
      </w:divBdr>
    </w:div>
    <w:div w:id="1103459171">
      <w:bodyDiv w:val="1"/>
      <w:marLeft w:val="0"/>
      <w:marRight w:val="0"/>
      <w:marTop w:val="0"/>
      <w:marBottom w:val="0"/>
      <w:divBdr>
        <w:top w:val="none" w:sz="0" w:space="0" w:color="auto"/>
        <w:left w:val="none" w:sz="0" w:space="0" w:color="auto"/>
        <w:bottom w:val="none" w:sz="0" w:space="0" w:color="auto"/>
        <w:right w:val="none" w:sz="0" w:space="0" w:color="auto"/>
      </w:divBdr>
    </w:div>
    <w:div w:id="1104426227">
      <w:bodyDiv w:val="1"/>
      <w:marLeft w:val="0"/>
      <w:marRight w:val="0"/>
      <w:marTop w:val="0"/>
      <w:marBottom w:val="0"/>
      <w:divBdr>
        <w:top w:val="none" w:sz="0" w:space="0" w:color="auto"/>
        <w:left w:val="none" w:sz="0" w:space="0" w:color="auto"/>
        <w:bottom w:val="none" w:sz="0" w:space="0" w:color="auto"/>
        <w:right w:val="none" w:sz="0" w:space="0" w:color="auto"/>
      </w:divBdr>
    </w:div>
    <w:div w:id="1104572632">
      <w:bodyDiv w:val="1"/>
      <w:marLeft w:val="0"/>
      <w:marRight w:val="0"/>
      <w:marTop w:val="0"/>
      <w:marBottom w:val="0"/>
      <w:divBdr>
        <w:top w:val="none" w:sz="0" w:space="0" w:color="auto"/>
        <w:left w:val="none" w:sz="0" w:space="0" w:color="auto"/>
        <w:bottom w:val="none" w:sz="0" w:space="0" w:color="auto"/>
        <w:right w:val="none" w:sz="0" w:space="0" w:color="auto"/>
      </w:divBdr>
    </w:div>
    <w:div w:id="1105923829">
      <w:bodyDiv w:val="1"/>
      <w:marLeft w:val="0"/>
      <w:marRight w:val="0"/>
      <w:marTop w:val="0"/>
      <w:marBottom w:val="0"/>
      <w:divBdr>
        <w:top w:val="none" w:sz="0" w:space="0" w:color="auto"/>
        <w:left w:val="none" w:sz="0" w:space="0" w:color="auto"/>
        <w:bottom w:val="none" w:sz="0" w:space="0" w:color="auto"/>
        <w:right w:val="none" w:sz="0" w:space="0" w:color="auto"/>
      </w:divBdr>
    </w:div>
    <w:div w:id="1106192239">
      <w:bodyDiv w:val="1"/>
      <w:marLeft w:val="0"/>
      <w:marRight w:val="0"/>
      <w:marTop w:val="0"/>
      <w:marBottom w:val="0"/>
      <w:divBdr>
        <w:top w:val="none" w:sz="0" w:space="0" w:color="auto"/>
        <w:left w:val="none" w:sz="0" w:space="0" w:color="auto"/>
        <w:bottom w:val="none" w:sz="0" w:space="0" w:color="auto"/>
        <w:right w:val="none" w:sz="0" w:space="0" w:color="auto"/>
      </w:divBdr>
    </w:div>
    <w:div w:id="1107041281">
      <w:bodyDiv w:val="1"/>
      <w:marLeft w:val="0"/>
      <w:marRight w:val="0"/>
      <w:marTop w:val="0"/>
      <w:marBottom w:val="0"/>
      <w:divBdr>
        <w:top w:val="none" w:sz="0" w:space="0" w:color="auto"/>
        <w:left w:val="none" w:sz="0" w:space="0" w:color="auto"/>
        <w:bottom w:val="none" w:sz="0" w:space="0" w:color="auto"/>
        <w:right w:val="none" w:sz="0" w:space="0" w:color="auto"/>
      </w:divBdr>
    </w:div>
    <w:div w:id="1107894882">
      <w:bodyDiv w:val="1"/>
      <w:marLeft w:val="0"/>
      <w:marRight w:val="0"/>
      <w:marTop w:val="0"/>
      <w:marBottom w:val="0"/>
      <w:divBdr>
        <w:top w:val="none" w:sz="0" w:space="0" w:color="auto"/>
        <w:left w:val="none" w:sz="0" w:space="0" w:color="auto"/>
        <w:bottom w:val="none" w:sz="0" w:space="0" w:color="auto"/>
        <w:right w:val="none" w:sz="0" w:space="0" w:color="auto"/>
      </w:divBdr>
    </w:div>
    <w:div w:id="1108744185">
      <w:bodyDiv w:val="1"/>
      <w:marLeft w:val="0"/>
      <w:marRight w:val="0"/>
      <w:marTop w:val="0"/>
      <w:marBottom w:val="0"/>
      <w:divBdr>
        <w:top w:val="none" w:sz="0" w:space="0" w:color="auto"/>
        <w:left w:val="none" w:sz="0" w:space="0" w:color="auto"/>
        <w:bottom w:val="none" w:sz="0" w:space="0" w:color="auto"/>
        <w:right w:val="none" w:sz="0" w:space="0" w:color="auto"/>
      </w:divBdr>
    </w:div>
    <w:div w:id="1109087139">
      <w:bodyDiv w:val="1"/>
      <w:marLeft w:val="0"/>
      <w:marRight w:val="0"/>
      <w:marTop w:val="0"/>
      <w:marBottom w:val="0"/>
      <w:divBdr>
        <w:top w:val="none" w:sz="0" w:space="0" w:color="auto"/>
        <w:left w:val="none" w:sz="0" w:space="0" w:color="auto"/>
        <w:bottom w:val="none" w:sz="0" w:space="0" w:color="auto"/>
        <w:right w:val="none" w:sz="0" w:space="0" w:color="auto"/>
      </w:divBdr>
    </w:div>
    <w:div w:id="1109667289">
      <w:bodyDiv w:val="1"/>
      <w:marLeft w:val="0"/>
      <w:marRight w:val="0"/>
      <w:marTop w:val="0"/>
      <w:marBottom w:val="0"/>
      <w:divBdr>
        <w:top w:val="none" w:sz="0" w:space="0" w:color="auto"/>
        <w:left w:val="none" w:sz="0" w:space="0" w:color="auto"/>
        <w:bottom w:val="none" w:sz="0" w:space="0" w:color="auto"/>
        <w:right w:val="none" w:sz="0" w:space="0" w:color="auto"/>
      </w:divBdr>
    </w:div>
    <w:div w:id="1110123005">
      <w:bodyDiv w:val="1"/>
      <w:marLeft w:val="0"/>
      <w:marRight w:val="0"/>
      <w:marTop w:val="0"/>
      <w:marBottom w:val="0"/>
      <w:divBdr>
        <w:top w:val="none" w:sz="0" w:space="0" w:color="auto"/>
        <w:left w:val="none" w:sz="0" w:space="0" w:color="auto"/>
        <w:bottom w:val="none" w:sz="0" w:space="0" w:color="auto"/>
        <w:right w:val="none" w:sz="0" w:space="0" w:color="auto"/>
      </w:divBdr>
    </w:div>
    <w:div w:id="1110318752">
      <w:bodyDiv w:val="1"/>
      <w:marLeft w:val="0"/>
      <w:marRight w:val="0"/>
      <w:marTop w:val="0"/>
      <w:marBottom w:val="0"/>
      <w:divBdr>
        <w:top w:val="none" w:sz="0" w:space="0" w:color="auto"/>
        <w:left w:val="none" w:sz="0" w:space="0" w:color="auto"/>
        <w:bottom w:val="none" w:sz="0" w:space="0" w:color="auto"/>
        <w:right w:val="none" w:sz="0" w:space="0" w:color="auto"/>
      </w:divBdr>
    </w:div>
    <w:div w:id="1111626013">
      <w:bodyDiv w:val="1"/>
      <w:marLeft w:val="0"/>
      <w:marRight w:val="0"/>
      <w:marTop w:val="0"/>
      <w:marBottom w:val="0"/>
      <w:divBdr>
        <w:top w:val="none" w:sz="0" w:space="0" w:color="auto"/>
        <w:left w:val="none" w:sz="0" w:space="0" w:color="auto"/>
        <w:bottom w:val="none" w:sz="0" w:space="0" w:color="auto"/>
        <w:right w:val="none" w:sz="0" w:space="0" w:color="auto"/>
      </w:divBdr>
    </w:div>
    <w:div w:id="1111627119">
      <w:bodyDiv w:val="1"/>
      <w:marLeft w:val="0"/>
      <w:marRight w:val="0"/>
      <w:marTop w:val="0"/>
      <w:marBottom w:val="0"/>
      <w:divBdr>
        <w:top w:val="none" w:sz="0" w:space="0" w:color="auto"/>
        <w:left w:val="none" w:sz="0" w:space="0" w:color="auto"/>
        <w:bottom w:val="none" w:sz="0" w:space="0" w:color="auto"/>
        <w:right w:val="none" w:sz="0" w:space="0" w:color="auto"/>
      </w:divBdr>
    </w:div>
    <w:div w:id="1112280313">
      <w:bodyDiv w:val="1"/>
      <w:marLeft w:val="0"/>
      <w:marRight w:val="0"/>
      <w:marTop w:val="0"/>
      <w:marBottom w:val="0"/>
      <w:divBdr>
        <w:top w:val="none" w:sz="0" w:space="0" w:color="auto"/>
        <w:left w:val="none" w:sz="0" w:space="0" w:color="auto"/>
        <w:bottom w:val="none" w:sz="0" w:space="0" w:color="auto"/>
        <w:right w:val="none" w:sz="0" w:space="0" w:color="auto"/>
      </w:divBdr>
    </w:div>
    <w:div w:id="1114133544">
      <w:bodyDiv w:val="1"/>
      <w:marLeft w:val="0"/>
      <w:marRight w:val="0"/>
      <w:marTop w:val="0"/>
      <w:marBottom w:val="0"/>
      <w:divBdr>
        <w:top w:val="none" w:sz="0" w:space="0" w:color="auto"/>
        <w:left w:val="none" w:sz="0" w:space="0" w:color="auto"/>
        <w:bottom w:val="none" w:sz="0" w:space="0" w:color="auto"/>
        <w:right w:val="none" w:sz="0" w:space="0" w:color="auto"/>
      </w:divBdr>
    </w:div>
    <w:div w:id="1114862597">
      <w:bodyDiv w:val="1"/>
      <w:marLeft w:val="0"/>
      <w:marRight w:val="0"/>
      <w:marTop w:val="0"/>
      <w:marBottom w:val="0"/>
      <w:divBdr>
        <w:top w:val="none" w:sz="0" w:space="0" w:color="auto"/>
        <w:left w:val="none" w:sz="0" w:space="0" w:color="auto"/>
        <w:bottom w:val="none" w:sz="0" w:space="0" w:color="auto"/>
        <w:right w:val="none" w:sz="0" w:space="0" w:color="auto"/>
      </w:divBdr>
    </w:div>
    <w:div w:id="1115061559">
      <w:bodyDiv w:val="1"/>
      <w:marLeft w:val="0"/>
      <w:marRight w:val="0"/>
      <w:marTop w:val="0"/>
      <w:marBottom w:val="0"/>
      <w:divBdr>
        <w:top w:val="none" w:sz="0" w:space="0" w:color="auto"/>
        <w:left w:val="none" w:sz="0" w:space="0" w:color="auto"/>
        <w:bottom w:val="none" w:sz="0" w:space="0" w:color="auto"/>
        <w:right w:val="none" w:sz="0" w:space="0" w:color="auto"/>
      </w:divBdr>
    </w:div>
    <w:div w:id="1115977191">
      <w:bodyDiv w:val="1"/>
      <w:marLeft w:val="0"/>
      <w:marRight w:val="0"/>
      <w:marTop w:val="0"/>
      <w:marBottom w:val="0"/>
      <w:divBdr>
        <w:top w:val="none" w:sz="0" w:space="0" w:color="auto"/>
        <w:left w:val="none" w:sz="0" w:space="0" w:color="auto"/>
        <w:bottom w:val="none" w:sz="0" w:space="0" w:color="auto"/>
        <w:right w:val="none" w:sz="0" w:space="0" w:color="auto"/>
      </w:divBdr>
    </w:div>
    <w:div w:id="1116096816">
      <w:bodyDiv w:val="1"/>
      <w:marLeft w:val="0"/>
      <w:marRight w:val="0"/>
      <w:marTop w:val="0"/>
      <w:marBottom w:val="0"/>
      <w:divBdr>
        <w:top w:val="none" w:sz="0" w:space="0" w:color="auto"/>
        <w:left w:val="none" w:sz="0" w:space="0" w:color="auto"/>
        <w:bottom w:val="none" w:sz="0" w:space="0" w:color="auto"/>
        <w:right w:val="none" w:sz="0" w:space="0" w:color="auto"/>
      </w:divBdr>
    </w:div>
    <w:div w:id="1116755129">
      <w:bodyDiv w:val="1"/>
      <w:marLeft w:val="0"/>
      <w:marRight w:val="0"/>
      <w:marTop w:val="0"/>
      <w:marBottom w:val="0"/>
      <w:divBdr>
        <w:top w:val="none" w:sz="0" w:space="0" w:color="auto"/>
        <w:left w:val="none" w:sz="0" w:space="0" w:color="auto"/>
        <w:bottom w:val="none" w:sz="0" w:space="0" w:color="auto"/>
        <w:right w:val="none" w:sz="0" w:space="0" w:color="auto"/>
      </w:divBdr>
    </w:div>
    <w:div w:id="1116947507">
      <w:bodyDiv w:val="1"/>
      <w:marLeft w:val="0"/>
      <w:marRight w:val="0"/>
      <w:marTop w:val="0"/>
      <w:marBottom w:val="0"/>
      <w:divBdr>
        <w:top w:val="none" w:sz="0" w:space="0" w:color="auto"/>
        <w:left w:val="none" w:sz="0" w:space="0" w:color="auto"/>
        <w:bottom w:val="none" w:sz="0" w:space="0" w:color="auto"/>
        <w:right w:val="none" w:sz="0" w:space="0" w:color="auto"/>
      </w:divBdr>
    </w:div>
    <w:div w:id="1117483342">
      <w:bodyDiv w:val="1"/>
      <w:marLeft w:val="0"/>
      <w:marRight w:val="0"/>
      <w:marTop w:val="0"/>
      <w:marBottom w:val="0"/>
      <w:divBdr>
        <w:top w:val="none" w:sz="0" w:space="0" w:color="auto"/>
        <w:left w:val="none" w:sz="0" w:space="0" w:color="auto"/>
        <w:bottom w:val="none" w:sz="0" w:space="0" w:color="auto"/>
        <w:right w:val="none" w:sz="0" w:space="0" w:color="auto"/>
      </w:divBdr>
    </w:div>
    <w:div w:id="1117526881">
      <w:bodyDiv w:val="1"/>
      <w:marLeft w:val="0"/>
      <w:marRight w:val="0"/>
      <w:marTop w:val="0"/>
      <w:marBottom w:val="0"/>
      <w:divBdr>
        <w:top w:val="none" w:sz="0" w:space="0" w:color="auto"/>
        <w:left w:val="none" w:sz="0" w:space="0" w:color="auto"/>
        <w:bottom w:val="none" w:sz="0" w:space="0" w:color="auto"/>
        <w:right w:val="none" w:sz="0" w:space="0" w:color="auto"/>
      </w:divBdr>
    </w:div>
    <w:div w:id="1117716905">
      <w:bodyDiv w:val="1"/>
      <w:marLeft w:val="0"/>
      <w:marRight w:val="0"/>
      <w:marTop w:val="0"/>
      <w:marBottom w:val="0"/>
      <w:divBdr>
        <w:top w:val="none" w:sz="0" w:space="0" w:color="auto"/>
        <w:left w:val="none" w:sz="0" w:space="0" w:color="auto"/>
        <w:bottom w:val="none" w:sz="0" w:space="0" w:color="auto"/>
        <w:right w:val="none" w:sz="0" w:space="0" w:color="auto"/>
      </w:divBdr>
    </w:div>
    <w:div w:id="1118724040">
      <w:bodyDiv w:val="1"/>
      <w:marLeft w:val="0"/>
      <w:marRight w:val="0"/>
      <w:marTop w:val="0"/>
      <w:marBottom w:val="0"/>
      <w:divBdr>
        <w:top w:val="none" w:sz="0" w:space="0" w:color="auto"/>
        <w:left w:val="none" w:sz="0" w:space="0" w:color="auto"/>
        <w:bottom w:val="none" w:sz="0" w:space="0" w:color="auto"/>
        <w:right w:val="none" w:sz="0" w:space="0" w:color="auto"/>
      </w:divBdr>
    </w:div>
    <w:div w:id="1119029033">
      <w:bodyDiv w:val="1"/>
      <w:marLeft w:val="0"/>
      <w:marRight w:val="0"/>
      <w:marTop w:val="0"/>
      <w:marBottom w:val="0"/>
      <w:divBdr>
        <w:top w:val="none" w:sz="0" w:space="0" w:color="auto"/>
        <w:left w:val="none" w:sz="0" w:space="0" w:color="auto"/>
        <w:bottom w:val="none" w:sz="0" w:space="0" w:color="auto"/>
        <w:right w:val="none" w:sz="0" w:space="0" w:color="auto"/>
      </w:divBdr>
    </w:div>
    <w:div w:id="1119104928">
      <w:bodyDiv w:val="1"/>
      <w:marLeft w:val="0"/>
      <w:marRight w:val="0"/>
      <w:marTop w:val="0"/>
      <w:marBottom w:val="0"/>
      <w:divBdr>
        <w:top w:val="none" w:sz="0" w:space="0" w:color="auto"/>
        <w:left w:val="none" w:sz="0" w:space="0" w:color="auto"/>
        <w:bottom w:val="none" w:sz="0" w:space="0" w:color="auto"/>
        <w:right w:val="none" w:sz="0" w:space="0" w:color="auto"/>
      </w:divBdr>
    </w:div>
    <w:div w:id="1119256156">
      <w:bodyDiv w:val="1"/>
      <w:marLeft w:val="0"/>
      <w:marRight w:val="0"/>
      <w:marTop w:val="0"/>
      <w:marBottom w:val="0"/>
      <w:divBdr>
        <w:top w:val="none" w:sz="0" w:space="0" w:color="auto"/>
        <w:left w:val="none" w:sz="0" w:space="0" w:color="auto"/>
        <w:bottom w:val="none" w:sz="0" w:space="0" w:color="auto"/>
        <w:right w:val="none" w:sz="0" w:space="0" w:color="auto"/>
      </w:divBdr>
    </w:div>
    <w:div w:id="1119833355">
      <w:bodyDiv w:val="1"/>
      <w:marLeft w:val="0"/>
      <w:marRight w:val="0"/>
      <w:marTop w:val="0"/>
      <w:marBottom w:val="0"/>
      <w:divBdr>
        <w:top w:val="none" w:sz="0" w:space="0" w:color="auto"/>
        <w:left w:val="none" w:sz="0" w:space="0" w:color="auto"/>
        <w:bottom w:val="none" w:sz="0" w:space="0" w:color="auto"/>
        <w:right w:val="none" w:sz="0" w:space="0" w:color="auto"/>
      </w:divBdr>
    </w:div>
    <w:div w:id="1120565299">
      <w:bodyDiv w:val="1"/>
      <w:marLeft w:val="0"/>
      <w:marRight w:val="0"/>
      <w:marTop w:val="0"/>
      <w:marBottom w:val="0"/>
      <w:divBdr>
        <w:top w:val="none" w:sz="0" w:space="0" w:color="auto"/>
        <w:left w:val="none" w:sz="0" w:space="0" w:color="auto"/>
        <w:bottom w:val="none" w:sz="0" w:space="0" w:color="auto"/>
        <w:right w:val="none" w:sz="0" w:space="0" w:color="auto"/>
      </w:divBdr>
    </w:div>
    <w:div w:id="1120998799">
      <w:bodyDiv w:val="1"/>
      <w:marLeft w:val="0"/>
      <w:marRight w:val="0"/>
      <w:marTop w:val="0"/>
      <w:marBottom w:val="0"/>
      <w:divBdr>
        <w:top w:val="none" w:sz="0" w:space="0" w:color="auto"/>
        <w:left w:val="none" w:sz="0" w:space="0" w:color="auto"/>
        <w:bottom w:val="none" w:sz="0" w:space="0" w:color="auto"/>
        <w:right w:val="none" w:sz="0" w:space="0" w:color="auto"/>
      </w:divBdr>
    </w:div>
    <w:div w:id="1121218938">
      <w:bodyDiv w:val="1"/>
      <w:marLeft w:val="0"/>
      <w:marRight w:val="0"/>
      <w:marTop w:val="0"/>
      <w:marBottom w:val="0"/>
      <w:divBdr>
        <w:top w:val="none" w:sz="0" w:space="0" w:color="auto"/>
        <w:left w:val="none" w:sz="0" w:space="0" w:color="auto"/>
        <w:bottom w:val="none" w:sz="0" w:space="0" w:color="auto"/>
        <w:right w:val="none" w:sz="0" w:space="0" w:color="auto"/>
      </w:divBdr>
    </w:div>
    <w:div w:id="1122265077">
      <w:bodyDiv w:val="1"/>
      <w:marLeft w:val="0"/>
      <w:marRight w:val="0"/>
      <w:marTop w:val="0"/>
      <w:marBottom w:val="0"/>
      <w:divBdr>
        <w:top w:val="none" w:sz="0" w:space="0" w:color="auto"/>
        <w:left w:val="none" w:sz="0" w:space="0" w:color="auto"/>
        <w:bottom w:val="none" w:sz="0" w:space="0" w:color="auto"/>
        <w:right w:val="none" w:sz="0" w:space="0" w:color="auto"/>
      </w:divBdr>
    </w:div>
    <w:div w:id="1122766820">
      <w:bodyDiv w:val="1"/>
      <w:marLeft w:val="0"/>
      <w:marRight w:val="0"/>
      <w:marTop w:val="0"/>
      <w:marBottom w:val="0"/>
      <w:divBdr>
        <w:top w:val="none" w:sz="0" w:space="0" w:color="auto"/>
        <w:left w:val="none" w:sz="0" w:space="0" w:color="auto"/>
        <w:bottom w:val="none" w:sz="0" w:space="0" w:color="auto"/>
        <w:right w:val="none" w:sz="0" w:space="0" w:color="auto"/>
      </w:divBdr>
    </w:div>
    <w:div w:id="1122960733">
      <w:bodyDiv w:val="1"/>
      <w:marLeft w:val="0"/>
      <w:marRight w:val="0"/>
      <w:marTop w:val="0"/>
      <w:marBottom w:val="0"/>
      <w:divBdr>
        <w:top w:val="none" w:sz="0" w:space="0" w:color="auto"/>
        <w:left w:val="none" w:sz="0" w:space="0" w:color="auto"/>
        <w:bottom w:val="none" w:sz="0" w:space="0" w:color="auto"/>
        <w:right w:val="none" w:sz="0" w:space="0" w:color="auto"/>
      </w:divBdr>
    </w:div>
    <w:div w:id="1123184208">
      <w:bodyDiv w:val="1"/>
      <w:marLeft w:val="0"/>
      <w:marRight w:val="0"/>
      <w:marTop w:val="0"/>
      <w:marBottom w:val="0"/>
      <w:divBdr>
        <w:top w:val="none" w:sz="0" w:space="0" w:color="auto"/>
        <w:left w:val="none" w:sz="0" w:space="0" w:color="auto"/>
        <w:bottom w:val="none" w:sz="0" w:space="0" w:color="auto"/>
        <w:right w:val="none" w:sz="0" w:space="0" w:color="auto"/>
      </w:divBdr>
    </w:div>
    <w:div w:id="1123769561">
      <w:bodyDiv w:val="1"/>
      <w:marLeft w:val="0"/>
      <w:marRight w:val="0"/>
      <w:marTop w:val="0"/>
      <w:marBottom w:val="0"/>
      <w:divBdr>
        <w:top w:val="none" w:sz="0" w:space="0" w:color="auto"/>
        <w:left w:val="none" w:sz="0" w:space="0" w:color="auto"/>
        <w:bottom w:val="none" w:sz="0" w:space="0" w:color="auto"/>
        <w:right w:val="none" w:sz="0" w:space="0" w:color="auto"/>
      </w:divBdr>
    </w:div>
    <w:div w:id="1123839681">
      <w:bodyDiv w:val="1"/>
      <w:marLeft w:val="0"/>
      <w:marRight w:val="0"/>
      <w:marTop w:val="0"/>
      <w:marBottom w:val="0"/>
      <w:divBdr>
        <w:top w:val="none" w:sz="0" w:space="0" w:color="auto"/>
        <w:left w:val="none" w:sz="0" w:space="0" w:color="auto"/>
        <w:bottom w:val="none" w:sz="0" w:space="0" w:color="auto"/>
        <w:right w:val="none" w:sz="0" w:space="0" w:color="auto"/>
      </w:divBdr>
    </w:div>
    <w:div w:id="1125809645">
      <w:bodyDiv w:val="1"/>
      <w:marLeft w:val="0"/>
      <w:marRight w:val="0"/>
      <w:marTop w:val="0"/>
      <w:marBottom w:val="0"/>
      <w:divBdr>
        <w:top w:val="none" w:sz="0" w:space="0" w:color="auto"/>
        <w:left w:val="none" w:sz="0" w:space="0" w:color="auto"/>
        <w:bottom w:val="none" w:sz="0" w:space="0" w:color="auto"/>
        <w:right w:val="none" w:sz="0" w:space="0" w:color="auto"/>
      </w:divBdr>
    </w:div>
    <w:div w:id="1127119149">
      <w:bodyDiv w:val="1"/>
      <w:marLeft w:val="0"/>
      <w:marRight w:val="0"/>
      <w:marTop w:val="0"/>
      <w:marBottom w:val="0"/>
      <w:divBdr>
        <w:top w:val="none" w:sz="0" w:space="0" w:color="auto"/>
        <w:left w:val="none" w:sz="0" w:space="0" w:color="auto"/>
        <w:bottom w:val="none" w:sz="0" w:space="0" w:color="auto"/>
        <w:right w:val="none" w:sz="0" w:space="0" w:color="auto"/>
      </w:divBdr>
    </w:div>
    <w:div w:id="1127696662">
      <w:bodyDiv w:val="1"/>
      <w:marLeft w:val="0"/>
      <w:marRight w:val="0"/>
      <w:marTop w:val="0"/>
      <w:marBottom w:val="0"/>
      <w:divBdr>
        <w:top w:val="none" w:sz="0" w:space="0" w:color="auto"/>
        <w:left w:val="none" w:sz="0" w:space="0" w:color="auto"/>
        <w:bottom w:val="none" w:sz="0" w:space="0" w:color="auto"/>
        <w:right w:val="none" w:sz="0" w:space="0" w:color="auto"/>
      </w:divBdr>
    </w:div>
    <w:div w:id="1127819568">
      <w:bodyDiv w:val="1"/>
      <w:marLeft w:val="0"/>
      <w:marRight w:val="0"/>
      <w:marTop w:val="0"/>
      <w:marBottom w:val="0"/>
      <w:divBdr>
        <w:top w:val="none" w:sz="0" w:space="0" w:color="auto"/>
        <w:left w:val="none" w:sz="0" w:space="0" w:color="auto"/>
        <w:bottom w:val="none" w:sz="0" w:space="0" w:color="auto"/>
        <w:right w:val="none" w:sz="0" w:space="0" w:color="auto"/>
      </w:divBdr>
    </w:div>
    <w:div w:id="1130244836">
      <w:bodyDiv w:val="1"/>
      <w:marLeft w:val="0"/>
      <w:marRight w:val="0"/>
      <w:marTop w:val="0"/>
      <w:marBottom w:val="0"/>
      <w:divBdr>
        <w:top w:val="none" w:sz="0" w:space="0" w:color="auto"/>
        <w:left w:val="none" w:sz="0" w:space="0" w:color="auto"/>
        <w:bottom w:val="none" w:sz="0" w:space="0" w:color="auto"/>
        <w:right w:val="none" w:sz="0" w:space="0" w:color="auto"/>
      </w:divBdr>
    </w:div>
    <w:div w:id="1131022780">
      <w:bodyDiv w:val="1"/>
      <w:marLeft w:val="0"/>
      <w:marRight w:val="0"/>
      <w:marTop w:val="0"/>
      <w:marBottom w:val="0"/>
      <w:divBdr>
        <w:top w:val="none" w:sz="0" w:space="0" w:color="auto"/>
        <w:left w:val="none" w:sz="0" w:space="0" w:color="auto"/>
        <w:bottom w:val="none" w:sz="0" w:space="0" w:color="auto"/>
        <w:right w:val="none" w:sz="0" w:space="0" w:color="auto"/>
      </w:divBdr>
    </w:div>
    <w:div w:id="1131440030">
      <w:bodyDiv w:val="1"/>
      <w:marLeft w:val="0"/>
      <w:marRight w:val="0"/>
      <w:marTop w:val="0"/>
      <w:marBottom w:val="0"/>
      <w:divBdr>
        <w:top w:val="none" w:sz="0" w:space="0" w:color="auto"/>
        <w:left w:val="none" w:sz="0" w:space="0" w:color="auto"/>
        <w:bottom w:val="none" w:sz="0" w:space="0" w:color="auto"/>
        <w:right w:val="none" w:sz="0" w:space="0" w:color="auto"/>
      </w:divBdr>
    </w:div>
    <w:div w:id="1131703146">
      <w:bodyDiv w:val="1"/>
      <w:marLeft w:val="0"/>
      <w:marRight w:val="0"/>
      <w:marTop w:val="0"/>
      <w:marBottom w:val="0"/>
      <w:divBdr>
        <w:top w:val="none" w:sz="0" w:space="0" w:color="auto"/>
        <w:left w:val="none" w:sz="0" w:space="0" w:color="auto"/>
        <w:bottom w:val="none" w:sz="0" w:space="0" w:color="auto"/>
        <w:right w:val="none" w:sz="0" w:space="0" w:color="auto"/>
      </w:divBdr>
    </w:div>
    <w:div w:id="1133673044">
      <w:bodyDiv w:val="1"/>
      <w:marLeft w:val="0"/>
      <w:marRight w:val="0"/>
      <w:marTop w:val="0"/>
      <w:marBottom w:val="0"/>
      <w:divBdr>
        <w:top w:val="none" w:sz="0" w:space="0" w:color="auto"/>
        <w:left w:val="none" w:sz="0" w:space="0" w:color="auto"/>
        <w:bottom w:val="none" w:sz="0" w:space="0" w:color="auto"/>
        <w:right w:val="none" w:sz="0" w:space="0" w:color="auto"/>
      </w:divBdr>
    </w:div>
    <w:div w:id="1133867824">
      <w:bodyDiv w:val="1"/>
      <w:marLeft w:val="0"/>
      <w:marRight w:val="0"/>
      <w:marTop w:val="0"/>
      <w:marBottom w:val="0"/>
      <w:divBdr>
        <w:top w:val="none" w:sz="0" w:space="0" w:color="auto"/>
        <w:left w:val="none" w:sz="0" w:space="0" w:color="auto"/>
        <w:bottom w:val="none" w:sz="0" w:space="0" w:color="auto"/>
        <w:right w:val="none" w:sz="0" w:space="0" w:color="auto"/>
      </w:divBdr>
    </w:div>
    <w:div w:id="1134375178">
      <w:bodyDiv w:val="1"/>
      <w:marLeft w:val="0"/>
      <w:marRight w:val="0"/>
      <w:marTop w:val="0"/>
      <w:marBottom w:val="0"/>
      <w:divBdr>
        <w:top w:val="none" w:sz="0" w:space="0" w:color="auto"/>
        <w:left w:val="none" w:sz="0" w:space="0" w:color="auto"/>
        <w:bottom w:val="none" w:sz="0" w:space="0" w:color="auto"/>
        <w:right w:val="none" w:sz="0" w:space="0" w:color="auto"/>
      </w:divBdr>
    </w:div>
    <w:div w:id="1134566059">
      <w:bodyDiv w:val="1"/>
      <w:marLeft w:val="0"/>
      <w:marRight w:val="0"/>
      <w:marTop w:val="0"/>
      <w:marBottom w:val="0"/>
      <w:divBdr>
        <w:top w:val="none" w:sz="0" w:space="0" w:color="auto"/>
        <w:left w:val="none" w:sz="0" w:space="0" w:color="auto"/>
        <w:bottom w:val="none" w:sz="0" w:space="0" w:color="auto"/>
        <w:right w:val="none" w:sz="0" w:space="0" w:color="auto"/>
      </w:divBdr>
    </w:div>
    <w:div w:id="1134719487">
      <w:bodyDiv w:val="1"/>
      <w:marLeft w:val="0"/>
      <w:marRight w:val="0"/>
      <w:marTop w:val="0"/>
      <w:marBottom w:val="0"/>
      <w:divBdr>
        <w:top w:val="none" w:sz="0" w:space="0" w:color="auto"/>
        <w:left w:val="none" w:sz="0" w:space="0" w:color="auto"/>
        <w:bottom w:val="none" w:sz="0" w:space="0" w:color="auto"/>
        <w:right w:val="none" w:sz="0" w:space="0" w:color="auto"/>
      </w:divBdr>
    </w:div>
    <w:div w:id="1137335447">
      <w:bodyDiv w:val="1"/>
      <w:marLeft w:val="0"/>
      <w:marRight w:val="0"/>
      <w:marTop w:val="0"/>
      <w:marBottom w:val="0"/>
      <w:divBdr>
        <w:top w:val="none" w:sz="0" w:space="0" w:color="auto"/>
        <w:left w:val="none" w:sz="0" w:space="0" w:color="auto"/>
        <w:bottom w:val="none" w:sz="0" w:space="0" w:color="auto"/>
        <w:right w:val="none" w:sz="0" w:space="0" w:color="auto"/>
      </w:divBdr>
    </w:div>
    <w:div w:id="1137337720">
      <w:bodyDiv w:val="1"/>
      <w:marLeft w:val="0"/>
      <w:marRight w:val="0"/>
      <w:marTop w:val="0"/>
      <w:marBottom w:val="0"/>
      <w:divBdr>
        <w:top w:val="none" w:sz="0" w:space="0" w:color="auto"/>
        <w:left w:val="none" w:sz="0" w:space="0" w:color="auto"/>
        <w:bottom w:val="none" w:sz="0" w:space="0" w:color="auto"/>
        <w:right w:val="none" w:sz="0" w:space="0" w:color="auto"/>
      </w:divBdr>
    </w:div>
    <w:div w:id="1137528087">
      <w:bodyDiv w:val="1"/>
      <w:marLeft w:val="0"/>
      <w:marRight w:val="0"/>
      <w:marTop w:val="0"/>
      <w:marBottom w:val="0"/>
      <w:divBdr>
        <w:top w:val="none" w:sz="0" w:space="0" w:color="auto"/>
        <w:left w:val="none" w:sz="0" w:space="0" w:color="auto"/>
        <w:bottom w:val="none" w:sz="0" w:space="0" w:color="auto"/>
        <w:right w:val="none" w:sz="0" w:space="0" w:color="auto"/>
      </w:divBdr>
    </w:div>
    <w:div w:id="1137606335">
      <w:bodyDiv w:val="1"/>
      <w:marLeft w:val="0"/>
      <w:marRight w:val="0"/>
      <w:marTop w:val="0"/>
      <w:marBottom w:val="0"/>
      <w:divBdr>
        <w:top w:val="none" w:sz="0" w:space="0" w:color="auto"/>
        <w:left w:val="none" w:sz="0" w:space="0" w:color="auto"/>
        <w:bottom w:val="none" w:sz="0" w:space="0" w:color="auto"/>
        <w:right w:val="none" w:sz="0" w:space="0" w:color="auto"/>
      </w:divBdr>
    </w:div>
    <w:div w:id="1138835624">
      <w:bodyDiv w:val="1"/>
      <w:marLeft w:val="0"/>
      <w:marRight w:val="0"/>
      <w:marTop w:val="0"/>
      <w:marBottom w:val="0"/>
      <w:divBdr>
        <w:top w:val="none" w:sz="0" w:space="0" w:color="auto"/>
        <w:left w:val="none" w:sz="0" w:space="0" w:color="auto"/>
        <w:bottom w:val="none" w:sz="0" w:space="0" w:color="auto"/>
        <w:right w:val="none" w:sz="0" w:space="0" w:color="auto"/>
      </w:divBdr>
    </w:div>
    <w:div w:id="1138841403">
      <w:bodyDiv w:val="1"/>
      <w:marLeft w:val="0"/>
      <w:marRight w:val="0"/>
      <w:marTop w:val="0"/>
      <w:marBottom w:val="0"/>
      <w:divBdr>
        <w:top w:val="none" w:sz="0" w:space="0" w:color="auto"/>
        <w:left w:val="none" w:sz="0" w:space="0" w:color="auto"/>
        <w:bottom w:val="none" w:sz="0" w:space="0" w:color="auto"/>
        <w:right w:val="none" w:sz="0" w:space="0" w:color="auto"/>
      </w:divBdr>
    </w:div>
    <w:div w:id="1139155277">
      <w:bodyDiv w:val="1"/>
      <w:marLeft w:val="0"/>
      <w:marRight w:val="0"/>
      <w:marTop w:val="0"/>
      <w:marBottom w:val="0"/>
      <w:divBdr>
        <w:top w:val="none" w:sz="0" w:space="0" w:color="auto"/>
        <w:left w:val="none" w:sz="0" w:space="0" w:color="auto"/>
        <w:bottom w:val="none" w:sz="0" w:space="0" w:color="auto"/>
        <w:right w:val="none" w:sz="0" w:space="0" w:color="auto"/>
      </w:divBdr>
    </w:div>
    <w:div w:id="1139686491">
      <w:bodyDiv w:val="1"/>
      <w:marLeft w:val="0"/>
      <w:marRight w:val="0"/>
      <w:marTop w:val="0"/>
      <w:marBottom w:val="0"/>
      <w:divBdr>
        <w:top w:val="none" w:sz="0" w:space="0" w:color="auto"/>
        <w:left w:val="none" w:sz="0" w:space="0" w:color="auto"/>
        <w:bottom w:val="none" w:sz="0" w:space="0" w:color="auto"/>
        <w:right w:val="none" w:sz="0" w:space="0" w:color="auto"/>
      </w:divBdr>
    </w:div>
    <w:div w:id="1140611623">
      <w:bodyDiv w:val="1"/>
      <w:marLeft w:val="0"/>
      <w:marRight w:val="0"/>
      <w:marTop w:val="0"/>
      <w:marBottom w:val="0"/>
      <w:divBdr>
        <w:top w:val="none" w:sz="0" w:space="0" w:color="auto"/>
        <w:left w:val="none" w:sz="0" w:space="0" w:color="auto"/>
        <w:bottom w:val="none" w:sz="0" w:space="0" w:color="auto"/>
        <w:right w:val="none" w:sz="0" w:space="0" w:color="auto"/>
      </w:divBdr>
    </w:div>
    <w:div w:id="1141264645">
      <w:bodyDiv w:val="1"/>
      <w:marLeft w:val="0"/>
      <w:marRight w:val="0"/>
      <w:marTop w:val="0"/>
      <w:marBottom w:val="0"/>
      <w:divBdr>
        <w:top w:val="none" w:sz="0" w:space="0" w:color="auto"/>
        <w:left w:val="none" w:sz="0" w:space="0" w:color="auto"/>
        <w:bottom w:val="none" w:sz="0" w:space="0" w:color="auto"/>
        <w:right w:val="none" w:sz="0" w:space="0" w:color="auto"/>
      </w:divBdr>
    </w:div>
    <w:div w:id="1142234696">
      <w:bodyDiv w:val="1"/>
      <w:marLeft w:val="0"/>
      <w:marRight w:val="0"/>
      <w:marTop w:val="0"/>
      <w:marBottom w:val="0"/>
      <w:divBdr>
        <w:top w:val="none" w:sz="0" w:space="0" w:color="auto"/>
        <w:left w:val="none" w:sz="0" w:space="0" w:color="auto"/>
        <w:bottom w:val="none" w:sz="0" w:space="0" w:color="auto"/>
        <w:right w:val="none" w:sz="0" w:space="0" w:color="auto"/>
      </w:divBdr>
    </w:div>
    <w:div w:id="1142311653">
      <w:bodyDiv w:val="1"/>
      <w:marLeft w:val="0"/>
      <w:marRight w:val="0"/>
      <w:marTop w:val="0"/>
      <w:marBottom w:val="0"/>
      <w:divBdr>
        <w:top w:val="none" w:sz="0" w:space="0" w:color="auto"/>
        <w:left w:val="none" w:sz="0" w:space="0" w:color="auto"/>
        <w:bottom w:val="none" w:sz="0" w:space="0" w:color="auto"/>
        <w:right w:val="none" w:sz="0" w:space="0" w:color="auto"/>
      </w:divBdr>
    </w:div>
    <w:div w:id="1143041159">
      <w:bodyDiv w:val="1"/>
      <w:marLeft w:val="0"/>
      <w:marRight w:val="0"/>
      <w:marTop w:val="0"/>
      <w:marBottom w:val="0"/>
      <w:divBdr>
        <w:top w:val="none" w:sz="0" w:space="0" w:color="auto"/>
        <w:left w:val="none" w:sz="0" w:space="0" w:color="auto"/>
        <w:bottom w:val="none" w:sz="0" w:space="0" w:color="auto"/>
        <w:right w:val="none" w:sz="0" w:space="0" w:color="auto"/>
      </w:divBdr>
    </w:div>
    <w:div w:id="1143931918">
      <w:bodyDiv w:val="1"/>
      <w:marLeft w:val="0"/>
      <w:marRight w:val="0"/>
      <w:marTop w:val="0"/>
      <w:marBottom w:val="0"/>
      <w:divBdr>
        <w:top w:val="none" w:sz="0" w:space="0" w:color="auto"/>
        <w:left w:val="none" w:sz="0" w:space="0" w:color="auto"/>
        <w:bottom w:val="none" w:sz="0" w:space="0" w:color="auto"/>
        <w:right w:val="none" w:sz="0" w:space="0" w:color="auto"/>
      </w:divBdr>
    </w:div>
    <w:div w:id="1144077608">
      <w:bodyDiv w:val="1"/>
      <w:marLeft w:val="0"/>
      <w:marRight w:val="0"/>
      <w:marTop w:val="0"/>
      <w:marBottom w:val="0"/>
      <w:divBdr>
        <w:top w:val="none" w:sz="0" w:space="0" w:color="auto"/>
        <w:left w:val="none" w:sz="0" w:space="0" w:color="auto"/>
        <w:bottom w:val="none" w:sz="0" w:space="0" w:color="auto"/>
        <w:right w:val="none" w:sz="0" w:space="0" w:color="auto"/>
      </w:divBdr>
    </w:div>
    <w:div w:id="1147165722">
      <w:bodyDiv w:val="1"/>
      <w:marLeft w:val="0"/>
      <w:marRight w:val="0"/>
      <w:marTop w:val="0"/>
      <w:marBottom w:val="0"/>
      <w:divBdr>
        <w:top w:val="none" w:sz="0" w:space="0" w:color="auto"/>
        <w:left w:val="none" w:sz="0" w:space="0" w:color="auto"/>
        <w:bottom w:val="none" w:sz="0" w:space="0" w:color="auto"/>
        <w:right w:val="none" w:sz="0" w:space="0" w:color="auto"/>
      </w:divBdr>
    </w:div>
    <w:div w:id="1147362636">
      <w:bodyDiv w:val="1"/>
      <w:marLeft w:val="0"/>
      <w:marRight w:val="0"/>
      <w:marTop w:val="0"/>
      <w:marBottom w:val="0"/>
      <w:divBdr>
        <w:top w:val="none" w:sz="0" w:space="0" w:color="auto"/>
        <w:left w:val="none" w:sz="0" w:space="0" w:color="auto"/>
        <w:bottom w:val="none" w:sz="0" w:space="0" w:color="auto"/>
        <w:right w:val="none" w:sz="0" w:space="0" w:color="auto"/>
      </w:divBdr>
    </w:div>
    <w:div w:id="1149396151">
      <w:bodyDiv w:val="1"/>
      <w:marLeft w:val="0"/>
      <w:marRight w:val="0"/>
      <w:marTop w:val="0"/>
      <w:marBottom w:val="0"/>
      <w:divBdr>
        <w:top w:val="none" w:sz="0" w:space="0" w:color="auto"/>
        <w:left w:val="none" w:sz="0" w:space="0" w:color="auto"/>
        <w:bottom w:val="none" w:sz="0" w:space="0" w:color="auto"/>
        <w:right w:val="none" w:sz="0" w:space="0" w:color="auto"/>
      </w:divBdr>
    </w:div>
    <w:div w:id="1150318938">
      <w:bodyDiv w:val="1"/>
      <w:marLeft w:val="0"/>
      <w:marRight w:val="0"/>
      <w:marTop w:val="0"/>
      <w:marBottom w:val="0"/>
      <w:divBdr>
        <w:top w:val="none" w:sz="0" w:space="0" w:color="auto"/>
        <w:left w:val="none" w:sz="0" w:space="0" w:color="auto"/>
        <w:bottom w:val="none" w:sz="0" w:space="0" w:color="auto"/>
        <w:right w:val="none" w:sz="0" w:space="0" w:color="auto"/>
      </w:divBdr>
    </w:div>
    <w:div w:id="1152016576">
      <w:bodyDiv w:val="1"/>
      <w:marLeft w:val="0"/>
      <w:marRight w:val="0"/>
      <w:marTop w:val="0"/>
      <w:marBottom w:val="0"/>
      <w:divBdr>
        <w:top w:val="none" w:sz="0" w:space="0" w:color="auto"/>
        <w:left w:val="none" w:sz="0" w:space="0" w:color="auto"/>
        <w:bottom w:val="none" w:sz="0" w:space="0" w:color="auto"/>
        <w:right w:val="none" w:sz="0" w:space="0" w:color="auto"/>
      </w:divBdr>
    </w:div>
    <w:div w:id="1152411154">
      <w:bodyDiv w:val="1"/>
      <w:marLeft w:val="0"/>
      <w:marRight w:val="0"/>
      <w:marTop w:val="0"/>
      <w:marBottom w:val="0"/>
      <w:divBdr>
        <w:top w:val="none" w:sz="0" w:space="0" w:color="auto"/>
        <w:left w:val="none" w:sz="0" w:space="0" w:color="auto"/>
        <w:bottom w:val="none" w:sz="0" w:space="0" w:color="auto"/>
        <w:right w:val="none" w:sz="0" w:space="0" w:color="auto"/>
      </w:divBdr>
    </w:div>
    <w:div w:id="1152916507">
      <w:bodyDiv w:val="1"/>
      <w:marLeft w:val="0"/>
      <w:marRight w:val="0"/>
      <w:marTop w:val="0"/>
      <w:marBottom w:val="0"/>
      <w:divBdr>
        <w:top w:val="none" w:sz="0" w:space="0" w:color="auto"/>
        <w:left w:val="none" w:sz="0" w:space="0" w:color="auto"/>
        <w:bottom w:val="none" w:sz="0" w:space="0" w:color="auto"/>
        <w:right w:val="none" w:sz="0" w:space="0" w:color="auto"/>
      </w:divBdr>
    </w:div>
    <w:div w:id="1153252482">
      <w:bodyDiv w:val="1"/>
      <w:marLeft w:val="0"/>
      <w:marRight w:val="0"/>
      <w:marTop w:val="0"/>
      <w:marBottom w:val="0"/>
      <w:divBdr>
        <w:top w:val="none" w:sz="0" w:space="0" w:color="auto"/>
        <w:left w:val="none" w:sz="0" w:space="0" w:color="auto"/>
        <w:bottom w:val="none" w:sz="0" w:space="0" w:color="auto"/>
        <w:right w:val="none" w:sz="0" w:space="0" w:color="auto"/>
      </w:divBdr>
    </w:div>
    <w:div w:id="1153596347">
      <w:bodyDiv w:val="1"/>
      <w:marLeft w:val="0"/>
      <w:marRight w:val="0"/>
      <w:marTop w:val="0"/>
      <w:marBottom w:val="0"/>
      <w:divBdr>
        <w:top w:val="none" w:sz="0" w:space="0" w:color="auto"/>
        <w:left w:val="none" w:sz="0" w:space="0" w:color="auto"/>
        <w:bottom w:val="none" w:sz="0" w:space="0" w:color="auto"/>
        <w:right w:val="none" w:sz="0" w:space="0" w:color="auto"/>
      </w:divBdr>
    </w:div>
    <w:div w:id="1156650676">
      <w:bodyDiv w:val="1"/>
      <w:marLeft w:val="0"/>
      <w:marRight w:val="0"/>
      <w:marTop w:val="0"/>
      <w:marBottom w:val="0"/>
      <w:divBdr>
        <w:top w:val="none" w:sz="0" w:space="0" w:color="auto"/>
        <w:left w:val="none" w:sz="0" w:space="0" w:color="auto"/>
        <w:bottom w:val="none" w:sz="0" w:space="0" w:color="auto"/>
        <w:right w:val="none" w:sz="0" w:space="0" w:color="auto"/>
      </w:divBdr>
    </w:div>
    <w:div w:id="1157838516">
      <w:bodyDiv w:val="1"/>
      <w:marLeft w:val="0"/>
      <w:marRight w:val="0"/>
      <w:marTop w:val="0"/>
      <w:marBottom w:val="0"/>
      <w:divBdr>
        <w:top w:val="none" w:sz="0" w:space="0" w:color="auto"/>
        <w:left w:val="none" w:sz="0" w:space="0" w:color="auto"/>
        <w:bottom w:val="none" w:sz="0" w:space="0" w:color="auto"/>
        <w:right w:val="none" w:sz="0" w:space="0" w:color="auto"/>
      </w:divBdr>
    </w:div>
    <w:div w:id="1159154573">
      <w:bodyDiv w:val="1"/>
      <w:marLeft w:val="0"/>
      <w:marRight w:val="0"/>
      <w:marTop w:val="0"/>
      <w:marBottom w:val="0"/>
      <w:divBdr>
        <w:top w:val="none" w:sz="0" w:space="0" w:color="auto"/>
        <w:left w:val="none" w:sz="0" w:space="0" w:color="auto"/>
        <w:bottom w:val="none" w:sz="0" w:space="0" w:color="auto"/>
        <w:right w:val="none" w:sz="0" w:space="0" w:color="auto"/>
      </w:divBdr>
    </w:div>
    <w:div w:id="1159736480">
      <w:bodyDiv w:val="1"/>
      <w:marLeft w:val="0"/>
      <w:marRight w:val="0"/>
      <w:marTop w:val="0"/>
      <w:marBottom w:val="0"/>
      <w:divBdr>
        <w:top w:val="none" w:sz="0" w:space="0" w:color="auto"/>
        <w:left w:val="none" w:sz="0" w:space="0" w:color="auto"/>
        <w:bottom w:val="none" w:sz="0" w:space="0" w:color="auto"/>
        <w:right w:val="none" w:sz="0" w:space="0" w:color="auto"/>
      </w:divBdr>
    </w:div>
    <w:div w:id="1159929012">
      <w:bodyDiv w:val="1"/>
      <w:marLeft w:val="0"/>
      <w:marRight w:val="0"/>
      <w:marTop w:val="0"/>
      <w:marBottom w:val="0"/>
      <w:divBdr>
        <w:top w:val="none" w:sz="0" w:space="0" w:color="auto"/>
        <w:left w:val="none" w:sz="0" w:space="0" w:color="auto"/>
        <w:bottom w:val="none" w:sz="0" w:space="0" w:color="auto"/>
        <w:right w:val="none" w:sz="0" w:space="0" w:color="auto"/>
      </w:divBdr>
    </w:div>
    <w:div w:id="1160388556">
      <w:bodyDiv w:val="1"/>
      <w:marLeft w:val="0"/>
      <w:marRight w:val="0"/>
      <w:marTop w:val="0"/>
      <w:marBottom w:val="0"/>
      <w:divBdr>
        <w:top w:val="none" w:sz="0" w:space="0" w:color="auto"/>
        <w:left w:val="none" w:sz="0" w:space="0" w:color="auto"/>
        <w:bottom w:val="none" w:sz="0" w:space="0" w:color="auto"/>
        <w:right w:val="none" w:sz="0" w:space="0" w:color="auto"/>
      </w:divBdr>
    </w:div>
    <w:div w:id="1161889689">
      <w:bodyDiv w:val="1"/>
      <w:marLeft w:val="0"/>
      <w:marRight w:val="0"/>
      <w:marTop w:val="0"/>
      <w:marBottom w:val="0"/>
      <w:divBdr>
        <w:top w:val="none" w:sz="0" w:space="0" w:color="auto"/>
        <w:left w:val="none" w:sz="0" w:space="0" w:color="auto"/>
        <w:bottom w:val="none" w:sz="0" w:space="0" w:color="auto"/>
        <w:right w:val="none" w:sz="0" w:space="0" w:color="auto"/>
      </w:divBdr>
    </w:div>
    <w:div w:id="1165701552">
      <w:bodyDiv w:val="1"/>
      <w:marLeft w:val="0"/>
      <w:marRight w:val="0"/>
      <w:marTop w:val="0"/>
      <w:marBottom w:val="0"/>
      <w:divBdr>
        <w:top w:val="none" w:sz="0" w:space="0" w:color="auto"/>
        <w:left w:val="none" w:sz="0" w:space="0" w:color="auto"/>
        <w:bottom w:val="none" w:sz="0" w:space="0" w:color="auto"/>
        <w:right w:val="none" w:sz="0" w:space="0" w:color="auto"/>
      </w:divBdr>
    </w:div>
    <w:div w:id="1165899688">
      <w:bodyDiv w:val="1"/>
      <w:marLeft w:val="0"/>
      <w:marRight w:val="0"/>
      <w:marTop w:val="0"/>
      <w:marBottom w:val="0"/>
      <w:divBdr>
        <w:top w:val="none" w:sz="0" w:space="0" w:color="auto"/>
        <w:left w:val="none" w:sz="0" w:space="0" w:color="auto"/>
        <w:bottom w:val="none" w:sz="0" w:space="0" w:color="auto"/>
        <w:right w:val="none" w:sz="0" w:space="0" w:color="auto"/>
      </w:divBdr>
    </w:div>
    <w:div w:id="1168716435">
      <w:bodyDiv w:val="1"/>
      <w:marLeft w:val="0"/>
      <w:marRight w:val="0"/>
      <w:marTop w:val="0"/>
      <w:marBottom w:val="0"/>
      <w:divBdr>
        <w:top w:val="none" w:sz="0" w:space="0" w:color="auto"/>
        <w:left w:val="none" w:sz="0" w:space="0" w:color="auto"/>
        <w:bottom w:val="none" w:sz="0" w:space="0" w:color="auto"/>
        <w:right w:val="none" w:sz="0" w:space="0" w:color="auto"/>
      </w:divBdr>
    </w:div>
    <w:div w:id="1170098218">
      <w:bodyDiv w:val="1"/>
      <w:marLeft w:val="0"/>
      <w:marRight w:val="0"/>
      <w:marTop w:val="0"/>
      <w:marBottom w:val="0"/>
      <w:divBdr>
        <w:top w:val="none" w:sz="0" w:space="0" w:color="auto"/>
        <w:left w:val="none" w:sz="0" w:space="0" w:color="auto"/>
        <w:bottom w:val="none" w:sz="0" w:space="0" w:color="auto"/>
        <w:right w:val="none" w:sz="0" w:space="0" w:color="auto"/>
      </w:divBdr>
    </w:div>
    <w:div w:id="1170871206">
      <w:bodyDiv w:val="1"/>
      <w:marLeft w:val="0"/>
      <w:marRight w:val="0"/>
      <w:marTop w:val="0"/>
      <w:marBottom w:val="0"/>
      <w:divBdr>
        <w:top w:val="none" w:sz="0" w:space="0" w:color="auto"/>
        <w:left w:val="none" w:sz="0" w:space="0" w:color="auto"/>
        <w:bottom w:val="none" w:sz="0" w:space="0" w:color="auto"/>
        <w:right w:val="none" w:sz="0" w:space="0" w:color="auto"/>
      </w:divBdr>
    </w:div>
    <w:div w:id="1170874948">
      <w:bodyDiv w:val="1"/>
      <w:marLeft w:val="0"/>
      <w:marRight w:val="0"/>
      <w:marTop w:val="0"/>
      <w:marBottom w:val="0"/>
      <w:divBdr>
        <w:top w:val="none" w:sz="0" w:space="0" w:color="auto"/>
        <w:left w:val="none" w:sz="0" w:space="0" w:color="auto"/>
        <w:bottom w:val="none" w:sz="0" w:space="0" w:color="auto"/>
        <w:right w:val="none" w:sz="0" w:space="0" w:color="auto"/>
      </w:divBdr>
    </w:div>
    <w:div w:id="1171069690">
      <w:bodyDiv w:val="1"/>
      <w:marLeft w:val="0"/>
      <w:marRight w:val="0"/>
      <w:marTop w:val="0"/>
      <w:marBottom w:val="0"/>
      <w:divBdr>
        <w:top w:val="none" w:sz="0" w:space="0" w:color="auto"/>
        <w:left w:val="none" w:sz="0" w:space="0" w:color="auto"/>
        <w:bottom w:val="none" w:sz="0" w:space="0" w:color="auto"/>
        <w:right w:val="none" w:sz="0" w:space="0" w:color="auto"/>
      </w:divBdr>
    </w:div>
    <w:div w:id="1173422569">
      <w:bodyDiv w:val="1"/>
      <w:marLeft w:val="0"/>
      <w:marRight w:val="0"/>
      <w:marTop w:val="0"/>
      <w:marBottom w:val="0"/>
      <w:divBdr>
        <w:top w:val="none" w:sz="0" w:space="0" w:color="auto"/>
        <w:left w:val="none" w:sz="0" w:space="0" w:color="auto"/>
        <w:bottom w:val="none" w:sz="0" w:space="0" w:color="auto"/>
        <w:right w:val="none" w:sz="0" w:space="0" w:color="auto"/>
      </w:divBdr>
    </w:div>
    <w:div w:id="1174152247">
      <w:bodyDiv w:val="1"/>
      <w:marLeft w:val="0"/>
      <w:marRight w:val="0"/>
      <w:marTop w:val="0"/>
      <w:marBottom w:val="0"/>
      <w:divBdr>
        <w:top w:val="none" w:sz="0" w:space="0" w:color="auto"/>
        <w:left w:val="none" w:sz="0" w:space="0" w:color="auto"/>
        <w:bottom w:val="none" w:sz="0" w:space="0" w:color="auto"/>
        <w:right w:val="none" w:sz="0" w:space="0" w:color="auto"/>
      </w:divBdr>
    </w:div>
    <w:div w:id="1174877115">
      <w:bodyDiv w:val="1"/>
      <w:marLeft w:val="0"/>
      <w:marRight w:val="0"/>
      <w:marTop w:val="0"/>
      <w:marBottom w:val="0"/>
      <w:divBdr>
        <w:top w:val="none" w:sz="0" w:space="0" w:color="auto"/>
        <w:left w:val="none" w:sz="0" w:space="0" w:color="auto"/>
        <w:bottom w:val="none" w:sz="0" w:space="0" w:color="auto"/>
        <w:right w:val="none" w:sz="0" w:space="0" w:color="auto"/>
      </w:divBdr>
    </w:div>
    <w:div w:id="1175265749">
      <w:bodyDiv w:val="1"/>
      <w:marLeft w:val="0"/>
      <w:marRight w:val="0"/>
      <w:marTop w:val="0"/>
      <w:marBottom w:val="0"/>
      <w:divBdr>
        <w:top w:val="none" w:sz="0" w:space="0" w:color="auto"/>
        <w:left w:val="none" w:sz="0" w:space="0" w:color="auto"/>
        <w:bottom w:val="none" w:sz="0" w:space="0" w:color="auto"/>
        <w:right w:val="none" w:sz="0" w:space="0" w:color="auto"/>
      </w:divBdr>
    </w:div>
    <w:div w:id="1176188323">
      <w:bodyDiv w:val="1"/>
      <w:marLeft w:val="0"/>
      <w:marRight w:val="0"/>
      <w:marTop w:val="0"/>
      <w:marBottom w:val="0"/>
      <w:divBdr>
        <w:top w:val="none" w:sz="0" w:space="0" w:color="auto"/>
        <w:left w:val="none" w:sz="0" w:space="0" w:color="auto"/>
        <w:bottom w:val="none" w:sz="0" w:space="0" w:color="auto"/>
        <w:right w:val="none" w:sz="0" w:space="0" w:color="auto"/>
      </w:divBdr>
    </w:div>
    <w:div w:id="1176922853">
      <w:bodyDiv w:val="1"/>
      <w:marLeft w:val="0"/>
      <w:marRight w:val="0"/>
      <w:marTop w:val="0"/>
      <w:marBottom w:val="0"/>
      <w:divBdr>
        <w:top w:val="none" w:sz="0" w:space="0" w:color="auto"/>
        <w:left w:val="none" w:sz="0" w:space="0" w:color="auto"/>
        <w:bottom w:val="none" w:sz="0" w:space="0" w:color="auto"/>
        <w:right w:val="none" w:sz="0" w:space="0" w:color="auto"/>
      </w:divBdr>
    </w:div>
    <w:div w:id="1177499346">
      <w:bodyDiv w:val="1"/>
      <w:marLeft w:val="0"/>
      <w:marRight w:val="0"/>
      <w:marTop w:val="0"/>
      <w:marBottom w:val="0"/>
      <w:divBdr>
        <w:top w:val="none" w:sz="0" w:space="0" w:color="auto"/>
        <w:left w:val="none" w:sz="0" w:space="0" w:color="auto"/>
        <w:bottom w:val="none" w:sz="0" w:space="0" w:color="auto"/>
        <w:right w:val="none" w:sz="0" w:space="0" w:color="auto"/>
      </w:divBdr>
    </w:div>
    <w:div w:id="1179806444">
      <w:bodyDiv w:val="1"/>
      <w:marLeft w:val="0"/>
      <w:marRight w:val="0"/>
      <w:marTop w:val="0"/>
      <w:marBottom w:val="0"/>
      <w:divBdr>
        <w:top w:val="none" w:sz="0" w:space="0" w:color="auto"/>
        <w:left w:val="none" w:sz="0" w:space="0" w:color="auto"/>
        <w:bottom w:val="none" w:sz="0" w:space="0" w:color="auto"/>
        <w:right w:val="none" w:sz="0" w:space="0" w:color="auto"/>
      </w:divBdr>
    </w:div>
    <w:div w:id="1180125628">
      <w:bodyDiv w:val="1"/>
      <w:marLeft w:val="0"/>
      <w:marRight w:val="0"/>
      <w:marTop w:val="0"/>
      <w:marBottom w:val="0"/>
      <w:divBdr>
        <w:top w:val="none" w:sz="0" w:space="0" w:color="auto"/>
        <w:left w:val="none" w:sz="0" w:space="0" w:color="auto"/>
        <w:bottom w:val="none" w:sz="0" w:space="0" w:color="auto"/>
        <w:right w:val="none" w:sz="0" w:space="0" w:color="auto"/>
      </w:divBdr>
    </w:div>
    <w:div w:id="1181237098">
      <w:bodyDiv w:val="1"/>
      <w:marLeft w:val="0"/>
      <w:marRight w:val="0"/>
      <w:marTop w:val="0"/>
      <w:marBottom w:val="0"/>
      <w:divBdr>
        <w:top w:val="none" w:sz="0" w:space="0" w:color="auto"/>
        <w:left w:val="none" w:sz="0" w:space="0" w:color="auto"/>
        <w:bottom w:val="none" w:sz="0" w:space="0" w:color="auto"/>
        <w:right w:val="none" w:sz="0" w:space="0" w:color="auto"/>
      </w:divBdr>
    </w:div>
    <w:div w:id="1181968646">
      <w:bodyDiv w:val="1"/>
      <w:marLeft w:val="0"/>
      <w:marRight w:val="0"/>
      <w:marTop w:val="0"/>
      <w:marBottom w:val="0"/>
      <w:divBdr>
        <w:top w:val="none" w:sz="0" w:space="0" w:color="auto"/>
        <w:left w:val="none" w:sz="0" w:space="0" w:color="auto"/>
        <w:bottom w:val="none" w:sz="0" w:space="0" w:color="auto"/>
        <w:right w:val="none" w:sz="0" w:space="0" w:color="auto"/>
      </w:divBdr>
    </w:div>
    <w:div w:id="1182430431">
      <w:bodyDiv w:val="1"/>
      <w:marLeft w:val="0"/>
      <w:marRight w:val="0"/>
      <w:marTop w:val="0"/>
      <w:marBottom w:val="0"/>
      <w:divBdr>
        <w:top w:val="none" w:sz="0" w:space="0" w:color="auto"/>
        <w:left w:val="none" w:sz="0" w:space="0" w:color="auto"/>
        <w:bottom w:val="none" w:sz="0" w:space="0" w:color="auto"/>
        <w:right w:val="none" w:sz="0" w:space="0" w:color="auto"/>
      </w:divBdr>
    </w:div>
    <w:div w:id="1183591700">
      <w:bodyDiv w:val="1"/>
      <w:marLeft w:val="0"/>
      <w:marRight w:val="0"/>
      <w:marTop w:val="0"/>
      <w:marBottom w:val="0"/>
      <w:divBdr>
        <w:top w:val="none" w:sz="0" w:space="0" w:color="auto"/>
        <w:left w:val="none" w:sz="0" w:space="0" w:color="auto"/>
        <w:bottom w:val="none" w:sz="0" w:space="0" w:color="auto"/>
        <w:right w:val="none" w:sz="0" w:space="0" w:color="auto"/>
      </w:divBdr>
    </w:div>
    <w:div w:id="1183982813">
      <w:bodyDiv w:val="1"/>
      <w:marLeft w:val="0"/>
      <w:marRight w:val="0"/>
      <w:marTop w:val="0"/>
      <w:marBottom w:val="0"/>
      <w:divBdr>
        <w:top w:val="none" w:sz="0" w:space="0" w:color="auto"/>
        <w:left w:val="none" w:sz="0" w:space="0" w:color="auto"/>
        <w:bottom w:val="none" w:sz="0" w:space="0" w:color="auto"/>
        <w:right w:val="none" w:sz="0" w:space="0" w:color="auto"/>
      </w:divBdr>
    </w:div>
    <w:div w:id="1184781992">
      <w:bodyDiv w:val="1"/>
      <w:marLeft w:val="0"/>
      <w:marRight w:val="0"/>
      <w:marTop w:val="0"/>
      <w:marBottom w:val="0"/>
      <w:divBdr>
        <w:top w:val="none" w:sz="0" w:space="0" w:color="auto"/>
        <w:left w:val="none" w:sz="0" w:space="0" w:color="auto"/>
        <w:bottom w:val="none" w:sz="0" w:space="0" w:color="auto"/>
        <w:right w:val="none" w:sz="0" w:space="0" w:color="auto"/>
      </w:divBdr>
    </w:div>
    <w:div w:id="1185248391">
      <w:bodyDiv w:val="1"/>
      <w:marLeft w:val="0"/>
      <w:marRight w:val="0"/>
      <w:marTop w:val="0"/>
      <w:marBottom w:val="0"/>
      <w:divBdr>
        <w:top w:val="none" w:sz="0" w:space="0" w:color="auto"/>
        <w:left w:val="none" w:sz="0" w:space="0" w:color="auto"/>
        <w:bottom w:val="none" w:sz="0" w:space="0" w:color="auto"/>
        <w:right w:val="none" w:sz="0" w:space="0" w:color="auto"/>
      </w:divBdr>
    </w:div>
    <w:div w:id="1185441818">
      <w:bodyDiv w:val="1"/>
      <w:marLeft w:val="0"/>
      <w:marRight w:val="0"/>
      <w:marTop w:val="0"/>
      <w:marBottom w:val="0"/>
      <w:divBdr>
        <w:top w:val="none" w:sz="0" w:space="0" w:color="auto"/>
        <w:left w:val="none" w:sz="0" w:space="0" w:color="auto"/>
        <w:bottom w:val="none" w:sz="0" w:space="0" w:color="auto"/>
        <w:right w:val="none" w:sz="0" w:space="0" w:color="auto"/>
      </w:divBdr>
    </w:div>
    <w:div w:id="1186285136">
      <w:bodyDiv w:val="1"/>
      <w:marLeft w:val="0"/>
      <w:marRight w:val="0"/>
      <w:marTop w:val="0"/>
      <w:marBottom w:val="0"/>
      <w:divBdr>
        <w:top w:val="none" w:sz="0" w:space="0" w:color="auto"/>
        <w:left w:val="none" w:sz="0" w:space="0" w:color="auto"/>
        <w:bottom w:val="none" w:sz="0" w:space="0" w:color="auto"/>
        <w:right w:val="none" w:sz="0" w:space="0" w:color="auto"/>
      </w:divBdr>
    </w:div>
    <w:div w:id="1186333594">
      <w:bodyDiv w:val="1"/>
      <w:marLeft w:val="0"/>
      <w:marRight w:val="0"/>
      <w:marTop w:val="0"/>
      <w:marBottom w:val="0"/>
      <w:divBdr>
        <w:top w:val="none" w:sz="0" w:space="0" w:color="auto"/>
        <w:left w:val="none" w:sz="0" w:space="0" w:color="auto"/>
        <w:bottom w:val="none" w:sz="0" w:space="0" w:color="auto"/>
        <w:right w:val="none" w:sz="0" w:space="0" w:color="auto"/>
      </w:divBdr>
    </w:div>
    <w:div w:id="1186410040">
      <w:bodyDiv w:val="1"/>
      <w:marLeft w:val="0"/>
      <w:marRight w:val="0"/>
      <w:marTop w:val="0"/>
      <w:marBottom w:val="0"/>
      <w:divBdr>
        <w:top w:val="none" w:sz="0" w:space="0" w:color="auto"/>
        <w:left w:val="none" w:sz="0" w:space="0" w:color="auto"/>
        <w:bottom w:val="none" w:sz="0" w:space="0" w:color="auto"/>
        <w:right w:val="none" w:sz="0" w:space="0" w:color="auto"/>
      </w:divBdr>
    </w:div>
    <w:div w:id="1186793584">
      <w:bodyDiv w:val="1"/>
      <w:marLeft w:val="0"/>
      <w:marRight w:val="0"/>
      <w:marTop w:val="0"/>
      <w:marBottom w:val="0"/>
      <w:divBdr>
        <w:top w:val="none" w:sz="0" w:space="0" w:color="auto"/>
        <w:left w:val="none" w:sz="0" w:space="0" w:color="auto"/>
        <w:bottom w:val="none" w:sz="0" w:space="0" w:color="auto"/>
        <w:right w:val="none" w:sz="0" w:space="0" w:color="auto"/>
      </w:divBdr>
    </w:div>
    <w:div w:id="1188055807">
      <w:bodyDiv w:val="1"/>
      <w:marLeft w:val="0"/>
      <w:marRight w:val="0"/>
      <w:marTop w:val="0"/>
      <w:marBottom w:val="0"/>
      <w:divBdr>
        <w:top w:val="none" w:sz="0" w:space="0" w:color="auto"/>
        <w:left w:val="none" w:sz="0" w:space="0" w:color="auto"/>
        <w:bottom w:val="none" w:sz="0" w:space="0" w:color="auto"/>
        <w:right w:val="none" w:sz="0" w:space="0" w:color="auto"/>
      </w:divBdr>
    </w:div>
    <w:div w:id="1190332711">
      <w:bodyDiv w:val="1"/>
      <w:marLeft w:val="0"/>
      <w:marRight w:val="0"/>
      <w:marTop w:val="0"/>
      <w:marBottom w:val="0"/>
      <w:divBdr>
        <w:top w:val="none" w:sz="0" w:space="0" w:color="auto"/>
        <w:left w:val="none" w:sz="0" w:space="0" w:color="auto"/>
        <w:bottom w:val="none" w:sz="0" w:space="0" w:color="auto"/>
        <w:right w:val="none" w:sz="0" w:space="0" w:color="auto"/>
      </w:divBdr>
    </w:div>
    <w:div w:id="1190339842">
      <w:bodyDiv w:val="1"/>
      <w:marLeft w:val="0"/>
      <w:marRight w:val="0"/>
      <w:marTop w:val="0"/>
      <w:marBottom w:val="0"/>
      <w:divBdr>
        <w:top w:val="none" w:sz="0" w:space="0" w:color="auto"/>
        <w:left w:val="none" w:sz="0" w:space="0" w:color="auto"/>
        <w:bottom w:val="none" w:sz="0" w:space="0" w:color="auto"/>
        <w:right w:val="none" w:sz="0" w:space="0" w:color="auto"/>
      </w:divBdr>
    </w:div>
    <w:div w:id="1191185646">
      <w:bodyDiv w:val="1"/>
      <w:marLeft w:val="0"/>
      <w:marRight w:val="0"/>
      <w:marTop w:val="0"/>
      <w:marBottom w:val="0"/>
      <w:divBdr>
        <w:top w:val="none" w:sz="0" w:space="0" w:color="auto"/>
        <w:left w:val="none" w:sz="0" w:space="0" w:color="auto"/>
        <w:bottom w:val="none" w:sz="0" w:space="0" w:color="auto"/>
        <w:right w:val="none" w:sz="0" w:space="0" w:color="auto"/>
      </w:divBdr>
    </w:div>
    <w:div w:id="1191606185">
      <w:bodyDiv w:val="1"/>
      <w:marLeft w:val="0"/>
      <w:marRight w:val="0"/>
      <w:marTop w:val="0"/>
      <w:marBottom w:val="0"/>
      <w:divBdr>
        <w:top w:val="none" w:sz="0" w:space="0" w:color="auto"/>
        <w:left w:val="none" w:sz="0" w:space="0" w:color="auto"/>
        <w:bottom w:val="none" w:sz="0" w:space="0" w:color="auto"/>
        <w:right w:val="none" w:sz="0" w:space="0" w:color="auto"/>
      </w:divBdr>
    </w:div>
    <w:div w:id="1191799856">
      <w:bodyDiv w:val="1"/>
      <w:marLeft w:val="0"/>
      <w:marRight w:val="0"/>
      <w:marTop w:val="0"/>
      <w:marBottom w:val="0"/>
      <w:divBdr>
        <w:top w:val="none" w:sz="0" w:space="0" w:color="auto"/>
        <w:left w:val="none" w:sz="0" w:space="0" w:color="auto"/>
        <w:bottom w:val="none" w:sz="0" w:space="0" w:color="auto"/>
        <w:right w:val="none" w:sz="0" w:space="0" w:color="auto"/>
      </w:divBdr>
    </w:div>
    <w:div w:id="1192377589">
      <w:bodyDiv w:val="1"/>
      <w:marLeft w:val="0"/>
      <w:marRight w:val="0"/>
      <w:marTop w:val="0"/>
      <w:marBottom w:val="0"/>
      <w:divBdr>
        <w:top w:val="none" w:sz="0" w:space="0" w:color="auto"/>
        <w:left w:val="none" w:sz="0" w:space="0" w:color="auto"/>
        <w:bottom w:val="none" w:sz="0" w:space="0" w:color="auto"/>
        <w:right w:val="none" w:sz="0" w:space="0" w:color="auto"/>
      </w:divBdr>
    </w:div>
    <w:div w:id="1192382956">
      <w:bodyDiv w:val="1"/>
      <w:marLeft w:val="0"/>
      <w:marRight w:val="0"/>
      <w:marTop w:val="0"/>
      <w:marBottom w:val="0"/>
      <w:divBdr>
        <w:top w:val="none" w:sz="0" w:space="0" w:color="auto"/>
        <w:left w:val="none" w:sz="0" w:space="0" w:color="auto"/>
        <w:bottom w:val="none" w:sz="0" w:space="0" w:color="auto"/>
        <w:right w:val="none" w:sz="0" w:space="0" w:color="auto"/>
      </w:divBdr>
    </w:div>
    <w:div w:id="1194423589">
      <w:bodyDiv w:val="1"/>
      <w:marLeft w:val="0"/>
      <w:marRight w:val="0"/>
      <w:marTop w:val="0"/>
      <w:marBottom w:val="0"/>
      <w:divBdr>
        <w:top w:val="none" w:sz="0" w:space="0" w:color="auto"/>
        <w:left w:val="none" w:sz="0" w:space="0" w:color="auto"/>
        <w:bottom w:val="none" w:sz="0" w:space="0" w:color="auto"/>
        <w:right w:val="none" w:sz="0" w:space="0" w:color="auto"/>
      </w:divBdr>
    </w:div>
    <w:div w:id="1195462460">
      <w:bodyDiv w:val="1"/>
      <w:marLeft w:val="0"/>
      <w:marRight w:val="0"/>
      <w:marTop w:val="0"/>
      <w:marBottom w:val="0"/>
      <w:divBdr>
        <w:top w:val="none" w:sz="0" w:space="0" w:color="auto"/>
        <w:left w:val="none" w:sz="0" w:space="0" w:color="auto"/>
        <w:bottom w:val="none" w:sz="0" w:space="0" w:color="auto"/>
        <w:right w:val="none" w:sz="0" w:space="0" w:color="auto"/>
      </w:divBdr>
    </w:div>
    <w:div w:id="1195969326">
      <w:bodyDiv w:val="1"/>
      <w:marLeft w:val="0"/>
      <w:marRight w:val="0"/>
      <w:marTop w:val="0"/>
      <w:marBottom w:val="0"/>
      <w:divBdr>
        <w:top w:val="none" w:sz="0" w:space="0" w:color="auto"/>
        <w:left w:val="none" w:sz="0" w:space="0" w:color="auto"/>
        <w:bottom w:val="none" w:sz="0" w:space="0" w:color="auto"/>
        <w:right w:val="none" w:sz="0" w:space="0" w:color="auto"/>
      </w:divBdr>
    </w:div>
    <w:div w:id="1196230834">
      <w:bodyDiv w:val="1"/>
      <w:marLeft w:val="0"/>
      <w:marRight w:val="0"/>
      <w:marTop w:val="0"/>
      <w:marBottom w:val="0"/>
      <w:divBdr>
        <w:top w:val="none" w:sz="0" w:space="0" w:color="auto"/>
        <w:left w:val="none" w:sz="0" w:space="0" w:color="auto"/>
        <w:bottom w:val="none" w:sz="0" w:space="0" w:color="auto"/>
        <w:right w:val="none" w:sz="0" w:space="0" w:color="auto"/>
      </w:divBdr>
    </w:div>
    <w:div w:id="1196889098">
      <w:bodyDiv w:val="1"/>
      <w:marLeft w:val="0"/>
      <w:marRight w:val="0"/>
      <w:marTop w:val="0"/>
      <w:marBottom w:val="0"/>
      <w:divBdr>
        <w:top w:val="none" w:sz="0" w:space="0" w:color="auto"/>
        <w:left w:val="none" w:sz="0" w:space="0" w:color="auto"/>
        <w:bottom w:val="none" w:sz="0" w:space="0" w:color="auto"/>
        <w:right w:val="none" w:sz="0" w:space="0" w:color="auto"/>
      </w:divBdr>
    </w:div>
    <w:div w:id="1198930800">
      <w:bodyDiv w:val="1"/>
      <w:marLeft w:val="0"/>
      <w:marRight w:val="0"/>
      <w:marTop w:val="0"/>
      <w:marBottom w:val="0"/>
      <w:divBdr>
        <w:top w:val="none" w:sz="0" w:space="0" w:color="auto"/>
        <w:left w:val="none" w:sz="0" w:space="0" w:color="auto"/>
        <w:bottom w:val="none" w:sz="0" w:space="0" w:color="auto"/>
        <w:right w:val="none" w:sz="0" w:space="0" w:color="auto"/>
      </w:divBdr>
    </w:div>
    <w:div w:id="1200631415">
      <w:bodyDiv w:val="1"/>
      <w:marLeft w:val="0"/>
      <w:marRight w:val="0"/>
      <w:marTop w:val="0"/>
      <w:marBottom w:val="0"/>
      <w:divBdr>
        <w:top w:val="none" w:sz="0" w:space="0" w:color="auto"/>
        <w:left w:val="none" w:sz="0" w:space="0" w:color="auto"/>
        <w:bottom w:val="none" w:sz="0" w:space="0" w:color="auto"/>
        <w:right w:val="none" w:sz="0" w:space="0" w:color="auto"/>
      </w:divBdr>
    </w:div>
    <w:div w:id="1201090038">
      <w:bodyDiv w:val="1"/>
      <w:marLeft w:val="0"/>
      <w:marRight w:val="0"/>
      <w:marTop w:val="0"/>
      <w:marBottom w:val="0"/>
      <w:divBdr>
        <w:top w:val="none" w:sz="0" w:space="0" w:color="auto"/>
        <w:left w:val="none" w:sz="0" w:space="0" w:color="auto"/>
        <w:bottom w:val="none" w:sz="0" w:space="0" w:color="auto"/>
        <w:right w:val="none" w:sz="0" w:space="0" w:color="auto"/>
      </w:divBdr>
    </w:div>
    <w:div w:id="1201211227">
      <w:bodyDiv w:val="1"/>
      <w:marLeft w:val="0"/>
      <w:marRight w:val="0"/>
      <w:marTop w:val="0"/>
      <w:marBottom w:val="0"/>
      <w:divBdr>
        <w:top w:val="none" w:sz="0" w:space="0" w:color="auto"/>
        <w:left w:val="none" w:sz="0" w:space="0" w:color="auto"/>
        <w:bottom w:val="none" w:sz="0" w:space="0" w:color="auto"/>
        <w:right w:val="none" w:sz="0" w:space="0" w:color="auto"/>
      </w:divBdr>
    </w:div>
    <w:div w:id="1202085504">
      <w:bodyDiv w:val="1"/>
      <w:marLeft w:val="0"/>
      <w:marRight w:val="0"/>
      <w:marTop w:val="0"/>
      <w:marBottom w:val="0"/>
      <w:divBdr>
        <w:top w:val="none" w:sz="0" w:space="0" w:color="auto"/>
        <w:left w:val="none" w:sz="0" w:space="0" w:color="auto"/>
        <w:bottom w:val="none" w:sz="0" w:space="0" w:color="auto"/>
        <w:right w:val="none" w:sz="0" w:space="0" w:color="auto"/>
      </w:divBdr>
    </w:div>
    <w:div w:id="1202279967">
      <w:bodyDiv w:val="1"/>
      <w:marLeft w:val="0"/>
      <w:marRight w:val="0"/>
      <w:marTop w:val="0"/>
      <w:marBottom w:val="0"/>
      <w:divBdr>
        <w:top w:val="none" w:sz="0" w:space="0" w:color="auto"/>
        <w:left w:val="none" w:sz="0" w:space="0" w:color="auto"/>
        <w:bottom w:val="none" w:sz="0" w:space="0" w:color="auto"/>
        <w:right w:val="none" w:sz="0" w:space="0" w:color="auto"/>
      </w:divBdr>
    </w:div>
    <w:div w:id="1203447082">
      <w:bodyDiv w:val="1"/>
      <w:marLeft w:val="0"/>
      <w:marRight w:val="0"/>
      <w:marTop w:val="0"/>
      <w:marBottom w:val="0"/>
      <w:divBdr>
        <w:top w:val="none" w:sz="0" w:space="0" w:color="auto"/>
        <w:left w:val="none" w:sz="0" w:space="0" w:color="auto"/>
        <w:bottom w:val="none" w:sz="0" w:space="0" w:color="auto"/>
        <w:right w:val="none" w:sz="0" w:space="0" w:color="auto"/>
      </w:divBdr>
    </w:div>
    <w:div w:id="1205752776">
      <w:bodyDiv w:val="1"/>
      <w:marLeft w:val="0"/>
      <w:marRight w:val="0"/>
      <w:marTop w:val="0"/>
      <w:marBottom w:val="0"/>
      <w:divBdr>
        <w:top w:val="none" w:sz="0" w:space="0" w:color="auto"/>
        <w:left w:val="none" w:sz="0" w:space="0" w:color="auto"/>
        <w:bottom w:val="none" w:sz="0" w:space="0" w:color="auto"/>
        <w:right w:val="none" w:sz="0" w:space="0" w:color="auto"/>
      </w:divBdr>
    </w:div>
    <w:div w:id="1207061031">
      <w:bodyDiv w:val="1"/>
      <w:marLeft w:val="0"/>
      <w:marRight w:val="0"/>
      <w:marTop w:val="0"/>
      <w:marBottom w:val="0"/>
      <w:divBdr>
        <w:top w:val="none" w:sz="0" w:space="0" w:color="auto"/>
        <w:left w:val="none" w:sz="0" w:space="0" w:color="auto"/>
        <w:bottom w:val="none" w:sz="0" w:space="0" w:color="auto"/>
        <w:right w:val="none" w:sz="0" w:space="0" w:color="auto"/>
      </w:divBdr>
    </w:div>
    <w:div w:id="1207839687">
      <w:bodyDiv w:val="1"/>
      <w:marLeft w:val="0"/>
      <w:marRight w:val="0"/>
      <w:marTop w:val="0"/>
      <w:marBottom w:val="0"/>
      <w:divBdr>
        <w:top w:val="none" w:sz="0" w:space="0" w:color="auto"/>
        <w:left w:val="none" w:sz="0" w:space="0" w:color="auto"/>
        <w:bottom w:val="none" w:sz="0" w:space="0" w:color="auto"/>
        <w:right w:val="none" w:sz="0" w:space="0" w:color="auto"/>
      </w:divBdr>
    </w:div>
    <w:div w:id="1208300933">
      <w:bodyDiv w:val="1"/>
      <w:marLeft w:val="0"/>
      <w:marRight w:val="0"/>
      <w:marTop w:val="0"/>
      <w:marBottom w:val="0"/>
      <w:divBdr>
        <w:top w:val="none" w:sz="0" w:space="0" w:color="auto"/>
        <w:left w:val="none" w:sz="0" w:space="0" w:color="auto"/>
        <w:bottom w:val="none" w:sz="0" w:space="0" w:color="auto"/>
        <w:right w:val="none" w:sz="0" w:space="0" w:color="auto"/>
      </w:divBdr>
    </w:div>
    <w:div w:id="1208951742">
      <w:bodyDiv w:val="1"/>
      <w:marLeft w:val="0"/>
      <w:marRight w:val="0"/>
      <w:marTop w:val="0"/>
      <w:marBottom w:val="0"/>
      <w:divBdr>
        <w:top w:val="none" w:sz="0" w:space="0" w:color="auto"/>
        <w:left w:val="none" w:sz="0" w:space="0" w:color="auto"/>
        <w:bottom w:val="none" w:sz="0" w:space="0" w:color="auto"/>
        <w:right w:val="none" w:sz="0" w:space="0" w:color="auto"/>
      </w:divBdr>
    </w:div>
    <w:div w:id="1210454568">
      <w:bodyDiv w:val="1"/>
      <w:marLeft w:val="0"/>
      <w:marRight w:val="0"/>
      <w:marTop w:val="0"/>
      <w:marBottom w:val="0"/>
      <w:divBdr>
        <w:top w:val="none" w:sz="0" w:space="0" w:color="auto"/>
        <w:left w:val="none" w:sz="0" w:space="0" w:color="auto"/>
        <w:bottom w:val="none" w:sz="0" w:space="0" w:color="auto"/>
        <w:right w:val="none" w:sz="0" w:space="0" w:color="auto"/>
      </w:divBdr>
    </w:div>
    <w:div w:id="1212617382">
      <w:bodyDiv w:val="1"/>
      <w:marLeft w:val="0"/>
      <w:marRight w:val="0"/>
      <w:marTop w:val="0"/>
      <w:marBottom w:val="0"/>
      <w:divBdr>
        <w:top w:val="none" w:sz="0" w:space="0" w:color="auto"/>
        <w:left w:val="none" w:sz="0" w:space="0" w:color="auto"/>
        <w:bottom w:val="none" w:sz="0" w:space="0" w:color="auto"/>
        <w:right w:val="none" w:sz="0" w:space="0" w:color="auto"/>
      </w:divBdr>
    </w:div>
    <w:div w:id="1213033026">
      <w:bodyDiv w:val="1"/>
      <w:marLeft w:val="0"/>
      <w:marRight w:val="0"/>
      <w:marTop w:val="0"/>
      <w:marBottom w:val="0"/>
      <w:divBdr>
        <w:top w:val="none" w:sz="0" w:space="0" w:color="auto"/>
        <w:left w:val="none" w:sz="0" w:space="0" w:color="auto"/>
        <w:bottom w:val="none" w:sz="0" w:space="0" w:color="auto"/>
        <w:right w:val="none" w:sz="0" w:space="0" w:color="auto"/>
      </w:divBdr>
    </w:div>
    <w:div w:id="1214123061">
      <w:bodyDiv w:val="1"/>
      <w:marLeft w:val="0"/>
      <w:marRight w:val="0"/>
      <w:marTop w:val="0"/>
      <w:marBottom w:val="0"/>
      <w:divBdr>
        <w:top w:val="none" w:sz="0" w:space="0" w:color="auto"/>
        <w:left w:val="none" w:sz="0" w:space="0" w:color="auto"/>
        <w:bottom w:val="none" w:sz="0" w:space="0" w:color="auto"/>
        <w:right w:val="none" w:sz="0" w:space="0" w:color="auto"/>
      </w:divBdr>
    </w:div>
    <w:div w:id="1215582069">
      <w:bodyDiv w:val="1"/>
      <w:marLeft w:val="0"/>
      <w:marRight w:val="0"/>
      <w:marTop w:val="0"/>
      <w:marBottom w:val="0"/>
      <w:divBdr>
        <w:top w:val="none" w:sz="0" w:space="0" w:color="auto"/>
        <w:left w:val="none" w:sz="0" w:space="0" w:color="auto"/>
        <w:bottom w:val="none" w:sz="0" w:space="0" w:color="auto"/>
        <w:right w:val="none" w:sz="0" w:space="0" w:color="auto"/>
      </w:divBdr>
    </w:div>
    <w:div w:id="1216046455">
      <w:bodyDiv w:val="1"/>
      <w:marLeft w:val="0"/>
      <w:marRight w:val="0"/>
      <w:marTop w:val="0"/>
      <w:marBottom w:val="0"/>
      <w:divBdr>
        <w:top w:val="none" w:sz="0" w:space="0" w:color="auto"/>
        <w:left w:val="none" w:sz="0" w:space="0" w:color="auto"/>
        <w:bottom w:val="none" w:sz="0" w:space="0" w:color="auto"/>
        <w:right w:val="none" w:sz="0" w:space="0" w:color="auto"/>
      </w:divBdr>
    </w:div>
    <w:div w:id="1216115706">
      <w:bodyDiv w:val="1"/>
      <w:marLeft w:val="0"/>
      <w:marRight w:val="0"/>
      <w:marTop w:val="0"/>
      <w:marBottom w:val="0"/>
      <w:divBdr>
        <w:top w:val="none" w:sz="0" w:space="0" w:color="auto"/>
        <w:left w:val="none" w:sz="0" w:space="0" w:color="auto"/>
        <w:bottom w:val="none" w:sz="0" w:space="0" w:color="auto"/>
        <w:right w:val="none" w:sz="0" w:space="0" w:color="auto"/>
      </w:divBdr>
    </w:div>
    <w:div w:id="1216232582">
      <w:bodyDiv w:val="1"/>
      <w:marLeft w:val="0"/>
      <w:marRight w:val="0"/>
      <w:marTop w:val="0"/>
      <w:marBottom w:val="0"/>
      <w:divBdr>
        <w:top w:val="none" w:sz="0" w:space="0" w:color="auto"/>
        <w:left w:val="none" w:sz="0" w:space="0" w:color="auto"/>
        <w:bottom w:val="none" w:sz="0" w:space="0" w:color="auto"/>
        <w:right w:val="none" w:sz="0" w:space="0" w:color="auto"/>
      </w:divBdr>
    </w:div>
    <w:div w:id="1216308000">
      <w:bodyDiv w:val="1"/>
      <w:marLeft w:val="0"/>
      <w:marRight w:val="0"/>
      <w:marTop w:val="0"/>
      <w:marBottom w:val="0"/>
      <w:divBdr>
        <w:top w:val="none" w:sz="0" w:space="0" w:color="auto"/>
        <w:left w:val="none" w:sz="0" w:space="0" w:color="auto"/>
        <w:bottom w:val="none" w:sz="0" w:space="0" w:color="auto"/>
        <w:right w:val="none" w:sz="0" w:space="0" w:color="auto"/>
      </w:divBdr>
    </w:div>
    <w:div w:id="1216510078">
      <w:bodyDiv w:val="1"/>
      <w:marLeft w:val="0"/>
      <w:marRight w:val="0"/>
      <w:marTop w:val="0"/>
      <w:marBottom w:val="0"/>
      <w:divBdr>
        <w:top w:val="none" w:sz="0" w:space="0" w:color="auto"/>
        <w:left w:val="none" w:sz="0" w:space="0" w:color="auto"/>
        <w:bottom w:val="none" w:sz="0" w:space="0" w:color="auto"/>
        <w:right w:val="none" w:sz="0" w:space="0" w:color="auto"/>
      </w:divBdr>
    </w:div>
    <w:div w:id="1217231859">
      <w:bodyDiv w:val="1"/>
      <w:marLeft w:val="0"/>
      <w:marRight w:val="0"/>
      <w:marTop w:val="0"/>
      <w:marBottom w:val="0"/>
      <w:divBdr>
        <w:top w:val="none" w:sz="0" w:space="0" w:color="auto"/>
        <w:left w:val="none" w:sz="0" w:space="0" w:color="auto"/>
        <w:bottom w:val="none" w:sz="0" w:space="0" w:color="auto"/>
        <w:right w:val="none" w:sz="0" w:space="0" w:color="auto"/>
      </w:divBdr>
    </w:div>
    <w:div w:id="1219635871">
      <w:bodyDiv w:val="1"/>
      <w:marLeft w:val="0"/>
      <w:marRight w:val="0"/>
      <w:marTop w:val="0"/>
      <w:marBottom w:val="0"/>
      <w:divBdr>
        <w:top w:val="none" w:sz="0" w:space="0" w:color="auto"/>
        <w:left w:val="none" w:sz="0" w:space="0" w:color="auto"/>
        <w:bottom w:val="none" w:sz="0" w:space="0" w:color="auto"/>
        <w:right w:val="none" w:sz="0" w:space="0" w:color="auto"/>
      </w:divBdr>
    </w:div>
    <w:div w:id="1219782911">
      <w:bodyDiv w:val="1"/>
      <w:marLeft w:val="0"/>
      <w:marRight w:val="0"/>
      <w:marTop w:val="0"/>
      <w:marBottom w:val="0"/>
      <w:divBdr>
        <w:top w:val="none" w:sz="0" w:space="0" w:color="auto"/>
        <w:left w:val="none" w:sz="0" w:space="0" w:color="auto"/>
        <w:bottom w:val="none" w:sz="0" w:space="0" w:color="auto"/>
        <w:right w:val="none" w:sz="0" w:space="0" w:color="auto"/>
      </w:divBdr>
    </w:div>
    <w:div w:id="1219903132">
      <w:bodyDiv w:val="1"/>
      <w:marLeft w:val="0"/>
      <w:marRight w:val="0"/>
      <w:marTop w:val="0"/>
      <w:marBottom w:val="0"/>
      <w:divBdr>
        <w:top w:val="none" w:sz="0" w:space="0" w:color="auto"/>
        <w:left w:val="none" w:sz="0" w:space="0" w:color="auto"/>
        <w:bottom w:val="none" w:sz="0" w:space="0" w:color="auto"/>
        <w:right w:val="none" w:sz="0" w:space="0" w:color="auto"/>
      </w:divBdr>
    </w:div>
    <w:div w:id="1220826288">
      <w:bodyDiv w:val="1"/>
      <w:marLeft w:val="0"/>
      <w:marRight w:val="0"/>
      <w:marTop w:val="0"/>
      <w:marBottom w:val="0"/>
      <w:divBdr>
        <w:top w:val="none" w:sz="0" w:space="0" w:color="auto"/>
        <w:left w:val="none" w:sz="0" w:space="0" w:color="auto"/>
        <w:bottom w:val="none" w:sz="0" w:space="0" w:color="auto"/>
        <w:right w:val="none" w:sz="0" w:space="0" w:color="auto"/>
      </w:divBdr>
    </w:div>
    <w:div w:id="1221329842">
      <w:bodyDiv w:val="1"/>
      <w:marLeft w:val="0"/>
      <w:marRight w:val="0"/>
      <w:marTop w:val="0"/>
      <w:marBottom w:val="0"/>
      <w:divBdr>
        <w:top w:val="none" w:sz="0" w:space="0" w:color="auto"/>
        <w:left w:val="none" w:sz="0" w:space="0" w:color="auto"/>
        <w:bottom w:val="none" w:sz="0" w:space="0" w:color="auto"/>
        <w:right w:val="none" w:sz="0" w:space="0" w:color="auto"/>
      </w:divBdr>
    </w:div>
    <w:div w:id="1221744092">
      <w:bodyDiv w:val="1"/>
      <w:marLeft w:val="0"/>
      <w:marRight w:val="0"/>
      <w:marTop w:val="0"/>
      <w:marBottom w:val="0"/>
      <w:divBdr>
        <w:top w:val="none" w:sz="0" w:space="0" w:color="auto"/>
        <w:left w:val="none" w:sz="0" w:space="0" w:color="auto"/>
        <w:bottom w:val="none" w:sz="0" w:space="0" w:color="auto"/>
        <w:right w:val="none" w:sz="0" w:space="0" w:color="auto"/>
      </w:divBdr>
    </w:div>
    <w:div w:id="1222056095">
      <w:bodyDiv w:val="1"/>
      <w:marLeft w:val="0"/>
      <w:marRight w:val="0"/>
      <w:marTop w:val="0"/>
      <w:marBottom w:val="0"/>
      <w:divBdr>
        <w:top w:val="none" w:sz="0" w:space="0" w:color="auto"/>
        <w:left w:val="none" w:sz="0" w:space="0" w:color="auto"/>
        <w:bottom w:val="none" w:sz="0" w:space="0" w:color="auto"/>
        <w:right w:val="none" w:sz="0" w:space="0" w:color="auto"/>
      </w:divBdr>
    </w:div>
    <w:div w:id="1222520520">
      <w:bodyDiv w:val="1"/>
      <w:marLeft w:val="0"/>
      <w:marRight w:val="0"/>
      <w:marTop w:val="0"/>
      <w:marBottom w:val="0"/>
      <w:divBdr>
        <w:top w:val="none" w:sz="0" w:space="0" w:color="auto"/>
        <w:left w:val="none" w:sz="0" w:space="0" w:color="auto"/>
        <w:bottom w:val="none" w:sz="0" w:space="0" w:color="auto"/>
        <w:right w:val="none" w:sz="0" w:space="0" w:color="auto"/>
      </w:divBdr>
    </w:div>
    <w:div w:id="1222639631">
      <w:bodyDiv w:val="1"/>
      <w:marLeft w:val="0"/>
      <w:marRight w:val="0"/>
      <w:marTop w:val="0"/>
      <w:marBottom w:val="0"/>
      <w:divBdr>
        <w:top w:val="none" w:sz="0" w:space="0" w:color="auto"/>
        <w:left w:val="none" w:sz="0" w:space="0" w:color="auto"/>
        <w:bottom w:val="none" w:sz="0" w:space="0" w:color="auto"/>
        <w:right w:val="none" w:sz="0" w:space="0" w:color="auto"/>
      </w:divBdr>
    </w:div>
    <w:div w:id="1223253574">
      <w:bodyDiv w:val="1"/>
      <w:marLeft w:val="0"/>
      <w:marRight w:val="0"/>
      <w:marTop w:val="0"/>
      <w:marBottom w:val="0"/>
      <w:divBdr>
        <w:top w:val="none" w:sz="0" w:space="0" w:color="auto"/>
        <w:left w:val="none" w:sz="0" w:space="0" w:color="auto"/>
        <w:bottom w:val="none" w:sz="0" w:space="0" w:color="auto"/>
        <w:right w:val="none" w:sz="0" w:space="0" w:color="auto"/>
      </w:divBdr>
    </w:div>
    <w:div w:id="1223366874">
      <w:bodyDiv w:val="1"/>
      <w:marLeft w:val="0"/>
      <w:marRight w:val="0"/>
      <w:marTop w:val="0"/>
      <w:marBottom w:val="0"/>
      <w:divBdr>
        <w:top w:val="none" w:sz="0" w:space="0" w:color="auto"/>
        <w:left w:val="none" w:sz="0" w:space="0" w:color="auto"/>
        <w:bottom w:val="none" w:sz="0" w:space="0" w:color="auto"/>
        <w:right w:val="none" w:sz="0" w:space="0" w:color="auto"/>
      </w:divBdr>
    </w:div>
    <w:div w:id="1224177500">
      <w:bodyDiv w:val="1"/>
      <w:marLeft w:val="0"/>
      <w:marRight w:val="0"/>
      <w:marTop w:val="0"/>
      <w:marBottom w:val="0"/>
      <w:divBdr>
        <w:top w:val="none" w:sz="0" w:space="0" w:color="auto"/>
        <w:left w:val="none" w:sz="0" w:space="0" w:color="auto"/>
        <w:bottom w:val="none" w:sz="0" w:space="0" w:color="auto"/>
        <w:right w:val="none" w:sz="0" w:space="0" w:color="auto"/>
      </w:divBdr>
    </w:div>
    <w:div w:id="1226794523">
      <w:bodyDiv w:val="1"/>
      <w:marLeft w:val="0"/>
      <w:marRight w:val="0"/>
      <w:marTop w:val="0"/>
      <w:marBottom w:val="0"/>
      <w:divBdr>
        <w:top w:val="none" w:sz="0" w:space="0" w:color="auto"/>
        <w:left w:val="none" w:sz="0" w:space="0" w:color="auto"/>
        <w:bottom w:val="none" w:sz="0" w:space="0" w:color="auto"/>
        <w:right w:val="none" w:sz="0" w:space="0" w:color="auto"/>
      </w:divBdr>
    </w:div>
    <w:div w:id="1226987853">
      <w:bodyDiv w:val="1"/>
      <w:marLeft w:val="0"/>
      <w:marRight w:val="0"/>
      <w:marTop w:val="0"/>
      <w:marBottom w:val="0"/>
      <w:divBdr>
        <w:top w:val="none" w:sz="0" w:space="0" w:color="auto"/>
        <w:left w:val="none" w:sz="0" w:space="0" w:color="auto"/>
        <w:bottom w:val="none" w:sz="0" w:space="0" w:color="auto"/>
        <w:right w:val="none" w:sz="0" w:space="0" w:color="auto"/>
      </w:divBdr>
    </w:div>
    <w:div w:id="1227062651">
      <w:bodyDiv w:val="1"/>
      <w:marLeft w:val="0"/>
      <w:marRight w:val="0"/>
      <w:marTop w:val="0"/>
      <w:marBottom w:val="0"/>
      <w:divBdr>
        <w:top w:val="none" w:sz="0" w:space="0" w:color="auto"/>
        <w:left w:val="none" w:sz="0" w:space="0" w:color="auto"/>
        <w:bottom w:val="none" w:sz="0" w:space="0" w:color="auto"/>
        <w:right w:val="none" w:sz="0" w:space="0" w:color="auto"/>
      </w:divBdr>
    </w:div>
    <w:div w:id="1228302110">
      <w:bodyDiv w:val="1"/>
      <w:marLeft w:val="0"/>
      <w:marRight w:val="0"/>
      <w:marTop w:val="0"/>
      <w:marBottom w:val="0"/>
      <w:divBdr>
        <w:top w:val="none" w:sz="0" w:space="0" w:color="auto"/>
        <w:left w:val="none" w:sz="0" w:space="0" w:color="auto"/>
        <w:bottom w:val="none" w:sz="0" w:space="0" w:color="auto"/>
        <w:right w:val="none" w:sz="0" w:space="0" w:color="auto"/>
      </w:divBdr>
    </w:div>
    <w:div w:id="1228341331">
      <w:bodyDiv w:val="1"/>
      <w:marLeft w:val="0"/>
      <w:marRight w:val="0"/>
      <w:marTop w:val="0"/>
      <w:marBottom w:val="0"/>
      <w:divBdr>
        <w:top w:val="none" w:sz="0" w:space="0" w:color="auto"/>
        <w:left w:val="none" w:sz="0" w:space="0" w:color="auto"/>
        <w:bottom w:val="none" w:sz="0" w:space="0" w:color="auto"/>
        <w:right w:val="none" w:sz="0" w:space="0" w:color="auto"/>
      </w:divBdr>
    </w:div>
    <w:div w:id="1229535442">
      <w:bodyDiv w:val="1"/>
      <w:marLeft w:val="0"/>
      <w:marRight w:val="0"/>
      <w:marTop w:val="0"/>
      <w:marBottom w:val="0"/>
      <w:divBdr>
        <w:top w:val="none" w:sz="0" w:space="0" w:color="auto"/>
        <w:left w:val="none" w:sz="0" w:space="0" w:color="auto"/>
        <w:bottom w:val="none" w:sz="0" w:space="0" w:color="auto"/>
        <w:right w:val="none" w:sz="0" w:space="0" w:color="auto"/>
      </w:divBdr>
    </w:div>
    <w:div w:id="1230964859">
      <w:bodyDiv w:val="1"/>
      <w:marLeft w:val="0"/>
      <w:marRight w:val="0"/>
      <w:marTop w:val="0"/>
      <w:marBottom w:val="0"/>
      <w:divBdr>
        <w:top w:val="none" w:sz="0" w:space="0" w:color="auto"/>
        <w:left w:val="none" w:sz="0" w:space="0" w:color="auto"/>
        <w:bottom w:val="none" w:sz="0" w:space="0" w:color="auto"/>
        <w:right w:val="none" w:sz="0" w:space="0" w:color="auto"/>
      </w:divBdr>
    </w:div>
    <w:div w:id="1231379644">
      <w:bodyDiv w:val="1"/>
      <w:marLeft w:val="0"/>
      <w:marRight w:val="0"/>
      <w:marTop w:val="0"/>
      <w:marBottom w:val="0"/>
      <w:divBdr>
        <w:top w:val="none" w:sz="0" w:space="0" w:color="auto"/>
        <w:left w:val="none" w:sz="0" w:space="0" w:color="auto"/>
        <w:bottom w:val="none" w:sz="0" w:space="0" w:color="auto"/>
        <w:right w:val="none" w:sz="0" w:space="0" w:color="auto"/>
      </w:divBdr>
    </w:div>
    <w:div w:id="1232501750">
      <w:bodyDiv w:val="1"/>
      <w:marLeft w:val="0"/>
      <w:marRight w:val="0"/>
      <w:marTop w:val="0"/>
      <w:marBottom w:val="0"/>
      <w:divBdr>
        <w:top w:val="none" w:sz="0" w:space="0" w:color="auto"/>
        <w:left w:val="none" w:sz="0" w:space="0" w:color="auto"/>
        <w:bottom w:val="none" w:sz="0" w:space="0" w:color="auto"/>
        <w:right w:val="none" w:sz="0" w:space="0" w:color="auto"/>
      </w:divBdr>
    </w:div>
    <w:div w:id="1232619861">
      <w:bodyDiv w:val="1"/>
      <w:marLeft w:val="0"/>
      <w:marRight w:val="0"/>
      <w:marTop w:val="0"/>
      <w:marBottom w:val="0"/>
      <w:divBdr>
        <w:top w:val="none" w:sz="0" w:space="0" w:color="auto"/>
        <w:left w:val="none" w:sz="0" w:space="0" w:color="auto"/>
        <w:bottom w:val="none" w:sz="0" w:space="0" w:color="auto"/>
        <w:right w:val="none" w:sz="0" w:space="0" w:color="auto"/>
      </w:divBdr>
    </w:div>
    <w:div w:id="1233152284">
      <w:bodyDiv w:val="1"/>
      <w:marLeft w:val="0"/>
      <w:marRight w:val="0"/>
      <w:marTop w:val="0"/>
      <w:marBottom w:val="0"/>
      <w:divBdr>
        <w:top w:val="none" w:sz="0" w:space="0" w:color="auto"/>
        <w:left w:val="none" w:sz="0" w:space="0" w:color="auto"/>
        <w:bottom w:val="none" w:sz="0" w:space="0" w:color="auto"/>
        <w:right w:val="none" w:sz="0" w:space="0" w:color="auto"/>
      </w:divBdr>
    </w:div>
    <w:div w:id="1233156751">
      <w:bodyDiv w:val="1"/>
      <w:marLeft w:val="0"/>
      <w:marRight w:val="0"/>
      <w:marTop w:val="0"/>
      <w:marBottom w:val="0"/>
      <w:divBdr>
        <w:top w:val="none" w:sz="0" w:space="0" w:color="auto"/>
        <w:left w:val="none" w:sz="0" w:space="0" w:color="auto"/>
        <w:bottom w:val="none" w:sz="0" w:space="0" w:color="auto"/>
        <w:right w:val="none" w:sz="0" w:space="0" w:color="auto"/>
      </w:divBdr>
    </w:div>
    <w:div w:id="1233274945">
      <w:bodyDiv w:val="1"/>
      <w:marLeft w:val="0"/>
      <w:marRight w:val="0"/>
      <w:marTop w:val="0"/>
      <w:marBottom w:val="0"/>
      <w:divBdr>
        <w:top w:val="none" w:sz="0" w:space="0" w:color="auto"/>
        <w:left w:val="none" w:sz="0" w:space="0" w:color="auto"/>
        <w:bottom w:val="none" w:sz="0" w:space="0" w:color="auto"/>
        <w:right w:val="none" w:sz="0" w:space="0" w:color="auto"/>
      </w:divBdr>
    </w:div>
    <w:div w:id="1233781959">
      <w:bodyDiv w:val="1"/>
      <w:marLeft w:val="0"/>
      <w:marRight w:val="0"/>
      <w:marTop w:val="0"/>
      <w:marBottom w:val="0"/>
      <w:divBdr>
        <w:top w:val="none" w:sz="0" w:space="0" w:color="auto"/>
        <w:left w:val="none" w:sz="0" w:space="0" w:color="auto"/>
        <w:bottom w:val="none" w:sz="0" w:space="0" w:color="auto"/>
        <w:right w:val="none" w:sz="0" w:space="0" w:color="auto"/>
      </w:divBdr>
    </w:div>
    <w:div w:id="1235047629">
      <w:bodyDiv w:val="1"/>
      <w:marLeft w:val="0"/>
      <w:marRight w:val="0"/>
      <w:marTop w:val="0"/>
      <w:marBottom w:val="0"/>
      <w:divBdr>
        <w:top w:val="none" w:sz="0" w:space="0" w:color="auto"/>
        <w:left w:val="none" w:sz="0" w:space="0" w:color="auto"/>
        <w:bottom w:val="none" w:sz="0" w:space="0" w:color="auto"/>
        <w:right w:val="none" w:sz="0" w:space="0" w:color="auto"/>
      </w:divBdr>
    </w:div>
    <w:div w:id="1235777932">
      <w:bodyDiv w:val="1"/>
      <w:marLeft w:val="0"/>
      <w:marRight w:val="0"/>
      <w:marTop w:val="0"/>
      <w:marBottom w:val="0"/>
      <w:divBdr>
        <w:top w:val="none" w:sz="0" w:space="0" w:color="auto"/>
        <w:left w:val="none" w:sz="0" w:space="0" w:color="auto"/>
        <w:bottom w:val="none" w:sz="0" w:space="0" w:color="auto"/>
        <w:right w:val="none" w:sz="0" w:space="0" w:color="auto"/>
      </w:divBdr>
    </w:div>
    <w:div w:id="1235820748">
      <w:bodyDiv w:val="1"/>
      <w:marLeft w:val="0"/>
      <w:marRight w:val="0"/>
      <w:marTop w:val="0"/>
      <w:marBottom w:val="0"/>
      <w:divBdr>
        <w:top w:val="none" w:sz="0" w:space="0" w:color="auto"/>
        <w:left w:val="none" w:sz="0" w:space="0" w:color="auto"/>
        <w:bottom w:val="none" w:sz="0" w:space="0" w:color="auto"/>
        <w:right w:val="none" w:sz="0" w:space="0" w:color="auto"/>
      </w:divBdr>
    </w:div>
    <w:div w:id="1236429304">
      <w:bodyDiv w:val="1"/>
      <w:marLeft w:val="0"/>
      <w:marRight w:val="0"/>
      <w:marTop w:val="0"/>
      <w:marBottom w:val="0"/>
      <w:divBdr>
        <w:top w:val="none" w:sz="0" w:space="0" w:color="auto"/>
        <w:left w:val="none" w:sz="0" w:space="0" w:color="auto"/>
        <w:bottom w:val="none" w:sz="0" w:space="0" w:color="auto"/>
        <w:right w:val="none" w:sz="0" w:space="0" w:color="auto"/>
      </w:divBdr>
    </w:div>
    <w:div w:id="1236470123">
      <w:bodyDiv w:val="1"/>
      <w:marLeft w:val="0"/>
      <w:marRight w:val="0"/>
      <w:marTop w:val="0"/>
      <w:marBottom w:val="0"/>
      <w:divBdr>
        <w:top w:val="none" w:sz="0" w:space="0" w:color="auto"/>
        <w:left w:val="none" w:sz="0" w:space="0" w:color="auto"/>
        <w:bottom w:val="none" w:sz="0" w:space="0" w:color="auto"/>
        <w:right w:val="none" w:sz="0" w:space="0" w:color="auto"/>
      </w:divBdr>
    </w:div>
    <w:div w:id="1237396771">
      <w:bodyDiv w:val="1"/>
      <w:marLeft w:val="0"/>
      <w:marRight w:val="0"/>
      <w:marTop w:val="0"/>
      <w:marBottom w:val="0"/>
      <w:divBdr>
        <w:top w:val="none" w:sz="0" w:space="0" w:color="auto"/>
        <w:left w:val="none" w:sz="0" w:space="0" w:color="auto"/>
        <w:bottom w:val="none" w:sz="0" w:space="0" w:color="auto"/>
        <w:right w:val="none" w:sz="0" w:space="0" w:color="auto"/>
      </w:divBdr>
    </w:div>
    <w:div w:id="1238051171">
      <w:bodyDiv w:val="1"/>
      <w:marLeft w:val="0"/>
      <w:marRight w:val="0"/>
      <w:marTop w:val="0"/>
      <w:marBottom w:val="0"/>
      <w:divBdr>
        <w:top w:val="none" w:sz="0" w:space="0" w:color="auto"/>
        <w:left w:val="none" w:sz="0" w:space="0" w:color="auto"/>
        <w:bottom w:val="none" w:sz="0" w:space="0" w:color="auto"/>
        <w:right w:val="none" w:sz="0" w:space="0" w:color="auto"/>
      </w:divBdr>
    </w:div>
    <w:div w:id="1238831961">
      <w:bodyDiv w:val="1"/>
      <w:marLeft w:val="0"/>
      <w:marRight w:val="0"/>
      <w:marTop w:val="0"/>
      <w:marBottom w:val="0"/>
      <w:divBdr>
        <w:top w:val="none" w:sz="0" w:space="0" w:color="auto"/>
        <w:left w:val="none" w:sz="0" w:space="0" w:color="auto"/>
        <w:bottom w:val="none" w:sz="0" w:space="0" w:color="auto"/>
        <w:right w:val="none" w:sz="0" w:space="0" w:color="auto"/>
      </w:divBdr>
    </w:div>
    <w:div w:id="1240679414">
      <w:bodyDiv w:val="1"/>
      <w:marLeft w:val="0"/>
      <w:marRight w:val="0"/>
      <w:marTop w:val="0"/>
      <w:marBottom w:val="0"/>
      <w:divBdr>
        <w:top w:val="none" w:sz="0" w:space="0" w:color="auto"/>
        <w:left w:val="none" w:sz="0" w:space="0" w:color="auto"/>
        <w:bottom w:val="none" w:sz="0" w:space="0" w:color="auto"/>
        <w:right w:val="none" w:sz="0" w:space="0" w:color="auto"/>
      </w:divBdr>
    </w:div>
    <w:div w:id="1240751972">
      <w:bodyDiv w:val="1"/>
      <w:marLeft w:val="0"/>
      <w:marRight w:val="0"/>
      <w:marTop w:val="0"/>
      <w:marBottom w:val="0"/>
      <w:divBdr>
        <w:top w:val="none" w:sz="0" w:space="0" w:color="auto"/>
        <w:left w:val="none" w:sz="0" w:space="0" w:color="auto"/>
        <w:bottom w:val="none" w:sz="0" w:space="0" w:color="auto"/>
        <w:right w:val="none" w:sz="0" w:space="0" w:color="auto"/>
      </w:divBdr>
    </w:div>
    <w:div w:id="1241481029">
      <w:bodyDiv w:val="1"/>
      <w:marLeft w:val="0"/>
      <w:marRight w:val="0"/>
      <w:marTop w:val="0"/>
      <w:marBottom w:val="0"/>
      <w:divBdr>
        <w:top w:val="none" w:sz="0" w:space="0" w:color="auto"/>
        <w:left w:val="none" w:sz="0" w:space="0" w:color="auto"/>
        <w:bottom w:val="none" w:sz="0" w:space="0" w:color="auto"/>
        <w:right w:val="none" w:sz="0" w:space="0" w:color="auto"/>
      </w:divBdr>
    </w:div>
    <w:div w:id="1242132686">
      <w:bodyDiv w:val="1"/>
      <w:marLeft w:val="0"/>
      <w:marRight w:val="0"/>
      <w:marTop w:val="0"/>
      <w:marBottom w:val="0"/>
      <w:divBdr>
        <w:top w:val="none" w:sz="0" w:space="0" w:color="auto"/>
        <w:left w:val="none" w:sz="0" w:space="0" w:color="auto"/>
        <w:bottom w:val="none" w:sz="0" w:space="0" w:color="auto"/>
        <w:right w:val="none" w:sz="0" w:space="0" w:color="auto"/>
      </w:divBdr>
    </w:div>
    <w:div w:id="1242254418">
      <w:bodyDiv w:val="1"/>
      <w:marLeft w:val="0"/>
      <w:marRight w:val="0"/>
      <w:marTop w:val="0"/>
      <w:marBottom w:val="0"/>
      <w:divBdr>
        <w:top w:val="none" w:sz="0" w:space="0" w:color="auto"/>
        <w:left w:val="none" w:sz="0" w:space="0" w:color="auto"/>
        <w:bottom w:val="none" w:sz="0" w:space="0" w:color="auto"/>
        <w:right w:val="none" w:sz="0" w:space="0" w:color="auto"/>
      </w:divBdr>
    </w:div>
    <w:div w:id="1242829898">
      <w:bodyDiv w:val="1"/>
      <w:marLeft w:val="0"/>
      <w:marRight w:val="0"/>
      <w:marTop w:val="0"/>
      <w:marBottom w:val="0"/>
      <w:divBdr>
        <w:top w:val="none" w:sz="0" w:space="0" w:color="auto"/>
        <w:left w:val="none" w:sz="0" w:space="0" w:color="auto"/>
        <w:bottom w:val="none" w:sz="0" w:space="0" w:color="auto"/>
        <w:right w:val="none" w:sz="0" w:space="0" w:color="auto"/>
      </w:divBdr>
    </w:div>
    <w:div w:id="1243414932">
      <w:bodyDiv w:val="1"/>
      <w:marLeft w:val="0"/>
      <w:marRight w:val="0"/>
      <w:marTop w:val="0"/>
      <w:marBottom w:val="0"/>
      <w:divBdr>
        <w:top w:val="none" w:sz="0" w:space="0" w:color="auto"/>
        <w:left w:val="none" w:sz="0" w:space="0" w:color="auto"/>
        <w:bottom w:val="none" w:sz="0" w:space="0" w:color="auto"/>
        <w:right w:val="none" w:sz="0" w:space="0" w:color="auto"/>
      </w:divBdr>
    </w:div>
    <w:div w:id="1243833097">
      <w:bodyDiv w:val="1"/>
      <w:marLeft w:val="0"/>
      <w:marRight w:val="0"/>
      <w:marTop w:val="0"/>
      <w:marBottom w:val="0"/>
      <w:divBdr>
        <w:top w:val="none" w:sz="0" w:space="0" w:color="auto"/>
        <w:left w:val="none" w:sz="0" w:space="0" w:color="auto"/>
        <w:bottom w:val="none" w:sz="0" w:space="0" w:color="auto"/>
        <w:right w:val="none" w:sz="0" w:space="0" w:color="auto"/>
      </w:divBdr>
    </w:div>
    <w:div w:id="1244871371">
      <w:bodyDiv w:val="1"/>
      <w:marLeft w:val="0"/>
      <w:marRight w:val="0"/>
      <w:marTop w:val="0"/>
      <w:marBottom w:val="0"/>
      <w:divBdr>
        <w:top w:val="none" w:sz="0" w:space="0" w:color="auto"/>
        <w:left w:val="none" w:sz="0" w:space="0" w:color="auto"/>
        <w:bottom w:val="none" w:sz="0" w:space="0" w:color="auto"/>
        <w:right w:val="none" w:sz="0" w:space="0" w:color="auto"/>
      </w:divBdr>
    </w:div>
    <w:div w:id="1245458874">
      <w:bodyDiv w:val="1"/>
      <w:marLeft w:val="0"/>
      <w:marRight w:val="0"/>
      <w:marTop w:val="0"/>
      <w:marBottom w:val="0"/>
      <w:divBdr>
        <w:top w:val="none" w:sz="0" w:space="0" w:color="auto"/>
        <w:left w:val="none" w:sz="0" w:space="0" w:color="auto"/>
        <w:bottom w:val="none" w:sz="0" w:space="0" w:color="auto"/>
        <w:right w:val="none" w:sz="0" w:space="0" w:color="auto"/>
      </w:divBdr>
    </w:div>
    <w:div w:id="1245603231">
      <w:bodyDiv w:val="1"/>
      <w:marLeft w:val="0"/>
      <w:marRight w:val="0"/>
      <w:marTop w:val="0"/>
      <w:marBottom w:val="0"/>
      <w:divBdr>
        <w:top w:val="none" w:sz="0" w:space="0" w:color="auto"/>
        <w:left w:val="none" w:sz="0" w:space="0" w:color="auto"/>
        <w:bottom w:val="none" w:sz="0" w:space="0" w:color="auto"/>
        <w:right w:val="none" w:sz="0" w:space="0" w:color="auto"/>
      </w:divBdr>
    </w:div>
    <w:div w:id="1247575857">
      <w:bodyDiv w:val="1"/>
      <w:marLeft w:val="0"/>
      <w:marRight w:val="0"/>
      <w:marTop w:val="0"/>
      <w:marBottom w:val="0"/>
      <w:divBdr>
        <w:top w:val="none" w:sz="0" w:space="0" w:color="auto"/>
        <w:left w:val="none" w:sz="0" w:space="0" w:color="auto"/>
        <w:bottom w:val="none" w:sz="0" w:space="0" w:color="auto"/>
        <w:right w:val="none" w:sz="0" w:space="0" w:color="auto"/>
      </w:divBdr>
    </w:div>
    <w:div w:id="1248226819">
      <w:bodyDiv w:val="1"/>
      <w:marLeft w:val="0"/>
      <w:marRight w:val="0"/>
      <w:marTop w:val="0"/>
      <w:marBottom w:val="0"/>
      <w:divBdr>
        <w:top w:val="none" w:sz="0" w:space="0" w:color="auto"/>
        <w:left w:val="none" w:sz="0" w:space="0" w:color="auto"/>
        <w:bottom w:val="none" w:sz="0" w:space="0" w:color="auto"/>
        <w:right w:val="none" w:sz="0" w:space="0" w:color="auto"/>
      </w:divBdr>
    </w:div>
    <w:div w:id="1248271018">
      <w:bodyDiv w:val="1"/>
      <w:marLeft w:val="0"/>
      <w:marRight w:val="0"/>
      <w:marTop w:val="0"/>
      <w:marBottom w:val="0"/>
      <w:divBdr>
        <w:top w:val="none" w:sz="0" w:space="0" w:color="auto"/>
        <w:left w:val="none" w:sz="0" w:space="0" w:color="auto"/>
        <w:bottom w:val="none" w:sz="0" w:space="0" w:color="auto"/>
        <w:right w:val="none" w:sz="0" w:space="0" w:color="auto"/>
      </w:divBdr>
    </w:div>
    <w:div w:id="1248461384">
      <w:bodyDiv w:val="1"/>
      <w:marLeft w:val="0"/>
      <w:marRight w:val="0"/>
      <w:marTop w:val="0"/>
      <w:marBottom w:val="0"/>
      <w:divBdr>
        <w:top w:val="none" w:sz="0" w:space="0" w:color="auto"/>
        <w:left w:val="none" w:sz="0" w:space="0" w:color="auto"/>
        <w:bottom w:val="none" w:sz="0" w:space="0" w:color="auto"/>
        <w:right w:val="none" w:sz="0" w:space="0" w:color="auto"/>
      </w:divBdr>
    </w:div>
    <w:div w:id="1251037135">
      <w:bodyDiv w:val="1"/>
      <w:marLeft w:val="0"/>
      <w:marRight w:val="0"/>
      <w:marTop w:val="0"/>
      <w:marBottom w:val="0"/>
      <w:divBdr>
        <w:top w:val="none" w:sz="0" w:space="0" w:color="auto"/>
        <w:left w:val="none" w:sz="0" w:space="0" w:color="auto"/>
        <w:bottom w:val="none" w:sz="0" w:space="0" w:color="auto"/>
        <w:right w:val="none" w:sz="0" w:space="0" w:color="auto"/>
      </w:divBdr>
    </w:div>
    <w:div w:id="1251693647">
      <w:bodyDiv w:val="1"/>
      <w:marLeft w:val="0"/>
      <w:marRight w:val="0"/>
      <w:marTop w:val="0"/>
      <w:marBottom w:val="0"/>
      <w:divBdr>
        <w:top w:val="none" w:sz="0" w:space="0" w:color="auto"/>
        <w:left w:val="none" w:sz="0" w:space="0" w:color="auto"/>
        <w:bottom w:val="none" w:sz="0" w:space="0" w:color="auto"/>
        <w:right w:val="none" w:sz="0" w:space="0" w:color="auto"/>
      </w:divBdr>
    </w:div>
    <w:div w:id="1251813508">
      <w:bodyDiv w:val="1"/>
      <w:marLeft w:val="0"/>
      <w:marRight w:val="0"/>
      <w:marTop w:val="0"/>
      <w:marBottom w:val="0"/>
      <w:divBdr>
        <w:top w:val="none" w:sz="0" w:space="0" w:color="auto"/>
        <w:left w:val="none" w:sz="0" w:space="0" w:color="auto"/>
        <w:bottom w:val="none" w:sz="0" w:space="0" w:color="auto"/>
        <w:right w:val="none" w:sz="0" w:space="0" w:color="auto"/>
      </w:divBdr>
    </w:div>
    <w:div w:id="1252809701">
      <w:bodyDiv w:val="1"/>
      <w:marLeft w:val="0"/>
      <w:marRight w:val="0"/>
      <w:marTop w:val="0"/>
      <w:marBottom w:val="0"/>
      <w:divBdr>
        <w:top w:val="none" w:sz="0" w:space="0" w:color="auto"/>
        <w:left w:val="none" w:sz="0" w:space="0" w:color="auto"/>
        <w:bottom w:val="none" w:sz="0" w:space="0" w:color="auto"/>
        <w:right w:val="none" w:sz="0" w:space="0" w:color="auto"/>
      </w:divBdr>
    </w:div>
    <w:div w:id="1253927950">
      <w:bodyDiv w:val="1"/>
      <w:marLeft w:val="0"/>
      <w:marRight w:val="0"/>
      <w:marTop w:val="0"/>
      <w:marBottom w:val="0"/>
      <w:divBdr>
        <w:top w:val="none" w:sz="0" w:space="0" w:color="auto"/>
        <w:left w:val="none" w:sz="0" w:space="0" w:color="auto"/>
        <w:bottom w:val="none" w:sz="0" w:space="0" w:color="auto"/>
        <w:right w:val="none" w:sz="0" w:space="0" w:color="auto"/>
      </w:divBdr>
    </w:div>
    <w:div w:id="1254776735">
      <w:bodyDiv w:val="1"/>
      <w:marLeft w:val="0"/>
      <w:marRight w:val="0"/>
      <w:marTop w:val="0"/>
      <w:marBottom w:val="0"/>
      <w:divBdr>
        <w:top w:val="none" w:sz="0" w:space="0" w:color="auto"/>
        <w:left w:val="none" w:sz="0" w:space="0" w:color="auto"/>
        <w:bottom w:val="none" w:sz="0" w:space="0" w:color="auto"/>
        <w:right w:val="none" w:sz="0" w:space="0" w:color="auto"/>
      </w:divBdr>
    </w:div>
    <w:div w:id="1254778982">
      <w:bodyDiv w:val="1"/>
      <w:marLeft w:val="0"/>
      <w:marRight w:val="0"/>
      <w:marTop w:val="0"/>
      <w:marBottom w:val="0"/>
      <w:divBdr>
        <w:top w:val="none" w:sz="0" w:space="0" w:color="auto"/>
        <w:left w:val="none" w:sz="0" w:space="0" w:color="auto"/>
        <w:bottom w:val="none" w:sz="0" w:space="0" w:color="auto"/>
        <w:right w:val="none" w:sz="0" w:space="0" w:color="auto"/>
      </w:divBdr>
    </w:div>
    <w:div w:id="1256599522">
      <w:bodyDiv w:val="1"/>
      <w:marLeft w:val="0"/>
      <w:marRight w:val="0"/>
      <w:marTop w:val="0"/>
      <w:marBottom w:val="0"/>
      <w:divBdr>
        <w:top w:val="none" w:sz="0" w:space="0" w:color="auto"/>
        <w:left w:val="none" w:sz="0" w:space="0" w:color="auto"/>
        <w:bottom w:val="none" w:sz="0" w:space="0" w:color="auto"/>
        <w:right w:val="none" w:sz="0" w:space="0" w:color="auto"/>
      </w:divBdr>
    </w:div>
    <w:div w:id="1257784129">
      <w:bodyDiv w:val="1"/>
      <w:marLeft w:val="0"/>
      <w:marRight w:val="0"/>
      <w:marTop w:val="0"/>
      <w:marBottom w:val="0"/>
      <w:divBdr>
        <w:top w:val="none" w:sz="0" w:space="0" w:color="auto"/>
        <w:left w:val="none" w:sz="0" w:space="0" w:color="auto"/>
        <w:bottom w:val="none" w:sz="0" w:space="0" w:color="auto"/>
        <w:right w:val="none" w:sz="0" w:space="0" w:color="auto"/>
      </w:divBdr>
    </w:div>
    <w:div w:id="1258369243">
      <w:bodyDiv w:val="1"/>
      <w:marLeft w:val="0"/>
      <w:marRight w:val="0"/>
      <w:marTop w:val="0"/>
      <w:marBottom w:val="0"/>
      <w:divBdr>
        <w:top w:val="none" w:sz="0" w:space="0" w:color="auto"/>
        <w:left w:val="none" w:sz="0" w:space="0" w:color="auto"/>
        <w:bottom w:val="none" w:sz="0" w:space="0" w:color="auto"/>
        <w:right w:val="none" w:sz="0" w:space="0" w:color="auto"/>
      </w:divBdr>
    </w:div>
    <w:div w:id="1260479346">
      <w:bodyDiv w:val="1"/>
      <w:marLeft w:val="0"/>
      <w:marRight w:val="0"/>
      <w:marTop w:val="0"/>
      <w:marBottom w:val="0"/>
      <w:divBdr>
        <w:top w:val="none" w:sz="0" w:space="0" w:color="auto"/>
        <w:left w:val="none" w:sz="0" w:space="0" w:color="auto"/>
        <w:bottom w:val="none" w:sz="0" w:space="0" w:color="auto"/>
        <w:right w:val="none" w:sz="0" w:space="0" w:color="auto"/>
      </w:divBdr>
    </w:div>
    <w:div w:id="1260483787">
      <w:bodyDiv w:val="1"/>
      <w:marLeft w:val="0"/>
      <w:marRight w:val="0"/>
      <w:marTop w:val="0"/>
      <w:marBottom w:val="0"/>
      <w:divBdr>
        <w:top w:val="none" w:sz="0" w:space="0" w:color="auto"/>
        <w:left w:val="none" w:sz="0" w:space="0" w:color="auto"/>
        <w:bottom w:val="none" w:sz="0" w:space="0" w:color="auto"/>
        <w:right w:val="none" w:sz="0" w:space="0" w:color="auto"/>
      </w:divBdr>
    </w:div>
    <w:div w:id="1260486108">
      <w:bodyDiv w:val="1"/>
      <w:marLeft w:val="0"/>
      <w:marRight w:val="0"/>
      <w:marTop w:val="0"/>
      <w:marBottom w:val="0"/>
      <w:divBdr>
        <w:top w:val="none" w:sz="0" w:space="0" w:color="auto"/>
        <w:left w:val="none" w:sz="0" w:space="0" w:color="auto"/>
        <w:bottom w:val="none" w:sz="0" w:space="0" w:color="auto"/>
        <w:right w:val="none" w:sz="0" w:space="0" w:color="auto"/>
      </w:divBdr>
    </w:div>
    <w:div w:id="1261987219">
      <w:bodyDiv w:val="1"/>
      <w:marLeft w:val="0"/>
      <w:marRight w:val="0"/>
      <w:marTop w:val="0"/>
      <w:marBottom w:val="0"/>
      <w:divBdr>
        <w:top w:val="none" w:sz="0" w:space="0" w:color="auto"/>
        <w:left w:val="none" w:sz="0" w:space="0" w:color="auto"/>
        <w:bottom w:val="none" w:sz="0" w:space="0" w:color="auto"/>
        <w:right w:val="none" w:sz="0" w:space="0" w:color="auto"/>
      </w:divBdr>
    </w:div>
    <w:div w:id="1262302348">
      <w:bodyDiv w:val="1"/>
      <w:marLeft w:val="0"/>
      <w:marRight w:val="0"/>
      <w:marTop w:val="0"/>
      <w:marBottom w:val="0"/>
      <w:divBdr>
        <w:top w:val="none" w:sz="0" w:space="0" w:color="auto"/>
        <w:left w:val="none" w:sz="0" w:space="0" w:color="auto"/>
        <w:bottom w:val="none" w:sz="0" w:space="0" w:color="auto"/>
        <w:right w:val="none" w:sz="0" w:space="0" w:color="auto"/>
      </w:divBdr>
    </w:div>
    <w:div w:id="1262682603">
      <w:bodyDiv w:val="1"/>
      <w:marLeft w:val="0"/>
      <w:marRight w:val="0"/>
      <w:marTop w:val="0"/>
      <w:marBottom w:val="0"/>
      <w:divBdr>
        <w:top w:val="none" w:sz="0" w:space="0" w:color="auto"/>
        <w:left w:val="none" w:sz="0" w:space="0" w:color="auto"/>
        <w:bottom w:val="none" w:sz="0" w:space="0" w:color="auto"/>
        <w:right w:val="none" w:sz="0" w:space="0" w:color="auto"/>
      </w:divBdr>
    </w:div>
    <w:div w:id="1264148432">
      <w:bodyDiv w:val="1"/>
      <w:marLeft w:val="0"/>
      <w:marRight w:val="0"/>
      <w:marTop w:val="0"/>
      <w:marBottom w:val="0"/>
      <w:divBdr>
        <w:top w:val="none" w:sz="0" w:space="0" w:color="auto"/>
        <w:left w:val="none" w:sz="0" w:space="0" w:color="auto"/>
        <w:bottom w:val="none" w:sz="0" w:space="0" w:color="auto"/>
        <w:right w:val="none" w:sz="0" w:space="0" w:color="auto"/>
      </w:divBdr>
    </w:div>
    <w:div w:id="1264344350">
      <w:bodyDiv w:val="1"/>
      <w:marLeft w:val="0"/>
      <w:marRight w:val="0"/>
      <w:marTop w:val="0"/>
      <w:marBottom w:val="0"/>
      <w:divBdr>
        <w:top w:val="none" w:sz="0" w:space="0" w:color="auto"/>
        <w:left w:val="none" w:sz="0" w:space="0" w:color="auto"/>
        <w:bottom w:val="none" w:sz="0" w:space="0" w:color="auto"/>
        <w:right w:val="none" w:sz="0" w:space="0" w:color="auto"/>
      </w:divBdr>
    </w:div>
    <w:div w:id="1265770725">
      <w:bodyDiv w:val="1"/>
      <w:marLeft w:val="0"/>
      <w:marRight w:val="0"/>
      <w:marTop w:val="0"/>
      <w:marBottom w:val="0"/>
      <w:divBdr>
        <w:top w:val="none" w:sz="0" w:space="0" w:color="auto"/>
        <w:left w:val="none" w:sz="0" w:space="0" w:color="auto"/>
        <w:bottom w:val="none" w:sz="0" w:space="0" w:color="auto"/>
        <w:right w:val="none" w:sz="0" w:space="0" w:color="auto"/>
      </w:divBdr>
    </w:div>
    <w:div w:id="1267619524">
      <w:bodyDiv w:val="1"/>
      <w:marLeft w:val="0"/>
      <w:marRight w:val="0"/>
      <w:marTop w:val="0"/>
      <w:marBottom w:val="0"/>
      <w:divBdr>
        <w:top w:val="none" w:sz="0" w:space="0" w:color="auto"/>
        <w:left w:val="none" w:sz="0" w:space="0" w:color="auto"/>
        <w:bottom w:val="none" w:sz="0" w:space="0" w:color="auto"/>
        <w:right w:val="none" w:sz="0" w:space="0" w:color="auto"/>
      </w:divBdr>
    </w:div>
    <w:div w:id="1268734538">
      <w:bodyDiv w:val="1"/>
      <w:marLeft w:val="0"/>
      <w:marRight w:val="0"/>
      <w:marTop w:val="0"/>
      <w:marBottom w:val="0"/>
      <w:divBdr>
        <w:top w:val="none" w:sz="0" w:space="0" w:color="auto"/>
        <w:left w:val="none" w:sz="0" w:space="0" w:color="auto"/>
        <w:bottom w:val="none" w:sz="0" w:space="0" w:color="auto"/>
        <w:right w:val="none" w:sz="0" w:space="0" w:color="auto"/>
      </w:divBdr>
    </w:div>
    <w:div w:id="1269268059">
      <w:bodyDiv w:val="1"/>
      <w:marLeft w:val="0"/>
      <w:marRight w:val="0"/>
      <w:marTop w:val="0"/>
      <w:marBottom w:val="0"/>
      <w:divBdr>
        <w:top w:val="none" w:sz="0" w:space="0" w:color="auto"/>
        <w:left w:val="none" w:sz="0" w:space="0" w:color="auto"/>
        <w:bottom w:val="none" w:sz="0" w:space="0" w:color="auto"/>
        <w:right w:val="none" w:sz="0" w:space="0" w:color="auto"/>
      </w:divBdr>
    </w:div>
    <w:div w:id="1269506258">
      <w:bodyDiv w:val="1"/>
      <w:marLeft w:val="0"/>
      <w:marRight w:val="0"/>
      <w:marTop w:val="0"/>
      <w:marBottom w:val="0"/>
      <w:divBdr>
        <w:top w:val="none" w:sz="0" w:space="0" w:color="auto"/>
        <w:left w:val="none" w:sz="0" w:space="0" w:color="auto"/>
        <w:bottom w:val="none" w:sz="0" w:space="0" w:color="auto"/>
        <w:right w:val="none" w:sz="0" w:space="0" w:color="auto"/>
      </w:divBdr>
    </w:div>
    <w:div w:id="1270510342">
      <w:bodyDiv w:val="1"/>
      <w:marLeft w:val="0"/>
      <w:marRight w:val="0"/>
      <w:marTop w:val="0"/>
      <w:marBottom w:val="0"/>
      <w:divBdr>
        <w:top w:val="none" w:sz="0" w:space="0" w:color="auto"/>
        <w:left w:val="none" w:sz="0" w:space="0" w:color="auto"/>
        <w:bottom w:val="none" w:sz="0" w:space="0" w:color="auto"/>
        <w:right w:val="none" w:sz="0" w:space="0" w:color="auto"/>
      </w:divBdr>
    </w:div>
    <w:div w:id="1271737677">
      <w:bodyDiv w:val="1"/>
      <w:marLeft w:val="0"/>
      <w:marRight w:val="0"/>
      <w:marTop w:val="0"/>
      <w:marBottom w:val="0"/>
      <w:divBdr>
        <w:top w:val="none" w:sz="0" w:space="0" w:color="auto"/>
        <w:left w:val="none" w:sz="0" w:space="0" w:color="auto"/>
        <w:bottom w:val="none" w:sz="0" w:space="0" w:color="auto"/>
        <w:right w:val="none" w:sz="0" w:space="0" w:color="auto"/>
      </w:divBdr>
    </w:div>
    <w:div w:id="1271860169">
      <w:bodyDiv w:val="1"/>
      <w:marLeft w:val="0"/>
      <w:marRight w:val="0"/>
      <w:marTop w:val="0"/>
      <w:marBottom w:val="0"/>
      <w:divBdr>
        <w:top w:val="none" w:sz="0" w:space="0" w:color="auto"/>
        <w:left w:val="none" w:sz="0" w:space="0" w:color="auto"/>
        <w:bottom w:val="none" w:sz="0" w:space="0" w:color="auto"/>
        <w:right w:val="none" w:sz="0" w:space="0" w:color="auto"/>
      </w:divBdr>
    </w:div>
    <w:div w:id="1271938633">
      <w:bodyDiv w:val="1"/>
      <w:marLeft w:val="0"/>
      <w:marRight w:val="0"/>
      <w:marTop w:val="0"/>
      <w:marBottom w:val="0"/>
      <w:divBdr>
        <w:top w:val="none" w:sz="0" w:space="0" w:color="auto"/>
        <w:left w:val="none" w:sz="0" w:space="0" w:color="auto"/>
        <w:bottom w:val="none" w:sz="0" w:space="0" w:color="auto"/>
        <w:right w:val="none" w:sz="0" w:space="0" w:color="auto"/>
      </w:divBdr>
    </w:div>
    <w:div w:id="1272206402">
      <w:bodyDiv w:val="1"/>
      <w:marLeft w:val="0"/>
      <w:marRight w:val="0"/>
      <w:marTop w:val="0"/>
      <w:marBottom w:val="0"/>
      <w:divBdr>
        <w:top w:val="none" w:sz="0" w:space="0" w:color="auto"/>
        <w:left w:val="none" w:sz="0" w:space="0" w:color="auto"/>
        <w:bottom w:val="none" w:sz="0" w:space="0" w:color="auto"/>
        <w:right w:val="none" w:sz="0" w:space="0" w:color="auto"/>
      </w:divBdr>
    </w:div>
    <w:div w:id="1272318921">
      <w:bodyDiv w:val="1"/>
      <w:marLeft w:val="0"/>
      <w:marRight w:val="0"/>
      <w:marTop w:val="0"/>
      <w:marBottom w:val="0"/>
      <w:divBdr>
        <w:top w:val="none" w:sz="0" w:space="0" w:color="auto"/>
        <w:left w:val="none" w:sz="0" w:space="0" w:color="auto"/>
        <w:bottom w:val="none" w:sz="0" w:space="0" w:color="auto"/>
        <w:right w:val="none" w:sz="0" w:space="0" w:color="auto"/>
      </w:divBdr>
    </w:div>
    <w:div w:id="1273364940">
      <w:bodyDiv w:val="1"/>
      <w:marLeft w:val="0"/>
      <w:marRight w:val="0"/>
      <w:marTop w:val="0"/>
      <w:marBottom w:val="0"/>
      <w:divBdr>
        <w:top w:val="none" w:sz="0" w:space="0" w:color="auto"/>
        <w:left w:val="none" w:sz="0" w:space="0" w:color="auto"/>
        <w:bottom w:val="none" w:sz="0" w:space="0" w:color="auto"/>
        <w:right w:val="none" w:sz="0" w:space="0" w:color="auto"/>
      </w:divBdr>
    </w:div>
    <w:div w:id="1273707335">
      <w:bodyDiv w:val="1"/>
      <w:marLeft w:val="0"/>
      <w:marRight w:val="0"/>
      <w:marTop w:val="0"/>
      <w:marBottom w:val="0"/>
      <w:divBdr>
        <w:top w:val="none" w:sz="0" w:space="0" w:color="auto"/>
        <w:left w:val="none" w:sz="0" w:space="0" w:color="auto"/>
        <w:bottom w:val="none" w:sz="0" w:space="0" w:color="auto"/>
        <w:right w:val="none" w:sz="0" w:space="0" w:color="auto"/>
      </w:divBdr>
    </w:div>
    <w:div w:id="1274021717">
      <w:bodyDiv w:val="1"/>
      <w:marLeft w:val="0"/>
      <w:marRight w:val="0"/>
      <w:marTop w:val="0"/>
      <w:marBottom w:val="0"/>
      <w:divBdr>
        <w:top w:val="none" w:sz="0" w:space="0" w:color="auto"/>
        <w:left w:val="none" w:sz="0" w:space="0" w:color="auto"/>
        <w:bottom w:val="none" w:sz="0" w:space="0" w:color="auto"/>
        <w:right w:val="none" w:sz="0" w:space="0" w:color="auto"/>
      </w:divBdr>
    </w:div>
    <w:div w:id="1274363965">
      <w:bodyDiv w:val="1"/>
      <w:marLeft w:val="0"/>
      <w:marRight w:val="0"/>
      <w:marTop w:val="0"/>
      <w:marBottom w:val="0"/>
      <w:divBdr>
        <w:top w:val="none" w:sz="0" w:space="0" w:color="auto"/>
        <w:left w:val="none" w:sz="0" w:space="0" w:color="auto"/>
        <w:bottom w:val="none" w:sz="0" w:space="0" w:color="auto"/>
        <w:right w:val="none" w:sz="0" w:space="0" w:color="auto"/>
      </w:divBdr>
    </w:div>
    <w:div w:id="1274440865">
      <w:bodyDiv w:val="1"/>
      <w:marLeft w:val="0"/>
      <w:marRight w:val="0"/>
      <w:marTop w:val="0"/>
      <w:marBottom w:val="0"/>
      <w:divBdr>
        <w:top w:val="none" w:sz="0" w:space="0" w:color="auto"/>
        <w:left w:val="none" w:sz="0" w:space="0" w:color="auto"/>
        <w:bottom w:val="none" w:sz="0" w:space="0" w:color="auto"/>
        <w:right w:val="none" w:sz="0" w:space="0" w:color="auto"/>
      </w:divBdr>
    </w:div>
    <w:div w:id="1275359287">
      <w:bodyDiv w:val="1"/>
      <w:marLeft w:val="0"/>
      <w:marRight w:val="0"/>
      <w:marTop w:val="0"/>
      <w:marBottom w:val="0"/>
      <w:divBdr>
        <w:top w:val="none" w:sz="0" w:space="0" w:color="auto"/>
        <w:left w:val="none" w:sz="0" w:space="0" w:color="auto"/>
        <w:bottom w:val="none" w:sz="0" w:space="0" w:color="auto"/>
        <w:right w:val="none" w:sz="0" w:space="0" w:color="auto"/>
      </w:divBdr>
    </w:div>
    <w:div w:id="1275868316">
      <w:bodyDiv w:val="1"/>
      <w:marLeft w:val="0"/>
      <w:marRight w:val="0"/>
      <w:marTop w:val="0"/>
      <w:marBottom w:val="0"/>
      <w:divBdr>
        <w:top w:val="none" w:sz="0" w:space="0" w:color="auto"/>
        <w:left w:val="none" w:sz="0" w:space="0" w:color="auto"/>
        <w:bottom w:val="none" w:sz="0" w:space="0" w:color="auto"/>
        <w:right w:val="none" w:sz="0" w:space="0" w:color="auto"/>
      </w:divBdr>
    </w:div>
    <w:div w:id="1276403017">
      <w:bodyDiv w:val="1"/>
      <w:marLeft w:val="0"/>
      <w:marRight w:val="0"/>
      <w:marTop w:val="0"/>
      <w:marBottom w:val="0"/>
      <w:divBdr>
        <w:top w:val="none" w:sz="0" w:space="0" w:color="auto"/>
        <w:left w:val="none" w:sz="0" w:space="0" w:color="auto"/>
        <w:bottom w:val="none" w:sz="0" w:space="0" w:color="auto"/>
        <w:right w:val="none" w:sz="0" w:space="0" w:color="auto"/>
      </w:divBdr>
    </w:div>
    <w:div w:id="1278222330">
      <w:bodyDiv w:val="1"/>
      <w:marLeft w:val="0"/>
      <w:marRight w:val="0"/>
      <w:marTop w:val="0"/>
      <w:marBottom w:val="0"/>
      <w:divBdr>
        <w:top w:val="none" w:sz="0" w:space="0" w:color="auto"/>
        <w:left w:val="none" w:sz="0" w:space="0" w:color="auto"/>
        <w:bottom w:val="none" w:sz="0" w:space="0" w:color="auto"/>
        <w:right w:val="none" w:sz="0" w:space="0" w:color="auto"/>
      </w:divBdr>
    </w:div>
    <w:div w:id="1279095704">
      <w:bodyDiv w:val="1"/>
      <w:marLeft w:val="0"/>
      <w:marRight w:val="0"/>
      <w:marTop w:val="0"/>
      <w:marBottom w:val="0"/>
      <w:divBdr>
        <w:top w:val="none" w:sz="0" w:space="0" w:color="auto"/>
        <w:left w:val="none" w:sz="0" w:space="0" w:color="auto"/>
        <w:bottom w:val="none" w:sz="0" w:space="0" w:color="auto"/>
        <w:right w:val="none" w:sz="0" w:space="0" w:color="auto"/>
      </w:divBdr>
    </w:div>
    <w:div w:id="1279332977">
      <w:bodyDiv w:val="1"/>
      <w:marLeft w:val="0"/>
      <w:marRight w:val="0"/>
      <w:marTop w:val="0"/>
      <w:marBottom w:val="0"/>
      <w:divBdr>
        <w:top w:val="none" w:sz="0" w:space="0" w:color="auto"/>
        <w:left w:val="none" w:sz="0" w:space="0" w:color="auto"/>
        <w:bottom w:val="none" w:sz="0" w:space="0" w:color="auto"/>
        <w:right w:val="none" w:sz="0" w:space="0" w:color="auto"/>
      </w:divBdr>
    </w:div>
    <w:div w:id="1282150993">
      <w:bodyDiv w:val="1"/>
      <w:marLeft w:val="0"/>
      <w:marRight w:val="0"/>
      <w:marTop w:val="0"/>
      <w:marBottom w:val="0"/>
      <w:divBdr>
        <w:top w:val="none" w:sz="0" w:space="0" w:color="auto"/>
        <w:left w:val="none" w:sz="0" w:space="0" w:color="auto"/>
        <w:bottom w:val="none" w:sz="0" w:space="0" w:color="auto"/>
        <w:right w:val="none" w:sz="0" w:space="0" w:color="auto"/>
      </w:divBdr>
    </w:div>
    <w:div w:id="1282375122">
      <w:bodyDiv w:val="1"/>
      <w:marLeft w:val="0"/>
      <w:marRight w:val="0"/>
      <w:marTop w:val="0"/>
      <w:marBottom w:val="0"/>
      <w:divBdr>
        <w:top w:val="none" w:sz="0" w:space="0" w:color="auto"/>
        <w:left w:val="none" w:sz="0" w:space="0" w:color="auto"/>
        <w:bottom w:val="none" w:sz="0" w:space="0" w:color="auto"/>
        <w:right w:val="none" w:sz="0" w:space="0" w:color="auto"/>
      </w:divBdr>
    </w:div>
    <w:div w:id="1283269275">
      <w:bodyDiv w:val="1"/>
      <w:marLeft w:val="0"/>
      <w:marRight w:val="0"/>
      <w:marTop w:val="0"/>
      <w:marBottom w:val="0"/>
      <w:divBdr>
        <w:top w:val="none" w:sz="0" w:space="0" w:color="auto"/>
        <w:left w:val="none" w:sz="0" w:space="0" w:color="auto"/>
        <w:bottom w:val="none" w:sz="0" w:space="0" w:color="auto"/>
        <w:right w:val="none" w:sz="0" w:space="0" w:color="auto"/>
      </w:divBdr>
    </w:div>
    <w:div w:id="1283658015">
      <w:bodyDiv w:val="1"/>
      <w:marLeft w:val="0"/>
      <w:marRight w:val="0"/>
      <w:marTop w:val="0"/>
      <w:marBottom w:val="0"/>
      <w:divBdr>
        <w:top w:val="none" w:sz="0" w:space="0" w:color="auto"/>
        <w:left w:val="none" w:sz="0" w:space="0" w:color="auto"/>
        <w:bottom w:val="none" w:sz="0" w:space="0" w:color="auto"/>
        <w:right w:val="none" w:sz="0" w:space="0" w:color="auto"/>
      </w:divBdr>
    </w:div>
    <w:div w:id="1283658584">
      <w:bodyDiv w:val="1"/>
      <w:marLeft w:val="0"/>
      <w:marRight w:val="0"/>
      <w:marTop w:val="0"/>
      <w:marBottom w:val="0"/>
      <w:divBdr>
        <w:top w:val="none" w:sz="0" w:space="0" w:color="auto"/>
        <w:left w:val="none" w:sz="0" w:space="0" w:color="auto"/>
        <w:bottom w:val="none" w:sz="0" w:space="0" w:color="auto"/>
        <w:right w:val="none" w:sz="0" w:space="0" w:color="auto"/>
      </w:divBdr>
    </w:div>
    <w:div w:id="1284457051">
      <w:bodyDiv w:val="1"/>
      <w:marLeft w:val="0"/>
      <w:marRight w:val="0"/>
      <w:marTop w:val="0"/>
      <w:marBottom w:val="0"/>
      <w:divBdr>
        <w:top w:val="none" w:sz="0" w:space="0" w:color="auto"/>
        <w:left w:val="none" w:sz="0" w:space="0" w:color="auto"/>
        <w:bottom w:val="none" w:sz="0" w:space="0" w:color="auto"/>
        <w:right w:val="none" w:sz="0" w:space="0" w:color="auto"/>
      </w:divBdr>
    </w:div>
    <w:div w:id="1284506021">
      <w:bodyDiv w:val="1"/>
      <w:marLeft w:val="0"/>
      <w:marRight w:val="0"/>
      <w:marTop w:val="0"/>
      <w:marBottom w:val="0"/>
      <w:divBdr>
        <w:top w:val="none" w:sz="0" w:space="0" w:color="auto"/>
        <w:left w:val="none" w:sz="0" w:space="0" w:color="auto"/>
        <w:bottom w:val="none" w:sz="0" w:space="0" w:color="auto"/>
        <w:right w:val="none" w:sz="0" w:space="0" w:color="auto"/>
      </w:divBdr>
    </w:div>
    <w:div w:id="1284533484">
      <w:bodyDiv w:val="1"/>
      <w:marLeft w:val="0"/>
      <w:marRight w:val="0"/>
      <w:marTop w:val="0"/>
      <w:marBottom w:val="0"/>
      <w:divBdr>
        <w:top w:val="none" w:sz="0" w:space="0" w:color="auto"/>
        <w:left w:val="none" w:sz="0" w:space="0" w:color="auto"/>
        <w:bottom w:val="none" w:sz="0" w:space="0" w:color="auto"/>
        <w:right w:val="none" w:sz="0" w:space="0" w:color="auto"/>
      </w:divBdr>
    </w:div>
    <w:div w:id="1284649511">
      <w:bodyDiv w:val="1"/>
      <w:marLeft w:val="0"/>
      <w:marRight w:val="0"/>
      <w:marTop w:val="0"/>
      <w:marBottom w:val="0"/>
      <w:divBdr>
        <w:top w:val="none" w:sz="0" w:space="0" w:color="auto"/>
        <w:left w:val="none" w:sz="0" w:space="0" w:color="auto"/>
        <w:bottom w:val="none" w:sz="0" w:space="0" w:color="auto"/>
        <w:right w:val="none" w:sz="0" w:space="0" w:color="auto"/>
      </w:divBdr>
    </w:div>
    <w:div w:id="1284769839">
      <w:bodyDiv w:val="1"/>
      <w:marLeft w:val="0"/>
      <w:marRight w:val="0"/>
      <w:marTop w:val="0"/>
      <w:marBottom w:val="0"/>
      <w:divBdr>
        <w:top w:val="none" w:sz="0" w:space="0" w:color="auto"/>
        <w:left w:val="none" w:sz="0" w:space="0" w:color="auto"/>
        <w:bottom w:val="none" w:sz="0" w:space="0" w:color="auto"/>
        <w:right w:val="none" w:sz="0" w:space="0" w:color="auto"/>
      </w:divBdr>
    </w:div>
    <w:div w:id="1285163040">
      <w:bodyDiv w:val="1"/>
      <w:marLeft w:val="0"/>
      <w:marRight w:val="0"/>
      <w:marTop w:val="0"/>
      <w:marBottom w:val="0"/>
      <w:divBdr>
        <w:top w:val="none" w:sz="0" w:space="0" w:color="auto"/>
        <w:left w:val="none" w:sz="0" w:space="0" w:color="auto"/>
        <w:bottom w:val="none" w:sz="0" w:space="0" w:color="auto"/>
        <w:right w:val="none" w:sz="0" w:space="0" w:color="auto"/>
      </w:divBdr>
    </w:div>
    <w:div w:id="1285423554">
      <w:bodyDiv w:val="1"/>
      <w:marLeft w:val="0"/>
      <w:marRight w:val="0"/>
      <w:marTop w:val="0"/>
      <w:marBottom w:val="0"/>
      <w:divBdr>
        <w:top w:val="none" w:sz="0" w:space="0" w:color="auto"/>
        <w:left w:val="none" w:sz="0" w:space="0" w:color="auto"/>
        <w:bottom w:val="none" w:sz="0" w:space="0" w:color="auto"/>
        <w:right w:val="none" w:sz="0" w:space="0" w:color="auto"/>
      </w:divBdr>
    </w:div>
    <w:div w:id="1285572884">
      <w:bodyDiv w:val="1"/>
      <w:marLeft w:val="0"/>
      <w:marRight w:val="0"/>
      <w:marTop w:val="0"/>
      <w:marBottom w:val="0"/>
      <w:divBdr>
        <w:top w:val="none" w:sz="0" w:space="0" w:color="auto"/>
        <w:left w:val="none" w:sz="0" w:space="0" w:color="auto"/>
        <w:bottom w:val="none" w:sz="0" w:space="0" w:color="auto"/>
        <w:right w:val="none" w:sz="0" w:space="0" w:color="auto"/>
      </w:divBdr>
    </w:div>
    <w:div w:id="1286809564">
      <w:bodyDiv w:val="1"/>
      <w:marLeft w:val="0"/>
      <w:marRight w:val="0"/>
      <w:marTop w:val="0"/>
      <w:marBottom w:val="0"/>
      <w:divBdr>
        <w:top w:val="none" w:sz="0" w:space="0" w:color="auto"/>
        <w:left w:val="none" w:sz="0" w:space="0" w:color="auto"/>
        <w:bottom w:val="none" w:sz="0" w:space="0" w:color="auto"/>
        <w:right w:val="none" w:sz="0" w:space="0" w:color="auto"/>
      </w:divBdr>
    </w:div>
    <w:div w:id="1287204103">
      <w:bodyDiv w:val="1"/>
      <w:marLeft w:val="0"/>
      <w:marRight w:val="0"/>
      <w:marTop w:val="0"/>
      <w:marBottom w:val="0"/>
      <w:divBdr>
        <w:top w:val="none" w:sz="0" w:space="0" w:color="auto"/>
        <w:left w:val="none" w:sz="0" w:space="0" w:color="auto"/>
        <w:bottom w:val="none" w:sz="0" w:space="0" w:color="auto"/>
        <w:right w:val="none" w:sz="0" w:space="0" w:color="auto"/>
      </w:divBdr>
    </w:div>
    <w:div w:id="1288202066">
      <w:bodyDiv w:val="1"/>
      <w:marLeft w:val="0"/>
      <w:marRight w:val="0"/>
      <w:marTop w:val="0"/>
      <w:marBottom w:val="0"/>
      <w:divBdr>
        <w:top w:val="none" w:sz="0" w:space="0" w:color="auto"/>
        <w:left w:val="none" w:sz="0" w:space="0" w:color="auto"/>
        <w:bottom w:val="none" w:sz="0" w:space="0" w:color="auto"/>
        <w:right w:val="none" w:sz="0" w:space="0" w:color="auto"/>
      </w:divBdr>
    </w:div>
    <w:div w:id="1288395363">
      <w:bodyDiv w:val="1"/>
      <w:marLeft w:val="0"/>
      <w:marRight w:val="0"/>
      <w:marTop w:val="0"/>
      <w:marBottom w:val="0"/>
      <w:divBdr>
        <w:top w:val="none" w:sz="0" w:space="0" w:color="auto"/>
        <w:left w:val="none" w:sz="0" w:space="0" w:color="auto"/>
        <w:bottom w:val="none" w:sz="0" w:space="0" w:color="auto"/>
        <w:right w:val="none" w:sz="0" w:space="0" w:color="auto"/>
      </w:divBdr>
    </w:div>
    <w:div w:id="1289168593">
      <w:bodyDiv w:val="1"/>
      <w:marLeft w:val="0"/>
      <w:marRight w:val="0"/>
      <w:marTop w:val="0"/>
      <w:marBottom w:val="0"/>
      <w:divBdr>
        <w:top w:val="none" w:sz="0" w:space="0" w:color="auto"/>
        <w:left w:val="none" w:sz="0" w:space="0" w:color="auto"/>
        <w:bottom w:val="none" w:sz="0" w:space="0" w:color="auto"/>
        <w:right w:val="none" w:sz="0" w:space="0" w:color="auto"/>
      </w:divBdr>
    </w:div>
    <w:div w:id="1289626970">
      <w:bodyDiv w:val="1"/>
      <w:marLeft w:val="0"/>
      <w:marRight w:val="0"/>
      <w:marTop w:val="0"/>
      <w:marBottom w:val="0"/>
      <w:divBdr>
        <w:top w:val="none" w:sz="0" w:space="0" w:color="auto"/>
        <w:left w:val="none" w:sz="0" w:space="0" w:color="auto"/>
        <w:bottom w:val="none" w:sz="0" w:space="0" w:color="auto"/>
        <w:right w:val="none" w:sz="0" w:space="0" w:color="auto"/>
      </w:divBdr>
    </w:div>
    <w:div w:id="1290429300">
      <w:bodyDiv w:val="1"/>
      <w:marLeft w:val="0"/>
      <w:marRight w:val="0"/>
      <w:marTop w:val="0"/>
      <w:marBottom w:val="0"/>
      <w:divBdr>
        <w:top w:val="none" w:sz="0" w:space="0" w:color="auto"/>
        <w:left w:val="none" w:sz="0" w:space="0" w:color="auto"/>
        <w:bottom w:val="none" w:sz="0" w:space="0" w:color="auto"/>
        <w:right w:val="none" w:sz="0" w:space="0" w:color="auto"/>
      </w:divBdr>
    </w:div>
    <w:div w:id="1290939193">
      <w:bodyDiv w:val="1"/>
      <w:marLeft w:val="0"/>
      <w:marRight w:val="0"/>
      <w:marTop w:val="0"/>
      <w:marBottom w:val="0"/>
      <w:divBdr>
        <w:top w:val="none" w:sz="0" w:space="0" w:color="auto"/>
        <w:left w:val="none" w:sz="0" w:space="0" w:color="auto"/>
        <w:bottom w:val="none" w:sz="0" w:space="0" w:color="auto"/>
        <w:right w:val="none" w:sz="0" w:space="0" w:color="auto"/>
      </w:divBdr>
    </w:div>
    <w:div w:id="1293173831">
      <w:bodyDiv w:val="1"/>
      <w:marLeft w:val="0"/>
      <w:marRight w:val="0"/>
      <w:marTop w:val="0"/>
      <w:marBottom w:val="0"/>
      <w:divBdr>
        <w:top w:val="none" w:sz="0" w:space="0" w:color="auto"/>
        <w:left w:val="none" w:sz="0" w:space="0" w:color="auto"/>
        <w:bottom w:val="none" w:sz="0" w:space="0" w:color="auto"/>
        <w:right w:val="none" w:sz="0" w:space="0" w:color="auto"/>
      </w:divBdr>
    </w:div>
    <w:div w:id="1294554732">
      <w:bodyDiv w:val="1"/>
      <w:marLeft w:val="0"/>
      <w:marRight w:val="0"/>
      <w:marTop w:val="0"/>
      <w:marBottom w:val="0"/>
      <w:divBdr>
        <w:top w:val="none" w:sz="0" w:space="0" w:color="auto"/>
        <w:left w:val="none" w:sz="0" w:space="0" w:color="auto"/>
        <w:bottom w:val="none" w:sz="0" w:space="0" w:color="auto"/>
        <w:right w:val="none" w:sz="0" w:space="0" w:color="auto"/>
      </w:divBdr>
    </w:div>
    <w:div w:id="1295059684">
      <w:bodyDiv w:val="1"/>
      <w:marLeft w:val="0"/>
      <w:marRight w:val="0"/>
      <w:marTop w:val="0"/>
      <w:marBottom w:val="0"/>
      <w:divBdr>
        <w:top w:val="none" w:sz="0" w:space="0" w:color="auto"/>
        <w:left w:val="none" w:sz="0" w:space="0" w:color="auto"/>
        <w:bottom w:val="none" w:sz="0" w:space="0" w:color="auto"/>
        <w:right w:val="none" w:sz="0" w:space="0" w:color="auto"/>
      </w:divBdr>
    </w:div>
    <w:div w:id="1295136996">
      <w:bodyDiv w:val="1"/>
      <w:marLeft w:val="0"/>
      <w:marRight w:val="0"/>
      <w:marTop w:val="0"/>
      <w:marBottom w:val="0"/>
      <w:divBdr>
        <w:top w:val="none" w:sz="0" w:space="0" w:color="auto"/>
        <w:left w:val="none" w:sz="0" w:space="0" w:color="auto"/>
        <w:bottom w:val="none" w:sz="0" w:space="0" w:color="auto"/>
        <w:right w:val="none" w:sz="0" w:space="0" w:color="auto"/>
      </w:divBdr>
    </w:div>
    <w:div w:id="1295672745">
      <w:bodyDiv w:val="1"/>
      <w:marLeft w:val="0"/>
      <w:marRight w:val="0"/>
      <w:marTop w:val="0"/>
      <w:marBottom w:val="0"/>
      <w:divBdr>
        <w:top w:val="none" w:sz="0" w:space="0" w:color="auto"/>
        <w:left w:val="none" w:sz="0" w:space="0" w:color="auto"/>
        <w:bottom w:val="none" w:sz="0" w:space="0" w:color="auto"/>
        <w:right w:val="none" w:sz="0" w:space="0" w:color="auto"/>
      </w:divBdr>
    </w:div>
    <w:div w:id="1298335826">
      <w:bodyDiv w:val="1"/>
      <w:marLeft w:val="0"/>
      <w:marRight w:val="0"/>
      <w:marTop w:val="0"/>
      <w:marBottom w:val="0"/>
      <w:divBdr>
        <w:top w:val="none" w:sz="0" w:space="0" w:color="auto"/>
        <w:left w:val="none" w:sz="0" w:space="0" w:color="auto"/>
        <w:bottom w:val="none" w:sz="0" w:space="0" w:color="auto"/>
        <w:right w:val="none" w:sz="0" w:space="0" w:color="auto"/>
      </w:divBdr>
    </w:div>
    <w:div w:id="1298801832">
      <w:bodyDiv w:val="1"/>
      <w:marLeft w:val="0"/>
      <w:marRight w:val="0"/>
      <w:marTop w:val="0"/>
      <w:marBottom w:val="0"/>
      <w:divBdr>
        <w:top w:val="none" w:sz="0" w:space="0" w:color="auto"/>
        <w:left w:val="none" w:sz="0" w:space="0" w:color="auto"/>
        <w:bottom w:val="none" w:sz="0" w:space="0" w:color="auto"/>
        <w:right w:val="none" w:sz="0" w:space="0" w:color="auto"/>
      </w:divBdr>
    </w:div>
    <w:div w:id="1298873331">
      <w:bodyDiv w:val="1"/>
      <w:marLeft w:val="0"/>
      <w:marRight w:val="0"/>
      <w:marTop w:val="0"/>
      <w:marBottom w:val="0"/>
      <w:divBdr>
        <w:top w:val="none" w:sz="0" w:space="0" w:color="auto"/>
        <w:left w:val="none" w:sz="0" w:space="0" w:color="auto"/>
        <w:bottom w:val="none" w:sz="0" w:space="0" w:color="auto"/>
        <w:right w:val="none" w:sz="0" w:space="0" w:color="auto"/>
      </w:divBdr>
    </w:div>
    <w:div w:id="1299147105">
      <w:bodyDiv w:val="1"/>
      <w:marLeft w:val="0"/>
      <w:marRight w:val="0"/>
      <w:marTop w:val="0"/>
      <w:marBottom w:val="0"/>
      <w:divBdr>
        <w:top w:val="none" w:sz="0" w:space="0" w:color="auto"/>
        <w:left w:val="none" w:sz="0" w:space="0" w:color="auto"/>
        <w:bottom w:val="none" w:sz="0" w:space="0" w:color="auto"/>
        <w:right w:val="none" w:sz="0" w:space="0" w:color="auto"/>
      </w:divBdr>
    </w:div>
    <w:div w:id="1299453205">
      <w:bodyDiv w:val="1"/>
      <w:marLeft w:val="0"/>
      <w:marRight w:val="0"/>
      <w:marTop w:val="0"/>
      <w:marBottom w:val="0"/>
      <w:divBdr>
        <w:top w:val="none" w:sz="0" w:space="0" w:color="auto"/>
        <w:left w:val="none" w:sz="0" w:space="0" w:color="auto"/>
        <w:bottom w:val="none" w:sz="0" w:space="0" w:color="auto"/>
        <w:right w:val="none" w:sz="0" w:space="0" w:color="auto"/>
      </w:divBdr>
    </w:div>
    <w:div w:id="1300306153">
      <w:bodyDiv w:val="1"/>
      <w:marLeft w:val="0"/>
      <w:marRight w:val="0"/>
      <w:marTop w:val="0"/>
      <w:marBottom w:val="0"/>
      <w:divBdr>
        <w:top w:val="none" w:sz="0" w:space="0" w:color="auto"/>
        <w:left w:val="none" w:sz="0" w:space="0" w:color="auto"/>
        <w:bottom w:val="none" w:sz="0" w:space="0" w:color="auto"/>
        <w:right w:val="none" w:sz="0" w:space="0" w:color="auto"/>
      </w:divBdr>
    </w:div>
    <w:div w:id="1301111244">
      <w:bodyDiv w:val="1"/>
      <w:marLeft w:val="0"/>
      <w:marRight w:val="0"/>
      <w:marTop w:val="0"/>
      <w:marBottom w:val="0"/>
      <w:divBdr>
        <w:top w:val="none" w:sz="0" w:space="0" w:color="auto"/>
        <w:left w:val="none" w:sz="0" w:space="0" w:color="auto"/>
        <w:bottom w:val="none" w:sz="0" w:space="0" w:color="auto"/>
        <w:right w:val="none" w:sz="0" w:space="0" w:color="auto"/>
      </w:divBdr>
    </w:div>
    <w:div w:id="1302031519">
      <w:bodyDiv w:val="1"/>
      <w:marLeft w:val="0"/>
      <w:marRight w:val="0"/>
      <w:marTop w:val="0"/>
      <w:marBottom w:val="0"/>
      <w:divBdr>
        <w:top w:val="none" w:sz="0" w:space="0" w:color="auto"/>
        <w:left w:val="none" w:sz="0" w:space="0" w:color="auto"/>
        <w:bottom w:val="none" w:sz="0" w:space="0" w:color="auto"/>
        <w:right w:val="none" w:sz="0" w:space="0" w:color="auto"/>
      </w:divBdr>
    </w:div>
    <w:div w:id="1302728558">
      <w:bodyDiv w:val="1"/>
      <w:marLeft w:val="0"/>
      <w:marRight w:val="0"/>
      <w:marTop w:val="0"/>
      <w:marBottom w:val="0"/>
      <w:divBdr>
        <w:top w:val="none" w:sz="0" w:space="0" w:color="auto"/>
        <w:left w:val="none" w:sz="0" w:space="0" w:color="auto"/>
        <w:bottom w:val="none" w:sz="0" w:space="0" w:color="auto"/>
        <w:right w:val="none" w:sz="0" w:space="0" w:color="auto"/>
      </w:divBdr>
    </w:div>
    <w:div w:id="1302921956">
      <w:bodyDiv w:val="1"/>
      <w:marLeft w:val="0"/>
      <w:marRight w:val="0"/>
      <w:marTop w:val="0"/>
      <w:marBottom w:val="0"/>
      <w:divBdr>
        <w:top w:val="none" w:sz="0" w:space="0" w:color="auto"/>
        <w:left w:val="none" w:sz="0" w:space="0" w:color="auto"/>
        <w:bottom w:val="none" w:sz="0" w:space="0" w:color="auto"/>
        <w:right w:val="none" w:sz="0" w:space="0" w:color="auto"/>
      </w:divBdr>
    </w:div>
    <w:div w:id="1303578015">
      <w:bodyDiv w:val="1"/>
      <w:marLeft w:val="0"/>
      <w:marRight w:val="0"/>
      <w:marTop w:val="0"/>
      <w:marBottom w:val="0"/>
      <w:divBdr>
        <w:top w:val="none" w:sz="0" w:space="0" w:color="auto"/>
        <w:left w:val="none" w:sz="0" w:space="0" w:color="auto"/>
        <w:bottom w:val="none" w:sz="0" w:space="0" w:color="auto"/>
        <w:right w:val="none" w:sz="0" w:space="0" w:color="auto"/>
      </w:divBdr>
    </w:div>
    <w:div w:id="1303998131">
      <w:bodyDiv w:val="1"/>
      <w:marLeft w:val="0"/>
      <w:marRight w:val="0"/>
      <w:marTop w:val="0"/>
      <w:marBottom w:val="0"/>
      <w:divBdr>
        <w:top w:val="none" w:sz="0" w:space="0" w:color="auto"/>
        <w:left w:val="none" w:sz="0" w:space="0" w:color="auto"/>
        <w:bottom w:val="none" w:sz="0" w:space="0" w:color="auto"/>
        <w:right w:val="none" w:sz="0" w:space="0" w:color="auto"/>
      </w:divBdr>
    </w:div>
    <w:div w:id="1304047177">
      <w:bodyDiv w:val="1"/>
      <w:marLeft w:val="0"/>
      <w:marRight w:val="0"/>
      <w:marTop w:val="0"/>
      <w:marBottom w:val="0"/>
      <w:divBdr>
        <w:top w:val="none" w:sz="0" w:space="0" w:color="auto"/>
        <w:left w:val="none" w:sz="0" w:space="0" w:color="auto"/>
        <w:bottom w:val="none" w:sz="0" w:space="0" w:color="auto"/>
        <w:right w:val="none" w:sz="0" w:space="0" w:color="auto"/>
      </w:divBdr>
    </w:div>
    <w:div w:id="1304583469">
      <w:bodyDiv w:val="1"/>
      <w:marLeft w:val="0"/>
      <w:marRight w:val="0"/>
      <w:marTop w:val="0"/>
      <w:marBottom w:val="0"/>
      <w:divBdr>
        <w:top w:val="none" w:sz="0" w:space="0" w:color="auto"/>
        <w:left w:val="none" w:sz="0" w:space="0" w:color="auto"/>
        <w:bottom w:val="none" w:sz="0" w:space="0" w:color="auto"/>
        <w:right w:val="none" w:sz="0" w:space="0" w:color="auto"/>
      </w:divBdr>
    </w:div>
    <w:div w:id="1304700808">
      <w:bodyDiv w:val="1"/>
      <w:marLeft w:val="0"/>
      <w:marRight w:val="0"/>
      <w:marTop w:val="0"/>
      <w:marBottom w:val="0"/>
      <w:divBdr>
        <w:top w:val="none" w:sz="0" w:space="0" w:color="auto"/>
        <w:left w:val="none" w:sz="0" w:space="0" w:color="auto"/>
        <w:bottom w:val="none" w:sz="0" w:space="0" w:color="auto"/>
        <w:right w:val="none" w:sz="0" w:space="0" w:color="auto"/>
      </w:divBdr>
    </w:div>
    <w:div w:id="1305233671">
      <w:bodyDiv w:val="1"/>
      <w:marLeft w:val="0"/>
      <w:marRight w:val="0"/>
      <w:marTop w:val="0"/>
      <w:marBottom w:val="0"/>
      <w:divBdr>
        <w:top w:val="none" w:sz="0" w:space="0" w:color="auto"/>
        <w:left w:val="none" w:sz="0" w:space="0" w:color="auto"/>
        <w:bottom w:val="none" w:sz="0" w:space="0" w:color="auto"/>
        <w:right w:val="none" w:sz="0" w:space="0" w:color="auto"/>
      </w:divBdr>
    </w:div>
    <w:div w:id="1305428808">
      <w:bodyDiv w:val="1"/>
      <w:marLeft w:val="0"/>
      <w:marRight w:val="0"/>
      <w:marTop w:val="0"/>
      <w:marBottom w:val="0"/>
      <w:divBdr>
        <w:top w:val="none" w:sz="0" w:space="0" w:color="auto"/>
        <w:left w:val="none" w:sz="0" w:space="0" w:color="auto"/>
        <w:bottom w:val="none" w:sz="0" w:space="0" w:color="auto"/>
        <w:right w:val="none" w:sz="0" w:space="0" w:color="auto"/>
      </w:divBdr>
    </w:div>
    <w:div w:id="1305545360">
      <w:bodyDiv w:val="1"/>
      <w:marLeft w:val="0"/>
      <w:marRight w:val="0"/>
      <w:marTop w:val="0"/>
      <w:marBottom w:val="0"/>
      <w:divBdr>
        <w:top w:val="none" w:sz="0" w:space="0" w:color="auto"/>
        <w:left w:val="none" w:sz="0" w:space="0" w:color="auto"/>
        <w:bottom w:val="none" w:sz="0" w:space="0" w:color="auto"/>
        <w:right w:val="none" w:sz="0" w:space="0" w:color="auto"/>
      </w:divBdr>
    </w:div>
    <w:div w:id="1306079688">
      <w:bodyDiv w:val="1"/>
      <w:marLeft w:val="0"/>
      <w:marRight w:val="0"/>
      <w:marTop w:val="0"/>
      <w:marBottom w:val="0"/>
      <w:divBdr>
        <w:top w:val="none" w:sz="0" w:space="0" w:color="auto"/>
        <w:left w:val="none" w:sz="0" w:space="0" w:color="auto"/>
        <w:bottom w:val="none" w:sz="0" w:space="0" w:color="auto"/>
        <w:right w:val="none" w:sz="0" w:space="0" w:color="auto"/>
      </w:divBdr>
    </w:div>
    <w:div w:id="1306351642">
      <w:bodyDiv w:val="1"/>
      <w:marLeft w:val="0"/>
      <w:marRight w:val="0"/>
      <w:marTop w:val="0"/>
      <w:marBottom w:val="0"/>
      <w:divBdr>
        <w:top w:val="none" w:sz="0" w:space="0" w:color="auto"/>
        <w:left w:val="none" w:sz="0" w:space="0" w:color="auto"/>
        <w:bottom w:val="none" w:sz="0" w:space="0" w:color="auto"/>
        <w:right w:val="none" w:sz="0" w:space="0" w:color="auto"/>
      </w:divBdr>
    </w:div>
    <w:div w:id="1309289339">
      <w:bodyDiv w:val="1"/>
      <w:marLeft w:val="0"/>
      <w:marRight w:val="0"/>
      <w:marTop w:val="0"/>
      <w:marBottom w:val="0"/>
      <w:divBdr>
        <w:top w:val="none" w:sz="0" w:space="0" w:color="auto"/>
        <w:left w:val="none" w:sz="0" w:space="0" w:color="auto"/>
        <w:bottom w:val="none" w:sz="0" w:space="0" w:color="auto"/>
        <w:right w:val="none" w:sz="0" w:space="0" w:color="auto"/>
      </w:divBdr>
    </w:div>
    <w:div w:id="1309359875">
      <w:bodyDiv w:val="1"/>
      <w:marLeft w:val="0"/>
      <w:marRight w:val="0"/>
      <w:marTop w:val="0"/>
      <w:marBottom w:val="0"/>
      <w:divBdr>
        <w:top w:val="none" w:sz="0" w:space="0" w:color="auto"/>
        <w:left w:val="none" w:sz="0" w:space="0" w:color="auto"/>
        <w:bottom w:val="none" w:sz="0" w:space="0" w:color="auto"/>
        <w:right w:val="none" w:sz="0" w:space="0" w:color="auto"/>
      </w:divBdr>
    </w:div>
    <w:div w:id="1309361236">
      <w:bodyDiv w:val="1"/>
      <w:marLeft w:val="0"/>
      <w:marRight w:val="0"/>
      <w:marTop w:val="0"/>
      <w:marBottom w:val="0"/>
      <w:divBdr>
        <w:top w:val="none" w:sz="0" w:space="0" w:color="auto"/>
        <w:left w:val="none" w:sz="0" w:space="0" w:color="auto"/>
        <w:bottom w:val="none" w:sz="0" w:space="0" w:color="auto"/>
        <w:right w:val="none" w:sz="0" w:space="0" w:color="auto"/>
      </w:divBdr>
    </w:div>
    <w:div w:id="1309628559">
      <w:bodyDiv w:val="1"/>
      <w:marLeft w:val="0"/>
      <w:marRight w:val="0"/>
      <w:marTop w:val="0"/>
      <w:marBottom w:val="0"/>
      <w:divBdr>
        <w:top w:val="none" w:sz="0" w:space="0" w:color="auto"/>
        <w:left w:val="none" w:sz="0" w:space="0" w:color="auto"/>
        <w:bottom w:val="none" w:sz="0" w:space="0" w:color="auto"/>
        <w:right w:val="none" w:sz="0" w:space="0" w:color="auto"/>
      </w:divBdr>
    </w:div>
    <w:div w:id="1310592466">
      <w:bodyDiv w:val="1"/>
      <w:marLeft w:val="0"/>
      <w:marRight w:val="0"/>
      <w:marTop w:val="0"/>
      <w:marBottom w:val="0"/>
      <w:divBdr>
        <w:top w:val="none" w:sz="0" w:space="0" w:color="auto"/>
        <w:left w:val="none" w:sz="0" w:space="0" w:color="auto"/>
        <w:bottom w:val="none" w:sz="0" w:space="0" w:color="auto"/>
        <w:right w:val="none" w:sz="0" w:space="0" w:color="auto"/>
      </w:divBdr>
    </w:div>
    <w:div w:id="1310669478">
      <w:bodyDiv w:val="1"/>
      <w:marLeft w:val="0"/>
      <w:marRight w:val="0"/>
      <w:marTop w:val="0"/>
      <w:marBottom w:val="0"/>
      <w:divBdr>
        <w:top w:val="none" w:sz="0" w:space="0" w:color="auto"/>
        <w:left w:val="none" w:sz="0" w:space="0" w:color="auto"/>
        <w:bottom w:val="none" w:sz="0" w:space="0" w:color="auto"/>
        <w:right w:val="none" w:sz="0" w:space="0" w:color="auto"/>
      </w:divBdr>
    </w:div>
    <w:div w:id="1311207452">
      <w:bodyDiv w:val="1"/>
      <w:marLeft w:val="0"/>
      <w:marRight w:val="0"/>
      <w:marTop w:val="0"/>
      <w:marBottom w:val="0"/>
      <w:divBdr>
        <w:top w:val="none" w:sz="0" w:space="0" w:color="auto"/>
        <w:left w:val="none" w:sz="0" w:space="0" w:color="auto"/>
        <w:bottom w:val="none" w:sz="0" w:space="0" w:color="auto"/>
        <w:right w:val="none" w:sz="0" w:space="0" w:color="auto"/>
      </w:divBdr>
    </w:div>
    <w:div w:id="1312489927">
      <w:bodyDiv w:val="1"/>
      <w:marLeft w:val="0"/>
      <w:marRight w:val="0"/>
      <w:marTop w:val="0"/>
      <w:marBottom w:val="0"/>
      <w:divBdr>
        <w:top w:val="none" w:sz="0" w:space="0" w:color="auto"/>
        <w:left w:val="none" w:sz="0" w:space="0" w:color="auto"/>
        <w:bottom w:val="none" w:sz="0" w:space="0" w:color="auto"/>
        <w:right w:val="none" w:sz="0" w:space="0" w:color="auto"/>
      </w:divBdr>
    </w:div>
    <w:div w:id="1312565238">
      <w:bodyDiv w:val="1"/>
      <w:marLeft w:val="0"/>
      <w:marRight w:val="0"/>
      <w:marTop w:val="0"/>
      <w:marBottom w:val="0"/>
      <w:divBdr>
        <w:top w:val="none" w:sz="0" w:space="0" w:color="auto"/>
        <w:left w:val="none" w:sz="0" w:space="0" w:color="auto"/>
        <w:bottom w:val="none" w:sz="0" w:space="0" w:color="auto"/>
        <w:right w:val="none" w:sz="0" w:space="0" w:color="auto"/>
      </w:divBdr>
    </w:div>
    <w:div w:id="1313214936">
      <w:bodyDiv w:val="1"/>
      <w:marLeft w:val="0"/>
      <w:marRight w:val="0"/>
      <w:marTop w:val="0"/>
      <w:marBottom w:val="0"/>
      <w:divBdr>
        <w:top w:val="none" w:sz="0" w:space="0" w:color="auto"/>
        <w:left w:val="none" w:sz="0" w:space="0" w:color="auto"/>
        <w:bottom w:val="none" w:sz="0" w:space="0" w:color="auto"/>
        <w:right w:val="none" w:sz="0" w:space="0" w:color="auto"/>
      </w:divBdr>
    </w:div>
    <w:div w:id="1313407382">
      <w:bodyDiv w:val="1"/>
      <w:marLeft w:val="0"/>
      <w:marRight w:val="0"/>
      <w:marTop w:val="0"/>
      <w:marBottom w:val="0"/>
      <w:divBdr>
        <w:top w:val="none" w:sz="0" w:space="0" w:color="auto"/>
        <w:left w:val="none" w:sz="0" w:space="0" w:color="auto"/>
        <w:bottom w:val="none" w:sz="0" w:space="0" w:color="auto"/>
        <w:right w:val="none" w:sz="0" w:space="0" w:color="auto"/>
      </w:divBdr>
    </w:div>
    <w:div w:id="1313674078">
      <w:bodyDiv w:val="1"/>
      <w:marLeft w:val="0"/>
      <w:marRight w:val="0"/>
      <w:marTop w:val="0"/>
      <w:marBottom w:val="0"/>
      <w:divBdr>
        <w:top w:val="none" w:sz="0" w:space="0" w:color="auto"/>
        <w:left w:val="none" w:sz="0" w:space="0" w:color="auto"/>
        <w:bottom w:val="none" w:sz="0" w:space="0" w:color="auto"/>
        <w:right w:val="none" w:sz="0" w:space="0" w:color="auto"/>
      </w:divBdr>
    </w:div>
    <w:div w:id="1313750035">
      <w:bodyDiv w:val="1"/>
      <w:marLeft w:val="0"/>
      <w:marRight w:val="0"/>
      <w:marTop w:val="0"/>
      <w:marBottom w:val="0"/>
      <w:divBdr>
        <w:top w:val="none" w:sz="0" w:space="0" w:color="auto"/>
        <w:left w:val="none" w:sz="0" w:space="0" w:color="auto"/>
        <w:bottom w:val="none" w:sz="0" w:space="0" w:color="auto"/>
        <w:right w:val="none" w:sz="0" w:space="0" w:color="auto"/>
      </w:divBdr>
    </w:div>
    <w:div w:id="1313801152">
      <w:bodyDiv w:val="1"/>
      <w:marLeft w:val="0"/>
      <w:marRight w:val="0"/>
      <w:marTop w:val="0"/>
      <w:marBottom w:val="0"/>
      <w:divBdr>
        <w:top w:val="none" w:sz="0" w:space="0" w:color="auto"/>
        <w:left w:val="none" w:sz="0" w:space="0" w:color="auto"/>
        <w:bottom w:val="none" w:sz="0" w:space="0" w:color="auto"/>
        <w:right w:val="none" w:sz="0" w:space="0" w:color="auto"/>
      </w:divBdr>
    </w:div>
    <w:div w:id="1314522658">
      <w:bodyDiv w:val="1"/>
      <w:marLeft w:val="0"/>
      <w:marRight w:val="0"/>
      <w:marTop w:val="0"/>
      <w:marBottom w:val="0"/>
      <w:divBdr>
        <w:top w:val="none" w:sz="0" w:space="0" w:color="auto"/>
        <w:left w:val="none" w:sz="0" w:space="0" w:color="auto"/>
        <w:bottom w:val="none" w:sz="0" w:space="0" w:color="auto"/>
        <w:right w:val="none" w:sz="0" w:space="0" w:color="auto"/>
      </w:divBdr>
    </w:div>
    <w:div w:id="1316377137">
      <w:bodyDiv w:val="1"/>
      <w:marLeft w:val="0"/>
      <w:marRight w:val="0"/>
      <w:marTop w:val="0"/>
      <w:marBottom w:val="0"/>
      <w:divBdr>
        <w:top w:val="none" w:sz="0" w:space="0" w:color="auto"/>
        <w:left w:val="none" w:sz="0" w:space="0" w:color="auto"/>
        <w:bottom w:val="none" w:sz="0" w:space="0" w:color="auto"/>
        <w:right w:val="none" w:sz="0" w:space="0" w:color="auto"/>
      </w:divBdr>
    </w:div>
    <w:div w:id="1316641847">
      <w:bodyDiv w:val="1"/>
      <w:marLeft w:val="0"/>
      <w:marRight w:val="0"/>
      <w:marTop w:val="0"/>
      <w:marBottom w:val="0"/>
      <w:divBdr>
        <w:top w:val="none" w:sz="0" w:space="0" w:color="auto"/>
        <w:left w:val="none" w:sz="0" w:space="0" w:color="auto"/>
        <w:bottom w:val="none" w:sz="0" w:space="0" w:color="auto"/>
        <w:right w:val="none" w:sz="0" w:space="0" w:color="auto"/>
      </w:divBdr>
    </w:div>
    <w:div w:id="1316834773">
      <w:bodyDiv w:val="1"/>
      <w:marLeft w:val="0"/>
      <w:marRight w:val="0"/>
      <w:marTop w:val="0"/>
      <w:marBottom w:val="0"/>
      <w:divBdr>
        <w:top w:val="none" w:sz="0" w:space="0" w:color="auto"/>
        <w:left w:val="none" w:sz="0" w:space="0" w:color="auto"/>
        <w:bottom w:val="none" w:sz="0" w:space="0" w:color="auto"/>
        <w:right w:val="none" w:sz="0" w:space="0" w:color="auto"/>
      </w:divBdr>
    </w:div>
    <w:div w:id="1317370486">
      <w:bodyDiv w:val="1"/>
      <w:marLeft w:val="0"/>
      <w:marRight w:val="0"/>
      <w:marTop w:val="0"/>
      <w:marBottom w:val="0"/>
      <w:divBdr>
        <w:top w:val="none" w:sz="0" w:space="0" w:color="auto"/>
        <w:left w:val="none" w:sz="0" w:space="0" w:color="auto"/>
        <w:bottom w:val="none" w:sz="0" w:space="0" w:color="auto"/>
        <w:right w:val="none" w:sz="0" w:space="0" w:color="auto"/>
      </w:divBdr>
    </w:div>
    <w:div w:id="1317798949">
      <w:bodyDiv w:val="1"/>
      <w:marLeft w:val="0"/>
      <w:marRight w:val="0"/>
      <w:marTop w:val="0"/>
      <w:marBottom w:val="0"/>
      <w:divBdr>
        <w:top w:val="none" w:sz="0" w:space="0" w:color="auto"/>
        <w:left w:val="none" w:sz="0" w:space="0" w:color="auto"/>
        <w:bottom w:val="none" w:sz="0" w:space="0" w:color="auto"/>
        <w:right w:val="none" w:sz="0" w:space="0" w:color="auto"/>
      </w:divBdr>
    </w:div>
    <w:div w:id="1317952230">
      <w:bodyDiv w:val="1"/>
      <w:marLeft w:val="0"/>
      <w:marRight w:val="0"/>
      <w:marTop w:val="0"/>
      <w:marBottom w:val="0"/>
      <w:divBdr>
        <w:top w:val="none" w:sz="0" w:space="0" w:color="auto"/>
        <w:left w:val="none" w:sz="0" w:space="0" w:color="auto"/>
        <w:bottom w:val="none" w:sz="0" w:space="0" w:color="auto"/>
        <w:right w:val="none" w:sz="0" w:space="0" w:color="auto"/>
      </w:divBdr>
    </w:div>
    <w:div w:id="1318343648">
      <w:bodyDiv w:val="1"/>
      <w:marLeft w:val="0"/>
      <w:marRight w:val="0"/>
      <w:marTop w:val="0"/>
      <w:marBottom w:val="0"/>
      <w:divBdr>
        <w:top w:val="none" w:sz="0" w:space="0" w:color="auto"/>
        <w:left w:val="none" w:sz="0" w:space="0" w:color="auto"/>
        <w:bottom w:val="none" w:sz="0" w:space="0" w:color="auto"/>
        <w:right w:val="none" w:sz="0" w:space="0" w:color="auto"/>
      </w:divBdr>
    </w:div>
    <w:div w:id="1319924155">
      <w:bodyDiv w:val="1"/>
      <w:marLeft w:val="0"/>
      <w:marRight w:val="0"/>
      <w:marTop w:val="0"/>
      <w:marBottom w:val="0"/>
      <w:divBdr>
        <w:top w:val="none" w:sz="0" w:space="0" w:color="auto"/>
        <w:left w:val="none" w:sz="0" w:space="0" w:color="auto"/>
        <w:bottom w:val="none" w:sz="0" w:space="0" w:color="auto"/>
        <w:right w:val="none" w:sz="0" w:space="0" w:color="auto"/>
      </w:divBdr>
    </w:div>
    <w:div w:id="1322464140">
      <w:bodyDiv w:val="1"/>
      <w:marLeft w:val="0"/>
      <w:marRight w:val="0"/>
      <w:marTop w:val="0"/>
      <w:marBottom w:val="0"/>
      <w:divBdr>
        <w:top w:val="none" w:sz="0" w:space="0" w:color="auto"/>
        <w:left w:val="none" w:sz="0" w:space="0" w:color="auto"/>
        <w:bottom w:val="none" w:sz="0" w:space="0" w:color="auto"/>
        <w:right w:val="none" w:sz="0" w:space="0" w:color="auto"/>
      </w:divBdr>
    </w:div>
    <w:div w:id="1322583836">
      <w:bodyDiv w:val="1"/>
      <w:marLeft w:val="0"/>
      <w:marRight w:val="0"/>
      <w:marTop w:val="0"/>
      <w:marBottom w:val="0"/>
      <w:divBdr>
        <w:top w:val="none" w:sz="0" w:space="0" w:color="auto"/>
        <w:left w:val="none" w:sz="0" w:space="0" w:color="auto"/>
        <w:bottom w:val="none" w:sz="0" w:space="0" w:color="auto"/>
        <w:right w:val="none" w:sz="0" w:space="0" w:color="auto"/>
      </w:divBdr>
    </w:div>
    <w:div w:id="1323967286">
      <w:bodyDiv w:val="1"/>
      <w:marLeft w:val="0"/>
      <w:marRight w:val="0"/>
      <w:marTop w:val="0"/>
      <w:marBottom w:val="0"/>
      <w:divBdr>
        <w:top w:val="none" w:sz="0" w:space="0" w:color="auto"/>
        <w:left w:val="none" w:sz="0" w:space="0" w:color="auto"/>
        <w:bottom w:val="none" w:sz="0" w:space="0" w:color="auto"/>
        <w:right w:val="none" w:sz="0" w:space="0" w:color="auto"/>
      </w:divBdr>
    </w:div>
    <w:div w:id="1325858834">
      <w:bodyDiv w:val="1"/>
      <w:marLeft w:val="0"/>
      <w:marRight w:val="0"/>
      <w:marTop w:val="0"/>
      <w:marBottom w:val="0"/>
      <w:divBdr>
        <w:top w:val="none" w:sz="0" w:space="0" w:color="auto"/>
        <w:left w:val="none" w:sz="0" w:space="0" w:color="auto"/>
        <w:bottom w:val="none" w:sz="0" w:space="0" w:color="auto"/>
        <w:right w:val="none" w:sz="0" w:space="0" w:color="auto"/>
      </w:divBdr>
    </w:div>
    <w:div w:id="1325863353">
      <w:bodyDiv w:val="1"/>
      <w:marLeft w:val="0"/>
      <w:marRight w:val="0"/>
      <w:marTop w:val="0"/>
      <w:marBottom w:val="0"/>
      <w:divBdr>
        <w:top w:val="none" w:sz="0" w:space="0" w:color="auto"/>
        <w:left w:val="none" w:sz="0" w:space="0" w:color="auto"/>
        <w:bottom w:val="none" w:sz="0" w:space="0" w:color="auto"/>
        <w:right w:val="none" w:sz="0" w:space="0" w:color="auto"/>
      </w:divBdr>
    </w:div>
    <w:div w:id="1327978119">
      <w:bodyDiv w:val="1"/>
      <w:marLeft w:val="0"/>
      <w:marRight w:val="0"/>
      <w:marTop w:val="0"/>
      <w:marBottom w:val="0"/>
      <w:divBdr>
        <w:top w:val="none" w:sz="0" w:space="0" w:color="auto"/>
        <w:left w:val="none" w:sz="0" w:space="0" w:color="auto"/>
        <w:bottom w:val="none" w:sz="0" w:space="0" w:color="auto"/>
        <w:right w:val="none" w:sz="0" w:space="0" w:color="auto"/>
      </w:divBdr>
    </w:div>
    <w:div w:id="1329405881">
      <w:bodyDiv w:val="1"/>
      <w:marLeft w:val="0"/>
      <w:marRight w:val="0"/>
      <w:marTop w:val="0"/>
      <w:marBottom w:val="0"/>
      <w:divBdr>
        <w:top w:val="none" w:sz="0" w:space="0" w:color="auto"/>
        <w:left w:val="none" w:sz="0" w:space="0" w:color="auto"/>
        <w:bottom w:val="none" w:sz="0" w:space="0" w:color="auto"/>
        <w:right w:val="none" w:sz="0" w:space="0" w:color="auto"/>
      </w:divBdr>
    </w:div>
    <w:div w:id="1329792711">
      <w:bodyDiv w:val="1"/>
      <w:marLeft w:val="0"/>
      <w:marRight w:val="0"/>
      <w:marTop w:val="0"/>
      <w:marBottom w:val="0"/>
      <w:divBdr>
        <w:top w:val="none" w:sz="0" w:space="0" w:color="auto"/>
        <w:left w:val="none" w:sz="0" w:space="0" w:color="auto"/>
        <w:bottom w:val="none" w:sz="0" w:space="0" w:color="auto"/>
        <w:right w:val="none" w:sz="0" w:space="0" w:color="auto"/>
      </w:divBdr>
    </w:div>
    <w:div w:id="1330910674">
      <w:bodyDiv w:val="1"/>
      <w:marLeft w:val="0"/>
      <w:marRight w:val="0"/>
      <w:marTop w:val="0"/>
      <w:marBottom w:val="0"/>
      <w:divBdr>
        <w:top w:val="none" w:sz="0" w:space="0" w:color="auto"/>
        <w:left w:val="none" w:sz="0" w:space="0" w:color="auto"/>
        <w:bottom w:val="none" w:sz="0" w:space="0" w:color="auto"/>
        <w:right w:val="none" w:sz="0" w:space="0" w:color="auto"/>
      </w:divBdr>
    </w:div>
    <w:div w:id="1331103112">
      <w:bodyDiv w:val="1"/>
      <w:marLeft w:val="0"/>
      <w:marRight w:val="0"/>
      <w:marTop w:val="0"/>
      <w:marBottom w:val="0"/>
      <w:divBdr>
        <w:top w:val="none" w:sz="0" w:space="0" w:color="auto"/>
        <w:left w:val="none" w:sz="0" w:space="0" w:color="auto"/>
        <w:bottom w:val="none" w:sz="0" w:space="0" w:color="auto"/>
        <w:right w:val="none" w:sz="0" w:space="0" w:color="auto"/>
      </w:divBdr>
    </w:div>
    <w:div w:id="1331979832">
      <w:bodyDiv w:val="1"/>
      <w:marLeft w:val="0"/>
      <w:marRight w:val="0"/>
      <w:marTop w:val="0"/>
      <w:marBottom w:val="0"/>
      <w:divBdr>
        <w:top w:val="none" w:sz="0" w:space="0" w:color="auto"/>
        <w:left w:val="none" w:sz="0" w:space="0" w:color="auto"/>
        <w:bottom w:val="none" w:sz="0" w:space="0" w:color="auto"/>
        <w:right w:val="none" w:sz="0" w:space="0" w:color="auto"/>
      </w:divBdr>
    </w:div>
    <w:div w:id="1333295248">
      <w:bodyDiv w:val="1"/>
      <w:marLeft w:val="0"/>
      <w:marRight w:val="0"/>
      <w:marTop w:val="0"/>
      <w:marBottom w:val="0"/>
      <w:divBdr>
        <w:top w:val="none" w:sz="0" w:space="0" w:color="auto"/>
        <w:left w:val="none" w:sz="0" w:space="0" w:color="auto"/>
        <w:bottom w:val="none" w:sz="0" w:space="0" w:color="auto"/>
        <w:right w:val="none" w:sz="0" w:space="0" w:color="auto"/>
      </w:divBdr>
    </w:div>
    <w:div w:id="1333948241">
      <w:bodyDiv w:val="1"/>
      <w:marLeft w:val="0"/>
      <w:marRight w:val="0"/>
      <w:marTop w:val="0"/>
      <w:marBottom w:val="0"/>
      <w:divBdr>
        <w:top w:val="none" w:sz="0" w:space="0" w:color="auto"/>
        <w:left w:val="none" w:sz="0" w:space="0" w:color="auto"/>
        <w:bottom w:val="none" w:sz="0" w:space="0" w:color="auto"/>
        <w:right w:val="none" w:sz="0" w:space="0" w:color="auto"/>
      </w:divBdr>
    </w:div>
    <w:div w:id="1334648120">
      <w:bodyDiv w:val="1"/>
      <w:marLeft w:val="0"/>
      <w:marRight w:val="0"/>
      <w:marTop w:val="0"/>
      <w:marBottom w:val="0"/>
      <w:divBdr>
        <w:top w:val="none" w:sz="0" w:space="0" w:color="auto"/>
        <w:left w:val="none" w:sz="0" w:space="0" w:color="auto"/>
        <w:bottom w:val="none" w:sz="0" w:space="0" w:color="auto"/>
        <w:right w:val="none" w:sz="0" w:space="0" w:color="auto"/>
      </w:divBdr>
    </w:div>
    <w:div w:id="1336034341">
      <w:bodyDiv w:val="1"/>
      <w:marLeft w:val="0"/>
      <w:marRight w:val="0"/>
      <w:marTop w:val="0"/>
      <w:marBottom w:val="0"/>
      <w:divBdr>
        <w:top w:val="none" w:sz="0" w:space="0" w:color="auto"/>
        <w:left w:val="none" w:sz="0" w:space="0" w:color="auto"/>
        <w:bottom w:val="none" w:sz="0" w:space="0" w:color="auto"/>
        <w:right w:val="none" w:sz="0" w:space="0" w:color="auto"/>
      </w:divBdr>
    </w:div>
    <w:div w:id="1337533943">
      <w:bodyDiv w:val="1"/>
      <w:marLeft w:val="0"/>
      <w:marRight w:val="0"/>
      <w:marTop w:val="0"/>
      <w:marBottom w:val="0"/>
      <w:divBdr>
        <w:top w:val="none" w:sz="0" w:space="0" w:color="auto"/>
        <w:left w:val="none" w:sz="0" w:space="0" w:color="auto"/>
        <w:bottom w:val="none" w:sz="0" w:space="0" w:color="auto"/>
        <w:right w:val="none" w:sz="0" w:space="0" w:color="auto"/>
      </w:divBdr>
    </w:div>
    <w:div w:id="1338578718">
      <w:bodyDiv w:val="1"/>
      <w:marLeft w:val="0"/>
      <w:marRight w:val="0"/>
      <w:marTop w:val="0"/>
      <w:marBottom w:val="0"/>
      <w:divBdr>
        <w:top w:val="none" w:sz="0" w:space="0" w:color="auto"/>
        <w:left w:val="none" w:sz="0" w:space="0" w:color="auto"/>
        <w:bottom w:val="none" w:sz="0" w:space="0" w:color="auto"/>
        <w:right w:val="none" w:sz="0" w:space="0" w:color="auto"/>
      </w:divBdr>
    </w:div>
    <w:div w:id="1339117347">
      <w:bodyDiv w:val="1"/>
      <w:marLeft w:val="0"/>
      <w:marRight w:val="0"/>
      <w:marTop w:val="0"/>
      <w:marBottom w:val="0"/>
      <w:divBdr>
        <w:top w:val="none" w:sz="0" w:space="0" w:color="auto"/>
        <w:left w:val="none" w:sz="0" w:space="0" w:color="auto"/>
        <w:bottom w:val="none" w:sz="0" w:space="0" w:color="auto"/>
        <w:right w:val="none" w:sz="0" w:space="0" w:color="auto"/>
      </w:divBdr>
    </w:div>
    <w:div w:id="1340501745">
      <w:bodyDiv w:val="1"/>
      <w:marLeft w:val="0"/>
      <w:marRight w:val="0"/>
      <w:marTop w:val="0"/>
      <w:marBottom w:val="0"/>
      <w:divBdr>
        <w:top w:val="none" w:sz="0" w:space="0" w:color="auto"/>
        <w:left w:val="none" w:sz="0" w:space="0" w:color="auto"/>
        <w:bottom w:val="none" w:sz="0" w:space="0" w:color="auto"/>
        <w:right w:val="none" w:sz="0" w:space="0" w:color="auto"/>
      </w:divBdr>
    </w:div>
    <w:div w:id="1340737038">
      <w:bodyDiv w:val="1"/>
      <w:marLeft w:val="0"/>
      <w:marRight w:val="0"/>
      <w:marTop w:val="0"/>
      <w:marBottom w:val="0"/>
      <w:divBdr>
        <w:top w:val="none" w:sz="0" w:space="0" w:color="auto"/>
        <w:left w:val="none" w:sz="0" w:space="0" w:color="auto"/>
        <w:bottom w:val="none" w:sz="0" w:space="0" w:color="auto"/>
        <w:right w:val="none" w:sz="0" w:space="0" w:color="auto"/>
      </w:divBdr>
    </w:div>
    <w:div w:id="1341350386">
      <w:bodyDiv w:val="1"/>
      <w:marLeft w:val="0"/>
      <w:marRight w:val="0"/>
      <w:marTop w:val="0"/>
      <w:marBottom w:val="0"/>
      <w:divBdr>
        <w:top w:val="none" w:sz="0" w:space="0" w:color="auto"/>
        <w:left w:val="none" w:sz="0" w:space="0" w:color="auto"/>
        <w:bottom w:val="none" w:sz="0" w:space="0" w:color="auto"/>
        <w:right w:val="none" w:sz="0" w:space="0" w:color="auto"/>
      </w:divBdr>
    </w:div>
    <w:div w:id="1343780059">
      <w:bodyDiv w:val="1"/>
      <w:marLeft w:val="0"/>
      <w:marRight w:val="0"/>
      <w:marTop w:val="0"/>
      <w:marBottom w:val="0"/>
      <w:divBdr>
        <w:top w:val="none" w:sz="0" w:space="0" w:color="auto"/>
        <w:left w:val="none" w:sz="0" w:space="0" w:color="auto"/>
        <w:bottom w:val="none" w:sz="0" w:space="0" w:color="auto"/>
        <w:right w:val="none" w:sz="0" w:space="0" w:color="auto"/>
      </w:divBdr>
    </w:div>
    <w:div w:id="1344743059">
      <w:bodyDiv w:val="1"/>
      <w:marLeft w:val="0"/>
      <w:marRight w:val="0"/>
      <w:marTop w:val="0"/>
      <w:marBottom w:val="0"/>
      <w:divBdr>
        <w:top w:val="none" w:sz="0" w:space="0" w:color="auto"/>
        <w:left w:val="none" w:sz="0" w:space="0" w:color="auto"/>
        <w:bottom w:val="none" w:sz="0" w:space="0" w:color="auto"/>
        <w:right w:val="none" w:sz="0" w:space="0" w:color="auto"/>
      </w:divBdr>
    </w:div>
    <w:div w:id="1345598542">
      <w:bodyDiv w:val="1"/>
      <w:marLeft w:val="0"/>
      <w:marRight w:val="0"/>
      <w:marTop w:val="0"/>
      <w:marBottom w:val="0"/>
      <w:divBdr>
        <w:top w:val="none" w:sz="0" w:space="0" w:color="auto"/>
        <w:left w:val="none" w:sz="0" w:space="0" w:color="auto"/>
        <w:bottom w:val="none" w:sz="0" w:space="0" w:color="auto"/>
        <w:right w:val="none" w:sz="0" w:space="0" w:color="auto"/>
      </w:divBdr>
    </w:div>
    <w:div w:id="1346009326">
      <w:bodyDiv w:val="1"/>
      <w:marLeft w:val="0"/>
      <w:marRight w:val="0"/>
      <w:marTop w:val="0"/>
      <w:marBottom w:val="0"/>
      <w:divBdr>
        <w:top w:val="none" w:sz="0" w:space="0" w:color="auto"/>
        <w:left w:val="none" w:sz="0" w:space="0" w:color="auto"/>
        <w:bottom w:val="none" w:sz="0" w:space="0" w:color="auto"/>
        <w:right w:val="none" w:sz="0" w:space="0" w:color="auto"/>
      </w:divBdr>
    </w:div>
    <w:div w:id="1346056460">
      <w:bodyDiv w:val="1"/>
      <w:marLeft w:val="0"/>
      <w:marRight w:val="0"/>
      <w:marTop w:val="0"/>
      <w:marBottom w:val="0"/>
      <w:divBdr>
        <w:top w:val="none" w:sz="0" w:space="0" w:color="auto"/>
        <w:left w:val="none" w:sz="0" w:space="0" w:color="auto"/>
        <w:bottom w:val="none" w:sz="0" w:space="0" w:color="auto"/>
        <w:right w:val="none" w:sz="0" w:space="0" w:color="auto"/>
      </w:divBdr>
    </w:div>
    <w:div w:id="1347054826">
      <w:bodyDiv w:val="1"/>
      <w:marLeft w:val="0"/>
      <w:marRight w:val="0"/>
      <w:marTop w:val="0"/>
      <w:marBottom w:val="0"/>
      <w:divBdr>
        <w:top w:val="none" w:sz="0" w:space="0" w:color="auto"/>
        <w:left w:val="none" w:sz="0" w:space="0" w:color="auto"/>
        <w:bottom w:val="none" w:sz="0" w:space="0" w:color="auto"/>
        <w:right w:val="none" w:sz="0" w:space="0" w:color="auto"/>
      </w:divBdr>
    </w:div>
    <w:div w:id="1347513424">
      <w:bodyDiv w:val="1"/>
      <w:marLeft w:val="0"/>
      <w:marRight w:val="0"/>
      <w:marTop w:val="0"/>
      <w:marBottom w:val="0"/>
      <w:divBdr>
        <w:top w:val="none" w:sz="0" w:space="0" w:color="auto"/>
        <w:left w:val="none" w:sz="0" w:space="0" w:color="auto"/>
        <w:bottom w:val="none" w:sz="0" w:space="0" w:color="auto"/>
        <w:right w:val="none" w:sz="0" w:space="0" w:color="auto"/>
      </w:divBdr>
    </w:div>
    <w:div w:id="1349402424">
      <w:bodyDiv w:val="1"/>
      <w:marLeft w:val="0"/>
      <w:marRight w:val="0"/>
      <w:marTop w:val="0"/>
      <w:marBottom w:val="0"/>
      <w:divBdr>
        <w:top w:val="none" w:sz="0" w:space="0" w:color="auto"/>
        <w:left w:val="none" w:sz="0" w:space="0" w:color="auto"/>
        <w:bottom w:val="none" w:sz="0" w:space="0" w:color="auto"/>
        <w:right w:val="none" w:sz="0" w:space="0" w:color="auto"/>
      </w:divBdr>
    </w:div>
    <w:div w:id="1349791098">
      <w:bodyDiv w:val="1"/>
      <w:marLeft w:val="0"/>
      <w:marRight w:val="0"/>
      <w:marTop w:val="0"/>
      <w:marBottom w:val="0"/>
      <w:divBdr>
        <w:top w:val="none" w:sz="0" w:space="0" w:color="auto"/>
        <w:left w:val="none" w:sz="0" w:space="0" w:color="auto"/>
        <w:bottom w:val="none" w:sz="0" w:space="0" w:color="auto"/>
        <w:right w:val="none" w:sz="0" w:space="0" w:color="auto"/>
      </w:divBdr>
    </w:div>
    <w:div w:id="1349793333">
      <w:bodyDiv w:val="1"/>
      <w:marLeft w:val="0"/>
      <w:marRight w:val="0"/>
      <w:marTop w:val="0"/>
      <w:marBottom w:val="0"/>
      <w:divBdr>
        <w:top w:val="none" w:sz="0" w:space="0" w:color="auto"/>
        <w:left w:val="none" w:sz="0" w:space="0" w:color="auto"/>
        <w:bottom w:val="none" w:sz="0" w:space="0" w:color="auto"/>
        <w:right w:val="none" w:sz="0" w:space="0" w:color="auto"/>
      </w:divBdr>
    </w:div>
    <w:div w:id="1349869152">
      <w:bodyDiv w:val="1"/>
      <w:marLeft w:val="0"/>
      <w:marRight w:val="0"/>
      <w:marTop w:val="0"/>
      <w:marBottom w:val="0"/>
      <w:divBdr>
        <w:top w:val="none" w:sz="0" w:space="0" w:color="auto"/>
        <w:left w:val="none" w:sz="0" w:space="0" w:color="auto"/>
        <w:bottom w:val="none" w:sz="0" w:space="0" w:color="auto"/>
        <w:right w:val="none" w:sz="0" w:space="0" w:color="auto"/>
      </w:divBdr>
    </w:div>
    <w:div w:id="1350911131">
      <w:bodyDiv w:val="1"/>
      <w:marLeft w:val="0"/>
      <w:marRight w:val="0"/>
      <w:marTop w:val="0"/>
      <w:marBottom w:val="0"/>
      <w:divBdr>
        <w:top w:val="none" w:sz="0" w:space="0" w:color="auto"/>
        <w:left w:val="none" w:sz="0" w:space="0" w:color="auto"/>
        <w:bottom w:val="none" w:sz="0" w:space="0" w:color="auto"/>
        <w:right w:val="none" w:sz="0" w:space="0" w:color="auto"/>
      </w:divBdr>
    </w:div>
    <w:div w:id="1351104662">
      <w:bodyDiv w:val="1"/>
      <w:marLeft w:val="0"/>
      <w:marRight w:val="0"/>
      <w:marTop w:val="0"/>
      <w:marBottom w:val="0"/>
      <w:divBdr>
        <w:top w:val="none" w:sz="0" w:space="0" w:color="auto"/>
        <w:left w:val="none" w:sz="0" w:space="0" w:color="auto"/>
        <w:bottom w:val="none" w:sz="0" w:space="0" w:color="auto"/>
        <w:right w:val="none" w:sz="0" w:space="0" w:color="auto"/>
      </w:divBdr>
    </w:div>
    <w:div w:id="1351839763">
      <w:bodyDiv w:val="1"/>
      <w:marLeft w:val="0"/>
      <w:marRight w:val="0"/>
      <w:marTop w:val="0"/>
      <w:marBottom w:val="0"/>
      <w:divBdr>
        <w:top w:val="none" w:sz="0" w:space="0" w:color="auto"/>
        <w:left w:val="none" w:sz="0" w:space="0" w:color="auto"/>
        <w:bottom w:val="none" w:sz="0" w:space="0" w:color="auto"/>
        <w:right w:val="none" w:sz="0" w:space="0" w:color="auto"/>
      </w:divBdr>
    </w:div>
    <w:div w:id="1352149945">
      <w:bodyDiv w:val="1"/>
      <w:marLeft w:val="0"/>
      <w:marRight w:val="0"/>
      <w:marTop w:val="0"/>
      <w:marBottom w:val="0"/>
      <w:divBdr>
        <w:top w:val="none" w:sz="0" w:space="0" w:color="auto"/>
        <w:left w:val="none" w:sz="0" w:space="0" w:color="auto"/>
        <w:bottom w:val="none" w:sz="0" w:space="0" w:color="auto"/>
        <w:right w:val="none" w:sz="0" w:space="0" w:color="auto"/>
      </w:divBdr>
    </w:div>
    <w:div w:id="1352683937">
      <w:bodyDiv w:val="1"/>
      <w:marLeft w:val="0"/>
      <w:marRight w:val="0"/>
      <w:marTop w:val="0"/>
      <w:marBottom w:val="0"/>
      <w:divBdr>
        <w:top w:val="none" w:sz="0" w:space="0" w:color="auto"/>
        <w:left w:val="none" w:sz="0" w:space="0" w:color="auto"/>
        <w:bottom w:val="none" w:sz="0" w:space="0" w:color="auto"/>
        <w:right w:val="none" w:sz="0" w:space="0" w:color="auto"/>
      </w:divBdr>
    </w:div>
    <w:div w:id="1354040308">
      <w:bodyDiv w:val="1"/>
      <w:marLeft w:val="0"/>
      <w:marRight w:val="0"/>
      <w:marTop w:val="0"/>
      <w:marBottom w:val="0"/>
      <w:divBdr>
        <w:top w:val="none" w:sz="0" w:space="0" w:color="auto"/>
        <w:left w:val="none" w:sz="0" w:space="0" w:color="auto"/>
        <w:bottom w:val="none" w:sz="0" w:space="0" w:color="auto"/>
        <w:right w:val="none" w:sz="0" w:space="0" w:color="auto"/>
      </w:divBdr>
    </w:div>
    <w:div w:id="1355880065">
      <w:bodyDiv w:val="1"/>
      <w:marLeft w:val="0"/>
      <w:marRight w:val="0"/>
      <w:marTop w:val="0"/>
      <w:marBottom w:val="0"/>
      <w:divBdr>
        <w:top w:val="none" w:sz="0" w:space="0" w:color="auto"/>
        <w:left w:val="none" w:sz="0" w:space="0" w:color="auto"/>
        <w:bottom w:val="none" w:sz="0" w:space="0" w:color="auto"/>
        <w:right w:val="none" w:sz="0" w:space="0" w:color="auto"/>
      </w:divBdr>
    </w:div>
    <w:div w:id="1356078361">
      <w:bodyDiv w:val="1"/>
      <w:marLeft w:val="0"/>
      <w:marRight w:val="0"/>
      <w:marTop w:val="0"/>
      <w:marBottom w:val="0"/>
      <w:divBdr>
        <w:top w:val="none" w:sz="0" w:space="0" w:color="auto"/>
        <w:left w:val="none" w:sz="0" w:space="0" w:color="auto"/>
        <w:bottom w:val="none" w:sz="0" w:space="0" w:color="auto"/>
        <w:right w:val="none" w:sz="0" w:space="0" w:color="auto"/>
      </w:divBdr>
    </w:div>
    <w:div w:id="1356271029">
      <w:bodyDiv w:val="1"/>
      <w:marLeft w:val="0"/>
      <w:marRight w:val="0"/>
      <w:marTop w:val="0"/>
      <w:marBottom w:val="0"/>
      <w:divBdr>
        <w:top w:val="none" w:sz="0" w:space="0" w:color="auto"/>
        <w:left w:val="none" w:sz="0" w:space="0" w:color="auto"/>
        <w:bottom w:val="none" w:sz="0" w:space="0" w:color="auto"/>
        <w:right w:val="none" w:sz="0" w:space="0" w:color="auto"/>
      </w:divBdr>
    </w:div>
    <w:div w:id="1356275107">
      <w:bodyDiv w:val="1"/>
      <w:marLeft w:val="0"/>
      <w:marRight w:val="0"/>
      <w:marTop w:val="0"/>
      <w:marBottom w:val="0"/>
      <w:divBdr>
        <w:top w:val="none" w:sz="0" w:space="0" w:color="auto"/>
        <w:left w:val="none" w:sz="0" w:space="0" w:color="auto"/>
        <w:bottom w:val="none" w:sz="0" w:space="0" w:color="auto"/>
        <w:right w:val="none" w:sz="0" w:space="0" w:color="auto"/>
      </w:divBdr>
    </w:div>
    <w:div w:id="1356616808">
      <w:bodyDiv w:val="1"/>
      <w:marLeft w:val="0"/>
      <w:marRight w:val="0"/>
      <w:marTop w:val="0"/>
      <w:marBottom w:val="0"/>
      <w:divBdr>
        <w:top w:val="none" w:sz="0" w:space="0" w:color="auto"/>
        <w:left w:val="none" w:sz="0" w:space="0" w:color="auto"/>
        <w:bottom w:val="none" w:sz="0" w:space="0" w:color="auto"/>
        <w:right w:val="none" w:sz="0" w:space="0" w:color="auto"/>
      </w:divBdr>
    </w:div>
    <w:div w:id="1357317229">
      <w:bodyDiv w:val="1"/>
      <w:marLeft w:val="0"/>
      <w:marRight w:val="0"/>
      <w:marTop w:val="0"/>
      <w:marBottom w:val="0"/>
      <w:divBdr>
        <w:top w:val="none" w:sz="0" w:space="0" w:color="auto"/>
        <w:left w:val="none" w:sz="0" w:space="0" w:color="auto"/>
        <w:bottom w:val="none" w:sz="0" w:space="0" w:color="auto"/>
        <w:right w:val="none" w:sz="0" w:space="0" w:color="auto"/>
      </w:divBdr>
    </w:div>
    <w:div w:id="1357344994">
      <w:bodyDiv w:val="1"/>
      <w:marLeft w:val="0"/>
      <w:marRight w:val="0"/>
      <w:marTop w:val="0"/>
      <w:marBottom w:val="0"/>
      <w:divBdr>
        <w:top w:val="none" w:sz="0" w:space="0" w:color="auto"/>
        <w:left w:val="none" w:sz="0" w:space="0" w:color="auto"/>
        <w:bottom w:val="none" w:sz="0" w:space="0" w:color="auto"/>
        <w:right w:val="none" w:sz="0" w:space="0" w:color="auto"/>
      </w:divBdr>
    </w:div>
    <w:div w:id="1358462846">
      <w:bodyDiv w:val="1"/>
      <w:marLeft w:val="0"/>
      <w:marRight w:val="0"/>
      <w:marTop w:val="0"/>
      <w:marBottom w:val="0"/>
      <w:divBdr>
        <w:top w:val="none" w:sz="0" w:space="0" w:color="auto"/>
        <w:left w:val="none" w:sz="0" w:space="0" w:color="auto"/>
        <w:bottom w:val="none" w:sz="0" w:space="0" w:color="auto"/>
        <w:right w:val="none" w:sz="0" w:space="0" w:color="auto"/>
      </w:divBdr>
    </w:div>
    <w:div w:id="1358968665">
      <w:bodyDiv w:val="1"/>
      <w:marLeft w:val="0"/>
      <w:marRight w:val="0"/>
      <w:marTop w:val="0"/>
      <w:marBottom w:val="0"/>
      <w:divBdr>
        <w:top w:val="none" w:sz="0" w:space="0" w:color="auto"/>
        <w:left w:val="none" w:sz="0" w:space="0" w:color="auto"/>
        <w:bottom w:val="none" w:sz="0" w:space="0" w:color="auto"/>
        <w:right w:val="none" w:sz="0" w:space="0" w:color="auto"/>
      </w:divBdr>
    </w:div>
    <w:div w:id="1359087463">
      <w:bodyDiv w:val="1"/>
      <w:marLeft w:val="0"/>
      <w:marRight w:val="0"/>
      <w:marTop w:val="0"/>
      <w:marBottom w:val="0"/>
      <w:divBdr>
        <w:top w:val="none" w:sz="0" w:space="0" w:color="auto"/>
        <w:left w:val="none" w:sz="0" w:space="0" w:color="auto"/>
        <w:bottom w:val="none" w:sz="0" w:space="0" w:color="auto"/>
        <w:right w:val="none" w:sz="0" w:space="0" w:color="auto"/>
      </w:divBdr>
    </w:div>
    <w:div w:id="1359891691">
      <w:bodyDiv w:val="1"/>
      <w:marLeft w:val="0"/>
      <w:marRight w:val="0"/>
      <w:marTop w:val="0"/>
      <w:marBottom w:val="0"/>
      <w:divBdr>
        <w:top w:val="none" w:sz="0" w:space="0" w:color="auto"/>
        <w:left w:val="none" w:sz="0" w:space="0" w:color="auto"/>
        <w:bottom w:val="none" w:sz="0" w:space="0" w:color="auto"/>
        <w:right w:val="none" w:sz="0" w:space="0" w:color="auto"/>
      </w:divBdr>
    </w:div>
    <w:div w:id="1360206525">
      <w:bodyDiv w:val="1"/>
      <w:marLeft w:val="0"/>
      <w:marRight w:val="0"/>
      <w:marTop w:val="0"/>
      <w:marBottom w:val="0"/>
      <w:divBdr>
        <w:top w:val="none" w:sz="0" w:space="0" w:color="auto"/>
        <w:left w:val="none" w:sz="0" w:space="0" w:color="auto"/>
        <w:bottom w:val="none" w:sz="0" w:space="0" w:color="auto"/>
        <w:right w:val="none" w:sz="0" w:space="0" w:color="auto"/>
      </w:divBdr>
    </w:div>
    <w:div w:id="1361930782">
      <w:bodyDiv w:val="1"/>
      <w:marLeft w:val="0"/>
      <w:marRight w:val="0"/>
      <w:marTop w:val="0"/>
      <w:marBottom w:val="0"/>
      <w:divBdr>
        <w:top w:val="none" w:sz="0" w:space="0" w:color="auto"/>
        <w:left w:val="none" w:sz="0" w:space="0" w:color="auto"/>
        <w:bottom w:val="none" w:sz="0" w:space="0" w:color="auto"/>
        <w:right w:val="none" w:sz="0" w:space="0" w:color="auto"/>
      </w:divBdr>
    </w:div>
    <w:div w:id="1362126744">
      <w:bodyDiv w:val="1"/>
      <w:marLeft w:val="0"/>
      <w:marRight w:val="0"/>
      <w:marTop w:val="0"/>
      <w:marBottom w:val="0"/>
      <w:divBdr>
        <w:top w:val="none" w:sz="0" w:space="0" w:color="auto"/>
        <w:left w:val="none" w:sz="0" w:space="0" w:color="auto"/>
        <w:bottom w:val="none" w:sz="0" w:space="0" w:color="auto"/>
        <w:right w:val="none" w:sz="0" w:space="0" w:color="auto"/>
      </w:divBdr>
    </w:div>
    <w:div w:id="1362239521">
      <w:bodyDiv w:val="1"/>
      <w:marLeft w:val="0"/>
      <w:marRight w:val="0"/>
      <w:marTop w:val="0"/>
      <w:marBottom w:val="0"/>
      <w:divBdr>
        <w:top w:val="none" w:sz="0" w:space="0" w:color="auto"/>
        <w:left w:val="none" w:sz="0" w:space="0" w:color="auto"/>
        <w:bottom w:val="none" w:sz="0" w:space="0" w:color="auto"/>
        <w:right w:val="none" w:sz="0" w:space="0" w:color="auto"/>
      </w:divBdr>
    </w:div>
    <w:div w:id="1362391358">
      <w:bodyDiv w:val="1"/>
      <w:marLeft w:val="0"/>
      <w:marRight w:val="0"/>
      <w:marTop w:val="0"/>
      <w:marBottom w:val="0"/>
      <w:divBdr>
        <w:top w:val="none" w:sz="0" w:space="0" w:color="auto"/>
        <w:left w:val="none" w:sz="0" w:space="0" w:color="auto"/>
        <w:bottom w:val="none" w:sz="0" w:space="0" w:color="auto"/>
        <w:right w:val="none" w:sz="0" w:space="0" w:color="auto"/>
      </w:divBdr>
    </w:div>
    <w:div w:id="1363674923">
      <w:bodyDiv w:val="1"/>
      <w:marLeft w:val="0"/>
      <w:marRight w:val="0"/>
      <w:marTop w:val="0"/>
      <w:marBottom w:val="0"/>
      <w:divBdr>
        <w:top w:val="none" w:sz="0" w:space="0" w:color="auto"/>
        <w:left w:val="none" w:sz="0" w:space="0" w:color="auto"/>
        <w:bottom w:val="none" w:sz="0" w:space="0" w:color="auto"/>
        <w:right w:val="none" w:sz="0" w:space="0" w:color="auto"/>
      </w:divBdr>
    </w:div>
    <w:div w:id="1364595853">
      <w:bodyDiv w:val="1"/>
      <w:marLeft w:val="0"/>
      <w:marRight w:val="0"/>
      <w:marTop w:val="0"/>
      <w:marBottom w:val="0"/>
      <w:divBdr>
        <w:top w:val="none" w:sz="0" w:space="0" w:color="auto"/>
        <w:left w:val="none" w:sz="0" w:space="0" w:color="auto"/>
        <w:bottom w:val="none" w:sz="0" w:space="0" w:color="auto"/>
        <w:right w:val="none" w:sz="0" w:space="0" w:color="auto"/>
      </w:divBdr>
    </w:div>
    <w:div w:id="1365061998">
      <w:bodyDiv w:val="1"/>
      <w:marLeft w:val="0"/>
      <w:marRight w:val="0"/>
      <w:marTop w:val="0"/>
      <w:marBottom w:val="0"/>
      <w:divBdr>
        <w:top w:val="none" w:sz="0" w:space="0" w:color="auto"/>
        <w:left w:val="none" w:sz="0" w:space="0" w:color="auto"/>
        <w:bottom w:val="none" w:sz="0" w:space="0" w:color="auto"/>
        <w:right w:val="none" w:sz="0" w:space="0" w:color="auto"/>
      </w:divBdr>
    </w:div>
    <w:div w:id="1365910632">
      <w:bodyDiv w:val="1"/>
      <w:marLeft w:val="0"/>
      <w:marRight w:val="0"/>
      <w:marTop w:val="0"/>
      <w:marBottom w:val="0"/>
      <w:divBdr>
        <w:top w:val="none" w:sz="0" w:space="0" w:color="auto"/>
        <w:left w:val="none" w:sz="0" w:space="0" w:color="auto"/>
        <w:bottom w:val="none" w:sz="0" w:space="0" w:color="auto"/>
        <w:right w:val="none" w:sz="0" w:space="0" w:color="auto"/>
      </w:divBdr>
    </w:div>
    <w:div w:id="1366711294">
      <w:bodyDiv w:val="1"/>
      <w:marLeft w:val="0"/>
      <w:marRight w:val="0"/>
      <w:marTop w:val="0"/>
      <w:marBottom w:val="0"/>
      <w:divBdr>
        <w:top w:val="none" w:sz="0" w:space="0" w:color="auto"/>
        <w:left w:val="none" w:sz="0" w:space="0" w:color="auto"/>
        <w:bottom w:val="none" w:sz="0" w:space="0" w:color="auto"/>
        <w:right w:val="none" w:sz="0" w:space="0" w:color="auto"/>
      </w:divBdr>
    </w:div>
    <w:div w:id="1366829856">
      <w:bodyDiv w:val="1"/>
      <w:marLeft w:val="0"/>
      <w:marRight w:val="0"/>
      <w:marTop w:val="0"/>
      <w:marBottom w:val="0"/>
      <w:divBdr>
        <w:top w:val="none" w:sz="0" w:space="0" w:color="auto"/>
        <w:left w:val="none" w:sz="0" w:space="0" w:color="auto"/>
        <w:bottom w:val="none" w:sz="0" w:space="0" w:color="auto"/>
        <w:right w:val="none" w:sz="0" w:space="0" w:color="auto"/>
      </w:divBdr>
    </w:div>
    <w:div w:id="1366903115">
      <w:bodyDiv w:val="1"/>
      <w:marLeft w:val="0"/>
      <w:marRight w:val="0"/>
      <w:marTop w:val="0"/>
      <w:marBottom w:val="0"/>
      <w:divBdr>
        <w:top w:val="none" w:sz="0" w:space="0" w:color="auto"/>
        <w:left w:val="none" w:sz="0" w:space="0" w:color="auto"/>
        <w:bottom w:val="none" w:sz="0" w:space="0" w:color="auto"/>
        <w:right w:val="none" w:sz="0" w:space="0" w:color="auto"/>
      </w:divBdr>
    </w:div>
    <w:div w:id="1366907484">
      <w:bodyDiv w:val="1"/>
      <w:marLeft w:val="0"/>
      <w:marRight w:val="0"/>
      <w:marTop w:val="0"/>
      <w:marBottom w:val="0"/>
      <w:divBdr>
        <w:top w:val="none" w:sz="0" w:space="0" w:color="auto"/>
        <w:left w:val="none" w:sz="0" w:space="0" w:color="auto"/>
        <w:bottom w:val="none" w:sz="0" w:space="0" w:color="auto"/>
        <w:right w:val="none" w:sz="0" w:space="0" w:color="auto"/>
      </w:divBdr>
    </w:div>
    <w:div w:id="1367288343">
      <w:bodyDiv w:val="1"/>
      <w:marLeft w:val="0"/>
      <w:marRight w:val="0"/>
      <w:marTop w:val="0"/>
      <w:marBottom w:val="0"/>
      <w:divBdr>
        <w:top w:val="none" w:sz="0" w:space="0" w:color="auto"/>
        <w:left w:val="none" w:sz="0" w:space="0" w:color="auto"/>
        <w:bottom w:val="none" w:sz="0" w:space="0" w:color="auto"/>
        <w:right w:val="none" w:sz="0" w:space="0" w:color="auto"/>
      </w:divBdr>
    </w:div>
    <w:div w:id="1367681430">
      <w:bodyDiv w:val="1"/>
      <w:marLeft w:val="0"/>
      <w:marRight w:val="0"/>
      <w:marTop w:val="0"/>
      <w:marBottom w:val="0"/>
      <w:divBdr>
        <w:top w:val="none" w:sz="0" w:space="0" w:color="auto"/>
        <w:left w:val="none" w:sz="0" w:space="0" w:color="auto"/>
        <w:bottom w:val="none" w:sz="0" w:space="0" w:color="auto"/>
        <w:right w:val="none" w:sz="0" w:space="0" w:color="auto"/>
      </w:divBdr>
    </w:div>
    <w:div w:id="1368604110">
      <w:bodyDiv w:val="1"/>
      <w:marLeft w:val="0"/>
      <w:marRight w:val="0"/>
      <w:marTop w:val="0"/>
      <w:marBottom w:val="0"/>
      <w:divBdr>
        <w:top w:val="none" w:sz="0" w:space="0" w:color="auto"/>
        <w:left w:val="none" w:sz="0" w:space="0" w:color="auto"/>
        <w:bottom w:val="none" w:sz="0" w:space="0" w:color="auto"/>
        <w:right w:val="none" w:sz="0" w:space="0" w:color="auto"/>
      </w:divBdr>
    </w:div>
    <w:div w:id="1370717796">
      <w:bodyDiv w:val="1"/>
      <w:marLeft w:val="0"/>
      <w:marRight w:val="0"/>
      <w:marTop w:val="0"/>
      <w:marBottom w:val="0"/>
      <w:divBdr>
        <w:top w:val="none" w:sz="0" w:space="0" w:color="auto"/>
        <w:left w:val="none" w:sz="0" w:space="0" w:color="auto"/>
        <w:bottom w:val="none" w:sz="0" w:space="0" w:color="auto"/>
        <w:right w:val="none" w:sz="0" w:space="0" w:color="auto"/>
      </w:divBdr>
    </w:div>
    <w:div w:id="1373267397">
      <w:bodyDiv w:val="1"/>
      <w:marLeft w:val="0"/>
      <w:marRight w:val="0"/>
      <w:marTop w:val="0"/>
      <w:marBottom w:val="0"/>
      <w:divBdr>
        <w:top w:val="none" w:sz="0" w:space="0" w:color="auto"/>
        <w:left w:val="none" w:sz="0" w:space="0" w:color="auto"/>
        <w:bottom w:val="none" w:sz="0" w:space="0" w:color="auto"/>
        <w:right w:val="none" w:sz="0" w:space="0" w:color="auto"/>
      </w:divBdr>
    </w:div>
    <w:div w:id="1375236023">
      <w:bodyDiv w:val="1"/>
      <w:marLeft w:val="0"/>
      <w:marRight w:val="0"/>
      <w:marTop w:val="0"/>
      <w:marBottom w:val="0"/>
      <w:divBdr>
        <w:top w:val="none" w:sz="0" w:space="0" w:color="auto"/>
        <w:left w:val="none" w:sz="0" w:space="0" w:color="auto"/>
        <w:bottom w:val="none" w:sz="0" w:space="0" w:color="auto"/>
        <w:right w:val="none" w:sz="0" w:space="0" w:color="auto"/>
      </w:divBdr>
    </w:div>
    <w:div w:id="1375696343">
      <w:bodyDiv w:val="1"/>
      <w:marLeft w:val="0"/>
      <w:marRight w:val="0"/>
      <w:marTop w:val="0"/>
      <w:marBottom w:val="0"/>
      <w:divBdr>
        <w:top w:val="none" w:sz="0" w:space="0" w:color="auto"/>
        <w:left w:val="none" w:sz="0" w:space="0" w:color="auto"/>
        <w:bottom w:val="none" w:sz="0" w:space="0" w:color="auto"/>
        <w:right w:val="none" w:sz="0" w:space="0" w:color="auto"/>
      </w:divBdr>
    </w:div>
    <w:div w:id="1376201236">
      <w:bodyDiv w:val="1"/>
      <w:marLeft w:val="0"/>
      <w:marRight w:val="0"/>
      <w:marTop w:val="0"/>
      <w:marBottom w:val="0"/>
      <w:divBdr>
        <w:top w:val="none" w:sz="0" w:space="0" w:color="auto"/>
        <w:left w:val="none" w:sz="0" w:space="0" w:color="auto"/>
        <w:bottom w:val="none" w:sz="0" w:space="0" w:color="auto"/>
        <w:right w:val="none" w:sz="0" w:space="0" w:color="auto"/>
      </w:divBdr>
    </w:div>
    <w:div w:id="1376276977">
      <w:bodyDiv w:val="1"/>
      <w:marLeft w:val="0"/>
      <w:marRight w:val="0"/>
      <w:marTop w:val="0"/>
      <w:marBottom w:val="0"/>
      <w:divBdr>
        <w:top w:val="none" w:sz="0" w:space="0" w:color="auto"/>
        <w:left w:val="none" w:sz="0" w:space="0" w:color="auto"/>
        <w:bottom w:val="none" w:sz="0" w:space="0" w:color="auto"/>
        <w:right w:val="none" w:sz="0" w:space="0" w:color="auto"/>
      </w:divBdr>
    </w:div>
    <w:div w:id="1376351769">
      <w:bodyDiv w:val="1"/>
      <w:marLeft w:val="0"/>
      <w:marRight w:val="0"/>
      <w:marTop w:val="0"/>
      <w:marBottom w:val="0"/>
      <w:divBdr>
        <w:top w:val="none" w:sz="0" w:space="0" w:color="auto"/>
        <w:left w:val="none" w:sz="0" w:space="0" w:color="auto"/>
        <w:bottom w:val="none" w:sz="0" w:space="0" w:color="auto"/>
        <w:right w:val="none" w:sz="0" w:space="0" w:color="auto"/>
      </w:divBdr>
    </w:div>
    <w:div w:id="1376733352">
      <w:bodyDiv w:val="1"/>
      <w:marLeft w:val="0"/>
      <w:marRight w:val="0"/>
      <w:marTop w:val="0"/>
      <w:marBottom w:val="0"/>
      <w:divBdr>
        <w:top w:val="none" w:sz="0" w:space="0" w:color="auto"/>
        <w:left w:val="none" w:sz="0" w:space="0" w:color="auto"/>
        <w:bottom w:val="none" w:sz="0" w:space="0" w:color="auto"/>
        <w:right w:val="none" w:sz="0" w:space="0" w:color="auto"/>
      </w:divBdr>
    </w:div>
    <w:div w:id="1378629160">
      <w:bodyDiv w:val="1"/>
      <w:marLeft w:val="0"/>
      <w:marRight w:val="0"/>
      <w:marTop w:val="0"/>
      <w:marBottom w:val="0"/>
      <w:divBdr>
        <w:top w:val="none" w:sz="0" w:space="0" w:color="auto"/>
        <w:left w:val="none" w:sz="0" w:space="0" w:color="auto"/>
        <w:bottom w:val="none" w:sz="0" w:space="0" w:color="auto"/>
        <w:right w:val="none" w:sz="0" w:space="0" w:color="auto"/>
      </w:divBdr>
    </w:div>
    <w:div w:id="1383748940">
      <w:bodyDiv w:val="1"/>
      <w:marLeft w:val="0"/>
      <w:marRight w:val="0"/>
      <w:marTop w:val="0"/>
      <w:marBottom w:val="0"/>
      <w:divBdr>
        <w:top w:val="none" w:sz="0" w:space="0" w:color="auto"/>
        <w:left w:val="none" w:sz="0" w:space="0" w:color="auto"/>
        <w:bottom w:val="none" w:sz="0" w:space="0" w:color="auto"/>
        <w:right w:val="none" w:sz="0" w:space="0" w:color="auto"/>
      </w:divBdr>
    </w:div>
    <w:div w:id="1386025644">
      <w:bodyDiv w:val="1"/>
      <w:marLeft w:val="0"/>
      <w:marRight w:val="0"/>
      <w:marTop w:val="0"/>
      <w:marBottom w:val="0"/>
      <w:divBdr>
        <w:top w:val="none" w:sz="0" w:space="0" w:color="auto"/>
        <w:left w:val="none" w:sz="0" w:space="0" w:color="auto"/>
        <w:bottom w:val="none" w:sz="0" w:space="0" w:color="auto"/>
        <w:right w:val="none" w:sz="0" w:space="0" w:color="auto"/>
      </w:divBdr>
    </w:div>
    <w:div w:id="1386106969">
      <w:bodyDiv w:val="1"/>
      <w:marLeft w:val="0"/>
      <w:marRight w:val="0"/>
      <w:marTop w:val="0"/>
      <w:marBottom w:val="0"/>
      <w:divBdr>
        <w:top w:val="none" w:sz="0" w:space="0" w:color="auto"/>
        <w:left w:val="none" w:sz="0" w:space="0" w:color="auto"/>
        <w:bottom w:val="none" w:sz="0" w:space="0" w:color="auto"/>
        <w:right w:val="none" w:sz="0" w:space="0" w:color="auto"/>
      </w:divBdr>
    </w:div>
    <w:div w:id="1386682040">
      <w:bodyDiv w:val="1"/>
      <w:marLeft w:val="0"/>
      <w:marRight w:val="0"/>
      <w:marTop w:val="0"/>
      <w:marBottom w:val="0"/>
      <w:divBdr>
        <w:top w:val="none" w:sz="0" w:space="0" w:color="auto"/>
        <w:left w:val="none" w:sz="0" w:space="0" w:color="auto"/>
        <w:bottom w:val="none" w:sz="0" w:space="0" w:color="auto"/>
        <w:right w:val="none" w:sz="0" w:space="0" w:color="auto"/>
      </w:divBdr>
    </w:div>
    <w:div w:id="1386873454">
      <w:bodyDiv w:val="1"/>
      <w:marLeft w:val="0"/>
      <w:marRight w:val="0"/>
      <w:marTop w:val="0"/>
      <w:marBottom w:val="0"/>
      <w:divBdr>
        <w:top w:val="none" w:sz="0" w:space="0" w:color="auto"/>
        <w:left w:val="none" w:sz="0" w:space="0" w:color="auto"/>
        <w:bottom w:val="none" w:sz="0" w:space="0" w:color="auto"/>
        <w:right w:val="none" w:sz="0" w:space="0" w:color="auto"/>
      </w:divBdr>
    </w:div>
    <w:div w:id="1387560142">
      <w:bodyDiv w:val="1"/>
      <w:marLeft w:val="0"/>
      <w:marRight w:val="0"/>
      <w:marTop w:val="0"/>
      <w:marBottom w:val="0"/>
      <w:divBdr>
        <w:top w:val="none" w:sz="0" w:space="0" w:color="auto"/>
        <w:left w:val="none" w:sz="0" w:space="0" w:color="auto"/>
        <w:bottom w:val="none" w:sz="0" w:space="0" w:color="auto"/>
        <w:right w:val="none" w:sz="0" w:space="0" w:color="auto"/>
      </w:divBdr>
    </w:div>
    <w:div w:id="1388411749">
      <w:bodyDiv w:val="1"/>
      <w:marLeft w:val="0"/>
      <w:marRight w:val="0"/>
      <w:marTop w:val="0"/>
      <w:marBottom w:val="0"/>
      <w:divBdr>
        <w:top w:val="none" w:sz="0" w:space="0" w:color="auto"/>
        <w:left w:val="none" w:sz="0" w:space="0" w:color="auto"/>
        <w:bottom w:val="none" w:sz="0" w:space="0" w:color="auto"/>
        <w:right w:val="none" w:sz="0" w:space="0" w:color="auto"/>
      </w:divBdr>
    </w:div>
    <w:div w:id="1388995446">
      <w:bodyDiv w:val="1"/>
      <w:marLeft w:val="0"/>
      <w:marRight w:val="0"/>
      <w:marTop w:val="0"/>
      <w:marBottom w:val="0"/>
      <w:divBdr>
        <w:top w:val="none" w:sz="0" w:space="0" w:color="auto"/>
        <w:left w:val="none" w:sz="0" w:space="0" w:color="auto"/>
        <w:bottom w:val="none" w:sz="0" w:space="0" w:color="auto"/>
        <w:right w:val="none" w:sz="0" w:space="0" w:color="auto"/>
      </w:divBdr>
    </w:div>
    <w:div w:id="1389188938">
      <w:bodyDiv w:val="1"/>
      <w:marLeft w:val="0"/>
      <w:marRight w:val="0"/>
      <w:marTop w:val="0"/>
      <w:marBottom w:val="0"/>
      <w:divBdr>
        <w:top w:val="none" w:sz="0" w:space="0" w:color="auto"/>
        <w:left w:val="none" w:sz="0" w:space="0" w:color="auto"/>
        <w:bottom w:val="none" w:sz="0" w:space="0" w:color="auto"/>
        <w:right w:val="none" w:sz="0" w:space="0" w:color="auto"/>
      </w:divBdr>
    </w:div>
    <w:div w:id="1389305692">
      <w:bodyDiv w:val="1"/>
      <w:marLeft w:val="0"/>
      <w:marRight w:val="0"/>
      <w:marTop w:val="0"/>
      <w:marBottom w:val="0"/>
      <w:divBdr>
        <w:top w:val="none" w:sz="0" w:space="0" w:color="auto"/>
        <w:left w:val="none" w:sz="0" w:space="0" w:color="auto"/>
        <w:bottom w:val="none" w:sz="0" w:space="0" w:color="auto"/>
        <w:right w:val="none" w:sz="0" w:space="0" w:color="auto"/>
      </w:divBdr>
    </w:div>
    <w:div w:id="1389454315">
      <w:bodyDiv w:val="1"/>
      <w:marLeft w:val="0"/>
      <w:marRight w:val="0"/>
      <w:marTop w:val="0"/>
      <w:marBottom w:val="0"/>
      <w:divBdr>
        <w:top w:val="none" w:sz="0" w:space="0" w:color="auto"/>
        <w:left w:val="none" w:sz="0" w:space="0" w:color="auto"/>
        <w:bottom w:val="none" w:sz="0" w:space="0" w:color="auto"/>
        <w:right w:val="none" w:sz="0" w:space="0" w:color="auto"/>
      </w:divBdr>
    </w:div>
    <w:div w:id="1390415871">
      <w:bodyDiv w:val="1"/>
      <w:marLeft w:val="0"/>
      <w:marRight w:val="0"/>
      <w:marTop w:val="0"/>
      <w:marBottom w:val="0"/>
      <w:divBdr>
        <w:top w:val="none" w:sz="0" w:space="0" w:color="auto"/>
        <w:left w:val="none" w:sz="0" w:space="0" w:color="auto"/>
        <w:bottom w:val="none" w:sz="0" w:space="0" w:color="auto"/>
        <w:right w:val="none" w:sz="0" w:space="0" w:color="auto"/>
      </w:divBdr>
    </w:div>
    <w:div w:id="1390573780">
      <w:bodyDiv w:val="1"/>
      <w:marLeft w:val="0"/>
      <w:marRight w:val="0"/>
      <w:marTop w:val="0"/>
      <w:marBottom w:val="0"/>
      <w:divBdr>
        <w:top w:val="none" w:sz="0" w:space="0" w:color="auto"/>
        <w:left w:val="none" w:sz="0" w:space="0" w:color="auto"/>
        <w:bottom w:val="none" w:sz="0" w:space="0" w:color="auto"/>
        <w:right w:val="none" w:sz="0" w:space="0" w:color="auto"/>
      </w:divBdr>
    </w:div>
    <w:div w:id="1390610228">
      <w:bodyDiv w:val="1"/>
      <w:marLeft w:val="0"/>
      <w:marRight w:val="0"/>
      <w:marTop w:val="0"/>
      <w:marBottom w:val="0"/>
      <w:divBdr>
        <w:top w:val="none" w:sz="0" w:space="0" w:color="auto"/>
        <w:left w:val="none" w:sz="0" w:space="0" w:color="auto"/>
        <w:bottom w:val="none" w:sz="0" w:space="0" w:color="auto"/>
        <w:right w:val="none" w:sz="0" w:space="0" w:color="auto"/>
      </w:divBdr>
    </w:div>
    <w:div w:id="1391346733">
      <w:bodyDiv w:val="1"/>
      <w:marLeft w:val="0"/>
      <w:marRight w:val="0"/>
      <w:marTop w:val="0"/>
      <w:marBottom w:val="0"/>
      <w:divBdr>
        <w:top w:val="none" w:sz="0" w:space="0" w:color="auto"/>
        <w:left w:val="none" w:sz="0" w:space="0" w:color="auto"/>
        <w:bottom w:val="none" w:sz="0" w:space="0" w:color="auto"/>
        <w:right w:val="none" w:sz="0" w:space="0" w:color="auto"/>
      </w:divBdr>
    </w:div>
    <w:div w:id="1392774001">
      <w:bodyDiv w:val="1"/>
      <w:marLeft w:val="0"/>
      <w:marRight w:val="0"/>
      <w:marTop w:val="0"/>
      <w:marBottom w:val="0"/>
      <w:divBdr>
        <w:top w:val="none" w:sz="0" w:space="0" w:color="auto"/>
        <w:left w:val="none" w:sz="0" w:space="0" w:color="auto"/>
        <w:bottom w:val="none" w:sz="0" w:space="0" w:color="auto"/>
        <w:right w:val="none" w:sz="0" w:space="0" w:color="auto"/>
      </w:divBdr>
    </w:div>
    <w:div w:id="1393189160">
      <w:bodyDiv w:val="1"/>
      <w:marLeft w:val="0"/>
      <w:marRight w:val="0"/>
      <w:marTop w:val="0"/>
      <w:marBottom w:val="0"/>
      <w:divBdr>
        <w:top w:val="none" w:sz="0" w:space="0" w:color="auto"/>
        <w:left w:val="none" w:sz="0" w:space="0" w:color="auto"/>
        <w:bottom w:val="none" w:sz="0" w:space="0" w:color="auto"/>
        <w:right w:val="none" w:sz="0" w:space="0" w:color="auto"/>
      </w:divBdr>
    </w:div>
    <w:div w:id="1394113664">
      <w:bodyDiv w:val="1"/>
      <w:marLeft w:val="0"/>
      <w:marRight w:val="0"/>
      <w:marTop w:val="0"/>
      <w:marBottom w:val="0"/>
      <w:divBdr>
        <w:top w:val="none" w:sz="0" w:space="0" w:color="auto"/>
        <w:left w:val="none" w:sz="0" w:space="0" w:color="auto"/>
        <w:bottom w:val="none" w:sz="0" w:space="0" w:color="auto"/>
        <w:right w:val="none" w:sz="0" w:space="0" w:color="auto"/>
      </w:divBdr>
    </w:div>
    <w:div w:id="1394349449">
      <w:bodyDiv w:val="1"/>
      <w:marLeft w:val="0"/>
      <w:marRight w:val="0"/>
      <w:marTop w:val="0"/>
      <w:marBottom w:val="0"/>
      <w:divBdr>
        <w:top w:val="none" w:sz="0" w:space="0" w:color="auto"/>
        <w:left w:val="none" w:sz="0" w:space="0" w:color="auto"/>
        <w:bottom w:val="none" w:sz="0" w:space="0" w:color="auto"/>
        <w:right w:val="none" w:sz="0" w:space="0" w:color="auto"/>
      </w:divBdr>
    </w:div>
    <w:div w:id="1394887981">
      <w:bodyDiv w:val="1"/>
      <w:marLeft w:val="0"/>
      <w:marRight w:val="0"/>
      <w:marTop w:val="0"/>
      <w:marBottom w:val="0"/>
      <w:divBdr>
        <w:top w:val="none" w:sz="0" w:space="0" w:color="auto"/>
        <w:left w:val="none" w:sz="0" w:space="0" w:color="auto"/>
        <w:bottom w:val="none" w:sz="0" w:space="0" w:color="auto"/>
        <w:right w:val="none" w:sz="0" w:space="0" w:color="auto"/>
      </w:divBdr>
    </w:div>
    <w:div w:id="1396469002">
      <w:bodyDiv w:val="1"/>
      <w:marLeft w:val="0"/>
      <w:marRight w:val="0"/>
      <w:marTop w:val="0"/>
      <w:marBottom w:val="0"/>
      <w:divBdr>
        <w:top w:val="none" w:sz="0" w:space="0" w:color="auto"/>
        <w:left w:val="none" w:sz="0" w:space="0" w:color="auto"/>
        <w:bottom w:val="none" w:sz="0" w:space="0" w:color="auto"/>
        <w:right w:val="none" w:sz="0" w:space="0" w:color="auto"/>
      </w:divBdr>
    </w:div>
    <w:div w:id="1396587707">
      <w:bodyDiv w:val="1"/>
      <w:marLeft w:val="0"/>
      <w:marRight w:val="0"/>
      <w:marTop w:val="0"/>
      <w:marBottom w:val="0"/>
      <w:divBdr>
        <w:top w:val="none" w:sz="0" w:space="0" w:color="auto"/>
        <w:left w:val="none" w:sz="0" w:space="0" w:color="auto"/>
        <w:bottom w:val="none" w:sz="0" w:space="0" w:color="auto"/>
        <w:right w:val="none" w:sz="0" w:space="0" w:color="auto"/>
      </w:divBdr>
    </w:div>
    <w:div w:id="1397051351">
      <w:bodyDiv w:val="1"/>
      <w:marLeft w:val="0"/>
      <w:marRight w:val="0"/>
      <w:marTop w:val="0"/>
      <w:marBottom w:val="0"/>
      <w:divBdr>
        <w:top w:val="none" w:sz="0" w:space="0" w:color="auto"/>
        <w:left w:val="none" w:sz="0" w:space="0" w:color="auto"/>
        <w:bottom w:val="none" w:sz="0" w:space="0" w:color="auto"/>
        <w:right w:val="none" w:sz="0" w:space="0" w:color="auto"/>
      </w:divBdr>
    </w:div>
    <w:div w:id="1397243451">
      <w:bodyDiv w:val="1"/>
      <w:marLeft w:val="0"/>
      <w:marRight w:val="0"/>
      <w:marTop w:val="0"/>
      <w:marBottom w:val="0"/>
      <w:divBdr>
        <w:top w:val="none" w:sz="0" w:space="0" w:color="auto"/>
        <w:left w:val="none" w:sz="0" w:space="0" w:color="auto"/>
        <w:bottom w:val="none" w:sz="0" w:space="0" w:color="auto"/>
        <w:right w:val="none" w:sz="0" w:space="0" w:color="auto"/>
      </w:divBdr>
    </w:div>
    <w:div w:id="1398478385">
      <w:bodyDiv w:val="1"/>
      <w:marLeft w:val="0"/>
      <w:marRight w:val="0"/>
      <w:marTop w:val="0"/>
      <w:marBottom w:val="0"/>
      <w:divBdr>
        <w:top w:val="none" w:sz="0" w:space="0" w:color="auto"/>
        <w:left w:val="none" w:sz="0" w:space="0" w:color="auto"/>
        <w:bottom w:val="none" w:sz="0" w:space="0" w:color="auto"/>
        <w:right w:val="none" w:sz="0" w:space="0" w:color="auto"/>
      </w:divBdr>
    </w:div>
    <w:div w:id="1398820772">
      <w:bodyDiv w:val="1"/>
      <w:marLeft w:val="0"/>
      <w:marRight w:val="0"/>
      <w:marTop w:val="0"/>
      <w:marBottom w:val="0"/>
      <w:divBdr>
        <w:top w:val="none" w:sz="0" w:space="0" w:color="auto"/>
        <w:left w:val="none" w:sz="0" w:space="0" w:color="auto"/>
        <w:bottom w:val="none" w:sz="0" w:space="0" w:color="auto"/>
        <w:right w:val="none" w:sz="0" w:space="0" w:color="auto"/>
      </w:divBdr>
    </w:div>
    <w:div w:id="1398937113">
      <w:bodyDiv w:val="1"/>
      <w:marLeft w:val="0"/>
      <w:marRight w:val="0"/>
      <w:marTop w:val="0"/>
      <w:marBottom w:val="0"/>
      <w:divBdr>
        <w:top w:val="none" w:sz="0" w:space="0" w:color="auto"/>
        <w:left w:val="none" w:sz="0" w:space="0" w:color="auto"/>
        <w:bottom w:val="none" w:sz="0" w:space="0" w:color="auto"/>
        <w:right w:val="none" w:sz="0" w:space="0" w:color="auto"/>
      </w:divBdr>
    </w:div>
    <w:div w:id="1399934542">
      <w:bodyDiv w:val="1"/>
      <w:marLeft w:val="0"/>
      <w:marRight w:val="0"/>
      <w:marTop w:val="0"/>
      <w:marBottom w:val="0"/>
      <w:divBdr>
        <w:top w:val="none" w:sz="0" w:space="0" w:color="auto"/>
        <w:left w:val="none" w:sz="0" w:space="0" w:color="auto"/>
        <w:bottom w:val="none" w:sz="0" w:space="0" w:color="auto"/>
        <w:right w:val="none" w:sz="0" w:space="0" w:color="auto"/>
      </w:divBdr>
    </w:div>
    <w:div w:id="1400439949">
      <w:bodyDiv w:val="1"/>
      <w:marLeft w:val="0"/>
      <w:marRight w:val="0"/>
      <w:marTop w:val="0"/>
      <w:marBottom w:val="0"/>
      <w:divBdr>
        <w:top w:val="none" w:sz="0" w:space="0" w:color="auto"/>
        <w:left w:val="none" w:sz="0" w:space="0" w:color="auto"/>
        <w:bottom w:val="none" w:sz="0" w:space="0" w:color="auto"/>
        <w:right w:val="none" w:sz="0" w:space="0" w:color="auto"/>
      </w:divBdr>
    </w:div>
    <w:div w:id="1401948749">
      <w:bodyDiv w:val="1"/>
      <w:marLeft w:val="0"/>
      <w:marRight w:val="0"/>
      <w:marTop w:val="0"/>
      <w:marBottom w:val="0"/>
      <w:divBdr>
        <w:top w:val="none" w:sz="0" w:space="0" w:color="auto"/>
        <w:left w:val="none" w:sz="0" w:space="0" w:color="auto"/>
        <w:bottom w:val="none" w:sz="0" w:space="0" w:color="auto"/>
        <w:right w:val="none" w:sz="0" w:space="0" w:color="auto"/>
      </w:divBdr>
    </w:div>
    <w:div w:id="1402364555">
      <w:bodyDiv w:val="1"/>
      <w:marLeft w:val="0"/>
      <w:marRight w:val="0"/>
      <w:marTop w:val="0"/>
      <w:marBottom w:val="0"/>
      <w:divBdr>
        <w:top w:val="none" w:sz="0" w:space="0" w:color="auto"/>
        <w:left w:val="none" w:sz="0" w:space="0" w:color="auto"/>
        <w:bottom w:val="none" w:sz="0" w:space="0" w:color="auto"/>
        <w:right w:val="none" w:sz="0" w:space="0" w:color="auto"/>
      </w:divBdr>
    </w:div>
    <w:div w:id="1402481848">
      <w:bodyDiv w:val="1"/>
      <w:marLeft w:val="0"/>
      <w:marRight w:val="0"/>
      <w:marTop w:val="0"/>
      <w:marBottom w:val="0"/>
      <w:divBdr>
        <w:top w:val="none" w:sz="0" w:space="0" w:color="auto"/>
        <w:left w:val="none" w:sz="0" w:space="0" w:color="auto"/>
        <w:bottom w:val="none" w:sz="0" w:space="0" w:color="auto"/>
        <w:right w:val="none" w:sz="0" w:space="0" w:color="auto"/>
      </w:divBdr>
    </w:div>
    <w:div w:id="1404064554">
      <w:bodyDiv w:val="1"/>
      <w:marLeft w:val="0"/>
      <w:marRight w:val="0"/>
      <w:marTop w:val="0"/>
      <w:marBottom w:val="0"/>
      <w:divBdr>
        <w:top w:val="none" w:sz="0" w:space="0" w:color="auto"/>
        <w:left w:val="none" w:sz="0" w:space="0" w:color="auto"/>
        <w:bottom w:val="none" w:sz="0" w:space="0" w:color="auto"/>
        <w:right w:val="none" w:sz="0" w:space="0" w:color="auto"/>
      </w:divBdr>
    </w:div>
    <w:div w:id="1405184004">
      <w:bodyDiv w:val="1"/>
      <w:marLeft w:val="0"/>
      <w:marRight w:val="0"/>
      <w:marTop w:val="0"/>
      <w:marBottom w:val="0"/>
      <w:divBdr>
        <w:top w:val="none" w:sz="0" w:space="0" w:color="auto"/>
        <w:left w:val="none" w:sz="0" w:space="0" w:color="auto"/>
        <w:bottom w:val="none" w:sz="0" w:space="0" w:color="auto"/>
        <w:right w:val="none" w:sz="0" w:space="0" w:color="auto"/>
      </w:divBdr>
    </w:div>
    <w:div w:id="1406222498">
      <w:bodyDiv w:val="1"/>
      <w:marLeft w:val="0"/>
      <w:marRight w:val="0"/>
      <w:marTop w:val="0"/>
      <w:marBottom w:val="0"/>
      <w:divBdr>
        <w:top w:val="none" w:sz="0" w:space="0" w:color="auto"/>
        <w:left w:val="none" w:sz="0" w:space="0" w:color="auto"/>
        <w:bottom w:val="none" w:sz="0" w:space="0" w:color="auto"/>
        <w:right w:val="none" w:sz="0" w:space="0" w:color="auto"/>
      </w:divBdr>
    </w:div>
    <w:div w:id="1407996345">
      <w:bodyDiv w:val="1"/>
      <w:marLeft w:val="0"/>
      <w:marRight w:val="0"/>
      <w:marTop w:val="0"/>
      <w:marBottom w:val="0"/>
      <w:divBdr>
        <w:top w:val="none" w:sz="0" w:space="0" w:color="auto"/>
        <w:left w:val="none" w:sz="0" w:space="0" w:color="auto"/>
        <w:bottom w:val="none" w:sz="0" w:space="0" w:color="auto"/>
        <w:right w:val="none" w:sz="0" w:space="0" w:color="auto"/>
      </w:divBdr>
    </w:div>
    <w:div w:id="1407996450">
      <w:bodyDiv w:val="1"/>
      <w:marLeft w:val="0"/>
      <w:marRight w:val="0"/>
      <w:marTop w:val="0"/>
      <w:marBottom w:val="0"/>
      <w:divBdr>
        <w:top w:val="none" w:sz="0" w:space="0" w:color="auto"/>
        <w:left w:val="none" w:sz="0" w:space="0" w:color="auto"/>
        <w:bottom w:val="none" w:sz="0" w:space="0" w:color="auto"/>
        <w:right w:val="none" w:sz="0" w:space="0" w:color="auto"/>
      </w:divBdr>
    </w:div>
    <w:div w:id="1408072738">
      <w:bodyDiv w:val="1"/>
      <w:marLeft w:val="0"/>
      <w:marRight w:val="0"/>
      <w:marTop w:val="0"/>
      <w:marBottom w:val="0"/>
      <w:divBdr>
        <w:top w:val="none" w:sz="0" w:space="0" w:color="auto"/>
        <w:left w:val="none" w:sz="0" w:space="0" w:color="auto"/>
        <w:bottom w:val="none" w:sz="0" w:space="0" w:color="auto"/>
        <w:right w:val="none" w:sz="0" w:space="0" w:color="auto"/>
      </w:divBdr>
    </w:div>
    <w:div w:id="1409302104">
      <w:bodyDiv w:val="1"/>
      <w:marLeft w:val="0"/>
      <w:marRight w:val="0"/>
      <w:marTop w:val="0"/>
      <w:marBottom w:val="0"/>
      <w:divBdr>
        <w:top w:val="none" w:sz="0" w:space="0" w:color="auto"/>
        <w:left w:val="none" w:sz="0" w:space="0" w:color="auto"/>
        <w:bottom w:val="none" w:sz="0" w:space="0" w:color="auto"/>
        <w:right w:val="none" w:sz="0" w:space="0" w:color="auto"/>
      </w:divBdr>
    </w:div>
    <w:div w:id="1411074195">
      <w:bodyDiv w:val="1"/>
      <w:marLeft w:val="0"/>
      <w:marRight w:val="0"/>
      <w:marTop w:val="0"/>
      <w:marBottom w:val="0"/>
      <w:divBdr>
        <w:top w:val="none" w:sz="0" w:space="0" w:color="auto"/>
        <w:left w:val="none" w:sz="0" w:space="0" w:color="auto"/>
        <w:bottom w:val="none" w:sz="0" w:space="0" w:color="auto"/>
        <w:right w:val="none" w:sz="0" w:space="0" w:color="auto"/>
      </w:divBdr>
    </w:div>
    <w:div w:id="1413503400">
      <w:bodyDiv w:val="1"/>
      <w:marLeft w:val="0"/>
      <w:marRight w:val="0"/>
      <w:marTop w:val="0"/>
      <w:marBottom w:val="0"/>
      <w:divBdr>
        <w:top w:val="none" w:sz="0" w:space="0" w:color="auto"/>
        <w:left w:val="none" w:sz="0" w:space="0" w:color="auto"/>
        <w:bottom w:val="none" w:sz="0" w:space="0" w:color="auto"/>
        <w:right w:val="none" w:sz="0" w:space="0" w:color="auto"/>
      </w:divBdr>
    </w:div>
    <w:div w:id="1413694413">
      <w:bodyDiv w:val="1"/>
      <w:marLeft w:val="0"/>
      <w:marRight w:val="0"/>
      <w:marTop w:val="0"/>
      <w:marBottom w:val="0"/>
      <w:divBdr>
        <w:top w:val="none" w:sz="0" w:space="0" w:color="auto"/>
        <w:left w:val="none" w:sz="0" w:space="0" w:color="auto"/>
        <w:bottom w:val="none" w:sz="0" w:space="0" w:color="auto"/>
        <w:right w:val="none" w:sz="0" w:space="0" w:color="auto"/>
      </w:divBdr>
    </w:div>
    <w:div w:id="1414353498">
      <w:bodyDiv w:val="1"/>
      <w:marLeft w:val="0"/>
      <w:marRight w:val="0"/>
      <w:marTop w:val="0"/>
      <w:marBottom w:val="0"/>
      <w:divBdr>
        <w:top w:val="none" w:sz="0" w:space="0" w:color="auto"/>
        <w:left w:val="none" w:sz="0" w:space="0" w:color="auto"/>
        <w:bottom w:val="none" w:sz="0" w:space="0" w:color="auto"/>
        <w:right w:val="none" w:sz="0" w:space="0" w:color="auto"/>
      </w:divBdr>
    </w:div>
    <w:div w:id="1414594746">
      <w:bodyDiv w:val="1"/>
      <w:marLeft w:val="0"/>
      <w:marRight w:val="0"/>
      <w:marTop w:val="0"/>
      <w:marBottom w:val="0"/>
      <w:divBdr>
        <w:top w:val="none" w:sz="0" w:space="0" w:color="auto"/>
        <w:left w:val="none" w:sz="0" w:space="0" w:color="auto"/>
        <w:bottom w:val="none" w:sz="0" w:space="0" w:color="auto"/>
        <w:right w:val="none" w:sz="0" w:space="0" w:color="auto"/>
      </w:divBdr>
    </w:div>
    <w:div w:id="1414625144">
      <w:bodyDiv w:val="1"/>
      <w:marLeft w:val="0"/>
      <w:marRight w:val="0"/>
      <w:marTop w:val="0"/>
      <w:marBottom w:val="0"/>
      <w:divBdr>
        <w:top w:val="none" w:sz="0" w:space="0" w:color="auto"/>
        <w:left w:val="none" w:sz="0" w:space="0" w:color="auto"/>
        <w:bottom w:val="none" w:sz="0" w:space="0" w:color="auto"/>
        <w:right w:val="none" w:sz="0" w:space="0" w:color="auto"/>
      </w:divBdr>
    </w:div>
    <w:div w:id="1415123151">
      <w:bodyDiv w:val="1"/>
      <w:marLeft w:val="0"/>
      <w:marRight w:val="0"/>
      <w:marTop w:val="0"/>
      <w:marBottom w:val="0"/>
      <w:divBdr>
        <w:top w:val="none" w:sz="0" w:space="0" w:color="auto"/>
        <w:left w:val="none" w:sz="0" w:space="0" w:color="auto"/>
        <w:bottom w:val="none" w:sz="0" w:space="0" w:color="auto"/>
        <w:right w:val="none" w:sz="0" w:space="0" w:color="auto"/>
      </w:divBdr>
    </w:div>
    <w:div w:id="1415856343">
      <w:bodyDiv w:val="1"/>
      <w:marLeft w:val="0"/>
      <w:marRight w:val="0"/>
      <w:marTop w:val="0"/>
      <w:marBottom w:val="0"/>
      <w:divBdr>
        <w:top w:val="none" w:sz="0" w:space="0" w:color="auto"/>
        <w:left w:val="none" w:sz="0" w:space="0" w:color="auto"/>
        <w:bottom w:val="none" w:sz="0" w:space="0" w:color="auto"/>
        <w:right w:val="none" w:sz="0" w:space="0" w:color="auto"/>
      </w:divBdr>
    </w:div>
    <w:div w:id="1416199566">
      <w:bodyDiv w:val="1"/>
      <w:marLeft w:val="0"/>
      <w:marRight w:val="0"/>
      <w:marTop w:val="0"/>
      <w:marBottom w:val="0"/>
      <w:divBdr>
        <w:top w:val="none" w:sz="0" w:space="0" w:color="auto"/>
        <w:left w:val="none" w:sz="0" w:space="0" w:color="auto"/>
        <w:bottom w:val="none" w:sz="0" w:space="0" w:color="auto"/>
        <w:right w:val="none" w:sz="0" w:space="0" w:color="auto"/>
      </w:divBdr>
    </w:div>
    <w:div w:id="1417560094">
      <w:bodyDiv w:val="1"/>
      <w:marLeft w:val="0"/>
      <w:marRight w:val="0"/>
      <w:marTop w:val="0"/>
      <w:marBottom w:val="0"/>
      <w:divBdr>
        <w:top w:val="none" w:sz="0" w:space="0" w:color="auto"/>
        <w:left w:val="none" w:sz="0" w:space="0" w:color="auto"/>
        <w:bottom w:val="none" w:sz="0" w:space="0" w:color="auto"/>
        <w:right w:val="none" w:sz="0" w:space="0" w:color="auto"/>
      </w:divBdr>
    </w:div>
    <w:div w:id="1417629769">
      <w:bodyDiv w:val="1"/>
      <w:marLeft w:val="0"/>
      <w:marRight w:val="0"/>
      <w:marTop w:val="0"/>
      <w:marBottom w:val="0"/>
      <w:divBdr>
        <w:top w:val="none" w:sz="0" w:space="0" w:color="auto"/>
        <w:left w:val="none" w:sz="0" w:space="0" w:color="auto"/>
        <w:bottom w:val="none" w:sz="0" w:space="0" w:color="auto"/>
        <w:right w:val="none" w:sz="0" w:space="0" w:color="auto"/>
      </w:divBdr>
    </w:div>
    <w:div w:id="1417634599">
      <w:bodyDiv w:val="1"/>
      <w:marLeft w:val="0"/>
      <w:marRight w:val="0"/>
      <w:marTop w:val="0"/>
      <w:marBottom w:val="0"/>
      <w:divBdr>
        <w:top w:val="none" w:sz="0" w:space="0" w:color="auto"/>
        <w:left w:val="none" w:sz="0" w:space="0" w:color="auto"/>
        <w:bottom w:val="none" w:sz="0" w:space="0" w:color="auto"/>
        <w:right w:val="none" w:sz="0" w:space="0" w:color="auto"/>
      </w:divBdr>
    </w:div>
    <w:div w:id="1417705659">
      <w:bodyDiv w:val="1"/>
      <w:marLeft w:val="0"/>
      <w:marRight w:val="0"/>
      <w:marTop w:val="0"/>
      <w:marBottom w:val="0"/>
      <w:divBdr>
        <w:top w:val="none" w:sz="0" w:space="0" w:color="auto"/>
        <w:left w:val="none" w:sz="0" w:space="0" w:color="auto"/>
        <w:bottom w:val="none" w:sz="0" w:space="0" w:color="auto"/>
        <w:right w:val="none" w:sz="0" w:space="0" w:color="auto"/>
      </w:divBdr>
    </w:div>
    <w:div w:id="1417748967">
      <w:bodyDiv w:val="1"/>
      <w:marLeft w:val="0"/>
      <w:marRight w:val="0"/>
      <w:marTop w:val="0"/>
      <w:marBottom w:val="0"/>
      <w:divBdr>
        <w:top w:val="none" w:sz="0" w:space="0" w:color="auto"/>
        <w:left w:val="none" w:sz="0" w:space="0" w:color="auto"/>
        <w:bottom w:val="none" w:sz="0" w:space="0" w:color="auto"/>
        <w:right w:val="none" w:sz="0" w:space="0" w:color="auto"/>
      </w:divBdr>
    </w:div>
    <w:div w:id="1418870540">
      <w:bodyDiv w:val="1"/>
      <w:marLeft w:val="0"/>
      <w:marRight w:val="0"/>
      <w:marTop w:val="0"/>
      <w:marBottom w:val="0"/>
      <w:divBdr>
        <w:top w:val="none" w:sz="0" w:space="0" w:color="auto"/>
        <w:left w:val="none" w:sz="0" w:space="0" w:color="auto"/>
        <w:bottom w:val="none" w:sz="0" w:space="0" w:color="auto"/>
        <w:right w:val="none" w:sz="0" w:space="0" w:color="auto"/>
      </w:divBdr>
    </w:div>
    <w:div w:id="1419402577">
      <w:bodyDiv w:val="1"/>
      <w:marLeft w:val="0"/>
      <w:marRight w:val="0"/>
      <w:marTop w:val="0"/>
      <w:marBottom w:val="0"/>
      <w:divBdr>
        <w:top w:val="none" w:sz="0" w:space="0" w:color="auto"/>
        <w:left w:val="none" w:sz="0" w:space="0" w:color="auto"/>
        <w:bottom w:val="none" w:sz="0" w:space="0" w:color="auto"/>
        <w:right w:val="none" w:sz="0" w:space="0" w:color="auto"/>
      </w:divBdr>
    </w:div>
    <w:div w:id="1419403631">
      <w:bodyDiv w:val="1"/>
      <w:marLeft w:val="0"/>
      <w:marRight w:val="0"/>
      <w:marTop w:val="0"/>
      <w:marBottom w:val="0"/>
      <w:divBdr>
        <w:top w:val="none" w:sz="0" w:space="0" w:color="auto"/>
        <w:left w:val="none" w:sz="0" w:space="0" w:color="auto"/>
        <w:bottom w:val="none" w:sz="0" w:space="0" w:color="auto"/>
        <w:right w:val="none" w:sz="0" w:space="0" w:color="auto"/>
      </w:divBdr>
    </w:div>
    <w:div w:id="1419525225">
      <w:bodyDiv w:val="1"/>
      <w:marLeft w:val="0"/>
      <w:marRight w:val="0"/>
      <w:marTop w:val="0"/>
      <w:marBottom w:val="0"/>
      <w:divBdr>
        <w:top w:val="none" w:sz="0" w:space="0" w:color="auto"/>
        <w:left w:val="none" w:sz="0" w:space="0" w:color="auto"/>
        <w:bottom w:val="none" w:sz="0" w:space="0" w:color="auto"/>
        <w:right w:val="none" w:sz="0" w:space="0" w:color="auto"/>
      </w:divBdr>
    </w:div>
    <w:div w:id="1419672833">
      <w:bodyDiv w:val="1"/>
      <w:marLeft w:val="0"/>
      <w:marRight w:val="0"/>
      <w:marTop w:val="0"/>
      <w:marBottom w:val="0"/>
      <w:divBdr>
        <w:top w:val="none" w:sz="0" w:space="0" w:color="auto"/>
        <w:left w:val="none" w:sz="0" w:space="0" w:color="auto"/>
        <w:bottom w:val="none" w:sz="0" w:space="0" w:color="auto"/>
        <w:right w:val="none" w:sz="0" w:space="0" w:color="auto"/>
      </w:divBdr>
    </w:div>
    <w:div w:id="1419715172">
      <w:bodyDiv w:val="1"/>
      <w:marLeft w:val="0"/>
      <w:marRight w:val="0"/>
      <w:marTop w:val="0"/>
      <w:marBottom w:val="0"/>
      <w:divBdr>
        <w:top w:val="none" w:sz="0" w:space="0" w:color="auto"/>
        <w:left w:val="none" w:sz="0" w:space="0" w:color="auto"/>
        <w:bottom w:val="none" w:sz="0" w:space="0" w:color="auto"/>
        <w:right w:val="none" w:sz="0" w:space="0" w:color="auto"/>
      </w:divBdr>
    </w:div>
    <w:div w:id="1419793436">
      <w:bodyDiv w:val="1"/>
      <w:marLeft w:val="0"/>
      <w:marRight w:val="0"/>
      <w:marTop w:val="0"/>
      <w:marBottom w:val="0"/>
      <w:divBdr>
        <w:top w:val="none" w:sz="0" w:space="0" w:color="auto"/>
        <w:left w:val="none" w:sz="0" w:space="0" w:color="auto"/>
        <w:bottom w:val="none" w:sz="0" w:space="0" w:color="auto"/>
        <w:right w:val="none" w:sz="0" w:space="0" w:color="auto"/>
      </w:divBdr>
    </w:div>
    <w:div w:id="1421489404">
      <w:bodyDiv w:val="1"/>
      <w:marLeft w:val="0"/>
      <w:marRight w:val="0"/>
      <w:marTop w:val="0"/>
      <w:marBottom w:val="0"/>
      <w:divBdr>
        <w:top w:val="none" w:sz="0" w:space="0" w:color="auto"/>
        <w:left w:val="none" w:sz="0" w:space="0" w:color="auto"/>
        <w:bottom w:val="none" w:sz="0" w:space="0" w:color="auto"/>
        <w:right w:val="none" w:sz="0" w:space="0" w:color="auto"/>
      </w:divBdr>
    </w:div>
    <w:div w:id="1421875268">
      <w:bodyDiv w:val="1"/>
      <w:marLeft w:val="0"/>
      <w:marRight w:val="0"/>
      <w:marTop w:val="0"/>
      <w:marBottom w:val="0"/>
      <w:divBdr>
        <w:top w:val="none" w:sz="0" w:space="0" w:color="auto"/>
        <w:left w:val="none" w:sz="0" w:space="0" w:color="auto"/>
        <w:bottom w:val="none" w:sz="0" w:space="0" w:color="auto"/>
        <w:right w:val="none" w:sz="0" w:space="0" w:color="auto"/>
      </w:divBdr>
    </w:div>
    <w:div w:id="1422218227">
      <w:bodyDiv w:val="1"/>
      <w:marLeft w:val="0"/>
      <w:marRight w:val="0"/>
      <w:marTop w:val="0"/>
      <w:marBottom w:val="0"/>
      <w:divBdr>
        <w:top w:val="none" w:sz="0" w:space="0" w:color="auto"/>
        <w:left w:val="none" w:sz="0" w:space="0" w:color="auto"/>
        <w:bottom w:val="none" w:sz="0" w:space="0" w:color="auto"/>
        <w:right w:val="none" w:sz="0" w:space="0" w:color="auto"/>
      </w:divBdr>
    </w:div>
    <w:div w:id="1422483417">
      <w:bodyDiv w:val="1"/>
      <w:marLeft w:val="0"/>
      <w:marRight w:val="0"/>
      <w:marTop w:val="0"/>
      <w:marBottom w:val="0"/>
      <w:divBdr>
        <w:top w:val="none" w:sz="0" w:space="0" w:color="auto"/>
        <w:left w:val="none" w:sz="0" w:space="0" w:color="auto"/>
        <w:bottom w:val="none" w:sz="0" w:space="0" w:color="auto"/>
        <w:right w:val="none" w:sz="0" w:space="0" w:color="auto"/>
      </w:divBdr>
    </w:div>
    <w:div w:id="1424303120">
      <w:bodyDiv w:val="1"/>
      <w:marLeft w:val="0"/>
      <w:marRight w:val="0"/>
      <w:marTop w:val="0"/>
      <w:marBottom w:val="0"/>
      <w:divBdr>
        <w:top w:val="none" w:sz="0" w:space="0" w:color="auto"/>
        <w:left w:val="none" w:sz="0" w:space="0" w:color="auto"/>
        <w:bottom w:val="none" w:sz="0" w:space="0" w:color="auto"/>
        <w:right w:val="none" w:sz="0" w:space="0" w:color="auto"/>
      </w:divBdr>
    </w:div>
    <w:div w:id="1425298178">
      <w:bodyDiv w:val="1"/>
      <w:marLeft w:val="0"/>
      <w:marRight w:val="0"/>
      <w:marTop w:val="0"/>
      <w:marBottom w:val="0"/>
      <w:divBdr>
        <w:top w:val="none" w:sz="0" w:space="0" w:color="auto"/>
        <w:left w:val="none" w:sz="0" w:space="0" w:color="auto"/>
        <w:bottom w:val="none" w:sz="0" w:space="0" w:color="auto"/>
        <w:right w:val="none" w:sz="0" w:space="0" w:color="auto"/>
      </w:divBdr>
    </w:div>
    <w:div w:id="1426881501">
      <w:bodyDiv w:val="1"/>
      <w:marLeft w:val="0"/>
      <w:marRight w:val="0"/>
      <w:marTop w:val="0"/>
      <w:marBottom w:val="0"/>
      <w:divBdr>
        <w:top w:val="none" w:sz="0" w:space="0" w:color="auto"/>
        <w:left w:val="none" w:sz="0" w:space="0" w:color="auto"/>
        <w:bottom w:val="none" w:sz="0" w:space="0" w:color="auto"/>
        <w:right w:val="none" w:sz="0" w:space="0" w:color="auto"/>
      </w:divBdr>
    </w:div>
    <w:div w:id="1427261471">
      <w:bodyDiv w:val="1"/>
      <w:marLeft w:val="0"/>
      <w:marRight w:val="0"/>
      <w:marTop w:val="0"/>
      <w:marBottom w:val="0"/>
      <w:divBdr>
        <w:top w:val="none" w:sz="0" w:space="0" w:color="auto"/>
        <w:left w:val="none" w:sz="0" w:space="0" w:color="auto"/>
        <w:bottom w:val="none" w:sz="0" w:space="0" w:color="auto"/>
        <w:right w:val="none" w:sz="0" w:space="0" w:color="auto"/>
      </w:divBdr>
    </w:div>
    <w:div w:id="1427263715">
      <w:bodyDiv w:val="1"/>
      <w:marLeft w:val="0"/>
      <w:marRight w:val="0"/>
      <w:marTop w:val="0"/>
      <w:marBottom w:val="0"/>
      <w:divBdr>
        <w:top w:val="none" w:sz="0" w:space="0" w:color="auto"/>
        <w:left w:val="none" w:sz="0" w:space="0" w:color="auto"/>
        <w:bottom w:val="none" w:sz="0" w:space="0" w:color="auto"/>
        <w:right w:val="none" w:sz="0" w:space="0" w:color="auto"/>
      </w:divBdr>
    </w:div>
    <w:div w:id="1427385397">
      <w:bodyDiv w:val="1"/>
      <w:marLeft w:val="0"/>
      <w:marRight w:val="0"/>
      <w:marTop w:val="0"/>
      <w:marBottom w:val="0"/>
      <w:divBdr>
        <w:top w:val="none" w:sz="0" w:space="0" w:color="auto"/>
        <w:left w:val="none" w:sz="0" w:space="0" w:color="auto"/>
        <w:bottom w:val="none" w:sz="0" w:space="0" w:color="auto"/>
        <w:right w:val="none" w:sz="0" w:space="0" w:color="auto"/>
      </w:divBdr>
    </w:div>
    <w:div w:id="1428230841">
      <w:bodyDiv w:val="1"/>
      <w:marLeft w:val="0"/>
      <w:marRight w:val="0"/>
      <w:marTop w:val="0"/>
      <w:marBottom w:val="0"/>
      <w:divBdr>
        <w:top w:val="none" w:sz="0" w:space="0" w:color="auto"/>
        <w:left w:val="none" w:sz="0" w:space="0" w:color="auto"/>
        <w:bottom w:val="none" w:sz="0" w:space="0" w:color="auto"/>
        <w:right w:val="none" w:sz="0" w:space="0" w:color="auto"/>
      </w:divBdr>
    </w:div>
    <w:div w:id="1429541283">
      <w:bodyDiv w:val="1"/>
      <w:marLeft w:val="0"/>
      <w:marRight w:val="0"/>
      <w:marTop w:val="0"/>
      <w:marBottom w:val="0"/>
      <w:divBdr>
        <w:top w:val="none" w:sz="0" w:space="0" w:color="auto"/>
        <w:left w:val="none" w:sz="0" w:space="0" w:color="auto"/>
        <w:bottom w:val="none" w:sz="0" w:space="0" w:color="auto"/>
        <w:right w:val="none" w:sz="0" w:space="0" w:color="auto"/>
      </w:divBdr>
    </w:div>
    <w:div w:id="1430782809">
      <w:bodyDiv w:val="1"/>
      <w:marLeft w:val="0"/>
      <w:marRight w:val="0"/>
      <w:marTop w:val="0"/>
      <w:marBottom w:val="0"/>
      <w:divBdr>
        <w:top w:val="none" w:sz="0" w:space="0" w:color="auto"/>
        <w:left w:val="none" w:sz="0" w:space="0" w:color="auto"/>
        <w:bottom w:val="none" w:sz="0" w:space="0" w:color="auto"/>
        <w:right w:val="none" w:sz="0" w:space="0" w:color="auto"/>
      </w:divBdr>
    </w:div>
    <w:div w:id="1431464337">
      <w:bodyDiv w:val="1"/>
      <w:marLeft w:val="0"/>
      <w:marRight w:val="0"/>
      <w:marTop w:val="0"/>
      <w:marBottom w:val="0"/>
      <w:divBdr>
        <w:top w:val="none" w:sz="0" w:space="0" w:color="auto"/>
        <w:left w:val="none" w:sz="0" w:space="0" w:color="auto"/>
        <w:bottom w:val="none" w:sz="0" w:space="0" w:color="auto"/>
        <w:right w:val="none" w:sz="0" w:space="0" w:color="auto"/>
      </w:divBdr>
    </w:div>
    <w:div w:id="1432430975">
      <w:bodyDiv w:val="1"/>
      <w:marLeft w:val="0"/>
      <w:marRight w:val="0"/>
      <w:marTop w:val="0"/>
      <w:marBottom w:val="0"/>
      <w:divBdr>
        <w:top w:val="none" w:sz="0" w:space="0" w:color="auto"/>
        <w:left w:val="none" w:sz="0" w:space="0" w:color="auto"/>
        <w:bottom w:val="none" w:sz="0" w:space="0" w:color="auto"/>
        <w:right w:val="none" w:sz="0" w:space="0" w:color="auto"/>
      </w:divBdr>
    </w:div>
    <w:div w:id="1433352899">
      <w:bodyDiv w:val="1"/>
      <w:marLeft w:val="0"/>
      <w:marRight w:val="0"/>
      <w:marTop w:val="0"/>
      <w:marBottom w:val="0"/>
      <w:divBdr>
        <w:top w:val="none" w:sz="0" w:space="0" w:color="auto"/>
        <w:left w:val="none" w:sz="0" w:space="0" w:color="auto"/>
        <w:bottom w:val="none" w:sz="0" w:space="0" w:color="auto"/>
        <w:right w:val="none" w:sz="0" w:space="0" w:color="auto"/>
      </w:divBdr>
    </w:div>
    <w:div w:id="1434010272">
      <w:bodyDiv w:val="1"/>
      <w:marLeft w:val="0"/>
      <w:marRight w:val="0"/>
      <w:marTop w:val="0"/>
      <w:marBottom w:val="0"/>
      <w:divBdr>
        <w:top w:val="none" w:sz="0" w:space="0" w:color="auto"/>
        <w:left w:val="none" w:sz="0" w:space="0" w:color="auto"/>
        <w:bottom w:val="none" w:sz="0" w:space="0" w:color="auto"/>
        <w:right w:val="none" w:sz="0" w:space="0" w:color="auto"/>
      </w:divBdr>
    </w:div>
    <w:div w:id="1434476839">
      <w:bodyDiv w:val="1"/>
      <w:marLeft w:val="0"/>
      <w:marRight w:val="0"/>
      <w:marTop w:val="0"/>
      <w:marBottom w:val="0"/>
      <w:divBdr>
        <w:top w:val="none" w:sz="0" w:space="0" w:color="auto"/>
        <w:left w:val="none" w:sz="0" w:space="0" w:color="auto"/>
        <w:bottom w:val="none" w:sz="0" w:space="0" w:color="auto"/>
        <w:right w:val="none" w:sz="0" w:space="0" w:color="auto"/>
      </w:divBdr>
    </w:div>
    <w:div w:id="1435204812">
      <w:bodyDiv w:val="1"/>
      <w:marLeft w:val="0"/>
      <w:marRight w:val="0"/>
      <w:marTop w:val="0"/>
      <w:marBottom w:val="0"/>
      <w:divBdr>
        <w:top w:val="none" w:sz="0" w:space="0" w:color="auto"/>
        <w:left w:val="none" w:sz="0" w:space="0" w:color="auto"/>
        <w:bottom w:val="none" w:sz="0" w:space="0" w:color="auto"/>
        <w:right w:val="none" w:sz="0" w:space="0" w:color="auto"/>
      </w:divBdr>
    </w:div>
    <w:div w:id="1435904973">
      <w:bodyDiv w:val="1"/>
      <w:marLeft w:val="0"/>
      <w:marRight w:val="0"/>
      <w:marTop w:val="0"/>
      <w:marBottom w:val="0"/>
      <w:divBdr>
        <w:top w:val="none" w:sz="0" w:space="0" w:color="auto"/>
        <w:left w:val="none" w:sz="0" w:space="0" w:color="auto"/>
        <w:bottom w:val="none" w:sz="0" w:space="0" w:color="auto"/>
        <w:right w:val="none" w:sz="0" w:space="0" w:color="auto"/>
      </w:divBdr>
    </w:div>
    <w:div w:id="1436359890">
      <w:bodyDiv w:val="1"/>
      <w:marLeft w:val="0"/>
      <w:marRight w:val="0"/>
      <w:marTop w:val="0"/>
      <w:marBottom w:val="0"/>
      <w:divBdr>
        <w:top w:val="none" w:sz="0" w:space="0" w:color="auto"/>
        <w:left w:val="none" w:sz="0" w:space="0" w:color="auto"/>
        <w:bottom w:val="none" w:sz="0" w:space="0" w:color="auto"/>
        <w:right w:val="none" w:sz="0" w:space="0" w:color="auto"/>
      </w:divBdr>
    </w:div>
    <w:div w:id="1436948856">
      <w:bodyDiv w:val="1"/>
      <w:marLeft w:val="0"/>
      <w:marRight w:val="0"/>
      <w:marTop w:val="0"/>
      <w:marBottom w:val="0"/>
      <w:divBdr>
        <w:top w:val="none" w:sz="0" w:space="0" w:color="auto"/>
        <w:left w:val="none" w:sz="0" w:space="0" w:color="auto"/>
        <w:bottom w:val="none" w:sz="0" w:space="0" w:color="auto"/>
        <w:right w:val="none" w:sz="0" w:space="0" w:color="auto"/>
      </w:divBdr>
    </w:div>
    <w:div w:id="1437411263">
      <w:bodyDiv w:val="1"/>
      <w:marLeft w:val="0"/>
      <w:marRight w:val="0"/>
      <w:marTop w:val="0"/>
      <w:marBottom w:val="0"/>
      <w:divBdr>
        <w:top w:val="none" w:sz="0" w:space="0" w:color="auto"/>
        <w:left w:val="none" w:sz="0" w:space="0" w:color="auto"/>
        <w:bottom w:val="none" w:sz="0" w:space="0" w:color="auto"/>
        <w:right w:val="none" w:sz="0" w:space="0" w:color="auto"/>
      </w:divBdr>
    </w:div>
    <w:div w:id="1437484852">
      <w:bodyDiv w:val="1"/>
      <w:marLeft w:val="0"/>
      <w:marRight w:val="0"/>
      <w:marTop w:val="0"/>
      <w:marBottom w:val="0"/>
      <w:divBdr>
        <w:top w:val="none" w:sz="0" w:space="0" w:color="auto"/>
        <w:left w:val="none" w:sz="0" w:space="0" w:color="auto"/>
        <w:bottom w:val="none" w:sz="0" w:space="0" w:color="auto"/>
        <w:right w:val="none" w:sz="0" w:space="0" w:color="auto"/>
      </w:divBdr>
    </w:div>
    <w:div w:id="1438480270">
      <w:bodyDiv w:val="1"/>
      <w:marLeft w:val="0"/>
      <w:marRight w:val="0"/>
      <w:marTop w:val="0"/>
      <w:marBottom w:val="0"/>
      <w:divBdr>
        <w:top w:val="none" w:sz="0" w:space="0" w:color="auto"/>
        <w:left w:val="none" w:sz="0" w:space="0" w:color="auto"/>
        <w:bottom w:val="none" w:sz="0" w:space="0" w:color="auto"/>
        <w:right w:val="none" w:sz="0" w:space="0" w:color="auto"/>
      </w:divBdr>
    </w:div>
    <w:div w:id="1438480323">
      <w:bodyDiv w:val="1"/>
      <w:marLeft w:val="0"/>
      <w:marRight w:val="0"/>
      <w:marTop w:val="0"/>
      <w:marBottom w:val="0"/>
      <w:divBdr>
        <w:top w:val="none" w:sz="0" w:space="0" w:color="auto"/>
        <w:left w:val="none" w:sz="0" w:space="0" w:color="auto"/>
        <w:bottom w:val="none" w:sz="0" w:space="0" w:color="auto"/>
        <w:right w:val="none" w:sz="0" w:space="0" w:color="auto"/>
      </w:divBdr>
    </w:div>
    <w:div w:id="1438721004">
      <w:bodyDiv w:val="1"/>
      <w:marLeft w:val="0"/>
      <w:marRight w:val="0"/>
      <w:marTop w:val="0"/>
      <w:marBottom w:val="0"/>
      <w:divBdr>
        <w:top w:val="none" w:sz="0" w:space="0" w:color="auto"/>
        <w:left w:val="none" w:sz="0" w:space="0" w:color="auto"/>
        <w:bottom w:val="none" w:sz="0" w:space="0" w:color="auto"/>
        <w:right w:val="none" w:sz="0" w:space="0" w:color="auto"/>
      </w:divBdr>
    </w:div>
    <w:div w:id="1439714436">
      <w:bodyDiv w:val="1"/>
      <w:marLeft w:val="0"/>
      <w:marRight w:val="0"/>
      <w:marTop w:val="0"/>
      <w:marBottom w:val="0"/>
      <w:divBdr>
        <w:top w:val="none" w:sz="0" w:space="0" w:color="auto"/>
        <w:left w:val="none" w:sz="0" w:space="0" w:color="auto"/>
        <w:bottom w:val="none" w:sz="0" w:space="0" w:color="auto"/>
        <w:right w:val="none" w:sz="0" w:space="0" w:color="auto"/>
      </w:divBdr>
    </w:div>
    <w:div w:id="1441412298">
      <w:bodyDiv w:val="1"/>
      <w:marLeft w:val="0"/>
      <w:marRight w:val="0"/>
      <w:marTop w:val="0"/>
      <w:marBottom w:val="0"/>
      <w:divBdr>
        <w:top w:val="none" w:sz="0" w:space="0" w:color="auto"/>
        <w:left w:val="none" w:sz="0" w:space="0" w:color="auto"/>
        <w:bottom w:val="none" w:sz="0" w:space="0" w:color="auto"/>
        <w:right w:val="none" w:sz="0" w:space="0" w:color="auto"/>
      </w:divBdr>
    </w:div>
    <w:div w:id="1442408228">
      <w:bodyDiv w:val="1"/>
      <w:marLeft w:val="0"/>
      <w:marRight w:val="0"/>
      <w:marTop w:val="0"/>
      <w:marBottom w:val="0"/>
      <w:divBdr>
        <w:top w:val="none" w:sz="0" w:space="0" w:color="auto"/>
        <w:left w:val="none" w:sz="0" w:space="0" w:color="auto"/>
        <w:bottom w:val="none" w:sz="0" w:space="0" w:color="auto"/>
        <w:right w:val="none" w:sz="0" w:space="0" w:color="auto"/>
      </w:divBdr>
    </w:div>
    <w:div w:id="1442872790">
      <w:bodyDiv w:val="1"/>
      <w:marLeft w:val="0"/>
      <w:marRight w:val="0"/>
      <w:marTop w:val="0"/>
      <w:marBottom w:val="0"/>
      <w:divBdr>
        <w:top w:val="none" w:sz="0" w:space="0" w:color="auto"/>
        <w:left w:val="none" w:sz="0" w:space="0" w:color="auto"/>
        <w:bottom w:val="none" w:sz="0" w:space="0" w:color="auto"/>
        <w:right w:val="none" w:sz="0" w:space="0" w:color="auto"/>
      </w:divBdr>
    </w:div>
    <w:div w:id="1443068765">
      <w:bodyDiv w:val="1"/>
      <w:marLeft w:val="0"/>
      <w:marRight w:val="0"/>
      <w:marTop w:val="0"/>
      <w:marBottom w:val="0"/>
      <w:divBdr>
        <w:top w:val="none" w:sz="0" w:space="0" w:color="auto"/>
        <w:left w:val="none" w:sz="0" w:space="0" w:color="auto"/>
        <w:bottom w:val="none" w:sz="0" w:space="0" w:color="auto"/>
        <w:right w:val="none" w:sz="0" w:space="0" w:color="auto"/>
      </w:divBdr>
    </w:div>
    <w:div w:id="1443376024">
      <w:bodyDiv w:val="1"/>
      <w:marLeft w:val="0"/>
      <w:marRight w:val="0"/>
      <w:marTop w:val="0"/>
      <w:marBottom w:val="0"/>
      <w:divBdr>
        <w:top w:val="none" w:sz="0" w:space="0" w:color="auto"/>
        <w:left w:val="none" w:sz="0" w:space="0" w:color="auto"/>
        <w:bottom w:val="none" w:sz="0" w:space="0" w:color="auto"/>
        <w:right w:val="none" w:sz="0" w:space="0" w:color="auto"/>
      </w:divBdr>
    </w:div>
    <w:div w:id="1444419113">
      <w:bodyDiv w:val="1"/>
      <w:marLeft w:val="0"/>
      <w:marRight w:val="0"/>
      <w:marTop w:val="0"/>
      <w:marBottom w:val="0"/>
      <w:divBdr>
        <w:top w:val="none" w:sz="0" w:space="0" w:color="auto"/>
        <w:left w:val="none" w:sz="0" w:space="0" w:color="auto"/>
        <w:bottom w:val="none" w:sz="0" w:space="0" w:color="auto"/>
        <w:right w:val="none" w:sz="0" w:space="0" w:color="auto"/>
      </w:divBdr>
    </w:div>
    <w:div w:id="1444573140">
      <w:bodyDiv w:val="1"/>
      <w:marLeft w:val="0"/>
      <w:marRight w:val="0"/>
      <w:marTop w:val="0"/>
      <w:marBottom w:val="0"/>
      <w:divBdr>
        <w:top w:val="none" w:sz="0" w:space="0" w:color="auto"/>
        <w:left w:val="none" w:sz="0" w:space="0" w:color="auto"/>
        <w:bottom w:val="none" w:sz="0" w:space="0" w:color="auto"/>
        <w:right w:val="none" w:sz="0" w:space="0" w:color="auto"/>
      </w:divBdr>
    </w:div>
    <w:div w:id="1444616980">
      <w:bodyDiv w:val="1"/>
      <w:marLeft w:val="0"/>
      <w:marRight w:val="0"/>
      <w:marTop w:val="0"/>
      <w:marBottom w:val="0"/>
      <w:divBdr>
        <w:top w:val="none" w:sz="0" w:space="0" w:color="auto"/>
        <w:left w:val="none" w:sz="0" w:space="0" w:color="auto"/>
        <w:bottom w:val="none" w:sz="0" w:space="0" w:color="auto"/>
        <w:right w:val="none" w:sz="0" w:space="0" w:color="auto"/>
      </w:divBdr>
    </w:div>
    <w:div w:id="1445074506">
      <w:bodyDiv w:val="1"/>
      <w:marLeft w:val="0"/>
      <w:marRight w:val="0"/>
      <w:marTop w:val="0"/>
      <w:marBottom w:val="0"/>
      <w:divBdr>
        <w:top w:val="none" w:sz="0" w:space="0" w:color="auto"/>
        <w:left w:val="none" w:sz="0" w:space="0" w:color="auto"/>
        <w:bottom w:val="none" w:sz="0" w:space="0" w:color="auto"/>
        <w:right w:val="none" w:sz="0" w:space="0" w:color="auto"/>
      </w:divBdr>
    </w:div>
    <w:div w:id="1445269764">
      <w:bodyDiv w:val="1"/>
      <w:marLeft w:val="0"/>
      <w:marRight w:val="0"/>
      <w:marTop w:val="0"/>
      <w:marBottom w:val="0"/>
      <w:divBdr>
        <w:top w:val="none" w:sz="0" w:space="0" w:color="auto"/>
        <w:left w:val="none" w:sz="0" w:space="0" w:color="auto"/>
        <w:bottom w:val="none" w:sz="0" w:space="0" w:color="auto"/>
        <w:right w:val="none" w:sz="0" w:space="0" w:color="auto"/>
      </w:divBdr>
    </w:div>
    <w:div w:id="1446847885">
      <w:bodyDiv w:val="1"/>
      <w:marLeft w:val="0"/>
      <w:marRight w:val="0"/>
      <w:marTop w:val="0"/>
      <w:marBottom w:val="0"/>
      <w:divBdr>
        <w:top w:val="none" w:sz="0" w:space="0" w:color="auto"/>
        <w:left w:val="none" w:sz="0" w:space="0" w:color="auto"/>
        <w:bottom w:val="none" w:sz="0" w:space="0" w:color="auto"/>
        <w:right w:val="none" w:sz="0" w:space="0" w:color="auto"/>
      </w:divBdr>
    </w:div>
    <w:div w:id="1447308844">
      <w:bodyDiv w:val="1"/>
      <w:marLeft w:val="0"/>
      <w:marRight w:val="0"/>
      <w:marTop w:val="0"/>
      <w:marBottom w:val="0"/>
      <w:divBdr>
        <w:top w:val="none" w:sz="0" w:space="0" w:color="auto"/>
        <w:left w:val="none" w:sz="0" w:space="0" w:color="auto"/>
        <w:bottom w:val="none" w:sz="0" w:space="0" w:color="auto"/>
        <w:right w:val="none" w:sz="0" w:space="0" w:color="auto"/>
      </w:divBdr>
    </w:div>
    <w:div w:id="1447387029">
      <w:bodyDiv w:val="1"/>
      <w:marLeft w:val="0"/>
      <w:marRight w:val="0"/>
      <w:marTop w:val="0"/>
      <w:marBottom w:val="0"/>
      <w:divBdr>
        <w:top w:val="none" w:sz="0" w:space="0" w:color="auto"/>
        <w:left w:val="none" w:sz="0" w:space="0" w:color="auto"/>
        <w:bottom w:val="none" w:sz="0" w:space="0" w:color="auto"/>
        <w:right w:val="none" w:sz="0" w:space="0" w:color="auto"/>
      </w:divBdr>
    </w:div>
    <w:div w:id="1447502617">
      <w:bodyDiv w:val="1"/>
      <w:marLeft w:val="0"/>
      <w:marRight w:val="0"/>
      <w:marTop w:val="0"/>
      <w:marBottom w:val="0"/>
      <w:divBdr>
        <w:top w:val="none" w:sz="0" w:space="0" w:color="auto"/>
        <w:left w:val="none" w:sz="0" w:space="0" w:color="auto"/>
        <w:bottom w:val="none" w:sz="0" w:space="0" w:color="auto"/>
        <w:right w:val="none" w:sz="0" w:space="0" w:color="auto"/>
      </w:divBdr>
    </w:div>
    <w:div w:id="1447893433">
      <w:bodyDiv w:val="1"/>
      <w:marLeft w:val="0"/>
      <w:marRight w:val="0"/>
      <w:marTop w:val="0"/>
      <w:marBottom w:val="0"/>
      <w:divBdr>
        <w:top w:val="none" w:sz="0" w:space="0" w:color="auto"/>
        <w:left w:val="none" w:sz="0" w:space="0" w:color="auto"/>
        <w:bottom w:val="none" w:sz="0" w:space="0" w:color="auto"/>
        <w:right w:val="none" w:sz="0" w:space="0" w:color="auto"/>
      </w:divBdr>
    </w:div>
    <w:div w:id="1449276403">
      <w:bodyDiv w:val="1"/>
      <w:marLeft w:val="0"/>
      <w:marRight w:val="0"/>
      <w:marTop w:val="0"/>
      <w:marBottom w:val="0"/>
      <w:divBdr>
        <w:top w:val="none" w:sz="0" w:space="0" w:color="auto"/>
        <w:left w:val="none" w:sz="0" w:space="0" w:color="auto"/>
        <w:bottom w:val="none" w:sz="0" w:space="0" w:color="auto"/>
        <w:right w:val="none" w:sz="0" w:space="0" w:color="auto"/>
      </w:divBdr>
    </w:div>
    <w:div w:id="1449395858">
      <w:bodyDiv w:val="1"/>
      <w:marLeft w:val="0"/>
      <w:marRight w:val="0"/>
      <w:marTop w:val="0"/>
      <w:marBottom w:val="0"/>
      <w:divBdr>
        <w:top w:val="none" w:sz="0" w:space="0" w:color="auto"/>
        <w:left w:val="none" w:sz="0" w:space="0" w:color="auto"/>
        <w:bottom w:val="none" w:sz="0" w:space="0" w:color="auto"/>
        <w:right w:val="none" w:sz="0" w:space="0" w:color="auto"/>
      </w:divBdr>
    </w:div>
    <w:div w:id="1449426340">
      <w:bodyDiv w:val="1"/>
      <w:marLeft w:val="0"/>
      <w:marRight w:val="0"/>
      <w:marTop w:val="0"/>
      <w:marBottom w:val="0"/>
      <w:divBdr>
        <w:top w:val="none" w:sz="0" w:space="0" w:color="auto"/>
        <w:left w:val="none" w:sz="0" w:space="0" w:color="auto"/>
        <w:bottom w:val="none" w:sz="0" w:space="0" w:color="auto"/>
        <w:right w:val="none" w:sz="0" w:space="0" w:color="auto"/>
      </w:divBdr>
    </w:div>
    <w:div w:id="1449467844">
      <w:bodyDiv w:val="1"/>
      <w:marLeft w:val="0"/>
      <w:marRight w:val="0"/>
      <w:marTop w:val="0"/>
      <w:marBottom w:val="0"/>
      <w:divBdr>
        <w:top w:val="none" w:sz="0" w:space="0" w:color="auto"/>
        <w:left w:val="none" w:sz="0" w:space="0" w:color="auto"/>
        <w:bottom w:val="none" w:sz="0" w:space="0" w:color="auto"/>
        <w:right w:val="none" w:sz="0" w:space="0" w:color="auto"/>
      </w:divBdr>
    </w:div>
    <w:div w:id="1449470178">
      <w:bodyDiv w:val="1"/>
      <w:marLeft w:val="0"/>
      <w:marRight w:val="0"/>
      <w:marTop w:val="0"/>
      <w:marBottom w:val="0"/>
      <w:divBdr>
        <w:top w:val="none" w:sz="0" w:space="0" w:color="auto"/>
        <w:left w:val="none" w:sz="0" w:space="0" w:color="auto"/>
        <w:bottom w:val="none" w:sz="0" w:space="0" w:color="auto"/>
        <w:right w:val="none" w:sz="0" w:space="0" w:color="auto"/>
      </w:divBdr>
    </w:div>
    <w:div w:id="1450082028">
      <w:bodyDiv w:val="1"/>
      <w:marLeft w:val="0"/>
      <w:marRight w:val="0"/>
      <w:marTop w:val="0"/>
      <w:marBottom w:val="0"/>
      <w:divBdr>
        <w:top w:val="none" w:sz="0" w:space="0" w:color="auto"/>
        <w:left w:val="none" w:sz="0" w:space="0" w:color="auto"/>
        <w:bottom w:val="none" w:sz="0" w:space="0" w:color="auto"/>
        <w:right w:val="none" w:sz="0" w:space="0" w:color="auto"/>
      </w:divBdr>
    </w:div>
    <w:div w:id="1451820485">
      <w:bodyDiv w:val="1"/>
      <w:marLeft w:val="0"/>
      <w:marRight w:val="0"/>
      <w:marTop w:val="0"/>
      <w:marBottom w:val="0"/>
      <w:divBdr>
        <w:top w:val="none" w:sz="0" w:space="0" w:color="auto"/>
        <w:left w:val="none" w:sz="0" w:space="0" w:color="auto"/>
        <w:bottom w:val="none" w:sz="0" w:space="0" w:color="auto"/>
        <w:right w:val="none" w:sz="0" w:space="0" w:color="auto"/>
      </w:divBdr>
    </w:div>
    <w:div w:id="1452237586">
      <w:bodyDiv w:val="1"/>
      <w:marLeft w:val="0"/>
      <w:marRight w:val="0"/>
      <w:marTop w:val="0"/>
      <w:marBottom w:val="0"/>
      <w:divBdr>
        <w:top w:val="none" w:sz="0" w:space="0" w:color="auto"/>
        <w:left w:val="none" w:sz="0" w:space="0" w:color="auto"/>
        <w:bottom w:val="none" w:sz="0" w:space="0" w:color="auto"/>
        <w:right w:val="none" w:sz="0" w:space="0" w:color="auto"/>
      </w:divBdr>
    </w:div>
    <w:div w:id="1453136526">
      <w:bodyDiv w:val="1"/>
      <w:marLeft w:val="0"/>
      <w:marRight w:val="0"/>
      <w:marTop w:val="0"/>
      <w:marBottom w:val="0"/>
      <w:divBdr>
        <w:top w:val="none" w:sz="0" w:space="0" w:color="auto"/>
        <w:left w:val="none" w:sz="0" w:space="0" w:color="auto"/>
        <w:bottom w:val="none" w:sz="0" w:space="0" w:color="auto"/>
        <w:right w:val="none" w:sz="0" w:space="0" w:color="auto"/>
      </w:divBdr>
    </w:div>
    <w:div w:id="1453356055">
      <w:bodyDiv w:val="1"/>
      <w:marLeft w:val="0"/>
      <w:marRight w:val="0"/>
      <w:marTop w:val="0"/>
      <w:marBottom w:val="0"/>
      <w:divBdr>
        <w:top w:val="none" w:sz="0" w:space="0" w:color="auto"/>
        <w:left w:val="none" w:sz="0" w:space="0" w:color="auto"/>
        <w:bottom w:val="none" w:sz="0" w:space="0" w:color="auto"/>
        <w:right w:val="none" w:sz="0" w:space="0" w:color="auto"/>
      </w:divBdr>
    </w:div>
    <w:div w:id="1453742951">
      <w:bodyDiv w:val="1"/>
      <w:marLeft w:val="0"/>
      <w:marRight w:val="0"/>
      <w:marTop w:val="0"/>
      <w:marBottom w:val="0"/>
      <w:divBdr>
        <w:top w:val="none" w:sz="0" w:space="0" w:color="auto"/>
        <w:left w:val="none" w:sz="0" w:space="0" w:color="auto"/>
        <w:bottom w:val="none" w:sz="0" w:space="0" w:color="auto"/>
        <w:right w:val="none" w:sz="0" w:space="0" w:color="auto"/>
      </w:divBdr>
    </w:div>
    <w:div w:id="1454322927">
      <w:bodyDiv w:val="1"/>
      <w:marLeft w:val="0"/>
      <w:marRight w:val="0"/>
      <w:marTop w:val="0"/>
      <w:marBottom w:val="0"/>
      <w:divBdr>
        <w:top w:val="none" w:sz="0" w:space="0" w:color="auto"/>
        <w:left w:val="none" w:sz="0" w:space="0" w:color="auto"/>
        <w:bottom w:val="none" w:sz="0" w:space="0" w:color="auto"/>
        <w:right w:val="none" w:sz="0" w:space="0" w:color="auto"/>
      </w:divBdr>
    </w:div>
    <w:div w:id="1454709113">
      <w:bodyDiv w:val="1"/>
      <w:marLeft w:val="0"/>
      <w:marRight w:val="0"/>
      <w:marTop w:val="0"/>
      <w:marBottom w:val="0"/>
      <w:divBdr>
        <w:top w:val="none" w:sz="0" w:space="0" w:color="auto"/>
        <w:left w:val="none" w:sz="0" w:space="0" w:color="auto"/>
        <w:bottom w:val="none" w:sz="0" w:space="0" w:color="auto"/>
        <w:right w:val="none" w:sz="0" w:space="0" w:color="auto"/>
      </w:divBdr>
    </w:div>
    <w:div w:id="1454984416">
      <w:bodyDiv w:val="1"/>
      <w:marLeft w:val="0"/>
      <w:marRight w:val="0"/>
      <w:marTop w:val="0"/>
      <w:marBottom w:val="0"/>
      <w:divBdr>
        <w:top w:val="none" w:sz="0" w:space="0" w:color="auto"/>
        <w:left w:val="none" w:sz="0" w:space="0" w:color="auto"/>
        <w:bottom w:val="none" w:sz="0" w:space="0" w:color="auto"/>
        <w:right w:val="none" w:sz="0" w:space="0" w:color="auto"/>
      </w:divBdr>
    </w:div>
    <w:div w:id="1455364142">
      <w:bodyDiv w:val="1"/>
      <w:marLeft w:val="0"/>
      <w:marRight w:val="0"/>
      <w:marTop w:val="0"/>
      <w:marBottom w:val="0"/>
      <w:divBdr>
        <w:top w:val="none" w:sz="0" w:space="0" w:color="auto"/>
        <w:left w:val="none" w:sz="0" w:space="0" w:color="auto"/>
        <w:bottom w:val="none" w:sz="0" w:space="0" w:color="auto"/>
        <w:right w:val="none" w:sz="0" w:space="0" w:color="auto"/>
      </w:divBdr>
    </w:div>
    <w:div w:id="1455708525">
      <w:bodyDiv w:val="1"/>
      <w:marLeft w:val="0"/>
      <w:marRight w:val="0"/>
      <w:marTop w:val="0"/>
      <w:marBottom w:val="0"/>
      <w:divBdr>
        <w:top w:val="none" w:sz="0" w:space="0" w:color="auto"/>
        <w:left w:val="none" w:sz="0" w:space="0" w:color="auto"/>
        <w:bottom w:val="none" w:sz="0" w:space="0" w:color="auto"/>
        <w:right w:val="none" w:sz="0" w:space="0" w:color="auto"/>
      </w:divBdr>
    </w:div>
    <w:div w:id="1455833304">
      <w:bodyDiv w:val="1"/>
      <w:marLeft w:val="0"/>
      <w:marRight w:val="0"/>
      <w:marTop w:val="0"/>
      <w:marBottom w:val="0"/>
      <w:divBdr>
        <w:top w:val="none" w:sz="0" w:space="0" w:color="auto"/>
        <w:left w:val="none" w:sz="0" w:space="0" w:color="auto"/>
        <w:bottom w:val="none" w:sz="0" w:space="0" w:color="auto"/>
        <w:right w:val="none" w:sz="0" w:space="0" w:color="auto"/>
      </w:divBdr>
    </w:div>
    <w:div w:id="1455978178">
      <w:bodyDiv w:val="1"/>
      <w:marLeft w:val="0"/>
      <w:marRight w:val="0"/>
      <w:marTop w:val="0"/>
      <w:marBottom w:val="0"/>
      <w:divBdr>
        <w:top w:val="none" w:sz="0" w:space="0" w:color="auto"/>
        <w:left w:val="none" w:sz="0" w:space="0" w:color="auto"/>
        <w:bottom w:val="none" w:sz="0" w:space="0" w:color="auto"/>
        <w:right w:val="none" w:sz="0" w:space="0" w:color="auto"/>
      </w:divBdr>
    </w:div>
    <w:div w:id="1457676679">
      <w:bodyDiv w:val="1"/>
      <w:marLeft w:val="0"/>
      <w:marRight w:val="0"/>
      <w:marTop w:val="0"/>
      <w:marBottom w:val="0"/>
      <w:divBdr>
        <w:top w:val="none" w:sz="0" w:space="0" w:color="auto"/>
        <w:left w:val="none" w:sz="0" w:space="0" w:color="auto"/>
        <w:bottom w:val="none" w:sz="0" w:space="0" w:color="auto"/>
        <w:right w:val="none" w:sz="0" w:space="0" w:color="auto"/>
      </w:divBdr>
    </w:div>
    <w:div w:id="1457794579">
      <w:bodyDiv w:val="1"/>
      <w:marLeft w:val="0"/>
      <w:marRight w:val="0"/>
      <w:marTop w:val="0"/>
      <w:marBottom w:val="0"/>
      <w:divBdr>
        <w:top w:val="none" w:sz="0" w:space="0" w:color="auto"/>
        <w:left w:val="none" w:sz="0" w:space="0" w:color="auto"/>
        <w:bottom w:val="none" w:sz="0" w:space="0" w:color="auto"/>
        <w:right w:val="none" w:sz="0" w:space="0" w:color="auto"/>
      </w:divBdr>
    </w:div>
    <w:div w:id="1458182095">
      <w:bodyDiv w:val="1"/>
      <w:marLeft w:val="0"/>
      <w:marRight w:val="0"/>
      <w:marTop w:val="0"/>
      <w:marBottom w:val="0"/>
      <w:divBdr>
        <w:top w:val="none" w:sz="0" w:space="0" w:color="auto"/>
        <w:left w:val="none" w:sz="0" w:space="0" w:color="auto"/>
        <w:bottom w:val="none" w:sz="0" w:space="0" w:color="auto"/>
        <w:right w:val="none" w:sz="0" w:space="0" w:color="auto"/>
      </w:divBdr>
    </w:div>
    <w:div w:id="1458448633">
      <w:bodyDiv w:val="1"/>
      <w:marLeft w:val="0"/>
      <w:marRight w:val="0"/>
      <w:marTop w:val="0"/>
      <w:marBottom w:val="0"/>
      <w:divBdr>
        <w:top w:val="none" w:sz="0" w:space="0" w:color="auto"/>
        <w:left w:val="none" w:sz="0" w:space="0" w:color="auto"/>
        <w:bottom w:val="none" w:sz="0" w:space="0" w:color="auto"/>
        <w:right w:val="none" w:sz="0" w:space="0" w:color="auto"/>
      </w:divBdr>
    </w:div>
    <w:div w:id="1458571343">
      <w:bodyDiv w:val="1"/>
      <w:marLeft w:val="0"/>
      <w:marRight w:val="0"/>
      <w:marTop w:val="0"/>
      <w:marBottom w:val="0"/>
      <w:divBdr>
        <w:top w:val="none" w:sz="0" w:space="0" w:color="auto"/>
        <w:left w:val="none" w:sz="0" w:space="0" w:color="auto"/>
        <w:bottom w:val="none" w:sz="0" w:space="0" w:color="auto"/>
        <w:right w:val="none" w:sz="0" w:space="0" w:color="auto"/>
      </w:divBdr>
    </w:div>
    <w:div w:id="1458917460">
      <w:bodyDiv w:val="1"/>
      <w:marLeft w:val="0"/>
      <w:marRight w:val="0"/>
      <w:marTop w:val="0"/>
      <w:marBottom w:val="0"/>
      <w:divBdr>
        <w:top w:val="none" w:sz="0" w:space="0" w:color="auto"/>
        <w:left w:val="none" w:sz="0" w:space="0" w:color="auto"/>
        <w:bottom w:val="none" w:sz="0" w:space="0" w:color="auto"/>
        <w:right w:val="none" w:sz="0" w:space="0" w:color="auto"/>
      </w:divBdr>
    </w:div>
    <w:div w:id="1459300507">
      <w:bodyDiv w:val="1"/>
      <w:marLeft w:val="0"/>
      <w:marRight w:val="0"/>
      <w:marTop w:val="0"/>
      <w:marBottom w:val="0"/>
      <w:divBdr>
        <w:top w:val="none" w:sz="0" w:space="0" w:color="auto"/>
        <w:left w:val="none" w:sz="0" w:space="0" w:color="auto"/>
        <w:bottom w:val="none" w:sz="0" w:space="0" w:color="auto"/>
        <w:right w:val="none" w:sz="0" w:space="0" w:color="auto"/>
      </w:divBdr>
    </w:div>
    <w:div w:id="1462723989">
      <w:bodyDiv w:val="1"/>
      <w:marLeft w:val="0"/>
      <w:marRight w:val="0"/>
      <w:marTop w:val="0"/>
      <w:marBottom w:val="0"/>
      <w:divBdr>
        <w:top w:val="none" w:sz="0" w:space="0" w:color="auto"/>
        <w:left w:val="none" w:sz="0" w:space="0" w:color="auto"/>
        <w:bottom w:val="none" w:sz="0" w:space="0" w:color="auto"/>
        <w:right w:val="none" w:sz="0" w:space="0" w:color="auto"/>
      </w:divBdr>
    </w:div>
    <w:div w:id="1463108807">
      <w:bodyDiv w:val="1"/>
      <w:marLeft w:val="0"/>
      <w:marRight w:val="0"/>
      <w:marTop w:val="0"/>
      <w:marBottom w:val="0"/>
      <w:divBdr>
        <w:top w:val="none" w:sz="0" w:space="0" w:color="auto"/>
        <w:left w:val="none" w:sz="0" w:space="0" w:color="auto"/>
        <w:bottom w:val="none" w:sz="0" w:space="0" w:color="auto"/>
        <w:right w:val="none" w:sz="0" w:space="0" w:color="auto"/>
      </w:divBdr>
    </w:div>
    <w:div w:id="1464231427">
      <w:bodyDiv w:val="1"/>
      <w:marLeft w:val="0"/>
      <w:marRight w:val="0"/>
      <w:marTop w:val="0"/>
      <w:marBottom w:val="0"/>
      <w:divBdr>
        <w:top w:val="none" w:sz="0" w:space="0" w:color="auto"/>
        <w:left w:val="none" w:sz="0" w:space="0" w:color="auto"/>
        <w:bottom w:val="none" w:sz="0" w:space="0" w:color="auto"/>
        <w:right w:val="none" w:sz="0" w:space="0" w:color="auto"/>
      </w:divBdr>
    </w:div>
    <w:div w:id="1464424585">
      <w:bodyDiv w:val="1"/>
      <w:marLeft w:val="0"/>
      <w:marRight w:val="0"/>
      <w:marTop w:val="0"/>
      <w:marBottom w:val="0"/>
      <w:divBdr>
        <w:top w:val="none" w:sz="0" w:space="0" w:color="auto"/>
        <w:left w:val="none" w:sz="0" w:space="0" w:color="auto"/>
        <w:bottom w:val="none" w:sz="0" w:space="0" w:color="auto"/>
        <w:right w:val="none" w:sz="0" w:space="0" w:color="auto"/>
      </w:divBdr>
    </w:div>
    <w:div w:id="1466002871">
      <w:bodyDiv w:val="1"/>
      <w:marLeft w:val="0"/>
      <w:marRight w:val="0"/>
      <w:marTop w:val="0"/>
      <w:marBottom w:val="0"/>
      <w:divBdr>
        <w:top w:val="none" w:sz="0" w:space="0" w:color="auto"/>
        <w:left w:val="none" w:sz="0" w:space="0" w:color="auto"/>
        <w:bottom w:val="none" w:sz="0" w:space="0" w:color="auto"/>
        <w:right w:val="none" w:sz="0" w:space="0" w:color="auto"/>
      </w:divBdr>
    </w:div>
    <w:div w:id="1466653643">
      <w:bodyDiv w:val="1"/>
      <w:marLeft w:val="0"/>
      <w:marRight w:val="0"/>
      <w:marTop w:val="0"/>
      <w:marBottom w:val="0"/>
      <w:divBdr>
        <w:top w:val="none" w:sz="0" w:space="0" w:color="auto"/>
        <w:left w:val="none" w:sz="0" w:space="0" w:color="auto"/>
        <w:bottom w:val="none" w:sz="0" w:space="0" w:color="auto"/>
        <w:right w:val="none" w:sz="0" w:space="0" w:color="auto"/>
      </w:divBdr>
    </w:div>
    <w:div w:id="1468277892">
      <w:bodyDiv w:val="1"/>
      <w:marLeft w:val="0"/>
      <w:marRight w:val="0"/>
      <w:marTop w:val="0"/>
      <w:marBottom w:val="0"/>
      <w:divBdr>
        <w:top w:val="none" w:sz="0" w:space="0" w:color="auto"/>
        <w:left w:val="none" w:sz="0" w:space="0" w:color="auto"/>
        <w:bottom w:val="none" w:sz="0" w:space="0" w:color="auto"/>
        <w:right w:val="none" w:sz="0" w:space="0" w:color="auto"/>
      </w:divBdr>
    </w:div>
    <w:div w:id="1468477669">
      <w:bodyDiv w:val="1"/>
      <w:marLeft w:val="0"/>
      <w:marRight w:val="0"/>
      <w:marTop w:val="0"/>
      <w:marBottom w:val="0"/>
      <w:divBdr>
        <w:top w:val="none" w:sz="0" w:space="0" w:color="auto"/>
        <w:left w:val="none" w:sz="0" w:space="0" w:color="auto"/>
        <w:bottom w:val="none" w:sz="0" w:space="0" w:color="auto"/>
        <w:right w:val="none" w:sz="0" w:space="0" w:color="auto"/>
      </w:divBdr>
    </w:div>
    <w:div w:id="1468547252">
      <w:bodyDiv w:val="1"/>
      <w:marLeft w:val="0"/>
      <w:marRight w:val="0"/>
      <w:marTop w:val="0"/>
      <w:marBottom w:val="0"/>
      <w:divBdr>
        <w:top w:val="none" w:sz="0" w:space="0" w:color="auto"/>
        <w:left w:val="none" w:sz="0" w:space="0" w:color="auto"/>
        <w:bottom w:val="none" w:sz="0" w:space="0" w:color="auto"/>
        <w:right w:val="none" w:sz="0" w:space="0" w:color="auto"/>
      </w:divBdr>
    </w:div>
    <w:div w:id="1469127110">
      <w:bodyDiv w:val="1"/>
      <w:marLeft w:val="0"/>
      <w:marRight w:val="0"/>
      <w:marTop w:val="0"/>
      <w:marBottom w:val="0"/>
      <w:divBdr>
        <w:top w:val="none" w:sz="0" w:space="0" w:color="auto"/>
        <w:left w:val="none" w:sz="0" w:space="0" w:color="auto"/>
        <w:bottom w:val="none" w:sz="0" w:space="0" w:color="auto"/>
        <w:right w:val="none" w:sz="0" w:space="0" w:color="auto"/>
      </w:divBdr>
    </w:div>
    <w:div w:id="1469780266">
      <w:bodyDiv w:val="1"/>
      <w:marLeft w:val="0"/>
      <w:marRight w:val="0"/>
      <w:marTop w:val="0"/>
      <w:marBottom w:val="0"/>
      <w:divBdr>
        <w:top w:val="none" w:sz="0" w:space="0" w:color="auto"/>
        <w:left w:val="none" w:sz="0" w:space="0" w:color="auto"/>
        <w:bottom w:val="none" w:sz="0" w:space="0" w:color="auto"/>
        <w:right w:val="none" w:sz="0" w:space="0" w:color="auto"/>
      </w:divBdr>
    </w:div>
    <w:div w:id="1469854379">
      <w:bodyDiv w:val="1"/>
      <w:marLeft w:val="0"/>
      <w:marRight w:val="0"/>
      <w:marTop w:val="0"/>
      <w:marBottom w:val="0"/>
      <w:divBdr>
        <w:top w:val="none" w:sz="0" w:space="0" w:color="auto"/>
        <w:left w:val="none" w:sz="0" w:space="0" w:color="auto"/>
        <w:bottom w:val="none" w:sz="0" w:space="0" w:color="auto"/>
        <w:right w:val="none" w:sz="0" w:space="0" w:color="auto"/>
      </w:divBdr>
    </w:div>
    <w:div w:id="1470705782">
      <w:bodyDiv w:val="1"/>
      <w:marLeft w:val="0"/>
      <w:marRight w:val="0"/>
      <w:marTop w:val="0"/>
      <w:marBottom w:val="0"/>
      <w:divBdr>
        <w:top w:val="none" w:sz="0" w:space="0" w:color="auto"/>
        <w:left w:val="none" w:sz="0" w:space="0" w:color="auto"/>
        <w:bottom w:val="none" w:sz="0" w:space="0" w:color="auto"/>
        <w:right w:val="none" w:sz="0" w:space="0" w:color="auto"/>
      </w:divBdr>
    </w:div>
    <w:div w:id="1471249108">
      <w:bodyDiv w:val="1"/>
      <w:marLeft w:val="0"/>
      <w:marRight w:val="0"/>
      <w:marTop w:val="0"/>
      <w:marBottom w:val="0"/>
      <w:divBdr>
        <w:top w:val="none" w:sz="0" w:space="0" w:color="auto"/>
        <w:left w:val="none" w:sz="0" w:space="0" w:color="auto"/>
        <w:bottom w:val="none" w:sz="0" w:space="0" w:color="auto"/>
        <w:right w:val="none" w:sz="0" w:space="0" w:color="auto"/>
      </w:divBdr>
    </w:div>
    <w:div w:id="1471482968">
      <w:bodyDiv w:val="1"/>
      <w:marLeft w:val="0"/>
      <w:marRight w:val="0"/>
      <w:marTop w:val="0"/>
      <w:marBottom w:val="0"/>
      <w:divBdr>
        <w:top w:val="none" w:sz="0" w:space="0" w:color="auto"/>
        <w:left w:val="none" w:sz="0" w:space="0" w:color="auto"/>
        <w:bottom w:val="none" w:sz="0" w:space="0" w:color="auto"/>
        <w:right w:val="none" w:sz="0" w:space="0" w:color="auto"/>
      </w:divBdr>
    </w:div>
    <w:div w:id="1473474938">
      <w:bodyDiv w:val="1"/>
      <w:marLeft w:val="0"/>
      <w:marRight w:val="0"/>
      <w:marTop w:val="0"/>
      <w:marBottom w:val="0"/>
      <w:divBdr>
        <w:top w:val="none" w:sz="0" w:space="0" w:color="auto"/>
        <w:left w:val="none" w:sz="0" w:space="0" w:color="auto"/>
        <w:bottom w:val="none" w:sz="0" w:space="0" w:color="auto"/>
        <w:right w:val="none" w:sz="0" w:space="0" w:color="auto"/>
      </w:divBdr>
    </w:div>
    <w:div w:id="1474252172">
      <w:bodyDiv w:val="1"/>
      <w:marLeft w:val="0"/>
      <w:marRight w:val="0"/>
      <w:marTop w:val="0"/>
      <w:marBottom w:val="0"/>
      <w:divBdr>
        <w:top w:val="none" w:sz="0" w:space="0" w:color="auto"/>
        <w:left w:val="none" w:sz="0" w:space="0" w:color="auto"/>
        <w:bottom w:val="none" w:sz="0" w:space="0" w:color="auto"/>
        <w:right w:val="none" w:sz="0" w:space="0" w:color="auto"/>
      </w:divBdr>
    </w:div>
    <w:div w:id="1474715122">
      <w:bodyDiv w:val="1"/>
      <w:marLeft w:val="0"/>
      <w:marRight w:val="0"/>
      <w:marTop w:val="0"/>
      <w:marBottom w:val="0"/>
      <w:divBdr>
        <w:top w:val="none" w:sz="0" w:space="0" w:color="auto"/>
        <w:left w:val="none" w:sz="0" w:space="0" w:color="auto"/>
        <w:bottom w:val="none" w:sz="0" w:space="0" w:color="auto"/>
        <w:right w:val="none" w:sz="0" w:space="0" w:color="auto"/>
      </w:divBdr>
    </w:div>
    <w:div w:id="1477451198">
      <w:bodyDiv w:val="1"/>
      <w:marLeft w:val="0"/>
      <w:marRight w:val="0"/>
      <w:marTop w:val="0"/>
      <w:marBottom w:val="0"/>
      <w:divBdr>
        <w:top w:val="none" w:sz="0" w:space="0" w:color="auto"/>
        <w:left w:val="none" w:sz="0" w:space="0" w:color="auto"/>
        <w:bottom w:val="none" w:sz="0" w:space="0" w:color="auto"/>
        <w:right w:val="none" w:sz="0" w:space="0" w:color="auto"/>
      </w:divBdr>
    </w:div>
    <w:div w:id="1477527966">
      <w:bodyDiv w:val="1"/>
      <w:marLeft w:val="0"/>
      <w:marRight w:val="0"/>
      <w:marTop w:val="0"/>
      <w:marBottom w:val="0"/>
      <w:divBdr>
        <w:top w:val="none" w:sz="0" w:space="0" w:color="auto"/>
        <w:left w:val="none" w:sz="0" w:space="0" w:color="auto"/>
        <w:bottom w:val="none" w:sz="0" w:space="0" w:color="auto"/>
        <w:right w:val="none" w:sz="0" w:space="0" w:color="auto"/>
      </w:divBdr>
    </w:div>
    <w:div w:id="1477914984">
      <w:bodyDiv w:val="1"/>
      <w:marLeft w:val="0"/>
      <w:marRight w:val="0"/>
      <w:marTop w:val="0"/>
      <w:marBottom w:val="0"/>
      <w:divBdr>
        <w:top w:val="none" w:sz="0" w:space="0" w:color="auto"/>
        <w:left w:val="none" w:sz="0" w:space="0" w:color="auto"/>
        <w:bottom w:val="none" w:sz="0" w:space="0" w:color="auto"/>
        <w:right w:val="none" w:sz="0" w:space="0" w:color="auto"/>
      </w:divBdr>
    </w:div>
    <w:div w:id="1479229187">
      <w:bodyDiv w:val="1"/>
      <w:marLeft w:val="0"/>
      <w:marRight w:val="0"/>
      <w:marTop w:val="0"/>
      <w:marBottom w:val="0"/>
      <w:divBdr>
        <w:top w:val="none" w:sz="0" w:space="0" w:color="auto"/>
        <w:left w:val="none" w:sz="0" w:space="0" w:color="auto"/>
        <w:bottom w:val="none" w:sz="0" w:space="0" w:color="auto"/>
        <w:right w:val="none" w:sz="0" w:space="0" w:color="auto"/>
      </w:divBdr>
    </w:div>
    <w:div w:id="1479305655">
      <w:bodyDiv w:val="1"/>
      <w:marLeft w:val="0"/>
      <w:marRight w:val="0"/>
      <w:marTop w:val="0"/>
      <w:marBottom w:val="0"/>
      <w:divBdr>
        <w:top w:val="none" w:sz="0" w:space="0" w:color="auto"/>
        <w:left w:val="none" w:sz="0" w:space="0" w:color="auto"/>
        <w:bottom w:val="none" w:sz="0" w:space="0" w:color="auto"/>
        <w:right w:val="none" w:sz="0" w:space="0" w:color="auto"/>
      </w:divBdr>
    </w:div>
    <w:div w:id="1479374370">
      <w:bodyDiv w:val="1"/>
      <w:marLeft w:val="0"/>
      <w:marRight w:val="0"/>
      <w:marTop w:val="0"/>
      <w:marBottom w:val="0"/>
      <w:divBdr>
        <w:top w:val="none" w:sz="0" w:space="0" w:color="auto"/>
        <w:left w:val="none" w:sz="0" w:space="0" w:color="auto"/>
        <w:bottom w:val="none" w:sz="0" w:space="0" w:color="auto"/>
        <w:right w:val="none" w:sz="0" w:space="0" w:color="auto"/>
      </w:divBdr>
    </w:div>
    <w:div w:id="1481995260">
      <w:bodyDiv w:val="1"/>
      <w:marLeft w:val="0"/>
      <w:marRight w:val="0"/>
      <w:marTop w:val="0"/>
      <w:marBottom w:val="0"/>
      <w:divBdr>
        <w:top w:val="none" w:sz="0" w:space="0" w:color="auto"/>
        <w:left w:val="none" w:sz="0" w:space="0" w:color="auto"/>
        <w:bottom w:val="none" w:sz="0" w:space="0" w:color="auto"/>
        <w:right w:val="none" w:sz="0" w:space="0" w:color="auto"/>
      </w:divBdr>
    </w:div>
    <w:div w:id="1482964451">
      <w:bodyDiv w:val="1"/>
      <w:marLeft w:val="0"/>
      <w:marRight w:val="0"/>
      <w:marTop w:val="0"/>
      <w:marBottom w:val="0"/>
      <w:divBdr>
        <w:top w:val="none" w:sz="0" w:space="0" w:color="auto"/>
        <w:left w:val="none" w:sz="0" w:space="0" w:color="auto"/>
        <w:bottom w:val="none" w:sz="0" w:space="0" w:color="auto"/>
        <w:right w:val="none" w:sz="0" w:space="0" w:color="auto"/>
      </w:divBdr>
    </w:div>
    <w:div w:id="1483352512">
      <w:bodyDiv w:val="1"/>
      <w:marLeft w:val="0"/>
      <w:marRight w:val="0"/>
      <w:marTop w:val="0"/>
      <w:marBottom w:val="0"/>
      <w:divBdr>
        <w:top w:val="none" w:sz="0" w:space="0" w:color="auto"/>
        <w:left w:val="none" w:sz="0" w:space="0" w:color="auto"/>
        <w:bottom w:val="none" w:sz="0" w:space="0" w:color="auto"/>
        <w:right w:val="none" w:sz="0" w:space="0" w:color="auto"/>
      </w:divBdr>
    </w:div>
    <w:div w:id="1484542922">
      <w:bodyDiv w:val="1"/>
      <w:marLeft w:val="0"/>
      <w:marRight w:val="0"/>
      <w:marTop w:val="0"/>
      <w:marBottom w:val="0"/>
      <w:divBdr>
        <w:top w:val="none" w:sz="0" w:space="0" w:color="auto"/>
        <w:left w:val="none" w:sz="0" w:space="0" w:color="auto"/>
        <w:bottom w:val="none" w:sz="0" w:space="0" w:color="auto"/>
        <w:right w:val="none" w:sz="0" w:space="0" w:color="auto"/>
      </w:divBdr>
    </w:div>
    <w:div w:id="1484734606">
      <w:bodyDiv w:val="1"/>
      <w:marLeft w:val="0"/>
      <w:marRight w:val="0"/>
      <w:marTop w:val="0"/>
      <w:marBottom w:val="0"/>
      <w:divBdr>
        <w:top w:val="none" w:sz="0" w:space="0" w:color="auto"/>
        <w:left w:val="none" w:sz="0" w:space="0" w:color="auto"/>
        <w:bottom w:val="none" w:sz="0" w:space="0" w:color="auto"/>
        <w:right w:val="none" w:sz="0" w:space="0" w:color="auto"/>
      </w:divBdr>
    </w:div>
    <w:div w:id="1487430113">
      <w:bodyDiv w:val="1"/>
      <w:marLeft w:val="0"/>
      <w:marRight w:val="0"/>
      <w:marTop w:val="0"/>
      <w:marBottom w:val="0"/>
      <w:divBdr>
        <w:top w:val="none" w:sz="0" w:space="0" w:color="auto"/>
        <w:left w:val="none" w:sz="0" w:space="0" w:color="auto"/>
        <w:bottom w:val="none" w:sz="0" w:space="0" w:color="auto"/>
        <w:right w:val="none" w:sz="0" w:space="0" w:color="auto"/>
      </w:divBdr>
    </w:div>
    <w:div w:id="1488278401">
      <w:bodyDiv w:val="1"/>
      <w:marLeft w:val="0"/>
      <w:marRight w:val="0"/>
      <w:marTop w:val="0"/>
      <w:marBottom w:val="0"/>
      <w:divBdr>
        <w:top w:val="none" w:sz="0" w:space="0" w:color="auto"/>
        <w:left w:val="none" w:sz="0" w:space="0" w:color="auto"/>
        <w:bottom w:val="none" w:sz="0" w:space="0" w:color="auto"/>
        <w:right w:val="none" w:sz="0" w:space="0" w:color="auto"/>
      </w:divBdr>
    </w:div>
    <w:div w:id="1489125480">
      <w:bodyDiv w:val="1"/>
      <w:marLeft w:val="0"/>
      <w:marRight w:val="0"/>
      <w:marTop w:val="0"/>
      <w:marBottom w:val="0"/>
      <w:divBdr>
        <w:top w:val="none" w:sz="0" w:space="0" w:color="auto"/>
        <w:left w:val="none" w:sz="0" w:space="0" w:color="auto"/>
        <w:bottom w:val="none" w:sz="0" w:space="0" w:color="auto"/>
        <w:right w:val="none" w:sz="0" w:space="0" w:color="auto"/>
      </w:divBdr>
    </w:div>
    <w:div w:id="1489437594">
      <w:bodyDiv w:val="1"/>
      <w:marLeft w:val="0"/>
      <w:marRight w:val="0"/>
      <w:marTop w:val="0"/>
      <w:marBottom w:val="0"/>
      <w:divBdr>
        <w:top w:val="none" w:sz="0" w:space="0" w:color="auto"/>
        <w:left w:val="none" w:sz="0" w:space="0" w:color="auto"/>
        <w:bottom w:val="none" w:sz="0" w:space="0" w:color="auto"/>
        <w:right w:val="none" w:sz="0" w:space="0" w:color="auto"/>
      </w:divBdr>
    </w:div>
    <w:div w:id="1489782271">
      <w:bodyDiv w:val="1"/>
      <w:marLeft w:val="0"/>
      <w:marRight w:val="0"/>
      <w:marTop w:val="0"/>
      <w:marBottom w:val="0"/>
      <w:divBdr>
        <w:top w:val="none" w:sz="0" w:space="0" w:color="auto"/>
        <w:left w:val="none" w:sz="0" w:space="0" w:color="auto"/>
        <w:bottom w:val="none" w:sz="0" w:space="0" w:color="auto"/>
        <w:right w:val="none" w:sz="0" w:space="0" w:color="auto"/>
      </w:divBdr>
    </w:div>
    <w:div w:id="1490094030">
      <w:bodyDiv w:val="1"/>
      <w:marLeft w:val="0"/>
      <w:marRight w:val="0"/>
      <w:marTop w:val="0"/>
      <w:marBottom w:val="0"/>
      <w:divBdr>
        <w:top w:val="none" w:sz="0" w:space="0" w:color="auto"/>
        <w:left w:val="none" w:sz="0" w:space="0" w:color="auto"/>
        <w:bottom w:val="none" w:sz="0" w:space="0" w:color="auto"/>
        <w:right w:val="none" w:sz="0" w:space="0" w:color="auto"/>
      </w:divBdr>
    </w:div>
    <w:div w:id="1490824498">
      <w:bodyDiv w:val="1"/>
      <w:marLeft w:val="0"/>
      <w:marRight w:val="0"/>
      <w:marTop w:val="0"/>
      <w:marBottom w:val="0"/>
      <w:divBdr>
        <w:top w:val="none" w:sz="0" w:space="0" w:color="auto"/>
        <w:left w:val="none" w:sz="0" w:space="0" w:color="auto"/>
        <w:bottom w:val="none" w:sz="0" w:space="0" w:color="auto"/>
        <w:right w:val="none" w:sz="0" w:space="0" w:color="auto"/>
      </w:divBdr>
    </w:div>
    <w:div w:id="1492717886">
      <w:bodyDiv w:val="1"/>
      <w:marLeft w:val="0"/>
      <w:marRight w:val="0"/>
      <w:marTop w:val="0"/>
      <w:marBottom w:val="0"/>
      <w:divBdr>
        <w:top w:val="none" w:sz="0" w:space="0" w:color="auto"/>
        <w:left w:val="none" w:sz="0" w:space="0" w:color="auto"/>
        <w:bottom w:val="none" w:sz="0" w:space="0" w:color="auto"/>
        <w:right w:val="none" w:sz="0" w:space="0" w:color="auto"/>
      </w:divBdr>
    </w:div>
    <w:div w:id="1494177857">
      <w:bodyDiv w:val="1"/>
      <w:marLeft w:val="0"/>
      <w:marRight w:val="0"/>
      <w:marTop w:val="0"/>
      <w:marBottom w:val="0"/>
      <w:divBdr>
        <w:top w:val="none" w:sz="0" w:space="0" w:color="auto"/>
        <w:left w:val="none" w:sz="0" w:space="0" w:color="auto"/>
        <w:bottom w:val="none" w:sz="0" w:space="0" w:color="auto"/>
        <w:right w:val="none" w:sz="0" w:space="0" w:color="auto"/>
      </w:divBdr>
    </w:div>
    <w:div w:id="1494224106">
      <w:bodyDiv w:val="1"/>
      <w:marLeft w:val="0"/>
      <w:marRight w:val="0"/>
      <w:marTop w:val="0"/>
      <w:marBottom w:val="0"/>
      <w:divBdr>
        <w:top w:val="none" w:sz="0" w:space="0" w:color="auto"/>
        <w:left w:val="none" w:sz="0" w:space="0" w:color="auto"/>
        <w:bottom w:val="none" w:sz="0" w:space="0" w:color="auto"/>
        <w:right w:val="none" w:sz="0" w:space="0" w:color="auto"/>
      </w:divBdr>
    </w:div>
    <w:div w:id="1494682044">
      <w:bodyDiv w:val="1"/>
      <w:marLeft w:val="0"/>
      <w:marRight w:val="0"/>
      <w:marTop w:val="0"/>
      <w:marBottom w:val="0"/>
      <w:divBdr>
        <w:top w:val="none" w:sz="0" w:space="0" w:color="auto"/>
        <w:left w:val="none" w:sz="0" w:space="0" w:color="auto"/>
        <w:bottom w:val="none" w:sz="0" w:space="0" w:color="auto"/>
        <w:right w:val="none" w:sz="0" w:space="0" w:color="auto"/>
      </w:divBdr>
    </w:div>
    <w:div w:id="1494878956">
      <w:bodyDiv w:val="1"/>
      <w:marLeft w:val="0"/>
      <w:marRight w:val="0"/>
      <w:marTop w:val="0"/>
      <w:marBottom w:val="0"/>
      <w:divBdr>
        <w:top w:val="none" w:sz="0" w:space="0" w:color="auto"/>
        <w:left w:val="none" w:sz="0" w:space="0" w:color="auto"/>
        <w:bottom w:val="none" w:sz="0" w:space="0" w:color="auto"/>
        <w:right w:val="none" w:sz="0" w:space="0" w:color="auto"/>
      </w:divBdr>
    </w:div>
    <w:div w:id="1495991319">
      <w:bodyDiv w:val="1"/>
      <w:marLeft w:val="0"/>
      <w:marRight w:val="0"/>
      <w:marTop w:val="0"/>
      <w:marBottom w:val="0"/>
      <w:divBdr>
        <w:top w:val="none" w:sz="0" w:space="0" w:color="auto"/>
        <w:left w:val="none" w:sz="0" w:space="0" w:color="auto"/>
        <w:bottom w:val="none" w:sz="0" w:space="0" w:color="auto"/>
        <w:right w:val="none" w:sz="0" w:space="0" w:color="auto"/>
      </w:divBdr>
    </w:div>
    <w:div w:id="1496341143">
      <w:bodyDiv w:val="1"/>
      <w:marLeft w:val="0"/>
      <w:marRight w:val="0"/>
      <w:marTop w:val="0"/>
      <w:marBottom w:val="0"/>
      <w:divBdr>
        <w:top w:val="none" w:sz="0" w:space="0" w:color="auto"/>
        <w:left w:val="none" w:sz="0" w:space="0" w:color="auto"/>
        <w:bottom w:val="none" w:sz="0" w:space="0" w:color="auto"/>
        <w:right w:val="none" w:sz="0" w:space="0" w:color="auto"/>
      </w:divBdr>
    </w:div>
    <w:div w:id="1497184923">
      <w:bodyDiv w:val="1"/>
      <w:marLeft w:val="0"/>
      <w:marRight w:val="0"/>
      <w:marTop w:val="0"/>
      <w:marBottom w:val="0"/>
      <w:divBdr>
        <w:top w:val="none" w:sz="0" w:space="0" w:color="auto"/>
        <w:left w:val="none" w:sz="0" w:space="0" w:color="auto"/>
        <w:bottom w:val="none" w:sz="0" w:space="0" w:color="auto"/>
        <w:right w:val="none" w:sz="0" w:space="0" w:color="auto"/>
      </w:divBdr>
    </w:div>
    <w:div w:id="1497573270">
      <w:bodyDiv w:val="1"/>
      <w:marLeft w:val="0"/>
      <w:marRight w:val="0"/>
      <w:marTop w:val="0"/>
      <w:marBottom w:val="0"/>
      <w:divBdr>
        <w:top w:val="none" w:sz="0" w:space="0" w:color="auto"/>
        <w:left w:val="none" w:sz="0" w:space="0" w:color="auto"/>
        <w:bottom w:val="none" w:sz="0" w:space="0" w:color="auto"/>
        <w:right w:val="none" w:sz="0" w:space="0" w:color="auto"/>
      </w:divBdr>
    </w:div>
    <w:div w:id="1497964886">
      <w:bodyDiv w:val="1"/>
      <w:marLeft w:val="0"/>
      <w:marRight w:val="0"/>
      <w:marTop w:val="0"/>
      <w:marBottom w:val="0"/>
      <w:divBdr>
        <w:top w:val="none" w:sz="0" w:space="0" w:color="auto"/>
        <w:left w:val="none" w:sz="0" w:space="0" w:color="auto"/>
        <w:bottom w:val="none" w:sz="0" w:space="0" w:color="auto"/>
        <w:right w:val="none" w:sz="0" w:space="0" w:color="auto"/>
      </w:divBdr>
    </w:div>
    <w:div w:id="1498497286">
      <w:bodyDiv w:val="1"/>
      <w:marLeft w:val="0"/>
      <w:marRight w:val="0"/>
      <w:marTop w:val="0"/>
      <w:marBottom w:val="0"/>
      <w:divBdr>
        <w:top w:val="none" w:sz="0" w:space="0" w:color="auto"/>
        <w:left w:val="none" w:sz="0" w:space="0" w:color="auto"/>
        <w:bottom w:val="none" w:sz="0" w:space="0" w:color="auto"/>
        <w:right w:val="none" w:sz="0" w:space="0" w:color="auto"/>
      </w:divBdr>
    </w:div>
    <w:div w:id="1498691136">
      <w:bodyDiv w:val="1"/>
      <w:marLeft w:val="0"/>
      <w:marRight w:val="0"/>
      <w:marTop w:val="0"/>
      <w:marBottom w:val="0"/>
      <w:divBdr>
        <w:top w:val="none" w:sz="0" w:space="0" w:color="auto"/>
        <w:left w:val="none" w:sz="0" w:space="0" w:color="auto"/>
        <w:bottom w:val="none" w:sz="0" w:space="0" w:color="auto"/>
        <w:right w:val="none" w:sz="0" w:space="0" w:color="auto"/>
      </w:divBdr>
    </w:div>
    <w:div w:id="1499661155">
      <w:bodyDiv w:val="1"/>
      <w:marLeft w:val="0"/>
      <w:marRight w:val="0"/>
      <w:marTop w:val="0"/>
      <w:marBottom w:val="0"/>
      <w:divBdr>
        <w:top w:val="none" w:sz="0" w:space="0" w:color="auto"/>
        <w:left w:val="none" w:sz="0" w:space="0" w:color="auto"/>
        <w:bottom w:val="none" w:sz="0" w:space="0" w:color="auto"/>
        <w:right w:val="none" w:sz="0" w:space="0" w:color="auto"/>
      </w:divBdr>
    </w:div>
    <w:div w:id="1500075001">
      <w:bodyDiv w:val="1"/>
      <w:marLeft w:val="0"/>
      <w:marRight w:val="0"/>
      <w:marTop w:val="0"/>
      <w:marBottom w:val="0"/>
      <w:divBdr>
        <w:top w:val="none" w:sz="0" w:space="0" w:color="auto"/>
        <w:left w:val="none" w:sz="0" w:space="0" w:color="auto"/>
        <w:bottom w:val="none" w:sz="0" w:space="0" w:color="auto"/>
        <w:right w:val="none" w:sz="0" w:space="0" w:color="auto"/>
      </w:divBdr>
    </w:div>
    <w:div w:id="1500584845">
      <w:bodyDiv w:val="1"/>
      <w:marLeft w:val="0"/>
      <w:marRight w:val="0"/>
      <w:marTop w:val="0"/>
      <w:marBottom w:val="0"/>
      <w:divBdr>
        <w:top w:val="none" w:sz="0" w:space="0" w:color="auto"/>
        <w:left w:val="none" w:sz="0" w:space="0" w:color="auto"/>
        <w:bottom w:val="none" w:sz="0" w:space="0" w:color="auto"/>
        <w:right w:val="none" w:sz="0" w:space="0" w:color="auto"/>
      </w:divBdr>
    </w:div>
    <w:div w:id="1500924451">
      <w:bodyDiv w:val="1"/>
      <w:marLeft w:val="0"/>
      <w:marRight w:val="0"/>
      <w:marTop w:val="0"/>
      <w:marBottom w:val="0"/>
      <w:divBdr>
        <w:top w:val="none" w:sz="0" w:space="0" w:color="auto"/>
        <w:left w:val="none" w:sz="0" w:space="0" w:color="auto"/>
        <w:bottom w:val="none" w:sz="0" w:space="0" w:color="auto"/>
        <w:right w:val="none" w:sz="0" w:space="0" w:color="auto"/>
      </w:divBdr>
    </w:div>
    <w:div w:id="1501003146">
      <w:bodyDiv w:val="1"/>
      <w:marLeft w:val="0"/>
      <w:marRight w:val="0"/>
      <w:marTop w:val="0"/>
      <w:marBottom w:val="0"/>
      <w:divBdr>
        <w:top w:val="none" w:sz="0" w:space="0" w:color="auto"/>
        <w:left w:val="none" w:sz="0" w:space="0" w:color="auto"/>
        <w:bottom w:val="none" w:sz="0" w:space="0" w:color="auto"/>
        <w:right w:val="none" w:sz="0" w:space="0" w:color="auto"/>
      </w:divBdr>
    </w:div>
    <w:div w:id="1501121852">
      <w:bodyDiv w:val="1"/>
      <w:marLeft w:val="0"/>
      <w:marRight w:val="0"/>
      <w:marTop w:val="0"/>
      <w:marBottom w:val="0"/>
      <w:divBdr>
        <w:top w:val="none" w:sz="0" w:space="0" w:color="auto"/>
        <w:left w:val="none" w:sz="0" w:space="0" w:color="auto"/>
        <w:bottom w:val="none" w:sz="0" w:space="0" w:color="auto"/>
        <w:right w:val="none" w:sz="0" w:space="0" w:color="auto"/>
      </w:divBdr>
    </w:div>
    <w:div w:id="1501964111">
      <w:bodyDiv w:val="1"/>
      <w:marLeft w:val="0"/>
      <w:marRight w:val="0"/>
      <w:marTop w:val="0"/>
      <w:marBottom w:val="0"/>
      <w:divBdr>
        <w:top w:val="none" w:sz="0" w:space="0" w:color="auto"/>
        <w:left w:val="none" w:sz="0" w:space="0" w:color="auto"/>
        <w:bottom w:val="none" w:sz="0" w:space="0" w:color="auto"/>
        <w:right w:val="none" w:sz="0" w:space="0" w:color="auto"/>
      </w:divBdr>
    </w:div>
    <w:div w:id="1502163199">
      <w:bodyDiv w:val="1"/>
      <w:marLeft w:val="0"/>
      <w:marRight w:val="0"/>
      <w:marTop w:val="0"/>
      <w:marBottom w:val="0"/>
      <w:divBdr>
        <w:top w:val="none" w:sz="0" w:space="0" w:color="auto"/>
        <w:left w:val="none" w:sz="0" w:space="0" w:color="auto"/>
        <w:bottom w:val="none" w:sz="0" w:space="0" w:color="auto"/>
        <w:right w:val="none" w:sz="0" w:space="0" w:color="auto"/>
      </w:divBdr>
    </w:div>
    <w:div w:id="1502622786">
      <w:bodyDiv w:val="1"/>
      <w:marLeft w:val="0"/>
      <w:marRight w:val="0"/>
      <w:marTop w:val="0"/>
      <w:marBottom w:val="0"/>
      <w:divBdr>
        <w:top w:val="none" w:sz="0" w:space="0" w:color="auto"/>
        <w:left w:val="none" w:sz="0" w:space="0" w:color="auto"/>
        <w:bottom w:val="none" w:sz="0" w:space="0" w:color="auto"/>
        <w:right w:val="none" w:sz="0" w:space="0" w:color="auto"/>
      </w:divBdr>
    </w:div>
    <w:div w:id="1503079430">
      <w:bodyDiv w:val="1"/>
      <w:marLeft w:val="0"/>
      <w:marRight w:val="0"/>
      <w:marTop w:val="0"/>
      <w:marBottom w:val="0"/>
      <w:divBdr>
        <w:top w:val="none" w:sz="0" w:space="0" w:color="auto"/>
        <w:left w:val="none" w:sz="0" w:space="0" w:color="auto"/>
        <w:bottom w:val="none" w:sz="0" w:space="0" w:color="auto"/>
        <w:right w:val="none" w:sz="0" w:space="0" w:color="auto"/>
      </w:divBdr>
    </w:div>
    <w:div w:id="1503158167">
      <w:bodyDiv w:val="1"/>
      <w:marLeft w:val="0"/>
      <w:marRight w:val="0"/>
      <w:marTop w:val="0"/>
      <w:marBottom w:val="0"/>
      <w:divBdr>
        <w:top w:val="none" w:sz="0" w:space="0" w:color="auto"/>
        <w:left w:val="none" w:sz="0" w:space="0" w:color="auto"/>
        <w:bottom w:val="none" w:sz="0" w:space="0" w:color="auto"/>
        <w:right w:val="none" w:sz="0" w:space="0" w:color="auto"/>
      </w:divBdr>
    </w:div>
    <w:div w:id="1503624598">
      <w:bodyDiv w:val="1"/>
      <w:marLeft w:val="0"/>
      <w:marRight w:val="0"/>
      <w:marTop w:val="0"/>
      <w:marBottom w:val="0"/>
      <w:divBdr>
        <w:top w:val="none" w:sz="0" w:space="0" w:color="auto"/>
        <w:left w:val="none" w:sz="0" w:space="0" w:color="auto"/>
        <w:bottom w:val="none" w:sz="0" w:space="0" w:color="auto"/>
        <w:right w:val="none" w:sz="0" w:space="0" w:color="auto"/>
      </w:divBdr>
    </w:div>
    <w:div w:id="1503740720">
      <w:bodyDiv w:val="1"/>
      <w:marLeft w:val="0"/>
      <w:marRight w:val="0"/>
      <w:marTop w:val="0"/>
      <w:marBottom w:val="0"/>
      <w:divBdr>
        <w:top w:val="none" w:sz="0" w:space="0" w:color="auto"/>
        <w:left w:val="none" w:sz="0" w:space="0" w:color="auto"/>
        <w:bottom w:val="none" w:sz="0" w:space="0" w:color="auto"/>
        <w:right w:val="none" w:sz="0" w:space="0" w:color="auto"/>
      </w:divBdr>
    </w:div>
    <w:div w:id="1504709879">
      <w:bodyDiv w:val="1"/>
      <w:marLeft w:val="0"/>
      <w:marRight w:val="0"/>
      <w:marTop w:val="0"/>
      <w:marBottom w:val="0"/>
      <w:divBdr>
        <w:top w:val="none" w:sz="0" w:space="0" w:color="auto"/>
        <w:left w:val="none" w:sz="0" w:space="0" w:color="auto"/>
        <w:bottom w:val="none" w:sz="0" w:space="0" w:color="auto"/>
        <w:right w:val="none" w:sz="0" w:space="0" w:color="auto"/>
      </w:divBdr>
    </w:div>
    <w:div w:id="1506742326">
      <w:bodyDiv w:val="1"/>
      <w:marLeft w:val="0"/>
      <w:marRight w:val="0"/>
      <w:marTop w:val="0"/>
      <w:marBottom w:val="0"/>
      <w:divBdr>
        <w:top w:val="none" w:sz="0" w:space="0" w:color="auto"/>
        <w:left w:val="none" w:sz="0" w:space="0" w:color="auto"/>
        <w:bottom w:val="none" w:sz="0" w:space="0" w:color="auto"/>
        <w:right w:val="none" w:sz="0" w:space="0" w:color="auto"/>
      </w:divBdr>
    </w:div>
    <w:div w:id="1507939601">
      <w:bodyDiv w:val="1"/>
      <w:marLeft w:val="0"/>
      <w:marRight w:val="0"/>
      <w:marTop w:val="0"/>
      <w:marBottom w:val="0"/>
      <w:divBdr>
        <w:top w:val="none" w:sz="0" w:space="0" w:color="auto"/>
        <w:left w:val="none" w:sz="0" w:space="0" w:color="auto"/>
        <w:bottom w:val="none" w:sz="0" w:space="0" w:color="auto"/>
        <w:right w:val="none" w:sz="0" w:space="0" w:color="auto"/>
      </w:divBdr>
    </w:div>
    <w:div w:id="1509442713">
      <w:bodyDiv w:val="1"/>
      <w:marLeft w:val="0"/>
      <w:marRight w:val="0"/>
      <w:marTop w:val="0"/>
      <w:marBottom w:val="0"/>
      <w:divBdr>
        <w:top w:val="none" w:sz="0" w:space="0" w:color="auto"/>
        <w:left w:val="none" w:sz="0" w:space="0" w:color="auto"/>
        <w:bottom w:val="none" w:sz="0" w:space="0" w:color="auto"/>
        <w:right w:val="none" w:sz="0" w:space="0" w:color="auto"/>
      </w:divBdr>
    </w:div>
    <w:div w:id="1512063660">
      <w:bodyDiv w:val="1"/>
      <w:marLeft w:val="0"/>
      <w:marRight w:val="0"/>
      <w:marTop w:val="0"/>
      <w:marBottom w:val="0"/>
      <w:divBdr>
        <w:top w:val="none" w:sz="0" w:space="0" w:color="auto"/>
        <w:left w:val="none" w:sz="0" w:space="0" w:color="auto"/>
        <w:bottom w:val="none" w:sz="0" w:space="0" w:color="auto"/>
        <w:right w:val="none" w:sz="0" w:space="0" w:color="auto"/>
      </w:divBdr>
    </w:div>
    <w:div w:id="1512064186">
      <w:bodyDiv w:val="1"/>
      <w:marLeft w:val="0"/>
      <w:marRight w:val="0"/>
      <w:marTop w:val="0"/>
      <w:marBottom w:val="0"/>
      <w:divBdr>
        <w:top w:val="none" w:sz="0" w:space="0" w:color="auto"/>
        <w:left w:val="none" w:sz="0" w:space="0" w:color="auto"/>
        <w:bottom w:val="none" w:sz="0" w:space="0" w:color="auto"/>
        <w:right w:val="none" w:sz="0" w:space="0" w:color="auto"/>
      </w:divBdr>
    </w:div>
    <w:div w:id="1513031219">
      <w:bodyDiv w:val="1"/>
      <w:marLeft w:val="0"/>
      <w:marRight w:val="0"/>
      <w:marTop w:val="0"/>
      <w:marBottom w:val="0"/>
      <w:divBdr>
        <w:top w:val="none" w:sz="0" w:space="0" w:color="auto"/>
        <w:left w:val="none" w:sz="0" w:space="0" w:color="auto"/>
        <w:bottom w:val="none" w:sz="0" w:space="0" w:color="auto"/>
        <w:right w:val="none" w:sz="0" w:space="0" w:color="auto"/>
      </w:divBdr>
    </w:div>
    <w:div w:id="1513304562">
      <w:bodyDiv w:val="1"/>
      <w:marLeft w:val="0"/>
      <w:marRight w:val="0"/>
      <w:marTop w:val="0"/>
      <w:marBottom w:val="0"/>
      <w:divBdr>
        <w:top w:val="none" w:sz="0" w:space="0" w:color="auto"/>
        <w:left w:val="none" w:sz="0" w:space="0" w:color="auto"/>
        <w:bottom w:val="none" w:sz="0" w:space="0" w:color="auto"/>
        <w:right w:val="none" w:sz="0" w:space="0" w:color="auto"/>
      </w:divBdr>
    </w:div>
    <w:div w:id="1514026269">
      <w:bodyDiv w:val="1"/>
      <w:marLeft w:val="0"/>
      <w:marRight w:val="0"/>
      <w:marTop w:val="0"/>
      <w:marBottom w:val="0"/>
      <w:divBdr>
        <w:top w:val="none" w:sz="0" w:space="0" w:color="auto"/>
        <w:left w:val="none" w:sz="0" w:space="0" w:color="auto"/>
        <w:bottom w:val="none" w:sz="0" w:space="0" w:color="auto"/>
        <w:right w:val="none" w:sz="0" w:space="0" w:color="auto"/>
      </w:divBdr>
    </w:div>
    <w:div w:id="1514301893">
      <w:bodyDiv w:val="1"/>
      <w:marLeft w:val="0"/>
      <w:marRight w:val="0"/>
      <w:marTop w:val="0"/>
      <w:marBottom w:val="0"/>
      <w:divBdr>
        <w:top w:val="none" w:sz="0" w:space="0" w:color="auto"/>
        <w:left w:val="none" w:sz="0" w:space="0" w:color="auto"/>
        <w:bottom w:val="none" w:sz="0" w:space="0" w:color="auto"/>
        <w:right w:val="none" w:sz="0" w:space="0" w:color="auto"/>
      </w:divBdr>
    </w:div>
    <w:div w:id="1514799712">
      <w:bodyDiv w:val="1"/>
      <w:marLeft w:val="0"/>
      <w:marRight w:val="0"/>
      <w:marTop w:val="0"/>
      <w:marBottom w:val="0"/>
      <w:divBdr>
        <w:top w:val="none" w:sz="0" w:space="0" w:color="auto"/>
        <w:left w:val="none" w:sz="0" w:space="0" w:color="auto"/>
        <w:bottom w:val="none" w:sz="0" w:space="0" w:color="auto"/>
        <w:right w:val="none" w:sz="0" w:space="0" w:color="auto"/>
      </w:divBdr>
    </w:div>
    <w:div w:id="1514998029">
      <w:bodyDiv w:val="1"/>
      <w:marLeft w:val="0"/>
      <w:marRight w:val="0"/>
      <w:marTop w:val="0"/>
      <w:marBottom w:val="0"/>
      <w:divBdr>
        <w:top w:val="none" w:sz="0" w:space="0" w:color="auto"/>
        <w:left w:val="none" w:sz="0" w:space="0" w:color="auto"/>
        <w:bottom w:val="none" w:sz="0" w:space="0" w:color="auto"/>
        <w:right w:val="none" w:sz="0" w:space="0" w:color="auto"/>
      </w:divBdr>
    </w:div>
    <w:div w:id="1515221599">
      <w:bodyDiv w:val="1"/>
      <w:marLeft w:val="0"/>
      <w:marRight w:val="0"/>
      <w:marTop w:val="0"/>
      <w:marBottom w:val="0"/>
      <w:divBdr>
        <w:top w:val="none" w:sz="0" w:space="0" w:color="auto"/>
        <w:left w:val="none" w:sz="0" w:space="0" w:color="auto"/>
        <w:bottom w:val="none" w:sz="0" w:space="0" w:color="auto"/>
        <w:right w:val="none" w:sz="0" w:space="0" w:color="auto"/>
      </w:divBdr>
    </w:div>
    <w:div w:id="1517117050">
      <w:bodyDiv w:val="1"/>
      <w:marLeft w:val="0"/>
      <w:marRight w:val="0"/>
      <w:marTop w:val="0"/>
      <w:marBottom w:val="0"/>
      <w:divBdr>
        <w:top w:val="none" w:sz="0" w:space="0" w:color="auto"/>
        <w:left w:val="none" w:sz="0" w:space="0" w:color="auto"/>
        <w:bottom w:val="none" w:sz="0" w:space="0" w:color="auto"/>
        <w:right w:val="none" w:sz="0" w:space="0" w:color="auto"/>
      </w:divBdr>
    </w:div>
    <w:div w:id="1517304236">
      <w:bodyDiv w:val="1"/>
      <w:marLeft w:val="0"/>
      <w:marRight w:val="0"/>
      <w:marTop w:val="0"/>
      <w:marBottom w:val="0"/>
      <w:divBdr>
        <w:top w:val="none" w:sz="0" w:space="0" w:color="auto"/>
        <w:left w:val="none" w:sz="0" w:space="0" w:color="auto"/>
        <w:bottom w:val="none" w:sz="0" w:space="0" w:color="auto"/>
        <w:right w:val="none" w:sz="0" w:space="0" w:color="auto"/>
      </w:divBdr>
    </w:div>
    <w:div w:id="1518999232">
      <w:bodyDiv w:val="1"/>
      <w:marLeft w:val="0"/>
      <w:marRight w:val="0"/>
      <w:marTop w:val="0"/>
      <w:marBottom w:val="0"/>
      <w:divBdr>
        <w:top w:val="none" w:sz="0" w:space="0" w:color="auto"/>
        <w:left w:val="none" w:sz="0" w:space="0" w:color="auto"/>
        <w:bottom w:val="none" w:sz="0" w:space="0" w:color="auto"/>
        <w:right w:val="none" w:sz="0" w:space="0" w:color="auto"/>
      </w:divBdr>
    </w:div>
    <w:div w:id="1519735470">
      <w:bodyDiv w:val="1"/>
      <w:marLeft w:val="0"/>
      <w:marRight w:val="0"/>
      <w:marTop w:val="0"/>
      <w:marBottom w:val="0"/>
      <w:divBdr>
        <w:top w:val="none" w:sz="0" w:space="0" w:color="auto"/>
        <w:left w:val="none" w:sz="0" w:space="0" w:color="auto"/>
        <w:bottom w:val="none" w:sz="0" w:space="0" w:color="auto"/>
        <w:right w:val="none" w:sz="0" w:space="0" w:color="auto"/>
      </w:divBdr>
    </w:div>
    <w:div w:id="1520118604">
      <w:bodyDiv w:val="1"/>
      <w:marLeft w:val="0"/>
      <w:marRight w:val="0"/>
      <w:marTop w:val="0"/>
      <w:marBottom w:val="0"/>
      <w:divBdr>
        <w:top w:val="none" w:sz="0" w:space="0" w:color="auto"/>
        <w:left w:val="none" w:sz="0" w:space="0" w:color="auto"/>
        <w:bottom w:val="none" w:sz="0" w:space="0" w:color="auto"/>
        <w:right w:val="none" w:sz="0" w:space="0" w:color="auto"/>
      </w:divBdr>
    </w:div>
    <w:div w:id="1520512109">
      <w:bodyDiv w:val="1"/>
      <w:marLeft w:val="0"/>
      <w:marRight w:val="0"/>
      <w:marTop w:val="0"/>
      <w:marBottom w:val="0"/>
      <w:divBdr>
        <w:top w:val="none" w:sz="0" w:space="0" w:color="auto"/>
        <w:left w:val="none" w:sz="0" w:space="0" w:color="auto"/>
        <w:bottom w:val="none" w:sz="0" w:space="0" w:color="auto"/>
        <w:right w:val="none" w:sz="0" w:space="0" w:color="auto"/>
      </w:divBdr>
    </w:div>
    <w:div w:id="1521116653">
      <w:bodyDiv w:val="1"/>
      <w:marLeft w:val="0"/>
      <w:marRight w:val="0"/>
      <w:marTop w:val="0"/>
      <w:marBottom w:val="0"/>
      <w:divBdr>
        <w:top w:val="none" w:sz="0" w:space="0" w:color="auto"/>
        <w:left w:val="none" w:sz="0" w:space="0" w:color="auto"/>
        <w:bottom w:val="none" w:sz="0" w:space="0" w:color="auto"/>
        <w:right w:val="none" w:sz="0" w:space="0" w:color="auto"/>
      </w:divBdr>
    </w:div>
    <w:div w:id="1522088023">
      <w:bodyDiv w:val="1"/>
      <w:marLeft w:val="0"/>
      <w:marRight w:val="0"/>
      <w:marTop w:val="0"/>
      <w:marBottom w:val="0"/>
      <w:divBdr>
        <w:top w:val="none" w:sz="0" w:space="0" w:color="auto"/>
        <w:left w:val="none" w:sz="0" w:space="0" w:color="auto"/>
        <w:bottom w:val="none" w:sz="0" w:space="0" w:color="auto"/>
        <w:right w:val="none" w:sz="0" w:space="0" w:color="auto"/>
      </w:divBdr>
    </w:div>
    <w:div w:id="1524592469">
      <w:bodyDiv w:val="1"/>
      <w:marLeft w:val="0"/>
      <w:marRight w:val="0"/>
      <w:marTop w:val="0"/>
      <w:marBottom w:val="0"/>
      <w:divBdr>
        <w:top w:val="none" w:sz="0" w:space="0" w:color="auto"/>
        <w:left w:val="none" w:sz="0" w:space="0" w:color="auto"/>
        <w:bottom w:val="none" w:sz="0" w:space="0" w:color="auto"/>
        <w:right w:val="none" w:sz="0" w:space="0" w:color="auto"/>
      </w:divBdr>
    </w:div>
    <w:div w:id="1524975854">
      <w:bodyDiv w:val="1"/>
      <w:marLeft w:val="0"/>
      <w:marRight w:val="0"/>
      <w:marTop w:val="0"/>
      <w:marBottom w:val="0"/>
      <w:divBdr>
        <w:top w:val="none" w:sz="0" w:space="0" w:color="auto"/>
        <w:left w:val="none" w:sz="0" w:space="0" w:color="auto"/>
        <w:bottom w:val="none" w:sz="0" w:space="0" w:color="auto"/>
        <w:right w:val="none" w:sz="0" w:space="0" w:color="auto"/>
      </w:divBdr>
    </w:div>
    <w:div w:id="1526677644">
      <w:bodyDiv w:val="1"/>
      <w:marLeft w:val="0"/>
      <w:marRight w:val="0"/>
      <w:marTop w:val="0"/>
      <w:marBottom w:val="0"/>
      <w:divBdr>
        <w:top w:val="none" w:sz="0" w:space="0" w:color="auto"/>
        <w:left w:val="none" w:sz="0" w:space="0" w:color="auto"/>
        <w:bottom w:val="none" w:sz="0" w:space="0" w:color="auto"/>
        <w:right w:val="none" w:sz="0" w:space="0" w:color="auto"/>
      </w:divBdr>
    </w:div>
    <w:div w:id="1526865548">
      <w:bodyDiv w:val="1"/>
      <w:marLeft w:val="0"/>
      <w:marRight w:val="0"/>
      <w:marTop w:val="0"/>
      <w:marBottom w:val="0"/>
      <w:divBdr>
        <w:top w:val="none" w:sz="0" w:space="0" w:color="auto"/>
        <w:left w:val="none" w:sz="0" w:space="0" w:color="auto"/>
        <w:bottom w:val="none" w:sz="0" w:space="0" w:color="auto"/>
        <w:right w:val="none" w:sz="0" w:space="0" w:color="auto"/>
      </w:divBdr>
    </w:div>
    <w:div w:id="1528906591">
      <w:bodyDiv w:val="1"/>
      <w:marLeft w:val="0"/>
      <w:marRight w:val="0"/>
      <w:marTop w:val="0"/>
      <w:marBottom w:val="0"/>
      <w:divBdr>
        <w:top w:val="none" w:sz="0" w:space="0" w:color="auto"/>
        <w:left w:val="none" w:sz="0" w:space="0" w:color="auto"/>
        <w:bottom w:val="none" w:sz="0" w:space="0" w:color="auto"/>
        <w:right w:val="none" w:sz="0" w:space="0" w:color="auto"/>
      </w:divBdr>
    </w:div>
    <w:div w:id="1528986818">
      <w:bodyDiv w:val="1"/>
      <w:marLeft w:val="0"/>
      <w:marRight w:val="0"/>
      <w:marTop w:val="0"/>
      <w:marBottom w:val="0"/>
      <w:divBdr>
        <w:top w:val="none" w:sz="0" w:space="0" w:color="auto"/>
        <w:left w:val="none" w:sz="0" w:space="0" w:color="auto"/>
        <w:bottom w:val="none" w:sz="0" w:space="0" w:color="auto"/>
        <w:right w:val="none" w:sz="0" w:space="0" w:color="auto"/>
      </w:divBdr>
    </w:div>
    <w:div w:id="1529099257">
      <w:bodyDiv w:val="1"/>
      <w:marLeft w:val="0"/>
      <w:marRight w:val="0"/>
      <w:marTop w:val="0"/>
      <w:marBottom w:val="0"/>
      <w:divBdr>
        <w:top w:val="none" w:sz="0" w:space="0" w:color="auto"/>
        <w:left w:val="none" w:sz="0" w:space="0" w:color="auto"/>
        <w:bottom w:val="none" w:sz="0" w:space="0" w:color="auto"/>
        <w:right w:val="none" w:sz="0" w:space="0" w:color="auto"/>
      </w:divBdr>
    </w:div>
    <w:div w:id="1529567432">
      <w:bodyDiv w:val="1"/>
      <w:marLeft w:val="0"/>
      <w:marRight w:val="0"/>
      <w:marTop w:val="0"/>
      <w:marBottom w:val="0"/>
      <w:divBdr>
        <w:top w:val="none" w:sz="0" w:space="0" w:color="auto"/>
        <w:left w:val="none" w:sz="0" w:space="0" w:color="auto"/>
        <w:bottom w:val="none" w:sz="0" w:space="0" w:color="auto"/>
        <w:right w:val="none" w:sz="0" w:space="0" w:color="auto"/>
      </w:divBdr>
    </w:div>
    <w:div w:id="1529947529">
      <w:bodyDiv w:val="1"/>
      <w:marLeft w:val="0"/>
      <w:marRight w:val="0"/>
      <w:marTop w:val="0"/>
      <w:marBottom w:val="0"/>
      <w:divBdr>
        <w:top w:val="none" w:sz="0" w:space="0" w:color="auto"/>
        <w:left w:val="none" w:sz="0" w:space="0" w:color="auto"/>
        <w:bottom w:val="none" w:sz="0" w:space="0" w:color="auto"/>
        <w:right w:val="none" w:sz="0" w:space="0" w:color="auto"/>
      </w:divBdr>
    </w:div>
    <w:div w:id="1530098870">
      <w:bodyDiv w:val="1"/>
      <w:marLeft w:val="0"/>
      <w:marRight w:val="0"/>
      <w:marTop w:val="0"/>
      <w:marBottom w:val="0"/>
      <w:divBdr>
        <w:top w:val="none" w:sz="0" w:space="0" w:color="auto"/>
        <w:left w:val="none" w:sz="0" w:space="0" w:color="auto"/>
        <w:bottom w:val="none" w:sz="0" w:space="0" w:color="auto"/>
        <w:right w:val="none" w:sz="0" w:space="0" w:color="auto"/>
      </w:divBdr>
    </w:div>
    <w:div w:id="1530753147">
      <w:bodyDiv w:val="1"/>
      <w:marLeft w:val="0"/>
      <w:marRight w:val="0"/>
      <w:marTop w:val="0"/>
      <w:marBottom w:val="0"/>
      <w:divBdr>
        <w:top w:val="none" w:sz="0" w:space="0" w:color="auto"/>
        <w:left w:val="none" w:sz="0" w:space="0" w:color="auto"/>
        <w:bottom w:val="none" w:sz="0" w:space="0" w:color="auto"/>
        <w:right w:val="none" w:sz="0" w:space="0" w:color="auto"/>
      </w:divBdr>
    </w:div>
    <w:div w:id="1531215612">
      <w:bodyDiv w:val="1"/>
      <w:marLeft w:val="0"/>
      <w:marRight w:val="0"/>
      <w:marTop w:val="0"/>
      <w:marBottom w:val="0"/>
      <w:divBdr>
        <w:top w:val="none" w:sz="0" w:space="0" w:color="auto"/>
        <w:left w:val="none" w:sz="0" w:space="0" w:color="auto"/>
        <w:bottom w:val="none" w:sz="0" w:space="0" w:color="auto"/>
        <w:right w:val="none" w:sz="0" w:space="0" w:color="auto"/>
      </w:divBdr>
    </w:div>
    <w:div w:id="1533610696">
      <w:bodyDiv w:val="1"/>
      <w:marLeft w:val="0"/>
      <w:marRight w:val="0"/>
      <w:marTop w:val="0"/>
      <w:marBottom w:val="0"/>
      <w:divBdr>
        <w:top w:val="none" w:sz="0" w:space="0" w:color="auto"/>
        <w:left w:val="none" w:sz="0" w:space="0" w:color="auto"/>
        <w:bottom w:val="none" w:sz="0" w:space="0" w:color="auto"/>
        <w:right w:val="none" w:sz="0" w:space="0" w:color="auto"/>
      </w:divBdr>
    </w:div>
    <w:div w:id="1533805521">
      <w:bodyDiv w:val="1"/>
      <w:marLeft w:val="0"/>
      <w:marRight w:val="0"/>
      <w:marTop w:val="0"/>
      <w:marBottom w:val="0"/>
      <w:divBdr>
        <w:top w:val="none" w:sz="0" w:space="0" w:color="auto"/>
        <w:left w:val="none" w:sz="0" w:space="0" w:color="auto"/>
        <w:bottom w:val="none" w:sz="0" w:space="0" w:color="auto"/>
        <w:right w:val="none" w:sz="0" w:space="0" w:color="auto"/>
      </w:divBdr>
    </w:div>
    <w:div w:id="1533880041">
      <w:bodyDiv w:val="1"/>
      <w:marLeft w:val="0"/>
      <w:marRight w:val="0"/>
      <w:marTop w:val="0"/>
      <w:marBottom w:val="0"/>
      <w:divBdr>
        <w:top w:val="none" w:sz="0" w:space="0" w:color="auto"/>
        <w:left w:val="none" w:sz="0" w:space="0" w:color="auto"/>
        <w:bottom w:val="none" w:sz="0" w:space="0" w:color="auto"/>
        <w:right w:val="none" w:sz="0" w:space="0" w:color="auto"/>
      </w:divBdr>
    </w:div>
    <w:div w:id="1534725730">
      <w:bodyDiv w:val="1"/>
      <w:marLeft w:val="0"/>
      <w:marRight w:val="0"/>
      <w:marTop w:val="0"/>
      <w:marBottom w:val="0"/>
      <w:divBdr>
        <w:top w:val="none" w:sz="0" w:space="0" w:color="auto"/>
        <w:left w:val="none" w:sz="0" w:space="0" w:color="auto"/>
        <w:bottom w:val="none" w:sz="0" w:space="0" w:color="auto"/>
        <w:right w:val="none" w:sz="0" w:space="0" w:color="auto"/>
      </w:divBdr>
    </w:div>
    <w:div w:id="1536573683">
      <w:bodyDiv w:val="1"/>
      <w:marLeft w:val="0"/>
      <w:marRight w:val="0"/>
      <w:marTop w:val="0"/>
      <w:marBottom w:val="0"/>
      <w:divBdr>
        <w:top w:val="none" w:sz="0" w:space="0" w:color="auto"/>
        <w:left w:val="none" w:sz="0" w:space="0" w:color="auto"/>
        <w:bottom w:val="none" w:sz="0" w:space="0" w:color="auto"/>
        <w:right w:val="none" w:sz="0" w:space="0" w:color="auto"/>
      </w:divBdr>
    </w:div>
    <w:div w:id="1537502737">
      <w:bodyDiv w:val="1"/>
      <w:marLeft w:val="0"/>
      <w:marRight w:val="0"/>
      <w:marTop w:val="0"/>
      <w:marBottom w:val="0"/>
      <w:divBdr>
        <w:top w:val="none" w:sz="0" w:space="0" w:color="auto"/>
        <w:left w:val="none" w:sz="0" w:space="0" w:color="auto"/>
        <w:bottom w:val="none" w:sz="0" w:space="0" w:color="auto"/>
        <w:right w:val="none" w:sz="0" w:space="0" w:color="auto"/>
      </w:divBdr>
    </w:div>
    <w:div w:id="1537935724">
      <w:bodyDiv w:val="1"/>
      <w:marLeft w:val="0"/>
      <w:marRight w:val="0"/>
      <w:marTop w:val="0"/>
      <w:marBottom w:val="0"/>
      <w:divBdr>
        <w:top w:val="none" w:sz="0" w:space="0" w:color="auto"/>
        <w:left w:val="none" w:sz="0" w:space="0" w:color="auto"/>
        <w:bottom w:val="none" w:sz="0" w:space="0" w:color="auto"/>
        <w:right w:val="none" w:sz="0" w:space="0" w:color="auto"/>
      </w:divBdr>
    </w:div>
    <w:div w:id="1538664712">
      <w:bodyDiv w:val="1"/>
      <w:marLeft w:val="0"/>
      <w:marRight w:val="0"/>
      <w:marTop w:val="0"/>
      <w:marBottom w:val="0"/>
      <w:divBdr>
        <w:top w:val="none" w:sz="0" w:space="0" w:color="auto"/>
        <w:left w:val="none" w:sz="0" w:space="0" w:color="auto"/>
        <w:bottom w:val="none" w:sz="0" w:space="0" w:color="auto"/>
        <w:right w:val="none" w:sz="0" w:space="0" w:color="auto"/>
      </w:divBdr>
    </w:div>
    <w:div w:id="1538737662">
      <w:bodyDiv w:val="1"/>
      <w:marLeft w:val="0"/>
      <w:marRight w:val="0"/>
      <w:marTop w:val="0"/>
      <w:marBottom w:val="0"/>
      <w:divBdr>
        <w:top w:val="none" w:sz="0" w:space="0" w:color="auto"/>
        <w:left w:val="none" w:sz="0" w:space="0" w:color="auto"/>
        <w:bottom w:val="none" w:sz="0" w:space="0" w:color="auto"/>
        <w:right w:val="none" w:sz="0" w:space="0" w:color="auto"/>
      </w:divBdr>
    </w:div>
    <w:div w:id="1539734603">
      <w:bodyDiv w:val="1"/>
      <w:marLeft w:val="0"/>
      <w:marRight w:val="0"/>
      <w:marTop w:val="0"/>
      <w:marBottom w:val="0"/>
      <w:divBdr>
        <w:top w:val="none" w:sz="0" w:space="0" w:color="auto"/>
        <w:left w:val="none" w:sz="0" w:space="0" w:color="auto"/>
        <w:bottom w:val="none" w:sz="0" w:space="0" w:color="auto"/>
        <w:right w:val="none" w:sz="0" w:space="0" w:color="auto"/>
      </w:divBdr>
    </w:div>
    <w:div w:id="1540245203">
      <w:bodyDiv w:val="1"/>
      <w:marLeft w:val="0"/>
      <w:marRight w:val="0"/>
      <w:marTop w:val="0"/>
      <w:marBottom w:val="0"/>
      <w:divBdr>
        <w:top w:val="none" w:sz="0" w:space="0" w:color="auto"/>
        <w:left w:val="none" w:sz="0" w:space="0" w:color="auto"/>
        <w:bottom w:val="none" w:sz="0" w:space="0" w:color="auto"/>
        <w:right w:val="none" w:sz="0" w:space="0" w:color="auto"/>
      </w:divBdr>
    </w:div>
    <w:div w:id="1540436034">
      <w:bodyDiv w:val="1"/>
      <w:marLeft w:val="0"/>
      <w:marRight w:val="0"/>
      <w:marTop w:val="0"/>
      <w:marBottom w:val="0"/>
      <w:divBdr>
        <w:top w:val="none" w:sz="0" w:space="0" w:color="auto"/>
        <w:left w:val="none" w:sz="0" w:space="0" w:color="auto"/>
        <w:bottom w:val="none" w:sz="0" w:space="0" w:color="auto"/>
        <w:right w:val="none" w:sz="0" w:space="0" w:color="auto"/>
      </w:divBdr>
    </w:div>
    <w:div w:id="1540631980">
      <w:bodyDiv w:val="1"/>
      <w:marLeft w:val="0"/>
      <w:marRight w:val="0"/>
      <w:marTop w:val="0"/>
      <w:marBottom w:val="0"/>
      <w:divBdr>
        <w:top w:val="none" w:sz="0" w:space="0" w:color="auto"/>
        <w:left w:val="none" w:sz="0" w:space="0" w:color="auto"/>
        <w:bottom w:val="none" w:sz="0" w:space="0" w:color="auto"/>
        <w:right w:val="none" w:sz="0" w:space="0" w:color="auto"/>
      </w:divBdr>
    </w:div>
    <w:div w:id="1541547469">
      <w:bodyDiv w:val="1"/>
      <w:marLeft w:val="0"/>
      <w:marRight w:val="0"/>
      <w:marTop w:val="0"/>
      <w:marBottom w:val="0"/>
      <w:divBdr>
        <w:top w:val="none" w:sz="0" w:space="0" w:color="auto"/>
        <w:left w:val="none" w:sz="0" w:space="0" w:color="auto"/>
        <w:bottom w:val="none" w:sz="0" w:space="0" w:color="auto"/>
        <w:right w:val="none" w:sz="0" w:space="0" w:color="auto"/>
      </w:divBdr>
    </w:div>
    <w:div w:id="1541631325">
      <w:bodyDiv w:val="1"/>
      <w:marLeft w:val="0"/>
      <w:marRight w:val="0"/>
      <w:marTop w:val="0"/>
      <w:marBottom w:val="0"/>
      <w:divBdr>
        <w:top w:val="none" w:sz="0" w:space="0" w:color="auto"/>
        <w:left w:val="none" w:sz="0" w:space="0" w:color="auto"/>
        <w:bottom w:val="none" w:sz="0" w:space="0" w:color="auto"/>
        <w:right w:val="none" w:sz="0" w:space="0" w:color="auto"/>
      </w:divBdr>
    </w:div>
    <w:div w:id="1542936672">
      <w:bodyDiv w:val="1"/>
      <w:marLeft w:val="0"/>
      <w:marRight w:val="0"/>
      <w:marTop w:val="0"/>
      <w:marBottom w:val="0"/>
      <w:divBdr>
        <w:top w:val="none" w:sz="0" w:space="0" w:color="auto"/>
        <w:left w:val="none" w:sz="0" w:space="0" w:color="auto"/>
        <w:bottom w:val="none" w:sz="0" w:space="0" w:color="auto"/>
        <w:right w:val="none" w:sz="0" w:space="0" w:color="auto"/>
      </w:divBdr>
    </w:div>
    <w:div w:id="1543402966">
      <w:bodyDiv w:val="1"/>
      <w:marLeft w:val="0"/>
      <w:marRight w:val="0"/>
      <w:marTop w:val="0"/>
      <w:marBottom w:val="0"/>
      <w:divBdr>
        <w:top w:val="none" w:sz="0" w:space="0" w:color="auto"/>
        <w:left w:val="none" w:sz="0" w:space="0" w:color="auto"/>
        <w:bottom w:val="none" w:sz="0" w:space="0" w:color="auto"/>
        <w:right w:val="none" w:sz="0" w:space="0" w:color="auto"/>
      </w:divBdr>
    </w:div>
    <w:div w:id="1543520932">
      <w:bodyDiv w:val="1"/>
      <w:marLeft w:val="0"/>
      <w:marRight w:val="0"/>
      <w:marTop w:val="0"/>
      <w:marBottom w:val="0"/>
      <w:divBdr>
        <w:top w:val="none" w:sz="0" w:space="0" w:color="auto"/>
        <w:left w:val="none" w:sz="0" w:space="0" w:color="auto"/>
        <w:bottom w:val="none" w:sz="0" w:space="0" w:color="auto"/>
        <w:right w:val="none" w:sz="0" w:space="0" w:color="auto"/>
      </w:divBdr>
    </w:div>
    <w:div w:id="1544441333">
      <w:bodyDiv w:val="1"/>
      <w:marLeft w:val="0"/>
      <w:marRight w:val="0"/>
      <w:marTop w:val="0"/>
      <w:marBottom w:val="0"/>
      <w:divBdr>
        <w:top w:val="none" w:sz="0" w:space="0" w:color="auto"/>
        <w:left w:val="none" w:sz="0" w:space="0" w:color="auto"/>
        <w:bottom w:val="none" w:sz="0" w:space="0" w:color="auto"/>
        <w:right w:val="none" w:sz="0" w:space="0" w:color="auto"/>
      </w:divBdr>
    </w:div>
    <w:div w:id="1545020746">
      <w:bodyDiv w:val="1"/>
      <w:marLeft w:val="0"/>
      <w:marRight w:val="0"/>
      <w:marTop w:val="0"/>
      <w:marBottom w:val="0"/>
      <w:divBdr>
        <w:top w:val="none" w:sz="0" w:space="0" w:color="auto"/>
        <w:left w:val="none" w:sz="0" w:space="0" w:color="auto"/>
        <w:bottom w:val="none" w:sz="0" w:space="0" w:color="auto"/>
        <w:right w:val="none" w:sz="0" w:space="0" w:color="auto"/>
      </w:divBdr>
    </w:div>
    <w:div w:id="1546404538">
      <w:bodyDiv w:val="1"/>
      <w:marLeft w:val="0"/>
      <w:marRight w:val="0"/>
      <w:marTop w:val="0"/>
      <w:marBottom w:val="0"/>
      <w:divBdr>
        <w:top w:val="none" w:sz="0" w:space="0" w:color="auto"/>
        <w:left w:val="none" w:sz="0" w:space="0" w:color="auto"/>
        <w:bottom w:val="none" w:sz="0" w:space="0" w:color="auto"/>
        <w:right w:val="none" w:sz="0" w:space="0" w:color="auto"/>
      </w:divBdr>
    </w:div>
    <w:div w:id="1546674542">
      <w:bodyDiv w:val="1"/>
      <w:marLeft w:val="0"/>
      <w:marRight w:val="0"/>
      <w:marTop w:val="0"/>
      <w:marBottom w:val="0"/>
      <w:divBdr>
        <w:top w:val="none" w:sz="0" w:space="0" w:color="auto"/>
        <w:left w:val="none" w:sz="0" w:space="0" w:color="auto"/>
        <w:bottom w:val="none" w:sz="0" w:space="0" w:color="auto"/>
        <w:right w:val="none" w:sz="0" w:space="0" w:color="auto"/>
      </w:divBdr>
    </w:div>
    <w:div w:id="1548490301">
      <w:bodyDiv w:val="1"/>
      <w:marLeft w:val="0"/>
      <w:marRight w:val="0"/>
      <w:marTop w:val="0"/>
      <w:marBottom w:val="0"/>
      <w:divBdr>
        <w:top w:val="none" w:sz="0" w:space="0" w:color="auto"/>
        <w:left w:val="none" w:sz="0" w:space="0" w:color="auto"/>
        <w:bottom w:val="none" w:sz="0" w:space="0" w:color="auto"/>
        <w:right w:val="none" w:sz="0" w:space="0" w:color="auto"/>
      </w:divBdr>
    </w:div>
    <w:div w:id="1549149957">
      <w:bodyDiv w:val="1"/>
      <w:marLeft w:val="0"/>
      <w:marRight w:val="0"/>
      <w:marTop w:val="0"/>
      <w:marBottom w:val="0"/>
      <w:divBdr>
        <w:top w:val="none" w:sz="0" w:space="0" w:color="auto"/>
        <w:left w:val="none" w:sz="0" w:space="0" w:color="auto"/>
        <w:bottom w:val="none" w:sz="0" w:space="0" w:color="auto"/>
        <w:right w:val="none" w:sz="0" w:space="0" w:color="auto"/>
      </w:divBdr>
    </w:div>
    <w:div w:id="1549412358">
      <w:bodyDiv w:val="1"/>
      <w:marLeft w:val="0"/>
      <w:marRight w:val="0"/>
      <w:marTop w:val="0"/>
      <w:marBottom w:val="0"/>
      <w:divBdr>
        <w:top w:val="none" w:sz="0" w:space="0" w:color="auto"/>
        <w:left w:val="none" w:sz="0" w:space="0" w:color="auto"/>
        <w:bottom w:val="none" w:sz="0" w:space="0" w:color="auto"/>
        <w:right w:val="none" w:sz="0" w:space="0" w:color="auto"/>
      </w:divBdr>
    </w:div>
    <w:div w:id="1549536045">
      <w:bodyDiv w:val="1"/>
      <w:marLeft w:val="0"/>
      <w:marRight w:val="0"/>
      <w:marTop w:val="0"/>
      <w:marBottom w:val="0"/>
      <w:divBdr>
        <w:top w:val="none" w:sz="0" w:space="0" w:color="auto"/>
        <w:left w:val="none" w:sz="0" w:space="0" w:color="auto"/>
        <w:bottom w:val="none" w:sz="0" w:space="0" w:color="auto"/>
        <w:right w:val="none" w:sz="0" w:space="0" w:color="auto"/>
      </w:divBdr>
    </w:div>
    <w:div w:id="1549683761">
      <w:bodyDiv w:val="1"/>
      <w:marLeft w:val="0"/>
      <w:marRight w:val="0"/>
      <w:marTop w:val="0"/>
      <w:marBottom w:val="0"/>
      <w:divBdr>
        <w:top w:val="none" w:sz="0" w:space="0" w:color="auto"/>
        <w:left w:val="none" w:sz="0" w:space="0" w:color="auto"/>
        <w:bottom w:val="none" w:sz="0" w:space="0" w:color="auto"/>
        <w:right w:val="none" w:sz="0" w:space="0" w:color="auto"/>
      </w:divBdr>
    </w:div>
    <w:div w:id="1550654136">
      <w:bodyDiv w:val="1"/>
      <w:marLeft w:val="0"/>
      <w:marRight w:val="0"/>
      <w:marTop w:val="0"/>
      <w:marBottom w:val="0"/>
      <w:divBdr>
        <w:top w:val="none" w:sz="0" w:space="0" w:color="auto"/>
        <w:left w:val="none" w:sz="0" w:space="0" w:color="auto"/>
        <w:bottom w:val="none" w:sz="0" w:space="0" w:color="auto"/>
        <w:right w:val="none" w:sz="0" w:space="0" w:color="auto"/>
      </w:divBdr>
    </w:div>
    <w:div w:id="1550797003">
      <w:bodyDiv w:val="1"/>
      <w:marLeft w:val="0"/>
      <w:marRight w:val="0"/>
      <w:marTop w:val="0"/>
      <w:marBottom w:val="0"/>
      <w:divBdr>
        <w:top w:val="none" w:sz="0" w:space="0" w:color="auto"/>
        <w:left w:val="none" w:sz="0" w:space="0" w:color="auto"/>
        <w:bottom w:val="none" w:sz="0" w:space="0" w:color="auto"/>
        <w:right w:val="none" w:sz="0" w:space="0" w:color="auto"/>
      </w:divBdr>
    </w:div>
    <w:div w:id="1551960587">
      <w:bodyDiv w:val="1"/>
      <w:marLeft w:val="0"/>
      <w:marRight w:val="0"/>
      <w:marTop w:val="0"/>
      <w:marBottom w:val="0"/>
      <w:divBdr>
        <w:top w:val="none" w:sz="0" w:space="0" w:color="auto"/>
        <w:left w:val="none" w:sz="0" w:space="0" w:color="auto"/>
        <w:bottom w:val="none" w:sz="0" w:space="0" w:color="auto"/>
        <w:right w:val="none" w:sz="0" w:space="0" w:color="auto"/>
      </w:divBdr>
    </w:div>
    <w:div w:id="1552038753">
      <w:bodyDiv w:val="1"/>
      <w:marLeft w:val="0"/>
      <w:marRight w:val="0"/>
      <w:marTop w:val="0"/>
      <w:marBottom w:val="0"/>
      <w:divBdr>
        <w:top w:val="none" w:sz="0" w:space="0" w:color="auto"/>
        <w:left w:val="none" w:sz="0" w:space="0" w:color="auto"/>
        <w:bottom w:val="none" w:sz="0" w:space="0" w:color="auto"/>
        <w:right w:val="none" w:sz="0" w:space="0" w:color="auto"/>
      </w:divBdr>
    </w:div>
    <w:div w:id="1552109567">
      <w:bodyDiv w:val="1"/>
      <w:marLeft w:val="0"/>
      <w:marRight w:val="0"/>
      <w:marTop w:val="0"/>
      <w:marBottom w:val="0"/>
      <w:divBdr>
        <w:top w:val="none" w:sz="0" w:space="0" w:color="auto"/>
        <w:left w:val="none" w:sz="0" w:space="0" w:color="auto"/>
        <w:bottom w:val="none" w:sz="0" w:space="0" w:color="auto"/>
        <w:right w:val="none" w:sz="0" w:space="0" w:color="auto"/>
      </w:divBdr>
    </w:div>
    <w:div w:id="1552227561">
      <w:bodyDiv w:val="1"/>
      <w:marLeft w:val="0"/>
      <w:marRight w:val="0"/>
      <w:marTop w:val="0"/>
      <w:marBottom w:val="0"/>
      <w:divBdr>
        <w:top w:val="none" w:sz="0" w:space="0" w:color="auto"/>
        <w:left w:val="none" w:sz="0" w:space="0" w:color="auto"/>
        <w:bottom w:val="none" w:sz="0" w:space="0" w:color="auto"/>
        <w:right w:val="none" w:sz="0" w:space="0" w:color="auto"/>
      </w:divBdr>
    </w:div>
    <w:div w:id="1552497552">
      <w:bodyDiv w:val="1"/>
      <w:marLeft w:val="0"/>
      <w:marRight w:val="0"/>
      <w:marTop w:val="0"/>
      <w:marBottom w:val="0"/>
      <w:divBdr>
        <w:top w:val="none" w:sz="0" w:space="0" w:color="auto"/>
        <w:left w:val="none" w:sz="0" w:space="0" w:color="auto"/>
        <w:bottom w:val="none" w:sz="0" w:space="0" w:color="auto"/>
        <w:right w:val="none" w:sz="0" w:space="0" w:color="auto"/>
      </w:divBdr>
    </w:div>
    <w:div w:id="1552613697">
      <w:bodyDiv w:val="1"/>
      <w:marLeft w:val="0"/>
      <w:marRight w:val="0"/>
      <w:marTop w:val="0"/>
      <w:marBottom w:val="0"/>
      <w:divBdr>
        <w:top w:val="none" w:sz="0" w:space="0" w:color="auto"/>
        <w:left w:val="none" w:sz="0" w:space="0" w:color="auto"/>
        <w:bottom w:val="none" w:sz="0" w:space="0" w:color="auto"/>
        <w:right w:val="none" w:sz="0" w:space="0" w:color="auto"/>
      </w:divBdr>
    </w:div>
    <w:div w:id="1553299304">
      <w:bodyDiv w:val="1"/>
      <w:marLeft w:val="0"/>
      <w:marRight w:val="0"/>
      <w:marTop w:val="0"/>
      <w:marBottom w:val="0"/>
      <w:divBdr>
        <w:top w:val="none" w:sz="0" w:space="0" w:color="auto"/>
        <w:left w:val="none" w:sz="0" w:space="0" w:color="auto"/>
        <w:bottom w:val="none" w:sz="0" w:space="0" w:color="auto"/>
        <w:right w:val="none" w:sz="0" w:space="0" w:color="auto"/>
      </w:divBdr>
    </w:div>
    <w:div w:id="1553343605">
      <w:bodyDiv w:val="1"/>
      <w:marLeft w:val="0"/>
      <w:marRight w:val="0"/>
      <w:marTop w:val="0"/>
      <w:marBottom w:val="0"/>
      <w:divBdr>
        <w:top w:val="none" w:sz="0" w:space="0" w:color="auto"/>
        <w:left w:val="none" w:sz="0" w:space="0" w:color="auto"/>
        <w:bottom w:val="none" w:sz="0" w:space="0" w:color="auto"/>
        <w:right w:val="none" w:sz="0" w:space="0" w:color="auto"/>
      </w:divBdr>
    </w:div>
    <w:div w:id="1553538631">
      <w:bodyDiv w:val="1"/>
      <w:marLeft w:val="0"/>
      <w:marRight w:val="0"/>
      <w:marTop w:val="0"/>
      <w:marBottom w:val="0"/>
      <w:divBdr>
        <w:top w:val="none" w:sz="0" w:space="0" w:color="auto"/>
        <w:left w:val="none" w:sz="0" w:space="0" w:color="auto"/>
        <w:bottom w:val="none" w:sz="0" w:space="0" w:color="auto"/>
        <w:right w:val="none" w:sz="0" w:space="0" w:color="auto"/>
      </w:divBdr>
    </w:div>
    <w:div w:id="1554074480">
      <w:bodyDiv w:val="1"/>
      <w:marLeft w:val="0"/>
      <w:marRight w:val="0"/>
      <w:marTop w:val="0"/>
      <w:marBottom w:val="0"/>
      <w:divBdr>
        <w:top w:val="none" w:sz="0" w:space="0" w:color="auto"/>
        <w:left w:val="none" w:sz="0" w:space="0" w:color="auto"/>
        <w:bottom w:val="none" w:sz="0" w:space="0" w:color="auto"/>
        <w:right w:val="none" w:sz="0" w:space="0" w:color="auto"/>
      </w:divBdr>
    </w:div>
    <w:div w:id="1554385500">
      <w:bodyDiv w:val="1"/>
      <w:marLeft w:val="0"/>
      <w:marRight w:val="0"/>
      <w:marTop w:val="0"/>
      <w:marBottom w:val="0"/>
      <w:divBdr>
        <w:top w:val="none" w:sz="0" w:space="0" w:color="auto"/>
        <w:left w:val="none" w:sz="0" w:space="0" w:color="auto"/>
        <w:bottom w:val="none" w:sz="0" w:space="0" w:color="auto"/>
        <w:right w:val="none" w:sz="0" w:space="0" w:color="auto"/>
      </w:divBdr>
    </w:div>
    <w:div w:id="1555310221">
      <w:bodyDiv w:val="1"/>
      <w:marLeft w:val="0"/>
      <w:marRight w:val="0"/>
      <w:marTop w:val="0"/>
      <w:marBottom w:val="0"/>
      <w:divBdr>
        <w:top w:val="none" w:sz="0" w:space="0" w:color="auto"/>
        <w:left w:val="none" w:sz="0" w:space="0" w:color="auto"/>
        <w:bottom w:val="none" w:sz="0" w:space="0" w:color="auto"/>
        <w:right w:val="none" w:sz="0" w:space="0" w:color="auto"/>
      </w:divBdr>
    </w:div>
    <w:div w:id="1555508839">
      <w:bodyDiv w:val="1"/>
      <w:marLeft w:val="0"/>
      <w:marRight w:val="0"/>
      <w:marTop w:val="0"/>
      <w:marBottom w:val="0"/>
      <w:divBdr>
        <w:top w:val="none" w:sz="0" w:space="0" w:color="auto"/>
        <w:left w:val="none" w:sz="0" w:space="0" w:color="auto"/>
        <w:bottom w:val="none" w:sz="0" w:space="0" w:color="auto"/>
        <w:right w:val="none" w:sz="0" w:space="0" w:color="auto"/>
      </w:divBdr>
    </w:div>
    <w:div w:id="1555694335">
      <w:bodyDiv w:val="1"/>
      <w:marLeft w:val="0"/>
      <w:marRight w:val="0"/>
      <w:marTop w:val="0"/>
      <w:marBottom w:val="0"/>
      <w:divBdr>
        <w:top w:val="none" w:sz="0" w:space="0" w:color="auto"/>
        <w:left w:val="none" w:sz="0" w:space="0" w:color="auto"/>
        <w:bottom w:val="none" w:sz="0" w:space="0" w:color="auto"/>
        <w:right w:val="none" w:sz="0" w:space="0" w:color="auto"/>
      </w:divBdr>
    </w:div>
    <w:div w:id="1555696213">
      <w:bodyDiv w:val="1"/>
      <w:marLeft w:val="0"/>
      <w:marRight w:val="0"/>
      <w:marTop w:val="0"/>
      <w:marBottom w:val="0"/>
      <w:divBdr>
        <w:top w:val="none" w:sz="0" w:space="0" w:color="auto"/>
        <w:left w:val="none" w:sz="0" w:space="0" w:color="auto"/>
        <w:bottom w:val="none" w:sz="0" w:space="0" w:color="auto"/>
        <w:right w:val="none" w:sz="0" w:space="0" w:color="auto"/>
      </w:divBdr>
    </w:div>
    <w:div w:id="1555852957">
      <w:bodyDiv w:val="1"/>
      <w:marLeft w:val="0"/>
      <w:marRight w:val="0"/>
      <w:marTop w:val="0"/>
      <w:marBottom w:val="0"/>
      <w:divBdr>
        <w:top w:val="none" w:sz="0" w:space="0" w:color="auto"/>
        <w:left w:val="none" w:sz="0" w:space="0" w:color="auto"/>
        <w:bottom w:val="none" w:sz="0" w:space="0" w:color="auto"/>
        <w:right w:val="none" w:sz="0" w:space="0" w:color="auto"/>
      </w:divBdr>
    </w:div>
    <w:div w:id="1557622253">
      <w:bodyDiv w:val="1"/>
      <w:marLeft w:val="0"/>
      <w:marRight w:val="0"/>
      <w:marTop w:val="0"/>
      <w:marBottom w:val="0"/>
      <w:divBdr>
        <w:top w:val="none" w:sz="0" w:space="0" w:color="auto"/>
        <w:left w:val="none" w:sz="0" w:space="0" w:color="auto"/>
        <w:bottom w:val="none" w:sz="0" w:space="0" w:color="auto"/>
        <w:right w:val="none" w:sz="0" w:space="0" w:color="auto"/>
      </w:divBdr>
    </w:div>
    <w:div w:id="1557813499">
      <w:bodyDiv w:val="1"/>
      <w:marLeft w:val="0"/>
      <w:marRight w:val="0"/>
      <w:marTop w:val="0"/>
      <w:marBottom w:val="0"/>
      <w:divBdr>
        <w:top w:val="none" w:sz="0" w:space="0" w:color="auto"/>
        <w:left w:val="none" w:sz="0" w:space="0" w:color="auto"/>
        <w:bottom w:val="none" w:sz="0" w:space="0" w:color="auto"/>
        <w:right w:val="none" w:sz="0" w:space="0" w:color="auto"/>
      </w:divBdr>
    </w:div>
    <w:div w:id="1557937323">
      <w:bodyDiv w:val="1"/>
      <w:marLeft w:val="0"/>
      <w:marRight w:val="0"/>
      <w:marTop w:val="0"/>
      <w:marBottom w:val="0"/>
      <w:divBdr>
        <w:top w:val="none" w:sz="0" w:space="0" w:color="auto"/>
        <w:left w:val="none" w:sz="0" w:space="0" w:color="auto"/>
        <w:bottom w:val="none" w:sz="0" w:space="0" w:color="auto"/>
        <w:right w:val="none" w:sz="0" w:space="0" w:color="auto"/>
      </w:divBdr>
    </w:div>
    <w:div w:id="1558122909">
      <w:bodyDiv w:val="1"/>
      <w:marLeft w:val="0"/>
      <w:marRight w:val="0"/>
      <w:marTop w:val="0"/>
      <w:marBottom w:val="0"/>
      <w:divBdr>
        <w:top w:val="none" w:sz="0" w:space="0" w:color="auto"/>
        <w:left w:val="none" w:sz="0" w:space="0" w:color="auto"/>
        <w:bottom w:val="none" w:sz="0" w:space="0" w:color="auto"/>
        <w:right w:val="none" w:sz="0" w:space="0" w:color="auto"/>
      </w:divBdr>
    </w:div>
    <w:div w:id="1559393325">
      <w:bodyDiv w:val="1"/>
      <w:marLeft w:val="0"/>
      <w:marRight w:val="0"/>
      <w:marTop w:val="0"/>
      <w:marBottom w:val="0"/>
      <w:divBdr>
        <w:top w:val="none" w:sz="0" w:space="0" w:color="auto"/>
        <w:left w:val="none" w:sz="0" w:space="0" w:color="auto"/>
        <w:bottom w:val="none" w:sz="0" w:space="0" w:color="auto"/>
        <w:right w:val="none" w:sz="0" w:space="0" w:color="auto"/>
      </w:divBdr>
    </w:div>
    <w:div w:id="1561015625">
      <w:bodyDiv w:val="1"/>
      <w:marLeft w:val="0"/>
      <w:marRight w:val="0"/>
      <w:marTop w:val="0"/>
      <w:marBottom w:val="0"/>
      <w:divBdr>
        <w:top w:val="none" w:sz="0" w:space="0" w:color="auto"/>
        <w:left w:val="none" w:sz="0" w:space="0" w:color="auto"/>
        <w:bottom w:val="none" w:sz="0" w:space="0" w:color="auto"/>
        <w:right w:val="none" w:sz="0" w:space="0" w:color="auto"/>
      </w:divBdr>
    </w:div>
    <w:div w:id="1561162791">
      <w:bodyDiv w:val="1"/>
      <w:marLeft w:val="0"/>
      <w:marRight w:val="0"/>
      <w:marTop w:val="0"/>
      <w:marBottom w:val="0"/>
      <w:divBdr>
        <w:top w:val="none" w:sz="0" w:space="0" w:color="auto"/>
        <w:left w:val="none" w:sz="0" w:space="0" w:color="auto"/>
        <w:bottom w:val="none" w:sz="0" w:space="0" w:color="auto"/>
        <w:right w:val="none" w:sz="0" w:space="0" w:color="auto"/>
      </w:divBdr>
    </w:div>
    <w:div w:id="1561205009">
      <w:bodyDiv w:val="1"/>
      <w:marLeft w:val="0"/>
      <w:marRight w:val="0"/>
      <w:marTop w:val="0"/>
      <w:marBottom w:val="0"/>
      <w:divBdr>
        <w:top w:val="none" w:sz="0" w:space="0" w:color="auto"/>
        <w:left w:val="none" w:sz="0" w:space="0" w:color="auto"/>
        <w:bottom w:val="none" w:sz="0" w:space="0" w:color="auto"/>
        <w:right w:val="none" w:sz="0" w:space="0" w:color="auto"/>
      </w:divBdr>
    </w:div>
    <w:div w:id="1561281399">
      <w:bodyDiv w:val="1"/>
      <w:marLeft w:val="0"/>
      <w:marRight w:val="0"/>
      <w:marTop w:val="0"/>
      <w:marBottom w:val="0"/>
      <w:divBdr>
        <w:top w:val="none" w:sz="0" w:space="0" w:color="auto"/>
        <w:left w:val="none" w:sz="0" w:space="0" w:color="auto"/>
        <w:bottom w:val="none" w:sz="0" w:space="0" w:color="auto"/>
        <w:right w:val="none" w:sz="0" w:space="0" w:color="auto"/>
      </w:divBdr>
    </w:div>
    <w:div w:id="1561746741">
      <w:bodyDiv w:val="1"/>
      <w:marLeft w:val="0"/>
      <w:marRight w:val="0"/>
      <w:marTop w:val="0"/>
      <w:marBottom w:val="0"/>
      <w:divBdr>
        <w:top w:val="none" w:sz="0" w:space="0" w:color="auto"/>
        <w:left w:val="none" w:sz="0" w:space="0" w:color="auto"/>
        <w:bottom w:val="none" w:sz="0" w:space="0" w:color="auto"/>
        <w:right w:val="none" w:sz="0" w:space="0" w:color="auto"/>
      </w:divBdr>
    </w:div>
    <w:div w:id="1561986441">
      <w:bodyDiv w:val="1"/>
      <w:marLeft w:val="0"/>
      <w:marRight w:val="0"/>
      <w:marTop w:val="0"/>
      <w:marBottom w:val="0"/>
      <w:divBdr>
        <w:top w:val="none" w:sz="0" w:space="0" w:color="auto"/>
        <w:left w:val="none" w:sz="0" w:space="0" w:color="auto"/>
        <w:bottom w:val="none" w:sz="0" w:space="0" w:color="auto"/>
        <w:right w:val="none" w:sz="0" w:space="0" w:color="auto"/>
      </w:divBdr>
    </w:div>
    <w:div w:id="1562594212">
      <w:bodyDiv w:val="1"/>
      <w:marLeft w:val="0"/>
      <w:marRight w:val="0"/>
      <w:marTop w:val="0"/>
      <w:marBottom w:val="0"/>
      <w:divBdr>
        <w:top w:val="none" w:sz="0" w:space="0" w:color="auto"/>
        <w:left w:val="none" w:sz="0" w:space="0" w:color="auto"/>
        <w:bottom w:val="none" w:sz="0" w:space="0" w:color="auto"/>
        <w:right w:val="none" w:sz="0" w:space="0" w:color="auto"/>
      </w:divBdr>
    </w:div>
    <w:div w:id="1565723045">
      <w:bodyDiv w:val="1"/>
      <w:marLeft w:val="0"/>
      <w:marRight w:val="0"/>
      <w:marTop w:val="0"/>
      <w:marBottom w:val="0"/>
      <w:divBdr>
        <w:top w:val="none" w:sz="0" w:space="0" w:color="auto"/>
        <w:left w:val="none" w:sz="0" w:space="0" w:color="auto"/>
        <w:bottom w:val="none" w:sz="0" w:space="0" w:color="auto"/>
        <w:right w:val="none" w:sz="0" w:space="0" w:color="auto"/>
      </w:divBdr>
    </w:div>
    <w:div w:id="1566065905">
      <w:bodyDiv w:val="1"/>
      <w:marLeft w:val="0"/>
      <w:marRight w:val="0"/>
      <w:marTop w:val="0"/>
      <w:marBottom w:val="0"/>
      <w:divBdr>
        <w:top w:val="none" w:sz="0" w:space="0" w:color="auto"/>
        <w:left w:val="none" w:sz="0" w:space="0" w:color="auto"/>
        <w:bottom w:val="none" w:sz="0" w:space="0" w:color="auto"/>
        <w:right w:val="none" w:sz="0" w:space="0" w:color="auto"/>
      </w:divBdr>
    </w:div>
    <w:div w:id="1566450519">
      <w:bodyDiv w:val="1"/>
      <w:marLeft w:val="0"/>
      <w:marRight w:val="0"/>
      <w:marTop w:val="0"/>
      <w:marBottom w:val="0"/>
      <w:divBdr>
        <w:top w:val="none" w:sz="0" w:space="0" w:color="auto"/>
        <w:left w:val="none" w:sz="0" w:space="0" w:color="auto"/>
        <w:bottom w:val="none" w:sz="0" w:space="0" w:color="auto"/>
        <w:right w:val="none" w:sz="0" w:space="0" w:color="auto"/>
      </w:divBdr>
    </w:div>
    <w:div w:id="1567648994">
      <w:bodyDiv w:val="1"/>
      <w:marLeft w:val="0"/>
      <w:marRight w:val="0"/>
      <w:marTop w:val="0"/>
      <w:marBottom w:val="0"/>
      <w:divBdr>
        <w:top w:val="none" w:sz="0" w:space="0" w:color="auto"/>
        <w:left w:val="none" w:sz="0" w:space="0" w:color="auto"/>
        <w:bottom w:val="none" w:sz="0" w:space="0" w:color="auto"/>
        <w:right w:val="none" w:sz="0" w:space="0" w:color="auto"/>
      </w:divBdr>
    </w:div>
    <w:div w:id="1567954847">
      <w:bodyDiv w:val="1"/>
      <w:marLeft w:val="0"/>
      <w:marRight w:val="0"/>
      <w:marTop w:val="0"/>
      <w:marBottom w:val="0"/>
      <w:divBdr>
        <w:top w:val="none" w:sz="0" w:space="0" w:color="auto"/>
        <w:left w:val="none" w:sz="0" w:space="0" w:color="auto"/>
        <w:bottom w:val="none" w:sz="0" w:space="0" w:color="auto"/>
        <w:right w:val="none" w:sz="0" w:space="0" w:color="auto"/>
      </w:divBdr>
    </w:div>
    <w:div w:id="1569076732">
      <w:bodyDiv w:val="1"/>
      <w:marLeft w:val="0"/>
      <w:marRight w:val="0"/>
      <w:marTop w:val="0"/>
      <w:marBottom w:val="0"/>
      <w:divBdr>
        <w:top w:val="none" w:sz="0" w:space="0" w:color="auto"/>
        <w:left w:val="none" w:sz="0" w:space="0" w:color="auto"/>
        <w:bottom w:val="none" w:sz="0" w:space="0" w:color="auto"/>
        <w:right w:val="none" w:sz="0" w:space="0" w:color="auto"/>
      </w:divBdr>
    </w:div>
    <w:div w:id="1569731649">
      <w:bodyDiv w:val="1"/>
      <w:marLeft w:val="0"/>
      <w:marRight w:val="0"/>
      <w:marTop w:val="0"/>
      <w:marBottom w:val="0"/>
      <w:divBdr>
        <w:top w:val="none" w:sz="0" w:space="0" w:color="auto"/>
        <w:left w:val="none" w:sz="0" w:space="0" w:color="auto"/>
        <w:bottom w:val="none" w:sz="0" w:space="0" w:color="auto"/>
        <w:right w:val="none" w:sz="0" w:space="0" w:color="auto"/>
      </w:divBdr>
    </w:div>
    <w:div w:id="1569999431">
      <w:bodyDiv w:val="1"/>
      <w:marLeft w:val="0"/>
      <w:marRight w:val="0"/>
      <w:marTop w:val="0"/>
      <w:marBottom w:val="0"/>
      <w:divBdr>
        <w:top w:val="none" w:sz="0" w:space="0" w:color="auto"/>
        <w:left w:val="none" w:sz="0" w:space="0" w:color="auto"/>
        <w:bottom w:val="none" w:sz="0" w:space="0" w:color="auto"/>
        <w:right w:val="none" w:sz="0" w:space="0" w:color="auto"/>
      </w:divBdr>
    </w:div>
    <w:div w:id="1570382486">
      <w:bodyDiv w:val="1"/>
      <w:marLeft w:val="0"/>
      <w:marRight w:val="0"/>
      <w:marTop w:val="0"/>
      <w:marBottom w:val="0"/>
      <w:divBdr>
        <w:top w:val="none" w:sz="0" w:space="0" w:color="auto"/>
        <w:left w:val="none" w:sz="0" w:space="0" w:color="auto"/>
        <w:bottom w:val="none" w:sz="0" w:space="0" w:color="auto"/>
        <w:right w:val="none" w:sz="0" w:space="0" w:color="auto"/>
      </w:divBdr>
    </w:div>
    <w:div w:id="1570574243">
      <w:bodyDiv w:val="1"/>
      <w:marLeft w:val="0"/>
      <w:marRight w:val="0"/>
      <w:marTop w:val="0"/>
      <w:marBottom w:val="0"/>
      <w:divBdr>
        <w:top w:val="none" w:sz="0" w:space="0" w:color="auto"/>
        <w:left w:val="none" w:sz="0" w:space="0" w:color="auto"/>
        <w:bottom w:val="none" w:sz="0" w:space="0" w:color="auto"/>
        <w:right w:val="none" w:sz="0" w:space="0" w:color="auto"/>
      </w:divBdr>
    </w:div>
    <w:div w:id="1571113904">
      <w:bodyDiv w:val="1"/>
      <w:marLeft w:val="0"/>
      <w:marRight w:val="0"/>
      <w:marTop w:val="0"/>
      <w:marBottom w:val="0"/>
      <w:divBdr>
        <w:top w:val="none" w:sz="0" w:space="0" w:color="auto"/>
        <w:left w:val="none" w:sz="0" w:space="0" w:color="auto"/>
        <w:bottom w:val="none" w:sz="0" w:space="0" w:color="auto"/>
        <w:right w:val="none" w:sz="0" w:space="0" w:color="auto"/>
      </w:divBdr>
    </w:div>
    <w:div w:id="1571230905">
      <w:bodyDiv w:val="1"/>
      <w:marLeft w:val="0"/>
      <w:marRight w:val="0"/>
      <w:marTop w:val="0"/>
      <w:marBottom w:val="0"/>
      <w:divBdr>
        <w:top w:val="none" w:sz="0" w:space="0" w:color="auto"/>
        <w:left w:val="none" w:sz="0" w:space="0" w:color="auto"/>
        <w:bottom w:val="none" w:sz="0" w:space="0" w:color="auto"/>
        <w:right w:val="none" w:sz="0" w:space="0" w:color="auto"/>
      </w:divBdr>
    </w:div>
    <w:div w:id="1571380494">
      <w:bodyDiv w:val="1"/>
      <w:marLeft w:val="0"/>
      <w:marRight w:val="0"/>
      <w:marTop w:val="0"/>
      <w:marBottom w:val="0"/>
      <w:divBdr>
        <w:top w:val="none" w:sz="0" w:space="0" w:color="auto"/>
        <w:left w:val="none" w:sz="0" w:space="0" w:color="auto"/>
        <w:bottom w:val="none" w:sz="0" w:space="0" w:color="auto"/>
        <w:right w:val="none" w:sz="0" w:space="0" w:color="auto"/>
      </w:divBdr>
    </w:div>
    <w:div w:id="1574316313">
      <w:bodyDiv w:val="1"/>
      <w:marLeft w:val="0"/>
      <w:marRight w:val="0"/>
      <w:marTop w:val="0"/>
      <w:marBottom w:val="0"/>
      <w:divBdr>
        <w:top w:val="none" w:sz="0" w:space="0" w:color="auto"/>
        <w:left w:val="none" w:sz="0" w:space="0" w:color="auto"/>
        <w:bottom w:val="none" w:sz="0" w:space="0" w:color="auto"/>
        <w:right w:val="none" w:sz="0" w:space="0" w:color="auto"/>
      </w:divBdr>
    </w:div>
    <w:div w:id="1574468344">
      <w:bodyDiv w:val="1"/>
      <w:marLeft w:val="0"/>
      <w:marRight w:val="0"/>
      <w:marTop w:val="0"/>
      <w:marBottom w:val="0"/>
      <w:divBdr>
        <w:top w:val="none" w:sz="0" w:space="0" w:color="auto"/>
        <w:left w:val="none" w:sz="0" w:space="0" w:color="auto"/>
        <w:bottom w:val="none" w:sz="0" w:space="0" w:color="auto"/>
        <w:right w:val="none" w:sz="0" w:space="0" w:color="auto"/>
      </w:divBdr>
    </w:div>
    <w:div w:id="1574854609">
      <w:bodyDiv w:val="1"/>
      <w:marLeft w:val="0"/>
      <w:marRight w:val="0"/>
      <w:marTop w:val="0"/>
      <w:marBottom w:val="0"/>
      <w:divBdr>
        <w:top w:val="none" w:sz="0" w:space="0" w:color="auto"/>
        <w:left w:val="none" w:sz="0" w:space="0" w:color="auto"/>
        <w:bottom w:val="none" w:sz="0" w:space="0" w:color="auto"/>
        <w:right w:val="none" w:sz="0" w:space="0" w:color="auto"/>
      </w:divBdr>
    </w:div>
    <w:div w:id="1575123177">
      <w:bodyDiv w:val="1"/>
      <w:marLeft w:val="0"/>
      <w:marRight w:val="0"/>
      <w:marTop w:val="0"/>
      <w:marBottom w:val="0"/>
      <w:divBdr>
        <w:top w:val="none" w:sz="0" w:space="0" w:color="auto"/>
        <w:left w:val="none" w:sz="0" w:space="0" w:color="auto"/>
        <w:bottom w:val="none" w:sz="0" w:space="0" w:color="auto"/>
        <w:right w:val="none" w:sz="0" w:space="0" w:color="auto"/>
      </w:divBdr>
    </w:div>
    <w:div w:id="1576939916">
      <w:bodyDiv w:val="1"/>
      <w:marLeft w:val="0"/>
      <w:marRight w:val="0"/>
      <w:marTop w:val="0"/>
      <w:marBottom w:val="0"/>
      <w:divBdr>
        <w:top w:val="none" w:sz="0" w:space="0" w:color="auto"/>
        <w:left w:val="none" w:sz="0" w:space="0" w:color="auto"/>
        <w:bottom w:val="none" w:sz="0" w:space="0" w:color="auto"/>
        <w:right w:val="none" w:sz="0" w:space="0" w:color="auto"/>
      </w:divBdr>
    </w:div>
    <w:div w:id="1577008372">
      <w:bodyDiv w:val="1"/>
      <w:marLeft w:val="0"/>
      <w:marRight w:val="0"/>
      <w:marTop w:val="0"/>
      <w:marBottom w:val="0"/>
      <w:divBdr>
        <w:top w:val="none" w:sz="0" w:space="0" w:color="auto"/>
        <w:left w:val="none" w:sz="0" w:space="0" w:color="auto"/>
        <w:bottom w:val="none" w:sz="0" w:space="0" w:color="auto"/>
        <w:right w:val="none" w:sz="0" w:space="0" w:color="auto"/>
      </w:divBdr>
    </w:div>
    <w:div w:id="1577088520">
      <w:bodyDiv w:val="1"/>
      <w:marLeft w:val="0"/>
      <w:marRight w:val="0"/>
      <w:marTop w:val="0"/>
      <w:marBottom w:val="0"/>
      <w:divBdr>
        <w:top w:val="none" w:sz="0" w:space="0" w:color="auto"/>
        <w:left w:val="none" w:sz="0" w:space="0" w:color="auto"/>
        <w:bottom w:val="none" w:sz="0" w:space="0" w:color="auto"/>
        <w:right w:val="none" w:sz="0" w:space="0" w:color="auto"/>
      </w:divBdr>
    </w:div>
    <w:div w:id="1577518805">
      <w:bodyDiv w:val="1"/>
      <w:marLeft w:val="0"/>
      <w:marRight w:val="0"/>
      <w:marTop w:val="0"/>
      <w:marBottom w:val="0"/>
      <w:divBdr>
        <w:top w:val="none" w:sz="0" w:space="0" w:color="auto"/>
        <w:left w:val="none" w:sz="0" w:space="0" w:color="auto"/>
        <w:bottom w:val="none" w:sz="0" w:space="0" w:color="auto"/>
        <w:right w:val="none" w:sz="0" w:space="0" w:color="auto"/>
      </w:divBdr>
    </w:div>
    <w:div w:id="1577669530">
      <w:bodyDiv w:val="1"/>
      <w:marLeft w:val="0"/>
      <w:marRight w:val="0"/>
      <w:marTop w:val="0"/>
      <w:marBottom w:val="0"/>
      <w:divBdr>
        <w:top w:val="none" w:sz="0" w:space="0" w:color="auto"/>
        <w:left w:val="none" w:sz="0" w:space="0" w:color="auto"/>
        <w:bottom w:val="none" w:sz="0" w:space="0" w:color="auto"/>
        <w:right w:val="none" w:sz="0" w:space="0" w:color="auto"/>
      </w:divBdr>
    </w:div>
    <w:div w:id="1580168912">
      <w:bodyDiv w:val="1"/>
      <w:marLeft w:val="0"/>
      <w:marRight w:val="0"/>
      <w:marTop w:val="0"/>
      <w:marBottom w:val="0"/>
      <w:divBdr>
        <w:top w:val="none" w:sz="0" w:space="0" w:color="auto"/>
        <w:left w:val="none" w:sz="0" w:space="0" w:color="auto"/>
        <w:bottom w:val="none" w:sz="0" w:space="0" w:color="auto"/>
        <w:right w:val="none" w:sz="0" w:space="0" w:color="auto"/>
      </w:divBdr>
    </w:div>
    <w:div w:id="1580867006">
      <w:bodyDiv w:val="1"/>
      <w:marLeft w:val="0"/>
      <w:marRight w:val="0"/>
      <w:marTop w:val="0"/>
      <w:marBottom w:val="0"/>
      <w:divBdr>
        <w:top w:val="none" w:sz="0" w:space="0" w:color="auto"/>
        <w:left w:val="none" w:sz="0" w:space="0" w:color="auto"/>
        <w:bottom w:val="none" w:sz="0" w:space="0" w:color="auto"/>
        <w:right w:val="none" w:sz="0" w:space="0" w:color="auto"/>
      </w:divBdr>
    </w:div>
    <w:div w:id="1580872730">
      <w:bodyDiv w:val="1"/>
      <w:marLeft w:val="0"/>
      <w:marRight w:val="0"/>
      <w:marTop w:val="0"/>
      <w:marBottom w:val="0"/>
      <w:divBdr>
        <w:top w:val="none" w:sz="0" w:space="0" w:color="auto"/>
        <w:left w:val="none" w:sz="0" w:space="0" w:color="auto"/>
        <w:bottom w:val="none" w:sz="0" w:space="0" w:color="auto"/>
        <w:right w:val="none" w:sz="0" w:space="0" w:color="auto"/>
      </w:divBdr>
    </w:div>
    <w:div w:id="1581599553">
      <w:bodyDiv w:val="1"/>
      <w:marLeft w:val="0"/>
      <w:marRight w:val="0"/>
      <w:marTop w:val="0"/>
      <w:marBottom w:val="0"/>
      <w:divBdr>
        <w:top w:val="none" w:sz="0" w:space="0" w:color="auto"/>
        <w:left w:val="none" w:sz="0" w:space="0" w:color="auto"/>
        <w:bottom w:val="none" w:sz="0" w:space="0" w:color="auto"/>
        <w:right w:val="none" w:sz="0" w:space="0" w:color="auto"/>
      </w:divBdr>
    </w:div>
    <w:div w:id="1581676975">
      <w:bodyDiv w:val="1"/>
      <w:marLeft w:val="0"/>
      <w:marRight w:val="0"/>
      <w:marTop w:val="0"/>
      <w:marBottom w:val="0"/>
      <w:divBdr>
        <w:top w:val="none" w:sz="0" w:space="0" w:color="auto"/>
        <w:left w:val="none" w:sz="0" w:space="0" w:color="auto"/>
        <w:bottom w:val="none" w:sz="0" w:space="0" w:color="auto"/>
        <w:right w:val="none" w:sz="0" w:space="0" w:color="auto"/>
      </w:divBdr>
    </w:div>
    <w:div w:id="1582718813">
      <w:bodyDiv w:val="1"/>
      <w:marLeft w:val="0"/>
      <w:marRight w:val="0"/>
      <w:marTop w:val="0"/>
      <w:marBottom w:val="0"/>
      <w:divBdr>
        <w:top w:val="none" w:sz="0" w:space="0" w:color="auto"/>
        <w:left w:val="none" w:sz="0" w:space="0" w:color="auto"/>
        <w:bottom w:val="none" w:sz="0" w:space="0" w:color="auto"/>
        <w:right w:val="none" w:sz="0" w:space="0" w:color="auto"/>
      </w:divBdr>
    </w:div>
    <w:div w:id="1582907644">
      <w:bodyDiv w:val="1"/>
      <w:marLeft w:val="0"/>
      <w:marRight w:val="0"/>
      <w:marTop w:val="0"/>
      <w:marBottom w:val="0"/>
      <w:divBdr>
        <w:top w:val="none" w:sz="0" w:space="0" w:color="auto"/>
        <w:left w:val="none" w:sz="0" w:space="0" w:color="auto"/>
        <w:bottom w:val="none" w:sz="0" w:space="0" w:color="auto"/>
        <w:right w:val="none" w:sz="0" w:space="0" w:color="auto"/>
      </w:divBdr>
    </w:div>
    <w:div w:id="1584221979">
      <w:bodyDiv w:val="1"/>
      <w:marLeft w:val="0"/>
      <w:marRight w:val="0"/>
      <w:marTop w:val="0"/>
      <w:marBottom w:val="0"/>
      <w:divBdr>
        <w:top w:val="none" w:sz="0" w:space="0" w:color="auto"/>
        <w:left w:val="none" w:sz="0" w:space="0" w:color="auto"/>
        <w:bottom w:val="none" w:sz="0" w:space="0" w:color="auto"/>
        <w:right w:val="none" w:sz="0" w:space="0" w:color="auto"/>
      </w:divBdr>
    </w:div>
    <w:div w:id="1584415281">
      <w:bodyDiv w:val="1"/>
      <w:marLeft w:val="0"/>
      <w:marRight w:val="0"/>
      <w:marTop w:val="0"/>
      <w:marBottom w:val="0"/>
      <w:divBdr>
        <w:top w:val="none" w:sz="0" w:space="0" w:color="auto"/>
        <w:left w:val="none" w:sz="0" w:space="0" w:color="auto"/>
        <w:bottom w:val="none" w:sz="0" w:space="0" w:color="auto"/>
        <w:right w:val="none" w:sz="0" w:space="0" w:color="auto"/>
      </w:divBdr>
    </w:div>
    <w:div w:id="1584606820">
      <w:bodyDiv w:val="1"/>
      <w:marLeft w:val="0"/>
      <w:marRight w:val="0"/>
      <w:marTop w:val="0"/>
      <w:marBottom w:val="0"/>
      <w:divBdr>
        <w:top w:val="none" w:sz="0" w:space="0" w:color="auto"/>
        <w:left w:val="none" w:sz="0" w:space="0" w:color="auto"/>
        <w:bottom w:val="none" w:sz="0" w:space="0" w:color="auto"/>
        <w:right w:val="none" w:sz="0" w:space="0" w:color="auto"/>
      </w:divBdr>
    </w:div>
    <w:div w:id="1585643789">
      <w:bodyDiv w:val="1"/>
      <w:marLeft w:val="0"/>
      <w:marRight w:val="0"/>
      <w:marTop w:val="0"/>
      <w:marBottom w:val="0"/>
      <w:divBdr>
        <w:top w:val="none" w:sz="0" w:space="0" w:color="auto"/>
        <w:left w:val="none" w:sz="0" w:space="0" w:color="auto"/>
        <w:bottom w:val="none" w:sz="0" w:space="0" w:color="auto"/>
        <w:right w:val="none" w:sz="0" w:space="0" w:color="auto"/>
      </w:divBdr>
    </w:div>
    <w:div w:id="1586962482">
      <w:bodyDiv w:val="1"/>
      <w:marLeft w:val="0"/>
      <w:marRight w:val="0"/>
      <w:marTop w:val="0"/>
      <w:marBottom w:val="0"/>
      <w:divBdr>
        <w:top w:val="none" w:sz="0" w:space="0" w:color="auto"/>
        <w:left w:val="none" w:sz="0" w:space="0" w:color="auto"/>
        <w:bottom w:val="none" w:sz="0" w:space="0" w:color="auto"/>
        <w:right w:val="none" w:sz="0" w:space="0" w:color="auto"/>
      </w:divBdr>
    </w:div>
    <w:div w:id="1587499881">
      <w:bodyDiv w:val="1"/>
      <w:marLeft w:val="0"/>
      <w:marRight w:val="0"/>
      <w:marTop w:val="0"/>
      <w:marBottom w:val="0"/>
      <w:divBdr>
        <w:top w:val="none" w:sz="0" w:space="0" w:color="auto"/>
        <w:left w:val="none" w:sz="0" w:space="0" w:color="auto"/>
        <w:bottom w:val="none" w:sz="0" w:space="0" w:color="auto"/>
        <w:right w:val="none" w:sz="0" w:space="0" w:color="auto"/>
      </w:divBdr>
    </w:div>
    <w:div w:id="1587809429">
      <w:bodyDiv w:val="1"/>
      <w:marLeft w:val="0"/>
      <w:marRight w:val="0"/>
      <w:marTop w:val="0"/>
      <w:marBottom w:val="0"/>
      <w:divBdr>
        <w:top w:val="none" w:sz="0" w:space="0" w:color="auto"/>
        <w:left w:val="none" w:sz="0" w:space="0" w:color="auto"/>
        <w:bottom w:val="none" w:sz="0" w:space="0" w:color="auto"/>
        <w:right w:val="none" w:sz="0" w:space="0" w:color="auto"/>
      </w:divBdr>
    </w:div>
    <w:div w:id="1587882347">
      <w:bodyDiv w:val="1"/>
      <w:marLeft w:val="0"/>
      <w:marRight w:val="0"/>
      <w:marTop w:val="0"/>
      <w:marBottom w:val="0"/>
      <w:divBdr>
        <w:top w:val="none" w:sz="0" w:space="0" w:color="auto"/>
        <w:left w:val="none" w:sz="0" w:space="0" w:color="auto"/>
        <w:bottom w:val="none" w:sz="0" w:space="0" w:color="auto"/>
        <w:right w:val="none" w:sz="0" w:space="0" w:color="auto"/>
      </w:divBdr>
    </w:div>
    <w:div w:id="1589346072">
      <w:bodyDiv w:val="1"/>
      <w:marLeft w:val="0"/>
      <w:marRight w:val="0"/>
      <w:marTop w:val="0"/>
      <w:marBottom w:val="0"/>
      <w:divBdr>
        <w:top w:val="none" w:sz="0" w:space="0" w:color="auto"/>
        <w:left w:val="none" w:sz="0" w:space="0" w:color="auto"/>
        <w:bottom w:val="none" w:sz="0" w:space="0" w:color="auto"/>
        <w:right w:val="none" w:sz="0" w:space="0" w:color="auto"/>
      </w:divBdr>
    </w:div>
    <w:div w:id="1589532421">
      <w:bodyDiv w:val="1"/>
      <w:marLeft w:val="0"/>
      <w:marRight w:val="0"/>
      <w:marTop w:val="0"/>
      <w:marBottom w:val="0"/>
      <w:divBdr>
        <w:top w:val="none" w:sz="0" w:space="0" w:color="auto"/>
        <w:left w:val="none" w:sz="0" w:space="0" w:color="auto"/>
        <w:bottom w:val="none" w:sz="0" w:space="0" w:color="auto"/>
        <w:right w:val="none" w:sz="0" w:space="0" w:color="auto"/>
      </w:divBdr>
    </w:div>
    <w:div w:id="1590581148">
      <w:bodyDiv w:val="1"/>
      <w:marLeft w:val="0"/>
      <w:marRight w:val="0"/>
      <w:marTop w:val="0"/>
      <w:marBottom w:val="0"/>
      <w:divBdr>
        <w:top w:val="none" w:sz="0" w:space="0" w:color="auto"/>
        <w:left w:val="none" w:sz="0" w:space="0" w:color="auto"/>
        <w:bottom w:val="none" w:sz="0" w:space="0" w:color="auto"/>
        <w:right w:val="none" w:sz="0" w:space="0" w:color="auto"/>
      </w:divBdr>
    </w:div>
    <w:div w:id="1591351763">
      <w:bodyDiv w:val="1"/>
      <w:marLeft w:val="0"/>
      <w:marRight w:val="0"/>
      <w:marTop w:val="0"/>
      <w:marBottom w:val="0"/>
      <w:divBdr>
        <w:top w:val="none" w:sz="0" w:space="0" w:color="auto"/>
        <w:left w:val="none" w:sz="0" w:space="0" w:color="auto"/>
        <w:bottom w:val="none" w:sz="0" w:space="0" w:color="auto"/>
        <w:right w:val="none" w:sz="0" w:space="0" w:color="auto"/>
      </w:divBdr>
    </w:div>
    <w:div w:id="1592002745">
      <w:bodyDiv w:val="1"/>
      <w:marLeft w:val="0"/>
      <w:marRight w:val="0"/>
      <w:marTop w:val="0"/>
      <w:marBottom w:val="0"/>
      <w:divBdr>
        <w:top w:val="none" w:sz="0" w:space="0" w:color="auto"/>
        <w:left w:val="none" w:sz="0" w:space="0" w:color="auto"/>
        <w:bottom w:val="none" w:sz="0" w:space="0" w:color="auto"/>
        <w:right w:val="none" w:sz="0" w:space="0" w:color="auto"/>
      </w:divBdr>
    </w:div>
    <w:div w:id="1592155184">
      <w:bodyDiv w:val="1"/>
      <w:marLeft w:val="0"/>
      <w:marRight w:val="0"/>
      <w:marTop w:val="0"/>
      <w:marBottom w:val="0"/>
      <w:divBdr>
        <w:top w:val="none" w:sz="0" w:space="0" w:color="auto"/>
        <w:left w:val="none" w:sz="0" w:space="0" w:color="auto"/>
        <w:bottom w:val="none" w:sz="0" w:space="0" w:color="auto"/>
        <w:right w:val="none" w:sz="0" w:space="0" w:color="auto"/>
      </w:divBdr>
    </w:div>
    <w:div w:id="1593926333">
      <w:bodyDiv w:val="1"/>
      <w:marLeft w:val="0"/>
      <w:marRight w:val="0"/>
      <w:marTop w:val="0"/>
      <w:marBottom w:val="0"/>
      <w:divBdr>
        <w:top w:val="none" w:sz="0" w:space="0" w:color="auto"/>
        <w:left w:val="none" w:sz="0" w:space="0" w:color="auto"/>
        <w:bottom w:val="none" w:sz="0" w:space="0" w:color="auto"/>
        <w:right w:val="none" w:sz="0" w:space="0" w:color="auto"/>
      </w:divBdr>
    </w:div>
    <w:div w:id="1593978172">
      <w:bodyDiv w:val="1"/>
      <w:marLeft w:val="0"/>
      <w:marRight w:val="0"/>
      <w:marTop w:val="0"/>
      <w:marBottom w:val="0"/>
      <w:divBdr>
        <w:top w:val="none" w:sz="0" w:space="0" w:color="auto"/>
        <w:left w:val="none" w:sz="0" w:space="0" w:color="auto"/>
        <w:bottom w:val="none" w:sz="0" w:space="0" w:color="auto"/>
        <w:right w:val="none" w:sz="0" w:space="0" w:color="auto"/>
      </w:divBdr>
    </w:div>
    <w:div w:id="1594975293">
      <w:bodyDiv w:val="1"/>
      <w:marLeft w:val="0"/>
      <w:marRight w:val="0"/>
      <w:marTop w:val="0"/>
      <w:marBottom w:val="0"/>
      <w:divBdr>
        <w:top w:val="none" w:sz="0" w:space="0" w:color="auto"/>
        <w:left w:val="none" w:sz="0" w:space="0" w:color="auto"/>
        <w:bottom w:val="none" w:sz="0" w:space="0" w:color="auto"/>
        <w:right w:val="none" w:sz="0" w:space="0" w:color="auto"/>
      </w:divBdr>
    </w:div>
    <w:div w:id="1595552620">
      <w:bodyDiv w:val="1"/>
      <w:marLeft w:val="0"/>
      <w:marRight w:val="0"/>
      <w:marTop w:val="0"/>
      <w:marBottom w:val="0"/>
      <w:divBdr>
        <w:top w:val="none" w:sz="0" w:space="0" w:color="auto"/>
        <w:left w:val="none" w:sz="0" w:space="0" w:color="auto"/>
        <w:bottom w:val="none" w:sz="0" w:space="0" w:color="auto"/>
        <w:right w:val="none" w:sz="0" w:space="0" w:color="auto"/>
      </w:divBdr>
    </w:div>
    <w:div w:id="1595674405">
      <w:bodyDiv w:val="1"/>
      <w:marLeft w:val="0"/>
      <w:marRight w:val="0"/>
      <w:marTop w:val="0"/>
      <w:marBottom w:val="0"/>
      <w:divBdr>
        <w:top w:val="none" w:sz="0" w:space="0" w:color="auto"/>
        <w:left w:val="none" w:sz="0" w:space="0" w:color="auto"/>
        <w:bottom w:val="none" w:sz="0" w:space="0" w:color="auto"/>
        <w:right w:val="none" w:sz="0" w:space="0" w:color="auto"/>
      </w:divBdr>
    </w:div>
    <w:div w:id="1595895004">
      <w:bodyDiv w:val="1"/>
      <w:marLeft w:val="0"/>
      <w:marRight w:val="0"/>
      <w:marTop w:val="0"/>
      <w:marBottom w:val="0"/>
      <w:divBdr>
        <w:top w:val="none" w:sz="0" w:space="0" w:color="auto"/>
        <w:left w:val="none" w:sz="0" w:space="0" w:color="auto"/>
        <w:bottom w:val="none" w:sz="0" w:space="0" w:color="auto"/>
        <w:right w:val="none" w:sz="0" w:space="0" w:color="auto"/>
      </w:divBdr>
    </w:div>
    <w:div w:id="1596866656">
      <w:bodyDiv w:val="1"/>
      <w:marLeft w:val="0"/>
      <w:marRight w:val="0"/>
      <w:marTop w:val="0"/>
      <w:marBottom w:val="0"/>
      <w:divBdr>
        <w:top w:val="none" w:sz="0" w:space="0" w:color="auto"/>
        <w:left w:val="none" w:sz="0" w:space="0" w:color="auto"/>
        <w:bottom w:val="none" w:sz="0" w:space="0" w:color="auto"/>
        <w:right w:val="none" w:sz="0" w:space="0" w:color="auto"/>
      </w:divBdr>
    </w:div>
    <w:div w:id="1598902274">
      <w:bodyDiv w:val="1"/>
      <w:marLeft w:val="0"/>
      <w:marRight w:val="0"/>
      <w:marTop w:val="0"/>
      <w:marBottom w:val="0"/>
      <w:divBdr>
        <w:top w:val="none" w:sz="0" w:space="0" w:color="auto"/>
        <w:left w:val="none" w:sz="0" w:space="0" w:color="auto"/>
        <w:bottom w:val="none" w:sz="0" w:space="0" w:color="auto"/>
        <w:right w:val="none" w:sz="0" w:space="0" w:color="auto"/>
      </w:divBdr>
    </w:div>
    <w:div w:id="1599438426">
      <w:bodyDiv w:val="1"/>
      <w:marLeft w:val="0"/>
      <w:marRight w:val="0"/>
      <w:marTop w:val="0"/>
      <w:marBottom w:val="0"/>
      <w:divBdr>
        <w:top w:val="none" w:sz="0" w:space="0" w:color="auto"/>
        <w:left w:val="none" w:sz="0" w:space="0" w:color="auto"/>
        <w:bottom w:val="none" w:sz="0" w:space="0" w:color="auto"/>
        <w:right w:val="none" w:sz="0" w:space="0" w:color="auto"/>
      </w:divBdr>
    </w:div>
    <w:div w:id="1600065951">
      <w:bodyDiv w:val="1"/>
      <w:marLeft w:val="0"/>
      <w:marRight w:val="0"/>
      <w:marTop w:val="0"/>
      <w:marBottom w:val="0"/>
      <w:divBdr>
        <w:top w:val="none" w:sz="0" w:space="0" w:color="auto"/>
        <w:left w:val="none" w:sz="0" w:space="0" w:color="auto"/>
        <w:bottom w:val="none" w:sz="0" w:space="0" w:color="auto"/>
        <w:right w:val="none" w:sz="0" w:space="0" w:color="auto"/>
      </w:divBdr>
    </w:div>
    <w:div w:id="1600984750">
      <w:bodyDiv w:val="1"/>
      <w:marLeft w:val="0"/>
      <w:marRight w:val="0"/>
      <w:marTop w:val="0"/>
      <w:marBottom w:val="0"/>
      <w:divBdr>
        <w:top w:val="none" w:sz="0" w:space="0" w:color="auto"/>
        <w:left w:val="none" w:sz="0" w:space="0" w:color="auto"/>
        <w:bottom w:val="none" w:sz="0" w:space="0" w:color="auto"/>
        <w:right w:val="none" w:sz="0" w:space="0" w:color="auto"/>
      </w:divBdr>
    </w:div>
    <w:div w:id="1601177698">
      <w:bodyDiv w:val="1"/>
      <w:marLeft w:val="0"/>
      <w:marRight w:val="0"/>
      <w:marTop w:val="0"/>
      <w:marBottom w:val="0"/>
      <w:divBdr>
        <w:top w:val="none" w:sz="0" w:space="0" w:color="auto"/>
        <w:left w:val="none" w:sz="0" w:space="0" w:color="auto"/>
        <w:bottom w:val="none" w:sz="0" w:space="0" w:color="auto"/>
        <w:right w:val="none" w:sz="0" w:space="0" w:color="auto"/>
      </w:divBdr>
    </w:div>
    <w:div w:id="1601377950">
      <w:bodyDiv w:val="1"/>
      <w:marLeft w:val="0"/>
      <w:marRight w:val="0"/>
      <w:marTop w:val="0"/>
      <w:marBottom w:val="0"/>
      <w:divBdr>
        <w:top w:val="none" w:sz="0" w:space="0" w:color="auto"/>
        <w:left w:val="none" w:sz="0" w:space="0" w:color="auto"/>
        <w:bottom w:val="none" w:sz="0" w:space="0" w:color="auto"/>
        <w:right w:val="none" w:sz="0" w:space="0" w:color="auto"/>
      </w:divBdr>
    </w:div>
    <w:div w:id="1601714930">
      <w:bodyDiv w:val="1"/>
      <w:marLeft w:val="0"/>
      <w:marRight w:val="0"/>
      <w:marTop w:val="0"/>
      <w:marBottom w:val="0"/>
      <w:divBdr>
        <w:top w:val="none" w:sz="0" w:space="0" w:color="auto"/>
        <w:left w:val="none" w:sz="0" w:space="0" w:color="auto"/>
        <w:bottom w:val="none" w:sz="0" w:space="0" w:color="auto"/>
        <w:right w:val="none" w:sz="0" w:space="0" w:color="auto"/>
      </w:divBdr>
    </w:div>
    <w:div w:id="1602029554">
      <w:bodyDiv w:val="1"/>
      <w:marLeft w:val="0"/>
      <w:marRight w:val="0"/>
      <w:marTop w:val="0"/>
      <w:marBottom w:val="0"/>
      <w:divBdr>
        <w:top w:val="none" w:sz="0" w:space="0" w:color="auto"/>
        <w:left w:val="none" w:sz="0" w:space="0" w:color="auto"/>
        <w:bottom w:val="none" w:sz="0" w:space="0" w:color="auto"/>
        <w:right w:val="none" w:sz="0" w:space="0" w:color="auto"/>
      </w:divBdr>
    </w:div>
    <w:div w:id="1602100798">
      <w:bodyDiv w:val="1"/>
      <w:marLeft w:val="0"/>
      <w:marRight w:val="0"/>
      <w:marTop w:val="0"/>
      <w:marBottom w:val="0"/>
      <w:divBdr>
        <w:top w:val="none" w:sz="0" w:space="0" w:color="auto"/>
        <w:left w:val="none" w:sz="0" w:space="0" w:color="auto"/>
        <w:bottom w:val="none" w:sz="0" w:space="0" w:color="auto"/>
        <w:right w:val="none" w:sz="0" w:space="0" w:color="auto"/>
      </w:divBdr>
    </w:div>
    <w:div w:id="1602184228">
      <w:bodyDiv w:val="1"/>
      <w:marLeft w:val="0"/>
      <w:marRight w:val="0"/>
      <w:marTop w:val="0"/>
      <w:marBottom w:val="0"/>
      <w:divBdr>
        <w:top w:val="none" w:sz="0" w:space="0" w:color="auto"/>
        <w:left w:val="none" w:sz="0" w:space="0" w:color="auto"/>
        <w:bottom w:val="none" w:sz="0" w:space="0" w:color="auto"/>
        <w:right w:val="none" w:sz="0" w:space="0" w:color="auto"/>
      </w:divBdr>
    </w:div>
    <w:div w:id="1604067091">
      <w:bodyDiv w:val="1"/>
      <w:marLeft w:val="0"/>
      <w:marRight w:val="0"/>
      <w:marTop w:val="0"/>
      <w:marBottom w:val="0"/>
      <w:divBdr>
        <w:top w:val="none" w:sz="0" w:space="0" w:color="auto"/>
        <w:left w:val="none" w:sz="0" w:space="0" w:color="auto"/>
        <w:bottom w:val="none" w:sz="0" w:space="0" w:color="auto"/>
        <w:right w:val="none" w:sz="0" w:space="0" w:color="auto"/>
      </w:divBdr>
    </w:div>
    <w:div w:id="1604414678">
      <w:bodyDiv w:val="1"/>
      <w:marLeft w:val="0"/>
      <w:marRight w:val="0"/>
      <w:marTop w:val="0"/>
      <w:marBottom w:val="0"/>
      <w:divBdr>
        <w:top w:val="none" w:sz="0" w:space="0" w:color="auto"/>
        <w:left w:val="none" w:sz="0" w:space="0" w:color="auto"/>
        <w:bottom w:val="none" w:sz="0" w:space="0" w:color="auto"/>
        <w:right w:val="none" w:sz="0" w:space="0" w:color="auto"/>
      </w:divBdr>
    </w:div>
    <w:div w:id="1604462111">
      <w:bodyDiv w:val="1"/>
      <w:marLeft w:val="0"/>
      <w:marRight w:val="0"/>
      <w:marTop w:val="0"/>
      <w:marBottom w:val="0"/>
      <w:divBdr>
        <w:top w:val="none" w:sz="0" w:space="0" w:color="auto"/>
        <w:left w:val="none" w:sz="0" w:space="0" w:color="auto"/>
        <w:bottom w:val="none" w:sz="0" w:space="0" w:color="auto"/>
        <w:right w:val="none" w:sz="0" w:space="0" w:color="auto"/>
      </w:divBdr>
    </w:div>
    <w:div w:id="1604806087">
      <w:bodyDiv w:val="1"/>
      <w:marLeft w:val="0"/>
      <w:marRight w:val="0"/>
      <w:marTop w:val="0"/>
      <w:marBottom w:val="0"/>
      <w:divBdr>
        <w:top w:val="none" w:sz="0" w:space="0" w:color="auto"/>
        <w:left w:val="none" w:sz="0" w:space="0" w:color="auto"/>
        <w:bottom w:val="none" w:sz="0" w:space="0" w:color="auto"/>
        <w:right w:val="none" w:sz="0" w:space="0" w:color="auto"/>
      </w:divBdr>
    </w:div>
    <w:div w:id="1605765312">
      <w:bodyDiv w:val="1"/>
      <w:marLeft w:val="0"/>
      <w:marRight w:val="0"/>
      <w:marTop w:val="0"/>
      <w:marBottom w:val="0"/>
      <w:divBdr>
        <w:top w:val="none" w:sz="0" w:space="0" w:color="auto"/>
        <w:left w:val="none" w:sz="0" w:space="0" w:color="auto"/>
        <w:bottom w:val="none" w:sz="0" w:space="0" w:color="auto"/>
        <w:right w:val="none" w:sz="0" w:space="0" w:color="auto"/>
      </w:divBdr>
    </w:div>
    <w:div w:id="1606578276">
      <w:bodyDiv w:val="1"/>
      <w:marLeft w:val="0"/>
      <w:marRight w:val="0"/>
      <w:marTop w:val="0"/>
      <w:marBottom w:val="0"/>
      <w:divBdr>
        <w:top w:val="none" w:sz="0" w:space="0" w:color="auto"/>
        <w:left w:val="none" w:sz="0" w:space="0" w:color="auto"/>
        <w:bottom w:val="none" w:sz="0" w:space="0" w:color="auto"/>
        <w:right w:val="none" w:sz="0" w:space="0" w:color="auto"/>
      </w:divBdr>
    </w:div>
    <w:div w:id="1607694651">
      <w:bodyDiv w:val="1"/>
      <w:marLeft w:val="0"/>
      <w:marRight w:val="0"/>
      <w:marTop w:val="0"/>
      <w:marBottom w:val="0"/>
      <w:divBdr>
        <w:top w:val="none" w:sz="0" w:space="0" w:color="auto"/>
        <w:left w:val="none" w:sz="0" w:space="0" w:color="auto"/>
        <w:bottom w:val="none" w:sz="0" w:space="0" w:color="auto"/>
        <w:right w:val="none" w:sz="0" w:space="0" w:color="auto"/>
      </w:divBdr>
    </w:div>
    <w:div w:id="1607955374">
      <w:bodyDiv w:val="1"/>
      <w:marLeft w:val="0"/>
      <w:marRight w:val="0"/>
      <w:marTop w:val="0"/>
      <w:marBottom w:val="0"/>
      <w:divBdr>
        <w:top w:val="none" w:sz="0" w:space="0" w:color="auto"/>
        <w:left w:val="none" w:sz="0" w:space="0" w:color="auto"/>
        <w:bottom w:val="none" w:sz="0" w:space="0" w:color="auto"/>
        <w:right w:val="none" w:sz="0" w:space="0" w:color="auto"/>
      </w:divBdr>
    </w:div>
    <w:div w:id="1610310343">
      <w:bodyDiv w:val="1"/>
      <w:marLeft w:val="0"/>
      <w:marRight w:val="0"/>
      <w:marTop w:val="0"/>
      <w:marBottom w:val="0"/>
      <w:divBdr>
        <w:top w:val="none" w:sz="0" w:space="0" w:color="auto"/>
        <w:left w:val="none" w:sz="0" w:space="0" w:color="auto"/>
        <w:bottom w:val="none" w:sz="0" w:space="0" w:color="auto"/>
        <w:right w:val="none" w:sz="0" w:space="0" w:color="auto"/>
      </w:divBdr>
    </w:div>
    <w:div w:id="1610502615">
      <w:bodyDiv w:val="1"/>
      <w:marLeft w:val="0"/>
      <w:marRight w:val="0"/>
      <w:marTop w:val="0"/>
      <w:marBottom w:val="0"/>
      <w:divBdr>
        <w:top w:val="none" w:sz="0" w:space="0" w:color="auto"/>
        <w:left w:val="none" w:sz="0" w:space="0" w:color="auto"/>
        <w:bottom w:val="none" w:sz="0" w:space="0" w:color="auto"/>
        <w:right w:val="none" w:sz="0" w:space="0" w:color="auto"/>
      </w:divBdr>
    </w:div>
    <w:div w:id="1610893450">
      <w:bodyDiv w:val="1"/>
      <w:marLeft w:val="0"/>
      <w:marRight w:val="0"/>
      <w:marTop w:val="0"/>
      <w:marBottom w:val="0"/>
      <w:divBdr>
        <w:top w:val="none" w:sz="0" w:space="0" w:color="auto"/>
        <w:left w:val="none" w:sz="0" w:space="0" w:color="auto"/>
        <w:bottom w:val="none" w:sz="0" w:space="0" w:color="auto"/>
        <w:right w:val="none" w:sz="0" w:space="0" w:color="auto"/>
      </w:divBdr>
    </w:div>
    <w:div w:id="1611863650">
      <w:bodyDiv w:val="1"/>
      <w:marLeft w:val="0"/>
      <w:marRight w:val="0"/>
      <w:marTop w:val="0"/>
      <w:marBottom w:val="0"/>
      <w:divBdr>
        <w:top w:val="none" w:sz="0" w:space="0" w:color="auto"/>
        <w:left w:val="none" w:sz="0" w:space="0" w:color="auto"/>
        <w:bottom w:val="none" w:sz="0" w:space="0" w:color="auto"/>
        <w:right w:val="none" w:sz="0" w:space="0" w:color="auto"/>
      </w:divBdr>
    </w:div>
    <w:div w:id="1612128153">
      <w:bodyDiv w:val="1"/>
      <w:marLeft w:val="0"/>
      <w:marRight w:val="0"/>
      <w:marTop w:val="0"/>
      <w:marBottom w:val="0"/>
      <w:divBdr>
        <w:top w:val="none" w:sz="0" w:space="0" w:color="auto"/>
        <w:left w:val="none" w:sz="0" w:space="0" w:color="auto"/>
        <w:bottom w:val="none" w:sz="0" w:space="0" w:color="auto"/>
        <w:right w:val="none" w:sz="0" w:space="0" w:color="auto"/>
      </w:divBdr>
    </w:div>
    <w:div w:id="1612859534">
      <w:bodyDiv w:val="1"/>
      <w:marLeft w:val="0"/>
      <w:marRight w:val="0"/>
      <w:marTop w:val="0"/>
      <w:marBottom w:val="0"/>
      <w:divBdr>
        <w:top w:val="none" w:sz="0" w:space="0" w:color="auto"/>
        <w:left w:val="none" w:sz="0" w:space="0" w:color="auto"/>
        <w:bottom w:val="none" w:sz="0" w:space="0" w:color="auto"/>
        <w:right w:val="none" w:sz="0" w:space="0" w:color="auto"/>
      </w:divBdr>
    </w:div>
    <w:div w:id="1613777682">
      <w:bodyDiv w:val="1"/>
      <w:marLeft w:val="0"/>
      <w:marRight w:val="0"/>
      <w:marTop w:val="0"/>
      <w:marBottom w:val="0"/>
      <w:divBdr>
        <w:top w:val="none" w:sz="0" w:space="0" w:color="auto"/>
        <w:left w:val="none" w:sz="0" w:space="0" w:color="auto"/>
        <w:bottom w:val="none" w:sz="0" w:space="0" w:color="auto"/>
        <w:right w:val="none" w:sz="0" w:space="0" w:color="auto"/>
      </w:divBdr>
    </w:div>
    <w:div w:id="1613896901">
      <w:bodyDiv w:val="1"/>
      <w:marLeft w:val="0"/>
      <w:marRight w:val="0"/>
      <w:marTop w:val="0"/>
      <w:marBottom w:val="0"/>
      <w:divBdr>
        <w:top w:val="none" w:sz="0" w:space="0" w:color="auto"/>
        <w:left w:val="none" w:sz="0" w:space="0" w:color="auto"/>
        <w:bottom w:val="none" w:sz="0" w:space="0" w:color="auto"/>
        <w:right w:val="none" w:sz="0" w:space="0" w:color="auto"/>
      </w:divBdr>
    </w:div>
    <w:div w:id="1614945957">
      <w:bodyDiv w:val="1"/>
      <w:marLeft w:val="0"/>
      <w:marRight w:val="0"/>
      <w:marTop w:val="0"/>
      <w:marBottom w:val="0"/>
      <w:divBdr>
        <w:top w:val="none" w:sz="0" w:space="0" w:color="auto"/>
        <w:left w:val="none" w:sz="0" w:space="0" w:color="auto"/>
        <w:bottom w:val="none" w:sz="0" w:space="0" w:color="auto"/>
        <w:right w:val="none" w:sz="0" w:space="0" w:color="auto"/>
      </w:divBdr>
    </w:div>
    <w:div w:id="1615206109">
      <w:bodyDiv w:val="1"/>
      <w:marLeft w:val="0"/>
      <w:marRight w:val="0"/>
      <w:marTop w:val="0"/>
      <w:marBottom w:val="0"/>
      <w:divBdr>
        <w:top w:val="none" w:sz="0" w:space="0" w:color="auto"/>
        <w:left w:val="none" w:sz="0" w:space="0" w:color="auto"/>
        <w:bottom w:val="none" w:sz="0" w:space="0" w:color="auto"/>
        <w:right w:val="none" w:sz="0" w:space="0" w:color="auto"/>
      </w:divBdr>
    </w:div>
    <w:div w:id="1616137078">
      <w:bodyDiv w:val="1"/>
      <w:marLeft w:val="0"/>
      <w:marRight w:val="0"/>
      <w:marTop w:val="0"/>
      <w:marBottom w:val="0"/>
      <w:divBdr>
        <w:top w:val="none" w:sz="0" w:space="0" w:color="auto"/>
        <w:left w:val="none" w:sz="0" w:space="0" w:color="auto"/>
        <w:bottom w:val="none" w:sz="0" w:space="0" w:color="auto"/>
        <w:right w:val="none" w:sz="0" w:space="0" w:color="auto"/>
      </w:divBdr>
    </w:div>
    <w:div w:id="1616719315">
      <w:bodyDiv w:val="1"/>
      <w:marLeft w:val="0"/>
      <w:marRight w:val="0"/>
      <w:marTop w:val="0"/>
      <w:marBottom w:val="0"/>
      <w:divBdr>
        <w:top w:val="none" w:sz="0" w:space="0" w:color="auto"/>
        <w:left w:val="none" w:sz="0" w:space="0" w:color="auto"/>
        <w:bottom w:val="none" w:sz="0" w:space="0" w:color="auto"/>
        <w:right w:val="none" w:sz="0" w:space="0" w:color="auto"/>
      </w:divBdr>
    </w:div>
    <w:div w:id="1617374380">
      <w:bodyDiv w:val="1"/>
      <w:marLeft w:val="0"/>
      <w:marRight w:val="0"/>
      <w:marTop w:val="0"/>
      <w:marBottom w:val="0"/>
      <w:divBdr>
        <w:top w:val="none" w:sz="0" w:space="0" w:color="auto"/>
        <w:left w:val="none" w:sz="0" w:space="0" w:color="auto"/>
        <w:bottom w:val="none" w:sz="0" w:space="0" w:color="auto"/>
        <w:right w:val="none" w:sz="0" w:space="0" w:color="auto"/>
      </w:divBdr>
    </w:div>
    <w:div w:id="1620339312">
      <w:bodyDiv w:val="1"/>
      <w:marLeft w:val="0"/>
      <w:marRight w:val="0"/>
      <w:marTop w:val="0"/>
      <w:marBottom w:val="0"/>
      <w:divBdr>
        <w:top w:val="none" w:sz="0" w:space="0" w:color="auto"/>
        <w:left w:val="none" w:sz="0" w:space="0" w:color="auto"/>
        <w:bottom w:val="none" w:sz="0" w:space="0" w:color="auto"/>
        <w:right w:val="none" w:sz="0" w:space="0" w:color="auto"/>
      </w:divBdr>
    </w:div>
    <w:div w:id="1621499047">
      <w:bodyDiv w:val="1"/>
      <w:marLeft w:val="0"/>
      <w:marRight w:val="0"/>
      <w:marTop w:val="0"/>
      <w:marBottom w:val="0"/>
      <w:divBdr>
        <w:top w:val="none" w:sz="0" w:space="0" w:color="auto"/>
        <w:left w:val="none" w:sz="0" w:space="0" w:color="auto"/>
        <w:bottom w:val="none" w:sz="0" w:space="0" w:color="auto"/>
        <w:right w:val="none" w:sz="0" w:space="0" w:color="auto"/>
      </w:divBdr>
    </w:div>
    <w:div w:id="1623607700">
      <w:bodyDiv w:val="1"/>
      <w:marLeft w:val="0"/>
      <w:marRight w:val="0"/>
      <w:marTop w:val="0"/>
      <w:marBottom w:val="0"/>
      <w:divBdr>
        <w:top w:val="none" w:sz="0" w:space="0" w:color="auto"/>
        <w:left w:val="none" w:sz="0" w:space="0" w:color="auto"/>
        <w:bottom w:val="none" w:sz="0" w:space="0" w:color="auto"/>
        <w:right w:val="none" w:sz="0" w:space="0" w:color="auto"/>
      </w:divBdr>
    </w:div>
    <w:div w:id="1624143951">
      <w:bodyDiv w:val="1"/>
      <w:marLeft w:val="0"/>
      <w:marRight w:val="0"/>
      <w:marTop w:val="0"/>
      <w:marBottom w:val="0"/>
      <w:divBdr>
        <w:top w:val="none" w:sz="0" w:space="0" w:color="auto"/>
        <w:left w:val="none" w:sz="0" w:space="0" w:color="auto"/>
        <w:bottom w:val="none" w:sz="0" w:space="0" w:color="auto"/>
        <w:right w:val="none" w:sz="0" w:space="0" w:color="auto"/>
      </w:divBdr>
    </w:div>
    <w:div w:id="1624194134">
      <w:bodyDiv w:val="1"/>
      <w:marLeft w:val="0"/>
      <w:marRight w:val="0"/>
      <w:marTop w:val="0"/>
      <w:marBottom w:val="0"/>
      <w:divBdr>
        <w:top w:val="none" w:sz="0" w:space="0" w:color="auto"/>
        <w:left w:val="none" w:sz="0" w:space="0" w:color="auto"/>
        <w:bottom w:val="none" w:sz="0" w:space="0" w:color="auto"/>
        <w:right w:val="none" w:sz="0" w:space="0" w:color="auto"/>
      </w:divBdr>
    </w:div>
    <w:div w:id="1624651093">
      <w:bodyDiv w:val="1"/>
      <w:marLeft w:val="0"/>
      <w:marRight w:val="0"/>
      <w:marTop w:val="0"/>
      <w:marBottom w:val="0"/>
      <w:divBdr>
        <w:top w:val="none" w:sz="0" w:space="0" w:color="auto"/>
        <w:left w:val="none" w:sz="0" w:space="0" w:color="auto"/>
        <w:bottom w:val="none" w:sz="0" w:space="0" w:color="auto"/>
        <w:right w:val="none" w:sz="0" w:space="0" w:color="auto"/>
      </w:divBdr>
    </w:div>
    <w:div w:id="1624656549">
      <w:bodyDiv w:val="1"/>
      <w:marLeft w:val="0"/>
      <w:marRight w:val="0"/>
      <w:marTop w:val="0"/>
      <w:marBottom w:val="0"/>
      <w:divBdr>
        <w:top w:val="none" w:sz="0" w:space="0" w:color="auto"/>
        <w:left w:val="none" w:sz="0" w:space="0" w:color="auto"/>
        <w:bottom w:val="none" w:sz="0" w:space="0" w:color="auto"/>
        <w:right w:val="none" w:sz="0" w:space="0" w:color="auto"/>
      </w:divBdr>
    </w:div>
    <w:div w:id="1625497312">
      <w:bodyDiv w:val="1"/>
      <w:marLeft w:val="0"/>
      <w:marRight w:val="0"/>
      <w:marTop w:val="0"/>
      <w:marBottom w:val="0"/>
      <w:divBdr>
        <w:top w:val="none" w:sz="0" w:space="0" w:color="auto"/>
        <w:left w:val="none" w:sz="0" w:space="0" w:color="auto"/>
        <w:bottom w:val="none" w:sz="0" w:space="0" w:color="auto"/>
        <w:right w:val="none" w:sz="0" w:space="0" w:color="auto"/>
      </w:divBdr>
    </w:div>
    <w:div w:id="1626498435">
      <w:bodyDiv w:val="1"/>
      <w:marLeft w:val="0"/>
      <w:marRight w:val="0"/>
      <w:marTop w:val="0"/>
      <w:marBottom w:val="0"/>
      <w:divBdr>
        <w:top w:val="none" w:sz="0" w:space="0" w:color="auto"/>
        <w:left w:val="none" w:sz="0" w:space="0" w:color="auto"/>
        <w:bottom w:val="none" w:sz="0" w:space="0" w:color="auto"/>
        <w:right w:val="none" w:sz="0" w:space="0" w:color="auto"/>
      </w:divBdr>
    </w:div>
    <w:div w:id="1626501868">
      <w:bodyDiv w:val="1"/>
      <w:marLeft w:val="0"/>
      <w:marRight w:val="0"/>
      <w:marTop w:val="0"/>
      <w:marBottom w:val="0"/>
      <w:divBdr>
        <w:top w:val="none" w:sz="0" w:space="0" w:color="auto"/>
        <w:left w:val="none" w:sz="0" w:space="0" w:color="auto"/>
        <w:bottom w:val="none" w:sz="0" w:space="0" w:color="auto"/>
        <w:right w:val="none" w:sz="0" w:space="0" w:color="auto"/>
      </w:divBdr>
    </w:div>
    <w:div w:id="1627275218">
      <w:bodyDiv w:val="1"/>
      <w:marLeft w:val="0"/>
      <w:marRight w:val="0"/>
      <w:marTop w:val="0"/>
      <w:marBottom w:val="0"/>
      <w:divBdr>
        <w:top w:val="none" w:sz="0" w:space="0" w:color="auto"/>
        <w:left w:val="none" w:sz="0" w:space="0" w:color="auto"/>
        <w:bottom w:val="none" w:sz="0" w:space="0" w:color="auto"/>
        <w:right w:val="none" w:sz="0" w:space="0" w:color="auto"/>
      </w:divBdr>
    </w:div>
    <w:div w:id="1627547161">
      <w:bodyDiv w:val="1"/>
      <w:marLeft w:val="0"/>
      <w:marRight w:val="0"/>
      <w:marTop w:val="0"/>
      <w:marBottom w:val="0"/>
      <w:divBdr>
        <w:top w:val="none" w:sz="0" w:space="0" w:color="auto"/>
        <w:left w:val="none" w:sz="0" w:space="0" w:color="auto"/>
        <w:bottom w:val="none" w:sz="0" w:space="0" w:color="auto"/>
        <w:right w:val="none" w:sz="0" w:space="0" w:color="auto"/>
      </w:divBdr>
    </w:div>
    <w:div w:id="1629511597">
      <w:bodyDiv w:val="1"/>
      <w:marLeft w:val="0"/>
      <w:marRight w:val="0"/>
      <w:marTop w:val="0"/>
      <w:marBottom w:val="0"/>
      <w:divBdr>
        <w:top w:val="none" w:sz="0" w:space="0" w:color="auto"/>
        <w:left w:val="none" w:sz="0" w:space="0" w:color="auto"/>
        <w:bottom w:val="none" w:sz="0" w:space="0" w:color="auto"/>
        <w:right w:val="none" w:sz="0" w:space="0" w:color="auto"/>
      </w:divBdr>
    </w:div>
    <w:div w:id="1631594097">
      <w:bodyDiv w:val="1"/>
      <w:marLeft w:val="0"/>
      <w:marRight w:val="0"/>
      <w:marTop w:val="0"/>
      <w:marBottom w:val="0"/>
      <w:divBdr>
        <w:top w:val="none" w:sz="0" w:space="0" w:color="auto"/>
        <w:left w:val="none" w:sz="0" w:space="0" w:color="auto"/>
        <w:bottom w:val="none" w:sz="0" w:space="0" w:color="auto"/>
        <w:right w:val="none" w:sz="0" w:space="0" w:color="auto"/>
      </w:divBdr>
    </w:div>
    <w:div w:id="1631788168">
      <w:bodyDiv w:val="1"/>
      <w:marLeft w:val="0"/>
      <w:marRight w:val="0"/>
      <w:marTop w:val="0"/>
      <w:marBottom w:val="0"/>
      <w:divBdr>
        <w:top w:val="none" w:sz="0" w:space="0" w:color="auto"/>
        <w:left w:val="none" w:sz="0" w:space="0" w:color="auto"/>
        <w:bottom w:val="none" w:sz="0" w:space="0" w:color="auto"/>
        <w:right w:val="none" w:sz="0" w:space="0" w:color="auto"/>
      </w:divBdr>
    </w:div>
    <w:div w:id="1632395222">
      <w:bodyDiv w:val="1"/>
      <w:marLeft w:val="0"/>
      <w:marRight w:val="0"/>
      <w:marTop w:val="0"/>
      <w:marBottom w:val="0"/>
      <w:divBdr>
        <w:top w:val="none" w:sz="0" w:space="0" w:color="auto"/>
        <w:left w:val="none" w:sz="0" w:space="0" w:color="auto"/>
        <w:bottom w:val="none" w:sz="0" w:space="0" w:color="auto"/>
        <w:right w:val="none" w:sz="0" w:space="0" w:color="auto"/>
      </w:divBdr>
    </w:div>
    <w:div w:id="1632441130">
      <w:bodyDiv w:val="1"/>
      <w:marLeft w:val="0"/>
      <w:marRight w:val="0"/>
      <w:marTop w:val="0"/>
      <w:marBottom w:val="0"/>
      <w:divBdr>
        <w:top w:val="none" w:sz="0" w:space="0" w:color="auto"/>
        <w:left w:val="none" w:sz="0" w:space="0" w:color="auto"/>
        <w:bottom w:val="none" w:sz="0" w:space="0" w:color="auto"/>
        <w:right w:val="none" w:sz="0" w:space="0" w:color="auto"/>
      </w:divBdr>
    </w:div>
    <w:div w:id="1633362693">
      <w:bodyDiv w:val="1"/>
      <w:marLeft w:val="0"/>
      <w:marRight w:val="0"/>
      <w:marTop w:val="0"/>
      <w:marBottom w:val="0"/>
      <w:divBdr>
        <w:top w:val="none" w:sz="0" w:space="0" w:color="auto"/>
        <w:left w:val="none" w:sz="0" w:space="0" w:color="auto"/>
        <w:bottom w:val="none" w:sz="0" w:space="0" w:color="auto"/>
        <w:right w:val="none" w:sz="0" w:space="0" w:color="auto"/>
      </w:divBdr>
    </w:div>
    <w:div w:id="1633634945">
      <w:bodyDiv w:val="1"/>
      <w:marLeft w:val="0"/>
      <w:marRight w:val="0"/>
      <w:marTop w:val="0"/>
      <w:marBottom w:val="0"/>
      <w:divBdr>
        <w:top w:val="none" w:sz="0" w:space="0" w:color="auto"/>
        <w:left w:val="none" w:sz="0" w:space="0" w:color="auto"/>
        <w:bottom w:val="none" w:sz="0" w:space="0" w:color="auto"/>
        <w:right w:val="none" w:sz="0" w:space="0" w:color="auto"/>
      </w:divBdr>
    </w:div>
    <w:div w:id="1634094357">
      <w:bodyDiv w:val="1"/>
      <w:marLeft w:val="0"/>
      <w:marRight w:val="0"/>
      <w:marTop w:val="0"/>
      <w:marBottom w:val="0"/>
      <w:divBdr>
        <w:top w:val="none" w:sz="0" w:space="0" w:color="auto"/>
        <w:left w:val="none" w:sz="0" w:space="0" w:color="auto"/>
        <w:bottom w:val="none" w:sz="0" w:space="0" w:color="auto"/>
        <w:right w:val="none" w:sz="0" w:space="0" w:color="auto"/>
      </w:divBdr>
    </w:div>
    <w:div w:id="1634678937">
      <w:bodyDiv w:val="1"/>
      <w:marLeft w:val="0"/>
      <w:marRight w:val="0"/>
      <w:marTop w:val="0"/>
      <w:marBottom w:val="0"/>
      <w:divBdr>
        <w:top w:val="none" w:sz="0" w:space="0" w:color="auto"/>
        <w:left w:val="none" w:sz="0" w:space="0" w:color="auto"/>
        <w:bottom w:val="none" w:sz="0" w:space="0" w:color="auto"/>
        <w:right w:val="none" w:sz="0" w:space="0" w:color="auto"/>
      </w:divBdr>
    </w:div>
    <w:div w:id="1635940678">
      <w:bodyDiv w:val="1"/>
      <w:marLeft w:val="0"/>
      <w:marRight w:val="0"/>
      <w:marTop w:val="0"/>
      <w:marBottom w:val="0"/>
      <w:divBdr>
        <w:top w:val="none" w:sz="0" w:space="0" w:color="auto"/>
        <w:left w:val="none" w:sz="0" w:space="0" w:color="auto"/>
        <w:bottom w:val="none" w:sz="0" w:space="0" w:color="auto"/>
        <w:right w:val="none" w:sz="0" w:space="0" w:color="auto"/>
      </w:divBdr>
    </w:div>
    <w:div w:id="1635981810">
      <w:bodyDiv w:val="1"/>
      <w:marLeft w:val="0"/>
      <w:marRight w:val="0"/>
      <w:marTop w:val="0"/>
      <w:marBottom w:val="0"/>
      <w:divBdr>
        <w:top w:val="none" w:sz="0" w:space="0" w:color="auto"/>
        <w:left w:val="none" w:sz="0" w:space="0" w:color="auto"/>
        <w:bottom w:val="none" w:sz="0" w:space="0" w:color="auto"/>
        <w:right w:val="none" w:sz="0" w:space="0" w:color="auto"/>
      </w:divBdr>
    </w:div>
    <w:div w:id="1636369675">
      <w:bodyDiv w:val="1"/>
      <w:marLeft w:val="0"/>
      <w:marRight w:val="0"/>
      <w:marTop w:val="0"/>
      <w:marBottom w:val="0"/>
      <w:divBdr>
        <w:top w:val="none" w:sz="0" w:space="0" w:color="auto"/>
        <w:left w:val="none" w:sz="0" w:space="0" w:color="auto"/>
        <w:bottom w:val="none" w:sz="0" w:space="0" w:color="auto"/>
        <w:right w:val="none" w:sz="0" w:space="0" w:color="auto"/>
      </w:divBdr>
    </w:div>
    <w:div w:id="1636914331">
      <w:bodyDiv w:val="1"/>
      <w:marLeft w:val="0"/>
      <w:marRight w:val="0"/>
      <w:marTop w:val="0"/>
      <w:marBottom w:val="0"/>
      <w:divBdr>
        <w:top w:val="none" w:sz="0" w:space="0" w:color="auto"/>
        <w:left w:val="none" w:sz="0" w:space="0" w:color="auto"/>
        <w:bottom w:val="none" w:sz="0" w:space="0" w:color="auto"/>
        <w:right w:val="none" w:sz="0" w:space="0" w:color="auto"/>
      </w:divBdr>
    </w:div>
    <w:div w:id="1637565650">
      <w:bodyDiv w:val="1"/>
      <w:marLeft w:val="0"/>
      <w:marRight w:val="0"/>
      <w:marTop w:val="0"/>
      <w:marBottom w:val="0"/>
      <w:divBdr>
        <w:top w:val="none" w:sz="0" w:space="0" w:color="auto"/>
        <w:left w:val="none" w:sz="0" w:space="0" w:color="auto"/>
        <w:bottom w:val="none" w:sz="0" w:space="0" w:color="auto"/>
        <w:right w:val="none" w:sz="0" w:space="0" w:color="auto"/>
      </w:divBdr>
    </w:div>
    <w:div w:id="1639719419">
      <w:bodyDiv w:val="1"/>
      <w:marLeft w:val="0"/>
      <w:marRight w:val="0"/>
      <w:marTop w:val="0"/>
      <w:marBottom w:val="0"/>
      <w:divBdr>
        <w:top w:val="none" w:sz="0" w:space="0" w:color="auto"/>
        <w:left w:val="none" w:sz="0" w:space="0" w:color="auto"/>
        <w:bottom w:val="none" w:sz="0" w:space="0" w:color="auto"/>
        <w:right w:val="none" w:sz="0" w:space="0" w:color="auto"/>
      </w:divBdr>
    </w:div>
    <w:div w:id="1639843378">
      <w:bodyDiv w:val="1"/>
      <w:marLeft w:val="0"/>
      <w:marRight w:val="0"/>
      <w:marTop w:val="0"/>
      <w:marBottom w:val="0"/>
      <w:divBdr>
        <w:top w:val="none" w:sz="0" w:space="0" w:color="auto"/>
        <w:left w:val="none" w:sz="0" w:space="0" w:color="auto"/>
        <w:bottom w:val="none" w:sz="0" w:space="0" w:color="auto"/>
        <w:right w:val="none" w:sz="0" w:space="0" w:color="auto"/>
      </w:divBdr>
    </w:div>
    <w:div w:id="1640187572">
      <w:bodyDiv w:val="1"/>
      <w:marLeft w:val="0"/>
      <w:marRight w:val="0"/>
      <w:marTop w:val="0"/>
      <w:marBottom w:val="0"/>
      <w:divBdr>
        <w:top w:val="none" w:sz="0" w:space="0" w:color="auto"/>
        <w:left w:val="none" w:sz="0" w:space="0" w:color="auto"/>
        <w:bottom w:val="none" w:sz="0" w:space="0" w:color="auto"/>
        <w:right w:val="none" w:sz="0" w:space="0" w:color="auto"/>
      </w:divBdr>
    </w:div>
    <w:div w:id="1640259984">
      <w:bodyDiv w:val="1"/>
      <w:marLeft w:val="0"/>
      <w:marRight w:val="0"/>
      <w:marTop w:val="0"/>
      <w:marBottom w:val="0"/>
      <w:divBdr>
        <w:top w:val="none" w:sz="0" w:space="0" w:color="auto"/>
        <w:left w:val="none" w:sz="0" w:space="0" w:color="auto"/>
        <w:bottom w:val="none" w:sz="0" w:space="0" w:color="auto"/>
        <w:right w:val="none" w:sz="0" w:space="0" w:color="auto"/>
      </w:divBdr>
    </w:div>
    <w:div w:id="1640452956">
      <w:bodyDiv w:val="1"/>
      <w:marLeft w:val="0"/>
      <w:marRight w:val="0"/>
      <w:marTop w:val="0"/>
      <w:marBottom w:val="0"/>
      <w:divBdr>
        <w:top w:val="none" w:sz="0" w:space="0" w:color="auto"/>
        <w:left w:val="none" w:sz="0" w:space="0" w:color="auto"/>
        <w:bottom w:val="none" w:sz="0" w:space="0" w:color="auto"/>
        <w:right w:val="none" w:sz="0" w:space="0" w:color="auto"/>
      </w:divBdr>
    </w:div>
    <w:div w:id="1640647669">
      <w:bodyDiv w:val="1"/>
      <w:marLeft w:val="0"/>
      <w:marRight w:val="0"/>
      <w:marTop w:val="0"/>
      <w:marBottom w:val="0"/>
      <w:divBdr>
        <w:top w:val="none" w:sz="0" w:space="0" w:color="auto"/>
        <w:left w:val="none" w:sz="0" w:space="0" w:color="auto"/>
        <w:bottom w:val="none" w:sz="0" w:space="0" w:color="auto"/>
        <w:right w:val="none" w:sz="0" w:space="0" w:color="auto"/>
      </w:divBdr>
    </w:div>
    <w:div w:id="1642030439">
      <w:bodyDiv w:val="1"/>
      <w:marLeft w:val="0"/>
      <w:marRight w:val="0"/>
      <w:marTop w:val="0"/>
      <w:marBottom w:val="0"/>
      <w:divBdr>
        <w:top w:val="none" w:sz="0" w:space="0" w:color="auto"/>
        <w:left w:val="none" w:sz="0" w:space="0" w:color="auto"/>
        <w:bottom w:val="none" w:sz="0" w:space="0" w:color="auto"/>
        <w:right w:val="none" w:sz="0" w:space="0" w:color="auto"/>
      </w:divBdr>
    </w:div>
    <w:div w:id="1642347428">
      <w:bodyDiv w:val="1"/>
      <w:marLeft w:val="0"/>
      <w:marRight w:val="0"/>
      <w:marTop w:val="0"/>
      <w:marBottom w:val="0"/>
      <w:divBdr>
        <w:top w:val="none" w:sz="0" w:space="0" w:color="auto"/>
        <w:left w:val="none" w:sz="0" w:space="0" w:color="auto"/>
        <w:bottom w:val="none" w:sz="0" w:space="0" w:color="auto"/>
        <w:right w:val="none" w:sz="0" w:space="0" w:color="auto"/>
      </w:divBdr>
    </w:div>
    <w:div w:id="1642923795">
      <w:bodyDiv w:val="1"/>
      <w:marLeft w:val="0"/>
      <w:marRight w:val="0"/>
      <w:marTop w:val="0"/>
      <w:marBottom w:val="0"/>
      <w:divBdr>
        <w:top w:val="none" w:sz="0" w:space="0" w:color="auto"/>
        <w:left w:val="none" w:sz="0" w:space="0" w:color="auto"/>
        <w:bottom w:val="none" w:sz="0" w:space="0" w:color="auto"/>
        <w:right w:val="none" w:sz="0" w:space="0" w:color="auto"/>
      </w:divBdr>
    </w:div>
    <w:div w:id="1643852828">
      <w:bodyDiv w:val="1"/>
      <w:marLeft w:val="0"/>
      <w:marRight w:val="0"/>
      <w:marTop w:val="0"/>
      <w:marBottom w:val="0"/>
      <w:divBdr>
        <w:top w:val="none" w:sz="0" w:space="0" w:color="auto"/>
        <w:left w:val="none" w:sz="0" w:space="0" w:color="auto"/>
        <w:bottom w:val="none" w:sz="0" w:space="0" w:color="auto"/>
        <w:right w:val="none" w:sz="0" w:space="0" w:color="auto"/>
      </w:divBdr>
    </w:div>
    <w:div w:id="1644038178">
      <w:bodyDiv w:val="1"/>
      <w:marLeft w:val="0"/>
      <w:marRight w:val="0"/>
      <w:marTop w:val="0"/>
      <w:marBottom w:val="0"/>
      <w:divBdr>
        <w:top w:val="none" w:sz="0" w:space="0" w:color="auto"/>
        <w:left w:val="none" w:sz="0" w:space="0" w:color="auto"/>
        <w:bottom w:val="none" w:sz="0" w:space="0" w:color="auto"/>
        <w:right w:val="none" w:sz="0" w:space="0" w:color="auto"/>
      </w:divBdr>
    </w:div>
    <w:div w:id="1644113558">
      <w:bodyDiv w:val="1"/>
      <w:marLeft w:val="0"/>
      <w:marRight w:val="0"/>
      <w:marTop w:val="0"/>
      <w:marBottom w:val="0"/>
      <w:divBdr>
        <w:top w:val="none" w:sz="0" w:space="0" w:color="auto"/>
        <w:left w:val="none" w:sz="0" w:space="0" w:color="auto"/>
        <w:bottom w:val="none" w:sz="0" w:space="0" w:color="auto"/>
        <w:right w:val="none" w:sz="0" w:space="0" w:color="auto"/>
      </w:divBdr>
    </w:div>
    <w:div w:id="1644653740">
      <w:bodyDiv w:val="1"/>
      <w:marLeft w:val="0"/>
      <w:marRight w:val="0"/>
      <w:marTop w:val="0"/>
      <w:marBottom w:val="0"/>
      <w:divBdr>
        <w:top w:val="none" w:sz="0" w:space="0" w:color="auto"/>
        <w:left w:val="none" w:sz="0" w:space="0" w:color="auto"/>
        <w:bottom w:val="none" w:sz="0" w:space="0" w:color="auto"/>
        <w:right w:val="none" w:sz="0" w:space="0" w:color="auto"/>
      </w:divBdr>
    </w:div>
    <w:div w:id="1644770381">
      <w:bodyDiv w:val="1"/>
      <w:marLeft w:val="0"/>
      <w:marRight w:val="0"/>
      <w:marTop w:val="0"/>
      <w:marBottom w:val="0"/>
      <w:divBdr>
        <w:top w:val="none" w:sz="0" w:space="0" w:color="auto"/>
        <w:left w:val="none" w:sz="0" w:space="0" w:color="auto"/>
        <w:bottom w:val="none" w:sz="0" w:space="0" w:color="auto"/>
        <w:right w:val="none" w:sz="0" w:space="0" w:color="auto"/>
      </w:divBdr>
    </w:div>
    <w:div w:id="1645546923">
      <w:bodyDiv w:val="1"/>
      <w:marLeft w:val="0"/>
      <w:marRight w:val="0"/>
      <w:marTop w:val="0"/>
      <w:marBottom w:val="0"/>
      <w:divBdr>
        <w:top w:val="none" w:sz="0" w:space="0" w:color="auto"/>
        <w:left w:val="none" w:sz="0" w:space="0" w:color="auto"/>
        <w:bottom w:val="none" w:sz="0" w:space="0" w:color="auto"/>
        <w:right w:val="none" w:sz="0" w:space="0" w:color="auto"/>
      </w:divBdr>
    </w:div>
    <w:div w:id="1646010537">
      <w:bodyDiv w:val="1"/>
      <w:marLeft w:val="0"/>
      <w:marRight w:val="0"/>
      <w:marTop w:val="0"/>
      <w:marBottom w:val="0"/>
      <w:divBdr>
        <w:top w:val="none" w:sz="0" w:space="0" w:color="auto"/>
        <w:left w:val="none" w:sz="0" w:space="0" w:color="auto"/>
        <w:bottom w:val="none" w:sz="0" w:space="0" w:color="auto"/>
        <w:right w:val="none" w:sz="0" w:space="0" w:color="auto"/>
      </w:divBdr>
    </w:div>
    <w:div w:id="1647315427">
      <w:bodyDiv w:val="1"/>
      <w:marLeft w:val="0"/>
      <w:marRight w:val="0"/>
      <w:marTop w:val="0"/>
      <w:marBottom w:val="0"/>
      <w:divBdr>
        <w:top w:val="none" w:sz="0" w:space="0" w:color="auto"/>
        <w:left w:val="none" w:sz="0" w:space="0" w:color="auto"/>
        <w:bottom w:val="none" w:sz="0" w:space="0" w:color="auto"/>
        <w:right w:val="none" w:sz="0" w:space="0" w:color="auto"/>
      </w:divBdr>
    </w:div>
    <w:div w:id="1647465550">
      <w:bodyDiv w:val="1"/>
      <w:marLeft w:val="0"/>
      <w:marRight w:val="0"/>
      <w:marTop w:val="0"/>
      <w:marBottom w:val="0"/>
      <w:divBdr>
        <w:top w:val="none" w:sz="0" w:space="0" w:color="auto"/>
        <w:left w:val="none" w:sz="0" w:space="0" w:color="auto"/>
        <w:bottom w:val="none" w:sz="0" w:space="0" w:color="auto"/>
        <w:right w:val="none" w:sz="0" w:space="0" w:color="auto"/>
      </w:divBdr>
    </w:div>
    <w:div w:id="1648244663">
      <w:bodyDiv w:val="1"/>
      <w:marLeft w:val="0"/>
      <w:marRight w:val="0"/>
      <w:marTop w:val="0"/>
      <w:marBottom w:val="0"/>
      <w:divBdr>
        <w:top w:val="none" w:sz="0" w:space="0" w:color="auto"/>
        <w:left w:val="none" w:sz="0" w:space="0" w:color="auto"/>
        <w:bottom w:val="none" w:sz="0" w:space="0" w:color="auto"/>
        <w:right w:val="none" w:sz="0" w:space="0" w:color="auto"/>
      </w:divBdr>
    </w:div>
    <w:div w:id="1648322276">
      <w:bodyDiv w:val="1"/>
      <w:marLeft w:val="0"/>
      <w:marRight w:val="0"/>
      <w:marTop w:val="0"/>
      <w:marBottom w:val="0"/>
      <w:divBdr>
        <w:top w:val="none" w:sz="0" w:space="0" w:color="auto"/>
        <w:left w:val="none" w:sz="0" w:space="0" w:color="auto"/>
        <w:bottom w:val="none" w:sz="0" w:space="0" w:color="auto"/>
        <w:right w:val="none" w:sz="0" w:space="0" w:color="auto"/>
      </w:divBdr>
    </w:div>
    <w:div w:id="1648634038">
      <w:bodyDiv w:val="1"/>
      <w:marLeft w:val="0"/>
      <w:marRight w:val="0"/>
      <w:marTop w:val="0"/>
      <w:marBottom w:val="0"/>
      <w:divBdr>
        <w:top w:val="none" w:sz="0" w:space="0" w:color="auto"/>
        <w:left w:val="none" w:sz="0" w:space="0" w:color="auto"/>
        <w:bottom w:val="none" w:sz="0" w:space="0" w:color="auto"/>
        <w:right w:val="none" w:sz="0" w:space="0" w:color="auto"/>
      </w:divBdr>
    </w:div>
    <w:div w:id="1648775797">
      <w:bodyDiv w:val="1"/>
      <w:marLeft w:val="0"/>
      <w:marRight w:val="0"/>
      <w:marTop w:val="0"/>
      <w:marBottom w:val="0"/>
      <w:divBdr>
        <w:top w:val="none" w:sz="0" w:space="0" w:color="auto"/>
        <w:left w:val="none" w:sz="0" w:space="0" w:color="auto"/>
        <w:bottom w:val="none" w:sz="0" w:space="0" w:color="auto"/>
        <w:right w:val="none" w:sz="0" w:space="0" w:color="auto"/>
      </w:divBdr>
    </w:div>
    <w:div w:id="1648776487">
      <w:bodyDiv w:val="1"/>
      <w:marLeft w:val="0"/>
      <w:marRight w:val="0"/>
      <w:marTop w:val="0"/>
      <w:marBottom w:val="0"/>
      <w:divBdr>
        <w:top w:val="none" w:sz="0" w:space="0" w:color="auto"/>
        <w:left w:val="none" w:sz="0" w:space="0" w:color="auto"/>
        <w:bottom w:val="none" w:sz="0" w:space="0" w:color="auto"/>
        <w:right w:val="none" w:sz="0" w:space="0" w:color="auto"/>
      </w:divBdr>
    </w:div>
    <w:div w:id="1648777160">
      <w:bodyDiv w:val="1"/>
      <w:marLeft w:val="0"/>
      <w:marRight w:val="0"/>
      <w:marTop w:val="0"/>
      <w:marBottom w:val="0"/>
      <w:divBdr>
        <w:top w:val="none" w:sz="0" w:space="0" w:color="auto"/>
        <w:left w:val="none" w:sz="0" w:space="0" w:color="auto"/>
        <w:bottom w:val="none" w:sz="0" w:space="0" w:color="auto"/>
        <w:right w:val="none" w:sz="0" w:space="0" w:color="auto"/>
      </w:divBdr>
    </w:div>
    <w:div w:id="1649630212">
      <w:bodyDiv w:val="1"/>
      <w:marLeft w:val="0"/>
      <w:marRight w:val="0"/>
      <w:marTop w:val="0"/>
      <w:marBottom w:val="0"/>
      <w:divBdr>
        <w:top w:val="none" w:sz="0" w:space="0" w:color="auto"/>
        <w:left w:val="none" w:sz="0" w:space="0" w:color="auto"/>
        <w:bottom w:val="none" w:sz="0" w:space="0" w:color="auto"/>
        <w:right w:val="none" w:sz="0" w:space="0" w:color="auto"/>
      </w:divBdr>
    </w:div>
    <w:div w:id="1649818706">
      <w:bodyDiv w:val="1"/>
      <w:marLeft w:val="0"/>
      <w:marRight w:val="0"/>
      <w:marTop w:val="0"/>
      <w:marBottom w:val="0"/>
      <w:divBdr>
        <w:top w:val="none" w:sz="0" w:space="0" w:color="auto"/>
        <w:left w:val="none" w:sz="0" w:space="0" w:color="auto"/>
        <w:bottom w:val="none" w:sz="0" w:space="0" w:color="auto"/>
        <w:right w:val="none" w:sz="0" w:space="0" w:color="auto"/>
      </w:divBdr>
    </w:div>
    <w:div w:id="1650134410">
      <w:bodyDiv w:val="1"/>
      <w:marLeft w:val="0"/>
      <w:marRight w:val="0"/>
      <w:marTop w:val="0"/>
      <w:marBottom w:val="0"/>
      <w:divBdr>
        <w:top w:val="none" w:sz="0" w:space="0" w:color="auto"/>
        <w:left w:val="none" w:sz="0" w:space="0" w:color="auto"/>
        <w:bottom w:val="none" w:sz="0" w:space="0" w:color="auto"/>
        <w:right w:val="none" w:sz="0" w:space="0" w:color="auto"/>
      </w:divBdr>
    </w:div>
    <w:div w:id="1650789221">
      <w:bodyDiv w:val="1"/>
      <w:marLeft w:val="0"/>
      <w:marRight w:val="0"/>
      <w:marTop w:val="0"/>
      <w:marBottom w:val="0"/>
      <w:divBdr>
        <w:top w:val="none" w:sz="0" w:space="0" w:color="auto"/>
        <w:left w:val="none" w:sz="0" w:space="0" w:color="auto"/>
        <w:bottom w:val="none" w:sz="0" w:space="0" w:color="auto"/>
        <w:right w:val="none" w:sz="0" w:space="0" w:color="auto"/>
      </w:divBdr>
    </w:div>
    <w:div w:id="1651710525">
      <w:bodyDiv w:val="1"/>
      <w:marLeft w:val="0"/>
      <w:marRight w:val="0"/>
      <w:marTop w:val="0"/>
      <w:marBottom w:val="0"/>
      <w:divBdr>
        <w:top w:val="none" w:sz="0" w:space="0" w:color="auto"/>
        <w:left w:val="none" w:sz="0" w:space="0" w:color="auto"/>
        <w:bottom w:val="none" w:sz="0" w:space="0" w:color="auto"/>
        <w:right w:val="none" w:sz="0" w:space="0" w:color="auto"/>
      </w:divBdr>
    </w:div>
    <w:div w:id="1651792419">
      <w:bodyDiv w:val="1"/>
      <w:marLeft w:val="0"/>
      <w:marRight w:val="0"/>
      <w:marTop w:val="0"/>
      <w:marBottom w:val="0"/>
      <w:divBdr>
        <w:top w:val="none" w:sz="0" w:space="0" w:color="auto"/>
        <w:left w:val="none" w:sz="0" w:space="0" w:color="auto"/>
        <w:bottom w:val="none" w:sz="0" w:space="0" w:color="auto"/>
        <w:right w:val="none" w:sz="0" w:space="0" w:color="auto"/>
      </w:divBdr>
    </w:div>
    <w:div w:id="1652252835">
      <w:bodyDiv w:val="1"/>
      <w:marLeft w:val="0"/>
      <w:marRight w:val="0"/>
      <w:marTop w:val="0"/>
      <w:marBottom w:val="0"/>
      <w:divBdr>
        <w:top w:val="none" w:sz="0" w:space="0" w:color="auto"/>
        <w:left w:val="none" w:sz="0" w:space="0" w:color="auto"/>
        <w:bottom w:val="none" w:sz="0" w:space="0" w:color="auto"/>
        <w:right w:val="none" w:sz="0" w:space="0" w:color="auto"/>
      </w:divBdr>
    </w:div>
    <w:div w:id="1652521840">
      <w:bodyDiv w:val="1"/>
      <w:marLeft w:val="0"/>
      <w:marRight w:val="0"/>
      <w:marTop w:val="0"/>
      <w:marBottom w:val="0"/>
      <w:divBdr>
        <w:top w:val="none" w:sz="0" w:space="0" w:color="auto"/>
        <w:left w:val="none" w:sz="0" w:space="0" w:color="auto"/>
        <w:bottom w:val="none" w:sz="0" w:space="0" w:color="auto"/>
        <w:right w:val="none" w:sz="0" w:space="0" w:color="auto"/>
      </w:divBdr>
    </w:div>
    <w:div w:id="1655137413">
      <w:bodyDiv w:val="1"/>
      <w:marLeft w:val="0"/>
      <w:marRight w:val="0"/>
      <w:marTop w:val="0"/>
      <w:marBottom w:val="0"/>
      <w:divBdr>
        <w:top w:val="none" w:sz="0" w:space="0" w:color="auto"/>
        <w:left w:val="none" w:sz="0" w:space="0" w:color="auto"/>
        <w:bottom w:val="none" w:sz="0" w:space="0" w:color="auto"/>
        <w:right w:val="none" w:sz="0" w:space="0" w:color="auto"/>
      </w:divBdr>
    </w:div>
    <w:div w:id="1655452919">
      <w:bodyDiv w:val="1"/>
      <w:marLeft w:val="0"/>
      <w:marRight w:val="0"/>
      <w:marTop w:val="0"/>
      <w:marBottom w:val="0"/>
      <w:divBdr>
        <w:top w:val="none" w:sz="0" w:space="0" w:color="auto"/>
        <w:left w:val="none" w:sz="0" w:space="0" w:color="auto"/>
        <w:bottom w:val="none" w:sz="0" w:space="0" w:color="auto"/>
        <w:right w:val="none" w:sz="0" w:space="0" w:color="auto"/>
      </w:divBdr>
    </w:div>
    <w:div w:id="1656185283">
      <w:bodyDiv w:val="1"/>
      <w:marLeft w:val="0"/>
      <w:marRight w:val="0"/>
      <w:marTop w:val="0"/>
      <w:marBottom w:val="0"/>
      <w:divBdr>
        <w:top w:val="none" w:sz="0" w:space="0" w:color="auto"/>
        <w:left w:val="none" w:sz="0" w:space="0" w:color="auto"/>
        <w:bottom w:val="none" w:sz="0" w:space="0" w:color="auto"/>
        <w:right w:val="none" w:sz="0" w:space="0" w:color="auto"/>
      </w:divBdr>
    </w:div>
    <w:div w:id="1656373529">
      <w:bodyDiv w:val="1"/>
      <w:marLeft w:val="0"/>
      <w:marRight w:val="0"/>
      <w:marTop w:val="0"/>
      <w:marBottom w:val="0"/>
      <w:divBdr>
        <w:top w:val="none" w:sz="0" w:space="0" w:color="auto"/>
        <w:left w:val="none" w:sz="0" w:space="0" w:color="auto"/>
        <w:bottom w:val="none" w:sz="0" w:space="0" w:color="auto"/>
        <w:right w:val="none" w:sz="0" w:space="0" w:color="auto"/>
      </w:divBdr>
    </w:div>
    <w:div w:id="1656567128">
      <w:bodyDiv w:val="1"/>
      <w:marLeft w:val="0"/>
      <w:marRight w:val="0"/>
      <w:marTop w:val="0"/>
      <w:marBottom w:val="0"/>
      <w:divBdr>
        <w:top w:val="none" w:sz="0" w:space="0" w:color="auto"/>
        <w:left w:val="none" w:sz="0" w:space="0" w:color="auto"/>
        <w:bottom w:val="none" w:sz="0" w:space="0" w:color="auto"/>
        <w:right w:val="none" w:sz="0" w:space="0" w:color="auto"/>
      </w:divBdr>
    </w:div>
    <w:div w:id="1658341273">
      <w:bodyDiv w:val="1"/>
      <w:marLeft w:val="0"/>
      <w:marRight w:val="0"/>
      <w:marTop w:val="0"/>
      <w:marBottom w:val="0"/>
      <w:divBdr>
        <w:top w:val="none" w:sz="0" w:space="0" w:color="auto"/>
        <w:left w:val="none" w:sz="0" w:space="0" w:color="auto"/>
        <w:bottom w:val="none" w:sz="0" w:space="0" w:color="auto"/>
        <w:right w:val="none" w:sz="0" w:space="0" w:color="auto"/>
      </w:divBdr>
    </w:div>
    <w:div w:id="1658992954">
      <w:bodyDiv w:val="1"/>
      <w:marLeft w:val="0"/>
      <w:marRight w:val="0"/>
      <w:marTop w:val="0"/>
      <w:marBottom w:val="0"/>
      <w:divBdr>
        <w:top w:val="none" w:sz="0" w:space="0" w:color="auto"/>
        <w:left w:val="none" w:sz="0" w:space="0" w:color="auto"/>
        <w:bottom w:val="none" w:sz="0" w:space="0" w:color="auto"/>
        <w:right w:val="none" w:sz="0" w:space="0" w:color="auto"/>
      </w:divBdr>
    </w:div>
    <w:div w:id="1659729212">
      <w:bodyDiv w:val="1"/>
      <w:marLeft w:val="0"/>
      <w:marRight w:val="0"/>
      <w:marTop w:val="0"/>
      <w:marBottom w:val="0"/>
      <w:divBdr>
        <w:top w:val="none" w:sz="0" w:space="0" w:color="auto"/>
        <w:left w:val="none" w:sz="0" w:space="0" w:color="auto"/>
        <w:bottom w:val="none" w:sz="0" w:space="0" w:color="auto"/>
        <w:right w:val="none" w:sz="0" w:space="0" w:color="auto"/>
      </w:divBdr>
    </w:div>
    <w:div w:id="1659990726">
      <w:bodyDiv w:val="1"/>
      <w:marLeft w:val="0"/>
      <w:marRight w:val="0"/>
      <w:marTop w:val="0"/>
      <w:marBottom w:val="0"/>
      <w:divBdr>
        <w:top w:val="none" w:sz="0" w:space="0" w:color="auto"/>
        <w:left w:val="none" w:sz="0" w:space="0" w:color="auto"/>
        <w:bottom w:val="none" w:sz="0" w:space="0" w:color="auto"/>
        <w:right w:val="none" w:sz="0" w:space="0" w:color="auto"/>
      </w:divBdr>
    </w:div>
    <w:div w:id="1660188332">
      <w:bodyDiv w:val="1"/>
      <w:marLeft w:val="0"/>
      <w:marRight w:val="0"/>
      <w:marTop w:val="0"/>
      <w:marBottom w:val="0"/>
      <w:divBdr>
        <w:top w:val="none" w:sz="0" w:space="0" w:color="auto"/>
        <w:left w:val="none" w:sz="0" w:space="0" w:color="auto"/>
        <w:bottom w:val="none" w:sz="0" w:space="0" w:color="auto"/>
        <w:right w:val="none" w:sz="0" w:space="0" w:color="auto"/>
      </w:divBdr>
    </w:div>
    <w:div w:id="1660380623">
      <w:bodyDiv w:val="1"/>
      <w:marLeft w:val="0"/>
      <w:marRight w:val="0"/>
      <w:marTop w:val="0"/>
      <w:marBottom w:val="0"/>
      <w:divBdr>
        <w:top w:val="none" w:sz="0" w:space="0" w:color="auto"/>
        <w:left w:val="none" w:sz="0" w:space="0" w:color="auto"/>
        <w:bottom w:val="none" w:sz="0" w:space="0" w:color="auto"/>
        <w:right w:val="none" w:sz="0" w:space="0" w:color="auto"/>
      </w:divBdr>
    </w:div>
    <w:div w:id="1661425262">
      <w:bodyDiv w:val="1"/>
      <w:marLeft w:val="0"/>
      <w:marRight w:val="0"/>
      <w:marTop w:val="0"/>
      <w:marBottom w:val="0"/>
      <w:divBdr>
        <w:top w:val="none" w:sz="0" w:space="0" w:color="auto"/>
        <w:left w:val="none" w:sz="0" w:space="0" w:color="auto"/>
        <w:bottom w:val="none" w:sz="0" w:space="0" w:color="auto"/>
        <w:right w:val="none" w:sz="0" w:space="0" w:color="auto"/>
      </w:divBdr>
    </w:div>
    <w:div w:id="1662005306">
      <w:bodyDiv w:val="1"/>
      <w:marLeft w:val="0"/>
      <w:marRight w:val="0"/>
      <w:marTop w:val="0"/>
      <w:marBottom w:val="0"/>
      <w:divBdr>
        <w:top w:val="none" w:sz="0" w:space="0" w:color="auto"/>
        <w:left w:val="none" w:sz="0" w:space="0" w:color="auto"/>
        <w:bottom w:val="none" w:sz="0" w:space="0" w:color="auto"/>
        <w:right w:val="none" w:sz="0" w:space="0" w:color="auto"/>
      </w:divBdr>
    </w:div>
    <w:div w:id="1662418205">
      <w:bodyDiv w:val="1"/>
      <w:marLeft w:val="0"/>
      <w:marRight w:val="0"/>
      <w:marTop w:val="0"/>
      <w:marBottom w:val="0"/>
      <w:divBdr>
        <w:top w:val="none" w:sz="0" w:space="0" w:color="auto"/>
        <w:left w:val="none" w:sz="0" w:space="0" w:color="auto"/>
        <w:bottom w:val="none" w:sz="0" w:space="0" w:color="auto"/>
        <w:right w:val="none" w:sz="0" w:space="0" w:color="auto"/>
      </w:divBdr>
    </w:div>
    <w:div w:id="1663192989">
      <w:bodyDiv w:val="1"/>
      <w:marLeft w:val="0"/>
      <w:marRight w:val="0"/>
      <w:marTop w:val="0"/>
      <w:marBottom w:val="0"/>
      <w:divBdr>
        <w:top w:val="none" w:sz="0" w:space="0" w:color="auto"/>
        <w:left w:val="none" w:sz="0" w:space="0" w:color="auto"/>
        <w:bottom w:val="none" w:sz="0" w:space="0" w:color="auto"/>
        <w:right w:val="none" w:sz="0" w:space="0" w:color="auto"/>
      </w:divBdr>
    </w:div>
    <w:div w:id="1664620707">
      <w:bodyDiv w:val="1"/>
      <w:marLeft w:val="0"/>
      <w:marRight w:val="0"/>
      <w:marTop w:val="0"/>
      <w:marBottom w:val="0"/>
      <w:divBdr>
        <w:top w:val="none" w:sz="0" w:space="0" w:color="auto"/>
        <w:left w:val="none" w:sz="0" w:space="0" w:color="auto"/>
        <w:bottom w:val="none" w:sz="0" w:space="0" w:color="auto"/>
        <w:right w:val="none" w:sz="0" w:space="0" w:color="auto"/>
      </w:divBdr>
    </w:div>
    <w:div w:id="1665476950">
      <w:bodyDiv w:val="1"/>
      <w:marLeft w:val="0"/>
      <w:marRight w:val="0"/>
      <w:marTop w:val="0"/>
      <w:marBottom w:val="0"/>
      <w:divBdr>
        <w:top w:val="none" w:sz="0" w:space="0" w:color="auto"/>
        <w:left w:val="none" w:sz="0" w:space="0" w:color="auto"/>
        <w:bottom w:val="none" w:sz="0" w:space="0" w:color="auto"/>
        <w:right w:val="none" w:sz="0" w:space="0" w:color="auto"/>
      </w:divBdr>
    </w:div>
    <w:div w:id="1666976859">
      <w:bodyDiv w:val="1"/>
      <w:marLeft w:val="0"/>
      <w:marRight w:val="0"/>
      <w:marTop w:val="0"/>
      <w:marBottom w:val="0"/>
      <w:divBdr>
        <w:top w:val="none" w:sz="0" w:space="0" w:color="auto"/>
        <w:left w:val="none" w:sz="0" w:space="0" w:color="auto"/>
        <w:bottom w:val="none" w:sz="0" w:space="0" w:color="auto"/>
        <w:right w:val="none" w:sz="0" w:space="0" w:color="auto"/>
      </w:divBdr>
    </w:div>
    <w:div w:id="1667128235">
      <w:bodyDiv w:val="1"/>
      <w:marLeft w:val="0"/>
      <w:marRight w:val="0"/>
      <w:marTop w:val="0"/>
      <w:marBottom w:val="0"/>
      <w:divBdr>
        <w:top w:val="none" w:sz="0" w:space="0" w:color="auto"/>
        <w:left w:val="none" w:sz="0" w:space="0" w:color="auto"/>
        <w:bottom w:val="none" w:sz="0" w:space="0" w:color="auto"/>
        <w:right w:val="none" w:sz="0" w:space="0" w:color="auto"/>
      </w:divBdr>
    </w:div>
    <w:div w:id="1667855656">
      <w:bodyDiv w:val="1"/>
      <w:marLeft w:val="0"/>
      <w:marRight w:val="0"/>
      <w:marTop w:val="0"/>
      <w:marBottom w:val="0"/>
      <w:divBdr>
        <w:top w:val="none" w:sz="0" w:space="0" w:color="auto"/>
        <w:left w:val="none" w:sz="0" w:space="0" w:color="auto"/>
        <w:bottom w:val="none" w:sz="0" w:space="0" w:color="auto"/>
        <w:right w:val="none" w:sz="0" w:space="0" w:color="auto"/>
      </w:divBdr>
    </w:div>
    <w:div w:id="1667901674">
      <w:bodyDiv w:val="1"/>
      <w:marLeft w:val="0"/>
      <w:marRight w:val="0"/>
      <w:marTop w:val="0"/>
      <w:marBottom w:val="0"/>
      <w:divBdr>
        <w:top w:val="none" w:sz="0" w:space="0" w:color="auto"/>
        <w:left w:val="none" w:sz="0" w:space="0" w:color="auto"/>
        <w:bottom w:val="none" w:sz="0" w:space="0" w:color="auto"/>
        <w:right w:val="none" w:sz="0" w:space="0" w:color="auto"/>
      </w:divBdr>
    </w:div>
    <w:div w:id="1667977373">
      <w:bodyDiv w:val="1"/>
      <w:marLeft w:val="0"/>
      <w:marRight w:val="0"/>
      <w:marTop w:val="0"/>
      <w:marBottom w:val="0"/>
      <w:divBdr>
        <w:top w:val="none" w:sz="0" w:space="0" w:color="auto"/>
        <w:left w:val="none" w:sz="0" w:space="0" w:color="auto"/>
        <w:bottom w:val="none" w:sz="0" w:space="0" w:color="auto"/>
        <w:right w:val="none" w:sz="0" w:space="0" w:color="auto"/>
      </w:divBdr>
    </w:div>
    <w:div w:id="1668441209">
      <w:bodyDiv w:val="1"/>
      <w:marLeft w:val="0"/>
      <w:marRight w:val="0"/>
      <w:marTop w:val="0"/>
      <w:marBottom w:val="0"/>
      <w:divBdr>
        <w:top w:val="none" w:sz="0" w:space="0" w:color="auto"/>
        <w:left w:val="none" w:sz="0" w:space="0" w:color="auto"/>
        <w:bottom w:val="none" w:sz="0" w:space="0" w:color="auto"/>
        <w:right w:val="none" w:sz="0" w:space="0" w:color="auto"/>
      </w:divBdr>
    </w:div>
    <w:div w:id="1669215644">
      <w:bodyDiv w:val="1"/>
      <w:marLeft w:val="0"/>
      <w:marRight w:val="0"/>
      <w:marTop w:val="0"/>
      <w:marBottom w:val="0"/>
      <w:divBdr>
        <w:top w:val="none" w:sz="0" w:space="0" w:color="auto"/>
        <w:left w:val="none" w:sz="0" w:space="0" w:color="auto"/>
        <w:bottom w:val="none" w:sz="0" w:space="0" w:color="auto"/>
        <w:right w:val="none" w:sz="0" w:space="0" w:color="auto"/>
      </w:divBdr>
    </w:div>
    <w:div w:id="1669674726">
      <w:bodyDiv w:val="1"/>
      <w:marLeft w:val="0"/>
      <w:marRight w:val="0"/>
      <w:marTop w:val="0"/>
      <w:marBottom w:val="0"/>
      <w:divBdr>
        <w:top w:val="none" w:sz="0" w:space="0" w:color="auto"/>
        <w:left w:val="none" w:sz="0" w:space="0" w:color="auto"/>
        <w:bottom w:val="none" w:sz="0" w:space="0" w:color="auto"/>
        <w:right w:val="none" w:sz="0" w:space="0" w:color="auto"/>
      </w:divBdr>
    </w:div>
    <w:div w:id="1669822635">
      <w:bodyDiv w:val="1"/>
      <w:marLeft w:val="0"/>
      <w:marRight w:val="0"/>
      <w:marTop w:val="0"/>
      <w:marBottom w:val="0"/>
      <w:divBdr>
        <w:top w:val="none" w:sz="0" w:space="0" w:color="auto"/>
        <w:left w:val="none" w:sz="0" w:space="0" w:color="auto"/>
        <w:bottom w:val="none" w:sz="0" w:space="0" w:color="auto"/>
        <w:right w:val="none" w:sz="0" w:space="0" w:color="auto"/>
      </w:divBdr>
    </w:div>
    <w:div w:id="1672101670">
      <w:bodyDiv w:val="1"/>
      <w:marLeft w:val="0"/>
      <w:marRight w:val="0"/>
      <w:marTop w:val="0"/>
      <w:marBottom w:val="0"/>
      <w:divBdr>
        <w:top w:val="none" w:sz="0" w:space="0" w:color="auto"/>
        <w:left w:val="none" w:sz="0" w:space="0" w:color="auto"/>
        <w:bottom w:val="none" w:sz="0" w:space="0" w:color="auto"/>
        <w:right w:val="none" w:sz="0" w:space="0" w:color="auto"/>
      </w:divBdr>
    </w:div>
    <w:div w:id="1672218064">
      <w:bodyDiv w:val="1"/>
      <w:marLeft w:val="0"/>
      <w:marRight w:val="0"/>
      <w:marTop w:val="0"/>
      <w:marBottom w:val="0"/>
      <w:divBdr>
        <w:top w:val="none" w:sz="0" w:space="0" w:color="auto"/>
        <w:left w:val="none" w:sz="0" w:space="0" w:color="auto"/>
        <w:bottom w:val="none" w:sz="0" w:space="0" w:color="auto"/>
        <w:right w:val="none" w:sz="0" w:space="0" w:color="auto"/>
      </w:divBdr>
    </w:div>
    <w:div w:id="1673802049">
      <w:bodyDiv w:val="1"/>
      <w:marLeft w:val="0"/>
      <w:marRight w:val="0"/>
      <w:marTop w:val="0"/>
      <w:marBottom w:val="0"/>
      <w:divBdr>
        <w:top w:val="none" w:sz="0" w:space="0" w:color="auto"/>
        <w:left w:val="none" w:sz="0" w:space="0" w:color="auto"/>
        <w:bottom w:val="none" w:sz="0" w:space="0" w:color="auto"/>
        <w:right w:val="none" w:sz="0" w:space="0" w:color="auto"/>
      </w:divBdr>
    </w:div>
    <w:div w:id="1674215231">
      <w:bodyDiv w:val="1"/>
      <w:marLeft w:val="0"/>
      <w:marRight w:val="0"/>
      <w:marTop w:val="0"/>
      <w:marBottom w:val="0"/>
      <w:divBdr>
        <w:top w:val="none" w:sz="0" w:space="0" w:color="auto"/>
        <w:left w:val="none" w:sz="0" w:space="0" w:color="auto"/>
        <w:bottom w:val="none" w:sz="0" w:space="0" w:color="auto"/>
        <w:right w:val="none" w:sz="0" w:space="0" w:color="auto"/>
      </w:divBdr>
    </w:div>
    <w:div w:id="1675910166">
      <w:bodyDiv w:val="1"/>
      <w:marLeft w:val="0"/>
      <w:marRight w:val="0"/>
      <w:marTop w:val="0"/>
      <w:marBottom w:val="0"/>
      <w:divBdr>
        <w:top w:val="none" w:sz="0" w:space="0" w:color="auto"/>
        <w:left w:val="none" w:sz="0" w:space="0" w:color="auto"/>
        <w:bottom w:val="none" w:sz="0" w:space="0" w:color="auto"/>
        <w:right w:val="none" w:sz="0" w:space="0" w:color="auto"/>
      </w:divBdr>
    </w:div>
    <w:div w:id="1676300831">
      <w:bodyDiv w:val="1"/>
      <w:marLeft w:val="0"/>
      <w:marRight w:val="0"/>
      <w:marTop w:val="0"/>
      <w:marBottom w:val="0"/>
      <w:divBdr>
        <w:top w:val="none" w:sz="0" w:space="0" w:color="auto"/>
        <w:left w:val="none" w:sz="0" w:space="0" w:color="auto"/>
        <w:bottom w:val="none" w:sz="0" w:space="0" w:color="auto"/>
        <w:right w:val="none" w:sz="0" w:space="0" w:color="auto"/>
      </w:divBdr>
    </w:div>
    <w:div w:id="1678190113">
      <w:bodyDiv w:val="1"/>
      <w:marLeft w:val="0"/>
      <w:marRight w:val="0"/>
      <w:marTop w:val="0"/>
      <w:marBottom w:val="0"/>
      <w:divBdr>
        <w:top w:val="none" w:sz="0" w:space="0" w:color="auto"/>
        <w:left w:val="none" w:sz="0" w:space="0" w:color="auto"/>
        <w:bottom w:val="none" w:sz="0" w:space="0" w:color="auto"/>
        <w:right w:val="none" w:sz="0" w:space="0" w:color="auto"/>
      </w:divBdr>
    </w:div>
    <w:div w:id="1678650335">
      <w:bodyDiv w:val="1"/>
      <w:marLeft w:val="0"/>
      <w:marRight w:val="0"/>
      <w:marTop w:val="0"/>
      <w:marBottom w:val="0"/>
      <w:divBdr>
        <w:top w:val="none" w:sz="0" w:space="0" w:color="auto"/>
        <w:left w:val="none" w:sz="0" w:space="0" w:color="auto"/>
        <w:bottom w:val="none" w:sz="0" w:space="0" w:color="auto"/>
        <w:right w:val="none" w:sz="0" w:space="0" w:color="auto"/>
      </w:divBdr>
    </w:div>
    <w:div w:id="1678800424">
      <w:bodyDiv w:val="1"/>
      <w:marLeft w:val="0"/>
      <w:marRight w:val="0"/>
      <w:marTop w:val="0"/>
      <w:marBottom w:val="0"/>
      <w:divBdr>
        <w:top w:val="none" w:sz="0" w:space="0" w:color="auto"/>
        <w:left w:val="none" w:sz="0" w:space="0" w:color="auto"/>
        <w:bottom w:val="none" w:sz="0" w:space="0" w:color="auto"/>
        <w:right w:val="none" w:sz="0" w:space="0" w:color="auto"/>
      </w:divBdr>
    </w:div>
    <w:div w:id="1679652737">
      <w:bodyDiv w:val="1"/>
      <w:marLeft w:val="0"/>
      <w:marRight w:val="0"/>
      <w:marTop w:val="0"/>
      <w:marBottom w:val="0"/>
      <w:divBdr>
        <w:top w:val="none" w:sz="0" w:space="0" w:color="auto"/>
        <w:left w:val="none" w:sz="0" w:space="0" w:color="auto"/>
        <w:bottom w:val="none" w:sz="0" w:space="0" w:color="auto"/>
        <w:right w:val="none" w:sz="0" w:space="0" w:color="auto"/>
      </w:divBdr>
    </w:div>
    <w:div w:id="1680081143">
      <w:bodyDiv w:val="1"/>
      <w:marLeft w:val="0"/>
      <w:marRight w:val="0"/>
      <w:marTop w:val="0"/>
      <w:marBottom w:val="0"/>
      <w:divBdr>
        <w:top w:val="none" w:sz="0" w:space="0" w:color="auto"/>
        <w:left w:val="none" w:sz="0" w:space="0" w:color="auto"/>
        <w:bottom w:val="none" w:sz="0" w:space="0" w:color="auto"/>
        <w:right w:val="none" w:sz="0" w:space="0" w:color="auto"/>
      </w:divBdr>
    </w:div>
    <w:div w:id="1680543573">
      <w:bodyDiv w:val="1"/>
      <w:marLeft w:val="0"/>
      <w:marRight w:val="0"/>
      <w:marTop w:val="0"/>
      <w:marBottom w:val="0"/>
      <w:divBdr>
        <w:top w:val="none" w:sz="0" w:space="0" w:color="auto"/>
        <w:left w:val="none" w:sz="0" w:space="0" w:color="auto"/>
        <w:bottom w:val="none" w:sz="0" w:space="0" w:color="auto"/>
        <w:right w:val="none" w:sz="0" w:space="0" w:color="auto"/>
      </w:divBdr>
    </w:div>
    <w:div w:id="1681614199">
      <w:bodyDiv w:val="1"/>
      <w:marLeft w:val="0"/>
      <w:marRight w:val="0"/>
      <w:marTop w:val="0"/>
      <w:marBottom w:val="0"/>
      <w:divBdr>
        <w:top w:val="none" w:sz="0" w:space="0" w:color="auto"/>
        <w:left w:val="none" w:sz="0" w:space="0" w:color="auto"/>
        <w:bottom w:val="none" w:sz="0" w:space="0" w:color="auto"/>
        <w:right w:val="none" w:sz="0" w:space="0" w:color="auto"/>
      </w:divBdr>
    </w:div>
    <w:div w:id="1682511520">
      <w:bodyDiv w:val="1"/>
      <w:marLeft w:val="0"/>
      <w:marRight w:val="0"/>
      <w:marTop w:val="0"/>
      <w:marBottom w:val="0"/>
      <w:divBdr>
        <w:top w:val="none" w:sz="0" w:space="0" w:color="auto"/>
        <w:left w:val="none" w:sz="0" w:space="0" w:color="auto"/>
        <w:bottom w:val="none" w:sz="0" w:space="0" w:color="auto"/>
        <w:right w:val="none" w:sz="0" w:space="0" w:color="auto"/>
      </w:divBdr>
    </w:div>
    <w:div w:id="1683123417">
      <w:bodyDiv w:val="1"/>
      <w:marLeft w:val="0"/>
      <w:marRight w:val="0"/>
      <w:marTop w:val="0"/>
      <w:marBottom w:val="0"/>
      <w:divBdr>
        <w:top w:val="none" w:sz="0" w:space="0" w:color="auto"/>
        <w:left w:val="none" w:sz="0" w:space="0" w:color="auto"/>
        <w:bottom w:val="none" w:sz="0" w:space="0" w:color="auto"/>
        <w:right w:val="none" w:sz="0" w:space="0" w:color="auto"/>
      </w:divBdr>
    </w:div>
    <w:div w:id="1685785409">
      <w:bodyDiv w:val="1"/>
      <w:marLeft w:val="0"/>
      <w:marRight w:val="0"/>
      <w:marTop w:val="0"/>
      <w:marBottom w:val="0"/>
      <w:divBdr>
        <w:top w:val="none" w:sz="0" w:space="0" w:color="auto"/>
        <w:left w:val="none" w:sz="0" w:space="0" w:color="auto"/>
        <w:bottom w:val="none" w:sz="0" w:space="0" w:color="auto"/>
        <w:right w:val="none" w:sz="0" w:space="0" w:color="auto"/>
      </w:divBdr>
    </w:div>
    <w:div w:id="1686324933">
      <w:bodyDiv w:val="1"/>
      <w:marLeft w:val="0"/>
      <w:marRight w:val="0"/>
      <w:marTop w:val="0"/>
      <w:marBottom w:val="0"/>
      <w:divBdr>
        <w:top w:val="none" w:sz="0" w:space="0" w:color="auto"/>
        <w:left w:val="none" w:sz="0" w:space="0" w:color="auto"/>
        <w:bottom w:val="none" w:sz="0" w:space="0" w:color="auto"/>
        <w:right w:val="none" w:sz="0" w:space="0" w:color="auto"/>
      </w:divBdr>
    </w:div>
    <w:div w:id="1687632994">
      <w:bodyDiv w:val="1"/>
      <w:marLeft w:val="0"/>
      <w:marRight w:val="0"/>
      <w:marTop w:val="0"/>
      <w:marBottom w:val="0"/>
      <w:divBdr>
        <w:top w:val="none" w:sz="0" w:space="0" w:color="auto"/>
        <w:left w:val="none" w:sz="0" w:space="0" w:color="auto"/>
        <w:bottom w:val="none" w:sz="0" w:space="0" w:color="auto"/>
        <w:right w:val="none" w:sz="0" w:space="0" w:color="auto"/>
      </w:divBdr>
    </w:div>
    <w:div w:id="1688214893">
      <w:bodyDiv w:val="1"/>
      <w:marLeft w:val="0"/>
      <w:marRight w:val="0"/>
      <w:marTop w:val="0"/>
      <w:marBottom w:val="0"/>
      <w:divBdr>
        <w:top w:val="none" w:sz="0" w:space="0" w:color="auto"/>
        <w:left w:val="none" w:sz="0" w:space="0" w:color="auto"/>
        <w:bottom w:val="none" w:sz="0" w:space="0" w:color="auto"/>
        <w:right w:val="none" w:sz="0" w:space="0" w:color="auto"/>
      </w:divBdr>
    </w:div>
    <w:div w:id="1688478796">
      <w:bodyDiv w:val="1"/>
      <w:marLeft w:val="0"/>
      <w:marRight w:val="0"/>
      <w:marTop w:val="0"/>
      <w:marBottom w:val="0"/>
      <w:divBdr>
        <w:top w:val="none" w:sz="0" w:space="0" w:color="auto"/>
        <w:left w:val="none" w:sz="0" w:space="0" w:color="auto"/>
        <w:bottom w:val="none" w:sz="0" w:space="0" w:color="auto"/>
        <w:right w:val="none" w:sz="0" w:space="0" w:color="auto"/>
      </w:divBdr>
    </w:div>
    <w:div w:id="1688677991">
      <w:bodyDiv w:val="1"/>
      <w:marLeft w:val="0"/>
      <w:marRight w:val="0"/>
      <w:marTop w:val="0"/>
      <w:marBottom w:val="0"/>
      <w:divBdr>
        <w:top w:val="none" w:sz="0" w:space="0" w:color="auto"/>
        <w:left w:val="none" w:sz="0" w:space="0" w:color="auto"/>
        <w:bottom w:val="none" w:sz="0" w:space="0" w:color="auto"/>
        <w:right w:val="none" w:sz="0" w:space="0" w:color="auto"/>
      </w:divBdr>
    </w:div>
    <w:div w:id="1690370941">
      <w:bodyDiv w:val="1"/>
      <w:marLeft w:val="0"/>
      <w:marRight w:val="0"/>
      <w:marTop w:val="0"/>
      <w:marBottom w:val="0"/>
      <w:divBdr>
        <w:top w:val="none" w:sz="0" w:space="0" w:color="auto"/>
        <w:left w:val="none" w:sz="0" w:space="0" w:color="auto"/>
        <w:bottom w:val="none" w:sz="0" w:space="0" w:color="auto"/>
        <w:right w:val="none" w:sz="0" w:space="0" w:color="auto"/>
      </w:divBdr>
    </w:div>
    <w:div w:id="1690983211">
      <w:bodyDiv w:val="1"/>
      <w:marLeft w:val="0"/>
      <w:marRight w:val="0"/>
      <w:marTop w:val="0"/>
      <w:marBottom w:val="0"/>
      <w:divBdr>
        <w:top w:val="none" w:sz="0" w:space="0" w:color="auto"/>
        <w:left w:val="none" w:sz="0" w:space="0" w:color="auto"/>
        <w:bottom w:val="none" w:sz="0" w:space="0" w:color="auto"/>
        <w:right w:val="none" w:sz="0" w:space="0" w:color="auto"/>
      </w:divBdr>
    </w:div>
    <w:div w:id="1692147922">
      <w:bodyDiv w:val="1"/>
      <w:marLeft w:val="0"/>
      <w:marRight w:val="0"/>
      <w:marTop w:val="0"/>
      <w:marBottom w:val="0"/>
      <w:divBdr>
        <w:top w:val="none" w:sz="0" w:space="0" w:color="auto"/>
        <w:left w:val="none" w:sz="0" w:space="0" w:color="auto"/>
        <w:bottom w:val="none" w:sz="0" w:space="0" w:color="auto"/>
        <w:right w:val="none" w:sz="0" w:space="0" w:color="auto"/>
      </w:divBdr>
    </w:div>
    <w:div w:id="1694266274">
      <w:bodyDiv w:val="1"/>
      <w:marLeft w:val="0"/>
      <w:marRight w:val="0"/>
      <w:marTop w:val="0"/>
      <w:marBottom w:val="0"/>
      <w:divBdr>
        <w:top w:val="none" w:sz="0" w:space="0" w:color="auto"/>
        <w:left w:val="none" w:sz="0" w:space="0" w:color="auto"/>
        <w:bottom w:val="none" w:sz="0" w:space="0" w:color="auto"/>
        <w:right w:val="none" w:sz="0" w:space="0" w:color="auto"/>
      </w:divBdr>
    </w:div>
    <w:div w:id="1694920231">
      <w:bodyDiv w:val="1"/>
      <w:marLeft w:val="0"/>
      <w:marRight w:val="0"/>
      <w:marTop w:val="0"/>
      <w:marBottom w:val="0"/>
      <w:divBdr>
        <w:top w:val="none" w:sz="0" w:space="0" w:color="auto"/>
        <w:left w:val="none" w:sz="0" w:space="0" w:color="auto"/>
        <w:bottom w:val="none" w:sz="0" w:space="0" w:color="auto"/>
        <w:right w:val="none" w:sz="0" w:space="0" w:color="auto"/>
      </w:divBdr>
    </w:div>
    <w:div w:id="1695183688">
      <w:bodyDiv w:val="1"/>
      <w:marLeft w:val="0"/>
      <w:marRight w:val="0"/>
      <w:marTop w:val="0"/>
      <w:marBottom w:val="0"/>
      <w:divBdr>
        <w:top w:val="none" w:sz="0" w:space="0" w:color="auto"/>
        <w:left w:val="none" w:sz="0" w:space="0" w:color="auto"/>
        <w:bottom w:val="none" w:sz="0" w:space="0" w:color="auto"/>
        <w:right w:val="none" w:sz="0" w:space="0" w:color="auto"/>
      </w:divBdr>
    </w:div>
    <w:div w:id="1695421350">
      <w:bodyDiv w:val="1"/>
      <w:marLeft w:val="0"/>
      <w:marRight w:val="0"/>
      <w:marTop w:val="0"/>
      <w:marBottom w:val="0"/>
      <w:divBdr>
        <w:top w:val="none" w:sz="0" w:space="0" w:color="auto"/>
        <w:left w:val="none" w:sz="0" w:space="0" w:color="auto"/>
        <w:bottom w:val="none" w:sz="0" w:space="0" w:color="auto"/>
        <w:right w:val="none" w:sz="0" w:space="0" w:color="auto"/>
      </w:divBdr>
    </w:div>
    <w:div w:id="1695841660">
      <w:bodyDiv w:val="1"/>
      <w:marLeft w:val="0"/>
      <w:marRight w:val="0"/>
      <w:marTop w:val="0"/>
      <w:marBottom w:val="0"/>
      <w:divBdr>
        <w:top w:val="none" w:sz="0" w:space="0" w:color="auto"/>
        <w:left w:val="none" w:sz="0" w:space="0" w:color="auto"/>
        <w:bottom w:val="none" w:sz="0" w:space="0" w:color="auto"/>
        <w:right w:val="none" w:sz="0" w:space="0" w:color="auto"/>
      </w:divBdr>
    </w:div>
    <w:div w:id="1696804595">
      <w:bodyDiv w:val="1"/>
      <w:marLeft w:val="0"/>
      <w:marRight w:val="0"/>
      <w:marTop w:val="0"/>
      <w:marBottom w:val="0"/>
      <w:divBdr>
        <w:top w:val="none" w:sz="0" w:space="0" w:color="auto"/>
        <w:left w:val="none" w:sz="0" w:space="0" w:color="auto"/>
        <w:bottom w:val="none" w:sz="0" w:space="0" w:color="auto"/>
        <w:right w:val="none" w:sz="0" w:space="0" w:color="auto"/>
      </w:divBdr>
    </w:div>
    <w:div w:id="1697123071">
      <w:bodyDiv w:val="1"/>
      <w:marLeft w:val="0"/>
      <w:marRight w:val="0"/>
      <w:marTop w:val="0"/>
      <w:marBottom w:val="0"/>
      <w:divBdr>
        <w:top w:val="none" w:sz="0" w:space="0" w:color="auto"/>
        <w:left w:val="none" w:sz="0" w:space="0" w:color="auto"/>
        <w:bottom w:val="none" w:sz="0" w:space="0" w:color="auto"/>
        <w:right w:val="none" w:sz="0" w:space="0" w:color="auto"/>
      </w:divBdr>
    </w:div>
    <w:div w:id="1697341379">
      <w:bodyDiv w:val="1"/>
      <w:marLeft w:val="0"/>
      <w:marRight w:val="0"/>
      <w:marTop w:val="0"/>
      <w:marBottom w:val="0"/>
      <w:divBdr>
        <w:top w:val="none" w:sz="0" w:space="0" w:color="auto"/>
        <w:left w:val="none" w:sz="0" w:space="0" w:color="auto"/>
        <w:bottom w:val="none" w:sz="0" w:space="0" w:color="auto"/>
        <w:right w:val="none" w:sz="0" w:space="0" w:color="auto"/>
      </w:divBdr>
    </w:div>
    <w:div w:id="1697386789">
      <w:bodyDiv w:val="1"/>
      <w:marLeft w:val="0"/>
      <w:marRight w:val="0"/>
      <w:marTop w:val="0"/>
      <w:marBottom w:val="0"/>
      <w:divBdr>
        <w:top w:val="none" w:sz="0" w:space="0" w:color="auto"/>
        <w:left w:val="none" w:sz="0" w:space="0" w:color="auto"/>
        <w:bottom w:val="none" w:sz="0" w:space="0" w:color="auto"/>
        <w:right w:val="none" w:sz="0" w:space="0" w:color="auto"/>
      </w:divBdr>
    </w:div>
    <w:div w:id="1698769571">
      <w:bodyDiv w:val="1"/>
      <w:marLeft w:val="0"/>
      <w:marRight w:val="0"/>
      <w:marTop w:val="0"/>
      <w:marBottom w:val="0"/>
      <w:divBdr>
        <w:top w:val="none" w:sz="0" w:space="0" w:color="auto"/>
        <w:left w:val="none" w:sz="0" w:space="0" w:color="auto"/>
        <w:bottom w:val="none" w:sz="0" w:space="0" w:color="auto"/>
        <w:right w:val="none" w:sz="0" w:space="0" w:color="auto"/>
      </w:divBdr>
    </w:div>
    <w:div w:id="1699041022">
      <w:bodyDiv w:val="1"/>
      <w:marLeft w:val="0"/>
      <w:marRight w:val="0"/>
      <w:marTop w:val="0"/>
      <w:marBottom w:val="0"/>
      <w:divBdr>
        <w:top w:val="none" w:sz="0" w:space="0" w:color="auto"/>
        <w:left w:val="none" w:sz="0" w:space="0" w:color="auto"/>
        <w:bottom w:val="none" w:sz="0" w:space="0" w:color="auto"/>
        <w:right w:val="none" w:sz="0" w:space="0" w:color="auto"/>
      </w:divBdr>
    </w:div>
    <w:div w:id="1699745035">
      <w:bodyDiv w:val="1"/>
      <w:marLeft w:val="0"/>
      <w:marRight w:val="0"/>
      <w:marTop w:val="0"/>
      <w:marBottom w:val="0"/>
      <w:divBdr>
        <w:top w:val="none" w:sz="0" w:space="0" w:color="auto"/>
        <w:left w:val="none" w:sz="0" w:space="0" w:color="auto"/>
        <w:bottom w:val="none" w:sz="0" w:space="0" w:color="auto"/>
        <w:right w:val="none" w:sz="0" w:space="0" w:color="auto"/>
      </w:divBdr>
    </w:div>
    <w:div w:id="1700084343">
      <w:bodyDiv w:val="1"/>
      <w:marLeft w:val="0"/>
      <w:marRight w:val="0"/>
      <w:marTop w:val="0"/>
      <w:marBottom w:val="0"/>
      <w:divBdr>
        <w:top w:val="none" w:sz="0" w:space="0" w:color="auto"/>
        <w:left w:val="none" w:sz="0" w:space="0" w:color="auto"/>
        <w:bottom w:val="none" w:sz="0" w:space="0" w:color="auto"/>
        <w:right w:val="none" w:sz="0" w:space="0" w:color="auto"/>
      </w:divBdr>
    </w:div>
    <w:div w:id="1700861425">
      <w:bodyDiv w:val="1"/>
      <w:marLeft w:val="0"/>
      <w:marRight w:val="0"/>
      <w:marTop w:val="0"/>
      <w:marBottom w:val="0"/>
      <w:divBdr>
        <w:top w:val="none" w:sz="0" w:space="0" w:color="auto"/>
        <w:left w:val="none" w:sz="0" w:space="0" w:color="auto"/>
        <w:bottom w:val="none" w:sz="0" w:space="0" w:color="auto"/>
        <w:right w:val="none" w:sz="0" w:space="0" w:color="auto"/>
      </w:divBdr>
    </w:div>
    <w:div w:id="1701587224">
      <w:bodyDiv w:val="1"/>
      <w:marLeft w:val="0"/>
      <w:marRight w:val="0"/>
      <w:marTop w:val="0"/>
      <w:marBottom w:val="0"/>
      <w:divBdr>
        <w:top w:val="none" w:sz="0" w:space="0" w:color="auto"/>
        <w:left w:val="none" w:sz="0" w:space="0" w:color="auto"/>
        <w:bottom w:val="none" w:sz="0" w:space="0" w:color="auto"/>
        <w:right w:val="none" w:sz="0" w:space="0" w:color="auto"/>
      </w:divBdr>
    </w:div>
    <w:div w:id="1702248004">
      <w:bodyDiv w:val="1"/>
      <w:marLeft w:val="0"/>
      <w:marRight w:val="0"/>
      <w:marTop w:val="0"/>
      <w:marBottom w:val="0"/>
      <w:divBdr>
        <w:top w:val="none" w:sz="0" w:space="0" w:color="auto"/>
        <w:left w:val="none" w:sz="0" w:space="0" w:color="auto"/>
        <w:bottom w:val="none" w:sz="0" w:space="0" w:color="auto"/>
        <w:right w:val="none" w:sz="0" w:space="0" w:color="auto"/>
      </w:divBdr>
    </w:div>
    <w:div w:id="1702897549">
      <w:bodyDiv w:val="1"/>
      <w:marLeft w:val="0"/>
      <w:marRight w:val="0"/>
      <w:marTop w:val="0"/>
      <w:marBottom w:val="0"/>
      <w:divBdr>
        <w:top w:val="none" w:sz="0" w:space="0" w:color="auto"/>
        <w:left w:val="none" w:sz="0" w:space="0" w:color="auto"/>
        <w:bottom w:val="none" w:sz="0" w:space="0" w:color="auto"/>
        <w:right w:val="none" w:sz="0" w:space="0" w:color="auto"/>
      </w:divBdr>
    </w:div>
    <w:div w:id="1702903277">
      <w:bodyDiv w:val="1"/>
      <w:marLeft w:val="0"/>
      <w:marRight w:val="0"/>
      <w:marTop w:val="0"/>
      <w:marBottom w:val="0"/>
      <w:divBdr>
        <w:top w:val="none" w:sz="0" w:space="0" w:color="auto"/>
        <w:left w:val="none" w:sz="0" w:space="0" w:color="auto"/>
        <w:bottom w:val="none" w:sz="0" w:space="0" w:color="auto"/>
        <w:right w:val="none" w:sz="0" w:space="0" w:color="auto"/>
      </w:divBdr>
    </w:div>
    <w:div w:id="1704094507">
      <w:bodyDiv w:val="1"/>
      <w:marLeft w:val="0"/>
      <w:marRight w:val="0"/>
      <w:marTop w:val="0"/>
      <w:marBottom w:val="0"/>
      <w:divBdr>
        <w:top w:val="none" w:sz="0" w:space="0" w:color="auto"/>
        <w:left w:val="none" w:sz="0" w:space="0" w:color="auto"/>
        <w:bottom w:val="none" w:sz="0" w:space="0" w:color="auto"/>
        <w:right w:val="none" w:sz="0" w:space="0" w:color="auto"/>
      </w:divBdr>
    </w:div>
    <w:div w:id="1704748093">
      <w:bodyDiv w:val="1"/>
      <w:marLeft w:val="0"/>
      <w:marRight w:val="0"/>
      <w:marTop w:val="0"/>
      <w:marBottom w:val="0"/>
      <w:divBdr>
        <w:top w:val="none" w:sz="0" w:space="0" w:color="auto"/>
        <w:left w:val="none" w:sz="0" w:space="0" w:color="auto"/>
        <w:bottom w:val="none" w:sz="0" w:space="0" w:color="auto"/>
        <w:right w:val="none" w:sz="0" w:space="0" w:color="auto"/>
      </w:divBdr>
    </w:div>
    <w:div w:id="1705399564">
      <w:bodyDiv w:val="1"/>
      <w:marLeft w:val="0"/>
      <w:marRight w:val="0"/>
      <w:marTop w:val="0"/>
      <w:marBottom w:val="0"/>
      <w:divBdr>
        <w:top w:val="none" w:sz="0" w:space="0" w:color="auto"/>
        <w:left w:val="none" w:sz="0" w:space="0" w:color="auto"/>
        <w:bottom w:val="none" w:sz="0" w:space="0" w:color="auto"/>
        <w:right w:val="none" w:sz="0" w:space="0" w:color="auto"/>
      </w:divBdr>
    </w:div>
    <w:div w:id="1706757093">
      <w:bodyDiv w:val="1"/>
      <w:marLeft w:val="0"/>
      <w:marRight w:val="0"/>
      <w:marTop w:val="0"/>
      <w:marBottom w:val="0"/>
      <w:divBdr>
        <w:top w:val="none" w:sz="0" w:space="0" w:color="auto"/>
        <w:left w:val="none" w:sz="0" w:space="0" w:color="auto"/>
        <w:bottom w:val="none" w:sz="0" w:space="0" w:color="auto"/>
        <w:right w:val="none" w:sz="0" w:space="0" w:color="auto"/>
      </w:divBdr>
    </w:div>
    <w:div w:id="1706828867">
      <w:bodyDiv w:val="1"/>
      <w:marLeft w:val="0"/>
      <w:marRight w:val="0"/>
      <w:marTop w:val="0"/>
      <w:marBottom w:val="0"/>
      <w:divBdr>
        <w:top w:val="none" w:sz="0" w:space="0" w:color="auto"/>
        <w:left w:val="none" w:sz="0" w:space="0" w:color="auto"/>
        <w:bottom w:val="none" w:sz="0" w:space="0" w:color="auto"/>
        <w:right w:val="none" w:sz="0" w:space="0" w:color="auto"/>
      </w:divBdr>
    </w:div>
    <w:div w:id="1707023827">
      <w:bodyDiv w:val="1"/>
      <w:marLeft w:val="0"/>
      <w:marRight w:val="0"/>
      <w:marTop w:val="0"/>
      <w:marBottom w:val="0"/>
      <w:divBdr>
        <w:top w:val="none" w:sz="0" w:space="0" w:color="auto"/>
        <w:left w:val="none" w:sz="0" w:space="0" w:color="auto"/>
        <w:bottom w:val="none" w:sz="0" w:space="0" w:color="auto"/>
        <w:right w:val="none" w:sz="0" w:space="0" w:color="auto"/>
      </w:divBdr>
    </w:div>
    <w:div w:id="1708215464">
      <w:bodyDiv w:val="1"/>
      <w:marLeft w:val="0"/>
      <w:marRight w:val="0"/>
      <w:marTop w:val="0"/>
      <w:marBottom w:val="0"/>
      <w:divBdr>
        <w:top w:val="none" w:sz="0" w:space="0" w:color="auto"/>
        <w:left w:val="none" w:sz="0" w:space="0" w:color="auto"/>
        <w:bottom w:val="none" w:sz="0" w:space="0" w:color="auto"/>
        <w:right w:val="none" w:sz="0" w:space="0" w:color="auto"/>
      </w:divBdr>
    </w:div>
    <w:div w:id="1708600638">
      <w:bodyDiv w:val="1"/>
      <w:marLeft w:val="0"/>
      <w:marRight w:val="0"/>
      <w:marTop w:val="0"/>
      <w:marBottom w:val="0"/>
      <w:divBdr>
        <w:top w:val="none" w:sz="0" w:space="0" w:color="auto"/>
        <w:left w:val="none" w:sz="0" w:space="0" w:color="auto"/>
        <w:bottom w:val="none" w:sz="0" w:space="0" w:color="auto"/>
        <w:right w:val="none" w:sz="0" w:space="0" w:color="auto"/>
      </w:divBdr>
    </w:div>
    <w:div w:id="1708868977">
      <w:bodyDiv w:val="1"/>
      <w:marLeft w:val="0"/>
      <w:marRight w:val="0"/>
      <w:marTop w:val="0"/>
      <w:marBottom w:val="0"/>
      <w:divBdr>
        <w:top w:val="none" w:sz="0" w:space="0" w:color="auto"/>
        <w:left w:val="none" w:sz="0" w:space="0" w:color="auto"/>
        <w:bottom w:val="none" w:sz="0" w:space="0" w:color="auto"/>
        <w:right w:val="none" w:sz="0" w:space="0" w:color="auto"/>
      </w:divBdr>
    </w:div>
    <w:div w:id="1709144157">
      <w:bodyDiv w:val="1"/>
      <w:marLeft w:val="0"/>
      <w:marRight w:val="0"/>
      <w:marTop w:val="0"/>
      <w:marBottom w:val="0"/>
      <w:divBdr>
        <w:top w:val="none" w:sz="0" w:space="0" w:color="auto"/>
        <w:left w:val="none" w:sz="0" w:space="0" w:color="auto"/>
        <w:bottom w:val="none" w:sz="0" w:space="0" w:color="auto"/>
        <w:right w:val="none" w:sz="0" w:space="0" w:color="auto"/>
      </w:divBdr>
    </w:div>
    <w:div w:id="1710371518">
      <w:bodyDiv w:val="1"/>
      <w:marLeft w:val="0"/>
      <w:marRight w:val="0"/>
      <w:marTop w:val="0"/>
      <w:marBottom w:val="0"/>
      <w:divBdr>
        <w:top w:val="none" w:sz="0" w:space="0" w:color="auto"/>
        <w:left w:val="none" w:sz="0" w:space="0" w:color="auto"/>
        <w:bottom w:val="none" w:sz="0" w:space="0" w:color="auto"/>
        <w:right w:val="none" w:sz="0" w:space="0" w:color="auto"/>
      </w:divBdr>
    </w:div>
    <w:div w:id="1710377881">
      <w:bodyDiv w:val="1"/>
      <w:marLeft w:val="0"/>
      <w:marRight w:val="0"/>
      <w:marTop w:val="0"/>
      <w:marBottom w:val="0"/>
      <w:divBdr>
        <w:top w:val="none" w:sz="0" w:space="0" w:color="auto"/>
        <w:left w:val="none" w:sz="0" w:space="0" w:color="auto"/>
        <w:bottom w:val="none" w:sz="0" w:space="0" w:color="auto"/>
        <w:right w:val="none" w:sz="0" w:space="0" w:color="auto"/>
      </w:divBdr>
    </w:div>
    <w:div w:id="1711497203">
      <w:bodyDiv w:val="1"/>
      <w:marLeft w:val="0"/>
      <w:marRight w:val="0"/>
      <w:marTop w:val="0"/>
      <w:marBottom w:val="0"/>
      <w:divBdr>
        <w:top w:val="none" w:sz="0" w:space="0" w:color="auto"/>
        <w:left w:val="none" w:sz="0" w:space="0" w:color="auto"/>
        <w:bottom w:val="none" w:sz="0" w:space="0" w:color="auto"/>
        <w:right w:val="none" w:sz="0" w:space="0" w:color="auto"/>
      </w:divBdr>
    </w:div>
    <w:div w:id="1711877057">
      <w:bodyDiv w:val="1"/>
      <w:marLeft w:val="0"/>
      <w:marRight w:val="0"/>
      <w:marTop w:val="0"/>
      <w:marBottom w:val="0"/>
      <w:divBdr>
        <w:top w:val="none" w:sz="0" w:space="0" w:color="auto"/>
        <w:left w:val="none" w:sz="0" w:space="0" w:color="auto"/>
        <w:bottom w:val="none" w:sz="0" w:space="0" w:color="auto"/>
        <w:right w:val="none" w:sz="0" w:space="0" w:color="auto"/>
      </w:divBdr>
    </w:div>
    <w:div w:id="1712726013">
      <w:bodyDiv w:val="1"/>
      <w:marLeft w:val="0"/>
      <w:marRight w:val="0"/>
      <w:marTop w:val="0"/>
      <w:marBottom w:val="0"/>
      <w:divBdr>
        <w:top w:val="none" w:sz="0" w:space="0" w:color="auto"/>
        <w:left w:val="none" w:sz="0" w:space="0" w:color="auto"/>
        <w:bottom w:val="none" w:sz="0" w:space="0" w:color="auto"/>
        <w:right w:val="none" w:sz="0" w:space="0" w:color="auto"/>
      </w:divBdr>
    </w:div>
    <w:div w:id="1712802896">
      <w:bodyDiv w:val="1"/>
      <w:marLeft w:val="0"/>
      <w:marRight w:val="0"/>
      <w:marTop w:val="0"/>
      <w:marBottom w:val="0"/>
      <w:divBdr>
        <w:top w:val="none" w:sz="0" w:space="0" w:color="auto"/>
        <w:left w:val="none" w:sz="0" w:space="0" w:color="auto"/>
        <w:bottom w:val="none" w:sz="0" w:space="0" w:color="auto"/>
        <w:right w:val="none" w:sz="0" w:space="0" w:color="auto"/>
      </w:divBdr>
    </w:div>
    <w:div w:id="1712878384">
      <w:bodyDiv w:val="1"/>
      <w:marLeft w:val="0"/>
      <w:marRight w:val="0"/>
      <w:marTop w:val="0"/>
      <w:marBottom w:val="0"/>
      <w:divBdr>
        <w:top w:val="none" w:sz="0" w:space="0" w:color="auto"/>
        <w:left w:val="none" w:sz="0" w:space="0" w:color="auto"/>
        <w:bottom w:val="none" w:sz="0" w:space="0" w:color="auto"/>
        <w:right w:val="none" w:sz="0" w:space="0" w:color="auto"/>
      </w:divBdr>
    </w:div>
    <w:div w:id="1713651895">
      <w:bodyDiv w:val="1"/>
      <w:marLeft w:val="0"/>
      <w:marRight w:val="0"/>
      <w:marTop w:val="0"/>
      <w:marBottom w:val="0"/>
      <w:divBdr>
        <w:top w:val="none" w:sz="0" w:space="0" w:color="auto"/>
        <w:left w:val="none" w:sz="0" w:space="0" w:color="auto"/>
        <w:bottom w:val="none" w:sz="0" w:space="0" w:color="auto"/>
        <w:right w:val="none" w:sz="0" w:space="0" w:color="auto"/>
      </w:divBdr>
    </w:div>
    <w:div w:id="1713992358">
      <w:bodyDiv w:val="1"/>
      <w:marLeft w:val="0"/>
      <w:marRight w:val="0"/>
      <w:marTop w:val="0"/>
      <w:marBottom w:val="0"/>
      <w:divBdr>
        <w:top w:val="none" w:sz="0" w:space="0" w:color="auto"/>
        <w:left w:val="none" w:sz="0" w:space="0" w:color="auto"/>
        <w:bottom w:val="none" w:sz="0" w:space="0" w:color="auto"/>
        <w:right w:val="none" w:sz="0" w:space="0" w:color="auto"/>
      </w:divBdr>
    </w:div>
    <w:div w:id="1715811587">
      <w:bodyDiv w:val="1"/>
      <w:marLeft w:val="0"/>
      <w:marRight w:val="0"/>
      <w:marTop w:val="0"/>
      <w:marBottom w:val="0"/>
      <w:divBdr>
        <w:top w:val="none" w:sz="0" w:space="0" w:color="auto"/>
        <w:left w:val="none" w:sz="0" w:space="0" w:color="auto"/>
        <w:bottom w:val="none" w:sz="0" w:space="0" w:color="auto"/>
        <w:right w:val="none" w:sz="0" w:space="0" w:color="auto"/>
      </w:divBdr>
    </w:div>
    <w:div w:id="1716192696">
      <w:bodyDiv w:val="1"/>
      <w:marLeft w:val="0"/>
      <w:marRight w:val="0"/>
      <w:marTop w:val="0"/>
      <w:marBottom w:val="0"/>
      <w:divBdr>
        <w:top w:val="none" w:sz="0" w:space="0" w:color="auto"/>
        <w:left w:val="none" w:sz="0" w:space="0" w:color="auto"/>
        <w:bottom w:val="none" w:sz="0" w:space="0" w:color="auto"/>
        <w:right w:val="none" w:sz="0" w:space="0" w:color="auto"/>
      </w:divBdr>
    </w:div>
    <w:div w:id="1716541541">
      <w:bodyDiv w:val="1"/>
      <w:marLeft w:val="0"/>
      <w:marRight w:val="0"/>
      <w:marTop w:val="0"/>
      <w:marBottom w:val="0"/>
      <w:divBdr>
        <w:top w:val="none" w:sz="0" w:space="0" w:color="auto"/>
        <w:left w:val="none" w:sz="0" w:space="0" w:color="auto"/>
        <w:bottom w:val="none" w:sz="0" w:space="0" w:color="auto"/>
        <w:right w:val="none" w:sz="0" w:space="0" w:color="auto"/>
      </w:divBdr>
    </w:div>
    <w:div w:id="1716588506">
      <w:bodyDiv w:val="1"/>
      <w:marLeft w:val="0"/>
      <w:marRight w:val="0"/>
      <w:marTop w:val="0"/>
      <w:marBottom w:val="0"/>
      <w:divBdr>
        <w:top w:val="none" w:sz="0" w:space="0" w:color="auto"/>
        <w:left w:val="none" w:sz="0" w:space="0" w:color="auto"/>
        <w:bottom w:val="none" w:sz="0" w:space="0" w:color="auto"/>
        <w:right w:val="none" w:sz="0" w:space="0" w:color="auto"/>
      </w:divBdr>
    </w:div>
    <w:div w:id="1717585771">
      <w:bodyDiv w:val="1"/>
      <w:marLeft w:val="0"/>
      <w:marRight w:val="0"/>
      <w:marTop w:val="0"/>
      <w:marBottom w:val="0"/>
      <w:divBdr>
        <w:top w:val="none" w:sz="0" w:space="0" w:color="auto"/>
        <w:left w:val="none" w:sz="0" w:space="0" w:color="auto"/>
        <w:bottom w:val="none" w:sz="0" w:space="0" w:color="auto"/>
        <w:right w:val="none" w:sz="0" w:space="0" w:color="auto"/>
      </w:divBdr>
    </w:div>
    <w:div w:id="1718621648">
      <w:bodyDiv w:val="1"/>
      <w:marLeft w:val="0"/>
      <w:marRight w:val="0"/>
      <w:marTop w:val="0"/>
      <w:marBottom w:val="0"/>
      <w:divBdr>
        <w:top w:val="none" w:sz="0" w:space="0" w:color="auto"/>
        <w:left w:val="none" w:sz="0" w:space="0" w:color="auto"/>
        <w:bottom w:val="none" w:sz="0" w:space="0" w:color="auto"/>
        <w:right w:val="none" w:sz="0" w:space="0" w:color="auto"/>
      </w:divBdr>
    </w:div>
    <w:div w:id="1718773323">
      <w:bodyDiv w:val="1"/>
      <w:marLeft w:val="0"/>
      <w:marRight w:val="0"/>
      <w:marTop w:val="0"/>
      <w:marBottom w:val="0"/>
      <w:divBdr>
        <w:top w:val="none" w:sz="0" w:space="0" w:color="auto"/>
        <w:left w:val="none" w:sz="0" w:space="0" w:color="auto"/>
        <w:bottom w:val="none" w:sz="0" w:space="0" w:color="auto"/>
        <w:right w:val="none" w:sz="0" w:space="0" w:color="auto"/>
      </w:divBdr>
    </w:div>
    <w:div w:id="1719544678">
      <w:bodyDiv w:val="1"/>
      <w:marLeft w:val="0"/>
      <w:marRight w:val="0"/>
      <w:marTop w:val="0"/>
      <w:marBottom w:val="0"/>
      <w:divBdr>
        <w:top w:val="none" w:sz="0" w:space="0" w:color="auto"/>
        <w:left w:val="none" w:sz="0" w:space="0" w:color="auto"/>
        <w:bottom w:val="none" w:sz="0" w:space="0" w:color="auto"/>
        <w:right w:val="none" w:sz="0" w:space="0" w:color="auto"/>
      </w:divBdr>
    </w:div>
    <w:div w:id="1720935837">
      <w:bodyDiv w:val="1"/>
      <w:marLeft w:val="0"/>
      <w:marRight w:val="0"/>
      <w:marTop w:val="0"/>
      <w:marBottom w:val="0"/>
      <w:divBdr>
        <w:top w:val="none" w:sz="0" w:space="0" w:color="auto"/>
        <w:left w:val="none" w:sz="0" w:space="0" w:color="auto"/>
        <w:bottom w:val="none" w:sz="0" w:space="0" w:color="auto"/>
        <w:right w:val="none" w:sz="0" w:space="0" w:color="auto"/>
      </w:divBdr>
    </w:div>
    <w:div w:id="1721007860">
      <w:bodyDiv w:val="1"/>
      <w:marLeft w:val="0"/>
      <w:marRight w:val="0"/>
      <w:marTop w:val="0"/>
      <w:marBottom w:val="0"/>
      <w:divBdr>
        <w:top w:val="none" w:sz="0" w:space="0" w:color="auto"/>
        <w:left w:val="none" w:sz="0" w:space="0" w:color="auto"/>
        <w:bottom w:val="none" w:sz="0" w:space="0" w:color="auto"/>
        <w:right w:val="none" w:sz="0" w:space="0" w:color="auto"/>
      </w:divBdr>
    </w:div>
    <w:div w:id="1721132322">
      <w:bodyDiv w:val="1"/>
      <w:marLeft w:val="0"/>
      <w:marRight w:val="0"/>
      <w:marTop w:val="0"/>
      <w:marBottom w:val="0"/>
      <w:divBdr>
        <w:top w:val="none" w:sz="0" w:space="0" w:color="auto"/>
        <w:left w:val="none" w:sz="0" w:space="0" w:color="auto"/>
        <w:bottom w:val="none" w:sz="0" w:space="0" w:color="auto"/>
        <w:right w:val="none" w:sz="0" w:space="0" w:color="auto"/>
      </w:divBdr>
    </w:div>
    <w:div w:id="1721396632">
      <w:bodyDiv w:val="1"/>
      <w:marLeft w:val="0"/>
      <w:marRight w:val="0"/>
      <w:marTop w:val="0"/>
      <w:marBottom w:val="0"/>
      <w:divBdr>
        <w:top w:val="none" w:sz="0" w:space="0" w:color="auto"/>
        <w:left w:val="none" w:sz="0" w:space="0" w:color="auto"/>
        <w:bottom w:val="none" w:sz="0" w:space="0" w:color="auto"/>
        <w:right w:val="none" w:sz="0" w:space="0" w:color="auto"/>
      </w:divBdr>
    </w:div>
    <w:div w:id="1721437720">
      <w:bodyDiv w:val="1"/>
      <w:marLeft w:val="0"/>
      <w:marRight w:val="0"/>
      <w:marTop w:val="0"/>
      <w:marBottom w:val="0"/>
      <w:divBdr>
        <w:top w:val="none" w:sz="0" w:space="0" w:color="auto"/>
        <w:left w:val="none" w:sz="0" w:space="0" w:color="auto"/>
        <w:bottom w:val="none" w:sz="0" w:space="0" w:color="auto"/>
        <w:right w:val="none" w:sz="0" w:space="0" w:color="auto"/>
      </w:divBdr>
    </w:div>
    <w:div w:id="1721439462">
      <w:bodyDiv w:val="1"/>
      <w:marLeft w:val="0"/>
      <w:marRight w:val="0"/>
      <w:marTop w:val="0"/>
      <w:marBottom w:val="0"/>
      <w:divBdr>
        <w:top w:val="none" w:sz="0" w:space="0" w:color="auto"/>
        <w:left w:val="none" w:sz="0" w:space="0" w:color="auto"/>
        <w:bottom w:val="none" w:sz="0" w:space="0" w:color="auto"/>
        <w:right w:val="none" w:sz="0" w:space="0" w:color="auto"/>
      </w:divBdr>
    </w:div>
    <w:div w:id="1721979875">
      <w:bodyDiv w:val="1"/>
      <w:marLeft w:val="0"/>
      <w:marRight w:val="0"/>
      <w:marTop w:val="0"/>
      <w:marBottom w:val="0"/>
      <w:divBdr>
        <w:top w:val="none" w:sz="0" w:space="0" w:color="auto"/>
        <w:left w:val="none" w:sz="0" w:space="0" w:color="auto"/>
        <w:bottom w:val="none" w:sz="0" w:space="0" w:color="auto"/>
        <w:right w:val="none" w:sz="0" w:space="0" w:color="auto"/>
      </w:divBdr>
    </w:div>
    <w:div w:id="1724408917">
      <w:bodyDiv w:val="1"/>
      <w:marLeft w:val="0"/>
      <w:marRight w:val="0"/>
      <w:marTop w:val="0"/>
      <w:marBottom w:val="0"/>
      <w:divBdr>
        <w:top w:val="none" w:sz="0" w:space="0" w:color="auto"/>
        <w:left w:val="none" w:sz="0" w:space="0" w:color="auto"/>
        <w:bottom w:val="none" w:sz="0" w:space="0" w:color="auto"/>
        <w:right w:val="none" w:sz="0" w:space="0" w:color="auto"/>
      </w:divBdr>
    </w:div>
    <w:div w:id="1725568533">
      <w:bodyDiv w:val="1"/>
      <w:marLeft w:val="0"/>
      <w:marRight w:val="0"/>
      <w:marTop w:val="0"/>
      <w:marBottom w:val="0"/>
      <w:divBdr>
        <w:top w:val="none" w:sz="0" w:space="0" w:color="auto"/>
        <w:left w:val="none" w:sz="0" w:space="0" w:color="auto"/>
        <w:bottom w:val="none" w:sz="0" w:space="0" w:color="auto"/>
        <w:right w:val="none" w:sz="0" w:space="0" w:color="auto"/>
      </w:divBdr>
    </w:div>
    <w:div w:id="1725635013">
      <w:bodyDiv w:val="1"/>
      <w:marLeft w:val="0"/>
      <w:marRight w:val="0"/>
      <w:marTop w:val="0"/>
      <w:marBottom w:val="0"/>
      <w:divBdr>
        <w:top w:val="none" w:sz="0" w:space="0" w:color="auto"/>
        <w:left w:val="none" w:sz="0" w:space="0" w:color="auto"/>
        <w:bottom w:val="none" w:sz="0" w:space="0" w:color="auto"/>
        <w:right w:val="none" w:sz="0" w:space="0" w:color="auto"/>
      </w:divBdr>
    </w:div>
    <w:div w:id="1726443623">
      <w:bodyDiv w:val="1"/>
      <w:marLeft w:val="0"/>
      <w:marRight w:val="0"/>
      <w:marTop w:val="0"/>
      <w:marBottom w:val="0"/>
      <w:divBdr>
        <w:top w:val="none" w:sz="0" w:space="0" w:color="auto"/>
        <w:left w:val="none" w:sz="0" w:space="0" w:color="auto"/>
        <w:bottom w:val="none" w:sz="0" w:space="0" w:color="auto"/>
        <w:right w:val="none" w:sz="0" w:space="0" w:color="auto"/>
      </w:divBdr>
    </w:div>
    <w:div w:id="1726833334">
      <w:bodyDiv w:val="1"/>
      <w:marLeft w:val="0"/>
      <w:marRight w:val="0"/>
      <w:marTop w:val="0"/>
      <w:marBottom w:val="0"/>
      <w:divBdr>
        <w:top w:val="none" w:sz="0" w:space="0" w:color="auto"/>
        <w:left w:val="none" w:sz="0" w:space="0" w:color="auto"/>
        <w:bottom w:val="none" w:sz="0" w:space="0" w:color="auto"/>
        <w:right w:val="none" w:sz="0" w:space="0" w:color="auto"/>
      </w:divBdr>
    </w:div>
    <w:div w:id="1727291266">
      <w:bodyDiv w:val="1"/>
      <w:marLeft w:val="0"/>
      <w:marRight w:val="0"/>
      <w:marTop w:val="0"/>
      <w:marBottom w:val="0"/>
      <w:divBdr>
        <w:top w:val="none" w:sz="0" w:space="0" w:color="auto"/>
        <w:left w:val="none" w:sz="0" w:space="0" w:color="auto"/>
        <w:bottom w:val="none" w:sz="0" w:space="0" w:color="auto"/>
        <w:right w:val="none" w:sz="0" w:space="0" w:color="auto"/>
      </w:divBdr>
    </w:div>
    <w:div w:id="1727752483">
      <w:bodyDiv w:val="1"/>
      <w:marLeft w:val="0"/>
      <w:marRight w:val="0"/>
      <w:marTop w:val="0"/>
      <w:marBottom w:val="0"/>
      <w:divBdr>
        <w:top w:val="none" w:sz="0" w:space="0" w:color="auto"/>
        <w:left w:val="none" w:sz="0" w:space="0" w:color="auto"/>
        <w:bottom w:val="none" w:sz="0" w:space="0" w:color="auto"/>
        <w:right w:val="none" w:sz="0" w:space="0" w:color="auto"/>
      </w:divBdr>
    </w:div>
    <w:div w:id="1727753051">
      <w:bodyDiv w:val="1"/>
      <w:marLeft w:val="0"/>
      <w:marRight w:val="0"/>
      <w:marTop w:val="0"/>
      <w:marBottom w:val="0"/>
      <w:divBdr>
        <w:top w:val="none" w:sz="0" w:space="0" w:color="auto"/>
        <w:left w:val="none" w:sz="0" w:space="0" w:color="auto"/>
        <w:bottom w:val="none" w:sz="0" w:space="0" w:color="auto"/>
        <w:right w:val="none" w:sz="0" w:space="0" w:color="auto"/>
      </w:divBdr>
    </w:div>
    <w:div w:id="1727994432">
      <w:bodyDiv w:val="1"/>
      <w:marLeft w:val="0"/>
      <w:marRight w:val="0"/>
      <w:marTop w:val="0"/>
      <w:marBottom w:val="0"/>
      <w:divBdr>
        <w:top w:val="none" w:sz="0" w:space="0" w:color="auto"/>
        <w:left w:val="none" w:sz="0" w:space="0" w:color="auto"/>
        <w:bottom w:val="none" w:sz="0" w:space="0" w:color="auto"/>
        <w:right w:val="none" w:sz="0" w:space="0" w:color="auto"/>
      </w:divBdr>
    </w:div>
    <w:div w:id="1728408071">
      <w:bodyDiv w:val="1"/>
      <w:marLeft w:val="0"/>
      <w:marRight w:val="0"/>
      <w:marTop w:val="0"/>
      <w:marBottom w:val="0"/>
      <w:divBdr>
        <w:top w:val="none" w:sz="0" w:space="0" w:color="auto"/>
        <w:left w:val="none" w:sz="0" w:space="0" w:color="auto"/>
        <w:bottom w:val="none" w:sz="0" w:space="0" w:color="auto"/>
        <w:right w:val="none" w:sz="0" w:space="0" w:color="auto"/>
      </w:divBdr>
    </w:div>
    <w:div w:id="1728534264">
      <w:bodyDiv w:val="1"/>
      <w:marLeft w:val="0"/>
      <w:marRight w:val="0"/>
      <w:marTop w:val="0"/>
      <w:marBottom w:val="0"/>
      <w:divBdr>
        <w:top w:val="none" w:sz="0" w:space="0" w:color="auto"/>
        <w:left w:val="none" w:sz="0" w:space="0" w:color="auto"/>
        <w:bottom w:val="none" w:sz="0" w:space="0" w:color="auto"/>
        <w:right w:val="none" w:sz="0" w:space="0" w:color="auto"/>
      </w:divBdr>
    </w:div>
    <w:div w:id="1729527034">
      <w:bodyDiv w:val="1"/>
      <w:marLeft w:val="0"/>
      <w:marRight w:val="0"/>
      <w:marTop w:val="0"/>
      <w:marBottom w:val="0"/>
      <w:divBdr>
        <w:top w:val="none" w:sz="0" w:space="0" w:color="auto"/>
        <w:left w:val="none" w:sz="0" w:space="0" w:color="auto"/>
        <w:bottom w:val="none" w:sz="0" w:space="0" w:color="auto"/>
        <w:right w:val="none" w:sz="0" w:space="0" w:color="auto"/>
      </w:divBdr>
    </w:div>
    <w:div w:id="1729642387">
      <w:bodyDiv w:val="1"/>
      <w:marLeft w:val="0"/>
      <w:marRight w:val="0"/>
      <w:marTop w:val="0"/>
      <w:marBottom w:val="0"/>
      <w:divBdr>
        <w:top w:val="none" w:sz="0" w:space="0" w:color="auto"/>
        <w:left w:val="none" w:sz="0" w:space="0" w:color="auto"/>
        <w:bottom w:val="none" w:sz="0" w:space="0" w:color="auto"/>
        <w:right w:val="none" w:sz="0" w:space="0" w:color="auto"/>
      </w:divBdr>
    </w:div>
    <w:div w:id="1730231204">
      <w:bodyDiv w:val="1"/>
      <w:marLeft w:val="0"/>
      <w:marRight w:val="0"/>
      <w:marTop w:val="0"/>
      <w:marBottom w:val="0"/>
      <w:divBdr>
        <w:top w:val="none" w:sz="0" w:space="0" w:color="auto"/>
        <w:left w:val="none" w:sz="0" w:space="0" w:color="auto"/>
        <w:bottom w:val="none" w:sz="0" w:space="0" w:color="auto"/>
        <w:right w:val="none" w:sz="0" w:space="0" w:color="auto"/>
      </w:divBdr>
    </w:div>
    <w:div w:id="1731608819">
      <w:bodyDiv w:val="1"/>
      <w:marLeft w:val="0"/>
      <w:marRight w:val="0"/>
      <w:marTop w:val="0"/>
      <w:marBottom w:val="0"/>
      <w:divBdr>
        <w:top w:val="none" w:sz="0" w:space="0" w:color="auto"/>
        <w:left w:val="none" w:sz="0" w:space="0" w:color="auto"/>
        <w:bottom w:val="none" w:sz="0" w:space="0" w:color="auto"/>
        <w:right w:val="none" w:sz="0" w:space="0" w:color="auto"/>
      </w:divBdr>
    </w:div>
    <w:div w:id="1732842900">
      <w:bodyDiv w:val="1"/>
      <w:marLeft w:val="0"/>
      <w:marRight w:val="0"/>
      <w:marTop w:val="0"/>
      <w:marBottom w:val="0"/>
      <w:divBdr>
        <w:top w:val="none" w:sz="0" w:space="0" w:color="auto"/>
        <w:left w:val="none" w:sz="0" w:space="0" w:color="auto"/>
        <w:bottom w:val="none" w:sz="0" w:space="0" w:color="auto"/>
        <w:right w:val="none" w:sz="0" w:space="0" w:color="auto"/>
      </w:divBdr>
    </w:div>
    <w:div w:id="1733503189">
      <w:bodyDiv w:val="1"/>
      <w:marLeft w:val="0"/>
      <w:marRight w:val="0"/>
      <w:marTop w:val="0"/>
      <w:marBottom w:val="0"/>
      <w:divBdr>
        <w:top w:val="none" w:sz="0" w:space="0" w:color="auto"/>
        <w:left w:val="none" w:sz="0" w:space="0" w:color="auto"/>
        <w:bottom w:val="none" w:sz="0" w:space="0" w:color="auto"/>
        <w:right w:val="none" w:sz="0" w:space="0" w:color="auto"/>
      </w:divBdr>
    </w:div>
    <w:div w:id="1734083201">
      <w:bodyDiv w:val="1"/>
      <w:marLeft w:val="0"/>
      <w:marRight w:val="0"/>
      <w:marTop w:val="0"/>
      <w:marBottom w:val="0"/>
      <w:divBdr>
        <w:top w:val="none" w:sz="0" w:space="0" w:color="auto"/>
        <w:left w:val="none" w:sz="0" w:space="0" w:color="auto"/>
        <w:bottom w:val="none" w:sz="0" w:space="0" w:color="auto"/>
        <w:right w:val="none" w:sz="0" w:space="0" w:color="auto"/>
      </w:divBdr>
    </w:div>
    <w:div w:id="1734158278">
      <w:bodyDiv w:val="1"/>
      <w:marLeft w:val="0"/>
      <w:marRight w:val="0"/>
      <w:marTop w:val="0"/>
      <w:marBottom w:val="0"/>
      <w:divBdr>
        <w:top w:val="none" w:sz="0" w:space="0" w:color="auto"/>
        <w:left w:val="none" w:sz="0" w:space="0" w:color="auto"/>
        <w:bottom w:val="none" w:sz="0" w:space="0" w:color="auto"/>
        <w:right w:val="none" w:sz="0" w:space="0" w:color="auto"/>
      </w:divBdr>
    </w:div>
    <w:div w:id="1734545908">
      <w:bodyDiv w:val="1"/>
      <w:marLeft w:val="0"/>
      <w:marRight w:val="0"/>
      <w:marTop w:val="0"/>
      <w:marBottom w:val="0"/>
      <w:divBdr>
        <w:top w:val="none" w:sz="0" w:space="0" w:color="auto"/>
        <w:left w:val="none" w:sz="0" w:space="0" w:color="auto"/>
        <w:bottom w:val="none" w:sz="0" w:space="0" w:color="auto"/>
        <w:right w:val="none" w:sz="0" w:space="0" w:color="auto"/>
      </w:divBdr>
    </w:div>
    <w:div w:id="1735004026">
      <w:bodyDiv w:val="1"/>
      <w:marLeft w:val="0"/>
      <w:marRight w:val="0"/>
      <w:marTop w:val="0"/>
      <w:marBottom w:val="0"/>
      <w:divBdr>
        <w:top w:val="none" w:sz="0" w:space="0" w:color="auto"/>
        <w:left w:val="none" w:sz="0" w:space="0" w:color="auto"/>
        <w:bottom w:val="none" w:sz="0" w:space="0" w:color="auto"/>
        <w:right w:val="none" w:sz="0" w:space="0" w:color="auto"/>
      </w:divBdr>
    </w:div>
    <w:div w:id="1735814075">
      <w:bodyDiv w:val="1"/>
      <w:marLeft w:val="0"/>
      <w:marRight w:val="0"/>
      <w:marTop w:val="0"/>
      <w:marBottom w:val="0"/>
      <w:divBdr>
        <w:top w:val="none" w:sz="0" w:space="0" w:color="auto"/>
        <w:left w:val="none" w:sz="0" w:space="0" w:color="auto"/>
        <w:bottom w:val="none" w:sz="0" w:space="0" w:color="auto"/>
        <w:right w:val="none" w:sz="0" w:space="0" w:color="auto"/>
      </w:divBdr>
    </w:div>
    <w:div w:id="1735929474">
      <w:bodyDiv w:val="1"/>
      <w:marLeft w:val="0"/>
      <w:marRight w:val="0"/>
      <w:marTop w:val="0"/>
      <w:marBottom w:val="0"/>
      <w:divBdr>
        <w:top w:val="none" w:sz="0" w:space="0" w:color="auto"/>
        <w:left w:val="none" w:sz="0" w:space="0" w:color="auto"/>
        <w:bottom w:val="none" w:sz="0" w:space="0" w:color="auto"/>
        <w:right w:val="none" w:sz="0" w:space="0" w:color="auto"/>
      </w:divBdr>
    </w:div>
    <w:div w:id="1737587942">
      <w:bodyDiv w:val="1"/>
      <w:marLeft w:val="0"/>
      <w:marRight w:val="0"/>
      <w:marTop w:val="0"/>
      <w:marBottom w:val="0"/>
      <w:divBdr>
        <w:top w:val="none" w:sz="0" w:space="0" w:color="auto"/>
        <w:left w:val="none" w:sz="0" w:space="0" w:color="auto"/>
        <w:bottom w:val="none" w:sz="0" w:space="0" w:color="auto"/>
        <w:right w:val="none" w:sz="0" w:space="0" w:color="auto"/>
      </w:divBdr>
    </w:div>
    <w:div w:id="1739009409">
      <w:bodyDiv w:val="1"/>
      <w:marLeft w:val="0"/>
      <w:marRight w:val="0"/>
      <w:marTop w:val="0"/>
      <w:marBottom w:val="0"/>
      <w:divBdr>
        <w:top w:val="none" w:sz="0" w:space="0" w:color="auto"/>
        <w:left w:val="none" w:sz="0" w:space="0" w:color="auto"/>
        <w:bottom w:val="none" w:sz="0" w:space="0" w:color="auto"/>
        <w:right w:val="none" w:sz="0" w:space="0" w:color="auto"/>
      </w:divBdr>
    </w:div>
    <w:div w:id="1739088686">
      <w:bodyDiv w:val="1"/>
      <w:marLeft w:val="0"/>
      <w:marRight w:val="0"/>
      <w:marTop w:val="0"/>
      <w:marBottom w:val="0"/>
      <w:divBdr>
        <w:top w:val="none" w:sz="0" w:space="0" w:color="auto"/>
        <w:left w:val="none" w:sz="0" w:space="0" w:color="auto"/>
        <w:bottom w:val="none" w:sz="0" w:space="0" w:color="auto"/>
        <w:right w:val="none" w:sz="0" w:space="0" w:color="auto"/>
      </w:divBdr>
    </w:div>
    <w:div w:id="1739665854">
      <w:bodyDiv w:val="1"/>
      <w:marLeft w:val="0"/>
      <w:marRight w:val="0"/>
      <w:marTop w:val="0"/>
      <w:marBottom w:val="0"/>
      <w:divBdr>
        <w:top w:val="none" w:sz="0" w:space="0" w:color="auto"/>
        <w:left w:val="none" w:sz="0" w:space="0" w:color="auto"/>
        <w:bottom w:val="none" w:sz="0" w:space="0" w:color="auto"/>
        <w:right w:val="none" w:sz="0" w:space="0" w:color="auto"/>
      </w:divBdr>
    </w:div>
    <w:div w:id="1742366841">
      <w:bodyDiv w:val="1"/>
      <w:marLeft w:val="0"/>
      <w:marRight w:val="0"/>
      <w:marTop w:val="0"/>
      <w:marBottom w:val="0"/>
      <w:divBdr>
        <w:top w:val="none" w:sz="0" w:space="0" w:color="auto"/>
        <w:left w:val="none" w:sz="0" w:space="0" w:color="auto"/>
        <w:bottom w:val="none" w:sz="0" w:space="0" w:color="auto"/>
        <w:right w:val="none" w:sz="0" w:space="0" w:color="auto"/>
      </w:divBdr>
    </w:div>
    <w:div w:id="1742487666">
      <w:bodyDiv w:val="1"/>
      <w:marLeft w:val="0"/>
      <w:marRight w:val="0"/>
      <w:marTop w:val="0"/>
      <w:marBottom w:val="0"/>
      <w:divBdr>
        <w:top w:val="none" w:sz="0" w:space="0" w:color="auto"/>
        <w:left w:val="none" w:sz="0" w:space="0" w:color="auto"/>
        <w:bottom w:val="none" w:sz="0" w:space="0" w:color="auto"/>
        <w:right w:val="none" w:sz="0" w:space="0" w:color="auto"/>
      </w:divBdr>
    </w:div>
    <w:div w:id="1742563499">
      <w:bodyDiv w:val="1"/>
      <w:marLeft w:val="0"/>
      <w:marRight w:val="0"/>
      <w:marTop w:val="0"/>
      <w:marBottom w:val="0"/>
      <w:divBdr>
        <w:top w:val="none" w:sz="0" w:space="0" w:color="auto"/>
        <w:left w:val="none" w:sz="0" w:space="0" w:color="auto"/>
        <w:bottom w:val="none" w:sz="0" w:space="0" w:color="auto"/>
        <w:right w:val="none" w:sz="0" w:space="0" w:color="auto"/>
      </w:divBdr>
    </w:div>
    <w:div w:id="1743212284">
      <w:bodyDiv w:val="1"/>
      <w:marLeft w:val="0"/>
      <w:marRight w:val="0"/>
      <w:marTop w:val="0"/>
      <w:marBottom w:val="0"/>
      <w:divBdr>
        <w:top w:val="none" w:sz="0" w:space="0" w:color="auto"/>
        <w:left w:val="none" w:sz="0" w:space="0" w:color="auto"/>
        <w:bottom w:val="none" w:sz="0" w:space="0" w:color="auto"/>
        <w:right w:val="none" w:sz="0" w:space="0" w:color="auto"/>
      </w:divBdr>
    </w:div>
    <w:div w:id="1745837241">
      <w:bodyDiv w:val="1"/>
      <w:marLeft w:val="0"/>
      <w:marRight w:val="0"/>
      <w:marTop w:val="0"/>
      <w:marBottom w:val="0"/>
      <w:divBdr>
        <w:top w:val="none" w:sz="0" w:space="0" w:color="auto"/>
        <w:left w:val="none" w:sz="0" w:space="0" w:color="auto"/>
        <w:bottom w:val="none" w:sz="0" w:space="0" w:color="auto"/>
        <w:right w:val="none" w:sz="0" w:space="0" w:color="auto"/>
      </w:divBdr>
    </w:div>
    <w:div w:id="1746105585">
      <w:bodyDiv w:val="1"/>
      <w:marLeft w:val="0"/>
      <w:marRight w:val="0"/>
      <w:marTop w:val="0"/>
      <w:marBottom w:val="0"/>
      <w:divBdr>
        <w:top w:val="none" w:sz="0" w:space="0" w:color="auto"/>
        <w:left w:val="none" w:sz="0" w:space="0" w:color="auto"/>
        <w:bottom w:val="none" w:sz="0" w:space="0" w:color="auto"/>
        <w:right w:val="none" w:sz="0" w:space="0" w:color="auto"/>
      </w:divBdr>
    </w:div>
    <w:div w:id="1746220926">
      <w:bodyDiv w:val="1"/>
      <w:marLeft w:val="0"/>
      <w:marRight w:val="0"/>
      <w:marTop w:val="0"/>
      <w:marBottom w:val="0"/>
      <w:divBdr>
        <w:top w:val="none" w:sz="0" w:space="0" w:color="auto"/>
        <w:left w:val="none" w:sz="0" w:space="0" w:color="auto"/>
        <w:bottom w:val="none" w:sz="0" w:space="0" w:color="auto"/>
        <w:right w:val="none" w:sz="0" w:space="0" w:color="auto"/>
      </w:divBdr>
    </w:div>
    <w:div w:id="1746292884">
      <w:bodyDiv w:val="1"/>
      <w:marLeft w:val="0"/>
      <w:marRight w:val="0"/>
      <w:marTop w:val="0"/>
      <w:marBottom w:val="0"/>
      <w:divBdr>
        <w:top w:val="none" w:sz="0" w:space="0" w:color="auto"/>
        <w:left w:val="none" w:sz="0" w:space="0" w:color="auto"/>
        <w:bottom w:val="none" w:sz="0" w:space="0" w:color="auto"/>
        <w:right w:val="none" w:sz="0" w:space="0" w:color="auto"/>
      </w:divBdr>
    </w:div>
    <w:div w:id="1746297688">
      <w:bodyDiv w:val="1"/>
      <w:marLeft w:val="0"/>
      <w:marRight w:val="0"/>
      <w:marTop w:val="0"/>
      <w:marBottom w:val="0"/>
      <w:divBdr>
        <w:top w:val="none" w:sz="0" w:space="0" w:color="auto"/>
        <w:left w:val="none" w:sz="0" w:space="0" w:color="auto"/>
        <w:bottom w:val="none" w:sz="0" w:space="0" w:color="auto"/>
        <w:right w:val="none" w:sz="0" w:space="0" w:color="auto"/>
      </w:divBdr>
    </w:div>
    <w:div w:id="1746759598">
      <w:bodyDiv w:val="1"/>
      <w:marLeft w:val="0"/>
      <w:marRight w:val="0"/>
      <w:marTop w:val="0"/>
      <w:marBottom w:val="0"/>
      <w:divBdr>
        <w:top w:val="none" w:sz="0" w:space="0" w:color="auto"/>
        <w:left w:val="none" w:sz="0" w:space="0" w:color="auto"/>
        <w:bottom w:val="none" w:sz="0" w:space="0" w:color="auto"/>
        <w:right w:val="none" w:sz="0" w:space="0" w:color="auto"/>
      </w:divBdr>
    </w:div>
    <w:div w:id="1747067685">
      <w:bodyDiv w:val="1"/>
      <w:marLeft w:val="0"/>
      <w:marRight w:val="0"/>
      <w:marTop w:val="0"/>
      <w:marBottom w:val="0"/>
      <w:divBdr>
        <w:top w:val="none" w:sz="0" w:space="0" w:color="auto"/>
        <w:left w:val="none" w:sz="0" w:space="0" w:color="auto"/>
        <w:bottom w:val="none" w:sz="0" w:space="0" w:color="auto"/>
        <w:right w:val="none" w:sz="0" w:space="0" w:color="auto"/>
      </w:divBdr>
    </w:div>
    <w:div w:id="1747149989">
      <w:bodyDiv w:val="1"/>
      <w:marLeft w:val="0"/>
      <w:marRight w:val="0"/>
      <w:marTop w:val="0"/>
      <w:marBottom w:val="0"/>
      <w:divBdr>
        <w:top w:val="none" w:sz="0" w:space="0" w:color="auto"/>
        <w:left w:val="none" w:sz="0" w:space="0" w:color="auto"/>
        <w:bottom w:val="none" w:sz="0" w:space="0" w:color="auto"/>
        <w:right w:val="none" w:sz="0" w:space="0" w:color="auto"/>
      </w:divBdr>
    </w:div>
    <w:div w:id="1748108016">
      <w:bodyDiv w:val="1"/>
      <w:marLeft w:val="0"/>
      <w:marRight w:val="0"/>
      <w:marTop w:val="0"/>
      <w:marBottom w:val="0"/>
      <w:divBdr>
        <w:top w:val="none" w:sz="0" w:space="0" w:color="auto"/>
        <w:left w:val="none" w:sz="0" w:space="0" w:color="auto"/>
        <w:bottom w:val="none" w:sz="0" w:space="0" w:color="auto"/>
        <w:right w:val="none" w:sz="0" w:space="0" w:color="auto"/>
      </w:divBdr>
    </w:div>
    <w:div w:id="1748309942">
      <w:bodyDiv w:val="1"/>
      <w:marLeft w:val="0"/>
      <w:marRight w:val="0"/>
      <w:marTop w:val="0"/>
      <w:marBottom w:val="0"/>
      <w:divBdr>
        <w:top w:val="none" w:sz="0" w:space="0" w:color="auto"/>
        <w:left w:val="none" w:sz="0" w:space="0" w:color="auto"/>
        <w:bottom w:val="none" w:sz="0" w:space="0" w:color="auto"/>
        <w:right w:val="none" w:sz="0" w:space="0" w:color="auto"/>
      </w:divBdr>
    </w:div>
    <w:div w:id="1748723645">
      <w:bodyDiv w:val="1"/>
      <w:marLeft w:val="0"/>
      <w:marRight w:val="0"/>
      <w:marTop w:val="0"/>
      <w:marBottom w:val="0"/>
      <w:divBdr>
        <w:top w:val="none" w:sz="0" w:space="0" w:color="auto"/>
        <w:left w:val="none" w:sz="0" w:space="0" w:color="auto"/>
        <w:bottom w:val="none" w:sz="0" w:space="0" w:color="auto"/>
        <w:right w:val="none" w:sz="0" w:space="0" w:color="auto"/>
      </w:divBdr>
    </w:div>
    <w:div w:id="1749841197">
      <w:bodyDiv w:val="1"/>
      <w:marLeft w:val="0"/>
      <w:marRight w:val="0"/>
      <w:marTop w:val="0"/>
      <w:marBottom w:val="0"/>
      <w:divBdr>
        <w:top w:val="none" w:sz="0" w:space="0" w:color="auto"/>
        <w:left w:val="none" w:sz="0" w:space="0" w:color="auto"/>
        <w:bottom w:val="none" w:sz="0" w:space="0" w:color="auto"/>
        <w:right w:val="none" w:sz="0" w:space="0" w:color="auto"/>
      </w:divBdr>
    </w:div>
    <w:div w:id="1750345285">
      <w:bodyDiv w:val="1"/>
      <w:marLeft w:val="0"/>
      <w:marRight w:val="0"/>
      <w:marTop w:val="0"/>
      <w:marBottom w:val="0"/>
      <w:divBdr>
        <w:top w:val="none" w:sz="0" w:space="0" w:color="auto"/>
        <w:left w:val="none" w:sz="0" w:space="0" w:color="auto"/>
        <w:bottom w:val="none" w:sz="0" w:space="0" w:color="auto"/>
        <w:right w:val="none" w:sz="0" w:space="0" w:color="auto"/>
      </w:divBdr>
    </w:div>
    <w:div w:id="1752238409">
      <w:bodyDiv w:val="1"/>
      <w:marLeft w:val="0"/>
      <w:marRight w:val="0"/>
      <w:marTop w:val="0"/>
      <w:marBottom w:val="0"/>
      <w:divBdr>
        <w:top w:val="none" w:sz="0" w:space="0" w:color="auto"/>
        <w:left w:val="none" w:sz="0" w:space="0" w:color="auto"/>
        <w:bottom w:val="none" w:sz="0" w:space="0" w:color="auto"/>
        <w:right w:val="none" w:sz="0" w:space="0" w:color="auto"/>
      </w:divBdr>
    </w:div>
    <w:div w:id="1752848137">
      <w:bodyDiv w:val="1"/>
      <w:marLeft w:val="0"/>
      <w:marRight w:val="0"/>
      <w:marTop w:val="0"/>
      <w:marBottom w:val="0"/>
      <w:divBdr>
        <w:top w:val="none" w:sz="0" w:space="0" w:color="auto"/>
        <w:left w:val="none" w:sz="0" w:space="0" w:color="auto"/>
        <w:bottom w:val="none" w:sz="0" w:space="0" w:color="auto"/>
        <w:right w:val="none" w:sz="0" w:space="0" w:color="auto"/>
      </w:divBdr>
    </w:div>
    <w:div w:id="1752897334">
      <w:bodyDiv w:val="1"/>
      <w:marLeft w:val="0"/>
      <w:marRight w:val="0"/>
      <w:marTop w:val="0"/>
      <w:marBottom w:val="0"/>
      <w:divBdr>
        <w:top w:val="none" w:sz="0" w:space="0" w:color="auto"/>
        <w:left w:val="none" w:sz="0" w:space="0" w:color="auto"/>
        <w:bottom w:val="none" w:sz="0" w:space="0" w:color="auto"/>
        <w:right w:val="none" w:sz="0" w:space="0" w:color="auto"/>
      </w:divBdr>
    </w:div>
    <w:div w:id="1755544668">
      <w:bodyDiv w:val="1"/>
      <w:marLeft w:val="0"/>
      <w:marRight w:val="0"/>
      <w:marTop w:val="0"/>
      <w:marBottom w:val="0"/>
      <w:divBdr>
        <w:top w:val="none" w:sz="0" w:space="0" w:color="auto"/>
        <w:left w:val="none" w:sz="0" w:space="0" w:color="auto"/>
        <w:bottom w:val="none" w:sz="0" w:space="0" w:color="auto"/>
        <w:right w:val="none" w:sz="0" w:space="0" w:color="auto"/>
      </w:divBdr>
    </w:div>
    <w:div w:id="1756052379">
      <w:bodyDiv w:val="1"/>
      <w:marLeft w:val="0"/>
      <w:marRight w:val="0"/>
      <w:marTop w:val="0"/>
      <w:marBottom w:val="0"/>
      <w:divBdr>
        <w:top w:val="none" w:sz="0" w:space="0" w:color="auto"/>
        <w:left w:val="none" w:sz="0" w:space="0" w:color="auto"/>
        <w:bottom w:val="none" w:sz="0" w:space="0" w:color="auto"/>
        <w:right w:val="none" w:sz="0" w:space="0" w:color="auto"/>
      </w:divBdr>
    </w:div>
    <w:div w:id="1756170308">
      <w:bodyDiv w:val="1"/>
      <w:marLeft w:val="0"/>
      <w:marRight w:val="0"/>
      <w:marTop w:val="0"/>
      <w:marBottom w:val="0"/>
      <w:divBdr>
        <w:top w:val="none" w:sz="0" w:space="0" w:color="auto"/>
        <w:left w:val="none" w:sz="0" w:space="0" w:color="auto"/>
        <w:bottom w:val="none" w:sz="0" w:space="0" w:color="auto"/>
        <w:right w:val="none" w:sz="0" w:space="0" w:color="auto"/>
      </w:divBdr>
    </w:div>
    <w:div w:id="1757287252">
      <w:bodyDiv w:val="1"/>
      <w:marLeft w:val="0"/>
      <w:marRight w:val="0"/>
      <w:marTop w:val="0"/>
      <w:marBottom w:val="0"/>
      <w:divBdr>
        <w:top w:val="none" w:sz="0" w:space="0" w:color="auto"/>
        <w:left w:val="none" w:sz="0" w:space="0" w:color="auto"/>
        <w:bottom w:val="none" w:sz="0" w:space="0" w:color="auto"/>
        <w:right w:val="none" w:sz="0" w:space="0" w:color="auto"/>
      </w:divBdr>
    </w:div>
    <w:div w:id="1757434867">
      <w:bodyDiv w:val="1"/>
      <w:marLeft w:val="0"/>
      <w:marRight w:val="0"/>
      <w:marTop w:val="0"/>
      <w:marBottom w:val="0"/>
      <w:divBdr>
        <w:top w:val="none" w:sz="0" w:space="0" w:color="auto"/>
        <w:left w:val="none" w:sz="0" w:space="0" w:color="auto"/>
        <w:bottom w:val="none" w:sz="0" w:space="0" w:color="auto"/>
        <w:right w:val="none" w:sz="0" w:space="0" w:color="auto"/>
      </w:divBdr>
    </w:div>
    <w:div w:id="1758482265">
      <w:bodyDiv w:val="1"/>
      <w:marLeft w:val="0"/>
      <w:marRight w:val="0"/>
      <w:marTop w:val="0"/>
      <w:marBottom w:val="0"/>
      <w:divBdr>
        <w:top w:val="none" w:sz="0" w:space="0" w:color="auto"/>
        <w:left w:val="none" w:sz="0" w:space="0" w:color="auto"/>
        <w:bottom w:val="none" w:sz="0" w:space="0" w:color="auto"/>
        <w:right w:val="none" w:sz="0" w:space="0" w:color="auto"/>
      </w:divBdr>
    </w:div>
    <w:div w:id="1758625254">
      <w:bodyDiv w:val="1"/>
      <w:marLeft w:val="0"/>
      <w:marRight w:val="0"/>
      <w:marTop w:val="0"/>
      <w:marBottom w:val="0"/>
      <w:divBdr>
        <w:top w:val="none" w:sz="0" w:space="0" w:color="auto"/>
        <w:left w:val="none" w:sz="0" w:space="0" w:color="auto"/>
        <w:bottom w:val="none" w:sz="0" w:space="0" w:color="auto"/>
        <w:right w:val="none" w:sz="0" w:space="0" w:color="auto"/>
      </w:divBdr>
    </w:div>
    <w:div w:id="1760103707">
      <w:bodyDiv w:val="1"/>
      <w:marLeft w:val="0"/>
      <w:marRight w:val="0"/>
      <w:marTop w:val="0"/>
      <w:marBottom w:val="0"/>
      <w:divBdr>
        <w:top w:val="none" w:sz="0" w:space="0" w:color="auto"/>
        <w:left w:val="none" w:sz="0" w:space="0" w:color="auto"/>
        <w:bottom w:val="none" w:sz="0" w:space="0" w:color="auto"/>
        <w:right w:val="none" w:sz="0" w:space="0" w:color="auto"/>
      </w:divBdr>
    </w:div>
    <w:div w:id="1762290700">
      <w:bodyDiv w:val="1"/>
      <w:marLeft w:val="0"/>
      <w:marRight w:val="0"/>
      <w:marTop w:val="0"/>
      <w:marBottom w:val="0"/>
      <w:divBdr>
        <w:top w:val="none" w:sz="0" w:space="0" w:color="auto"/>
        <w:left w:val="none" w:sz="0" w:space="0" w:color="auto"/>
        <w:bottom w:val="none" w:sz="0" w:space="0" w:color="auto"/>
        <w:right w:val="none" w:sz="0" w:space="0" w:color="auto"/>
      </w:divBdr>
    </w:div>
    <w:div w:id="1764032525">
      <w:bodyDiv w:val="1"/>
      <w:marLeft w:val="0"/>
      <w:marRight w:val="0"/>
      <w:marTop w:val="0"/>
      <w:marBottom w:val="0"/>
      <w:divBdr>
        <w:top w:val="none" w:sz="0" w:space="0" w:color="auto"/>
        <w:left w:val="none" w:sz="0" w:space="0" w:color="auto"/>
        <w:bottom w:val="none" w:sz="0" w:space="0" w:color="auto"/>
        <w:right w:val="none" w:sz="0" w:space="0" w:color="auto"/>
      </w:divBdr>
    </w:div>
    <w:div w:id="1764186876">
      <w:bodyDiv w:val="1"/>
      <w:marLeft w:val="0"/>
      <w:marRight w:val="0"/>
      <w:marTop w:val="0"/>
      <w:marBottom w:val="0"/>
      <w:divBdr>
        <w:top w:val="none" w:sz="0" w:space="0" w:color="auto"/>
        <w:left w:val="none" w:sz="0" w:space="0" w:color="auto"/>
        <w:bottom w:val="none" w:sz="0" w:space="0" w:color="auto"/>
        <w:right w:val="none" w:sz="0" w:space="0" w:color="auto"/>
      </w:divBdr>
    </w:div>
    <w:div w:id="1764260993">
      <w:bodyDiv w:val="1"/>
      <w:marLeft w:val="0"/>
      <w:marRight w:val="0"/>
      <w:marTop w:val="0"/>
      <w:marBottom w:val="0"/>
      <w:divBdr>
        <w:top w:val="none" w:sz="0" w:space="0" w:color="auto"/>
        <w:left w:val="none" w:sz="0" w:space="0" w:color="auto"/>
        <w:bottom w:val="none" w:sz="0" w:space="0" w:color="auto"/>
        <w:right w:val="none" w:sz="0" w:space="0" w:color="auto"/>
      </w:divBdr>
    </w:div>
    <w:div w:id="1764917154">
      <w:bodyDiv w:val="1"/>
      <w:marLeft w:val="0"/>
      <w:marRight w:val="0"/>
      <w:marTop w:val="0"/>
      <w:marBottom w:val="0"/>
      <w:divBdr>
        <w:top w:val="none" w:sz="0" w:space="0" w:color="auto"/>
        <w:left w:val="none" w:sz="0" w:space="0" w:color="auto"/>
        <w:bottom w:val="none" w:sz="0" w:space="0" w:color="auto"/>
        <w:right w:val="none" w:sz="0" w:space="0" w:color="auto"/>
      </w:divBdr>
    </w:div>
    <w:div w:id="1765110771">
      <w:bodyDiv w:val="1"/>
      <w:marLeft w:val="0"/>
      <w:marRight w:val="0"/>
      <w:marTop w:val="0"/>
      <w:marBottom w:val="0"/>
      <w:divBdr>
        <w:top w:val="none" w:sz="0" w:space="0" w:color="auto"/>
        <w:left w:val="none" w:sz="0" w:space="0" w:color="auto"/>
        <w:bottom w:val="none" w:sz="0" w:space="0" w:color="auto"/>
        <w:right w:val="none" w:sz="0" w:space="0" w:color="auto"/>
      </w:divBdr>
    </w:div>
    <w:div w:id="1766077670">
      <w:bodyDiv w:val="1"/>
      <w:marLeft w:val="0"/>
      <w:marRight w:val="0"/>
      <w:marTop w:val="0"/>
      <w:marBottom w:val="0"/>
      <w:divBdr>
        <w:top w:val="none" w:sz="0" w:space="0" w:color="auto"/>
        <w:left w:val="none" w:sz="0" w:space="0" w:color="auto"/>
        <w:bottom w:val="none" w:sz="0" w:space="0" w:color="auto"/>
        <w:right w:val="none" w:sz="0" w:space="0" w:color="auto"/>
      </w:divBdr>
    </w:div>
    <w:div w:id="1766268138">
      <w:bodyDiv w:val="1"/>
      <w:marLeft w:val="0"/>
      <w:marRight w:val="0"/>
      <w:marTop w:val="0"/>
      <w:marBottom w:val="0"/>
      <w:divBdr>
        <w:top w:val="none" w:sz="0" w:space="0" w:color="auto"/>
        <w:left w:val="none" w:sz="0" w:space="0" w:color="auto"/>
        <w:bottom w:val="none" w:sz="0" w:space="0" w:color="auto"/>
        <w:right w:val="none" w:sz="0" w:space="0" w:color="auto"/>
      </w:divBdr>
    </w:div>
    <w:div w:id="1767457775">
      <w:bodyDiv w:val="1"/>
      <w:marLeft w:val="0"/>
      <w:marRight w:val="0"/>
      <w:marTop w:val="0"/>
      <w:marBottom w:val="0"/>
      <w:divBdr>
        <w:top w:val="none" w:sz="0" w:space="0" w:color="auto"/>
        <w:left w:val="none" w:sz="0" w:space="0" w:color="auto"/>
        <w:bottom w:val="none" w:sz="0" w:space="0" w:color="auto"/>
        <w:right w:val="none" w:sz="0" w:space="0" w:color="auto"/>
      </w:divBdr>
    </w:div>
    <w:div w:id="1767648783">
      <w:bodyDiv w:val="1"/>
      <w:marLeft w:val="0"/>
      <w:marRight w:val="0"/>
      <w:marTop w:val="0"/>
      <w:marBottom w:val="0"/>
      <w:divBdr>
        <w:top w:val="none" w:sz="0" w:space="0" w:color="auto"/>
        <w:left w:val="none" w:sz="0" w:space="0" w:color="auto"/>
        <w:bottom w:val="none" w:sz="0" w:space="0" w:color="auto"/>
        <w:right w:val="none" w:sz="0" w:space="0" w:color="auto"/>
      </w:divBdr>
    </w:div>
    <w:div w:id="1767846775">
      <w:bodyDiv w:val="1"/>
      <w:marLeft w:val="0"/>
      <w:marRight w:val="0"/>
      <w:marTop w:val="0"/>
      <w:marBottom w:val="0"/>
      <w:divBdr>
        <w:top w:val="none" w:sz="0" w:space="0" w:color="auto"/>
        <w:left w:val="none" w:sz="0" w:space="0" w:color="auto"/>
        <w:bottom w:val="none" w:sz="0" w:space="0" w:color="auto"/>
        <w:right w:val="none" w:sz="0" w:space="0" w:color="auto"/>
      </w:divBdr>
    </w:div>
    <w:div w:id="1768042182">
      <w:bodyDiv w:val="1"/>
      <w:marLeft w:val="0"/>
      <w:marRight w:val="0"/>
      <w:marTop w:val="0"/>
      <w:marBottom w:val="0"/>
      <w:divBdr>
        <w:top w:val="none" w:sz="0" w:space="0" w:color="auto"/>
        <w:left w:val="none" w:sz="0" w:space="0" w:color="auto"/>
        <w:bottom w:val="none" w:sz="0" w:space="0" w:color="auto"/>
        <w:right w:val="none" w:sz="0" w:space="0" w:color="auto"/>
      </w:divBdr>
    </w:div>
    <w:div w:id="1769041142">
      <w:bodyDiv w:val="1"/>
      <w:marLeft w:val="0"/>
      <w:marRight w:val="0"/>
      <w:marTop w:val="0"/>
      <w:marBottom w:val="0"/>
      <w:divBdr>
        <w:top w:val="none" w:sz="0" w:space="0" w:color="auto"/>
        <w:left w:val="none" w:sz="0" w:space="0" w:color="auto"/>
        <w:bottom w:val="none" w:sz="0" w:space="0" w:color="auto"/>
        <w:right w:val="none" w:sz="0" w:space="0" w:color="auto"/>
      </w:divBdr>
    </w:div>
    <w:div w:id="1769234577">
      <w:bodyDiv w:val="1"/>
      <w:marLeft w:val="0"/>
      <w:marRight w:val="0"/>
      <w:marTop w:val="0"/>
      <w:marBottom w:val="0"/>
      <w:divBdr>
        <w:top w:val="none" w:sz="0" w:space="0" w:color="auto"/>
        <w:left w:val="none" w:sz="0" w:space="0" w:color="auto"/>
        <w:bottom w:val="none" w:sz="0" w:space="0" w:color="auto"/>
        <w:right w:val="none" w:sz="0" w:space="0" w:color="auto"/>
      </w:divBdr>
    </w:div>
    <w:div w:id="1769696530">
      <w:bodyDiv w:val="1"/>
      <w:marLeft w:val="0"/>
      <w:marRight w:val="0"/>
      <w:marTop w:val="0"/>
      <w:marBottom w:val="0"/>
      <w:divBdr>
        <w:top w:val="none" w:sz="0" w:space="0" w:color="auto"/>
        <w:left w:val="none" w:sz="0" w:space="0" w:color="auto"/>
        <w:bottom w:val="none" w:sz="0" w:space="0" w:color="auto"/>
        <w:right w:val="none" w:sz="0" w:space="0" w:color="auto"/>
      </w:divBdr>
    </w:div>
    <w:div w:id="1771586662">
      <w:bodyDiv w:val="1"/>
      <w:marLeft w:val="0"/>
      <w:marRight w:val="0"/>
      <w:marTop w:val="0"/>
      <w:marBottom w:val="0"/>
      <w:divBdr>
        <w:top w:val="none" w:sz="0" w:space="0" w:color="auto"/>
        <w:left w:val="none" w:sz="0" w:space="0" w:color="auto"/>
        <w:bottom w:val="none" w:sz="0" w:space="0" w:color="auto"/>
        <w:right w:val="none" w:sz="0" w:space="0" w:color="auto"/>
      </w:divBdr>
    </w:div>
    <w:div w:id="1773015516">
      <w:bodyDiv w:val="1"/>
      <w:marLeft w:val="0"/>
      <w:marRight w:val="0"/>
      <w:marTop w:val="0"/>
      <w:marBottom w:val="0"/>
      <w:divBdr>
        <w:top w:val="none" w:sz="0" w:space="0" w:color="auto"/>
        <w:left w:val="none" w:sz="0" w:space="0" w:color="auto"/>
        <w:bottom w:val="none" w:sz="0" w:space="0" w:color="auto"/>
        <w:right w:val="none" w:sz="0" w:space="0" w:color="auto"/>
      </w:divBdr>
    </w:div>
    <w:div w:id="1773165558">
      <w:bodyDiv w:val="1"/>
      <w:marLeft w:val="0"/>
      <w:marRight w:val="0"/>
      <w:marTop w:val="0"/>
      <w:marBottom w:val="0"/>
      <w:divBdr>
        <w:top w:val="none" w:sz="0" w:space="0" w:color="auto"/>
        <w:left w:val="none" w:sz="0" w:space="0" w:color="auto"/>
        <w:bottom w:val="none" w:sz="0" w:space="0" w:color="auto"/>
        <w:right w:val="none" w:sz="0" w:space="0" w:color="auto"/>
      </w:divBdr>
    </w:div>
    <w:div w:id="1773816646">
      <w:bodyDiv w:val="1"/>
      <w:marLeft w:val="0"/>
      <w:marRight w:val="0"/>
      <w:marTop w:val="0"/>
      <w:marBottom w:val="0"/>
      <w:divBdr>
        <w:top w:val="none" w:sz="0" w:space="0" w:color="auto"/>
        <w:left w:val="none" w:sz="0" w:space="0" w:color="auto"/>
        <w:bottom w:val="none" w:sz="0" w:space="0" w:color="auto"/>
        <w:right w:val="none" w:sz="0" w:space="0" w:color="auto"/>
      </w:divBdr>
    </w:div>
    <w:div w:id="1773823036">
      <w:bodyDiv w:val="1"/>
      <w:marLeft w:val="0"/>
      <w:marRight w:val="0"/>
      <w:marTop w:val="0"/>
      <w:marBottom w:val="0"/>
      <w:divBdr>
        <w:top w:val="none" w:sz="0" w:space="0" w:color="auto"/>
        <w:left w:val="none" w:sz="0" w:space="0" w:color="auto"/>
        <w:bottom w:val="none" w:sz="0" w:space="0" w:color="auto"/>
        <w:right w:val="none" w:sz="0" w:space="0" w:color="auto"/>
      </w:divBdr>
    </w:div>
    <w:div w:id="1774282255">
      <w:bodyDiv w:val="1"/>
      <w:marLeft w:val="0"/>
      <w:marRight w:val="0"/>
      <w:marTop w:val="0"/>
      <w:marBottom w:val="0"/>
      <w:divBdr>
        <w:top w:val="none" w:sz="0" w:space="0" w:color="auto"/>
        <w:left w:val="none" w:sz="0" w:space="0" w:color="auto"/>
        <w:bottom w:val="none" w:sz="0" w:space="0" w:color="auto"/>
        <w:right w:val="none" w:sz="0" w:space="0" w:color="auto"/>
      </w:divBdr>
    </w:div>
    <w:div w:id="1776319033">
      <w:bodyDiv w:val="1"/>
      <w:marLeft w:val="0"/>
      <w:marRight w:val="0"/>
      <w:marTop w:val="0"/>
      <w:marBottom w:val="0"/>
      <w:divBdr>
        <w:top w:val="none" w:sz="0" w:space="0" w:color="auto"/>
        <w:left w:val="none" w:sz="0" w:space="0" w:color="auto"/>
        <w:bottom w:val="none" w:sz="0" w:space="0" w:color="auto"/>
        <w:right w:val="none" w:sz="0" w:space="0" w:color="auto"/>
      </w:divBdr>
    </w:div>
    <w:div w:id="1776831010">
      <w:bodyDiv w:val="1"/>
      <w:marLeft w:val="0"/>
      <w:marRight w:val="0"/>
      <w:marTop w:val="0"/>
      <w:marBottom w:val="0"/>
      <w:divBdr>
        <w:top w:val="none" w:sz="0" w:space="0" w:color="auto"/>
        <w:left w:val="none" w:sz="0" w:space="0" w:color="auto"/>
        <w:bottom w:val="none" w:sz="0" w:space="0" w:color="auto"/>
        <w:right w:val="none" w:sz="0" w:space="0" w:color="auto"/>
      </w:divBdr>
    </w:div>
    <w:div w:id="1778987053">
      <w:bodyDiv w:val="1"/>
      <w:marLeft w:val="0"/>
      <w:marRight w:val="0"/>
      <w:marTop w:val="0"/>
      <w:marBottom w:val="0"/>
      <w:divBdr>
        <w:top w:val="none" w:sz="0" w:space="0" w:color="auto"/>
        <w:left w:val="none" w:sz="0" w:space="0" w:color="auto"/>
        <w:bottom w:val="none" w:sz="0" w:space="0" w:color="auto"/>
        <w:right w:val="none" w:sz="0" w:space="0" w:color="auto"/>
      </w:divBdr>
    </w:div>
    <w:div w:id="1781759547">
      <w:bodyDiv w:val="1"/>
      <w:marLeft w:val="0"/>
      <w:marRight w:val="0"/>
      <w:marTop w:val="0"/>
      <w:marBottom w:val="0"/>
      <w:divBdr>
        <w:top w:val="none" w:sz="0" w:space="0" w:color="auto"/>
        <w:left w:val="none" w:sz="0" w:space="0" w:color="auto"/>
        <w:bottom w:val="none" w:sz="0" w:space="0" w:color="auto"/>
        <w:right w:val="none" w:sz="0" w:space="0" w:color="auto"/>
      </w:divBdr>
    </w:div>
    <w:div w:id="1782340400">
      <w:bodyDiv w:val="1"/>
      <w:marLeft w:val="0"/>
      <w:marRight w:val="0"/>
      <w:marTop w:val="0"/>
      <w:marBottom w:val="0"/>
      <w:divBdr>
        <w:top w:val="none" w:sz="0" w:space="0" w:color="auto"/>
        <w:left w:val="none" w:sz="0" w:space="0" w:color="auto"/>
        <w:bottom w:val="none" w:sz="0" w:space="0" w:color="auto"/>
        <w:right w:val="none" w:sz="0" w:space="0" w:color="auto"/>
      </w:divBdr>
    </w:div>
    <w:div w:id="1783694703">
      <w:bodyDiv w:val="1"/>
      <w:marLeft w:val="0"/>
      <w:marRight w:val="0"/>
      <w:marTop w:val="0"/>
      <w:marBottom w:val="0"/>
      <w:divBdr>
        <w:top w:val="none" w:sz="0" w:space="0" w:color="auto"/>
        <w:left w:val="none" w:sz="0" w:space="0" w:color="auto"/>
        <w:bottom w:val="none" w:sz="0" w:space="0" w:color="auto"/>
        <w:right w:val="none" w:sz="0" w:space="0" w:color="auto"/>
      </w:divBdr>
    </w:div>
    <w:div w:id="1783959214">
      <w:bodyDiv w:val="1"/>
      <w:marLeft w:val="0"/>
      <w:marRight w:val="0"/>
      <w:marTop w:val="0"/>
      <w:marBottom w:val="0"/>
      <w:divBdr>
        <w:top w:val="none" w:sz="0" w:space="0" w:color="auto"/>
        <w:left w:val="none" w:sz="0" w:space="0" w:color="auto"/>
        <w:bottom w:val="none" w:sz="0" w:space="0" w:color="auto"/>
        <w:right w:val="none" w:sz="0" w:space="0" w:color="auto"/>
      </w:divBdr>
    </w:div>
    <w:div w:id="1784154986">
      <w:bodyDiv w:val="1"/>
      <w:marLeft w:val="0"/>
      <w:marRight w:val="0"/>
      <w:marTop w:val="0"/>
      <w:marBottom w:val="0"/>
      <w:divBdr>
        <w:top w:val="none" w:sz="0" w:space="0" w:color="auto"/>
        <w:left w:val="none" w:sz="0" w:space="0" w:color="auto"/>
        <w:bottom w:val="none" w:sz="0" w:space="0" w:color="auto"/>
        <w:right w:val="none" w:sz="0" w:space="0" w:color="auto"/>
      </w:divBdr>
    </w:div>
    <w:div w:id="1784223037">
      <w:bodyDiv w:val="1"/>
      <w:marLeft w:val="0"/>
      <w:marRight w:val="0"/>
      <w:marTop w:val="0"/>
      <w:marBottom w:val="0"/>
      <w:divBdr>
        <w:top w:val="none" w:sz="0" w:space="0" w:color="auto"/>
        <w:left w:val="none" w:sz="0" w:space="0" w:color="auto"/>
        <w:bottom w:val="none" w:sz="0" w:space="0" w:color="auto"/>
        <w:right w:val="none" w:sz="0" w:space="0" w:color="auto"/>
      </w:divBdr>
    </w:div>
    <w:div w:id="1785035351">
      <w:bodyDiv w:val="1"/>
      <w:marLeft w:val="0"/>
      <w:marRight w:val="0"/>
      <w:marTop w:val="0"/>
      <w:marBottom w:val="0"/>
      <w:divBdr>
        <w:top w:val="none" w:sz="0" w:space="0" w:color="auto"/>
        <w:left w:val="none" w:sz="0" w:space="0" w:color="auto"/>
        <w:bottom w:val="none" w:sz="0" w:space="0" w:color="auto"/>
        <w:right w:val="none" w:sz="0" w:space="0" w:color="auto"/>
      </w:divBdr>
    </w:div>
    <w:div w:id="1786659740">
      <w:bodyDiv w:val="1"/>
      <w:marLeft w:val="0"/>
      <w:marRight w:val="0"/>
      <w:marTop w:val="0"/>
      <w:marBottom w:val="0"/>
      <w:divBdr>
        <w:top w:val="none" w:sz="0" w:space="0" w:color="auto"/>
        <w:left w:val="none" w:sz="0" w:space="0" w:color="auto"/>
        <w:bottom w:val="none" w:sz="0" w:space="0" w:color="auto"/>
        <w:right w:val="none" w:sz="0" w:space="0" w:color="auto"/>
      </w:divBdr>
    </w:div>
    <w:div w:id="1787044735">
      <w:bodyDiv w:val="1"/>
      <w:marLeft w:val="0"/>
      <w:marRight w:val="0"/>
      <w:marTop w:val="0"/>
      <w:marBottom w:val="0"/>
      <w:divBdr>
        <w:top w:val="none" w:sz="0" w:space="0" w:color="auto"/>
        <w:left w:val="none" w:sz="0" w:space="0" w:color="auto"/>
        <w:bottom w:val="none" w:sz="0" w:space="0" w:color="auto"/>
        <w:right w:val="none" w:sz="0" w:space="0" w:color="auto"/>
      </w:divBdr>
    </w:div>
    <w:div w:id="1787501324">
      <w:bodyDiv w:val="1"/>
      <w:marLeft w:val="0"/>
      <w:marRight w:val="0"/>
      <w:marTop w:val="0"/>
      <w:marBottom w:val="0"/>
      <w:divBdr>
        <w:top w:val="none" w:sz="0" w:space="0" w:color="auto"/>
        <w:left w:val="none" w:sz="0" w:space="0" w:color="auto"/>
        <w:bottom w:val="none" w:sz="0" w:space="0" w:color="auto"/>
        <w:right w:val="none" w:sz="0" w:space="0" w:color="auto"/>
      </w:divBdr>
    </w:div>
    <w:div w:id="1787504124">
      <w:bodyDiv w:val="1"/>
      <w:marLeft w:val="0"/>
      <w:marRight w:val="0"/>
      <w:marTop w:val="0"/>
      <w:marBottom w:val="0"/>
      <w:divBdr>
        <w:top w:val="none" w:sz="0" w:space="0" w:color="auto"/>
        <w:left w:val="none" w:sz="0" w:space="0" w:color="auto"/>
        <w:bottom w:val="none" w:sz="0" w:space="0" w:color="auto"/>
        <w:right w:val="none" w:sz="0" w:space="0" w:color="auto"/>
      </w:divBdr>
    </w:div>
    <w:div w:id="1788812366">
      <w:bodyDiv w:val="1"/>
      <w:marLeft w:val="0"/>
      <w:marRight w:val="0"/>
      <w:marTop w:val="0"/>
      <w:marBottom w:val="0"/>
      <w:divBdr>
        <w:top w:val="none" w:sz="0" w:space="0" w:color="auto"/>
        <w:left w:val="none" w:sz="0" w:space="0" w:color="auto"/>
        <w:bottom w:val="none" w:sz="0" w:space="0" w:color="auto"/>
        <w:right w:val="none" w:sz="0" w:space="0" w:color="auto"/>
      </w:divBdr>
    </w:div>
    <w:div w:id="1789080260">
      <w:bodyDiv w:val="1"/>
      <w:marLeft w:val="0"/>
      <w:marRight w:val="0"/>
      <w:marTop w:val="0"/>
      <w:marBottom w:val="0"/>
      <w:divBdr>
        <w:top w:val="none" w:sz="0" w:space="0" w:color="auto"/>
        <w:left w:val="none" w:sz="0" w:space="0" w:color="auto"/>
        <w:bottom w:val="none" w:sz="0" w:space="0" w:color="auto"/>
        <w:right w:val="none" w:sz="0" w:space="0" w:color="auto"/>
      </w:divBdr>
    </w:div>
    <w:div w:id="1789395421">
      <w:bodyDiv w:val="1"/>
      <w:marLeft w:val="0"/>
      <w:marRight w:val="0"/>
      <w:marTop w:val="0"/>
      <w:marBottom w:val="0"/>
      <w:divBdr>
        <w:top w:val="none" w:sz="0" w:space="0" w:color="auto"/>
        <w:left w:val="none" w:sz="0" w:space="0" w:color="auto"/>
        <w:bottom w:val="none" w:sz="0" w:space="0" w:color="auto"/>
        <w:right w:val="none" w:sz="0" w:space="0" w:color="auto"/>
      </w:divBdr>
    </w:div>
    <w:div w:id="1789470201">
      <w:bodyDiv w:val="1"/>
      <w:marLeft w:val="0"/>
      <w:marRight w:val="0"/>
      <w:marTop w:val="0"/>
      <w:marBottom w:val="0"/>
      <w:divBdr>
        <w:top w:val="none" w:sz="0" w:space="0" w:color="auto"/>
        <w:left w:val="none" w:sz="0" w:space="0" w:color="auto"/>
        <w:bottom w:val="none" w:sz="0" w:space="0" w:color="auto"/>
        <w:right w:val="none" w:sz="0" w:space="0" w:color="auto"/>
      </w:divBdr>
    </w:div>
    <w:div w:id="1791438959">
      <w:bodyDiv w:val="1"/>
      <w:marLeft w:val="0"/>
      <w:marRight w:val="0"/>
      <w:marTop w:val="0"/>
      <w:marBottom w:val="0"/>
      <w:divBdr>
        <w:top w:val="none" w:sz="0" w:space="0" w:color="auto"/>
        <w:left w:val="none" w:sz="0" w:space="0" w:color="auto"/>
        <w:bottom w:val="none" w:sz="0" w:space="0" w:color="auto"/>
        <w:right w:val="none" w:sz="0" w:space="0" w:color="auto"/>
      </w:divBdr>
    </w:div>
    <w:div w:id="1791972089">
      <w:bodyDiv w:val="1"/>
      <w:marLeft w:val="0"/>
      <w:marRight w:val="0"/>
      <w:marTop w:val="0"/>
      <w:marBottom w:val="0"/>
      <w:divBdr>
        <w:top w:val="none" w:sz="0" w:space="0" w:color="auto"/>
        <w:left w:val="none" w:sz="0" w:space="0" w:color="auto"/>
        <w:bottom w:val="none" w:sz="0" w:space="0" w:color="auto"/>
        <w:right w:val="none" w:sz="0" w:space="0" w:color="auto"/>
      </w:divBdr>
    </w:div>
    <w:div w:id="1792356233">
      <w:bodyDiv w:val="1"/>
      <w:marLeft w:val="0"/>
      <w:marRight w:val="0"/>
      <w:marTop w:val="0"/>
      <w:marBottom w:val="0"/>
      <w:divBdr>
        <w:top w:val="none" w:sz="0" w:space="0" w:color="auto"/>
        <w:left w:val="none" w:sz="0" w:space="0" w:color="auto"/>
        <w:bottom w:val="none" w:sz="0" w:space="0" w:color="auto"/>
        <w:right w:val="none" w:sz="0" w:space="0" w:color="auto"/>
      </w:divBdr>
    </w:div>
    <w:div w:id="1793867512">
      <w:bodyDiv w:val="1"/>
      <w:marLeft w:val="0"/>
      <w:marRight w:val="0"/>
      <w:marTop w:val="0"/>
      <w:marBottom w:val="0"/>
      <w:divBdr>
        <w:top w:val="none" w:sz="0" w:space="0" w:color="auto"/>
        <w:left w:val="none" w:sz="0" w:space="0" w:color="auto"/>
        <w:bottom w:val="none" w:sz="0" w:space="0" w:color="auto"/>
        <w:right w:val="none" w:sz="0" w:space="0" w:color="auto"/>
      </w:divBdr>
    </w:div>
    <w:div w:id="1794128247">
      <w:bodyDiv w:val="1"/>
      <w:marLeft w:val="0"/>
      <w:marRight w:val="0"/>
      <w:marTop w:val="0"/>
      <w:marBottom w:val="0"/>
      <w:divBdr>
        <w:top w:val="none" w:sz="0" w:space="0" w:color="auto"/>
        <w:left w:val="none" w:sz="0" w:space="0" w:color="auto"/>
        <w:bottom w:val="none" w:sz="0" w:space="0" w:color="auto"/>
        <w:right w:val="none" w:sz="0" w:space="0" w:color="auto"/>
      </w:divBdr>
    </w:div>
    <w:div w:id="1794517733">
      <w:bodyDiv w:val="1"/>
      <w:marLeft w:val="0"/>
      <w:marRight w:val="0"/>
      <w:marTop w:val="0"/>
      <w:marBottom w:val="0"/>
      <w:divBdr>
        <w:top w:val="none" w:sz="0" w:space="0" w:color="auto"/>
        <w:left w:val="none" w:sz="0" w:space="0" w:color="auto"/>
        <w:bottom w:val="none" w:sz="0" w:space="0" w:color="auto"/>
        <w:right w:val="none" w:sz="0" w:space="0" w:color="auto"/>
      </w:divBdr>
    </w:div>
    <w:div w:id="1795832991">
      <w:bodyDiv w:val="1"/>
      <w:marLeft w:val="0"/>
      <w:marRight w:val="0"/>
      <w:marTop w:val="0"/>
      <w:marBottom w:val="0"/>
      <w:divBdr>
        <w:top w:val="none" w:sz="0" w:space="0" w:color="auto"/>
        <w:left w:val="none" w:sz="0" w:space="0" w:color="auto"/>
        <w:bottom w:val="none" w:sz="0" w:space="0" w:color="auto"/>
        <w:right w:val="none" w:sz="0" w:space="0" w:color="auto"/>
      </w:divBdr>
    </w:div>
    <w:div w:id="1797940925">
      <w:bodyDiv w:val="1"/>
      <w:marLeft w:val="0"/>
      <w:marRight w:val="0"/>
      <w:marTop w:val="0"/>
      <w:marBottom w:val="0"/>
      <w:divBdr>
        <w:top w:val="none" w:sz="0" w:space="0" w:color="auto"/>
        <w:left w:val="none" w:sz="0" w:space="0" w:color="auto"/>
        <w:bottom w:val="none" w:sz="0" w:space="0" w:color="auto"/>
        <w:right w:val="none" w:sz="0" w:space="0" w:color="auto"/>
      </w:divBdr>
    </w:div>
    <w:div w:id="1798404069">
      <w:bodyDiv w:val="1"/>
      <w:marLeft w:val="0"/>
      <w:marRight w:val="0"/>
      <w:marTop w:val="0"/>
      <w:marBottom w:val="0"/>
      <w:divBdr>
        <w:top w:val="none" w:sz="0" w:space="0" w:color="auto"/>
        <w:left w:val="none" w:sz="0" w:space="0" w:color="auto"/>
        <w:bottom w:val="none" w:sz="0" w:space="0" w:color="auto"/>
        <w:right w:val="none" w:sz="0" w:space="0" w:color="auto"/>
      </w:divBdr>
    </w:div>
    <w:div w:id="1798641529">
      <w:bodyDiv w:val="1"/>
      <w:marLeft w:val="0"/>
      <w:marRight w:val="0"/>
      <w:marTop w:val="0"/>
      <w:marBottom w:val="0"/>
      <w:divBdr>
        <w:top w:val="none" w:sz="0" w:space="0" w:color="auto"/>
        <w:left w:val="none" w:sz="0" w:space="0" w:color="auto"/>
        <w:bottom w:val="none" w:sz="0" w:space="0" w:color="auto"/>
        <w:right w:val="none" w:sz="0" w:space="0" w:color="auto"/>
      </w:divBdr>
    </w:div>
    <w:div w:id="1799180936">
      <w:bodyDiv w:val="1"/>
      <w:marLeft w:val="0"/>
      <w:marRight w:val="0"/>
      <w:marTop w:val="0"/>
      <w:marBottom w:val="0"/>
      <w:divBdr>
        <w:top w:val="none" w:sz="0" w:space="0" w:color="auto"/>
        <w:left w:val="none" w:sz="0" w:space="0" w:color="auto"/>
        <w:bottom w:val="none" w:sz="0" w:space="0" w:color="auto"/>
        <w:right w:val="none" w:sz="0" w:space="0" w:color="auto"/>
      </w:divBdr>
    </w:div>
    <w:div w:id="1800804676">
      <w:bodyDiv w:val="1"/>
      <w:marLeft w:val="0"/>
      <w:marRight w:val="0"/>
      <w:marTop w:val="0"/>
      <w:marBottom w:val="0"/>
      <w:divBdr>
        <w:top w:val="none" w:sz="0" w:space="0" w:color="auto"/>
        <w:left w:val="none" w:sz="0" w:space="0" w:color="auto"/>
        <w:bottom w:val="none" w:sz="0" w:space="0" w:color="auto"/>
        <w:right w:val="none" w:sz="0" w:space="0" w:color="auto"/>
      </w:divBdr>
    </w:div>
    <w:div w:id="1801192650">
      <w:bodyDiv w:val="1"/>
      <w:marLeft w:val="0"/>
      <w:marRight w:val="0"/>
      <w:marTop w:val="0"/>
      <w:marBottom w:val="0"/>
      <w:divBdr>
        <w:top w:val="none" w:sz="0" w:space="0" w:color="auto"/>
        <w:left w:val="none" w:sz="0" w:space="0" w:color="auto"/>
        <w:bottom w:val="none" w:sz="0" w:space="0" w:color="auto"/>
        <w:right w:val="none" w:sz="0" w:space="0" w:color="auto"/>
      </w:divBdr>
    </w:div>
    <w:div w:id="1802965035">
      <w:bodyDiv w:val="1"/>
      <w:marLeft w:val="0"/>
      <w:marRight w:val="0"/>
      <w:marTop w:val="0"/>
      <w:marBottom w:val="0"/>
      <w:divBdr>
        <w:top w:val="none" w:sz="0" w:space="0" w:color="auto"/>
        <w:left w:val="none" w:sz="0" w:space="0" w:color="auto"/>
        <w:bottom w:val="none" w:sz="0" w:space="0" w:color="auto"/>
        <w:right w:val="none" w:sz="0" w:space="0" w:color="auto"/>
      </w:divBdr>
    </w:div>
    <w:div w:id="1803378870">
      <w:bodyDiv w:val="1"/>
      <w:marLeft w:val="0"/>
      <w:marRight w:val="0"/>
      <w:marTop w:val="0"/>
      <w:marBottom w:val="0"/>
      <w:divBdr>
        <w:top w:val="none" w:sz="0" w:space="0" w:color="auto"/>
        <w:left w:val="none" w:sz="0" w:space="0" w:color="auto"/>
        <w:bottom w:val="none" w:sz="0" w:space="0" w:color="auto"/>
        <w:right w:val="none" w:sz="0" w:space="0" w:color="auto"/>
      </w:divBdr>
    </w:div>
    <w:div w:id="1804349563">
      <w:bodyDiv w:val="1"/>
      <w:marLeft w:val="0"/>
      <w:marRight w:val="0"/>
      <w:marTop w:val="0"/>
      <w:marBottom w:val="0"/>
      <w:divBdr>
        <w:top w:val="none" w:sz="0" w:space="0" w:color="auto"/>
        <w:left w:val="none" w:sz="0" w:space="0" w:color="auto"/>
        <w:bottom w:val="none" w:sz="0" w:space="0" w:color="auto"/>
        <w:right w:val="none" w:sz="0" w:space="0" w:color="auto"/>
      </w:divBdr>
    </w:div>
    <w:div w:id="1804813729">
      <w:bodyDiv w:val="1"/>
      <w:marLeft w:val="0"/>
      <w:marRight w:val="0"/>
      <w:marTop w:val="0"/>
      <w:marBottom w:val="0"/>
      <w:divBdr>
        <w:top w:val="none" w:sz="0" w:space="0" w:color="auto"/>
        <w:left w:val="none" w:sz="0" w:space="0" w:color="auto"/>
        <w:bottom w:val="none" w:sz="0" w:space="0" w:color="auto"/>
        <w:right w:val="none" w:sz="0" w:space="0" w:color="auto"/>
      </w:divBdr>
    </w:div>
    <w:div w:id="1805000049">
      <w:bodyDiv w:val="1"/>
      <w:marLeft w:val="0"/>
      <w:marRight w:val="0"/>
      <w:marTop w:val="0"/>
      <w:marBottom w:val="0"/>
      <w:divBdr>
        <w:top w:val="none" w:sz="0" w:space="0" w:color="auto"/>
        <w:left w:val="none" w:sz="0" w:space="0" w:color="auto"/>
        <w:bottom w:val="none" w:sz="0" w:space="0" w:color="auto"/>
        <w:right w:val="none" w:sz="0" w:space="0" w:color="auto"/>
      </w:divBdr>
    </w:div>
    <w:div w:id="1805583929">
      <w:bodyDiv w:val="1"/>
      <w:marLeft w:val="0"/>
      <w:marRight w:val="0"/>
      <w:marTop w:val="0"/>
      <w:marBottom w:val="0"/>
      <w:divBdr>
        <w:top w:val="none" w:sz="0" w:space="0" w:color="auto"/>
        <w:left w:val="none" w:sz="0" w:space="0" w:color="auto"/>
        <w:bottom w:val="none" w:sz="0" w:space="0" w:color="auto"/>
        <w:right w:val="none" w:sz="0" w:space="0" w:color="auto"/>
      </w:divBdr>
    </w:div>
    <w:div w:id="1805729137">
      <w:bodyDiv w:val="1"/>
      <w:marLeft w:val="0"/>
      <w:marRight w:val="0"/>
      <w:marTop w:val="0"/>
      <w:marBottom w:val="0"/>
      <w:divBdr>
        <w:top w:val="none" w:sz="0" w:space="0" w:color="auto"/>
        <w:left w:val="none" w:sz="0" w:space="0" w:color="auto"/>
        <w:bottom w:val="none" w:sz="0" w:space="0" w:color="auto"/>
        <w:right w:val="none" w:sz="0" w:space="0" w:color="auto"/>
      </w:divBdr>
    </w:div>
    <w:div w:id="1806046058">
      <w:bodyDiv w:val="1"/>
      <w:marLeft w:val="0"/>
      <w:marRight w:val="0"/>
      <w:marTop w:val="0"/>
      <w:marBottom w:val="0"/>
      <w:divBdr>
        <w:top w:val="none" w:sz="0" w:space="0" w:color="auto"/>
        <w:left w:val="none" w:sz="0" w:space="0" w:color="auto"/>
        <w:bottom w:val="none" w:sz="0" w:space="0" w:color="auto"/>
        <w:right w:val="none" w:sz="0" w:space="0" w:color="auto"/>
      </w:divBdr>
    </w:div>
    <w:div w:id="1806855355">
      <w:bodyDiv w:val="1"/>
      <w:marLeft w:val="0"/>
      <w:marRight w:val="0"/>
      <w:marTop w:val="0"/>
      <w:marBottom w:val="0"/>
      <w:divBdr>
        <w:top w:val="none" w:sz="0" w:space="0" w:color="auto"/>
        <w:left w:val="none" w:sz="0" w:space="0" w:color="auto"/>
        <w:bottom w:val="none" w:sz="0" w:space="0" w:color="auto"/>
        <w:right w:val="none" w:sz="0" w:space="0" w:color="auto"/>
      </w:divBdr>
    </w:div>
    <w:div w:id="1808038901">
      <w:bodyDiv w:val="1"/>
      <w:marLeft w:val="0"/>
      <w:marRight w:val="0"/>
      <w:marTop w:val="0"/>
      <w:marBottom w:val="0"/>
      <w:divBdr>
        <w:top w:val="none" w:sz="0" w:space="0" w:color="auto"/>
        <w:left w:val="none" w:sz="0" w:space="0" w:color="auto"/>
        <w:bottom w:val="none" w:sz="0" w:space="0" w:color="auto"/>
        <w:right w:val="none" w:sz="0" w:space="0" w:color="auto"/>
      </w:divBdr>
    </w:div>
    <w:div w:id="1808470117">
      <w:bodyDiv w:val="1"/>
      <w:marLeft w:val="0"/>
      <w:marRight w:val="0"/>
      <w:marTop w:val="0"/>
      <w:marBottom w:val="0"/>
      <w:divBdr>
        <w:top w:val="none" w:sz="0" w:space="0" w:color="auto"/>
        <w:left w:val="none" w:sz="0" w:space="0" w:color="auto"/>
        <w:bottom w:val="none" w:sz="0" w:space="0" w:color="auto"/>
        <w:right w:val="none" w:sz="0" w:space="0" w:color="auto"/>
      </w:divBdr>
    </w:div>
    <w:div w:id="1809935386">
      <w:bodyDiv w:val="1"/>
      <w:marLeft w:val="0"/>
      <w:marRight w:val="0"/>
      <w:marTop w:val="0"/>
      <w:marBottom w:val="0"/>
      <w:divBdr>
        <w:top w:val="none" w:sz="0" w:space="0" w:color="auto"/>
        <w:left w:val="none" w:sz="0" w:space="0" w:color="auto"/>
        <w:bottom w:val="none" w:sz="0" w:space="0" w:color="auto"/>
        <w:right w:val="none" w:sz="0" w:space="0" w:color="auto"/>
      </w:divBdr>
    </w:div>
    <w:div w:id="1810899350">
      <w:bodyDiv w:val="1"/>
      <w:marLeft w:val="0"/>
      <w:marRight w:val="0"/>
      <w:marTop w:val="0"/>
      <w:marBottom w:val="0"/>
      <w:divBdr>
        <w:top w:val="none" w:sz="0" w:space="0" w:color="auto"/>
        <w:left w:val="none" w:sz="0" w:space="0" w:color="auto"/>
        <w:bottom w:val="none" w:sz="0" w:space="0" w:color="auto"/>
        <w:right w:val="none" w:sz="0" w:space="0" w:color="auto"/>
      </w:divBdr>
    </w:div>
    <w:div w:id="1811509712">
      <w:bodyDiv w:val="1"/>
      <w:marLeft w:val="0"/>
      <w:marRight w:val="0"/>
      <w:marTop w:val="0"/>
      <w:marBottom w:val="0"/>
      <w:divBdr>
        <w:top w:val="none" w:sz="0" w:space="0" w:color="auto"/>
        <w:left w:val="none" w:sz="0" w:space="0" w:color="auto"/>
        <w:bottom w:val="none" w:sz="0" w:space="0" w:color="auto"/>
        <w:right w:val="none" w:sz="0" w:space="0" w:color="auto"/>
      </w:divBdr>
    </w:div>
    <w:div w:id="1811901281">
      <w:bodyDiv w:val="1"/>
      <w:marLeft w:val="0"/>
      <w:marRight w:val="0"/>
      <w:marTop w:val="0"/>
      <w:marBottom w:val="0"/>
      <w:divBdr>
        <w:top w:val="none" w:sz="0" w:space="0" w:color="auto"/>
        <w:left w:val="none" w:sz="0" w:space="0" w:color="auto"/>
        <w:bottom w:val="none" w:sz="0" w:space="0" w:color="auto"/>
        <w:right w:val="none" w:sz="0" w:space="0" w:color="auto"/>
      </w:divBdr>
    </w:div>
    <w:div w:id="1814059541">
      <w:bodyDiv w:val="1"/>
      <w:marLeft w:val="0"/>
      <w:marRight w:val="0"/>
      <w:marTop w:val="0"/>
      <w:marBottom w:val="0"/>
      <w:divBdr>
        <w:top w:val="none" w:sz="0" w:space="0" w:color="auto"/>
        <w:left w:val="none" w:sz="0" w:space="0" w:color="auto"/>
        <w:bottom w:val="none" w:sz="0" w:space="0" w:color="auto"/>
        <w:right w:val="none" w:sz="0" w:space="0" w:color="auto"/>
      </w:divBdr>
    </w:div>
    <w:div w:id="1814103237">
      <w:bodyDiv w:val="1"/>
      <w:marLeft w:val="0"/>
      <w:marRight w:val="0"/>
      <w:marTop w:val="0"/>
      <w:marBottom w:val="0"/>
      <w:divBdr>
        <w:top w:val="none" w:sz="0" w:space="0" w:color="auto"/>
        <w:left w:val="none" w:sz="0" w:space="0" w:color="auto"/>
        <w:bottom w:val="none" w:sz="0" w:space="0" w:color="auto"/>
        <w:right w:val="none" w:sz="0" w:space="0" w:color="auto"/>
      </w:divBdr>
    </w:div>
    <w:div w:id="1814639288">
      <w:bodyDiv w:val="1"/>
      <w:marLeft w:val="0"/>
      <w:marRight w:val="0"/>
      <w:marTop w:val="0"/>
      <w:marBottom w:val="0"/>
      <w:divBdr>
        <w:top w:val="none" w:sz="0" w:space="0" w:color="auto"/>
        <w:left w:val="none" w:sz="0" w:space="0" w:color="auto"/>
        <w:bottom w:val="none" w:sz="0" w:space="0" w:color="auto"/>
        <w:right w:val="none" w:sz="0" w:space="0" w:color="auto"/>
      </w:divBdr>
    </w:div>
    <w:div w:id="1815639269">
      <w:bodyDiv w:val="1"/>
      <w:marLeft w:val="0"/>
      <w:marRight w:val="0"/>
      <w:marTop w:val="0"/>
      <w:marBottom w:val="0"/>
      <w:divBdr>
        <w:top w:val="none" w:sz="0" w:space="0" w:color="auto"/>
        <w:left w:val="none" w:sz="0" w:space="0" w:color="auto"/>
        <w:bottom w:val="none" w:sz="0" w:space="0" w:color="auto"/>
        <w:right w:val="none" w:sz="0" w:space="0" w:color="auto"/>
      </w:divBdr>
    </w:div>
    <w:div w:id="1817185733">
      <w:bodyDiv w:val="1"/>
      <w:marLeft w:val="0"/>
      <w:marRight w:val="0"/>
      <w:marTop w:val="0"/>
      <w:marBottom w:val="0"/>
      <w:divBdr>
        <w:top w:val="none" w:sz="0" w:space="0" w:color="auto"/>
        <w:left w:val="none" w:sz="0" w:space="0" w:color="auto"/>
        <w:bottom w:val="none" w:sz="0" w:space="0" w:color="auto"/>
        <w:right w:val="none" w:sz="0" w:space="0" w:color="auto"/>
      </w:divBdr>
    </w:div>
    <w:div w:id="1817339597">
      <w:bodyDiv w:val="1"/>
      <w:marLeft w:val="0"/>
      <w:marRight w:val="0"/>
      <w:marTop w:val="0"/>
      <w:marBottom w:val="0"/>
      <w:divBdr>
        <w:top w:val="none" w:sz="0" w:space="0" w:color="auto"/>
        <w:left w:val="none" w:sz="0" w:space="0" w:color="auto"/>
        <w:bottom w:val="none" w:sz="0" w:space="0" w:color="auto"/>
        <w:right w:val="none" w:sz="0" w:space="0" w:color="auto"/>
      </w:divBdr>
    </w:div>
    <w:div w:id="1818185940">
      <w:bodyDiv w:val="1"/>
      <w:marLeft w:val="0"/>
      <w:marRight w:val="0"/>
      <w:marTop w:val="0"/>
      <w:marBottom w:val="0"/>
      <w:divBdr>
        <w:top w:val="none" w:sz="0" w:space="0" w:color="auto"/>
        <w:left w:val="none" w:sz="0" w:space="0" w:color="auto"/>
        <w:bottom w:val="none" w:sz="0" w:space="0" w:color="auto"/>
        <w:right w:val="none" w:sz="0" w:space="0" w:color="auto"/>
      </w:divBdr>
    </w:div>
    <w:div w:id="1818915427">
      <w:bodyDiv w:val="1"/>
      <w:marLeft w:val="0"/>
      <w:marRight w:val="0"/>
      <w:marTop w:val="0"/>
      <w:marBottom w:val="0"/>
      <w:divBdr>
        <w:top w:val="none" w:sz="0" w:space="0" w:color="auto"/>
        <w:left w:val="none" w:sz="0" w:space="0" w:color="auto"/>
        <w:bottom w:val="none" w:sz="0" w:space="0" w:color="auto"/>
        <w:right w:val="none" w:sz="0" w:space="0" w:color="auto"/>
      </w:divBdr>
    </w:div>
    <w:div w:id="1820000769">
      <w:bodyDiv w:val="1"/>
      <w:marLeft w:val="0"/>
      <w:marRight w:val="0"/>
      <w:marTop w:val="0"/>
      <w:marBottom w:val="0"/>
      <w:divBdr>
        <w:top w:val="none" w:sz="0" w:space="0" w:color="auto"/>
        <w:left w:val="none" w:sz="0" w:space="0" w:color="auto"/>
        <w:bottom w:val="none" w:sz="0" w:space="0" w:color="auto"/>
        <w:right w:val="none" w:sz="0" w:space="0" w:color="auto"/>
      </w:divBdr>
    </w:div>
    <w:div w:id="1820268680">
      <w:bodyDiv w:val="1"/>
      <w:marLeft w:val="0"/>
      <w:marRight w:val="0"/>
      <w:marTop w:val="0"/>
      <w:marBottom w:val="0"/>
      <w:divBdr>
        <w:top w:val="none" w:sz="0" w:space="0" w:color="auto"/>
        <w:left w:val="none" w:sz="0" w:space="0" w:color="auto"/>
        <w:bottom w:val="none" w:sz="0" w:space="0" w:color="auto"/>
        <w:right w:val="none" w:sz="0" w:space="0" w:color="auto"/>
      </w:divBdr>
    </w:div>
    <w:div w:id="1821119018">
      <w:bodyDiv w:val="1"/>
      <w:marLeft w:val="0"/>
      <w:marRight w:val="0"/>
      <w:marTop w:val="0"/>
      <w:marBottom w:val="0"/>
      <w:divBdr>
        <w:top w:val="none" w:sz="0" w:space="0" w:color="auto"/>
        <w:left w:val="none" w:sz="0" w:space="0" w:color="auto"/>
        <w:bottom w:val="none" w:sz="0" w:space="0" w:color="auto"/>
        <w:right w:val="none" w:sz="0" w:space="0" w:color="auto"/>
      </w:divBdr>
    </w:div>
    <w:div w:id="1822428738">
      <w:bodyDiv w:val="1"/>
      <w:marLeft w:val="0"/>
      <w:marRight w:val="0"/>
      <w:marTop w:val="0"/>
      <w:marBottom w:val="0"/>
      <w:divBdr>
        <w:top w:val="none" w:sz="0" w:space="0" w:color="auto"/>
        <w:left w:val="none" w:sz="0" w:space="0" w:color="auto"/>
        <w:bottom w:val="none" w:sz="0" w:space="0" w:color="auto"/>
        <w:right w:val="none" w:sz="0" w:space="0" w:color="auto"/>
      </w:divBdr>
    </w:div>
    <w:div w:id="1823230994">
      <w:bodyDiv w:val="1"/>
      <w:marLeft w:val="0"/>
      <w:marRight w:val="0"/>
      <w:marTop w:val="0"/>
      <w:marBottom w:val="0"/>
      <w:divBdr>
        <w:top w:val="none" w:sz="0" w:space="0" w:color="auto"/>
        <w:left w:val="none" w:sz="0" w:space="0" w:color="auto"/>
        <w:bottom w:val="none" w:sz="0" w:space="0" w:color="auto"/>
        <w:right w:val="none" w:sz="0" w:space="0" w:color="auto"/>
      </w:divBdr>
    </w:div>
    <w:div w:id="1823232695">
      <w:bodyDiv w:val="1"/>
      <w:marLeft w:val="0"/>
      <w:marRight w:val="0"/>
      <w:marTop w:val="0"/>
      <w:marBottom w:val="0"/>
      <w:divBdr>
        <w:top w:val="none" w:sz="0" w:space="0" w:color="auto"/>
        <w:left w:val="none" w:sz="0" w:space="0" w:color="auto"/>
        <w:bottom w:val="none" w:sz="0" w:space="0" w:color="auto"/>
        <w:right w:val="none" w:sz="0" w:space="0" w:color="auto"/>
      </w:divBdr>
    </w:div>
    <w:div w:id="1823303938">
      <w:bodyDiv w:val="1"/>
      <w:marLeft w:val="0"/>
      <w:marRight w:val="0"/>
      <w:marTop w:val="0"/>
      <w:marBottom w:val="0"/>
      <w:divBdr>
        <w:top w:val="none" w:sz="0" w:space="0" w:color="auto"/>
        <w:left w:val="none" w:sz="0" w:space="0" w:color="auto"/>
        <w:bottom w:val="none" w:sz="0" w:space="0" w:color="auto"/>
        <w:right w:val="none" w:sz="0" w:space="0" w:color="auto"/>
      </w:divBdr>
    </w:div>
    <w:div w:id="1823541855">
      <w:bodyDiv w:val="1"/>
      <w:marLeft w:val="0"/>
      <w:marRight w:val="0"/>
      <w:marTop w:val="0"/>
      <w:marBottom w:val="0"/>
      <w:divBdr>
        <w:top w:val="none" w:sz="0" w:space="0" w:color="auto"/>
        <w:left w:val="none" w:sz="0" w:space="0" w:color="auto"/>
        <w:bottom w:val="none" w:sz="0" w:space="0" w:color="auto"/>
        <w:right w:val="none" w:sz="0" w:space="0" w:color="auto"/>
      </w:divBdr>
    </w:div>
    <w:div w:id="1823964417">
      <w:bodyDiv w:val="1"/>
      <w:marLeft w:val="0"/>
      <w:marRight w:val="0"/>
      <w:marTop w:val="0"/>
      <w:marBottom w:val="0"/>
      <w:divBdr>
        <w:top w:val="none" w:sz="0" w:space="0" w:color="auto"/>
        <w:left w:val="none" w:sz="0" w:space="0" w:color="auto"/>
        <w:bottom w:val="none" w:sz="0" w:space="0" w:color="auto"/>
        <w:right w:val="none" w:sz="0" w:space="0" w:color="auto"/>
      </w:divBdr>
    </w:div>
    <w:div w:id="1825125522">
      <w:bodyDiv w:val="1"/>
      <w:marLeft w:val="0"/>
      <w:marRight w:val="0"/>
      <w:marTop w:val="0"/>
      <w:marBottom w:val="0"/>
      <w:divBdr>
        <w:top w:val="none" w:sz="0" w:space="0" w:color="auto"/>
        <w:left w:val="none" w:sz="0" w:space="0" w:color="auto"/>
        <w:bottom w:val="none" w:sz="0" w:space="0" w:color="auto"/>
        <w:right w:val="none" w:sz="0" w:space="0" w:color="auto"/>
      </w:divBdr>
    </w:div>
    <w:div w:id="1825202221">
      <w:bodyDiv w:val="1"/>
      <w:marLeft w:val="0"/>
      <w:marRight w:val="0"/>
      <w:marTop w:val="0"/>
      <w:marBottom w:val="0"/>
      <w:divBdr>
        <w:top w:val="none" w:sz="0" w:space="0" w:color="auto"/>
        <w:left w:val="none" w:sz="0" w:space="0" w:color="auto"/>
        <w:bottom w:val="none" w:sz="0" w:space="0" w:color="auto"/>
        <w:right w:val="none" w:sz="0" w:space="0" w:color="auto"/>
      </w:divBdr>
    </w:div>
    <w:div w:id="1825274628">
      <w:bodyDiv w:val="1"/>
      <w:marLeft w:val="0"/>
      <w:marRight w:val="0"/>
      <w:marTop w:val="0"/>
      <w:marBottom w:val="0"/>
      <w:divBdr>
        <w:top w:val="none" w:sz="0" w:space="0" w:color="auto"/>
        <w:left w:val="none" w:sz="0" w:space="0" w:color="auto"/>
        <w:bottom w:val="none" w:sz="0" w:space="0" w:color="auto"/>
        <w:right w:val="none" w:sz="0" w:space="0" w:color="auto"/>
      </w:divBdr>
    </w:div>
    <w:div w:id="1825318376">
      <w:bodyDiv w:val="1"/>
      <w:marLeft w:val="0"/>
      <w:marRight w:val="0"/>
      <w:marTop w:val="0"/>
      <w:marBottom w:val="0"/>
      <w:divBdr>
        <w:top w:val="none" w:sz="0" w:space="0" w:color="auto"/>
        <w:left w:val="none" w:sz="0" w:space="0" w:color="auto"/>
        <w:bottom w:val="none" w:sz="0" w:space="0" w:color="auto"/>
        <w:right w:val="none" w:sz="0" w:space="0" w:color="auto"/>
      </w:divBdr>
    </w:div>
    <w:div w:id="1826165675">
      <w:bodyDiv w:val="1"/>
      <w:marLeft w:val="0"/>
      <w:marRight w:val="0"/>
      <w:marTop w:val="0"/>
      <w:marBottom w:val="0"/>
      <w:divBdr>
        <w:top w:val="none" w:sz="0" w:space="0" w:color="auto"/>
        <w:left w:val="none" w:sz="0" w:space="0" w:color="auto"/>
        <w:bottom w:val="none" w:sz="0" w:space="0" w:color="auto"/>
        <w:right w:val="none" w:sz="0" w:space="0" w:color="auto"/>
      </w:divBdr>
    </w:div>
    <w:div w:id="1827091172">
      <w:bodyDiv w:val="1"/>
      <w:marLeft w:val="0"/>
      <w:marRight w:val="0"/>
      <w:marTop w:val="0"/>
      <w:marBottom w:val="0"/>
      <w:divBdr>
        <w:top w:val="none" w:sz="0" w:space="0" w:color="auto"/>
        <w:left w:val="none" w:sz="0" w:space="0" w:color="auto"/>
        <w:bottom w:val="none" w:sz="0" w:space="0" w:color="auto"/>
        <w:right w:val="none" w:sz="0" w:space="0" w:color="auto"/>
      </w:divBdr>
    </w:div>
    <w:div w:id="1827357163">
      <w:bodyDiv w:val="1"/>
      <w:marLeft w:val="0"/>
      <w:marRight w:val="0"/>
      <w:marTop w:val="0"/>
      <w:marBottom w:val="0"/>
      <w:divBdr>
        <w:top w:val="none" w:sz="0" w:space="0" w:color="auto"/>
        <w:left w:val="none" w:sz="0" w:space="0" w:color="auto"/>
        <w:bottom w:val="none" w:sz="0" w:space="0" w:color="auto"/>
        <w:right w:val="none" w:sz="0" w:space="0" w:color="auto"/>
      </w:divBdr>
    </w:div>
    <w:div w:id="1828395777">
      <w:bodyDiv w:val="1"/>
      <w:marLeft w:val="0"/>
      <w:marRight w:val="0"/>
      <w:marTop w:val="0"/>
      <w:marBottom w:val="0"/>
      <w:divBdr>
        <w:top w:val="none" w:sz="0" w:space="0" w:color="auto"/>
        <w:left w:val="none" w:sz="0" w:space="0" w:color="auto"/>
        <w:bottom w:val="none" w:sz="0" w:space="0" w:color="auto"/>
        <w:right w:val="none" w:sz="0" w:space="0" w:color="auto"/>
      </w:divBdr>
    </w:div>
    <w:div w:id="1828470624">
      <w:bodyDiv w:val="1"/>
      <w:marLeft w:val="0"/>
      <w:marRight w:val="0"/>
      <w:marTop w:val="0"/>
      <w:marBottom w:val="0"/>
      <w:divBdr>
        <w:top w:val="none" w:sz="0" w:space="0" w:color="auto"/>
        <w:left w:val="none" w:sz="0" w:space="0" w:color="auto"/>
        <w:bottom w:val="none" w:sz="0" w:space="0" w:color="auto"/>
        <w:right w:val="none" w:sz="0" w:space="0" w:color="auto"/>
      </w:divBdr>
    </w:div>
    <w:div w:id="1828861901">
      <w:bodyDiv w:val="1"/>
      <w:marLeft w:val="0"/>
      <w:marRight w:val="0"/>
      <w:marTop w:val="0"/>
      <w:marBottom w:val="0"/>
      <w:divBdr>
        <w:top w:val="none" w:sz="0" w:space="0" w:color="auto"/>
        <w:left w:val="none" w:sz="0" w:space="0" w:color="auto"/>
        <w:bottom w:val="none" w:sz="0" w:space="0" w:color="auto"/>
        <w:right w:val="none" w:sz="0" w:space="0" w:color="auto"/>
      </w:divBdr>
    </w:div>
    <w:div w:id="1829516671">
      <w:bodyDiv w:val="1"/>
      <w:marLeft w:val="0"/>
      <w:marRight w:val="0"/>
      <w:marTop w:val="0"/>
      <w:marBottom w:val="0"/>
      <w:divBdr>
        <w:top w:val="none" w:sz="0" w:space="0" w:color="auto"/>
        <w:left w:val="none" w:sz="0" w:space="0" w:color="auto"/>
        <w:bottom w:val="none" w:sz="0" w:space="0" w:color="auto"/>
        <w:right w:val="none" w:sz="0" w:space="0" w:color="auto"/>
      </w:divBdr>
    </w:div>
    <w:div w:id="1829520661">
      <w:bodyDiv w:val="1"/>
      <w:marLeft w:val="0"/>
      <w:marRight w:val="0"/>
      <w:marTop w:val="0"/>
      <w:marBottom w:val="0"/>
      <w:divBdr>
        <w:top w:val="none" w:sz="0" w:space="0" w:color="auto"/>
        <w:left w:val="none" w:sz="0" w:space="0" w:color="auto"/>
        <w:bottom w:val="none" w:sz="0" w:space="0" w:color="auto"/>
        <w:right w:val="none" w:sz="0" w:space="0" w:color="auto"/>
      </w:divBdr>
    </w:div>
    <w:div w:id="1830907093">
      <w:bodyDiv w:val="1"/>
      <w:marLeft w:val="0"/>
      <w:marRight w:val="0"/>
      <w:marTop w:val="0"/>
      <w:marBottom w:val="0"/>
      <w:divBdr>
        <w:top w:val="none" w:sz="0" w:space="0" w:color="auto"/>
        <w:left w:val="none" w:sz="0" w:space="0" w:color="auto"/>
        <w:bottom w:val="none" w:sz="0" w:space="0" w:color="auto"/>
        <w:right w:val="none" w:sz="0" w:space="0" w:color="auto"/>
      </w:divBdr>
    </w:div>
    <w:div w:id="1831365601">
      <w:bodyDiv w:val="1"/>
      <w:marLeft w:val="0"/>
      <w:marRight w:val="0"/>
      <w:marTop w:val="0"/>
      <w:marBottom w:val="0"/>
      <w:divBdr>
        <w:top w:val="none" w:sz="0" w:space="0" w:color="auto"/>
        <w:left w:val="none" w:sz="0" w:space="0" w:color="auto"/>
        <w:bottom w:val="none" w:sz="0" w:space="0" w:color="auto"/>
        <w:right w:val="none" w:sz="0" w:space="0" w:color="auto"/>
      </w:divBdr>
    </w:div>
    <w:div w:id="1831562287">
      <w:bodyDiv w:val="1"/>
      <w:marLeft w:val="0"/>
      <w:marRight w:val="0"/>
      <w:marTop w:val="0"/>
      <w:marBottom w:val="0"/>
      <w:divBdr>
        <w:top w:val="none" w:sz="0" w:space="0" w:color="auto"/>
        <w:left w:val="none" w:sz="0" w:space="0" w:color="auto"/>
        <w:bottom w:val="none" w:sz="0" w:space="0" w:color="auto"/>
        <w:right w:val="none" w:sz="0" w:space="0" w:color="auto"/>
      </w:divBdr>
    </w:div>
    <w:div w:id="1832478149">
      <w:bodyDiv w:val="1"/>
      <w:marLeft w:val="0"/>
      <w:marRight w:val="0"/>
      <w:marTop w:val="0"/>
      <w:marBottom w:val="0"/>
      <w:divBdr>
        <w:top w:val="none" w:sz="0" w:space="0" w:color="auto"/>
        <w:left w:val="none" w:sz="0" w:space="0" w:color="auto"/>
        <w:bottom w:val="none" w:sz="0" w:space="0" w:color="auto"/>
        <w:right w:val="none" w:sz="0" w:space="0" w:color="auto"/>
      </w:divBdr>
    </w:div>
    <w:div w:id="1832478461">
      <w:bodyDiv w:val="1"/>
      <w:marLeft w:val="0"/>
      <w:marRight w:val="0"/>
      <w:marTop w:val="0"/>
      <w:marBottom w:val="0"/>
      <w:divBdr>
        <w:top w:val="none" w:sz="0" w:space="0" w:color="auto"/>
        <w:left w:val="none" w:sz="0" w:space="0" w:color="auto"/>
        <w:bottom w:val="none" w:sz="0" w:space="0" w:color="auto"/>
        <w:right w:val="none" w:sz="0" w:space="0" w:color="auto"/>
      </w:divBdr>
    </w:div>
    <w:div w:id="1833374417">
      <w:bodyDiv w:val="1"/>
      <w:marLeft w:val="0"/>
      <w:marRight w:val="0"/>
      <w:marTop w:val="0"/>
      <w:marBottom w:val="0"/>
      <w:divBdr>
        <w:top w:val="none" w:sz="0" w:space="0" w:color="auto"/>
        <w:left w:val="none" w:sz="0" w:space="0" w:color="auto"/>
        <w:bottom w:val="none" w:sz="0" w:space="0" w:color="auto"/>
        <w:right w:val="none" w:sz="0" w:space="0" w:color="auto"/>
      </w:divBdr>
    </w:div>
    <w:div w:id="1833839083">
      <w:bodyDiv w:val="1"/>
      <w:marLeft w:val="0"/>
      <w:marRight w:val="0"/>
      <w:marTop w:val="0"/>
      <w:marBottom w:val="0"/>
      <w:divBdr>
        <w:top w:val="none" w:sz="0" w:space="0" w:color="auto"/>
        <w:left w:val="none" w:sz="0" w:space="0" w:color="auto"/>
        <w:bottom w:val="none" w:sz="0" w:space="0" w:color="auto"/>
        <w:right w:val="none" w:sz="0" w:space="0" w:color="auto"/>
      </w:divBdr>
    </w:div>
    <w:div w:id="1834909083">
      <w:bodyDiv w:val="1"/>
      <w:marLeft w:val="0"/>
      <w:marRight w:val="0"/>
      <w:marTop w:val="0"/>
      <w:marBottom w:val="0"/>
      <w:divBdr>
        <w:top w:val="none" w:sz="0" w:space="0" w:color="auto"/>
        <w:left w:val="none" w:sz="0" w:space="0" w:color="auto"/>
        <w:bottom w:val="none" w:sz="0" w:space="0" w:color="auto"/>
        <w:right w:val="none" w:sz="0" w:space="0" w:color="auto"/>
      </w:divBdr>
    </w:div>
    <w:div w:id="1835493965">
      <w:bodyDiv w:val="1"/>
      <w:marLeft w:val="0"/>
      <w:marRight w:val="0"/>
      <w:marTop w:val="0"/>
      <w:marBottom w:val="0"/>
      <w:divBdr>
        <w:top w:val="none" w:sz="0" w:space="0" w:color="auto"/>
        <w:left w:val="none" w:sz="0" w:space="0" w:color="auto"/>
        <w:bottom w:val="none" w:sz="0" w:space="0" w:color="auto"/>
        <w:right w:val="none" w:sz="0" w:space="0" w:color="auto"/>
      </w:divBdr>
    </w:div>
    <w:div w:id="1837308905">
      <w:bodyDiv w:val="1"/>
      <w:marLeft w:val="0"/>
      <w:marRight w:val="0"/>
      <w:marTop w:val="0"/>
      <w:marBottom w:val="0"/>
      <w:divBdr>
        <w:top w:val="none" w:sz="0" w:space="0" w:color="auto"/>
        <w:left w:val="none" w:sz="0" w:space="0" w:color="auto"/>
        <w:bottom w:val="none" w:sz="0" w:space="0" w:color="auto"/>
        <w:right w:val="none" w:sz="0" w:space="0" w:color="auto"/>
      </w:divBdr>
    </w:div>
    <w:div w:id="1837769867">
      <w:bodyDiv w:val="1"/>
      <w:marLeft w:val="0"/>
      <w:marRight w:val="0"/>
      <w:marTop w:val="0"/>
      <w:marBottom w:val="0"/>
      <w:divBdr>
        <w:top w:val="none" w:sz="0" w:space="0" w:color="auto"/>
        <w:left w:val="none" w:sz="0" w:space="0" w:color="auto"/>
        <w:bottom w:val="none" w:sz="0" w:space="0" w:color="auto"/>
        <w:right w:val="none" w:sz="0" w:space="0" w:color="auto"/>
      </w:divBdr>
    </w:div>
    <w:div w:id="1839534889">
      <w:bodyDiv w:val="1"/>
      <w:marLeft w:val="0"/>
      <w:marRight w:val="0"/>
      <w:marTop w:val="0"/>
      <w:marBottom w:val="0"/>
      <w:divBdr>
        <w:top w:val="none" w:sz="0" w:space="0" w:color="auto"/>
        <w:left w:val="none" w:sz="0" w:space="0" w:color="auto"/>
        <w:bottom w:val="none" w:sz="0" w:space="0" w:color="auto"/>
        <w:right w:val="none" w:sz="0" w:space="0" w:color="auto"/>
      </w:divBdr>
    </w:div>
    <w:div w:id="1839806219">
      <w:bodyDiv w:val="1"/>
      <w:marLeft w:val="0"/>
      <w:marRight w:val="0"/>
      <w:marTop w:val="0"/>
      <w:marBottom w:val="0"/>
      <w:divBdr>
        <w:top w:val="none" w:sz="0" w:space="0" w:color="auto"/>
        <w:left w:val="none" w:sz="0" w:space="0" w:color="auto"/>
        <w:bottom w:val="none" w:sz="0" w:space="0" w:color="auto"/>
        <w:right w:val="none" w:sz="0" w:space="0" w:color="auto"/>
      </w:divBdr>
    </w:div>
    <w:div w:id="1839879195">
      <w:bodyDiv w:val="1"/>
      <w:marLeft w:val="0"/>
      <w:marRight w:val="0"/>
      <w:marTop w:val="0"/>
      <w:marBottom w:val="0"/>
      <w:divBdr>
        <w:top w:val="none" w:sz="0" w:space="0" w:color="auto"/>
        <w:left w:val="none" w:sz="0" w:space="0" w:color="auto"/>
        <w:bottom w:val="none" w:sz="0" w:space="0" w:color="auto"/>
        <w:right w:val="none" w:sz="0" w:space="0" w:color="auto"/>
      </w:divBdr>
    </w:div>
    <w:div w:id="1840658808">
      <w:bodyDiv w:val="1"/>
      <w:marLeft w:val="0"/>
      <w:marRight w:val="0"/>
      <w:marTop w:val="0"/>
      <w:marBottom w:val="0"/>
      <w:divBdr>
        <w:top w:val="none" w:sz="0" w:space="0" w:color="auto"/>
        <w:left w:val="none" w:sz="0" w:space="0" w:color="auto"/>
        <w:bottom w:val="none" w:sz="0" w:space="0" w:color="auto"/>
        <w:right w:val="none" w:sz="0" w:space="0" w:color="auto"/>
      </w:divBdr>
    </w:div>
    <w:div w:id="1840805698">
      <w:bodyDiv w:val="1"/>
      <w:marLeft w:val="0"/>
      <w:marRight w:val="0"/>
      <w:marTop w:val="0"/>
      <w:marBottom w:val="0"/>
      <w:divBdr>
        <w:top w:val="none" w:sz="0" w:space="0" w:color="auto"/>
        <w:left w:val="none" w:sz="0" w:space="0" w:color="auto"/>
        <w:bottom w:val="none" w:sz="0" w:space="0" w:color="auto"/>
        <w:right w:val="none" w:sz="0" w:space="0" w:color="auto"/>
      </w:divBdr>
    </w:div>
    <w:div w:id="1842086678">
      <w:bodyDiv w:val="1"/>
      <w:marLeft w:val="0"/>
      <w:marRight w:val="0"/>
      <w:marTop w:val="0"/>
      <w:marBottom w:val="0"/>
      <w:divBdr>
        <w:top w:val="none" w:sz="0" w:space="0" w:color="auto"/>
        <w:left w:val="none" w:sz="0" w:space="0" w:color="auto"/>
        <w:bottom w:val="none" w:sz="0" w:space="0" w:color="auto"/>
        <w:right w:val="none" w:sz="0" w:space="0" w:color="auto"/>
      </w:divBdr>
    </w:div>
    <w:div w:id="1842624606">
      <w:bodyDiv w:val="1"/>
      <w:marLeft w:val="0"/>
      <w:marRight w:val="0"/>
      <w:marTop w:val="0"/>
      <w:marBottom w:val="0"/>
      <w:divBdr>
        <w:top w:val="none" w:sz="0" w:space="0" w:color="auto"/>
        <w:left w:val="none" w:sz="0" w:space="0" w:color="auto"/>
        <w:bottom w:val="none" w:sz="0" w:space="0" w:color="auto"/>
        <w:right w:val="none" w:sz="0" w:space="0" w:color="auto"/>
      </w:divBdr>
    </w:div>
    <w:div w:id="1842817570">
      <w:bodyDiv w:val="1"/>
      <w:marLeft w:val="0"/>
      <w:marRight w:val="0"/>
      <w:marTop w:val="0"/>
      <w:marBottom w:val="0"/>
      <w:divBdr>
        <w:top w:val="none" w:sz="0" w:space="0" w:color="auto"/>
        <w:left w:val="none" w:sz="0" w:space="0" w:color="auto"/>
        <w:bottom w:val="none" w:sz="0" w:space="0" w:color="auto"/>
        <w:right w:val="none" w:sz="0" w:space="0" w:color="auto"/>
      </w:divBdr>
    </w:div>
    <w:div w:id="1843886052">
      <w:bodyDiv w:val="1"/>
      <w:marLeft w:val="0"/>
      <w:marRight w:val="0"/>
      <w:marTop w:val="0"/>
      <w:marBottom w:val="0"/>
      <w:divBdr>
        <w:top w:val="none" w:sz="0" w:space="0" w:color="auto"/>
        <w:left w:val="none" w:sz="0" w:space="0" w:color="auto"/>
        <w:bottom w:val="none" w:sz="0" w:space="0" w:color="auto"/>
        <w:right w:val="none" w:sz="0" w:space="0" w:color="auto"/>
      </w:divBdr>
    </w:div>
    <w:div w:id="1844004368">
      <w:bodyDiv w:val="1"/>
      <w:marLeft w:val="0"/>
      <w:marRight w:val="0"/>
      <w:marTop w:val="0"/>
      <w:marBottom w:val="0"/>
      <w:divBdr>
        <w:top w:val="none" w:sz="0" w:space="0" w:color="auto"/>
        <w:left w:val="none" w:sz="0" w:space="0" w:color="auto"/>
        <w:bottom w:val="none" w:sz="0" w:space="0" w:color="auto"/>
        <w:right w:val="none" w:sz="0" w:space="0" w:color="auto"/>
      </w:divBdr>
    </w:div>
    <w:div w:id="1845120410">
      <w:bodyDiv w:val="1"/>
      <w:marLeft w:val="0"/>
      <w:marRight w:val="0"/>
      <w:marTop w:val="0"/>
      <w:marBottom w:val="0"/>
      <w:divBdr>
        <w:top w:val="none" w:sz="0" w:space="0" w:color="auto"/>
        <w:left w:val="none" w:sz="0" w:space="0" w:color="auto"/>
        <w:bottom w:val="none" w:sz="0" w:space="0" w:color="auto"/>
        <w:right w:val="none" w:sz="0" w:space="0" w:color="auto"/>
      </w:divBdr>
    </w:div>
    <w:div w:id="1845129550">
      <w:bodyDiv w:val="1"/>
      <w:marLeft w:val="0"/>
      <w:marRight w:val="0"/>
      <w:marTop w:val="0"/>
      <w:marBottom w:val="0"/>
      <w:divBdr>
        <w:top w:val="none" w:sz="0" w:space="0" w:color="auto"/>
        <w:left w:val="none" w:sz="0" w:space="0" w:color="auto"/>
        <w:bottom w:val="none" w:sz="0" w:space="0" w:color="auto"/>
        <w:right w:val="none" w:sz="0" w:space="0" w:color="auto"/>
      </w:divBdr>
    </w:div>
    <w:div w:id="1847206794">
      <w:bodyDiv w:val="1"/>
      <w:marLeft w:val="0"/>
      <w:marRight w:val="0"/>
      <w:marTop w:val="0"/>
      <w:marBottom w:val="0"/>
      <w:divBdr>
        <w:top w:val="none" w:sz="0" w:space="0" w:color="auto"/>
        <w:left w:val="none" w:sz="0" w:space="0" w:color="auto"/>
        <w:bottom w:val="none" w:sz="0" w:space="0" w:color="auto"/>
        <w:right w:val="none" w:sz="0" w:space="0" w:color="auto"/>
      </w:divBdr>
    </w:div>
    <w:div w:id="1847743937">
      <w:bodyDiv w:val="1"/>
      <w:marLeft w:val="0"/>
      <w:marRight w:val="0"/>
      <w:marTop w:val="0"/>
      <w:marBottom w:val="0"/>
      <w:divBdr>
        <w:top w:val="none" w:sz="0" w:space="0" w:color="auto"/>
        <w:left w:val="none" w:sz="0" w:space="0" w:color="auto"/>
        <w:bottom w:val="none" w:sz="0" w:space="0" w:color="auto"/>
        <w:right w:val="none" w:sz="0" w:space="0" w:color="auto"/>
      </w:divBdr>
    </w:div>
    <w:div w:id="1848133181">
      <w:bodyDiv w:val="1"/>
      <w:marLeft w:val="0"/>
      <w:marRight w:val="0"/>
      <w:marTop w:val="0"/>
      <w:marBottom w:val="0"/>
      <w:divBdr>
        <w:top w:val="none" w:sz="0" w:space="0" w:color="auto"/>
        <w:left w:val="none" w:sz="0" w:space="0" w:color="auto"/>
        <w:bottom w:val="none" w:sz="0" w:space="0" w:color="auto"/>
        <w:right w:val="none" w:sz="0" w:space="0" w:color="auto"/>
      </w:divBdr>
    </w:div>
    <w:div w:id="1848713121">
      <w:bodyDiv w:val="1"/>
      <w:marLeft w:val="0"/>
      <w:marRight w:val="0"/>
      <w:marTop w:val="0"/>
      <w:marBottom w:val="0"/>
      <w:divBdr>
        <w:top w:val="none" w:sz="0" w:space="0" w:color="auto"/>
        <w:left w:val="none" w:sz="0" w:space="0" w:color="auto"/>
        <w:bottom w:val="none" w:sz="0" w:space="0" w:color="auto"/>
        <w:right w:val="none" w:sz="0" w:space="0" w:color="auto"/>
      </w:divBdr>
    </w:div>
    <w:div w:id="1849127140">
      <w:bodyDiv w:val="1"/>
      <w:marLeft w:val="0"/>
      <w:marRight w:val="0"/>
      <w:marTop w:val="0"/>
      <w:marBottom w:val="0"/>
      <w:divBdr>
        <w:top w:val="none" w:sz="0" w:space="0" w:color="auto"/>
        <w:left w:val="none" w:sz="0" w:space="0" w:color="auto"/>
        <w:bottom w:val="none" w:sz="0" w:space="0" w:color="auto"/>
        <w:right w:val="none" w:sz="0" w:space="0" w:color="auto"/>
      </w:divBdr>
    </w:div>
    <w:div w:id="1849753825">
      <w:bodyDiv w:val="1"/>
      <w:marLeft w:val="0"/>
      <w:marRight w:val="0"/>
      <w:marTop w:val="0"/>
      <w:marBottom w:val="0"/>
      <w:divBdr>
        <w:top w:val="none" w:sz="0" w:space="0" w:color="auto"/>
        <w:left w:val="none" w:sz="0" w:space="0" w:color="auto"/>
        <w:bottom w:val="none" w:sz="0" w:space="0" w:color="auto"/>
        <w:right w:val="none" w:sz="0" w:space="0" w:color="auto"/>
      </w:divBdr>
    </w:div>
    <w:div w:id="1849783850">
      <w:bodyDiv w:val="1"/>
      <w:marLeft w:val="0"/>
      <w:marRight w:val="0"/>
      <w:marTop w:val="0"/>
      <w:marBottom w:val="0"/>
      <w:divBdr>
        <w:top w:val="none" w:sz="0" w:space="0" w:color="auto"/>
        <w:left w:val="none" w:sz="0" w:space="0" w:color="auto"/>
        <w:bottom w:val="none" w:sz="0" w:space="0" w:color="auto"/>
        <w:right w:val="none" w:sz="0" w:space="0" w:color="auto"/>
      </w:divBdr>
    </w:div>
    <w:div w:id="1849907268">
      <w:bodyDiv w:val="1"/>
      <w:marLeft w:val="0"/>
      <w:marRight w:val="0"/>
      <w:marTop w:val="0"/>
      <w:marBottom w:val="0"/>
      <w:divBdr>
        <w:top w:val="none" w:sz="0" w:space="0" w:color="auto"/>
        <w:left w:val="none" w:sz="0" w:space="0" w:color="auto"/>
        <w:bottom w:val="none" w:sz="0" w:space="0" w:color="auto"/>
        <w:right w:val="none" w:sz="0" w:space="0" w:color="auto"/>
      </w:divBdr>
    </w:div>
    <w:div w:id="1850368932">
      <w:bodyDiv w:val="1"/>
      <w:marLeft w:val="0"/>
      <w:marRight w:val="0"/>
      <w:marTop w:val="0"/>
      <w:marBottom w:val="0"/>
      <w:divBdr>
        <w:top w:val="none" w:sz="0" w:space="0" w:color="auto"/>
        <w:left w:val="none" w:sz="0" w:space="0" w:color="auto"/>
        <w:bottom w:val="none" w:sz="0" w:space="0" w:color="auto"/>
        <w:right w:val="none" w:sz="0" w:space="0" w:color="auto"/>
      </w:divBdr>
    </w:div>
    <w:div w:id="1851023456">
      <w:bodyDiv w:val="1"/>
      <w:marLeft w:val="0"/>
      <w:marRight w:val="0"/>
      <w:marTop w:val="0"/>
      <w:marBottom w:val="0"/>
      <w:divBdr>
        <w:top w:val="none" w:sz="0" w:space="0" w:color="auto"/>
        <w:left w:val="none" w:sz="0" w:space="0" w:color="auto"/>
        <w:bottom w:val="none" w:sz="0" w:space="0" w:color="auto"/>
        <w:right w:val="none" w:sz="0" w:space="0" w:color="auto"/>
      </w:divBdr>
    </w:div>
    <w:div w:id="1851411310">
      <w:bodyDiv w:val="1"/>
      <w:marLeft w:val="0"/>
      <w:marRight w:val="0"/>
      <w:marTop w:val="0"/>
      <w:marBottom w:val="0"/>
      <w:divBdr>
        <w:top w:val="none" w:sz="0" w:space="0" w:color="auto"/>
        <w:left w:val="none" w:sz="0" w:space="0" w:color="auto"/>
        <w:bottom w:val="none" w:sz="0" w:space="0" w:color="auto"/>
        <w:right w:val="none" w:sz="0" w:space="0" w:color="auto"/>
      </w:divBdr>
    </w:div>
    <w:div w:id="1851792492">
      <w:bodyDiv w:val="1"/>
      <w:marLeft w:val="0"/>
      <w:marRight w:val="0"/>
      <w:marTop w:val="0"/>
      <w:marBottom w:val="0"/>
      <w:divBdr>
        <w:top w:val="none" w:sz="0" w:space="0" w:color="auto"/>
        <w:left w:val="none" w:sz="0" w:space="0" w:color="auto"/>
        <w:bottom w:val="none" w:sz="0" w:space="0" w:color="auto"/>
        <w:right w:val="none" w:sz="0" w:space="0" w:color="auto"/>
      </w:divBdr>
    </w:div>
    <w:div w:id="1854302162">
      <w:bodyDiv w:val="1"/>
      <w:marLeft w:val="0"/>
      <w:marRight w:val="0"/>
      <w:marTop w:val="0"/>
      <w:marBottom w:val="0"/>
      <w:divBdr>
        <w:top w:val="none" w:sz="0" w:space="0" w:color="auto"/>
        <w:left w:val="none" w:sz="0" w:space="0" w:color="auto"/>
        <w:bottom w:val="none" w:sz="0" w:space="0" w:color="auto"/>
        <w:right w:val="none" w:sz="0" w:space="0" w:color="auto"/>
      </w:divBdr>
    </w:div>
    <w:div w:id="1855995368">
      <w:bodyDiv w:val="1"/>
      <w:marLeft w:val="0"/>
      <w:marRight w:val="0"/>
      <w:marTop w:val="0"/>
      <w:marBottom w:val="0"/>
      <w:divBdr>
        <w:top w:val="none" w:sz="0" w:space="0" w:color="auto"/>
        <w:left w:val="none" w:sz="0" w:space="0" w:color="auto"/>
        <w:bottom w:val="none" w:sz="0" w:space="0" w:color="auto"/>
        <w:right w:val="none" w:sz="0" w:space="0" w:color="auto"/>
      </w:divBdr>
    </w:div>
    <w:div w:id="1857302842">
      <w:bodyDiv w:val="1"/>
      <w:marLeft w:val="0"/>
      <w:marRight w:val="0"/>
      <w:marTop w:val="0"/>
      <w:marBottom w:val="0"/>
      <w:divBdr>
        <w:top w:val="none" w:sz="0" w:space="0" w:color="auto"/>
        <w:left w:val="none" w:sz="0" w:space="0" w:color="auto"/>
        <w:bottom w:val="none" w:sz="0" w:space="0" w:color="auto"/>
        <w:right w:val="none" w:sz="0" w:space="0" w:color="auto"/>
      </w:divBdr>
    </w:div>
    <w:div w:id="1858083179">
      <w:bodyDiv w:val="1"/>
      <w:marLeft w:val="0"/>
      <w:marRight w:val="0"/>
      <w:marTop w:val="0"/>
      <w:marBottom w:val="0"/>
      <w:divBdr>
        <w:top w:val="none" w:sz="0" w:space="0" w:color="auto"/>
        <w:left w:val="none" w:sz="0" w:space="0" w:color="auto"/>
        <w:bottom w:val="none" w:sz="0" w:space="0" w:color="auto"/>
        <w:right w:val="none" w:sz="0" w:space="0" w:color="auto"/>
      </w:divBdr>
    </w:div>
    <w:div w:id="1858497404">
      <w:bodyDiv w:val="1"/>
      <w:marLeft w:val="0"/>
      <w:marRight w:val="0"/>
      <w:marTop w:val="0"/>
      <w:marBottom w:val="0"/>
      <w:divBdr>
        <w:top w:val="none" w:sz="0" w:space="0" w:color="auto"/>
        <w:left w:val="none" w:sz="0" w:space="0" w:color="auto"/>
        <w:bottom w:val="none" w:sz="0" w:space="0" w:color="auto"/>
        <w:right w:val="none" w:sz="0" w:space="0" w:color="auto"/>
      </w:divBdr>
    </w:div>
    <w:div w:id="1860394223">
      <w:bodyDiv w:val="1"/>
      <w:marLeft w:val="0"/>
      <w:marRight w:val="0"/>
      <w:marTop w:val="0"/>
      <w:marBottom w:val="0"/>
      <w:divBdr>
        <w:top w:val="none" w:sz="0" w:space="0" w:color="auto"/>
        <w:left w:val="none" w:sz="0" w:space="0" w:color="auto"/>
        <w:bottom w:val="none" w:sz="0" w:space="0" w:color="auto"/>
        <w:right w:val="none" w:sz="0" w:space="0" w:color="auto"/>
      </w:divBdr>
    </w:div>
    <w:div w:id="1861116191">
      <w:bodyDiv w:val="1"/>
      <w:marLeft w:val="0"/>
      <w:marRight w:val="0"/>
      <w:marTop w:val="0"/>
      <w:marBottom w:val="0"/>
      <w:divBdr>
        <w:top w:val="none" w:sz="0" w:space="0" w:color="auto"/>
        <w:left w:val="none" w:sz="0" w:space="0" w:color="auto"/>
        <w:bottom w:val="none" w:sz="0" w:space="0" w:color="auto"/>
        <w:right w:val="none" w:sz="0" w:space="0" w:color="auto"/>
      </w:divBdr>
    </w:div>
    <w:div w:id="1861892927">
      <w:bodyDiv w:val="1"/>
      <w:marLeft w:val="0"/>
      <w:marRight w:val="0"/>
      <w:marTop w:val="0"/>
      <w:marBottom w:val="0"/>
      <w:divBdr>
        <w:top w:val="none" w:sz="0" w:space="0" w:color="auto"/>
        <w:left w:val="none" w:sz="0" w:space="0" w:color="auto"/>
        <w:bottom w:val="none" w:sz="0" w:space="0" w:color="auto"/>
        <w:right w:val="none" w:sz="0" w:space="0" w:color="auto"/>
      </w:divBdr>
    </w:div>
    <w:div w:id="1862351421">
      <w:bodyDiv w:val="1"/>
      <w:marLeft w:val="0"/>
      <w:marRight w:val="0"/>
      <w:marTop w:val="0"/>
      <w:marBottom w:val="0"/>
      <w:divBdr>
        <w:top w:val="none" w:sz="0" w:space="0" w:color="auto"/>
        <w:left w:val="none" w:sz="0" w:space="0" w:color="auto"/>
        <w:bottom w:val="none" w:sz="0" w:space="0" w:color="auto"/>
        <w:right w:val="none" w:sz="0" w:space="0" w:color="auto"/>
      </w:divBdr>
    </w:div>
    <w:div w:id="1863518829">
      <w:bodyDiv w:val="1"/>
      <w:marLeft w:val="0"/>
      <w:marRight w:val="0"/>
      <w:marTop w:val="0"/>
      <w:marBottom w:val="0"/>
      <w:divBdr>
        <w:top w:val="none" w:sz="0" w:space="0" w:color="auto"/>
        <w:left w:val="none" w:sz="0" w:space="0" w:color="auto"/>
        <w:bottom w:val="none" w:sz="0" w:space="0" w:color="auto"/>
        <w:right w:val="none" w:sz="0" w:space="0" w:color="auto"/>
      </w:divBdr>
    </w:div>
    <w:div w:id="1863591651">
      <w:bodyDiv w:val="1"/>
      <w:marLeft w:val="0"/>
      <w:marRight w:val="0"/>
      <w:marTop w:val="0"/>
      <w:marBottom w:val="0"/>
      <w:divBdr>
        <w:top w:val="none" w:sz="0" w:space="0" w:color="auto"/>
        <w:left w:val="none" w:sz="0" w:space="0" w:color="auto"/>
        <w:bottom w:val="none" w:sz="0" w:space="0" w:color="auto"/>
        <w:right w:val="none" w:sz="0" w:space="0" w:color="auto"/>
      </w:divBdr>
    </w:div>
    <w:div w:id="1865093372">
      <w:bodyDiv w:val="1"/>
      <w:marLeft w:val="0"/>
      <w:marRight w:val="0"/>
      <w:marTop w:val="0"/>
      <w:marBottom w:val="0"/>
      <w:divBdr>
        <w:top w:val="none" w:sz="0" w:space="0" w:color="auto"/>
        <w:left w:val="none" w:sz="0" w:space="0" w:color="auto"/>
        <w:bottom w:val="none" w:sz="0" w:space="0" w:color="auto"/>
        <w:right w:val="none" w:sz="0" w:space="0" w:color="auto"/>
      </w:divBdr>
    </w:div>
    <w:div w:id="1865167535">
      <w:bodyDiv w:val="1"/>
      <w:marLeft w:val="0"/>
      <w:marRight w:val="0"/>
      <w:marTop w:val="0"/>
      <w:marBottom w:val="0"/>
      <w:divBdr>
        <w:top w:val="none" w:sz="0" w:space="0" w:color="auto"/>
        <w:left w:val="none" w:sz="0" w:space="0" w:color="auto"/>
        <w:bottom w:val="none" w:sz="0" w:space="0" w:color="auto"/>
        <w:right w:val="none" w:sz="0" w:space="0" w:color="auto"/>
      </w:divBdr>
    </w:div>
    <w:div w:id="1865168929">
      <w:bodyDiv w:val="1"/>
      <w:marLeft w:val="0"/>
      <w:marRight w:val="0"/>
      <w:marTop w:val="0"/>
      <w:marBottom w:val="0"/>
      <w:divBdr>
        <w:top w:val="none" w:sz="0" w:space="0" w:color="auto"/>
        <w:left w:val="none" w:sz="0" w:space="0" w:color="auto"/>
        <w:bottom w:val="none" w:sz="0" w:space="0" w:color="auto"/>
        <w:right w:val="none" w:sz="0" w:space="0" w:color="auto"/>
      </w:divBdr>
    </w:div>
    <w:div w:id="1865316415">
      <w:bodyDiv w:val="1"/>
      <w:marLeft w:val="0"/>
      <w:marRight w:val="0"/>
      <w:marTop w:val="0"/>
      <w:marBottom w:val="0"/>
      <w:divBdr>
        <w:top w:val="none" w:sz="0" w:space="0" w:color="auto"/>
        <w:left w:val="none" w:sz="0" w:space="0" w:color="auto"/>
        <w:bottom w:val="none" w:sz="0" w:space="0" w:color="auto"/>
        <w:right w:val="none" w:sz="0" w:space="0" w:color="auto"/>
      </w:divBdr>
    </w:div>
    <w:div w:id="1865823014">
      <w:bodyDiv w:val="1"/>
      <w:marLeft w:val="0"/>
      <w:marRight w:val="0"/>
      <w:marTop w:val="0"/>
      <w:marBottom w:val="0"/>
      <w:divBdr>
        <w:top w:val="none" w:sz="0" w:space="0" w:color="auto"/>
        <w:left w:val="none" w:sz="0" w:space="0" w:color="auto"/>
        <w:bottom w:val="none" w:sz="0" w:space="0" w:color="auto"/>
        <w:right w:val="none" w:sz="0" w:space="0" w:color="auto"/>
      </w:divBdr>
    </w:div>
    <w:div w:id="1866215268">
      <w:bodyDiv w:val="1"/>
      <w:marLeft w:val="0"/>
      <w:marRight w:val="0"/>
      <w:marTop w:val="0"/>
      <w:marBottom w:val="0"/>
      <w:divBdr>
        <w:top w:val="none" w:sz="0" w:space="0" w:color="auto"/>
        <w:left w:val="none" w:sz="0" w:space="0" w:color="auto"/>
        <w:bottom w:val="none" w:sz="0" w:space="0" w:color="auto"/>
        <w:right w:val="none" w:sz="0" w:space="0" w:color="auto"/>
      </w:divBdr>
    </w:div>
    <w:div w:id="1866284681">
      <w:bodyDiv w:val="1"/>
      <w:marLeft w:val="0"/>
      <w:marRight w:val="0"/>
      <w:marTop w:val="0"/>
      <w:marBottom w:val="0"/>
      <w:divBdr>
        <w:top w:val="none" w:sz="0" w:space="0" w:color="auto"/>
        <w:left w:val="none" w:sz="0" w:space="0" w:color="auto"/>
        <w:bottom w:val="none" w:sz="0" w:space="0" w:color="auto"/>
        <w:right w:val="none" w:sz="0" w:space="0" w:color="auto"/>
      </w:divBdr>
    </w:div>
    <w:div w:id="1867014821">
      <w:bodyDiv w:val="1"/>
      <w:marLeft w:val="0"/>
      <w:marRight w:val="0"/>
      <w:marTop w:val="0"/>
      <w:marBottom w:val="0"/>
      <w:divBdr>
        <w:top w:val="none" w:sz="0" w:space="0" w:color="auto"/>
        <w:left w:val="none" w:sz="0" w:space="0" w:color="auto"/>
        <w:bottom w:val="none" w:sz="0" w:space="0" w:color="auto"/>
        <w:right w:val="none" w:sz="0" w:space="0" w:color="auto"/>
      </w:divBdr>
    </w:div>
    <w:div w:id="1870216578">
      <w:bodyDiv w:val="1"/>
      <w:marLeft w:val="0"/>
      <w:marRight w:val="0"/>
      <w:marTop w:val="0"/>
      <w:marBottom w:val="0"/>
      <w:divBdr>
        <w:top w:val="none" w:sz="0" w:space="0" w:color="auto"/>
        <w:left w:val="none" w:sz="0" w:space="0" w:color="auto"/>
        <w:bottom w:val="none" w:sz="0" w:space="0" w:color="auto"/>
        <w:right w:val="none" w:sz="0" w:space="0" w:color="auto"/>
      </w:divBdr>
    </w:div>
    <w:div w:id="1871720373">
      <w:bodyDiv w:val="1"/>
      <w:marLeft w:val="0"/>
      <w:marRight w:val="0"/>
      <w:marTop w:val="0"/>
      <w:marBottom w:val="0"/>
      <w:divBdr>
        <w:top w:val="none" w:sz="0" w:space="0" w:color="auto"/>
        <w:left w:val="none" w:sz="0" w:space="0" w:color="auto"/>
        <w:bottom w:val="none" w:sz="0" w:space="0" w:color="auto"/>
        <w:right w:val="none" w:sz="0" w:space="0" w:color="auto"/>
      </w:divBdr>
    </w:div>
    <w:div w:id="1872061842">
      <w:bodyDiv w:val="1"/>
      <w:marLeft w:val="0"/>
      <w:marRight w:val="0"/>
      <w:marTop w:val="0"/>
      <w:marBottom w:val="0"/>
      <w:divBdr>
        <w:top w:val="none" w:sz="0" w:space="0" w:color="auto"/>
        <w:left w:val="none" w:sz="0" w:space="0" w:color="auto"/>
        <w:bottom w:val="none" w:sz="0" w:space="0" w:color="auto"/>
        <w:right w:val="none" w:sz="0" w:space="0" w:color="auto"/>
      </w:divBdr>
    </w:div>
    <w:div w:id="1873034696">
      <w:bodyDiv w:val="1"/>
      <w:marLeft w:val="0"/>
      <w:marRight w:val="0"/>
      <w:marTop w:val="0"/>
      <w:marBottom w:val="0"/>
      <w:divBdr>
        <w:top w:val="none" w:sz="0" w:space="0" w:color="auto"/>
        <w:left w:val="none" w:sz="0" w:space="0" w:color="auto"/>
        <w:bottom w:val="none" w:sz="0" w:space="0" w:color="auto"/>
        <w:right w:val="none" w:sz="0" w:space="0" w:color="auto"/>
      </w:divBdr>
    </w:div>
    <w:div w:id="1873151521">
      <w:bodyDiv w:val="1"/>
      <w:marLeft w:val="0"/>
      <w:marRight w:val="0"/>
      <w:marTop w:val="0"/>
      <w:marBottom w:val="0"/>
      <w:divBdr>
        <w:top w:val="none" w:sz="0" w:space="0" w:color="auto"/>
        <w:left w:val="none" w:sz="0" w:space="0" w:color="auto"/>
        <w:bottom w:val="none" w:sz="0" w:space="0" w:color="auto"/>
        <w:right w:val="none" w:sz="0" w:space="0" w:color="auto"/>
      </w:divBdr>
    </w:div>
    <w:div w:id="1874540578">
      <w:bodyDiv w:val="1"/>
      <w:marLeft w:val="0"/>
      <w:marRight w:val="0"/>
      <w:marTop w:val="0"/>
      <w:marBottom w:val="0"/>
      <w:divBdr>
        <w:top w:val="none" w:sz="0" w:space="0" w:color="auto"/>
        <w:left w:val="none" w:sz="0" w:space="0" w:color="auto"/>
        <w:bottom w:val="none" w:sz="0" w:space="0" w:color="auto"/>
        <w:right w:val="none" w:sz="0" w:space="0" w:color="auto"/>
      </w:divBdr>
    </w:div>
    <w:div w:id="1874729471">
      <w:bodyDiv w:val="1"/>
      <w:marLeft w:val="0"/>
      <w:marRight w:val="0"/>
      <w:marTop w:val="0"/>
      <w:marBottom w:val="0"/>
      <w:divBdr>
        <w:top w:val="none" w:sz="0" w:space="0" w:color="auto"/>
        <w:left w:val="none" w:sz="0" w:space="0" w:color="auto"/>
        <w:bottom w:val="none" w:sz="0" w:space="0" w:color="auto"/>
        <w:right w:val="none" w:sz="0" w:space="0" w:color="auto"/>
      </w:divBdr>
    </w:div>
    <w:div w:id="1875117697">
      <w:bodyDiv w:val="1"/>
      <w:marLeft w:val="0"/>
      <w:marRight w:val="0"/>
      <w:marTop w:val="0"/>
      <w:marBottom w:val="0"/>
      <w:divBdr>
        <w:top w:val="none" w:sz="0" w:space="0" w:color="auto"/>
        <w:left w:val="none" w:sz="0" w:space="0" w:color="auto"/>
        <w:bottom w:val="none" w:sz="0" w:space="0" w:color="auto"/>
        <w:right w:val="none" w:sz="0" w:space="0" w:color="auto"/>
      </w:divBdr>
    </w:div>
    <w:div w:id="1876699640">
      <w:bodyDiv w:val="1"/>
      <w:marLeft w:val="0"/>
      <w:marRight w:val="0"/>
      <w:marTop w:val="0"/>
      <w:marBottom w:val="0"/>
      <w:divBdr>
        <w:top w:val="none" w:sz="0" w:space="0" w:color="auto"/>
        <w:left w:val="none" w:sz="0" w:space="0" w:color="auto"/>
        <w:bottom w:val="none" w:sz="0" w:space="0" w:color="auto"/>
        <w:right w:val="none" w:sz="0" w:space="0" w:color="auto"/>
      </w:divBdr>
    </w:div>
    <w:div w:id="1877082856">
      <w:bodyDiv w:val="1"/>
      <w:marLeft w:val="0"/>
      <w:marRight w:val="0"/>
      <w:marTop w:val="0"/>
      <w:marBottom w:val="0"/>
      <w:divBdr>
        <w:top w:val="none" w:sz="0" w:space="0" w:color="auto"/>
        <w:left w:val="none" w:sz="0" w:space="0" w:color="auto"/>
        <w:bottom w:val="none" w:sz="0" w:space="0" w:color="auto"/>
        <w:right w:val="none" w:sz="0" w:space="0" w:color="auto"/>
      </w:divBdr>
    </w:div>
    <w:div w:id="1877503997">
      <w:bodyDiv w:val="1"/>
      <w:marLeft w:val="0"/>
      <w:marRight w:val="0"/>
      <w:marTop w:val="0"/>
      <w:marBottom w:val="0"/>
      <w:divBdr>
        <w:top w:val="none" w:sz="0" w:space="0" w:color="auto"/>
        <w:left w:val="none" w:sz="0" w:space="0" w:color="auto"/>
        <w:bottom w:val="none" w:sz="0" w:space="0" w:color="auto"/>
        <w:right w:val="none" w:sz="0" w:space="0" w:color="auto"/>
      </w:divBdr>
    </w:div>
    <w:div w:id="1877966284">
      <w:bodyDiv w:val="1"/>
      <w:marLeft w:val="0"/>
      <w:marRight w:val="0"/>
      <w:marTop w:val="0"/>
      <w:marBottom w:val="0"/>
      <w:divBdr>
        <w:top w:val="none" w:sz="0" w:space="0" w:color="auto"/>
        <w:left w:val="none" w:sz="0" w:space="0" w:color="auto"/>
        <w:bottom w:val="none" w:sz="0" w:space="0" w:color="auto"/>
        <w:right w:val="none" w:sz="0" w:space="0" w:color="auto"/>
      </w:divBdr>
    </w:div>
    <w:div w:id="1878350012">
      <w:bodyDiv w:val="1"/>
      <w:marLeft w:val="0"/>
      <w:marRight w:val="0"/>
      <w:marTop w:val="0"/>
      <w:marBottom w:val="0"/>
      <w:divBdr>
        <w:top w:val="none" w:sz="0" w:space="0" w:color="auto"/>
        <w:left w:val="none" w:sz="0" w:space="0" w:color="auto"/>
        <w:bottom w:val="none" w:sz="0" w:space="0" w:color="auto"/>
        <w:right w:val="none" w:sz="0" w:space="0" w:color="auto"/>
      </w:divBdr>
    </w:div>
    <w:div w:id="1878350321">
      <w:bodyDiv w:val="1"/>
      <w:marLeft w:val="0"/>
      <w:marRight w:val="0"/>
      <w:marTop w:val="0"/>
      <w:marBottom w:val="0"/>
      <w:divBdr>
        <w:top w:val="none" w:sz="0" w:space="0" w:color="auto"/>
        <w:left w:val="none" w:sz="0" w:space="0" w:color="auto"/>
        <w:bottom w:val="none" w:sz="0" w:space="0" w:color="auto"/>
        <w:right w:val="none" w:sz="0" w:space="0" w:color="auto"/>
      </w:divBdr>
    </w:div>
    <w:div w:id="1878932468">
      <w:bodyDiv w:val="1"/>
      <w:marLeft w:val="0"/>
      <w:marRight w:val="0"/>
      <w:marTop w:val="0"/>
      <w:marBottom w:val="0"/>
      <w:divBdr>
        <w:top w:val="none" w:sz="0" w:space="0" w:color="auto"/>
        <w:left w:val="none" w:sz="0" w:space="0" w:color="auto"/>
        <w:bottom w:val="none" w:sz="0" w:space="0" w:color="auto"/>
        <w:right w:val="none" w:sz="0" w:space="0" w:color="auto"/>
      </w:divBdr>
    </w:div>
    <w:div w:id="1878932590">
      <w:bodyDiv w:val="1"/>
      <w:marLeft w:val="0"/>
      <w:marRight w:val="0"/>
      <w:marTop w:val="0"/>
      <w:marBottom w:val="0"/>
      <w:divBdr>
        <w:top w:val="none" w:sz="0" w:space="0" w:color="auto"/>
        <w:left w:val="none" w:sz="0" w:space="0" w:color="auto"/>
        <w:bottom w:val="none" w:sz="0" w:space="0" w:color="auto"/>
        <w:right w:val="none" w:sz="0" w:space="0" w:color="auto"/>
      </w:divBdr>
    </w:div>
    <w:div w:id="1879270549">
      <w:bodyDiv w:val="1"/>
      <w:marLeft w:val="0"/>
      <w:marRight w:val="0"/>
      <w:marTop w:val="0"/>
      <w:marBottom w:val="0"/>
      <w:divBdr>
        <w:top w:val="none" w:sz="0" w:space="0" w:color="auto"/>
        <w:left w:val="none" w:sz="0" w:space="0" w:color="auto"/>
        <w:bottom w:val="none" w:sz="0" w:space="0" w:color="auto"/>
        <w:right w:val="none" w:sz="0" w:space="0" w:color="auto"/>
      </w:divBdr>
    </w:div>
    <w:div w:id="1879665543">
      <w:bodyDiv w:val="1"/>
      <w:marLeft w:val="0"/>
      <w:marRight w:val="0"/>
      <w:marTop w:val="0"/>
      <w:marBottom w:val="0"/>
      <w:divBdr>
        <w:top w:val="none" w:sz="0" w:space="0" w:color="auto"/>
        <w:left w:val="none" w:sz="0" w:space="0" w:color="auto"/>
        <w:bottom w:val="none" w:sz="0" w:space="0" w:color="auto"/>
        <w:right w:val="none" w:sz="0" w:space="0" w:color="auto"/>
      </w:divBdr>
    </w:div>
    <w:div w:id="1879777283">
      <w:bodyDiv w:val="1"/>
      <w:marLeft w:val="0"/>
      <w:marRight w:val="0"/>
      <w:marTop w:val="0"/>
      <w:marBottom w:val="0"/>
      <w:divBdr>
        <w:top w:val="none" w:sz="0" w:space="0" w:color="auto"/>
        <w:left w:val="none" w:sz="0" w:space="0" w:color="auto"/>
        <w:bottom w:val="none" w:sz="0" w:space="0" w:color="auto"/>
        <w:right w:val="none" w:sz="0" w:space="0" w:color="auto"/>
      </w:divBdr>
    </w:div>
    <w:div w:id="1881017672">
      <w:bodyDiv w:val="1"/>
      <w:marLeft w:val="0"/>
      <w:marRight w:val="0"/>
      <w:marTop w:val="0"/>
      <w:marBottom w:val="0"/>
      <w:divBdr>
        <w:top w:val="none" w:sz="0" w:space="0" w:color="auto"/>
        <w:left w:val="none" w:sz="0" w:space="0" w:color="auto"/>
        <w:bottom w:val="none" w:sz="0" w:space="0" w:color="auto"/>
        <w:right w:val="none" w:sz="0" w:space="0" w:color="auto"/>
      </w:divBdr>
    </w:div>
    <w:div w:id="1881435488">
      <w:bodyDiv w:val="1"/>
      <w:marLeft w:val="0"/>
      <w:marRight w:val="0"/>
      <w:marTop w:val="0"/>
      <w:marBottom w:val="0"/>
      <w:divBdr>
        <w:top w:val="none" w:sz="0" w:space="0" w:color="auto"/>
        <w:left w:val="none" w:sz="0" w:space="0" w:color="auto"/>
        <w:bottom w:val="none" w:sz="0" w:space="0" w:color="auto"/>
        <w:right w:val="none" w:sz="0" w:space="0" w:color="auto"/>
      </w:divBdr>
    </w:div>
    <w:div w:id="1881623842">
      <w:bodyDiv w:val="1"/>
      <w:marLeft w:val="0"/>
      <w:marRight w:val="0"/>
      <w:marTop w:val="0"/>
      <w:marBottom w:val="0"/>
      <w:divBdr>
        <w:top w:val="none" w:sz="0" w:space="0" w:color="auto"/>
        <w:left w:val="none" w:sz="0" w:space="0" w:color="auto"/>
        <w:bottom w:val="none" w:sz="0" w:space="0" w:color="auto"/>
        <w:right w:val="none" w:sz="0" w:space="0" w:color="auto"/>
      </w:divBdr>
    </w:div>
    <w:div w:id="1882015192">
      <w:bodyDiv w:val="1"/>
      <w:marLeft w:val="0"/>
      <w:marRight w:val="0"/>
      <w:marTop w:val="0"/>
      <w:marBottom w:val="0"/>
      <w:divBdr>
        <w:top w:val="none" w:sz="0" w:space="0" w:color="auto"/>
        <w:left w:val="none" w:sz="0" w:space="0" w:color="auto"/>
        <w:bottom w:val="none" w:sz="0" w:space="0" w:color="auto"/>
        <w:right w:val="none" w:sz="0" w:space="0" w:color="auto"/>
      </w:divBdr>
    </w:div>
    <w:div w:id="1882590306">
      <w:bodyDiv w:val="1"/>
      <w:marLeft w:val="0"/>
      <w:marRight w:val="0"/>
      <w:marTop w:val="0"/>
      <w:marBottom w:val="0"/>
      <w:divBdr>
        <w:top w:val="none" w:sz="0" w:space="0" w:color="auto"/>
        <w:left w:val="none" w:sz="0" w:space="0" w:color="auto"/>
        <w:bottom w:val="none" w:sz="0" w:space="0" w:color="auto"/>
        <w:right w:val="none" w:sz="0" w:space="0" w:color="auto"/>
      </w:divBdr>
    </w:div>
    <w:div w:id="1882785204">
      <w:bodyDiv w:val="1"/>
      <w:marLeft w:val="0"/>
      <w:marRight w:val="0"/>
      <w:marTop w:val="0"/>
      <w:marBottom w:val="0"/>
      <w:divBdr>
        <w:top w:val="none" w:sz="0" w:space="0" w:color="auto"/>
        <w:left w:val="none" w:sz="0" w:space="0" w:color="auto"/>
        <w:bottom w:val="none" w:sz="0" w:space="0" w:color="auto"/>
        <w:right w:val="none" w:sz="0" w:space="0" w:color="auto"/>
      </w:divBdr>
    </w:div>
    <w:div w:id="1883978026">
      <w:bodyDiv w:val="1"/>
      <w:marLeft w:val="0"/>
      <w:marRight w:val="0"/>
      <w:marTop w:val="0"/>
      <w:marBottom w:val="0"/>
      <w:divBdr>
        <w:top w:val="none" w:sz="0" w:space="0" w:color="auto"/>
        <w:left w:val="none" w:sz="0" w:space="0" w:color="auto"/>
        <w:bottom w:val="none" w:sz="0" w:space="0" w:color="auto"/>
        <w:right w:val="none" w:sz="0" w:space="0" w:color="auto"/>
      </w:divBdr>
    </w:div>
    <w:div w:id="1884638740">
      <w:bodyDiv w:val="1"/>
      <w:marLeft w:val="0"/>
      <w:marRight w:val="0"/>
      <w:marTop w:val="0"/>
      <w:marBottom w:val="0"/>
      <w:divBdr>
        <w:top w:val="none" w:sz="0" w:space="0" w:color="auto"/>
        <w:left w:val="none" w:sz="0" w:space="0" w:color="auto"/>
        <w:bottom w:val="none" w:sz="0" w:space="0" w:color="auto"/>
        <w:right w:val="none" w:sz="0" w:space="0" w:color="auto"/>
      </w:divBdr>
    </w:div>
    <w:div w:id="1885289180">
      <w:bodyDiv w:val="1"/>
      <w:marLeft w:val="0"/>
      <w:marRight w:val="0"/>
      <w:marTop w:val="0"/>
      <w:marBottom w:val="0"/>
      <w:divBdr>
        <w:top w:val="none" w:sz="0" w:space="0" w:color="auto"/>
        <w:left w:val="none" w:sz="0" w:space="0" w:color="auto"/>
        <w:bottom w:val="none" w:sz="0" w:space="0" w:color="auto"/>
        <w:right w:val="none" w:sz="0" w:space="0" w:color="auto"/>
      </w:divBdr>
    </w:div>
    <w:div w:id="1885827466">
      <w:bodyDiv w:val="1"/>
      <w:marLeft w:val="0"/>
      <w:marRight w:val="0"/>
      <w:marTop w:val="0"/>
      <w:marBottom w:val="0"/>
      <w:divBdr>
        <w:top w:val="none" w:sz="0" w:space="0" w:color="auto"/>
        <w:left w:val="none" w:sz="0" w:space="0" w:color="auto"/>
        <w:bottom w:val="none" w:sz="0" w:space="0" w:color="auto"/>
        <w:right w:val="none" w:sz="0" w:space="0" w:color="auto"/>
      </w:divBdr>
    </w:div>
    <w:div w:id="1886403325">
      <w:bodyDiv w:val="1"/>
      <w:marLeft w:val="0"/>
      <w:marRight w:val="0"/>
      <w:marTop w:val="0"/>
      <w:marBottom w:val="0"/>
      <w:divBdr>
        <w:top w:val="none" w:sz="0" w:space="0" w:color="auto"/>
        <w:left w:val="none" w:sz="0" w:space="0" w:color="auto"/>
        <w:bottom w:val="none" w:sz="0" w:space="0" w:color="auto"/>
        <w:right w:val="none" w:sz="0" w:space="0" w:color="auto"/>
      </w:divBdr>
    </w:div>
    <w:div w:id="1887447732">
      <w:bodyDiv w:val="1"/>
      <w:marLeft w:val="0"/>
      <w:marRight w:val="0"/>
      <w:marTop w:val="0"/>
      <w:marBottom w:val="0"/>
      <w:divBdr>
        <w:top w:val="none" w:sz="0" w:space="0" w:color="auto"/>
        <w:left w:val="none" w:sz="0" w:space="0" w:color="auto"/>
        <w:bottom w:val="none" w:sz="0" w:space="0" w:color="auto"/>
        <w:right w:val="none" w:sz="0" w:space="0" w:color="auto"/>
      </w:divBdr>
    </w:div>
    <w:div w:id="1887718807">
      <w:bodyDiv w:val="1"/>
      <w:marLeft w:val="0"/>
      <w:marRight w:val="0"/>
      <w:marTop w:val="0"/>
      <w:marBottom w:val="0"/>
      <w:divBdr>
        <w:top w:val="none" w:sz="0" w:space="0" w:color="auto"/>
        <w:left w:val="none" w:sz="0" w:space="0" w:color="auto"/>
        <w:bottom w:val="none" w:sz="0" w:space="0" w:color="auto"/>
        <w:right w:val="none" w:sz="0" w:space="0" w:color="auto"/>
      </w:divBdr>
    </w:div>
    <w:div w:id="1890610947">
      <w:bodyDiv w:val="1"/>
      <w:marLeft w:val="0"/>
      <w:marRight w:val="0"/>
      <w:marTop w:val="0"/>
      <w:marBottom w:val="0"/>
      <w:divBdr>
        <w:top w:val="none" w:sz="0" w:space="0" w:color="auto"/>
        <w:left w:val="none" w:sz="0" w:space="0" w:color="auto"/>
        <w:bottom w:val="none" w:sz="0" w:space="0" w:color="auto"/>
        <w:right w:val="none" w:sz="0" w:space="0" w:color="auto"/>
      </w:divBdr>
    </w:div>
    <w:div w:id="1893420342">
      <w:bodyDiv w:val="1"/>
      <w:marLeft w:val="0"/>
      <w:marRight w:val="0"/>
      <w:marTop w:val="0"/>
      <w:marBottom w:val="0"/>
      <w:divBdr>
        <w:top w:val="none" w:sz="0" w:space="0" w:color="auto"/>
        <w:left w:val="none" w:sz="0" w:space="0" w:color="auto"/>
        <w:bottom w:val="none" w:sz="0" w:space="0" w:color="auto"/>
        <w:right w:val="none" w:sz="0" w:space="0" w:color="auto"/>
      </w:divBdr>
    </w:div>
    <w:div w:id="1894267507">
      <w:bodyDiv w:val="1"/>
      <w:marLeft w:val="0"/>
      <w:marRight w:val="0"/>
      <w:marTop w:val="0"/>
      <w:marBottom w:val="0"/>
      <w:divBdr>
        <w:top w:val="none" w:sz="0" w:space="0" w:color="auto"/>
        <w:left w:val="none" w:sz="0" w:space="0" w:color="auto"/>
        <w:bottom w:val="none" w:sz="0" w:space="0" w:color="auto"/>
        <w:right w:val="none" w:sz="0" w:space="0" w:color="auto"/>
      </w:divBdr>
    </w:div>
    <w:div w:id="1894923471">
      <w:bodyDiv w:val="1"/>
      <w:marLeft w:val="0"/>
      <w:marRight w:val="0"/>
      <w:marTop w:val="0"/>
      <w:marBottom w:val="0"/>
      <w:divBdr>
        <w:top w:val="none" w:sz="0" w:space="0" w:color="auto"/>
        <w:left w:val="none" w:sz="0" w:space="0" w:color="auto"/>
        <w:bottom w:val="none" w:sz="0" w:space="0" w:color="auto"/>
        <w:right w:val="none" w:sz="0" w:space="0" w:color="auto"/>
      </w:divBdr>
    </w:div>
    <w:div w:id="1895119837">
      <w:bodyDiv w:val="1"/>
      <w:marLeft w:val="0"/>
      <w:marRight w:val="0"/>
      <w:marTop w:val="0"/>
      <w:marBottom w:val="0"/>
      <w:divBdr>
        <w:top w:val="none" w:sz="0" w:space="0" w:color="auto"/>
        <w:left w:val="none" w:sz="0" w:space="0" w:color="auto"/>
        <w:bottom w:val="none" w:sz="0" w:space="0" w:color="auto"/>
        <w:right w:val="none" w:sz="0" w:space="0" w:color="auto"/>
      </w:divBdr>
    </w:div>
    <w:div w:id="1897037054">
      <w:bodyDiv w:val="1"/>
      <w:marLeft w:val="0"/>
      <w:marRight w:val="0"/>
      <w:marTop w:val="0"/>
      <w:marBottom w:val="0"/>
      <w:divBdr>
        <w:top w:val="none" w:sz="0" w:space="0" w:color="auto"/>
        <w:left w:val="none" w:sz="0" w:space="0" w:color="auto"/>
        <w:bottom w:val="none" w:sz="0" w:space="0" w:color="auto"/>
        <w:right w:val="none" w:sz="0" w:space="0" w:color="auto"/>
      </w:divBdr>
    </w:div>
    <w:div w:id="1897548580">
      <w:bodyDiv w:val="1"/>
      <w:marLeft w:val="0"/>
      <w:marRight w:val="0"/>
      <w:marTop w:val="0"/>
      <w:marBottom w:val="0"/>
      <w:divBdr>
        <w:top w:val="none" w:sz="0" w:space="0" w:color="auto"/>
        <w:left w:val="none" w:sz="0" w:space="0" w:color="auto"/>
        <w:bottom w:val="none" w:sz="0" w:space="0" w:color="auto"/>
        <w:right w:val="none" w:sz="0" w:space="0" w:color="auto"/>
      </w:divBdr>
    </w:div>
    <w:div w:id="1897550037">
      <w:bodyDiv w:val="1"/>
      <w:marLeft w:val="0"/>
      <w:marRight w:val="0"/>
      <w:marTop w:val="0"/>
      <w:marBottom w:val="0"/>
      <w:divBdr>
        <w:top w:val="none" w:sz="0" w:space="0" w:color="auto"/>
        <w:left w:val="none" w:sz="0" w:space="0" w:color="auto"/>
        <w:bottom w:val="none" w:sz="0" w:space="0" w:color="auto"/>
        <w:right w:val="none" w:sz="0" w:space="0" w:color="auto"/>
      </w:divBdr>
    </w:div>
    <w:div w:id="1898585800">
      <w:bodyDiv w:val="1"/>
      <w:marLeft w:val="0"/>
      <w:marRight w:val="0"/>
      <w:marTop w:val="0"/>
      <w:marBottom w:val="0"/>
      <w:divBdr>
        <w:top w:val="none" w:sz="0" w:space="0" w:color="auto"/>
        <w:left w:val="none" w:sz="0" w:space="0" w:color="auto"/>
        <w:bottom w:val="none" w:sz="0" w:space="0" w:color="auto"/>
        <w:right w:val="none" w:sz="0" w:space="0" w:color="auto"/>
      </w:divBdr>
    </w:div>
    <w:div w:id="1900893724">
      <w:bodyDiv w:val="1"/>
      <w:marLeft w:val="0"/>
      <w:marRight w:val="0"/>
      <w:marTop w:val="0"/>
      <w:marBottom w:val="0"/>
      <w:divBdr>
        <w:top w:val="none" w:sz="0" w:space="0" w:color="auto"/>
        <w:left w:val="none" w:sz="0" w:space="0" w:color="auto"/>
        <w:bottom w:val="none" w:sz="0" w:space="0" w:color="auto"/>
        <w:right w:val="none" w:sz="0" w:space="0" w:color="auto"/>
      </w:divBdr>
    </w:div>
    <w:div w:id="1901087129">
      <w:bodyDiv w:val="1"/>
      <w:marLeft w:val="0"/>
      <w:marRight w:val="0"/>
      <w:marTop w:val="0"/>
      <w:marBottom w:val="0"/>
      <w:divBdr>
        <w:top w:val="none" w:sz="0" w:space="0" w:color="auto"/>
        <w:left w:val="none" w:sz="0" w:space="0" w:color="auto"/>
        <w:bottom w:val="none" w:sz="0" w:space="0" w:color="auto"/>
        <w:right w:val="none" w:sz="0" w:space="0" w:color="auto"/>
      </w:divBdr>
    </w:div>
    <w:div w:id="1901596123">
      <w:bodyDiv w:val="1"/>
      <w:marLeft w:val="0"/>
      <w:marRight w:val="0"/>
      <w:marTop w:val="0"/>
      <w:marBottom w:val="0"/>
      <w:divBdr>
        <w:top w:val="none" w:sz="0" w:space="0" w:color="auto"/>
        <w:left w:val="none" w:sz="0" w:space="0" w:color="auto"/>
        <w:bottom w:val="none" w:sz="0" w:space="0" w:color="auto"/>
        <w:right w:val="none" w:sz="0" w:space="0" w:color="auto"/>
      </w:divBdr>
    </w:div>
    <w:div w:id="1902324610">
      <w:bodyDiv w:val="1"/>
      <w:marLeft w:val="0"/>
      <w:marRight w:val="0"/>
      <w:marTop w:val="0"/>
      <w:marBottom w:val="0"/>
      <w:divBdr>
        <w:top w:val="none" w:sz="0" w:space="0" w:color="auto"/>
        <w:left w:val="none" w:sz="0" w:space="0" w:color="auto"/>
        <w:bottom w:val="none" w:sz="0" w:space="0" w:color="auto"/>
        <w:right w:val="none" w:sz="0" w:space="0" w:color="auto"/>
      </w:divBdr>
    </w:div>
    <w:div w:id="1902667201">
      <w:bodyDiv w:val="1"/>
      <w:marLeft w:val="0"/>
      <w:marRight w:val="0"/>
      <w:marTop w:val="0"/>
      <w:marBottom w:val="0"/>
      <w:divBdr>
        <w:top w:val="none" w:sz="0" w:space="0" w:color="auto"/>
        <w:left w:val="none" w:sz="0" w:space="0" w:color="auto"/>
        <w:bottom w:val="none" w:sz="0" w:space="0" w:color="auto"/>
        <w:right w:val="none" w:sz="0" w:space="0" w:color="auto"/>
      </w:divBdr>
    </w:div>
    <w:div w:id="1904024619">
      <w:bodyDiv w:val="1"/>
      <w:marLeft w:val="0"/>
      <w:marRight w:val="0"/>
      <w:marTop w:val="0"/>
      <w:marBottom w:val="0"/>
      <w:divBdr>
        <w:top w:val="none" w:sz="0" w:space="0" w:color="auto"/>
        <w:left w:val="none" w:sz="0" w:space="0" w:color="auto"/>
        <w:bottom w:val="none" w:sz="0" w:space="0" w:color="auto"/>
        <w:right w:val="none" w:sz="0" w:space="0" w:color="auto"/>
      </w:divBdr>
    </w:div>
    <w:div w:id="1904025946">
      <w:bodyDiv w:val="1"/>
      <w:marLeft w:val="0"/>
      <w:marRight w:val="0"/>
      <w:marTop w:val="0"/>
      <w:marBottom w:val="0"/>
      <w:divBdr>
        <w:top w:val="none" w:sz="0" w:space="0" w:color="auto"/>
        <w:left w:val="none" w:sz="0" w:space="0" w:color="auto"/>
        <w:bottom w:val="none" w:sz="0" w:space="0" w:color="auto"/>
        <w:right w:val="none" w:sz="0" w:space="0" w:color="auto"/>
      </w:divBdr>
    </w:div>
    <w:div w:id="1904176524">
      <w:bodyDiv w:val="1"/>
      <w:marLeft w:val="0"/>
      <w:marRight w:val="0"/>
      <w:marTop w:val="0"/>
      <w:marBottom w:val="0"/>
      <w:divBdr>
        <w:top w:val="none" w:sz="0" w:space="0" w:color="auto"/>
        <w:left w:val="none" w:sz="0" w:space="0" w:color="auto"/>
        <w:bottom w:val="none" w:sz="0" w:space="0" w:color="auto"/>
        <w:right w:val="none" w:sz="0" w:space="0" w:color="auto"/>
      </w:divBdr>
    </w:div>
    <w:div w:id="1906330562">
      <w:bodyDiv w:val="1"/>
      <w:marLeft w:val="0"/>
      <w:marRight w:val="0"/>
      <w:marTop w:val="0"/>
      <w:marBottom w:val="0"/>
      <w:divBdr>
        <w:top w:val="none" w:sz="0" w:space="0" w:color="auto"/>
        <w:left w:val="none" w:sz="0" w:space="0" w:color="auto"/>
        <w:bottom w:val="none" w:sz="0" w:space="0" w:color="auto"/>
        <w:right w:val="none" w:sz="0" w:space="0" w:color="auto"/>
      </w:divBdr>
    </w:div>
    <w:div w:id="1907644025">
      <w:bodyDiv w:val="1"/>
      <w:marLeft w:val="0"/>
      <w:marRight w:val="0"/>
      <w:marTop w:val="0"/>
      <w:marBottom w:val="0"/>
      <w:divBdr>
        <w:top w:val="none" w:sz="0" w:space="0" w:color="auto"/>
        <w:left w:val="none" w:sz="0" w:space="0" w:color="auto"/>
        <w:bottom w:val="none" w:sz="0" w:space="0" w:color="auto"/>
        <w:right w:val="none" w:sz="0" w:space="0" w:color="auto"/>
      </w:divBdr>
    </w:div>
    <w:div w:id="1907916671">
      <w:bodyDiv w:val="1"/>
      <w:marLeft w:val="0"/>
      <w:marRight w:val="0"/>
      <w:marTop w:val="0"/>
      <w:marBottom w:val="0"/>
      <w:divBdr>
        <w:top w:val="none" w:sz="0" w:space="0" w:color="auto"/>
        <w:left w:val="none" w:sz="0" w:space="0" w:color="auto"/>
        <w:bottom w:val="none" w:sz="0" w:space="0" w:color="auto"/>
        <w:right w:val="none" w:sz="0" w:space="0" w:color="auto"/>
      </w:divBdr>
    </w:div>
    <w:div w:id="1908101991">
      <w:bodyDiv w:val="1"/>
      <w:marLeft w:val="0"/>
      <w:marRight w:val="0"/>
      <w:marTop w:val="0"/>
      <w:marBottom w:val="0"/>
      <w:divBdr>
        <w:top w:val="none" w:sz="0" w:space="0" w:color="auto"/>
        <w:left w:val="none" w:sz="0" w:space="0" w:color="auto"/>
        <w:bottom w:val="none" w:sz="0" w:space="0" w:color="auto"/>
        <w:right w:val="none" w:sz="0" w:space="0" w:color="auto"/>
      </w:divBdr>
    </w:div>
    <w:div w:id="1908417568">
      <w:bodyDiv w:val="1"/>
      <w:marLeft w:val="0"/>
      <w:marRight w:val="0"/>
      <w:marTop w:val="0"/>
      <w:marBottom w:val="0"/>
      <w:divBdr>
        <w:top w:val="none" w:sz="0" w:space="0" w:color="auto"/>
        <w:left w:val="none" w:sz="0" w:space="0" w:color="auto"/>
        <w:bottom w:val="none" w:sz="0" w:space="0" w:color="auto"/>
        <w:right w:val="none" w:sz="0" w:space="0" w:color="auto"/>
      </w:divBdr>
    </w:div>
    <w:div w:id="1908806007">
      <w:bodyDiv w:val="1"/>
      <w:marLeft w:val="0"/>
      <w:marRight w:val="0"/>
      <w:marTop w:val="0"/>
      <w:marBottom w:val="0"/>
      <w:divBdr>
        <w:top w:val="none" w:sz="0" w:space="0" w:color="auto"/>
        <w:left w:val="none" w:sz="0" w:space="0" w:color="auto"/>
        <w:bottom w:val="none" w:sz="0" w:space="0" w:color="auto"/>
        <w:right w:val="none" w:sz="0" w:space="0" w:color="auto"/>
      </w:divBdr>
    </w:div>
    <w:div w:id="1909070497">
      <w:bodyDiv w:val="1"/>
      <w:marLeft w:val="0"/>
      <w:marRight w:val="0"/>
      <w:marTop w:val="0"/>
      <w:marBottom w:val="0"/>
      <w:divBdr>
        <w:top w:val="none" w:sz="0" w:space="0" w:color="auto"/>
        <w:left w:val="none" w:sz="0" w:space="0" w:color="auto"/>
        <w:bottom w:val="none" w:sz="0" w:space="0" w:color="auto"/>
        <w:right w:val="none" w:sz="0" w:space="0" w:color="auto"/>
      </w:divBdr>
    </w:div>
    <w:div w:id="1909344310">
      <w:bodyDiv w:val="1"/>
      <w:marLeft w:val="0"/>
      <w:marRight w:val="0"/>
      <w:marTop w:val="0"/>
      <w:marBottom w:val="0"/>
      <w:divBdr>
        <w:top w:val="none" w:sz="0" w:space="0" w:color="auto"/>
        <w:left w:val="none" w:sz="0" w:space="0" w:color="auto"/>
        <w:bottom w:val="none" w:sz="0" w:space="0" w:color="auto"/>
        <w:right w:val="none" w:sz="0" w:space="0" w:color="auto"/>
      </w:divBdr>
    </w:div>
    <w:div w:id="1909798810">
      <w:bodyDiv w:val="1"/>
      <w:marLeft w:val="0"/>
      <w:marRight w:val="0"/>
      <w:marTop w:val="0"/>
      <w:marBottom w:val="0"/>
      <w:divBdr>
        <w:top w:val="none" w:sz="0" w:space="0" w:color="auto"/>
        <w:left w:val="none" w:sz="0" w:space="0" w:color="auto"/>
        <w:bottom w:val="none" w:sz="0" w:space="0" w:color="auto"/>
        <w:right w:val="none" w:sz="0" w:space="0" w:color="auto"/>
      </w:divBdr>
    </w:div>
    <w:div w:id="1910724628">
      <w:bodyDiv w:val="1"/>
      <w:marLeft w:val="0"/>
      <w:marRight w:val="0"/>
      <w:marTop w:val="0"/>
      <w:marBottom w:val="0"/>
      <w:divBdr>
        <w:top w:val="none" w:sz="0" w:space="0" w:color="auto"/>
        <w:left w:val="none" w:sz="0" w:space="0" w:color="auto"/>
        <w:bottom w:val="none" w:sz="0" w:space="0" w:color="auto"/>
        <w:right w:val="none" w:sz="0" w:space="0" w:color="auto"/>
      </w:divBdr>
    </w:div>
    <w:div w:id="1910800346">
      <w:bodyDiv w:val="1"/>
      <w:marLeft w:val="0"/>
      <w:marRight w:val="0"/>
      <w:marTop w:val="0"/>
      <w:marBottom w:val="0"/>
      <w:divBdr>
        <w:top w:val="none" w:sz="0" w:space="0" w:color="auto"/>
        <w:left w:val="none" w:sz="0" w:space="0" w:color="auto"/>
        <w:bottom w:val="none" w:sz="0" w:space="0" w:color="auto"/>
        <w:right w:val="none" w:sz="0" w:space="0" w:color="auto"/>
      </w:divBdr>
    </w:div>
    <w:div w:id="1910964765">
      <w:bodyDiv w:val="1"/>
      <w:marLeft w:val="0"/>
      <w:marRight w:val="0"/>
      <w:marTop w:val="0"/>
      <w:marBottom w:val="0"/>
      <w:divBdr>
        <w:top w:val="none" w:sz="0" w:space="0" w:color="auto"/>
        <w:left w:val="none" w:sz="0" w:space="0" w:color="auto"/>
        <w:bottom w:val="none" w:sz="0" w:space="0" w:color="auto"/>
        <w:right w:val="none" w:sz="0" w:space="0" w:color="auto"/>
      </w:divBdr>
    </w:div>
    <w:div w:id="1911235839">
      <w:bodyDiv w:val="1"/>
      <w:marLeft w:val="0"/>
      <w:marRight w:val="0"/>
      <w:marTop w:val="0"/>
      <w:marBottom w:val="0"/>
      <w:divBdr>
        <w:top w:val="none" w:sz="0" w:space="0" w:color="auto"/>
        <w:left w:val="none" w:sz="0" w:space="0" w:color="auto"/>
        <w:bottom w:val="none" w:sz="0" w:space="0" w:color="auto"/>
        <w:right w:val="none" w:sz="0" w:space="0" w:color="auto"/>
      </w:divBdr>
    </w:div>
    <w:div w:id="1911766271">
      <w:bodyDiv w:val="1"/>
      <w:marLeft w:val="0"/>
      <w:marRight w:val="0"/>
      <w:marTop w:val="0"/>
      <w:marBottom w:val="0"/>
      <w:divBdr>
        <w:top w:val="none" w:sz="0" w:space="0" w:color="auto"/>
        <w:left w:val="none" w:sz="0" w:space="0" w:color="auto"/>
        <w:bottom w:val="none" w:sz="0" w:space="0" w:color="auto"/>
        <w:right w:val="none" w:sz="0" w:space="0" w:color="auto"/>
      </w:divBdr>
    </w:div>
    <w:div w:id="1914699896">
      <w:bodyDiv w:val="1"/>
      <w:marLeft w:val="0"/>
      <w:marRight w:val="0"/>
      <w:marTop w:val="0"/>
      <w:marBottom w:val="0"/>
      <w:divBdr>
        <w:top w:val="none" w:sz="0" w:space="0" w:color="auto"/>
        <w:left w:val="none" w:sz="0" w:space="0" w:color="auto"/>
        <w:bottom w:val="none" w:sz="0" w:space="0" w:color="auto"/>
        <w:right w:val="none" w:sz="0" w:space="0" w:color="auto"/>
      </w:divBdr>
    </w:div>
    <w:div w:id="1915431280">
      <w:bodyDiv w:val="1"/>
      <w:marLeft w:val="0"/>
      <w:marRight w:val="0"/>
      <w:marTop w:val="0"/>
      <w:marBottom w:val="0"/>
      <w:divBdr>
        <w:top w:val="none" w:sz="0" w:space="0" w:color="auto"/>
        <w:left w:val="none" w:sz="0" w:space="0" w:color="auto"/>
        <w:bottom w:val="none" w:sz="0" w:space="0" w:color="auto"/>
        <w:right w:val="none" w:sz="0" w:space="0" w:color="auto"/>
      </w:divBdr>
    </w:div>
    <w:div w:id="1916086764">
      <w:bodyDiv w:val="1"/>
      <w:marLeft w:val="0"/>
      <w:marRight w:val="0"/>
      <w:marTop w:val="0"/>
      <w:marBottom w:val="0"/>
      <w:divBdr>
        <w:top w:val="none" w:sz="0" w:space="0" w:color="auto"/>
        <w:left w:val="none" w:sz="0" w:space="0" w:color="auto"/>
        <w:bottom w:val="none" w:sz="0" w:space="0" w:color="auto"/>
        <w:right w:val="none" w:sz="0" w:space="0" w:color="auto"/>
      </w:divBdr>
    </w:div>
    <w:div w:id="1916476316">
      <w:bodyDiv w:val="1"/>
      <w:marLeft w:val="0"/>
      <w:marRight w:val="0"/>
      <w:marTop w:val="0"/>
      <w:marBottom w:val="0"/>
      <w:divBdr>
        <w:top w:val="none" w:sz="0" w:space="0" w:color="auto"/>
        <w:left w:val="none" w:sz="0" w:space="0" w:color="auto"/>
        <w:bottom w:val="none" w:sz="0" w:space="0" w:color="auto"/>
        <w:right w:val="none" w:sz="0" w:space="0" w:color="auto"/>
      </w:divBdr>
    </w:div>
    <w:div w:id="1918005779">
      <w:bodyDiv w:val="1"/>
      <w:marLeft w:val="0"/>
      <w:marRight w:val="0"/>
      <w:marTop w:val="0"/>
      <w:marBottom w:val="0"/>
      <w:divBdr>
        <w:top w:val="none" w:sz="0" w:space="0" w:color="auto"/>
        <w:left w:val="none" w:sz="0" w:space="0" w:color="auto"/>
        <w:bottom w:val="none" w:sz="0" w:space="0" w:color="auto"/>
        <w:right w:val="none" w:sz="0" w:space="0" w:color="auto"/>
      </w:divBdr>
    </w:div>
    <w:div w:id="1918246397">
      <w:bodyDiv w:val="1"/>
      <w:marLeft w:val="0"/>
      <w:marRight w:val="0"/>
      <w:marTop w:val="0"/>
      <w:marBottom w:val="0"/>
      <w:divBdr>
        <w:top w:val="none" w:sz="0" w:space="0" w:color="auto"/>
        <w:left w:val="none" w:sz="0" w:space="0" w:color="auto"/>
        <w:bottom w:val="none" w:sz="0" w:space="0" w:color="auto"/>
        <w:right w:val="none" w:sz="0" w:space="0" w:color="auto"/>
      </w:divBdr>
    </w:div>
    <w:div w:id="1918246474">
      <w:bodyDiv w:val="1"/>
      <w:marLeft w:val="0"/>
      <w:marRight w:val="0"/>
      <w:marTop w:val="0"/>
      <w:marBottom w:val="0"/>
      <w:divBdr>
        <w:top w:val="none" w:sz="0" w:space="0" w:color="auto"/>
        <w:left w:val="none" w:sz="0" w:space="0" w:color="auto"/>
        <w:bottom w:val="none" w:sz="0" w:space="0" w:color="auto"/>
        <w:right w:val="none" w:sz="0" w:space="0" w:color="auto"/>
      </w:divBdr>
    </w:div>
    <w:div w:id="1919486355">
      <w:bodyDiv w:val="1"/>
      <w:marLeft w:val="0"/>
      <w:marRight w:val="0"/>
      <w:marTop w:val="0"/>
      <w:marBottom w:val="0"/>
      <w:divBdr>
        <w:top w:val="none" w:sz="0" w:space="0" w:color="auto"/>
        <w:left w:val="none" w:sz="0" w:space="0" w:color="auto"/>
        <w:bottom w:val="none" w:sz="0" w:space="0" w:color="auto"/>
        <w:right w:val="none" w:sz="0" w:space="0" w:color="auto"/>
      </w:divBdr>
    </w:div>
    <w:div w:id="1919826407">
      <w:bodyDiv w:val="1"/>
      <w:marLeft w:val="0"/>
      <w:marRight w:val="0"/>
      <w:marTop w:val="0"/>
      <w:marBottom w:val="0"/>
      <w:divBdr>
        <w:top w:val="none" w:sz="0" w:space="0" w:color="auto"/>
        <w:left w:val="none" w:sz="0" w:space="0" w:color="auto"/>
        <w:bottom w:val="none" w:sz="0" w:space="0" w:color="auto"/>
        <w:right w:val="none" w:sz="0" w:space="0" w:color="auto"/>
      </w:divBdr>
    </w:div>
    <w:div w:id="1920018616">
      <w:bodyDiv w:val="1"/>
      <w:marLeft w:val="0"/>
      <w:marRight w:val="0"/>
      <w:marTop w:val="0"/>
      <w:marBottom w:val="0"/>
      <w:divBdr>
        <w:top w:val="none" w:sz="0" w:space="0" w:color="auto"/>
        <w:left w:val="none" w:sz="0" w:space="0" w:color="auto"/>
        <w:bottom w:val="none" w:sz="0" w:space="0" w:color="auto"/>
        <w:right w:val="none" w:sz="0" w:space="0" w:color="auto"/>
      </w:divBdr>
    </w:div>
    <w:div w:id="1920360443">
      <w:bodyDiv w:val="1"/>
      <w:marLeft w:val="0"/>
      <w:marRight w:val="0"/>
      <w:marTop w:val="0"/>
      <w:marBottom w:val="0"/>
      <w:divBdr>
        <w:top w:val="none" w:sz="0" w:space="0" w:color="auto"/>
        <w:left w:val="none" w:sz="0" w:space="0" w:color="auto"/>
        <w:bottom w:val="none" w:sz="0" w:space="0" w:color="auto"/>
        <w:right w:val="none" w:sz="0" w:space="0" w:color="auto"/>
      </w:divBdr>
    </w:div>
    <w:div w:id="1920627286">
      <w:bodyDiv w:val="1"/>
      <w:marLeft w:val="0"/>
      <w:marRight w:val="0"/>
      <w:marTop w:val="0"/>
      <w:marBottom w:val="0"/>
      <w:divBdr>
        <w:top w:val="none" w:sz="0" w:space="0" w:color="auto"/>
        <w:left w:val="none" w:sz="0" w:space="0" w:color="auto"/>
        <w:bottom w:val="none" w:sz="0" w:space="0" w:color="auto"/>
        <w:right w:val="none" w:sz="0" w:space="0" w:color="auto"/>
      </w:divBdr>
    </w:div>
    <w:div w:id="1920747518">
      <w:bodyDiv w:val="1"/>
      <w:marLeft w:val="0"/>
      <w:marRight w:val="0"/>
      <w:marTop w:val="0"/>
      <w:marBottom w:val="0"/>
      <w:divBdr>
        <w:top w:val="none" w:sz="0" w:space="0" w:color="auto"/>
        <w:left w:val="none" w:sz="0" w:space="0" w:color="auto"/>
        <w:bottom w:val="none" w:sz="0" w:space="0" w:color="auto"/>
        <w:right w:val="none" w:sz="0" w:space="0" w:color="auto"/>
      </w:divBdr>
    </w:div>
    <w:div w:id="1921060104">
      <w:bodyDiv w:val="1"/>
      <w:marLeft w:val="0"/>
      <w:marRight w:val="0"/>
      <w:marTop w:val="0"/>
      <w:marBottom w:val="0"/>
      <w:divBdr>
        <w:top w:val="none" w:sz="0" w:space="0" w:color="auto"/>
        <w:left w:val="none" w:sz="0" w:space="0" w:color="auto"/>
        <w:bottom w:val="none" w:sz="0" w:space="0" w:color="auto"/>
        <w:right w:val="none" w:sz="0" w:space="0" w:color="auto"/>
      </w:divBdr>
    </w:div>
    <w:div w:id="1921671461">
      <w:bodyDiv w:val="1"/>
      <w:marLeft w:val="0"/>
      <w:marRight w:val="0"/>
      <w:marTop w:val="0"/>
      <w:marBottom w:val="0"/>
      <w:divBdr>
        <w:top w:val="none" w:sz="0" w:space="0" w:color="auto"/>
        <w:left w:val="none" w:sz="0" w:space="0" w:color="auto"/>
        <w:bottom w:val="none" w:sz="0" w:space="0" w:color="auto"/>
        <w:right w:val="none" w:sz="0" w:space="0" w:color="auto"/>
      </w:divBdr>
    </w:div>
    <w:div w:id="1921790013">
      <w:bodyDiv w:val="1"/>
      <w:marLeft w:val="0"/>
      <w:marRight w:val="0"/>
      <w:marTop w:val="0"/>
      <w:marBottom w:val="0"/>
      <w:divBdr>
        <w:top w:val="none" w:sz="0" w:space="0" w:color="auto"/>
        <w:left w:val="none" w:sz="0" w:space="0" w:color="auto"/>
        <w:bottom w:val="none" w:sz="0" w:space="0" w:color="auto"/>
        <w:right w:val="none" w:sz="0" w:space="0" w:color="auto"/>
      </w:divBdr>
    </w:div>
    <w:div w:id="1922178519">
      <w:bodyDiv w:val="1"/>
      <w:marLeft w:val="0"/>
      <w:marRight w:val="0"/>
      <w:marTop w:val="0"/>
      <w:marBottom w:val="0"/>
      <w:divBdr>
        <w:top w:val="none" w:sz="0" w:space="0" w:color="auto"/>
        <w:left w:val="none" w:sz="0" w:space="0" w:color="auto"/>
        <w:bottom w:val="none" w:sz="0" w:space="0" w:color="auto"/>
        <w:right w:val="none" w:sz="0" w:space="0" w:color="auto"/>
      </w:divBdr>
    </w:div>
    <w:div w:id="1922256089">
      <w:bodyDiv w:val="1"/>
      <w:marLeft w:val="0"/>
      <w:marRight w:val="0"/>
      <w:marTop w:val="0"/>
      <w:marBottom w:val="0"/>
      <w:divBdr>
        <w:top w:val="none" w:sz="0" w:space="0" w:color="auto"/>
        <w:left w:val="none" w:sz="0" w:space="0" w:color="auto"/>
        <w:bottom w:val="none" w:sz="0" w:space="0" w:color="auto"/>
        <w:right w:val="none" w:sz="0" w:space="0" w:color="auto"/>
      </w:divBdr>
    </w:div>
    <w:div w:id="1922565248">
      <w:bodyDiv w:val="1"/>
      <w:marLeft w:val="0"/>
      <w:marRight w:val="0"/>
      <w:marTop w:val="0"/>
      <w:marBottom w:val="0"/>
      <w:divBdr>
        <w:top w:val="none" w:sz="0" w:space="0" w:color="auto"/>
        <w:left w:val="none" w:sz="0" w:space="0" w:color="auto"/>
        <w:bottom w:val="none" w:sz="0" w:space="0" w:color="auto"/>
        <w:right w:val="none" w:sz="0" w:space="0" w:color="auto"/>
      </w:divBdr>
    </w:div>
    <w:div w:id="1922835589">
      <w:bodyDiv w:val="1"/>
      <w:marLeft w:val="0"/>
      <w:marRight w:val="0"/>
      <w:marTop w:val="0"/>
      <w:marBottom w:val="0"/>
      <w:divBdr>
        <w:top w:val="none" w:sz="0" w:space="0" w:color="auto"/>
        <w:left w:val="none" w:sz="0" w:space="0" w:color="auto"/>
        <w:bottom w:val="none" w:sz="0" w:space="0" w:color="auto"/>
        <w:right w:val="none" w:sz="0" w:space="0" w:color="auto"/>
      </w:divBdr>
    </w:div>
    <w:div w:id="1924602457">
      <w:bodyDiv w:val="1"/>
      <w:marLeft w:val="0"/>
      <w:marRight w:val="0"/>
      <w:marTop w:val="0"/>
      <w:marBottom w:val="0"/>
      <w:divBdr>
        <w:top w:val="none" w:sz="0" w:space="0" w:color="auto"/>
        <w:left w:val="none" w:sz="0" w:space="0" w:color="auto"/>
        <w:bottom w:val="none" w:sz="0" w:space="0" w:color="auto"/>
        <w:right w:val="none" w:sz="0" w:space="0" w:color="auto"/>
      </w:divBdr>
    </w:div>
    <w:div w:id="1924727898">
      <w:bodyDiv w:val="1"/>
      <w:marLeft w:val="0"/>
      <w:marRight w:val="0"/>
      <w:marTop w:val="0"/>
      <w:marBottom w:val="0"/>
      <w:divBdr>
        <w:top w:val="none" w:sz="0" w:space="0" w:color="auto"/>
        <w:left w:val="none" w:sz="0" w:space="0" w:color="auto"/>
        <w:bottom w:val="none" w:sz="0" w:space="0" w:color="auto"/>
        <w:right w:val="none" w:sz="0" w:space="0" w:color="auto"/>
      </w:divBdr>
    </w:div>
    <w:div w:id="1924992635">
      <w:bodyDiv w:val="1"/>
      <w:marLeft w:val="0"/>
      <w:marRight w:val="0"/>
      <w:marTop w:val="0"/>
      <w:marBottom w:val="0"/>
      <w:divBdr>
        <w:top w:val="none" w:sz="0" w:space="0" w:color="auto"/>
        <w:left w:val="none" w:sz="0" w:space="0" w:color="auto"/>
        <w:bottom w:val="none" w:sz="0" w:space="0" w:color="auto"/>
        <w:right w:val="none" w:sz="0" w:space="0" w:color="auto"/>
      </w:divBdr>
    </w:div>
    <w:div w:id="1927418024">
      <w:bodyDiv w:val="1"/>
      <w:marLeft w:val="0"/>
      <w:marRight w:val="0"/>
      <w:marTop w:val="0"/>
      <w:marBottom w:val="0"/>
      <w:divBdr>
        <w:top w:val="none" w:sz="0" w:space="0" w:color="auto"/>
        <w:left w:val="none" w:sz="0" w:space="0" w:color="auto"/>
        <w:bottom w:val="none" w:sz="0" w:space="0" w:color="auto"/>
        <w:right w:val="none" w:sz="0" w:space="0" w:color="auto"/>
      </w:divBdr>
    </w:div>
    <w:div w:id="1928884210">
      <w:bodyDiv w:val="1"/>
      <w:marLeft w:val="0"/>
      <w:marRight w:val="0"/>
      <w:marTop w:val="0"/>
      <w:marBottom w:val="0"/>
      <w:divBdr>
        <w:top w:val="none" w:sz="0" w:space="0" w:color="auto"/>
        <w:left w:val="none" w:sz="0" w:space="0" w:color="auto"/>
        <w:bottom w:val="none" w:sz="0" w:space="0" w:color="auto"/>
        <w:right w:val="none" w:sz="0" w:space="0" w:color="auto"/>
      </w:divBdr>
    </w:div>
    <w:div w:id="1929381416">
      <w:bodyDiv w:val="1"/>
      <w:marLeft w:val="0"/>
      <w:marRight w:val="0"/>
      <w:marTop w:val="0"/>
      <w:marBottom w:val="0"/>
      <w:divBdr>
        <w:top w:val="none" w:sz="0" w:space="0" w:color="auto"/>
        <w:left w:val="none" w:sz="0" w:space="0" w:color="auto"/>
        <w:bottom w:val="none" w:sz="0" w:space="0" w:color="auto"/>
        <w:right w:val="none" w:sz="0" w:space="0" w:color="auto"/>
      </w:divBdr>
    </w:div>
    <w:div w:id="1929608851">
      <w:bodyDiv w:val="1"/>
      <w:marLeft w:val="0"/>
      <w:marRight w:val="0"/>
      <w:marTop w:val="0"/>
      <w:marBottom w:val="0"/>
      <w:divBdr>
        <w:top w:val="none" w:sz="0" w:space="0" w:color="auto"/>
        <w:left w:val="none" w:sz="0" w:space="0" w:color="auto"/>
        <w:bottom w:val="none" w:sz="0" w:space="0" w:color="auto"/>
        <w:right w:val="none" w:sz="0" w:space="0" w:color="auto"/>
      </w:divBdr>
    </w:div>
    <w:div w:id="1929802307">
      <w:bodyDiv w:val="1"/>
      <w:marLeft w:val="0"/>
      <w:marRight w:val="0"/>
      <w:marTop w:val="0"/>
      <w:marBottom w:val="0"/>
      <w:divBdr>
        <w:top w:val="none" w:sz="0" w:space="0" w:color="auto"/>
        <w:left w:val="none" w:sz="0" w:space="0" w:color="auto"/>
        <w:bottom w:val="none" w:sz="0" w:space="0" w:color="auto"/>
        <w:right w:val="none" w:sz="0" w:space="0" w:color="auto"/>
      </w:divBdr>
    </w:div>
    <w:div w:id="1932198013">
      <w:bodyDiv w:val="1"/>
      <w:marLeft w:val="0"/>
      <w:marRight w:val="0"/>
      <w:marTop w:val="0"/>
      <w:marBottom w:val="0"/>
      <w:divBdr>
        <w:top w:val="none" w:sz="0" w:space="0" w:color="auto"/>
        <w:left w:val="none" w:sz="0" w:space="0" w:color="auto"/>
        <w:bottom w:val="none" w:sz="0" w:space="0" w:color="auto"/>
        <w:right w:val="none" w:sz="0" w:space="0" w:color="auto"/>
      </w:divBdr>
    </w:div>
    <w:div w:id="1932740106">
      <w:bodyDiv w:val="1"/>
      <w:marLeft w:val="0"/>
      <w:marRight w:val="0"/>
      <w:marTop w:val="0"/>
      <w:marBottom w:val="0"/>
      <w:divBdr>
        <w:top w:val="none" w:sz="0" w:space="0" w:color="auto"/>
        <w:left w:val="none" w:sz="0" w:space="0" w:color="auto"/>
        <w:bottom w:val="none" w:sz="0" w:space="0" w:color="auto"/>
        <w:right w:val="none" w:sz="0" w:space="0" w:color="auto"/>
      </w:divBdr>
    </w:div>
    <w:div w:id="1933119909">
      <w:bodyDiv w:val="1"/>
      <w:marLeft w:val="0"/>
      <w:marRight w:val="0"/>
      <w:marTop w:val="0"/>
      <w:marBottom w:val="0"/>
      <w:divBdr>
        <w:top w:val="none" w:sz="0" w:space="0" w:color="auto"/>
        <w:left w:val="none" w:sz="0" w:space="0" w:color="auto"/>
        <w:bottom w:val="none" w:sz="0" w:space="0" w:color="auto"/>
        <w:right w:val="none" w:sz="0" w:space="0" w:color="auto"/>
      </w:divBdr>
    </w:div>
    <w:div w:id="1933470804">
      <w:bodyDiv w:val="1"/>
      <w:marLeft w:val="0"/>
      <w:marRight w:val="0"/>
      <w:marTop w:val="0"/>
      <w:marBottom w:val="0"/>
      <w:divBdr>
        <w:top w:val="none" w:sz="0" w:space="0" w:color="auto"/>
        <w:left w:val="none" w:sz="0" w:space="0" w:color="auto"/>
        <w:bottom w:val="none" w:sz="0" w:space="0" w:color="auto"/>
        <w:right w:val="none" w:sz="0" w:space="0" w:color="auto"/>
      </w:divBdr>
    </w:div>
    <w:div w:id="1933512526">
      <w:bodyDiv w:val="1"/>
      <w:marLeft w:val="0"/>
      <w:marRight w:val="0"/>
      <w:marTop w:val="0"/>
      <w:marBottom w:val="0"/>
      <w:divBdr>
        <w:top w:val="none" w:sz="0" w:space="0" w:color="auto"/>
        <w:left w:val="none" w:sz="0" w:space="0" w:color="auto"/>
        <w:bottom w:val="none" w:sz="0" w:space="0" w:color="auto"/>
        <w:right w:val="none" w:sz="0" w:space="0" w:color="auto"/>
      </w:divBdr>
    </w:div>
    <w:div w:id="1934434419">
      <w:bodyDiv w:val="1"/>
      <w:marLeft w:val="0"/>
      <w:marRight w:val="0"/>
      <w:marTop w:val="0"/>
      <w:marBottom w:val="0"/>
      <w:divBdr>
        <w:top w:val="none" w:sz="0" w:space="0" w:color="auto"/>
        <w:left w:val="none" w:sz="0" w:space="0" w:color="auto"/>
        <w:bottom w:val="none" w:sz="0" w:space="0" w:color="auto"/>
        <w:right w:val="none" w:sz="0" w:space="0" w:color="auto"/>
      </w:divBdr>
    </w:div>
    <w:div w:id="1934822730">
      <w:bodyDiv w:val="1"/>
      <w:marLeft w:val="0"/>
      <w:marRight w:val="0"/>
      <w:marTop w:val="0"/>
      <w:marBottom w:val="0"/>
      <w:divBdr>
        <w:top w:val="none" w:sz="0" w:space="0" w:color="auto"/>
        <w:left w:val="none" w:sz="0" w:space="0" w:color="auto"/>
        <w:bottom w:val="none" w:sz="0" w:space="0" w:color="auto"/>
        <w:right w:val="none" w:sz="0" w:space="0" w:color="auto"/>
      </w:divBdr>
    </w:div>
    <w:div w:id="1935046810">
      <w:bodyDiv w:val="1"/>
      <w:marLeft w:val="0"/>
      <w:marRight w:val="0"/>
      <w:marTop w:val="0"/>
      <w:marBottom w:val="0"/>
      <w:divBdr>
        <w:top w:val="none" w:sz="0" w:space="0" w:color="auto"/>
        <w:left w:val="none" w:sz="0" w:space="0" w:color="auto"/>
        <w:bottom w:val="none" w:sz="0" w:space="0" w:color="auto"/>
        <w:right w:val="none" w:sz="0" w:space="0" w:color="auto"/>
      </w:divBdr>
    </w:div>
    <w:div w:id="1935238921">
      <w:bodyDiv w:val="1"/>
      <w:marLeft w:val="0"/>
      <w:marRight w:val="0"/>
      <w:marTop w:val="0"/>
      <w:marBottom w:val="0"/>
      <w:divBdr>
        <w:top w:val="none" w:sz="0" w:space="0" w:color="auto"/>
        <w:left w:val="none" w:sz="0" w:space="0" w:color="auto"/>
        <w:bottom w:val="none" w:sz="0" w:space="0" w:color="auto"/>
        <w:right w:val="none" w:sz="0" w:space="0" w:color="auto"/>
      </w:divBdr>
    </w:div>
    <w:div w:id="1935354603">
      <w:bodyDiv w:val="1"/>
      <w:marLeft w:val="0"/>
      <w:marRight w:val="0"/>
      <w:marTop w:val="0"/>
      <w:marBottom w:val="0"/>
      <w:divBdr>
        <w:top w:val="none" w:sz="0" w:space="0" w:color="auto"/>
        <w:left w:val="none" w:sz="0" w:space="0" w:color="auto"/>
        <w:bottom w:val="none" w:sz="0" w:space="0" w:color="auto"/>
        <w:right w:val="none" w:sz="0" w:space="0" w:color="auto"/>
      </w:divBdr>
    </w:div>
    <w:div w:id="1937050967">
      <w:bodyDiv w:val="1"/>
      <w:marLeft w:val="0"/>
      <w:marRight w:val="0"/>
      <w:marTop w:val="0"/>
      <w:marBottom w:val="0"/>
      <w:divBdr>
        <w:top w:val="none" w:sz="0" w:space="0" w:color="auto"/>
        <w:left w:val="none" w:sz="0" w:space="0" w:color="auto"/>
        <w:bottom w:val="none" w:sz="0" w:space="0" w:color="auto"/>
        <w:right w:val="none" w:sz="0" w:space="0" w:color="auto"/>
      </w:divBdr>
    </w:div>
    <w:div w:id="1937400739">
      <w:bodyDiv w:val="1"/>
      <w:marLeft w:val="0"/>
      <w:marRight w:val="0"/>
      <w:marTop w:val="0"/>
      <w:marBottom w:val="0"/>
      <w:divBdr>
        <w:top w:val="none" w:sz="0" w:space="0" w:color="auto"/>
        <w:left w:val="none" w:sz="0" w:space="0" w:color="auto"/>
        <w:bottom w:val="none" w:sz="0" w:space="0" w:color="auto"/>
        <w:right w:val="none" w:sz="0" w:space="0" w:color="auto"/>
      </w:divBdr>
    </w:div>
    <w:div w:id="1937709175">
      <w:bodyDiv w:val="1"/>
      <w:marLeft w:val="0"/>
      <w:marRight w:val="0"/>
      <w:marTop w:val="0"/>
      <w:marBottom w:val="0"/>
      <w:divBdr>
        <w:top w:val="none" w:sz="0" w:space="0" w:color="auto"/>
        <w:left w:val="none" w:sz="0" w:space="0" w:color="auto"/>
        <w:bottom w:val="none" w:sz="0" w:space="0" w:color="auto"/>
        <w:right w:val="none" w:sz="0" w:space="0" w:color="auto"/>
      </w:divBdr>
    </w:div>
    <w:div w:id="1940870572">
      <w:bodyDiv w:val="1"/>
      <w:marLeft w:val="0"/>
      <w:marRight w:val="0"/>
      <w:marTop w:val="0"/>
      <w:marBottom w:val="0"/>
      <w:divBdr>
        <w:top w:val="none" w:sz="0" w:space="0" w:color="auto"/>
        <w:left w:val="none" w:sz="0" w:space="0" w:color="auto"/>
        <w:bottom w:val="none" w:sz="0" w:space="0" w:color="auto"/>
        <w:right w:val="none" w:sz="0" w:space="0" w:color="auto"/>
      </w:divBdr>
    </w:div>
    <w:div w:id="1941839214">
      <w:bodyDiv w:val="1"/>
      <w:marLeft w:val="0"/>
      <w:marRight w:val="0"/>
      <w:marTop w:val="0"/>
      <w:marBottom w:val="0"/>
      <w:divBdr>
        <w:top w:val="none" w:sz="0" w:space="0" w:color="auto"/>
        <w:left w:val="none" w:sz="0" w:space="0" w:color="auto"/>
        <w:bottom w:val="none" w:sz="0" w:space="0" w:color="auto"/>
        <w:right w:val="none" w:sz="0" w:space="0" w:color="auto"/>
      </w:divBdr>
    </w:div>
    <w:div w:id="1941908723">
      <w:bodyDiv w:val="1"/>
      <w:marLeft w:val="0"/>
      <w:marRight w:val="0"/>
      <w:marTop w:val="0"/>
      <w:marBottom w:val="0"/>
      <w:divBdr>
        <w:top w:val="none" w:sz="0" w:space="0" w:color="auto"/>
        <w:left w:val="none" w:sz="0" w:space="0" w:color="auto"/>
        <w:bottom w:val="none" w:sz="0" w:space="0" w:color="auto"/>
        <w:right w:val="none" w:sz="0" w:space="0" w:color="auto"/>
      </w:divBdr>
    </w:div>
    <w:div w:id="1943027143">
      <w:bodyDiv w:val="1"/>
      <w:marLeft w:val="0"/>
      <w:marRight w:val="0"/>
      <w:marTop w:val="0"/>
      <w:marBottom w:val="0"/>
      <w:divBdr>
        <w:top w:val="none" w:sz="0" w:space="0" w:color="auto"/>
        <w:left w:val="none" w:sz="0" w:space="0" w:color="auto"/>
        <w:bottom w:val="none" w:sz="0" w:space="0" w:color="auto"/>
        <w:right w:val="none" w:sz="0" w:space="0" w:color="auto"/>
      </w:divBdr>
    </w:div>
    <w:div w:id="1943876948">
      <w:bodyDiv w:val="1"/>
      <w:marLeft w:val="0"/>
      <w:marRight w:val="0"/>
      <w:marTop w:val="0"/>
      <w:marBottom w:val="0"/>
      <w:divBdr>
        <w:top w:val="none" w:sz="0" w:space="0" w:color="auto"/>
        <w:left w:val="none" w:sz="0" w:space="0" w:color="auto"/>
        <w:bottom w:val="none" w:sz="0" w:space="0" w:color="auto"/>
        <w:right w:val="none" w:sz="0" w:space="0" w:color="auto"/>
      </w:divBdr>
    </w:div>
    <w:div w:id="1944528478">
      <w:bodyDiv w:val="1"/>
      <w:marLeft w:val="0"/>
      <w:marRight w:val="0"/>
      <w:marTop w:val="0"/>
      <w:marBottom w:val="0"/>
      <w:divBdr>
        <w:top w:val="none" w:sz="0" w:space="0" w:color="auto"/>
        <w:left w:val="none" w:sz="0" w:space="0" w:color="auto"/>
        <w:bottom w:val="none" w:sz="0" w:space="0" w:color="auto"/>
        <w:right w:val="none" w:sz="0" w:space="0" w:color="auto"/>
      </w:divBdr>
    </w:div>
    <w:div w:id="1944874210">
      <w:bodyDiv w:val="1"/>
      <w:marLeft w:val="0"/>
      <w:marRight w:val="0"/>
      <w:marTop w:val="0"/>
      <w:marBottom w:val="0"/>
      <w:divBdr>
        <w:top w:val="none" w:sz="0" w:space="0" w:color="auto"/>
        <w:left w:val="none" w:sz="0" w:space="0" w:color="auto"/>
        <w:bottom w:val="none" w:sz="0" w:space="0" w:color="auto"/>
        <w:right w:val="none" w:sz="0" w:space="0" w:color="auto"/>
      </w:divBdr>
    </w:div>
    <w:div w:id="1945072652">
      <w:bodyDiv w:val="1"/>
      <w:marLeft w:val="0"/>
      <w:marRight w:val="0"/>
      <w:marTop w:val="0"/>
      <w:marBottom w:val="0"/>
      <w:divBdr>
        <w:top w:val="none" w:sz="0" w:space="0" w:color="auto"/>
        <w:left w:val="none" w:sz="0" w:space="0" w:color="auto"/>
        <w:bottom w:val="none" w:sz="0" w:space="0" w:color="auto"/>
        <w:right w:val="none" w:sz="0" w:space="0" w:color="auto"/>
      </w:divBdr>
    </w:div>
    <w:div w:id="1945191513">
      <w:bodyDiv w:val="1"/>
      <w:marLeft w:val="0"/>
      <w:marRight w:val="0"/>
      <w:marTop w:val="0"/>
      <w:marBottom w:val="0"/>
      <w:divBdr>
        <w:top w:val="none" w:sz="0" w:space="0" w:color="auto"/>
        <w:left w:val="none" w:sz="0" w:space="0" w:color="auto"/>
        <w:bottom w:val="none" w:sz="0" w:space="0" w:color="auto"/>
        <w:right w:val="none" w:sz="0" w:space="0" w:color="auto"/>
      </w:divBdr>
    </w:div>
    <w:div w:id="1945333582">
      <w:bodyDiv w:val="1"/>
      <w:marLeft w:val="0"/>
      <w:marRight w:val="0"/>
      <w:marTop w:val="0"/>
      <w:marBottom w:val="0"/>
      <w:divBdr>
        <w:top w:val="none" w:sz="0" w:space="0" w:color="auto"/>
        <w:left w:val="none" w:sz="0" w:space="0" w:color="auto"/>
        <w:bottom w:val="none" w:sz="0" w:space="0" w:color="auto"/>
        <w:right w:val="none" w:sz="0" w:space="0" w:color="auto"/>
      </w:divBdr>
    </w:div>
    <w:div w:id="1946813267">
      <w:bodyDiv w:val="1"/>
      <w:marLeft w:val="0"/>
      <w:marRight w:val="0"/>
      <w:marTop w:val="0"/>
      <w:marBottom w:val="0"/>
      <w:divBdr>
        <w:top w:val="none" w:sz="0" w:space="0" w:color="auto"/>
        <w:left w:val="none" w:sz="0" w:space="0" w:color="auto"/>
        <w:bottom w:val="none" w:sz="0" w:space="0" w:color="auto"/>
        <w:right w:val="none" w:sz="0" w:space="0" w:color="auto"/>
      </w:divBdr>
    </w:div>
    <w:div w:id="1947273695">
      <w:bodyDiv w:val="1"/>
      <w:marLeft w:val="0"/>
      <w:marRight w:val="0"/>
      <w:marTop w:val="0"/>
      <w:marBottom w:val="0"/>
      <w:divBdr>
        <w:top w:val="none" w:sz="0" w:space="0" w:color="auto"/>
        <w:left w:val="none" w:sz="0" w:space="0" w:color="auto"/>
        <w:bottom w:val="none" w:sz="0" w:space="0" w:color="auto"/>
        <w:right w:val="none" w:sz="0" w:space="0" w:color="auto"/>
      </w:divBdr>
    </w:div>
    <w:div w:id="1947882300">
      <w:bodyDiv w:val="1"/>
      <w:marLeft w:val="0"/>
      <w:marRight w:val="0"/>
      <w:marTop w:val="0"/>
      <w:marBottom w:val="0"/>
      <w:divBdr>
        <w:top w:val="none" w:sz="0" w:space="0" w:color="auto"/>
        <w:left w:val="none" w:sz="0" w:space="0" w:color="auto"/>
        <w:bottom w:val="none" w:sz="0" w:space="0" w:color="auto"/>
        <w:right w:val="none" w:sz="0" w:space="0" w:color="auto"/>
      </w:divBdr>
    </w:div>
    <w:div w:id="1948534546">
      <w:bodyDiv w:val="1"/>
      <w:marLeft w:val="0"/>
      <w:marRight w:val="0"/>
      <w:marTop w:val="0"/>
      <w:marBottom w:val="0"/>
      <w:divBdr>
        <w:top w:val="none" w:sz="0" w:space="0" w:color="auto"/>
        <w:left w:val="none" w:sz="0" w:space="0" w:color="auto"/>
        <w:bottom w:val="none" w:sz="0" w:space="0" w:color="auto"/>
        <w:right w:val="none" w:sz="0" w:space="0" w:color="auto"/>
      </w:divBdr>
    </w:div>
    <w:div w:id="1948542138">
      <w:bodyDiv w:val="1"/>
      <w:marLeft w:val="0"/>
      <w:marRight w:val="0"/>
      <w:marTop w:val="0"/>
      <w:marBottom w:val="0"/>
      <w:divBdr>
        <w:top w:val="none" w:sz="0" w:space="0" w:color="auto"/>
        <w:left w:val="none" w:sz="0" w:space="0" w:color="auto"/>
        <w:bottom w:val="none" w:sz="0" w:space="0" w:color="auto"/>
        <w:right w:val="none" w:sz="0" w:space="0" w:color="auto"/>
      </w:divBdr>
    </w:div>
    <w:div w:id="1949195664">
      <w:bodyDiv w:val="1"/>
      <w:marLeft w:val="0"/>
      <w:marRight w:val="0"/>
      <w:marTop w:val="0"/>
      <w:marBottom w:val="0"/>
      <w:divBdr>
        <w:top w:val="none" w:sz="0" w:space="0" w:color="auto"/>
        <w:left w:val="none" w:sz="0" w:space="0" w:color="auto"/>
        <w:bottom w:val="none" w:sz="0" w:space="0" w:color="auto"/>
        <w:right w:val="none" w:sz="0" w:space="0" w:color="auto"/>
      </w:divBdr>
    </w:div>
    <w:div w:id="1950042940">
      <w:bodyDiv w:val="1"/>
      <w:marLeft w:val="0"/>
      <w:marRight w:val="0"/>
      <w:marTop w:val="0"/>
      <w:marBottom w:val="0"/>
      <w:divBdr>
        <w:top w:val="none" w:sz="0" w:space="0" w:color="auto"/>
        <w:left w:val="none" w:sz="0" w:space="0" w:color="auto"/>
        <w:bottom w:val="none" w:sz="0" w:space="0" w:color="auto"/>
        <w:right w:val="none" w:sz="0" w:space="0" w:color="auto"/>
      </w:divBdr>
    </w:div>
    <w:div w:id="1951740670">
      <w:bodyDiv w:val="1"/>
      <w:marLeft w:val="0"/>
      <w:marRight w:val="0"/>
      <w:marTop w:val="0"/>
      <w:marBottom w:val="0"/>
      <w:divBdr>
        <w:top w:val="none" w:sz="0" w:space="0" w:color="auto"/>
        <w:left w:val="none" w:sz="0" w:space="0" w:color="auto"/>
        <w:bottom w:val="none" w:sz="0" w:space="0" w:color="auto"/>
        <w:right w:val="none" w:sz="0" w:space="0" w:color="auto"/>
      </w:divBdr>
    </w:div>
    <w:div w:id="1952856161">
      <w:bodyDiv w:val="1"/>
      <w:marLeft w:val="0"/>
      <w:marRight w:val="0"/>
      <w:marTop w:val="0"/>
      <w:marBottom w:val="0"/>
      <w:divBdr>
        <w:top w:val="none" w:sz="0" w:space="0" w:color="auto"/>
        <w:left w:val="none" w:sz="0" w:space="0" w:color="auto"/>
        <w:bottom w:val="none" w:sz="0" w:space="0" w:color="auto"/>
        <w:right w:val="none" w:sz="0" w:space="0" w:color="auto"/>
      </w:divBdr>
    </w:div>
    <w:div w:id="1953855382">
      <w:bodyDiv w:val="1"/>
      <w:marLeft w:val="0"/>
      <w:marRight w:val="0"/>
      <w:marTop w:val="0"/>
      <w:marBottom w:val="0"/>
      <w:divBdr>
        <w:top w:val="none" w:sz="0" w:space="0" w:color="auto"/>
        <w:left w:val="none" w:sz="0" w:space="0" w:color="auto"/>
        <w:bottom w:val="none" w:sz="0" w:space="0" w:color="auto"/>
        <w:right w:val="none" w:sz="0" w:space="0" w:color="auto"/>
      </w:divBdr>
    </w:div>
    <w:div w:id="1954432544">
      <w:bodyDiv w:val="1"/>
      <w:marLeft w:val="0"/>
      <w:marRight w:val="0"/>
      <w:marTop w:val="0"/>
      <w:marBottom w:val="0"/>
      <w:divBdr>
        <w:top w:val="none" w:sz="0" w:space="0" w:color="auto"/>
        <w:left w:val="none" w:sz="0" w:space="0" w:color="auto"/>
        <w:bottom w:val="none" w:sz="0" w:space="0" w:color="auto"/>
        <w:right w:val="none" w:sz="0" w:space="0" w:color="auto"/>
      </w:divBdr>
    </w:div>
    <w:div w:id="1954439968">
      <w:bodyDiv w:val="1"/>
      <w:marLeft w:val="0"/>
      <w:marRight w:val="0"/>
      <w:marTop w:val="0"/>
      <w:marBottom w:val="0"/>
      <w:divBdr>
        <w:top w:val="none" w:sz="0" w:space="0" w:color="auto"/>
        <w:left w:val="none" w:sz="0" w:space="0" w:color="auto"/>
        <w:bottom w:val="none" w:sz="0" w:space="0" w:color="auto"/>
        <w:right w:val="none" w:sz="0" w:space="0" w:color="auto"/>
      </w:divBdr>
    </w:div>
    <w:div w:id="1957590353">
      <w:bodyDiv w:val="1"/>
      <w:marLeft w:val="0"/>
      <w:marRight w:val="0"/>
      <w:marTop w:val="0"/>
      <w:marBottom w:val="0"/>
      <w:divBdr>
        <w:top w:val="none" w:sz="0" w:space="0" w:color="auto"/>
        <w:left w:val="none" w:sz="0" w:space="0" w:color="auto"/>
        <w:bottom w:val="none" w:sz="0" w:space="0" w:color="auto"/>
        <w:right w:val="none" w:sz="0" w:space="0" w:color="auto"/>
      </w:divBdr>
    </w:div>
    <w:div w:id="1957903393">
      <w:bodyDiv w:val="1"/>
      <w:marLeft w:val="0"/>
      <w:marRight w:val="0"/>
      <w:marTop w:val="0"/>
      <w:marBottom w:val="0"/>
      <w:divBdr>
        <w:top w:val="none" w:sz="0" w:space="0" w:color="auto"/>
        <w:left w:val="none" w:sz="0" w:space="0" w:color="auto"/>
        <w:bottom w:val="none" w:sz="0" w:space="0" w:color="auto"/>
        <w:right w:val="none" w:sz="0" w:space="0" w:color="auto"/>
      </w:divBdr>
    </w:div>
    <w:div w:id="1959532516">
      <w:bodyDiv w:val="1"/>
      <w:marLeft w:val="0"/>
      <w:marRight w:val="0"/>
      <w:marTop w:val="0"/>
      <w:marBottom w:val="0"/>
      <w:divBdr>
        <w:top w:val="none" w:sz="0" w:space="0" w:color="auto"/>
        <w:left w:val="none" w:sz="0" w:space="0" w:color="auto"/>
        <w:bottom w:val="none" w:sz="0" w:space="0" w:color="auto"/>
        <w:right w:val="none" w:sz="0" w:space="0" w:color="auto"/>
      </w:divBdr>
    </w:div>
    <w:div w:id="1960332575">
      <w:bodyDiv w:val="1"/>
      <w:marLeft w:val="0"/>
      <w:marRight w:val="0"/>
      <w:marTop w:val="0"/>
      <w:marBottom w:val="0"/>
      <w:divBdr>
        <w:top w:val="none" w:sz="0" w:space="0" w:color="auto"/>
        <w:left w:val="none" w:sz="0" w:space="0" w:color="auto"/>
        <w:bottom w:val="none" w:sz="0" w:space="0" w:color="auto"/>
        <w:right w:val="none" w:sz="0" w:space="0" w:color="auto"/>
      </w:divBdr>
    </w:div>
    <w:div w:id="1960720976">
      <w:bodyDiv w:val="1"/>
      <w:marLeft w:val="0"/>
      <w:marRight w:val="0"/>
      <w:marTop w:val="0"/>
      <w:marBottom w:val="0"/>
      <w:divBdr>
        <w:top w:val="none" w:sz="0" w:space="0" w:color="auto"/>
        <w:left w:val="none" w:sz="0" w:space="0" w:color="auto"/>
        <w:bottom w:val="none" w:sz="0" w:space="0" w:color="auto"/>
        <w:right w:val="none" w:sz="0" w:space="0" w:color="auto"/>
      </w:divBdr>
    </w:div>
    <w:div w:id="1961301425">
      <w:bodyDiv w:val="1"/>
      <w:marLeft w:val="0"/>
      <w:marRight w:val="0"/>
      <w:marTop w:val="0"/>
      <w:marBottom w:val="0"/>
      <w:divBdr>
        <w:top w:val="none" w:sz="0" w:space="0" w:color="auto"/>
        <w:left w:val="none" w:sz="0" w:space="0" w:color="auto"/>
        <w:bottom w:val="none" w:sz="0" w:space="0" w:color="auto"/>
        <w:right w:val="none" w:sz="0" w:space="0" w:color="auto"/>
      </w:divBdr>
    </w:div>
    <w:div w:id="1961375538">
      <w:bodyDiv w:val="1"/>
      <w:marLeft w:val="0"/>
      <w:marRight w:val="0"/>
      <w:marTop w:val="0"/>
      <w:marBottom w:val="0"/>
      <w:divBdr>
        <w:top w:val="none" w:sz="0" w:space="0" w:color="auto"/>
        <w:left w:val="none" w:sz="0" w:space="0" w:color="auto"/>
        <w:bottom w:val="none" w:sz="0" w:space="0" w:color="auto"/>
        <w:right w:val="none" w:sz="0" w:space="0" w:color="auto"/>
      </w:divBdr>
    </w:div>
    <w:div w:id="1961497162">
      <w:bodyDiv w:val="1"/>
      <w:marLeft w:val="0"/>
      <w:marRight w:val="0"/>
      <w:marTop w:val="0"/>
      <w:marBottom w:val="0"/>
      <w:divBdr>
        <w:top w:val="none" w:sz="0" w:space="0" w:color="auto"/>
        <w:left w:val="none" w:sz="0" w:space="0" w:color="auto"/>
        <w:bottom w:val="none" w:sz="0" w:space="0" w:color="auto"/>
        <w:right w:val="none" w:sz="0" w:space="0" w:color="auto"/>
      </w:divBdr>
    </w:div>
    <w:div w:id="1961836155">
      <w:bodyDiv w:val="1"/>
      <w:marLeft w:val="0"/>
      <w:marRight w:val="0"/>
      <w:marTop w:val="0"/>
      <w:marBottom w:val="0"/>
      <w:divBdr>
        <w:top w:val="none" w:sz="0" w:space="0" w:color="auto"/>
        <w:left w:val="none" w:sz="0" w:space="0" w:color="auto"/>
        <w:bottom w:val="none" w:sz="0" w:space="0" w:color="auto"/>
        <w:right w:val="none" w:sz="0" w:space="0" w:color="auto"/>
      </w:divBdr>
    </w:div>
    <w:div w:id="1962495960">
      <w:bodyDiv w:val="1"/>
      <w:marLeft w:val="0"/>
      <w:marRight w:val="0"/>
      <w:marTop w:val="0"/>
      <w:marBottom w:val="0"/>
      <w:divBdr>
        <w:top w:val="none" w:sz="0" w:space="0" w:color="auto"/>
        <w:left w:val="none" w:sz="0" w:space="0" w:color="auto"/>
        <w:bottom w:val="none" w:sz="0" w:space="0" w:color="auto"/>
        <w:right w:val="none" w:sz="0" w:space="0" w:color="auto"/>
      </w:divBdr>
    </w:div>
    <w:div w:id="1965114710">
      <w:bodyDiv w:val="1"/>
      <w:marLeft w:val="0"/>
      <w:marRight w:val="0"/>
      <w:marTop w:val="0"/>
      <w:marBottom w:val="0"/>
      <w:divBdr>
        <w:top w:val="none" w:sz="0" w:space="0" w:color="auto"/>
        <w:left w:val="none" w:sz="0" w:space="0" w:color="auto"/>
        <w:bottom w:val="none" w:sz="0" w:space="0" w:color="auto"/>
        <w:right w:val="none" w:sz="0" w:space="0" w:color="auto"/>
      </w:divBdr>
    </w:div>
    <w:div w:id="1965651662">
      <w:bodyDiv w:val="1"/>
      <w:marLeft w:val="0"/>
      <w:marRight w:val="0"/>
      <w:marTop w:val="0"/>
      <w:marBottom w:val="0"/>
      <w:divBdr>
        <w:top w:val="none" w:sz="0" w:space="0" w:color="auto"/>
        <w:left w:val="none" w:sz="0" w:space="0" w:color="auto"/>
        <w:bottom w:val="none" w:sz="0" w:space="0" w:color="auto"/>
        <w:right w:val="none" w:sz="0" w:space="0" w:color="auto"/>
      </w:divBdr>
    </w:div>
    <w:div w:id="1965967923">
      <w:bodyDiv w:val="1"/>
      <w:marLeft w:val="0"/>
      <w:marRight w:val="0"/>
      <w:marTop w:val="0"/>
      <w:marBottom w:val="0"/>
      <w:divBdr>
        <w:top w:val="none" w:sz="0" w:space="0" w:color="auto"/>
        <w:left w:val="none" w:sz="0" w:space="0" w:color="auto"/>
        <w:bottom w:val="none" w:sz="0" w:space="0" w:color="auto"/>
        <w:right w:val="none" w:sz="0" w:space="0" w:color="auto"/>
      </w:divBdr>
    </w:div>
    <w:div w:id="1967618301">
      <w:bodyDiv w:val="1"/>
      <w:marLeft w:val="0"/>
      <w:marRight w:val="0"/>
      <w:marTop w:val="0"/>
      <w:marBottom w:val="0"/>
      <w:divBdr>
        <w:top w:val="none" w:sz="0" w:space="0" w:color="auto"/>
        <w:left w:val="none" w:sz="0" w:space="0" w:color="auto"/>
        <w:bottom w:val="none" w:sz="0" w:space="0" w:color="auto"/>
        <w:right w:val="none" w:sz="0" w:space="0" w:color="auto"/>
      </w:divBdr>
    </w:div>
    <w:div w:id="1968507206">
      <w:bodyDiv w:val="1"/>
      <w:marLeft w:val="0"/>
      <w:marRight w:val="0"/>
      <w:marTop w:val="0"/>
      <w:marBottom w:val="0"/>
      <w:divBdr>
        <w:top w:val="none" w:sz="0" w:space="0" w:color="auto"/>
        <w:left w:val="none" w:sz="0" w:space="0" w:color="auto"/>
        <w:bottom w:val="none" w:sz="0" w:space="0" w:color="auto"/>
        <w:right w:val="none" w:sz="0" w:space="0" w:color="auto"/>
      </w:divBdr>
    </w:div>
    <w:div w:id="1969237138">
      <w:bodyDiv w:val="1"/>
      <w:marLeft w:val="0"/>
      <w:marRight w:val="0"/>
      <w:marTop w:val="0"/>
      <w:marBottom w:val="0"/>
      <w:divBdr>
        <w:top w:val="none" w:sz="0" w:space="0" w:color="auto"/>
        <w:left w:val="none" w:sz="0" w:space="0" w:color="auto"/>
        <w:bottom w:val="none" w:sz="0" w:space="0" w:color="auto"/>
        <w:right w:val="none" w:sz="0" w:space="0" w:color="auto"/>
      </w:divBdr>
    </w:div>
    <w:div w:id="1970281772">
      <w:bodyDiv w:val="1"/>
      <w:marLeft w:val="0"/>
      <w:marRight w:val="0"/>
      <w:marTop w:val="0"/>
      <w:marBottom w:val="0"/>
      <w:divBdr>
        <w:top w:val="none" w:sz="0" w:space="0" w:color="auto"/>
        <w:left w:val="none" w:sz="0" w:space="0" w:color="auto"/>
        <w:bottom w:val="none" w:sz="0" w:space="0" w:color="auto"/>
        <w:right w:val="none" w:sz="0" w:space="0" w:color="auto"/>
      </w:divBdr>
    </w:div>
    <w:div w:id="1970622308">
      <w:bodyDiv w:val="1"/>
      <w:marLeft w:val="0"/>
      <w:marRight w:val="0"/>
      <w:marTop w:val="0"/>
      <w:marBottom w:val="0"/>
      <w:divBdr>
        <w:top w:val="none" w:sz="0" w:space="0" w:color="auto"/>
        <w:left w:val="none" w:sz="0" w:space="0" w:color="auto"/>
        <w:bottom w:val="none" w:sz="0" w:space="0" w:color="auto"/>
        <w:right w:val="none" w:sz="0" w:space="0" w:color="auto"/>
      </w:divBdr>
    </w:div>
    <w:div w:id="1970740617">
      <w:bodyDiv w:val="1"/>
      <w:marLeft w:val="0"/>
      <w:marRight w:val="0"/>
      <w:marTop w:val="0"/>
      <w:marBottom w:val="0"/>
      <w:divBdr>
        <w:top w:val="none" w:sz="0" w:space="0" w:color="auto"/>
        <w:left w:val="none" w:sz="0" w:space="0" w:color="auto"/>
        <w:bottom w:val="none" w:sz="0" w:space="0" w:color="auto"/>
        <w:right w:val="none" w:sz="0" w:space="0" w:color="auto"/>
      </w:divBdr>
    </w:div>
    <w:div w:id="1971201803">
      <w:bodyDiv w:val="1"/>
      <w:marLeft w:val="0"/>
      <w:marRight w:val="0"/>
      <w:marTop w:val="0"/>
      <w:marBottom w:val="0"/>
      <w:divBdr>
        <w:top w:val="none" w:sz="0" w:space="0" w:color="auto"/>
        <w:left w:val="none" w:sz="0" w:space="0" w:color="auto"/>
        <w:bottom w:val="none" w:sz="0" w:space="0" w:color="auto"/>
        <w:right w:val="none" w:sz="0" w:space="0" w:color="auto"/>
      </w:divBdr>
    </w:div>
    <w:div w:id="1971324381">
      <w:bodyDiv w:val="1"/>
      <w:marLeft w:val="0"/>
      <w:marRight w:val="0"/>
      <w:marTop w:val="0"/>
      <w:marBottom w:val="0"/>
      <w:divBdr>
        <w:top w:val="none" w:sz="0" w:space="0" w:color="auto"/>
        <w:left w:val="none" w:sz="0" w:space="0" w:color="auto"/>
        <w:bottom w:val="none" w:sz="0" w:space="0" w:color="auto"/>
        <w:right w:val="none" w:sz="0" w:space="0" w:color="auto"/>
      </w:divBdr>
    </w:div>
    <w:div w:id="1971478001">
      <w:bodyDiv w:val="1"/>
      <w:marLeft w:val="0"/>
      <w:marRight w:val="0"/>
      <w:marTop w:val="0"/>
      <w:marBottom w:val="0"/>
      <w:divBdr>
        <w:top w:val="none" w:sz="0" w:space="0" w:color="auto"/>
        <w:left w:val="none" w:sz="0" w:space="0" w:color="auto"/>
        <w:bottom w:val="none" w:sz="0" w:space="0" w:color="auto"/>
        <w:right w:val="none" w:sz="0" w:space="0" w:color="auto"/>
      </w:divBdr>
    </w:div>
    <w:div w:id="1973249730">
      <w:bodyDiv w:val="1"/>
      <w:marLeft w:val="0"/>
      <w:marRight w:val="0"/>
      <w:marTop w:val="0"/>
      <w:marBottom w:val="0"/>
      <w:divBdr>
        <w:top w:val="none" w:sz="0" w:space="0" w:color="auto"/>
        <w:left w:val="none" w:sz="0" w:space="0" w:color="auto"/>
        <w:bottom w:val="none" w:sz="0" w:space="0" w:color="auto"/>
        <w:right w:val="none" w:sz="0" w:space="0" w:color="auto"/>
      </w:divBdr>
    </w:div>
    <w:div w:id="1973360647">
      <w:bodyDiv w:val="1"/>
      <w:marLeft w:val="0"/>
      <w:marRight w:val="0"/>
      <w:marTop w:val="0"/>
      <w:marBottom w:val="0"/>
      <w:divBdr>
        <w:top w:val="none" w:sz="0" w:space="0" w:color="auto"/>
        <w:left w:val="none" w:sz="0" w:space="0" w:color="auto"/>
        <w:bottom w:val="none" w:sz="0" w:space="0" w:color="auto"/>
        <w:right w:val="none" w:sz="0" w:space="0" w:color="auto"/>
      </w:divBdr>
    </w:div>
    <w:div w:id="1973486453">
      <w:bodyDiv w:val="1"/>
      <w:marLeft w:val="0"/>
      <w:marRight w:val="0"/>
      <w:marTop w:val="0"/>
      <w:marBottom w:val="0"/>
      <w:divBdr>
        <w:top w:val="none" w:sz="0" w:space="0" w:color="auto"/>
        <w:left w:val="none" w:sz="0" w:space="0" w:color="auto"/>
        <w:bottom w:val="none" w:sz="0" w:space="0" w:color="auto"/>
        <w:right w:val="none" w:sz="0" w:space="0" w:color="auto"/>
      </w:divBdr>
    </w:div>
    <w:div w:id="1974024310">
      <w:bodyDiv w:val="1"/>
      <w:marLeft w:val="0"/>
      <w:marRight w:val="0"/>
      <w:marTop w:val="0"/>
      <w:marBottom w:val="0"/>
      <w:divBdr>
        <w:top w:val="none" w:sz="0" w:space="0" w:color="auto"/>
        <w:left w:val="none" w:sz="0" w:space="0" w:color="auto"/>
        <w:bottom w:val="none" w:sz="0" w:space="0" w:color="auto"/>
        <w:right w:val="none" w:sz="0" w:space="0" w:color="auto"/>
      </w:divBdr>
    </w:div>
    <w:div w:id="1974024383">
      <w:bodyDiv w:val="1"/>
      <w:marLeft w:val="0"/>
      <w:marRight w:val="0"/>
      <w:marTop w:val="0"/>
      <w:marBottom w:val="0"/>
      <w:divBdr>
        <w:top w:val="none" w:sz="0" w:space="0" w:color="auto"/>
        <w:left w:val="none" w:sz="0" w:space="0" w:color="auto"/>
        <w:bottom w:val="none" w:sz="0" w:space="0" w:color="auto"/>
        <w:right w:val="none" w:sz="0" w:space="0" w:color="auto"/>
      </w:divBdr>
    </w:div>
    <w:div w:id="1974363080">
      <w:bodyDiv w:val="1"/>
      <w:marLeft w:val="0"/>
      <w:marRight w:val="0"/>
      <w:marTop w:val="0"/>
      <w:marBottom w:val="0"/>
      <w:divBdr>
        <w:top w:val="none" w:sz="0" w:space="0" w:color="auto"/>
        <w:left w:val="none" w:sz="0" w:space="0" w:color="auto"/>
        <w:bottom w:val="none" w:sz="0" w:space="0" w:color="auto"/>
        <w:right w:val="none" w:sz="0" w:space="0" w:color="auto"/>
      </w:divBdr>
    </w:div>
    <w:div w:id="1974678456">
      <w:bodyDiv w:val="1"/>
      <w:marLeft w:val="0"/>
      <w:marRight w:val="0"/>
      <w:marTop w:val="0"/>
      <w:marBottom w:val="0"/>
      <w:divBdr>
        <w:top w:val="none" w:sz="0" w:space="0" w:color="auto"/>
        <w:left w:val="none" w:sz="0" w:space="0" w:color="auto"/>
        <w:bottom w:val="none" w:sz="0" w:space="0" w:color="auto"/>
        <w:right w:val="none" w:sz="0" w:space="0" w:color="auto"/>
      </w:divBdr>
    </w:div>
    <w:div w:id="1975940735">
      <w:bodyDiv w:val="1"/>
      <w:marLeft w:val="0"/>
      <w:marRight w:val="0"/>
      <w:marTop w:val="0"/>
      <w:marBottom w:val="0"/>
      <w:divBdr>
        <w:top w:val="none" w:sz="0" w:space="0" w:color="auto"/>
        <w:left w:val="none" w:sz="0" w:space="0" w:color="auto"/>
        <w:bottom w:val="none" w:sz="0" w:space="0" w:color="auto"/>
        <w:right w:val="none" w:sz="0" w:space="0" w:color="auto"/>
      </w:divBdr>
    </w:div>
    <w:div w:id="1978678875">
      <w:bodyDiv w:val="1"/>
      <w:marLeft w:val="0"/>
      <w:marRight w:val="0"/>
      <w:marTop w:val="0"/>
      <w:marBottom w:val="0"/>
      <w:divBdr>
        <w:top w:val="none" w:sz="0" w:space="0" w:color="auto"/>
        <w:left w:val="none" w:sz="0" w:space="0" w:color="auto"/>
        <w:bottom w:val="none" w:sz="0" w:space="0" w:color="auto"/>
        <w:right w:val="none" w:sz="0" w:space="0" w:color="auto"/>
      </w:divBdr>
    </w:div>
    <w:div w:id="1980067450">
      <w:bodyDiv w:val="1"/>
      <w:marLeft w:val="0"/>
      <w:marRight w:val="0"/>
      <w:marTop w:val="0"/>
      <w:marBottom w:val="0"/>
      <w:divBdr>
        <w:top w:val="none" w:sz="0" w:space="0" w:color="auto"/>
        <w:left w:val="none" w:sz="0" w:space="0" w:color="auto"/>
        <w:bottom w:val="none" w:sz="0" w:space="0" w:color="auto"/>
        <w:right w:val="none" w:sz="0" w:space="0" w:color="auto"/>
      </w:divBdr>
    </w:div>
    <w:div w:id="1980306574">
      <w:bodyDiv w:val="1"/>
      <w:marLeft w:val="0"/>
      <w:marRight w:val="0"/>
      <w:marTop w:val="0"/>
      <w:marBottom w:val="0"/>
      <w:divBdr>
        <w:top w:val="none" w:sz="0" w:space="0" w:color="auto"/>
        <w:left w:val="none" w:sz="0" w:space="0" w:color="auto"/>
        <w:bottom w:val="none" w:sz="0" w:space="0" w:color="auto"/>
        <w:right w:val="none" w:sz="0" w:space="0" w:color="auto"/>
      </w:divBdr>
    </w:div>
    <w:div w:id="1982268456">
      <w:bodyDiv w:val="1"/>
      <w:marLeft w:val="0"/>
      <w:marRight w:val="0"/>
      <w:marTop w:val="0"/>
      <w:marBottom w:val="0"/>
      <w:divBdr>
        <w:top w:val="none" w:sz="0" w:space="0" w:color="auto"/>
        <w:left w:val="none" w:sz="0" w:space="0" w:color="auto"/>
        <w:bottom w:val="none" w:sz="0" w:space="0" w:color="auto"/>
        <w:right w:val="none" w:sz="0" w:space="0" w:color="auto"/>
      </w:divBdr>
    </w:div>
    <w:div w:id="1983190246">
      <w:bodyDiv w:val="1"/>
      <w:marLeft w:val="0"/>
      <w:marRight w:val="0"/>
      <w:marTop w:val="0"/>
      <w:marBottom w:val="0"/>
      <w:divBdr>
        <w:top w:val="none" w:sz="0" w:space="0" w:color="auto"/>
        <w:left w:val="none" w:sz="0" w:space="0" w:color="auto"/>
        <w:bottom w:val="none" w:sz="0" w:space="0" w:color="auto"/>
        <w:right w:val="none" w:sz="0" w:space="0" w:color="auto"/>
      </w:divBdr>
    </w:div>
    <w:div w:id="1985770690">
      <w:bodyDiv w:val="1"/>
      <w:marLeft w:val="0"/>
      <w:marRight w:val="0"/>
      <w:marTop w:val="0"/>
      <w:marBottom w:val="0"/>
      <w:divBdr>
        <w:top w:val="none" w:sz="0" w:space="0" w:color="auto"/>
        <w:left w:val="none" w:sz="0" w:space="0" w:color="auto"/>
        <w:bottom w:val="none" w:sz="0" w:space="0" w:color="auto"/>
        <w:right w:val="none" w:sz="0" w:space="0" w:color="auto"/>
      </w:divBdr>
    </w:div>
    <w:div w:id="1986273400">
      <w:bodyDiv w:val="1"/>
      <w:marLeft w:val="0"/>
      <w:marRight w:val="0"/>
      <w:marTop w:val="0"/>
      <w:marBottom w:val="0"/>
      <w:divBdr>
        <w:top w:val="none" w:sz="0" w:space="0" w:color="auto"/>
        <w:left w:val="none" w:sz="0" w:space="0" w:color="auto"/>
        <w:bottom w:val="none" w:sz="0" w:space="0" w:color="auto"/>
        <w:right w:val="none" w:sz="0" w:space="0" w:color="auto"/>
      </w:divBdr>
    </w:div>
    <w:div w:id="1986666133">
      <w:bodyDiv w:val="1"/>
      <w:marLeft w:val="0"/>
      <w:marRight w:val="0"/>
      <w:marTop w:val="0"/>
      <w:marBottom w:val="0"/>
      <w:divBdr>
        <w:top w:val="none" w:sz="0" w:space="0" w:color="auto"/>
        <w:left w:val="none" w:sz="0" w:space="0" w:color="auto"/>
        <w:bottom w:val="none" w:sz="0" w:space="0" w:color="auto"/>
        <w:right w:val="none" w:sz="0" w:space="0" w:color="auto"/>
      </w:divBdr>
    </w:div>
    <w:div w:id="1986934806">
      <w:bodyDiv w:val="1"/>
      <w:marLeft w:val="0"/>
      <w:marRight w:val="0"/>
      <w:marTop w:val="0"/>
      <w:marBottom w:val="0"/>
      <w:divBdr>
        <w:top w:val="none" w:sz="0" w:space="0" w:color="auto"/>
        <w:left w:val="none" w:sz="0" w:space="0" w:color="auto"/>
        <w:bottom w:val="none" w:sz="0" w:space="0" w:color="auto"/>
        <w:right w:val="none" w:sz="0" w:space="0" w:color="auto"/>
      </w:divBdr>
    </w:div>
    <w:div w:id="1987006132">
      <w:bodyDiv w:val="1"/>
      <w:marLeft w:val="0"/>
      <w:marRight w:val="0"/>
      <w:marTop w:val="0"/>
      <w:marBottom w:val="0"/>
      <w:divBdr>
        <w:top w:val="none" w:sz="0" w:space="0" w:color="auto"/>
        <w:left w:val="none" w:sz="0" w:space="0" w:color="auto"/>
        <w:bottom w:val="none" w:sz="0" w:space="0" w:color="auto"/>
        <w:right w:val="none" w:sz="0" w:space="0" w:color="auto"/>
      </w:divBdr>
    </w:div>
    <w:div w:id="1987322322">
      <w:bodyDiv w:val="1"/>
      <w:marLeft w:val="0"/>
      <w:marRight w:val="0"/>
      <w:marTop w:val="0"/>
      <w:marBottom w:val="0"/>
      <w:divBdr>
        <w:top w:val="none" w:sz="0" w:space="0" w:color="auto"/>
        <w:left w:val="none" w:sz="0" w:space="0" w:color="auto"/>
        <w:bottom w:val="none" w:sz="0" w:space="0" w:color="auto"/>
        <w:right w:val="none" w:sz="0" w:space="0" w:color="auto"/>
      </w:divBdr>
    </w:div>
    <w:div w:id="1987586041">
      <w:bodyDiv w:val="1"/>
      <w:marLeft w:val="0"/>
      <w:marRight w:val="0"/>
      <w:marTop w:val="0"/>
      <w:marBottom w:val="0"/>
      <w:divBdr>
        <w:top w:val="none" w:sz="0" w:space="0" w:color="auto"/>
        <w:left w:val="none" w:sz="0" w:space="0" w:color="auto"/>
        <w:bottom w:val="none" w:sz="0" w:space="0" w:color="auto"/>
        <w:right w:val="none" w:sz="0" w:space="0" w:color="auto"/>
      </w:divBdr>
    </w:div>
    <w:div w:id="1988632662">
      <w:bodyDiv w:val="1"/>
      <w:marLeft w:val="0"/>
      <w:marRight w:val="0"/>
      <w:marTop w:val="0"/>
      <w:marBottom w:val="0"/>
      <w:divBdr>
        <w:top w:val="none" w:sz="0" w:space="0" w:color="auto"/>
        <w:left w:val="none" w:sz="0" w:space="0" w:color="auto"/>
        <w:bottom w:val="none" w:sz="0" w:space="0" w:color="auto"/>
        <w:right w:val="none" w:sz="0" w:space="0" w:color="auto"/>
      </w:divBdr>
    </w:div>
    <w:div w:id="1989092014">
      <w:bodyDiv w:val="1"/>
      <w:marLeft w:val="0"/>
      <w:marRight w:val="0"/>
      <w:marTop w:val="0"/>
      <w:marBottom w:val="0"/>
      <w:divBdr>
        <w:top w:val="none" w:sz="0" w:space="0" w:color="auto"/>
        <w:left w:val="none" w:sz="0" w:space="0" w:color="auto"/>
        <w:bottom w:val="none" w:sz="0" w:space="0" w:color="auto"/>
        <w:right w:val="none" w:sz="0" w:space="0" w:color="auto"/>
      </w:divBdr>
    </w:div>
    <w:div w:id="1989555025">
      <w:bodyDiv w:val="1"/>
      <w:marLeft w:val="0"/>
      <w:marRight w:val="0"/>
      <w:marTop w:val="0"/>
      <w:marBottom w:val="0"/>
      <w:divBdr>
        <w:top w:val="none" w:sz="0" w:space="0" w:color="auto"/>
        <w:left w:val="none" w:sz="0" w:space="0" w:color="auto"/>
        <w:bottom w:val="none" w:sz="0" w:space="0" w:color="auto"/>
        <w:right w:val="none" w:sz="0" w:space="0" w:color="auto"/>
      </w:divBdr>
    </w:div>
    <w:div w:id="1990474628">
      <w:bodyDiv w:val="1"/>
      <w:marLeft w:val="0"/>
      <w:marRight w:val="0"/>
      <w:marTop w:val="0"/>
      <w:marBottom w:val="0"/>
      <w:divBdr>
        <w:top w:val="none" w:sz="0" w:space="0" w:color="auto"/>
        <w:left w:val="none" w:sz="0" w:space="0" w:color="auto"/>
        <w:bottom w:val="none" w:sz="0" w:space="0" w:color="auto"/>
        <w:right w:val="none" w:sz="0" w:space="0" w:color="auto"/>
      </w:divBdr>
    </w:div>
    <w:div w:id="1991246405">
      <w:bodyDiv w:val="1"/>
      <w:marLeft w:val="0"/>
      <w:marRight w:val="0"/>
      <w:marTop w:val="0"/>
      <w:marBottom w:val="0"/>
      <w:divBdr>
        <w:top w:val="none" w:sz="0" w:space="0" w:color="auto"/>
        <w:left w:val="none" w:sz="0" w:space="0" w:color="auto"/>
        <w:bottom w:val="none" w:sz="0" w:space="0" w:color="auto"/>
        <w:right w:val="none" w:sz="0" w:space="0" w:color="auto"/>
      </w:divBdr>
    </w:div>
    <w:div w:id="1991247514">
      <w:bodyDiv w:val="1"/>
      <w:marLeft w:val="0"/>
      <w:marRight w:val="0"/>
      <w:marTop w:val="0"/>
      <w:marBottom w:val="0"/>
      <w:divBdr>
        <w:top w:val="none" w:sz="0" w:space="0" w:color="auto"/>
        <w:left w:val="none" w:sz="0" w:space="0" w:color="auto"/>
        <w:bottom w:val="none" w:sz="0" w:space="0" w:color="auto"/>
        <w:right w:val="none" w:sz="0" w:space="0" w:color="auto"/>
      </w:divBdr>
    </w:div>
    <w:div w:id="1991247611">
      <w:bodyDiv w:val="1"/>
      <w:marLeft w:val="0"/>
      <w:marRight w:val="0"/>
      <w:marTop w:val="0"/>
      <w:marBottom w:val="0"/>
      <w:divBdr>
        <w:top w:val="none" w:sz="0" w:space="0" w:color="auto"/>
        <w:left w:val="none" w:sz="0" w:space="0" w:color="auto"/>
        <w:bottom w:val="none" w:sz="0" w:space="0" w:color="auto"/>
        <w:right w:val="none" w:sz="0" w:space="0" w:color="auto"/>
      </w:divBdr>
    </w:div>
    <w:div w:id="1992784596">
      <w:bodyDiv w:val="1"/>
      <w:marLeft w:val="0"/>
      <w:marRight w:val="0"/>
      <w:marTop w:val="0"/>
      <w:marBottom w:val="0"/>
      <w:divBdr>
        <w:top w:val="none" w:sz="0" w:space="0" w:color="auto"/>
        <w:left w:val="none" w:sz="0" w:space="0" w:color="auto"/>
        <w:bottom w:val="none" w:sz="0" w:space="0" w:color="auto"/>
        <w:right w:val="none" w:sz="0" w:space="0" w:color="auto"/>
      </w:divBdr>
    </w:div>
    <w:div w:id="1993827778">
      <w:bodyDiv w:val="1"/>
      <w:marLeft w:val="0"/>
      <w:marRight w:val="0"/>
      <w:marTop w:val="0"/>
      <w:marBottom w:val="0"/>
      <w:divBdr>
        <w:top w:val="none" w:sz="0" w:space="0" w:color="auto"/>
        <w:left w:val="none" w:sz="0" w:space="0" w:color="auto"/>
        <w:bottom w:val="none" w:sz="0" w:space="0" w:color="auto"/>
        <w:right w:val="none" w:sz="0" w:space="0" w:color="auto"/>
      </w:divBdr>
    </w:div>
    <w:div w:id="1993830558">
      <w:bodyDiv w:val="1"/>
      <w:marLeft w:val="0"/>
      <w:marRight w:val="0"/>
      <w:marTop w:val="0"/>
      <w:marBottom w:val="0"/>
      <w:divBdr>
        <w:top w:val="none" w:sz="0" w:space="0" w:color="auto"/>
        <w:left w:val="none" w:sz="0" w:space="0" w:color="auto"/>
        <w:bottom w:val="none" w:sz="0" w:space="0" w:color="auto"/>
        <w:right w:val="none" w:sz="0" w:space="0" w:color="auto"/>
      </w:divBdr>
    </w:div>
    <w:div w:id="1996059139">
      <w:bodyDiv w:val="1"/>
      <w:marLeft w:val="0"/>
      <w:marRight w:val="0"/>
      <w:marTop w:val="0"/>
      <w:marBottom w:val="0"/>
      <w:divBdr>
        <w:top w:val="none" w:sz="0" w:space="0" w:color="auto"/>
        <w:left w:val="none" w:sz="0" w:space="0" w:color="auto"/>
        <w:bottom w:val="none" w:sz="0" w:space="0" w:color="auto"/>
        <w:right w:val="none" w:sz="0" w:space="0" w:color="auto"/>
      </w:divBdr>
    </w:div>
    <w:div w:id="1996909622">
      <w:bodyDiv w:val="1"/>
      <w:marLeft w:val="0"/>
      <w:marRight w:val="0"/>
      <w:marTop w:val="0"/>
      <w:marBottom w:val="0"/>
      <w:divBdr>
        <w:top w:val="none" w:sz="0" w:space="0" w:color="auto"/>
        <w:left w:val="none" w:sz="0" w:space="0" w:color="auto"/>
        <w:bottom w:val="none" w:sz="0" w:space="0" w:color="auto"/>
        <w:right w:val="none" w:sz="0" w:space="0" w:color="auto"/>
      </w:divBdr>
    </w:div>
    <w:div w:id="1997411069">
      <w:bodyDiv w:val="1"/>
      <w:marLeft w:val="0"/>
      <w:marRight w:val="0"/>
      <w:marTop w:val="0"/>
      <w:marBottom w:val="0"/>
      <w:divBdr>
        <w:top w:val="none" w:sz="0" w:space="0" w:color="auto"/>
        <w:left w:val="none" w:sz="0" w:space="0" w:color="auto"/>
        <w:bottom w:val="none" w:sz="0" w:space="0" w:color="auto"/>
        <w:right w:val="none" w:sz="0" w:space="0" w:color="auto"/>
      </w:divBdr>
    </w:div>
    <w:div w:id="1997998647">
      <w:bodyDiv w:val="1"/>
      <w:marLeft w:val="0"/>
      <w:marRight w:val="0"/>
      <w:marTop w:val="0"/>
      <w:marBottom w:val="0"/>
      <w:divBdr>
        <w:top w:val="none" w:sz="0" w:space="0" w:color="auto"/>
        <w:left w:val="none" w:sz="0" w:space="0" w:color="auto"/>
        <w:bottom w:val="none" w:sz="0" w:space="0" w:color="auto"/>
        <w:right w:val="none" w:sz="0" w:space="0" w:color="auto"/>
      </w:divBdr>
    </w:div>
    <w:div w:id="1999456155">
      <w:bodyDiv w:val="1"/>
      <w:marLeft w:val="0"/>
      <w:marRight w:val="0"/>
      <w:marTop w:val="0"/>
      <w:marBottom w:val="0"/>
      <w:divBdr>
        <w:top w:val="none" w:sz="0" w:space="0" w:color="auto"/>
        <w:left w:val="none" w:sz="0" w:space="0" w:color="auto"/>
        <w:bottom w:val="none" w:sz="0" w:space="0" w:color="auto"/>
        <w:right w:val="none" w:sz="0" w:space="0" w:color="auto"/>
      </w:divBdr>
    </w:div>
    <w:div w:id="1999842474">
      <w:bodyDiv w:val="1"/>
      <w:marLeft w:val="0"/>
      <w:marRight w:val="0"/>
      <w:marTop w:val="0"/>
      <w:marBottom w:val="0"/>
      <w:divBdr>
        <w:top w:val="none" w:sz="0" w:space="0" w:color="auto"/>
        <w:left w:val="none" w:sz="0" w:space="0" w:color="auto"/>
        <w:bottom w:val="none" w:sz="0" w:space="0" w:color="auto"/>
        <w:right w:val="none" w:sz="0" w:space="0" w:color="auto"/>
      </w:divBdr>
    </w:div>
    <w:div w:id="1999921574">
      <w:bodyDiv w:val="1"/>
      <w:marLeft w:val="0"/>
      <w:marRight w:val="0"/>
      <w:marTop w:val="0"/>
      <w:marBottom w:val="0"/>
      <w:divBdr>
        <w:top w:val="none" w:sz="0" w:space="0" w:color="auto"/>
        <w:left w:val="none" w:sz="0" w:space="0" w:color="auto"/>
        <w:bottom w:val="none" w:sz="0" w:space="0" w:color="auto"/>
        <w:right w:val="none" w:sz="0" w:space="0" w:color="auto"/>
      </w:divBdr>
    </w:div>
    <w:div w:id="2001152780">
      <w:bodyDiv w:val="1"/>
      <w:marLeft w:val="0"/>
      <w:marRight w:val="0"/>
      <w:marTop w:val="0"/>
      <w:marBottom w:val="0"/>
      <w:divBdr>
        <w:top w:val="none" w:sz="0" w:space="0" w:color="auto"/>
        <w:left w:val="none" w:sz="0" w:space="0" w:color="auto"/>
        <w:bottom w:val="none" w:sz="0" w:space="0" w:color="auto"/>
        <w:right w:val="none" w:sz="0" w:space="0" w:color="auto"/>
      </w:divBdr>
    </w:div>
    <w:div w:id="2001153687">
      <w:bodyDiv w:val="1"/>
      <w:marLeft w:val="0"/>
      <w:marRight w:val="0"/>
      <w:marTop w:val="0"/>
      <w:marBottom w:val="0"/>
      <w:divBdr>
        <w:top w:val="none" w:sz="0" w:space="0" w:color="auto"/>
        <w:left w:val="none" w:sz="0" w:space="0" w:color="auto"/>
        <w:bottom w:val="none" w:sz="0" w:space="0" w:color="auto"/>
        <w:right w:val="none" w:sz="0" w:space="0" w:color="auto"/>
      </w:divBdr>
    </w:div>
    <w:div w:id="2001543676">
      <w:bodyDiv w:val="1"/>
      <w:marLeft w:val="0"/>
      <w:marRight w:val="0"/>
      <w:marTop w:val="0"/>
      <w:marBottom w:val="0"/>
      <w:divBdr>
        <w:top w:val="none" w:sz="0" w:space="0" w:color="auto"/>
        <w:left w:val="none" w:sz="0" w:space="0" w:color="auto"/>
        <w:bottom w:val="none" w:sz="0" w:space="0" w:color="auto"/>
        <w:right w:val="none" w:sz="0" w:space="0" w:color="auto"/>
      </w:divBdr>
    </w:div>
    <w:div w:id="2001736958">
      <w:bodyDiv w:val="1"/>
      <w:marLeft w:val="0"/>
      <w:marRight w:val="0"/>
      <w:marTop w:val="0"/>
      <w:marBottom w:val="0"/>
      <w:divBdr>
        <w:top w:val="none" w:sz="0" w:space="0" w:color="auto"/>
        <w:left w:val="none" w:sz="0" w:space="0" w:color="auto"/>
        <w:bottom w:val="none" w:sz="0" w:space="0" w:color="auto"/>
        <w:right w:val="none" w:sz="0" w:space="0" w:color="auto"/>
      </w:divBdr>
    </w:div>
    <w:div w:id="2002616031">
      <w:bodyDiv w:val="1"/>
      <w:marLeft w:val="0"/>
      <w:marRight w:val="0"/>
      <w:marTop w:val="0"/>
      <w:marBottom w:val="0"/>
      <w:divBdr>
        <w:top w:val="none" w:sz="0" w:space="0" w:color="auto"/>
        <w:left w:val="none" w:sz="0" w:space="0" w:color="auto"/>
        <w:bottom w:val="none" w:sz="0" w:space="0" w:color="auto"/>
        <w:right w:val="none" w:sz="0" w:space="0" w:color="auto"/>
      </w:divBdr>
    </w:div>
    <w:div w:id="2002847154">
      <w:bodyDiv w:val="1"/>
      <w:marLeft w:val="0"/>
      <w:marRight w:val="0"/>
      <w:marTop w:val="0"/>
      <w:marBottom w:val="0"/>
      <w:divBdr>
        <w:top w:val="none" w:sz="0" w:space="0" w:color="auto"/>
        <w:left w:val="none" w:sz="0" w:space="0" w:color="auto"/>
        <w:bottom w:val="none" w:sz="0" w:space="0" w:color="auto"/>
        <w:right w:val="none" w:sz="0" w:space="0" w:color="auto"/>
      </w:divBdr>
    </w:div>
    <w:div w:id="2004045338">
      <w:bodyDiv w:val="1"/>
      <w:marLeft w:val="0"/>
      <w:marRight w:val="0"/>
      <w:marTop w:val="0"/>
      <w:marBottom w:val="0"/>
      <w:divBdr>
        <w:top w:val="none" w:sz="0" w:space="0" w:color="auto"/>
        <w:left w:val="none" w:sz="0" w:space="0" w:color="auto"/>
        <w:bottom w:val="none" w:sz="0" w:space="0" w:color="auto"/>
        <w:right w:val="none" w:sz="0" w:space="0" w:color="auto"/>
      </w:divBdr>
    </w:div>
    <w:div w:id="2004240944">
      <w:bodyDiv w:val="1"/>
      <w:marLeft w:val="0"/>
      <w:marRight w:val="0"/>
      <w:marTop w:val="0"/>
      <w:marBottom w:val="0"/>
      <w:divBdr>
        <w:top w:val="none" w:sz="0" w:space="0" w:color="auto"/>
        <w:left w:val="none" w:sz="0" w:space="0" w:color="auto"/>
        <w:bottom w:val="none" w:sz="0" w:space="0" w:color="auto"/>
        <w:right w:val="none" w:sz="0" w:space="0" w:color="auto"/>
      </w:divBdr>
    </w:div>
    <w:div w:id="2005812746">
      <w:bodyDiv w:val="1"/>
      <w:marLeft w:val="0"/>
      <w:marRight w:val="0"/>
      <w:marTop w:val="0"/>
      <w:marBottom w:val="0"/>
      <w:divBdr>
        <w:top w:val="none" w:sz="0" w:space="0" w:color="auto"/>
        <w:left w:val="none" w:sz="0" w:space="0" w:color="auto"/>
        <w:bottom w:val="none" w:sz="0" w:space="0" w:color="auto"/>
        <w:right w:val="none" w:sz="0" w:space="0" w:color="auto"/>
      </w:divBdr>
    </w:div>
    <w:div w:id="2007055099">
      <w:bodyDiv w:val="1"/>
      <w:marLeft w:val="0"/>
      <w:marRight w:val="0"/>
      <w:marTop w:val="0"/>
      <w:marBottom w:val="0"/>
      <w:divBdr>
        <w:top w:val="none" w:sz="0" w:space="0" w:color="auto"/>
        <w:left w:val="none" w:sz="0" w:space="0" w:color="auto"/>
        <w:bottom w:val="none" w:sz="0" w:space="0" w:color="auto"/>
        <w:right w:val="none" w:sz="0" w:space="0" w:color="auto"/>
      </w:divBdr>
    </w:div>
    <w:div w:id="2007056144">
      <w:bodyDiv w:val="1"/>
      <w:marLeft w:val="0"/>
      <w:marRight w:val="0"/>
      <w:marTop w:val="0"/>
      <w:marBottom w:val="0"/>
      <w:divBdr>
        <w:top w:val="none" w:sz="0" w:space="0" w:color="auto"/>
        <w:left w:val="none" w:sz="0" w:space="0" w:color="auto"/>
        <w:bottom w:val="none" w:sz="0" w:space="0" w:color="auto"/>
        <w:right w:val="none" w:sz="0" w:space="0" w:color="auto"/>
      </w:divBdr>
    </w:div>
    <w:div w:id="2008095543">
      <w:bodyDiv w:val="1"/>
      <w:marLeft w:val="0"/>
      <w:marRight w:val="0"/>
      <w:marTop w:val="0"/>
      <w:marBottom w:val="0"/>
      <w:divBdr>
        <w:top w:val="none" w:sz="0" w:space="0" w:color="auto"/>
        <w:left w:val="none" w:sz="0" w:space="0" w:color="auto"/>
        <w:bottom w:val="none" w:sz="0" w:space="0" w:color="auto"/>
        <w:right w:val="none" w:sz="0" w:space="0" w:color="auto"/>
      </w:divBdr>
    </w:div>
    <w:div w:id="2008168727">
      <w:bodyDiv w:val="1"/>
      <w:marLeft w:val="0"/>
      <w:marRight w:val="0"/>
      <w:marTop w:val="0"/>
      <w:marBottom w:val="0"/>
      <w:divBdr>
        <w:top w:val="none" w:sz="0" w:space="0" w:color="auto"/>
        <w:left w:val="none" w:sz="0" w:space="0" w:color="auto"/>
        <w:bottom w:val="none" w:sz="0" w:space="0" w:color="auto"/>
        <w:right w:val="none" w:sz="0" w:space="0" w:color="auto"/>
      </w:divBdr>
    </w:div>
    <w:div w:id="2008239808">
      <w:bodyDiv w:val="1"/>
      <w:marLeft w:val="0"/>
      <w:marRight w:val="0"/>
      <w:marTop w:val="0"/>
      <w:marBottom w:val="0"/>
      <w:divBdr>
        <w:top w:val="none" w:sz="0" w:space="0" w:color="auto"/>
        <w:left w:val="none" w:sz="0" w:space="0" w:color="auto"/>
        <w:bottom w:val="none" w:sz="0" w:space="0" w:color="auto"/>
        <w:right w:val="none" w:sz="0" w:space="0" w:color="auto"/>
      </w:divBdr>
    </w:div>
    <w:div w:id="2009357526">
      <w:bodyDiv w:val="1"/>
      <w:marLeft w:val="0"/>
      <w:marRight w:val="0"/>
      <w:marTop w:val="0"/>
      <w:marBottom w:val="0"/>
      <w:divBdr>
        <w:top w:val="none" w:sz="0" w:space="0" w:color="auto"/>
        <w:left w:val="none" w:sz="0" w:space="0" w:color="auto"/>
        <w:bottom w:val="none" w:sz="0" w:space="0" w:color="auto"/>
        <w:right w:val="none" w:sz="0" w:space="0" w:color="auto"/>
      </w:divBdr>
    </w:div>
    <w:div w:id="2009405837">
      <w:bodyDiv w:val="1"/>
      <w:marLeft w:val="0"/>
      <w:marRight w:val="0"/>
      <w:marTop w:val="0"/>
      <w:marBottom w:val="0"/>
      <w:divBdr>
        <w:top w:val="none" w:sz="0" w:space="0" w:color="auto"/>
        <w:left w:val="none" w:sz="0" w:space="0" w:color="auto"/>
        <w:bottom w:val="none" w:sz="0" w:space="0" w:color="auto"/>
        <w:right w:val="none" w:sz="0" w:space="0" w:color="auto"/>
      </w:divBdr>
    </w:div>
    <w:div w:id="2009627710">
      <w:bodyDiv w:val="1"/>
      <w:marLeft w:val="0"/>
      <w:marRight w:val="0"/>
      <w:marTop w:val="0"/>
      <w:marBottom w:val="0"/>
      <w:divBdr>
        <w:top w:val="none" w:sz="0" w:space="0" w:color="auto"/>
        <w:left w:val="none" w:sz="0" w:space="0" w:color="auto"/>
        <w:bottom w:val="none" w:sz="0" w:space="0" w:color="auto"/>
        <w:right w:val="none" w:sz="0" w:space="0" w:color="auto"/>
      </w:divBdr>
    </w:div>
    <w:div w:id="2010863532">
      <w:bodyDiv w:val="1"/>
      <w:marLeft w:val="0"/>
      <w:marRight w:val="0"/>
      <w:marTop w:val="0"/>
      <w:marBottom w:val="0"/>
      <w:divBdr>
        <w:top w:val="none" w:sz="0" w:space="0" w:color="auto"/>
        <w:left w:val="none" w:sz="0" w:space="0" w:color="auto"/>
        <w:bottom w:val="none" w:sz="0" w:space="0" w:color="auto"/>
        <w:right w:val="none" w:sz="0" w:space="0" w:color="auto"/>
      </w:divBdr>
    </w:div>
    <w:div w:id="2011180801">
      <w:bodyDiv w:val="1"/>
      <w:marLeft w:val="0"/>
      <w:marRight w:val="0"/>
      <w:marTop w:val="0"/>
      <w:marBottom w:val="0"/>
      <w:divBdr>
        <w:top w:val="none" w:sz="0" w:space="0" w:color="auto"/>
        <w:left w:val="none" w:sz="0" w:space="0" w:color="auto"/>
        <w:bottom w:val="none" w:sz="0" w:space="0" w:color="auto"/>
        <w:right w:val="none" w:sz="0" w:space="0" w:color="auto"/>
      </w:divBdr>
    </w:div>
    <w:div w:id="2011717273">
      <w:bodyDiv w:val="1"/>
      <w:marLeft w:val="0"/>
      <w:marRight w:val="0"/>
      <w:marTop w:val="0"/>
      <w:marBottom w:val="0"/>
      <w:divBdr>
        <w:top w:val="none" w:sz="0" w:space="0" w:color="auto"/>
        <w:left w:val="none" w:sz="0" w:space="0" w:color="auto"/>
        <w:bottom w:val="none" w:sz="0" w:space="0" w:color="auto"/>
        <w:right w:val="none" w:sz="0" w:space="0" w:color="auto"/>
      </w:divBdr>
    </w:div>
    <w:div w:id="2012292540">
      <w:bodyDiv w:val="1"/>
      <w:marLeft w:val="0"/>
      <w:marRight w:val="0"/>
      <w:marTop w:val="0"/>
      <w:marBottom w:val="0"/>
      <w:divBdr>
        <w:top w:val="none" w:sz="0" w:space="0" w:color="auto"/>
        <w:left w:val="none" w:sz="0" w:space="0" w:color="auto"/>
        <w:bottom w:val="none" w:sz="0" w:space="0" w:color="auto"/>
        <w:right w:val="none" w:sz="0" w:space="0" w:color="auto"/>
      </w:divBdr>
    </w:div>
    <w:div w:id="2012298408">
      <w:bodyDiv w:val="1"/>
      <w:marLeft w:val="0"/>
      <w:marRight w:val="0"/>
      <w:marTop w:val="0"/>
      <w:marBottom w:val="0"/>
      <w:divBdr>
        <w:top w:val="none" w:sz="0" w:space="0" w:color="auto"/>
        <w:left w:val="none" w:sz="0" w:space="0" w:color="auto"/>
        <w:bottom w:val="none" w:sz="0" w:space="0" w:color="auto"/>
        <w:right w:val="none" w:sz="0" w:space="0" w:color="auto"/>
      </w:divBdr>
    </w:div>
    <w:div w:id="2012708748">
      <w:bodyDiv w:val="1"/>
      <w:marLeft w:val="0"/>
      <w:marRight w:val="0"/>
      <w:marTop w:val="0"/>
      <w:marBottom w:val="0"/>
      <w:divBdr>
        <w:top w:val="none" w:sz="0" w:space="0" w:color="auto"/>
        <w:left w:val="none" w:sz="0" w:space="0" w:color="auto"/>
        <w:bottom w:val="none" w:sz="0" w:space="0" w:color="auto"/>
        <w:right w:val="none" w:sz="0" w:space="0" w:color="auto"/>
      </w:divBdr>
    </w:div>
    <w:div w:id="2014139920">
      <w:bodyDiv w:val="1"/>
      <w:marLeft w:val="0"/>
      <w:marRight w:val="0"/>
      <w:marTop w:val="0"/>
      <w:marBottom w:val="0"/>
      <w:divBdr>
        <w:top w:val="none" w:sz="0" w:space="0" w:color="auto"/>
        <w:left w:val="none" w:sz="0" w:space="0" w:color="auto"/>
        <w:bottom w:val="none" w:sz="0" w:space="0" w:color="auto"/>
        <w:right w:val="none" w:sz="0" w:space="0" w:color="auto"/>
      </w:divBdr>
    </w:div>
    <w:div w:id="2014601461">
      <w:bodyDiv w:val="1"/>
      <w:marLeft w:val="0"/>
      <w:marRight w:val="0"/>
      <w:marTop w:val="0"/>
      <w:marBottom w:val="0"/>
      <w:divBdr>
        <w:top w:val="none" w:sz="0" w:space="0" w:color="auto"/>
        <w:left w:val="none" w:sz="0" w:space="0" w:color="auto"/>
        <w:bottom w:val="none" w:sz="0" w:space="0" w:color="auto"/>
        <w:right w:val="none" w:sz="0" w:space="0" w:color="auto"/>
      </w:divBdr>
    </w:div>
    <w:div w:id="2015180099">
      <w:bodyDiv w:val="1"/>
      <w:marLeft w:val="0"/>
      <w:marRight w:val="0"/>
      <w:marTop w:val="0"/>
      <w:marBottom w:val="0"/>
      <w:divBdr>
        <w:top w:val="none" w:sz="0" w:space="0" w:color="auto"/>
        <w:left w:val="none" w:sz="0" w:space="0" w:color="auto"/>
        <w:bottom w:val="none" w:sz="0" w:space="0" w:color="auto"/>
        <w:right w:val="none" w:sz="0" w:space="0" w:color="auto"/>
      </w:divBdr>
    </w:div>
    <w:div w:id="2015300533">
      <w:bodyDiv w:val="1"/>
      <w:marLeft w:val="0"/>
      <w:marRight w:val="0"/>
      <w:marTop w:val="0"/>
      <w:marBottom w:val="0"/>
      <w:divBdr>
        <w:top w:val="none" w:sz="0" w:space="0" w:color="auto"/>
        <w:left w:val="none" w:sz="0" w:space="0" w:color="auto"/>
        <w:bottom w:val="none" w:sz="0" w:space="0" w:color="auto"/>
        <w:right w:val="none" w:sz="0" w:space="0" w:color="auto"/>
      </w:divBdr>
    </w:div>
    <w:div w:id="2016301952">
      <w:bodyDiv w:val="1"/>
      <w:marLeft w:val="0"/>
      <w:marRight w:val="0"/>
      <w:marTop w:val="0"/>
      <w:marBottom w:val="0"/>
      <w:divBdr>
        <w:top w:val="none" w:sz="0" w:space="0" w:color="auto"/>
        <w:left w:val="none" w:sz="0" w:space="0" w:color="auto"/>
        <w:bottom w:val="none" w:sz="0" w:space="0" w:color="auto"/>
        <w:right w:val="none" w:sz="0" w:space="0" w:color="auto"/>
      </w:divBdr>
    </w:div>
    <w:div w:id="2016836322">
      <w:bodyDiv w:val="1"/>
      <w:marLeft w:val="0"/>
      <w:marRight w:val="0"/>
      <w:marTop w:val="0"/>
      <w:marBottom w:val="0"/>
      <w:divBdr>
        <w:top w:val="none" w:sz="0" w:space="0" w:color="auto"/>
        <w:left w:val="none" w:sz="0" w:space="0" w:color="auto"/>
        <w:bottom w:val="none" w:sz="0" w:space="0" w:color="auto"/>
        <w:right w:val="none" w:sz="0" w:space="0" w:color="auto"/>
      </w:divBdr>
    </w:div>
    <w:div w:id="2017222808">
      <w:bodyDiv w:val="1"/>
      <w:marLeft w:val="0"/>
      <w:marRight w:val="0"/>
      <w:marTop w:val="0"/>
      <w:marBottom w:val="0"/>
      <w:divBdr>
        <w:top w:val="none" w:sz="0" w:space="0" w:color="auto"/>
        <w:left w:val="none" w:sz="0" w:space="0" w:color="auto"/>
        <w:bottom w:val="none" w:sz="0" w:space="0" w:color="auto"/>
        <w:right w:val="none" w:sz="0" w:space="0" w:color="auto"/>
      </w:divBdr>
    </w:div>
    <w:div w:id="2017733073">
      <w:bodyDiv w:val="1"/>
      <w:marLeft w:val="0"/>
      <w:marRight w:val="0"/>
      <w:marTop w:val="0"/>
      <w:marBottom w:val="0"/>
      <w:divBdr>
        <w:top w:val="none" w:sz="0" w:space="0" w:color="auto"/>
        <w:left w:val="none" w:sz="0" w:space="0" w:color="auto"/>
        <w:bottom w:val="none" w:sz="0" w:space="0" w:color="auto"/>
        <w:right w:val="none" w:sz="0" w:space="0" w:color="auto"/>
      </w:divBdr>
    </w:div>
    <w:div w:id="2019231044">
      <w:bodyDiv w:val="1"/>
      <w:marLeft w:val="0"/>
      <w:marRight w:val="0"/>
      <w:marTop w:val="0"/>
      <w:marBottom w:val="0"/>
      <w:divBdr>
        <w:top w:val="none" w:sz="0" w:space="0" w:color="auto"/>
        <w:left w:val="none" w:sz="0" w:space="0" w:color="auto"/>
        <w:bottom w:val="none" w:sz="0" w:space="0" w:color="auto"/>
        <w:right w:val="none" w:sz="0" w:space="0" w:color="auto"/>
      </w:divBdr>
    </w:div>
    <w:div w:id="2019648634">
      <w:bodyDiv w:val="1"/>
      <w:marLeft w:val="0"/>
      <w:marRight w:val="0"/>
      <w:marTop w:val="0"/>
      <w:marBottom w:val="0"/>
      <w:divBdr>
        <w:top w:val="none" w:sz="0" w:space="0" w:color="auto"/>
        <w:left w:val="none" w:sz="0" w:space="0" w:color="auto"/>
        <w:bottom w:val="none" w:sz="0" w:space="0" w:color="auto"/>
        <w:right w:val="none" w:sz="0" w:space="0" w:color="auto"/>
      </w:divBdr>
    </w:div>
    <w:div w:id="2020308499">
      <w:bodyDiv w:val="1"/>
      <w:marLeft w:val="0"/>
      <w:marRight w:val="0"/>
      <w:marTop w:val="0"/>
      <w:marBottom w:val="0"/>
      <w:divBdr>
        <w:top w:val="none" w:sz="0" w:space="0" w:color="auto"/>
        <w:left w:val="none" w:sz="0" w:space="0" w:color="auto"/>
        <w:bottom w:val="none" w:sz="0" w:space="0" w:color="auto"/>
        <w:right w:val="none" w:sz="0" w:space="0" w:color="auto"/>
      </w:divBdr>
    </w:div>
    <w:div w:id="2020541017">
      <w:bodyDiv w:val="1"/>
      <w:marLeft w:val="0"/>
      <w:marRight w:val="0"/>
      <w:marTop w:val="0"/>
      <w:marBottom w:val="0"/>
      <w:divBdr>
        <w:top w:val="none" w:sz="0" w:space="0" w:color="auto"/>
        <w:left w:val="none" w:sz="0" w:space="0" w:color="auto"/>
        <w:bottom w:val="none" w:sz="0" w:space="0" w:color="auto"/>
        <w:right w:val="none" w:sz="0" w:space="0" w:color="auto"/>
      </w:divBdr>
    </w:div>
    <w:div w:id="2020883427">
      <w:bodyDiv w:val="1"/>
      <w:marLeft w:val="0"/>
      <w:marRight w:val="0"/>
      <w:marTop w:val="0"/>
      <w:marBottom w:val="0"/>
      <w:divBdr>
        <w:top w:val="none" w:sz="0" w:space="0" w:color="auto"/>
        <w:left w:val="none" w:sz="0" w:space="0" w:color="auto"/>
        <w:bottom w:val="none" w:sz="0" w:space="0" w:color="auto"/>
        <w:right w:val="none" w:sz="0" w:space="0" w:color="auto"/>
      </w:divBdr>
    </w:div>
    <w:div w:id="2022732958">
      <w:bodyDiv w:val="1"/>
      <w:marLeft w:val="0"/>
      <w:marRight w:val="0"/>
      <w:marTop w:val="0"/>
      <w:marBottom w:val="0"/>
      <w:divBdr>
        <w:top w:val="none" w:sz="0" w:space="0" w:color="auto"/>
        <w:left w:val="none" w:sz="0" w:space="0" w:color="auto"/>
        <w:bottom w:val="none" w:sz="0" w:space="0" w:color="auto"/>
        <w:right w:val="none" w:sz="0" w:space="0" w:color="auto"/>
      </w:divBdr>
    </w:div>
    <w:div w:id="2022776565">
      <w:bodyDiv w:val="1"/>
      <w:marLeft w:val="0"/>
      <w:marRight w:val="0"/>
      <w:marTop w:val="0"/>
      <w:marBottom w:val="0"/>
      <w:divBdr>
        <w:top w:val="none" w:sz="0" w:space="0" w:color="auto"/>
        <w:left w:val="none" w:sz="0" w:space="0" w:color="auto"/>
        <w:bottom w:val="none" w:sz="0" w:space="0" w:color="auto"/>
        <w:right w:val="none" w:sz="0" w:space="0" w:color="auto"/>
      </w:divBdr>
    </w:div>
    <w:div w:id="2023118573">
      <w:bodyDiv w:val="1"/>
      <w:marLeft w:val="0"/>
      <w:marRight w:val="0"/>
      <w:marTop w:val="0"/>
      <w:marBottom w:val="0"/>
      <w:divBdr>
        <w:top w:val="none" w:sz="0" w:space="0" w:color="auto"/>
        <w:left w:val="none" w:sz="0" w:space="0" w:color="auto"/>
        <w:bottom w:val="none" w:sz="0" w:space="0" w:color="auto"/>
        <w:right w:val="none" w:sz="0" w:space="0" w:color="auto"/>
      </w:divBdr>
    </w:div>
    <w:div w:id="2023510928">
      <w:bodyDiv w:val="1"/>
      <w:marLeft w:val="0"/>
      <w:marRight w:val="0"/>
      <w:marTop w:val="0"/>
      <w:marBottom w:val="0"/>
      <w:divBdr>
        <w:top w:val="none" w:sz="0" w:space="0" w:color="auto"/>
        <w:left w:val="none" w:sz="0" w:space="0" w:color="auto"/>
        <w:bottom w:val="none" w:sz="0" w:space="0" w:color="auto"/>
        <w:right w:val="none" w:sz="0" w:space="0" w:color="auto"/>
      </w:divBdr>
    </w:div>
    <w:div w:id="2025132087">
      <w:bodyDiv w:val="1"/>
      <w:marLeft w:val="0"/>
      <w:marRight w:val="0"/>
      <w:marTop w:val="0"/>
      <w:marBottom w:val="0"/>
      <w:divBdr>
        <w:top w:val="none" w:sz="0" w:space="0" w:color="auto"/>
        <w:left w:val="none" w:sz="0" w:space="0" w:color="auto"/>
        <w:bottom w:val="none" w:sz="0" w:space="0" w:color="auto"/>
        <w:right w:val="none" w:sz="0" w:space="0" w:color="auto"/>
      </w:divBdr>
    </w:div>
    <w:div w:id="2025279461">
      <w:bodyDiv w:val="1"/>
      <w:marLeft w:val="0"/>
      <w:marRight w:val="0"/>
      <w:marTop w:val="0"/>
      <w:marBottom w:val="0"/>
      <w:divBdr>
        <w:top w:val="none" w:sz="0" w:space="0" w:color="auto"/>
        <w:left w:val="none" w:sz="0" w:space="0" w:color="auto"/>
        <w:bottom w:val="none" w:sz="0" w:space="0" w:color="auto"/>
        <w:right w:val="none" w:sz="0" w:space="0" w:color="auto"/>
      </w:divBdr>
    </w:div>
    <w:div w:id="2025589725">
      <w:bodyDiv w:val="1"/>
      <w:marLeft w:val="0"/>
      <w:marRight w:val="0"/>
      <w:marTop w:val="0"/>
      <w:marBottom w:val="0"/>
      <w:divBdr>
        <w:top w:val="none" w:sz="0" w:space="0" w:color="auto"/>
        <w:left w:val="none" w:sz="0" w:space="0" w:color="auto"/>
        <w:bottom w:val="none" w:sz="0" w:space="0" w:color="auto"/>
        <w:right w:val="none" w:sz="0" w:space="0" w:color="auto"/>
      </w:divBdr>
    </w:div>
    <w:div w:id="2026439523">
      <w:bodyDiv w:val="1"/>
      <w:marLeft w:val="0"/>
      <w:marRight w:val="0"/>
      <w:marTop w:val="0"/>
      <w:marBottom w:val="0"/>
      <w:divBdr>
        <w:top w:val="none" w:sz="0" w:space="0" w:color="auto"/>
        <w:left w:val="none" w:sz="0" w:space="0" w:color="auto"/>
        <w:bottom w:val="none" w:sz="0" w:space="0" w:color="auto"/>
        <w:right w:val="none" w:sz="0" w:space="0" w:color="auto"/>
      </w:divBdr>
    </w:div>
    <w:div w:id="2028408709">
      <w:bodyDiv w:val="1"/>
      <w:marLeft w:val="0"/>
      <w:marRight w:val="0"/>
      <w:marTop w:val="0"/>
      <w:marBottom w:val="0"/>
      <w:divBdr>
        <w:top w:val="none" w:sz="0" w:space="0" w:color="auto"/>
        <w:left w:val="none" w:sz="0" w:space="0" w:color="auto"/>
        <w:bottom w:val="none" w:sz="0" w:space="0" w:color="auto"/>
        <w:right w:val="none" w:sz="0" w:space="0" w:color="auto"/>
      </w:divBdr>
    </w:div>
    <w:div w:id="2029064921">
      <w:bodyDiv w:val="1"/>
      <w:marLeft w:val="0"/>
      <w:marRight w:val="0"/>
      <w:marTop w:val="0"/>
      <w:marBottom w:val="0"/>
      <w:divBdr>
        <w:top w:val="none" w:sz="0" w:space="0" w:color="auto"/>
        <w:left w:val="none" w:sz="0" w:space="0" w:color="auto"/>
        <w:bottom w:val="none" w:sz="0" w:space="0" w:color="auto"/>
        <w:right w:val="none" w:sz="0" w:space="0" w:color="auto"/>
      </w:divBdr>
    </w:div>
    <w:div w:id="2029520227">
      <w:bodyDiv w:val="1"/>
      <w:marLeft w:val="0"/>
      <w:marRight w:val="0"/>
      <w:marTop w:val="0"/>
      <w:marBottom w:val="0"/>
      <w:divBdr>
        <w:top w:val="none" w:sz="0" w:space="0" w:color="auto"/>
        <w:left w:val="none" w:sz="0" w:space="0" w:color="auto"/>
        <w:bottom w:val="none" w:sz="0" w:space="0" w:color="auto"/>
        <w:right w:val="none" w:sz="0" w:space="0" w:color="auto"/>
      </w:divBdr>
    </w:div>
    <w:div w:id="2029677616">
      <w:bodyDiv w:val="1"/>
      <w:marLeft w:val="0"/>
      <w:marRight w:val="0"/>
      <w:marTop w:val="0"/>
      <w:marBottom w:val="0"/>
      <w:divBdr>
        <w:top w:val="none" w:sz="0" w:space="0" w:color="auto"/>
        <w:left w:val="none" w:sz="0" w:space="0" w:color="auto"/>
        <w:bottom w:val="none" w:sz="0" w:space="0" w:color="auto"/>
        <w:right w:val="none" w:sz="0" w:space="0" w:color="auto"/>
      </w:divBdr>
    </w:div>
    <w:div w:id="2030715801">
      <w:bodyDiv w:val="1"/>
      <w:marLeft w:val="0"/>
      <w:marRight w:val="0"/>
      <w:marTop w:val="0"/>
      <w:marBottom w:val="0"/>
      <w:divBdr>
        <w:top w:val="none" w:sz="0" w:space="0" w:color="auto"/>
        <w:left w:val="none" w:sz="0" w:space="0" w:color="auto"/>
        <w:bottom w:val="none" w:sz="0" w:space="0" w:color="auto"/>
        <w:right w:val="none" w:sz="0" w:space="0" w:color="auto"/>
      </w:divBdr>
    </w:div>
    <w:div w:id="2031297046">
      <w:bodyDiv w:val="1"/>
      <w:marLeft w:val="0"/>
      <w:marRight w:val="0"/>
      <w:marTop w:val="0"/>
      <w:marBottom w:val="0"/>
      <w:divBdr>
        <w:top w:val="none" w:sz="0" w:space="0" w:color="auto"/>
        <w:left w:val="none" w:sz="0" w:space="0" w:color="auto"/>
        <w:bottom w:val="none" w:sz="0" w:space="0" w:color="auto"/>
        <w:right w:val="none" w:sz="0" w:space="0" w:color="auto"/>
      </w:divBdr>
    </w:div>
    <w:div w:id="2031637581">
      <w:bodyDiv w:val="1"/>
      <w:marLeft w:val="0"/>
      <w:marRight w:val="0"/>
      <w:marTop w:val="0"/>
      <w:marBottom w:val="0"/>
      <w:divBdr>
        <w:top w:val="none" w:sz="0" w:space="0" w:color="auto"/>
        <w:left w:val="none" w:sz="0" w:space="0" w:color="auto"/>
        <w:bottom w:val="none" w:sz="0" w:space="0" w:color="auto"/>
        <w:right w:val="none" w:sz="0" w:space="0" w:color="auto"/>
      </w:divBdr>
    </w:div>
    <w:div w:id="2032102645">
      <w:bodyDiv w:val="1"/>
      <w:marLeft w:val="0"/>
      <w:marRight w:val="0"/>
      <w:marTop w:val="0"/>
      <w:marBottom w:val="0"/>
      <w:divBdr>
        <w:top w:val="none" w:sz="0" w:space="0" w:color="auto"/>
        <w:left w:val="none" w:sz="0" w:space="0" w:color="auto"/>
        <w:bottom w:val="none" w:sz="0" w:space="0" w:color="auto"/>
        <w:right w:val="none" w:sz="0" w:space="0" w:color="auto"/>
      </w:divBdr>
    </w:div>
    <w:div w:id="2032413268">
      <w:bodyDiv w:val="1"/>
      <w:marLeft w:val="0"/>
      <w:marRight w:val="0"/>
      <w:marTop w:val="0"/>
      <w:marBottom w:val="0"/>
      <w:divBdr>
        <w:top w:val="none" w:sz="0" w:space="0" w:color="auto"/>
        <w:left w:val="none" w:sz="0" w:space="0" w:color="auto"/>
        <w:bottom w:val="none" w:sz="0" w:space="0" w:color="auto"/>
        <w:right w:val="none" w:sz="0" w:space="0" w:color="auto"/>
      </w:divBdr>
    </w:div>
    <w:div w:id="2032489525">
      <w:bodyDiv w:val="1"/>
      <w:marLeft w:val="0"/>
      <w:marRight w:val="0"/>
      <w:marTop w:val="0"/>
      <w:marBottom w:val="0"/>
      <w:divBdr>
        <w:top w:val="none" w:sz="0" w:space="0" w:color="auto"/>
        <w:left w:val="none" w:sz="0" w:space="0" w:color="auto"/>
        <w:bottom w:val="none" w:sz="0" w:space="0" w:color="auto"/>
        <w:right w:val="none" w:sz="0" w:space="0" w:color="auto"/>
      </w:divBdr>
    </w:div>
    <w:div w:id="2032797940">
      <w:bodyDiv w:val="1"/>
      <w:marLeft w:val="0"/>
      <w:marRight w:val="0"/>
      <w:marTop w:val="0"/>
      <w:marBottom w:val="0"/>
      <w:divBdr>
        <w:top w:val="none" w:sz="0" w:space="0" w:color="auto"/>
        <w:left w:val="none" w:sz="0" w:space="0" w:color="auto"/>
        <w:bottom w:val="none" w:sz="0" w:space="0" w:color="auto"/>
        <w:right w:val="none" w:sz="0" w:space="0" w:color="auto"/>
      </w:divBdr>
    </w:div>
    <w:div w:id="2033258854">
      <w:bodyDiv w:val="1"/>
      <w:marLeft w:val="0"/>
      <w:marRight w:val="0"/>
      <w:marTop w:val="0"/>
      <w:marBottom w:val="0"/>
      <w:divBdr>
        <w:top w:val="none" w:sz="0" w:space="0" w:color="auto"/>
        <w:left w:val="none" w:sz="0" w:space="0" w:color="auto"/>
        <w:bottom w:val="none" w:sz="0" w:space="0" w:color="auto"/>
        <w:right w:val="none" w:sz="0" w:space="0" w:color="auto"/>
      </w:divBdr>
    </w:div>
    <w:div w:id="2033647814">
      <w:bodyDiv w:val="1"/>
      <w:marLeft w:val="0"/>
      <w:marRight w:val="0"/>
      <w:marTop w:val="0"/>
      <w:marBottom w:val="0"/>
      <w:divBdr>
        <w:top w:val="none" w:sz="0" w:space="0" w:color="auto"/>
        <w:left w:val="none" w:sz="0" w:space="0" w:color="auto"/>
        <w:bottom w:val="none" w:sz="0" w:space="0" w:color="auto"/>
        <w:right w:val="none" w:sz="0" w:space="0" w:color="auto"/>
      </w:divBdr>
    </w:div>
    <w:div w:id="2033993079">
      <w:bodyDiv w:val="1"/>
      <w:marLeft w:val="0"/>
      <w:marRight w:val="0"/>
      <w:marTop w:val="0"/>
      <w:marBottom w:val="0"/>
      <w:divBdr>
        <w:top w:val="none" w:sz="0" w:space="0" w:color="auto"/>
        <w:left w:val="none" w:sz="0" w:space="0" w:color="auto"/>
        <w:bottom w:val="none" w:sz="0" w:space="0" w:color="auto"/>
        <w:right w:val="none" w:sz="0" w:space="0" w:color="auto"/>
      </w:divBdr>
    </w:div>
    <w:div w:id="2035228027">
      <w:bodyDiv w:val="1"/>
      <w:marLeft w:val="0"/>
      <w:marRight w:val="0"/>
      <w:marTop w:val="0"/>
      <w:marBottom w:val="0"/>
      <w:divBdr>
        <w:top w:val="none" w:sz="0" w:space="0" w:color="auto"/>
        <w:left w:val="none" w:sz="0" w:space="0" w:color="auto"/>
        <w:bottom w:val="none" w:sz="0" w:space="0" w:color="auto"/>
        <w:right w:val="none" w:sz="0" w:space="0" w:color="auto"/>
      </w:divBdr>
    </w:div>
    <w:div w:id="2035422689">
      <w:bodyDiv w:val="1"/>
      <w:marLeft w:val="0"/>
      <w:marRight w:val="0"/>
      <w:marTop w:val="0"/>
      <w:marBottom w:val="0"/>
      <w:divBdr>
        <w:top w:val="none" w:sz="0" w:space="0" w:color="auto"/>
        <w:left w:val="none" w:sz="0" w:space="0" w:color="auto"/>
        <w:bottom w:val="none" w:sz="0" w:space="0" w:color="auto"/>
        <w:right w:val="none" w:sz="0" w:space="0" w:color="auto"/>
      </w:divBdr>
    </w:div>
    <w:div w:id="2035575332">
      <w:bodyDiv w:val="1"/>
      <w:marLeft w:val="0"/>
      <w:marRight w:val="0"/>
      <w:marTop w:val="0"/>
      <w:marBottom w:val="0"/>
      <w:divBdr>
        <w:top w:val="none" w:sz="0" w:space="0" w:color="auto"/>
        <w:left w:val="none" w:sz="0" w:space="0" w:color="auto"/>
        <w:bottom w:val="none" w:sz="0" w:space="0" w:color="auto"/>
        <w:right w:val="none" w:sz="0" w:space="0" w:color="auto"/>
      </w:divBdr>
    </w:div>
    <w:div w:id="2036996664">
      <w:bodyDiv w:val="1"/>
      <w:marLeft w:val="0"/>
      <w:marRight w:val="0"/>
      <w:marTop w:val="0"/>
      <w:marBottom w:val="0"/>
      <w:divBdr>
        <w:top w:val="none" w:sz="0" w:space="0" w:color="auto"/>
        <w:left w:val="none" w:sz="0" w:space="0" w:color="auto"/>
        <w:bottom w:val="none" w:sz="0" w:space="0" w:color="auto"/>
        <w:right w:val="none" w:sz="0" w:space="0" w:color="auto"/>
      </w:divBdr>
    </w:div>
    <w:div w:id="2038315395">
      <w:bodyDiv w:val="1"/>
      <w:marLeft w:val="0"/>
      <w:marRight w:val="0"/>
      <w:marTop w:val="0"/>
      <w:marBottom w:val="0"/>
      <w:divBdr>
        <w:top w:val="none" w:sz="0" w:space="0" w:color="auto"/>
        <w:left w:val="none" w:sz="0" w:space="0" w:color="auto"/>
        <w:bottom w:val="none" w:sz="0" w:space="0" w:color="auto"/>
        <w:right w:val="none" w:sz="0" w:space="0" w:color="auto"/>
      </w:divBdr>
    </w:div>
    <w:div w:id="2038461853">
      <w:bodyDiv w:val="1"/>
      <w:marLeft w:val="0"/>
      <w:marRight w:val="0"/>
      <w:marTop w:val="0"/>
      <w:marBottom w:val="0"/>
      <w:divBdr>
        <w:top w:val="none" w:sz="0" w:space="0" w:color="auto"/>
        <w:left w:val="none" w:sz="0" w:space="0" w:color="auto"/>
        <w:bottom w:val="none" w:sz="0" w:space="0" w:color="auto"/>
        <w:right w:val="none" w:sz="0" w:space="0" w:color="auto"/>
      </w:divBdr>
    </w:div>
    <w:div w:id="2040157258">
      <w:bodyDiv w:val="1"/>
      <w:marLeft w:val="0"/>
      <w:marRight w:val="0"/>
      <w:marTop w:val="0"/>
      <w:marBottom w:val="0"/>
      <w:divBdr>
        <w:top w:val="none" w:sz="0" w:space="0" w:color="auto"/>
        <w:left w:val="none" w:sz="0" w:space="0" w:color="auto"/>
        <w:bottom w:val="none" w:sz="0" w:space="0" w:color="auto"/>
        <w:right w:val="none" w:sz="0" w:space="0" w:color="auto"/>
      </w:divBdr>
    </w:div>
    <w:div w:id="2041007676">
      <w:bodyDiv w:val="1"/>
      <w:marLeft w:val="0"/>
      <w:marRight w:val="0"/>
      <w:marTop w:val="0"/>
      <w:marBottom w:val="0"/>
      <w:divBdr>
        <w:top w:val="none" w:sz="0" w:space="0" w:color="auto"/>
        <w:left w:val="none" w:sz="0" w:space="0" w:color="auto"/>
        <w:bottom w:val="none" w:sz="0" w:space="0" w:color="auto"/>
        <w:right w:val="none" w:sz="0" w:space="0" w:color="auto"/>
      </w:divBdr>
    </w:div>
    <w:div w:id="2041394911">
      <w:bodyDiv w:val="1"/>
      <w:marLeft w:val="0"/>
      <w:marRight w:val="0"/>
      <w:marTop w:val="0"/>
      <w:marBottom w:val="0"/>
      <w:divBdr>
        <w:top w:val="none" w:sz="0" w:space="0" w:color="auto"/>
        <w:left w:val="none" w:sz="0" w:space="0" w:color="auto"/>
        <w:bottom w:val="none" w:sz="0" w:space="0" w:color="auto"/>
        <w:right w:val="none" w:sz="0" w:space="0" w:color="auto"/>
      </w:divBdr>
    </w:div>
    <w:div w:id="2041466333">
      <w:bodyDiv w:val="1"/>
      <w:marLeft w:val="0"/>
      <w:marRight w:val="0"/>
      <w:marTop w:val="0"/>
      <w:marBottom w:val="0"/>
      <w:divBdr>
        <w:top w:val="none" w:sz="0" w:space="0" w:color="auto"/>
        <w:left w:val="none" w:sz="0" w:space="0" w:color="auto"/>
        <w:bottom w:val="none" w:sz="0" w:space="0" w:color="auto"/>
        <w:right w:val="none" w:sz="0" w:space="0" w:color="auto"/>
      </w:divBdr>
    </w:div>
    <w:div w:id="2042197293">
      <w:bodyDiv w:val="1"/>
      <w:marLeft w:val="0"/>
      <w:marRight w:val="0"/>
      <w:marTop w:val="0"/>
      <w:marBottom w:val="0"/>
      <w:divBdr>
        <w:top w:val="none" w:sz="0" w:space="0" w:color="auto"/>
        <w:left w:val="none" w:sz="0" w:space="0" w:color="auto"/>
        <w:bottom w:val="none" w:sz="0" w:space="0" w:color="auto"/>
        <w:right w:val="none" w:sz="0" w:space="0" w:color="auto"/>
      </w:divBdr>
    </w:div>
    <w:div w:id="2042245805">
      <w:bodyDiv w:val="1"/>
      <w:marLeft w:val="0"/>
      <w:marRight w:val="0"/>
      <w:marTop w:val="0"/>
      <w:marBottom w:val="0"/>
      <w:divBdr>
        <w:top w:val="none" w:sz="0" w:space="0" w:color="auto"/>
        <w:left w:val="none" w:sz="0" w:space="0" w:color="auto"/>
        <w:bottom w:val="none" w:sz="0" w:space="0" w:color="auto"/>
        <w:right w:val="none" w:sz="0" w:space="0" w:color="auto"/>
      </w:divBdr>
    </w:div>
    <w:div w:id="2042507664">
      <w:bodyDiv w:val="1"/>
      <w:marLeft w:val="0"/>
      <w:marRight w:val="0"/>
      <w:marTop w:val="0"/>
      <w:marBottom w:val="0"/>
      <w:divBdr>
        <w:top w:val="none" w:sz="0" w:space="0" w:color="auto"/>
        <w:left w:val="none" w:sz="0" w:space="0" w:color="auto"/>
        <w:bottom w:val="none" w:sz="0" w:space="0" w:color="auto"/>
        <w:right w:val="none" w:sz="0" w:space="0" w:color="auto"/>
      </w:divBdr>
    </w:div>
    <w:div w:id="2043506463">
      <w:bodyDiv w:val="1"/>
      <w:marLeft w:val="0"/>
      <w:marRight w:val="0"/>
      <w:marTop w:val="0"/>
      <w:marBottom w:val="0"/>
      <w:divBdr>
        <w:top w:val="none" w:sz="0" w:space="0" w:color="auto"/>
        <w:left w:val="none" w:sz="0" w:space="0" w:color="auto"/>
        <w:bottom w:val="none" w:sz="0" w:space="0" w:color="auto"/>
        <w:right w:val="none" w:sz="0" w:space="0" w:color="auto"/>
      </w:divBdr>
    </w:div>
    <w:div w:id="2046251427">
      <w:bodyDiv w:val="1"/>
      <w:marLeft w:val="0"/>
      <w:marRight w:val="0"/>
      <w:marTop w:val="0"/>
      <w:marBottom w:val="0"/>
      <w:divBdr>
        <w:top w:val="none" w:sz="0" w:space="0" w:color="auto"/>
        <w:left w:val="none" w:sz="0" w:space="0" w:color="auto"/>
        <w:bottom w:val="none" w:sz="0" w:space="0" w:color="auto"/>
        <w:right w:val="none" w:sz="0" w:space="0" w:color="auto"/>
      </w:divBdr>
    </w:div>
    <w:div w:id="2047095212">
      <w:bodyDiv w:val="1"/>
      <w:marLeft w:val="0"/>
      <w:marRight w:val="0"/>
      <w:marTop w:val="0"/>
      <w:marBottom w:val="0"/>
      <w:divBdr>
        <w:top w:val="none" w:sz="0" w:space="0" w:color="auto"/>
        <w:left w:val="none" w:sz="0" w:space="0" w:color="auto"/>
        <w:bottom w:val="none" w:sz="0" w:space="0" w:color="auto"/>
        <w:right w:val="none" w:sz="0" w:space="0" w:color="auto"/>
      </w:divBdr>
    </w:div>
    <w:div w:id="2049794274">
      <w:bodyDiv w:val="1"/>
      <w:marLeft w:val="0"/>
      <w:marRight w:val="0"/>
      <w:marTop w:val="0"/>
      <w:marBottom w:val="0"/>
      <w:divBdr>
        <w:top w:val="none" w:sz="0" w:space="0" w:color="auto"/>
        <w:left w:val="none" w:sz="0" w:space="0" w:color="auto"/>
        <w:bottom w:val="none" w:sz="0" w:space="0" w:color="auto"/>
        <w:right w:val="none" w:sz="0" w:space="0" w:color="auto"/>
      </w:divBdr>
    </w:div>
    <w:div w:id="2050838589">
      <w:bodyDiv w:val="1"/>
      <w:marLeft w:val="0"/>
      <w:marRight w:val="0"/>
      <w:marTop w:val="0"/>
      <w:marBottom w:val="0"/>
      <w:divBdr>
        <w:top w:val="none" w:sz="0" w:space="0" w:color="auto"/>
        <w:left w:val="none" w:sz="0" w:space="0" w:color="auto"/>
        <w:bottom w:val="none" w:sz="0" w:space="0" w:color="auto"/>
        <w:right w:val="none" w:sz="0" w:space="0" w:color="auto"/>
      </w:divBdr>
    </w:div>
    <w:div w:id="2052414362">
      <w:bodyDiv w:val="1"/>
      <w:marLeft w:val="0"/>
      <w:marRight w:val="0"/>
      <w:marTop w:val="0"/>
      <w:marBottom w:val="0"/>
      <w:divBdr>
        <w:top w:val="none" w:sz="0" w:space="0" w:color="auto"/>
        <w:left w:val="none" w:sz="0" w:space="0" w:color="auto"/>
        <w:bottom w:val="none" w:sz="0" w:space="0" w:color="auto"/>
        <w:right w:val="none" w:sz="0" w:space="0" w:color="auto"/>
      </w:divBdr>
    </w:div>
    <w:div w:id="2054454093">
      <w:bodyDiv w:val="1"/>
      <w:marLeft w:val="0"/>
      <w:marRight w:val="0"/>
      <w:marTop w:val="0"/>
      <w:marBottom w:val="0"/>
      <w:divBdr>
        <w:top w:val="none" w:sz="0" w:space="0" w:color="auto"/>
        <w:left w:val="none" w:sz="0" w:space="0" w:color="auto"/>
        <w:bottom w:val="none" w:sz="0" w:space="0" w:color="auto"/>
        <w:right w:val="none" w:sz="0" w:space="0" w:color="auto"/>
      </w:divBdr>
    </w:div>
    <w:div w:id="2054691636">
      <w:bodyDiv w:val="1"/>
      <w:marLeft w:val="0"/>
      <w:marRight w:val="0"/>
      <w:marTop w:val="0"/>
      <w:marBottom w:val="0"/>
      <w:divBdr>
        <w:top w:val="none" w:sz="0" w:space="0" w:color="auto"/>
        <w:left w:val="none" w:sz="0" w:space="0" w:color="auto"/>
        <w:bottom w:val="none" w:sz="0" w:space="0" w:color="auto"/>
        <w:right w:val="none" w:sz="0" w:space="0" w:color="auto"/>
      </w:divBdr>
    </w:div>
    <w:div w:id="2054965096">
      <w:bodyDiv w:val="1"/>
      <w:marLeft w:val="0"/>
      <w:marRight w:val="0"/>
      <w:marTop w:val="0"/>
      <w:marBottom w:val="0"/>
      <w:divBdr>
        <w:top w:val="none" w:sz="0" w:space="0" w:color="auto"/>
        <w:left w:val="none" w:sz="0" w:space="0" w:color="auto"/>
        <w:bottom w:val="none" w:sz="0" w:space="0" w:color="auto"/>
        <w:right w:val="none" w:sz="0" w:space="0" w:color="auto"/>
      </w:divBdr>
    </w:div>
    <w:div w:id="2055035231">
      <w:bodyDiv w:val="1"/>
      <w:marLeft w:val="0"/>
      <w:marRight w:val="0"/>
      <w:marTop w:val="0"/>
      <w:marBottom w:val="0"/>
      <w:divBdr>
        <w:top w:val="none" w:sz="0" w:space="0" w:color="auto"/>
        <w:left w:val="none" w:sz="0" w:space="0" w:color="auto"/>
        <w:bottom w:val="none" w:sz="0" w:space="0" w:color="auto"/>
        <w:right w:val="none" w:sz="0" w:space="0" w:color="auto"/>
      </w:divBdr>
    </w:div>
    <w:div w:id="2055110156">
      <w:bodyDiv w:val="1"/>
      <w:marLeft w:val="0"/>
      <w:marRight w:val="0"/>
      <w:marTop w:val="0"/>
      <w:marBottom w:val="0"/>
      <w:divBdr>
        <w:top w:val="none" w:sz="0" w:space="0" w:color="auto"/>
        <w:left w:val="none" w:sz="0" w:space="0" w:color="auto"/>
        <w:bottom w:val="none" w:sz="0" w:space="0" w:color="auto"/>
        <w:right w:val="none" w:sz="0" w:space="0" w:color="auto"/>
      </w:divBdr>
    </w:div>
    <w:div w:id="2055154961">
      <w:bodyDiv w:val="1"/>
      <w:marLeft w:val="0"/>
      <w:marRight w:val="0"/>
      <w:marTop w:val="0"/>
      <w:marBottom w:val="0"/>
      <w:divBdr>
        <w:top w:val="none" w:sz="0" w:space="0" w:color="auto"/>
        <w:left w:val="none" w:sz="0" w:space="0" w:color="auto"/>
        <w:bottom w:val="none" w:sz="0" w:space="0" w:color="auto"/>
        <w:right w:val="none" w:sz="0" w:space="0" w:color="auto"/>
      </w:divBdr>
    </w:div>
    <w:div w:id="2056346499">
      <w:bodyDiv w:val="1"/>
      <w:marLeft w:val="0"/>
      <w:marRight w:val="0"/>
      <w:marTop w:val="0"/>
      <w:marBottom w:val="0"/>
      <w:divBdr>
        <w:top w:val="none" w:sz="0" w:space="0" w:color="auto"/>
        <w:left w:val="none" w:sz="0" w:space="0" w:color="auto"/>
        <w:bottom w:val="none" w:sz="0" w:space="0" w:color="auto"/>
        <w:right w:val="none" w:sz="0" w:space="0" w:color="auto"/>
      </w:divBdr>
    </w:div>
    <w:div w:id="2056389031">
      <w:bodyDiv w:val="1"/>
      <w:marLeft w:val="0"/>
      <w:marRight w:val="0"/>
      <w:marTop w:val="0"/>
      <w:marBottom w:val="0"/>
      <w:divBdr>
        <w:top w:val="none" w:sz="0" w:space="0" w:color="auto"/>
        <w:left w:val="none" w:sz="0" w:space="0" w:color="auto"/>
        <w:bottom w:val="none" w:sz="0" w:space="0" w:color="auto"/>
        <w:right w:val="none" w:sz="0" w:space="0" w:color="auto"/>
      </w:divBdr>
    </w:div>
    <w:div w:id="2057461747">
      <w:bodyDiv w:val="1"/>
      <w:marLeft w:val="0"/>
      <w:marRight w:val="0"/>
      <w:marTop w:val="0"/>
      <w:marBottom w:val="0"/>
      <w:divBdr>
        <w:top w:val="none" w:sz="0" w:space="0" w:color="auto"/>
        <w:left w:val="none" w:sz="0" w:space="0" w:color="auto"/>
        <w:bottom w:val="none" w:sz="0" w:space="0" w:color="auto"/>
        <w:right w:val="none" w:sz="0" w:space="0" w:color="auto"/>
      </w:divBdr>
    </w:div>
    <w:div w:id="2058124970">
      <w:bodyDiv w:val="1"/>
      <w:marLeft w:val="0"/>
      <w:marRight w:val="0"/>
      <w:marTop w:val="0"/>
      <w:marBottom w:val="0"/>
      <w:divBdr>
        <w:top w:val="none" w:sz="0" w:space="0" w:color="auto"/>
        <w:left w:val="none" w:sz="0" w:space="0" w:color="auto"/>
        <w:bottom w:val="none" w:sz="0" w:space="0" w:color="auto"/>
        <w:right w:val="none" w:sz="0" w:space="0" w:color="auto"/>
      </w:divBdr>
    </w:div>
    <w:div w:id="2059429380">
      <w:bodyDiv w:val="1"/>
      <w:marLeft w:val="0"/>
      <w:marRight w:val="0"/>
      <w:marTop w:val="0"/>
      <w:marBottom w:val="0"/>
      <w:divBdr>
        <w:top w:val="none" w:sz="0" w:space="0" w:color="auto"/>
        <w:left w:val="none" w:sz="0" w:space="0" w:color="auto"/>
        <w:bottom w:val="none" w:sz="0" w:space="0" w:color="auto"/>
        <w:right w:val="none" w:sz="0" w:space="0" w:color="auto"/>
      </w:divBdr>
    </w:div>
    <w:div w:id="2060781860">
      <w:bodyDiv w:val="1"/>
      <w:marLeft w:val="0"/>
      <w:marRight w:val="0"/>
      <w:marTop w:val="0"/>
      <w:marBottom w:val="0"/>
      <w:divBdr>
        <w:top w:val="none" w:sz="0" w:space="0" w:color="auto"/>
        <w:left w:val="none" w:sz="0" w:space="0" w:color="auto"/>
        <w:bottom w:val="none" w:sz="0" w:space="0" w:color="auto"/>
        <w:right w:val="none" w:sz="0" w:space="0" w:color="auto"/>
      </w:divBdr>
    </w:div>
    <w:div w:id="2061857313">
      <w:bodyDiv w:val="1"/>
      <w:marLeft w:val="0"/>
      <w:marRight w:val="0"/>
      <w:marTop w:val="0"/>
      <w:marBottom w:val="0"/>
      <w:divBdr>
        <w:top w:val="none" w:sz="0" w:space="0" w:color="auto"/>
        <w:left w:val="none" w:sz="0" w:space="0" w:color="auto"/>
        <w:bottom w:val="none" w:sz="0" w:space="0" w:color="auto"/>
        <w:right w:val="none" w:sz="0" w:space="0" w:color="auto"/>
      </w:divBdr>
    </w:div>
    <w:div w:id="2062627934">
      <w:bodyDiv w:val="1"/>
      <w:marLeft w:val="0"/>
      <w:marRight w:val="0"/>
      <w:marTop w:val="0"/>
      <w:marBottom w:val="0"/>
      <w:divBdr>
        <w:top w:val="none" w:sz="0" w:space="0" w:color="auto"/>
        <w:left w:val="none" w:sz="0" w:space="0" w:color="auto"/>
        <w:bottom w:val="none" w:sz="0" w:space="0" w:color="auto"/>
        <w:right w:val="none" w:sz="0" w:space="0" w:color="auto"/>
      </w:divBdr>
    </w:div>
    <w:div w:id="2062896220">
      <w:bodyDiv w:val="1"/>
      <w:marLeft w:val="0"/>
      <w:marRight w:val="0"/>
      <w:marTop w:val="0"/>
      <w:marBottom w:val="0"/>
      <w:divBdr>
        <w:top w:val="none" w:sz="0" w:space="0" w:color="auto"/>
        <w:left w:val="none" w:sz="0" w:space="0" w:color="auto"/>
        <w:bottom w:val="none" w:sz="0" w:space="0" w:color="auto"/>
        <w:right w:val="none" w:sz="0" w:space="0" w:color="auto"/>
      </w:divBdr>
    </w:div>
    <w:div w:id="2063481133">
      <w:bodyDiv w:val="1"/>
      <w:marLeft w:val="0"/>
      <w:marRight w:val="0"/>
      <w:marTop w:val="0"/>
      <w:marBottom w:val="0"/>
      <w:divBdr>
        <w:top w:val="none" w:sz="0" w:space="0" w:color="auto"/>
        <w:left w:val="none" w:sz="0" w:space="0" w:color="auto"/>
        <w:bottom w:val="none" w:sz="0" w:space="0" w:color="auto"/>
        <w:right w:val="none" w:sz="0" w:space="0" w:color="auto"/>
      </w:divBdr>
    </w:div>
    <w:div w:id="2064131032">
      <w:bodyDiv w:val="1"/>
      <w:marLeft w:val="0"/>
      <w:marRight w:val="0"/>
      <w:marTop w:val="0"/>
      <w:marBottom w:val="0"/>
      <w:divBdr>
        <w:top w:val="none" w:sz="0" w:space="0" w:color="auto"/>
        <w:left w:val="none" w:sz="0" w:space="0" w:color="auto"/>
        <w:bottom w:val="none" w:sz="0" w:space="0" w:color="auto"/>
        <w:right w:val="none" w:sz="0" w:space="0" w:color="auto"/>
      </w:divBdr>
    </w:div>
    <w:div w:id="2065520184">
      <w:bodyDiv w:val="1"/>
      <w:marLeft w:val="0"/>
      <w:marRight w:val="0"/>
      <w:marTop w:val="0"/>
      <w:marBottom w:val="0"/>
      <w:divBdr>
        <w:top w:val="none" w:sz="0" w:space="0" w:color="auto"/>
        <w:left w:val="none" w:sz="0" w:space="0" w:color="auto"/>
        <w:bottom w:val="none" w:sz="0" w:space="0" w:color="auto"/>
        <w:right w:val="none" w:sz="0" w:space="0" w:color="auto"/>
      </w:divBdr>
    </w:div>
    <w:div w:id="2066635754">
      <w:bodyDiv w:val="1"/>
      <w:marLeft w:val="0"/>
      <w:marRight w:val="0"/>
      <w:marTop w:val="0"/>
      <w:marBottom w:val="0"/>
      <w:divBdr>
        <w:top w:val="none" w:sz="0" w:space="0" w:color="auto"/>
        <w:left w:val="none" w:sz="0" w:space="0" w:color="auto"/>
        <w:bottom w:val="none" w:sz="0" w:space="0" w:color="auto"/>
        <w:right w:val="none" w:sz="0" w:space="0" w:color="auto"/>
      </w:divBdr>
    </w:div>
    <w:div w:id="2066685998">
      <w:bodyDiv w:val="1"/>
      <w:marLeft w:val="0"/>
      <w:marRight w:val="0"/>
      <w:marTop w:val="0"/>
      <w:marBottom w:val="0"/>
      <w:divBdr>
        <w:top w:val="none" w:sz="0" w:space="0" w:color="auto"/>
        <w:left w:val="none" w:sz="0" w:space="0" w:color="auto"/>
        <w:bottom w:val="none" w:sz="0" w:space="0" w:color="auto"/>
        <w:right w:val="none" w:sz="0" w:space="0" w:color="auto"/>
      </w:divBdr>
    </w:div>
    <w:div w:id="2067298397">
      <w:bodyDiv w:val="1"/>
      <w:marLeft w:val="0"/>
      <w:marRight w:val="0"/>
      <w:marTop w:val="0"/>
      <w:marBottom w:val="0"/>
      <w:divBdr>
        <w:top w:val="none" w:sz="0" w:space="0" w:color="auto"/>
        <w:left w:val="none" w:sz="0" w:space="0" w:color="auto"/>
        <w:bottom w:val="none" w:sz="0" w:space="0" w:color="auto"/>
        <w:right w:val="none" w:sz="0" w:space="0" w:color="auto"/>
      </w:divBdr>
    </w:div>
    <w:div w:id="2067870038">
      <w:bodyDiv w:val="1"/>
      <w:marLeft w:val="0"/>
      <w:marRight w:val="0"/>
      <w:marTop w:val="0"/>
      <w:marBottom w:val="0"/>
      <w:divBdr>
        <w:top w:val="none" w:sz="0" w:space="0" w:color="auto"/>
        <w:left w:val="none" w:sz="0" w:space="0" w:color="auto"/>
        <w:bottom w:val="none" w:sz="0" w:space="0" w:color="auto"/>
        <w:right w:val="none" w:sz="0" w:space="0" w:color="auto"/>
      </w:divBdr>
    </w:div>
    <w:div w:id="2068263033">
      <w:bodyDiv w:val="1"/>
      <w:marLeft w:val="0"/>
      <w:marRight w:val="0"/>
      <w:marTop w:val="0"/>
      <w:marBottom w:val="0"/>
      <w:divBdr>
        <w:top w:val="none" w:sz="0" w:space="0" w:color="auto"/>
        <w:left w:val="none" w:sz="0" w:space="0" w:color="auto"/>
        <w:bottom w:val="none" w:sz="0" w:space="0" w:color="auto"/>
        <w:right w:val="none" w:sz="0" w:space="0" w:color="auto"/>
      </w:divBdr>
    </w:div>
    <w:div w:id="2070418766">
      <w:bodyDiv w:val="1"/>
      <w:marLeft w:val="0"/>
      <w:marRight w:val="0"/>
      <w:marTop w:val="0"/>
      <w:marBottom w:val="0"/>
      <w:divBdr>
        <w:top w:val="none" w:sz="0" w:space="0" w:color="auto"/>
        <w:left w:val="none" w:sz="0" w:space="0" w:color="auto"/>
        <w:bottom w:val="none" w:sz="0" w:space="0" w:color="auto"/>
        <w:right w:val="none" w:sz="0" w:space="0" w:color="auto"/>
      </w:divBdr>
    </w:div>
    <w:div w:id="2073383720">
      <w:bodyDiv w:val="1"/>
      <w:marLeft w:val="0"/>
      <w:marRight w:val="0"/>
      <w:marTop w:val="0"/>
      <w:marBottom w:val="0"/>
      <w:divBdr>
        <w:top w:val="none" w:sz="0" w:space="0" w:color="auto"/>
        <w:left w:val="none" w:sz="0" w:space="0" w:color="auto"/>
        <w:bottom w:val="none" w:sz="0" w:space="0" w:color="auto"/>
        <w:right w:val="none" w:sz="0" w:space="0" w:color="auto"/>
      </w:divBdr>
    </w:div>
    <w:div w:id="2074348678">
      <w:bodyDiv w:val="1"/>
      <w:marLeft w:val="0"/>
      <w:marRight w:val="0"/>
      <w:marTop w:val="0"/>
      <w:marBottom w:val="0"/>
      <w:divBdr>
        <w:top w:val="none" w:sz="0" w:space="0" w:color="auto"/>
        <w:left w:val="none" w:sz="0" w:space="0" w:color="auto"/>
        <w:bottom w:val="none" w:sz="0" w:space="0" w:color="auto"/>
        <w:right w:val="none" w:sz="0" w:space="0" w:color="auto"/>
      </w:divBdr>
    </w:div>
    <w:div w:id="2075160582">
      <w:bodyDiv w:val="1"/>
      <w:marLeft w:val="0"/>
      <w:marRight w:val="0"/>
      <w:marTop w:val="0"/>
      <w:marBottom w:val="0"/>
      <w:divBdr>
        <w:top w:val="none" w:sz="0" w:space="0" w:color="auto"/>
        <w:left w:val="none" w:sz="0" w:space="0" w:color="auto"/>
        <w:bottom w:val="none" w:sz="0" w:space="0" w:color="auto"/>
        <w:right w:val="none" w:sz="0" w:space="0" w:color="auto"/>
      </w:divBdr>
    </w:div>
    <w:div w:id="2075814256">
      <w:bodyDiv w:val="1"/>
      <w:marLeft w:val="0"/>
      <w:marRight w:val="0"/>
      <w:marTop w:val="0"/>
      <w:marBottom w:val="0"/>
      <w:divBdr>
        <w:top w:val="none" w:sz="0" w:space="0" w:color="auto"/>
        <w:left w:val="none" w:sz="0" w:space="0" w:color="auto"/>
        <w:bottom w:val="none" w:sz="0" w:space="0" w:color="auto"/>
        <w:right w:val="none" w:sz="0" w:space="0" w:color="auto"/>
      </w:divBdr>
    </w:div>
    <w:div w:id="2075855055">
      <w:bodyDiv w:val="1"/>
      <w:marLeft w:val="0"/>
      <w:marRight w:val="0"/>
      <w:marTop w:val="0"/>
      <w:marBottom w:val="0"/>
      <w:divBdr>
        <w:top w:val="none" w:sz="0" w:space="0" w:color="auto"/>
        <w:left w:val="none" w:sz="0" w:space="0" w:color="auto"/>
        <w:bottom w:val="none" w:sz="0" w:space="0" w:color="auto"/>
        <w:right w:val="none" w:sz="0" w:space="0" w:color="auto"/>
      </w:divBdr>
    </w:div>
    <w:div w:id="2076388260">
      <w:bodyDiv w:val="1"/>
      <w:marLeft w:val="0"/>
      <w:marRight w:val="0"/>
      <w:marTop w:val="0"/>
      <w:marBottom w:val="0"/>
      <w:divBdr>
        <w:top w:val="none" w:sz="0" w:space="0" w:color="auto"/>
        <w:left w:val="none" w:sz="0" w:space="0" w:color="auto"/>
        <w:bottom w:val="none" w:sz="0" w:space="0" w:color="auto"/>
        <w:right w:val="none" w:sz="0" w:space="0" w:color="auto"/>
      </w:divBdr>
    </w:div>
    <w:div w:id="2076467448">
      <w:bodyDiv w:val="1"/>
      <w:marLeft w:val="0"/>
      <w:marRight w:val="0"/>
      <w:marTop w:val="0"/>
      <w:marBottom w:val="0"/>
      <w:divBdr>
        <w:top w:val="none" w:sz="0" w:space="0" w:color="auto"/>
        <w:left w:val="none" w:sz="0" w:space="0" w:color="auto"/>
        <w:bottom w:val="none" w:sz="0" w:space="0" w:color="auto"/>
        <w:right w:val="none" w:sz="0" w:space="0" w:color="auto"/>
      </w:divBdr>
    </w:div>
    <w:div w:id="2076657032">
      <w:bodyDiv w:val="1"/>
      <w:marLeft w:val="0"/>
      <w:marRight w:val="0"/>
      <w:marTop w:val="0"/>
      <w:marBottom w:val="0"/>
      <w:divBdr>
        <w:top w:val="none" w:sz="0" w:space="0" w:color="auto"/>
        <w:left w:val="none" w:sz="0" w:space="0" w:color="auto"/>
        <w:bottom w:val="none" w:sz="0" w:space="0" w:color="auto"/>
        <w:right w:val="none" w:sz="0" w:space="0" w:color="auto"/>
      </w:divBdr>
    </w:div>
    <w:div w:id="2077390124">
      <w:bodyDiv w:val="1"/>
      <w:marLeft w:val="0"/>
      <w:marRight w:val="0"/>
      <w:marTop w:val="0"/>
      <w:marBottom w:val="0"/>
      <w:divBdr>
        <w:top w:val="none" w:sz="0" w:space="0" w:color="auto"/>
        <w:left w:val="none" w:sz="0" w:space="0" w:color="auto"/>
        <w:bottom w:val="none" w:sz="0" w:space="0" w:color="auto"/>
        <w:right w:val="none" w:sz="0" w:space="0" w:color="auto"/>
      </w:divBdr>
    </w:div>
    <w:div w:id="2077626809">
      <w:bodyDiv w:val="1"/>
      <w:marLeft w:val="0"/>
      <w:marRight w:val="0"/>
      <w:marTop w:val="0"/>
      <w:marBottom w:val="0"/>
      <w:divBdr>
        <w:top w:val="none" w:sz="0" w:space="0" w:color="auto"/>
        <w:left w:val="none" w:sz="0" w:space="0" w:color="auto"/>
        <w:bottom w:val="none" w:sz="0" w:space="0" w:color="auto"/>
        <w:right w:val="none" w:sz="0" w:space="0" w:color="auto"/>
      </w:divBdr>
    </w:div>
    <w:div w:id="2078047538">
      <w:bodyDiv w:val="1"/>
      <w:marLeft w:val="0"/>
      <w:marRight w:val="0"/>
      <w:marTop w:val="0"/>
      <w:marBottom w:val="0"/>
      <w:divBdr>
        <w:top w:val="none" w:sz="0" w:space="0" w:color="auto"/>
        <w:left w:val="none" w:sz="0" w:space="0" w:color="auto"/>
        <w:bottom w:val="none" w:sz="0" w:space="0" w:color="auto"/>
        <w:right w:val="none" w:sz="0" w:space="0" w:color="auto"/>
      </w:divBdr>
    </w:div>
    <w:div w:id="2078623131">
      <w:bodyDiv w:val="1"/>
      <w:marLeft w:val="0"/>
      <w:marRight w:val="0"/>
      <w:marTop w:val="0"/>
      <w:marBottom w:val="0"/>
      <w:divBdr>
        <w:top w:val="none" w:sz="0" w:space="0" w:color="auto"/>
        <w:left w:val="none" w:sz="0" w:space="0" w:color="auto"/>
        <w:bottom w:val="none" w:sz="0" w:space="0" w:color="auto"/>
        <w:right w:val="none" w:sz="0" w:space="0" w:color="auto"/>
      </w:divBdr>
    </w:div>
    <w:div w:id="2081097650">
      <w:bodyDiv w:val="1"/>
      <w:marLeft w:val="0"/>
      <w:marRight w:val="0"/>
      <w:marTop w:val="0"/>
      <w:marBottom w:val="0"/>
      <w:divBdr>
        <w:top w:val="none" w:sz="0" w:space="0" w:color="auto"/>
        <w:left w:val="none" w:sz="0" w:space="0" w:color="auto"/>
        <w:bottom w:val="none" w:sz="0" w:space="0" w:color="auto"/>
        <w:right w:val="none" w:sz="0" w:space="0" w:color="auto"/>
      </w:divBdr>
    </w:div>
    <w:div w:id="2081437411">
      <w:bodyDiv w:val="1"/>
      <w:marLeft w:val="0"/>
      <w:marRight w:val="0"/>
      <w:marTop w:val="0"/>
      <w:marBottom w:val="0"/>
      <w:divBdr>
        <w:top w:val="none" w:sz="0" w:space="0" w:color="auto"/>
        <w:left w:val="none" w:sz="0" w:space="0" w:color="auto"/>
        <w:bottom w:val="none" w:sz="0" w:space="0" w:color="auto"/>
        <w:right w:val="none" w:sz="0" w:space="0" w:color="auto"/>
      </w:divBdr>
    </w:div>
    <w:div w:id="2081904732">
      <w:bodyDiv w:val="1"/>
      <w:marLeft w:val="0"/>
      <w:marRight w:val="0"/>
      <w:marTop w:val="0"/>
      <w:marBottom w:val="0"/>
      <w:divBdr>
        <w:top w:val="none" w:sz="0" w:space="0" w:color="auto"/>
        <w:left w:val="none" w:sz="0" w:space="0" w:color="auto"/>
        <w:bottom w:val="none" w:sz="0" w:space="0" w:color="auto"/>
        <w:right w:val="none" w:sz="0" w:space="0" w:color="auto"/>
      </w:divBdr>
    </w:div>
    <w:div w:id="2082410944">
      <w:bodyDiv w:val="1"/>
      <w:marLeft w:val="0"/>
      <w:marRight w:val="0"/>
      <w:marTop w:val="0"/>
      <w:marBottom w:val="0"/>
      <w:divBdr>
        <w:top w:val="none" w:sz="0" w:space="0" w:color="auto"/>
        <w:left w:val="none" w:sz="0" w:space="0" w:color="auto"/>
        <w:bottom w:val="none" w:sz="0" w:space="0" w:color="auto"/>
        <w:right w:val="none" w:sz="0" w:space="0" w:color="auto"/>
      </w:divBdr>
    </w:div>
    <w:div w:id="2084208311">
      <w:bodyDiv w:val="1"/>
      <w:marLeft w:val="0"/>
      <w:marRight w:val="0"/>
      <w:marTop w:val="0"/>
      <w:marBottom w:val="0"/>
      <w:divBdr>
        <w:top w:val="none" w:sz="0" w:space="0" w:color="auto"/>
        <w:left w:val="none" w:sz="0" w:space="0" w:color="auto"/>
        <w:bottom w:val="none" w:sz="0" w:space="0" w:color="auto"/>
        <w:right w:val="none" w:sz="0" w:space="0" w:color="auto"/>
      </w:divBdr>
    </w:div>
    <w:div w:id="2084600486">
      <w:bodyDiv w:val="1"/>
      <w:marLeft w:val="0"/>
      <w:marRight w:val="0"/>
      <w:marTop w:val="0"/>
      <w:marBottom w:val="0"/>
      <w:divBdr>
        <w:top w:val="none" w:sz="0" w:space="0" w:color="auto"/>
        <w:left w:val="none" w:sz="0" w:space="0" w:color="auto"/>
        <w:bottom w:val="none" w:sz="0" w:space="0" w:color="auto"/>
        <w:right w:val="none" w:sz="0" w:space="0" w:color="auto"/>
      </w:divBdr>
    </w:div>
    <w:div w:id="2084720163">
      <w:bodyDiv w:val="1"/>
      <w:marLeft w:val="0"/>
      <w:marRight w:val="0"/>
      <w:marTop w:val="0"/>
      <w:marBottom w:val="0"/>
      <w:divBdr>
        <w:top w:val="none" w:sz="0" w:space="0" w:color="auto"/>
        <w:left w:val="none" w:sz="0" w:space="0" w:color="auto"/>
        <w:bottom w:val="none" w:sz="0" w:space="0" w:color="auto"/>
        <w:right w:val="none" w:sz="0" w:space="0" w:color="auto"/>
      </w:divBdr>
    </w:div>
    <w:div w:id="2084795539">
      <w:bodyDiv w:val="1"/>
      <w:marLeft w:val="0"/>
      <w:marRight w:val="0"/>
      <w:marTop w:val="0"/>
      <w:marBottom w:val="0"/>
      <w:divBdr>
        <w:top w:val="none" w:sz="0" w:space="0" w:color="auto"/>
        <w:left w:val="none" w:sz="0" w:space="0" w:color="auto"/>
        <w:bottom w:val="none" w:sz="0" w:space="0" w:color="auto"/>
        <w:right w:val="none" w:sz="0" w:space="0" w:color="auto"/>
      </w:divBdr>
    </w:div>
    <w:div w:id="2085953247">
      <w:bodyDiv w:val="1"/>
      <w:marLeft w:val="0"/>
      <w:marRight w:val="0"/>
      <w:marTop w:val="0"/>
      <w:marBottom w:val="0"/>
      <w:divBdr>
        <w:top w:val="none" w:sz="0" w:space="0" w:color="auto"/>
        <w:left w:val="none" w:sz="0" w:space="0" w:color="auto"/>
        <w:bottom w:val="none" w:sz="0" w:space="0" w:color="auto"/>
        <w:right w:val="none" w:sz="0" w:space="0" w:color="auto"/>
      </w:divBdr>
    </w:div>
    <w:div w:id="2086802186">
      <w:bodyDiv w:val="1"/>
      <w:marLeft w:val="0"/>
      <w:marRight w:val="0"/>
      <w:marTop w:val="0"/>
      <w:marBottom w:val="0"/>
      <w:divBdr>
        <w:top w:val="none" w:sz="0" w:space="0" w:color="auto"/>
        <w:left w:val="none" w:sz="0" w:space="0" w:color="auto"/>
        <w:bottom w:val="none" w:sz="0" w:space="0" w:color="auto"/>
        <w:right w:val="none" w:sz="0" w:space="0" w:color="auto"/>
      </w:divBdr>
    </w:div>
    <w:div w:id="2086955935">
      <w:bodyDiv w:val="1"/>
      <w:marLeft w:val="0"/>
      <w:marRight w:val="0"/>
      <w:marTop w:val="0"/>
      <w:marBottom w:val="0"/>
      <w:divBdr>
        <w:top w:val="none" w:sz="0" w:space="0" w:color="auto"/>
        <w:left w:val="none" w:sz="0" w:space="0" w:color="auto"/>
        <w:bottom w:val="none" w:sz="0" w:space="0" w:color="auto"/>
        <w:right w:val="none" w:sz="0" w:space="0" w:color="auto"/>
      </w:divBdr>
    </w:div>
    <w:div w:id="2087418185">
      <w:bodyDiv w:val="1"/>
      <w:marLeft w:val="0"/>
      <w:marRight w:val="0"/>
      <w:marTop w:val="0"/>
      <w:marBottom w:val="0"/>
      <w:divBdr>
        <w:top w:val="none" w:sz="0" w:space="0" w:color="auto"/>
        <w:left w:val="none" w:sz="0" w:space="0" w:color="auto"/>
        <w:bottom w:val="none" w:sz="0" w:space="0" w:color="auto"/>
        <w:right w:val="none" w:sz="0" w:space="0" w:color="auto"/>
      </w:divBdr>
    </w:div>
    <w:div w:id="2087459184">
      <w:bodyDiv w:val="1"/>
      <w:marLeft w:val="0"/>
      <w:marRight w:val="0"/>
      <w:marTop w:val="0"/>
      <w:marBottom w:val="0"/>
      <w:divBdr>
        <w:top w:val="none" w:sz="0" w:space="0" w:color="auto"/>
        <w:left w:val="none" w:sz="0" w:space="0" w:color="auto"/>
        <w:bottom w:val="none" w:sz="0" w:space="0" w:color="auto"/>
        <w:right w:val="none" w:sz="0" w:space="0" w:color="auto"/>
      </w:divBdr>
    </w:div>
    <w:div w:id="2087652429">
      <w:bodyDiv w:val="1"/>
      <w:marLeft w:val="0"/>
      <w:marRight w:val="0"/>
      <w:marTop w:val="0"/>
      <w:marBottom w:val="0"/>
      <w:divBdr>
        <w:top w:val="none" w:sz="0" w:space="0" w:color="auto"/>
        <w:left w:val="none" w:sz="0" w:space="0" w:color="auto"/>
        <w:bottom w:val="none" w:sz="0" w:space="0" w:color="auto"/>
        <w:right w:val="none" w:sz="0" w:space="0" w:color="auto"/>
      </w:divBdr>
    </w:div>
    <w:div w:id="2087805090">
      <w:bodyDiv w:val="1"/>
      <w:marLeft w:val="0"/>
      <w:marRight w:val="0"/>
      <w:marTop w:val="0"/>
      <w:marBottom w:val="0"/>
      <w:divBdr>
        <w:top w:val="none" w:sz="0" w:space="0" w:color="auto"/>
        <w:left w:val="none" w:sz="0" w:space="0" w:color="auto"/>
        <w:bottom w:val="none" w:sz="0" w:space="0" w:color="auto"/>
        <w:right w:val="none" w:sz="0" w:space="0" w:color="auto"/>
      </w:divBdr>
    </w:div>
    <w:div w:id="2088266266">
      <w:bodyDiv w:val="1"/>
      <w:marLeft w:val="0"/>
      <w:marRight w:val="0"/>
      <w:marTop w:val="0"/>
      <w:marBottom w:val="0"/>
      <w:divBdr>
        <w:top w:val="none" w:sz="0" w:space="0" w:color="auto"/>
        <w:left w:val="none" w:sz="0" w:space="0" w:color="auto"/>
        <w:bottom w:val="none" w:sz="0" w:space="0" w:color="auto"/>
        <w:right w:val="none" w:sz="0" w:space="0" w:color="auto"/>
      </w:divBdr>
    </w:div>
    <w:div w:id="2089039283">
      <w:bodyDiv w:val="1"/>
      <w:marLeft w:val="0"/>
      <w:marRight w:val="0"/>
      <w:marTop w:val="0"/>
      <w:marBottom w:val="0"/>
      <w:divBdr>
        <w:top w:val="none" w:sz="0" w:space="0" w:color="auto"/>
        <w:left w:val="none" w:sz="0" w:space="0" w:color="auto"/>
        <w:bottom w:val="none" w:sz="0" w:space="0" w:color="auto"/>
        <w:right w:val="none" w:sz="0" w:space="0" w:color="auto"/>
      </w:divBdr>
    </w:div>
    <w:div w:id="2089303900">
      <w:bodyDiv w:val="1"/>
      <w:marLeft w:val="0"/>
      <w:marRight w:val="0"/>
      <w:marTop w:val="0"/>
      <w:marBottom w:val="0"/>
      <w:divBdr>
        <w:top w:val="none" w:sz="0" w:space="0" w:color="auto"/>
        <w:left w:val="none" w:sz="0" w:space="0" w:color="auto"/>
        <w:bottom w:val="none" w:sz="0" w:space="0" w:color="auto"/>
        <w:right w:val="none" w:sz="0" w:space="0" w:color="auto"/>
      </w:divBdr>
    </w:div>
    <w:div w:id="2089418999">
      <w:bodyDiv w:val="1"/>
      <w:marLeft w:val="0"/>
      <w:marRight w:val="0"/>
      <w:marTop w:val="0"/>
      <w:marBottom w:val="0"/>
      <w:divBdr>
        <w:top w:val="none" w:sz="0" w:space="0" w:color="auto"/>
        <w:left w:val="none" w:sz="0" w:space="0" w:color="auto"/>
        <w:bottom w:val="none" w:sz="0" w:space="0" w:color="auto"/>
        <w:right w:val="none" w:sz="0" w:space="0" w:color="auto"/>
      </w:divBdr>
    </w:div>
    <w:div w:id="2089761789">
      <w:bodyDiv w:val="1"/>
      <w:marLeft w:val="0"/>
      <w:marRight w:val="0"/>
      <w:marTop w:val="0"/>
      <w:marBottom w:val="0"/>
      <w:divBdr>
        <w:top w:val="none" w:sz="0" w:space="0" w:color="auto"/>
        <w:left w:val="none" w:sz="0" w:space="0" w:color="auto"/>
        <w:bottom w:val="none" w:sz="0" w:space="0" w:color="auto"/>
        <w:right w:val="none" w:sz="0" w:space="0" w:color="auto"/>
      </w:divBdr>
    </w:div>
    <w:div w:id="2090300944">
      <w:bodyDiv w:val="1"/>
      <w:marLeft w:val="0"/>
      <w:marRight w:val="0"/>
      <w:marTop w:val="0"/>
      <w:marBottom w:val="0"/>
      <w:divBdr>
        <w:top w:val="none" w:sz="0" w:space="0" w:color="auto"/>
        <w:left w:val="none" w:sz="0" w:space="0" w:color="auto"/>
        <w:bottom w:val="none" w:sz="0" w:space="0" w:color="auto"/>
        <w:right w:val="none" w:sz="0" w:space="0" w:color="auto"/>
      </w:divBdr>
    </w:div>
    <w:div w:id="2090543684">
      <w:bodyDiv w:val="1"/>
      <w:marLeft w:val="0"/>
      <w:marRight w:val="0"/>
      <w:marTop w:val="0"/>
      <w:marBottom w:val="0"/>
      <w:divBdr>
        <w:top w:val="none" w:sz="0" w:space="0" w:color="auto"/>
        <w:left w:val="none" w:sz="0" w:space="0" w:color="auto"/>
        <w:bottom w:val="none" w:sz="0" w:space="0" w:color="auto"/>
        <w:right w:val="none" w:sz="0" w:space="0" w:color="auto"/>
      </w:divBdr>
    </w:div>
    <w:div w:id="2091269018">
      <w:bodyDiv w:val="1"/>
      <w:marLeft w:val="0"/>
      <w:marRight w:val="0"/>
      <w:marTop w:val="0"/>
      <w:marBottom w:val="0"/>
      <w:divBdr>
        <w:top w:val="none" w:sz="0" w:space="0" w:color="auto"/>
        <w:left w:val="none" w:sz="0" w:space="0" w:color="auto"/>
        <w:bottom w:val="none" w:sz="0" w:space="0" w:color="auto"/>
        <w:right w:val="none" w:sz="0" w:space="0" w:color="auto"/>
      </w:divBdr>
    </w:div>
    <w:div w:id="2092045272">
      <w:bodyDiv w:val="1"/>
      <w:marLeft w:val="0"/>
      <w:marRight w:val="0"/>
      <w:marTop w:val="0"/>
      <w:marBottom w:val="0"/>
      <w:divBdr>
        <w:top w:val="none" w:sz="0" w:space="0" w:color="auto"/>
        <w:left w:val="none" w:sz="0" w:space="0" w:color="auto"/>
        <w:bottom w:val="none" w:sz="0" w:space="0" w:color="auto"/>
        <w:right w:val="none" w:sz="0" w:space="0" w:color="auto"/>
      </w:divBdr>
    </w:div>
    <w:div w:id="2094929896">
      <w:bodyDiv w:val="1"/>
      <w:marLeft w:val="0"/>
      <w:marRight w:val="0"/>
      <w:marTop w:val="0"/>
      <w:marBottom w:val="0"/>
      <w:divBdr>
        <w:top w:val="none" w:sz="0" w:space="0" w:color="auto"/>
        <w:left w:val="none" w:sz="0" w:space="0" w:color="auto"/>
        <w:bottom w:val="none" w:sz="0" w:space="0" w:color="auto"/>
        <w:right w:val="none" w:sz="0" w:space="0" w:color="auto"/>
      </w:divBdr>
    </w:div>
    <w:div w:id="2096778113">
      <w:bodyDiv w:val="1"/>
      <w:marLeft w:val="0"/>
      <w:marRight w:val="0"/>
      <w:marTop w:val="0"/>
      <w:marBottom w:val="0"/>
      <w:divBdr>
        <w:top w:val="none" w:sz="0" w:space="0" w:color="auto"/>
        <w:left w:val="none" w:sz="0" w:space="0" w:color="auto"/>
        <w:bottom w:val="none" w:sz="0" w:space="0" w:color="auto"/>
        <w:right w:val="none" w:sz="0" w:space="0" w:color="auto"/>
      </w:divBdr>
    </w:div>
    <w:div w:id="2098599995">
      <w:bodyDiv w:val="1"/>
      <w:marLeft w:val="0"/>
      <w:marRight w:val="0"/>
      <w:marTop w:val="0"/>
      <w:marBottom w:val="0"/>
      <w:divBdr>
        <w:top w:val="none" w:sz="0" w:space="0" w:color="auto"/>
        <w:left w:val="none" w:sz="0" w:space="0" w:color="auto"/>
        <w:bottom w:val="none" w:sz="0" w:space="0" w:color="auto"/>
        <w:right w:val="none" w:sz="0" w:space="0" w:color="auto"/>
      </w:divBdr>
    </w:div>
    <w:div w:id="2099709502">
      <w:bodyDiv w:val="1"/>
      <w:marLeft w:val="0"/>
      <w:marRight w:val="0"/>
      <w:marTop w:val="0"/>
      <w:marBottom w:val="0"/>
      <w:divBdr>
        <w:top w:val="none" w:sz="0" w:space="0" w:color="auto"/>
        <w:left w:val="none" w:sz="0" w:space="0" w:color="auto"/>
        <w:bottom w:val="none" w:sz="0" w:space="0" w:color="auto"/>
        <w:right w:val="none" w:sz="0" w:space="0" w:color="auto"/>
      </w:divBdr>
    </w:div>
    <w:div w:id="2099786791">
      <w:bodyDiv w:val="1"/>
      <w:marLeft w:val="0"/>
      <w:marRight w:val="0"/>
      <w:marTop w:val="0"/>
      <w:marBottom w:val="0"/>
      <w:divBdr>
        <w:top w:val="none" w:sz="0" w:space="0" w:color="auto"/>
        <w:left w:val="none" w:sz="0" w:space="0" w:color="auto"/>
        <w:bottom w:val="none" w:sz="0" w:space="0" w:color="auto"/>
        <w:right w:val="none" w:sz="0" w:space="0" w:color="auto"/>
      </w:divBdr>
    </w:div>
    <w:div w:id="2099979449">
      <w:bodyDiv w:val="1"/>
      <w:marLeft w:val="0"/>
      <w:marRight w:val="0"/>
      <w:marTop w:val="0"/>
      <w:marBottom w:val="0"/>
      <w:divBdr>
        <w:top w:val="none" w:sz="0" w:space="0" w:color="auto"/>
        <w:left w:val="none" w:sz="0" w:space="0" w:color="auto"/>
        <w:bottom w:val="none" w:sz="0" w:space="0" w:color="auto"/>
        <w:right w:val="none" w:sz="0" w:space="0" w:color="auto"/>
      </w:divBdr>
    </w:div>
    <w:div w:id="2101874175">
      <w:bodyDiv w:val="1"/>
      <w:marLeft w:val="0"/>
      <w:marRight w:val="0"/>
      <w:marTop w:val="0"/>
      <w:marBottom w:val="0"/>
      <w:divBdr>
        <w:top w:val="none" w:sz="0" w:space="0" w:color="auto"/>
        <w:left w:val="none" w:sz="0" w:space="0" w:color="auto"/>
        <w:bottom w:val="none" w:sz="0" w:space="0" w:color="auto"/>
        <w:right w:val="none" w:sz="0" w:space="0" w:color="auto"/>
      </w:divBdr>
    </w:div>
    <w:div w:id="2102673790">
      <w:bodyDiv w:val="1"/>
      <w:marLeft w:val="0"/>
      <w:marRight w:val="0"/>
      <w:marTop w:val="0"/>
      <w:marBottom w:val="0"/>
      <w:divBdr>
        <w:top w:val="none" w:sz="0" w:space="0" w:color="auto"/>
        <w:left w:val="none" w:sz="0" w:space="0" w:color="auto"/>
        <w:bottom w:val="none" w:sz="0" w:space="0" w:color="auto"/>
        <w:right w:val="none" w:sz="0" w:space="0" w:color="auto"/>
      </w:divBdr>
    </w:div>
    <w:div w:id="2103061474">
      <w:bodyDiv w:val="1"/>
      <w:marLeft w:val="0"/>
      <w:marRight w:val="0"/>
      <w:marTop w:val="0"/>
      <w:marBottom w:val="0"/>
      <w:divBdr>
        <w:top w:val="none" w:sz="0" w:space="0" w:color="auto"/>
        <w:left w:val="none" w:sz="0" w:space="0" w:color="auto"/>
        <w:bottom w:val="none" w:sz="0" w:space="0" w:color="auto"/>
        <w:right w:val="none" w:sz="0" w:space="0" w:color="auto"/>
      </w:divBdr>
    </w:div>
    <w:div w:id="2104765868">
      <w:bodyDiv w:val="1"/>
      <w:marLeft w:val="0"/>
      <w:marRight w:val="0"/>
      <w:marTop w:val="0"/>
      <w:marBottom w:val="0"/>
      <w:divBdr>
        <w:top w:val="none" w:sz="0" w:space="0" w:color="auto"/>
        <w:left w:val="none" w:sz="0" w:space="0" w:color="auto"/>
        <w:bottom w:val="none" w:sz="0" w:space="0" w:color="auto"/>
        <w:right w:val="none" w:sz="0" w:space="0" w:color="auto"/>
      </w:divBdr>
    </w:div>
    <w:div w:id="2105495584">
      <w:bodyDiv w:val="1"/>
      <w:marLeft w:val="0"/>
      <w:marRight w:val="0"/>
      <w:marTop w:val="0"/>
      <w:marBottom w:val="0"/>
      <w:divBdr>
        <w:top w:val="none" w:sz="0" w:space="0" w:color="auto"/>
        <w:left w:val="none" w:sz="0" w:space="0" w:color="auto"/>
        <w:bottom w:val="none" w:sz="0" w:space="0" w:color="auto"/>
        <w:right w:val="none" w:sz="0" w:space="0" w:color="auto"/>
      </w:divBdr>
    </w:div>
    <w:div w:id="2105877228">
      <w:bodyDiv w:val="1"/>
      <w:marLeft w:val="0"/>
      <w:marRight w:val="0"/>
      <w:marTop w:val="0"/>
      <w:marBottom w:val="0"/>
      <w:divBdr>
        <w:top w:val="none" w:sz="0" w:space="0" w:color="auto"/>
        <w:left w:val="none" w:sz="0" w:space="0" w:color="auto"/>
        <w:bottom w:val="none" w:sz="0" w:space="0" w:color="auto"/>
        <w:right w:val="none" w:sz="0" w:space="0" w:color="auto"/>
      </w:divBdr>
    </w:div>
    <w:div w:id="2107069401">
      <w:bodyDiv w:val="1"/>
      <w:marLeft w:val="0"/>
      <w:marRight w:val="0"/>
      <w:marTop w:val="0"/>
      <w:marBottom w:val="0"/>
      <w:divBdr>
        <w:top w:val="none" w:sz="0" w:space="0" w:color="auto"/>
        <w:left w:val="none" w:sz="0" w:space="0" w:color="auto"/>
        <w:bottom w:val="none" w:sz="0" w:space="0" w:color="auto"/>
        <w:right w:val="none" w:sz="0" w:space="0" w:color="auto"/>
      </w:divBdr>
    </w:div>
    <w:div w:id="2107070694">
      <w:bodyDiv w:val="1"/>
      <w:marLeft w:val="0"/>
      <w:marRight w:val="0"/>
      <w:marTop w:val="0"/>
      <w:marBottom w:val="0"/>
      <w:divBdr>
        <w:top w:val="none" w:sz="0" w:space="0" w:color="auto"/>
        <w:left w:val="none" w:sz="0" w:space="0" w:color="auto"/>
        <w:bottom w:val="none" w:sz="0" w:space="0" w:color="auto"/>
        <w:right w:val="none" w:sz="0" w:space="0" w:color="auto"/>
      </w:divBdr>
    </w:div>
    <w:div w:id="2107535607">
      <w:bodyDiv w:val="1"/>
      <w:marLeft w:val="0"/>
      <w:marRight w:val="0"/>
      <w:marTop w:val="0"/>
      <w:marBottom w:val="0"/>
      <w:divBdr>
        <w:top w:val="none" w:sz="0" w:space="0" w:color="auto"/>
        <w:left w:val="none" w:sz="0" w:space="0" w:color="auto"/>
        <w:bottom w:val="none" w:sz="0" w:space="0" w:color="auto"/>
        <w:right w:val="none" w:sz="0" w:space="0" w:color="auto"/>
      </w:divBdr>
    </w:div>
    <w:div w:id="2107573979">
      <w:bodyDiv w:val="1"/>
      <w:marLeft w:val="0"/>
      <w:marRight w:val="0"/>
      <w:marTop w:val="0"/>
      <w:marBottom w:val="0"/>
      <w:divBdr>
        <w:top w:val="none" w:sz="0" w:space="0" w:color="auto"/>
        <w:left w:val="none" w:sz="0" w:space="0" w:color="auto"/>
        <w:bottom w:val="none" w:sz="0" w:space="0" w:color="auto"/>
        <w:right w:val="none" w:sz="0" w:space="0" w:color="auto"/>
      </w:divBdr>
    </w:div>
    <w:div w:id="2107581141">
      <w:bodyDiv w:val="1"/>
      <w:marLeft w:val="0"/>
      <w:marRight w:val="0"/>
      <w:marTop w:val="0"/>
      <w:marBottom w:val="0"/>
      <w:divBdr>
        <w:top w:val="none" w:sz="0" w:space="0" w:color="auto"/>
        <w:left w:val="none" w:sz="0" w:space="0" w:color="auto"/>
        <w:bottom w:val="none" w:sz="0" w:space="0" w:color="auto"/>
        <w:right w:val="none" w:sz="0" w:space="0" w:color="auto"/>
      </w:divBdr>
    </w:div>
    <w:div w:id="2108042793">
      <w:bodyDiv w:val="1"/>
      <w:marLeft w:val="0"/>
      <w:marRight w:val="0"/>
      <w:marTop w:val="0"/>
      <w:marBottom w:val="0"/>
      <w:divBdr>
        <w:top w:val="none" w:sz="0" w:space="0" w:color="auto"/>
        <w:left w:val="none" w:sz="0" w:space="0" w:color="auto"/>
        <w:bottom w:val="none" w:sz="0" w:space="0" w:color="auto"/>
        <w:right w:val="none" w:sz="0" w:space="0" w:color="auto"/>
      </w:divBdr>
    </w:div>
    <w:div w:id="2108849283">
      <w:bodyDiv w:val="1"/>
      <w:marLeft w:val="0"/>
      <w:marRight w:val="0"/>
      <w:marTop w:val="0"/>
      <w:marBottom w:val="0"/>
      <w:divBdr>
        <w:top w:val="none" w:sz="0" w:space="0" w:color="auto"/>
        <w:left w:val="none" w:sz="0" w:space="0" w:color="auto"/>
        <w:bottom w:val="none" w:sz="0" w:space="0" w:color="auto"/>
        <w:right w:val="none" w:sz="0" w:space="0" w:color="auto"/>
      </w:divBdr>
    </w:div>
    <w:div w:id="2110538762">
      <w:bodyDiv w:val="1"/>
      <w:marLeft w:val="0"/>
      <w:marRight w:val="0"/>
      <w:marTop w:val="0"/>
      <w:marBottom w:val="0"/>
      <w:divBdr>
        <w:top w:val="none" w:sz="0" w:space="0" w:color="auto"/>
        <w:left w:val="none" w:sz="0" w:space="0" w:color="auto"/>
        <w:bottom w:val="none" w:sz="0" w:space="0" w:color="auto"/>
        <w:right w:val="none" w:sz="0" w:space="0" w:color="auto"/>
      </w:divBdr>
    </w:div>
    <w:div w:id="2111536760">
      <w:bodyDiv w:val="1"/>
      <w:marLeft w:val="0"/>
      <w:marRight w:val="0"/>
      <w:marTop w:val="0"/>
      <w:marBottom w:val="0"/>
      <w:divBdr>
        <w:top w:val="none" w:sz="0" w:space="0" w:color="auto"/>
        <w:left w:val="none" w:sz="0" w:space="0" w:color="auto"/>
        <w:bottom w:val="none" w:sz="0" w:space="0" w:color="auto"/>
        <w:right w:val="none" w:sz="0" w:space="0" w:color="auto"/>
      </w:divBdr>
    </w:div>
    <w:div w:id="2111702658">
      <w:bodyDiv w:val="1"/>
      <w:marLeft w:val="0"/>
      <w:marRight w:val="0"/>
      <w:marTop w:val="0"/>
      <w:marBottom w:val="0"/>
      <w:divBdr>
        <w:top w:val="none" w:sz="0" w:space="0" w:color="auto"/>
        <w:left w:val="none" w:sz="0" w:space="0" w:color="auto"/>
        <w:bottom w:val="none" w:sz="0" w:space="0" w:color="auto"/>
        <w:right w:val="none" w:sz="0" w:space="0" w:color="auto"/>
      </w:divBdr>
    </w:div>
    <w:div w:id="2111926687">
      <w:bodyDiv w:val="1"/>
      <w:marLeft w:val="0"/>
      <w:marRight w:val="0"/>
      <w:marTop w:val="0"/>
      <w:marBottom w:val="0"/>
      <w:divBdr>
        <w:top w:val="none" w:sz="0" w:space="0" w:color="auto"/>
        <w:left w:val="none" w:sz="0" w:space="0" w:color="auto"/>
        <w:bottom w:val="none" w:sz="0" w:space="0" w:color="auto"/>
        <w:right w:val="none" w:sz="0" w:space="0" w:color="auto"/>
      </w:divBdr>
    </w:div>
    <w:div w:id="2113545891">
      <w:bodyDiv w:val="1"/>
      <w:marLeft w:val="0"/>
      <w:marRight w:val="0"/>
      <w:marTop w:val="0"/>
      <w:marBottom w:val="0"/>
      <w:divBdr>
        <w:top w:val="none" w:sz="0" w:space="0" w:color="auto"/>
        <w:left w:val="none" w:sz="0" w:space="0" w:color="auto"/>
        <w:bottom w:val="none" w:sz="0" w:space="0" w:color="auto"/>
        <w:right w:val="none" w:sz="0" w:space="0" w:color="auto"/>
      </w:divBdr>
    </w:div>
    <w:div w:id="2113895826">
      <w:bodyDiv w:val="1"/>
      <w:marLeft w:val="0"/>
      <w:marRight w:val="0"/>
      <w:marTop w:val="0"/>
      <w:marBottom w:val="0"/>
      <w:divBdr>
        <w:top w:val="none" w:sz="0" w:space="0" w:color="auto"/>
        <w:left w:val="none" w:sz="0" w:space="0" w:color="auto"/>
        <w:bottom w:val="none" w:sz="0" w:space="0" w:color="auto"/>
        <w:right w:val="none" w:sz="0" w:space="0" w:color="auto"/>
      </w:divBdr>
    </w:div>
    <w:div w:id="2114203276">
      <w:bodyDiv w:val="1"/>
      <w:marLeft w:val="0"/>
      <w:marRight w:val="0"/>
      <w:marTop w:val="0"/>
      <w:marBottom w:val="0"/>
      <w:divBdr>
        <w:top w:val="none" w:sz="0" w:space="0" w:color="auto"/>
        <w:left w:val="none" w:sz="0" w:space="0" w:color="auto"/>
        <w:bottom w:val="none" w:sz="0" w:space="0" w:color="auto"/>
        <w:right w:val="none" w:sz="0" w:space="0" w:color="auto"/>
      </w:divBdr>
    </w:div>
    <w:div w:id="2114932202">
      <w:bodyDiv w:val="1"/>
      <w:marLeft w:val="0"/>
      <w:marRight w:val="0"/>
      <w:marTop w:val="0"/>
      <w:marBottom w:val="0"/>
      <w:divBdr>
        <w:top w:val="none" w:sz="0" w:space="0" w:color="auto"/>
        <w:left w:val="none" w:sz="0" w:space="0" w:color="auto"/>
        <w:bottom w:val="none" w:sz="0" w:space="0" w:color="auto"/>
        <w:right w:val="none" w:sz="0" w:space="0" w:color="auto"/>
      </w:divBdr>
    </w:div>
    <w:div w:id="2116173515">
      <w:bodyDiv w:val="1"/>
      <w:marLeft w:val="0"/>
      <w:marRight w:val="0"/>
      <w:marTop w:val="0"/>
      <w:marBottom w:val="0"/>
      <w:divBdr>
        <w:top w:val="none" w:sz="0" w:space="0" w:color="auto"/>
        <w:left w:val="none" w:sz="0" w:space="0" w:color="auto"/>
        <w:bottom w:val="none" w:sz="0" w:space="0" w:color="auto"/>
        <w:right w:val="none" w:sz="0" w:space="0" w:color="auto"/>
      </w:divBdr>
    </w:div>
    <w:div w:id="2116248216">
      <w:bodyDiv w:val="1"/>
      <w:marLeft w:val="0"/>
      <w:marRight w:val="0"/>
      <w:marTop w:val="0"/>
      <w:marBottom w:val="0"/>
      <w:divBdr>
        <w:top w:val="none" w:sz="0" w:space="0" w:color="auto"/>
        <w:left w:val="none" w:sz="0" w:space="0" w:color="auto"/>
        <w:bottom w:val="none" w:sz="0" w:space="0" w:color="auto"/>
        <w:right w:val="none" w:sz="0" w:space="0" w:color="auto"/>
      </w:divBdr>
    </w:div>
    <w:div w:id="2116317941">
      <w:bodyDiv w:val="1"/>
      <w:marLeft w:val="0"/>
      <w:marRight w:val="0"/>
      <w:marTop w:val="0"/>
      <w:marBottom w:val="0"/>
      <w:divBdr>
        <w:top w:val="none" w:sz="0" w:space="0" w:color="auto"/>
        <w:left w:val="none" w:sz="0" w:space="0" w:color="auto"/>
        <w:bottom w:val="none" w:sz="0" w:space="0" w:color="auto"/>
        <w:right w:val="none" w:sz="0" w:space="0" w:color="auto"/>
      </w:divBdr>
    </w:div>
    <w:div w:id="2116510715">
      <w:bodyDiv w:val="1"/>
      <w:marLeft w:val="0"/>
      <w:marRight w:val="0"/>
      <w:marTop w:val="0"/>
      <w:marBottom w:val="0"/>
      <w:divBdr>
        <w:top w:val="none" w:sz="0" w:space="0" w:color="auto"/>
        <w:left w:val="none" w:sz="0" w:space="0" w:color="auto"/>
        <w:bottom w:val="none" w:sz="0" w:space="0" w:color="auto"/>
        <w:right w:val="none" w:sz="0" w:space="0" w:color="auto"/>
      </w:divBdr>
    </w:div>
    <w:div w:id="2118670563">
      <w:bodyDiv w:val="1"/>
      <w:marLeft w:val="0"/>
      <w:marRight w:val="0"/>
      <w:marTop w:val="0"/>
      <w:marBottom w:val="0"/>
      <w:divBdr>
        <w:top w:val="none" w:sz="0" w:space="0" w:color="auto"/>
        <w:left w:val="none" w:sz="0" w:space="0" w:color="auto"/>
        <w:bottom w:val="none" w:sz="0" w:space="0" w:color="auto"/>
        <w:right w:val="none" w:sz="0" w:space="0" w:color="auto"/>
      </w:divBdr>
    </w:div>
    <w:div w:id="2119374862">
      <w:bodyDiv w:val="1"/>
      <w:marLeft w:val="0"/>
      <w:marRight w:val="0"/>
      <w:marTop w:val="0"/>
      <w:marBottom w:val="0"/>
      <w:divBdr>
        <w:top w:val="none" w:sz="0" w:space="0" w:color="auto"/>
        <w:left w:val="none" w:sz="0" w:space="0" w:color="auto"/>
        <w:bottom w:val="none" w:sz="0" w:space="0" w:color="auto"/>
        <w:right w:val="none" w:sz="0" w:space="0" w:color="auto"/>
      </w:divBdr>
    </w:div>
    <w:div w:id="2119518747">
      <w:bodyDiv w:val="1"/>
      <w:marLeft w:val="0"/>
      <w:marRight w:val="0"/>
      <w:marTop w:val="0"/>
      <w:marBottom w:val="0"/>
      <w:divBdr>
        <w:top w:val="none" w:sz="0" w:space="0" w:color="auto"/>
        <w:left w:val="none" w:sz="0" w:space="0" w:color="auto"/>
        <w:bottom w:val="none" w:sz="0" w:space="0" w:color="auto"/>
        <w:right w:val="none" w:sz="0" w:space="0" w:color="auto"/>
      </w:divBdr>
    </w:div>
    <w:div w:id="2119592804">
      <w:bodyDiv w:val="1"/>
      <w:marLeft w:val="0"/>
      <w:marRight w:val="0"/>
      <w:marTop w:val="0"/>
      <w:marBottom w:val="0"/>
      <w:divBdr>
        <w:top w:val="none" w:sz="0" w:space="0" w:color="auto"/>
        <w:left w:val="none" w:sz="0" w:space="0" w:color="auto"/>
        <w:bottom w:val="none" w:sz="0" w:space="0" w:color="auto"/>
        <w:right w:val="none" w:sz="0" w:space="0" w:color="auto"/>
      </w:divBdr>
    </w:div>
    <w:div w:id="2119911085">
      <w:bodyDiv w:val="1"/>
      <w:marLeft w:val="0"/>
      <w:marRight w:val="0"/>
      <w:marTop w:val="0"/>
      <w:marBottom w:val="0"/>
      <w:divBdr>
        <w:top w:val="none" w:sz="0" w:space="0" w:color="auto"/>
        <w:left w:val="none" w:sz="0" w:space="0" w:color="auto"/>
        <w:bottom w:val="none" w:sz="0" w:space="0" w:color="auto"/>
        <w:right w:val="none" w:sz="0" w:space="0" w:color="auto"/>
      </w:divBdr>
    </w:div>
    <w:div w:id="2120441797">
      <w:bodyDiv w:val="1"/>
      <w:marLeft w:val="0"/>
      <w:marRight w:val="0"/>
      <w:marTop w:val="0"/>
      <w:marBottom w:val="0"/>
      <w:divBdr>
        <w:top w:val="none" w:sz="0" w:space="0" w:color="auto"/>
        <w:left w:val="none" w:sz="0" w:space="0" w:color="auto"/>
        <w:bottom w:val="none" w:sz="0" w:space="0" w:color="auto"/>
        <w:right w:val="none" w:sz="0" w:space="0" w:color="auto"/>
      </w:divBdr>
    </w:div>
    <w:div w:id="2120833152">
      <w:bodyDiv w:val="1"/>
      <w:marLeft w:val="0"/>
      <w:marRight w:val="0"/>
      <w:marTop w:val="0"/>
      <w:marBottom w:val="0"/>
      <w:divBdr>
        <w:top w:val="none" w:sz="0" w:space="0" w:color="auto"/>
        <w:left w:val="none" w:sz="0" w:space="0" w:color="auto"/>
        <w:bottom w:val="none" w:sz="0" w:space="0" w:color="auto"/>
        <w:right w:val="none" w:sz="0" w:space="0" w:color="auto"/>
      </w:divBdr>
    </w:div>
    <w:div w:id="2121487152">
      <w:bodyDiv w:val="1"/>
      <w:marLeft w:val="0"/>
      <w:marRight w:val="0"/>
      <w:marTop w:val="0"/>
      <w:marBottom w:val="0"/>
      <w:divBdr>
        <w:top w:val="none" w:sz="0" w:space="0" w:color="auto"/>
        <w:left w:val="none" w:sz="0" w:space="0" w:color="auto"/>
        <w:bottom w:val="none" w:sz="0" w:space="0" w:color="auto"/>
        <w:right w:val="none" w:sz="0" w:space="0" w:color="auto"/>
      </w:divBdr>
    </w:div>
    <w:div w:id="2122457035">
      <w:bodyDiv w:val="1"/>
      <w:marLeft w:val="0"/>
      <w:marRight w:val="0"/>
      <w:marTop w:val="0"/>
      <w:marBottom w:val="0"/>
      <w:divBdr>
        <w:top w:val="none" w:sz="0" w:space="0" w:color="auto"/>
        <w:left w:val="none" w:sz="0" w:space="0" w:color="auto"/>
        <w:bottom w:val="none" w:sz="0" w:space="0" w:color="auto"/>
        <w:right w:val="none" w:sz="0" w:space="0" w:color="auto"/>
      </w:divBdr>
    </w:div>
    <w:div w:id="2122919939">
      <w:bodyDiv w:val="1"/>
      <w:marLeft w:val="0"/>
      <w:marRight w:val="0"/>
      <w:marTop w:val="0"/>
      <w:marBottom w:val="0"/>
      <w:divBdr>
        <w:top w:val="none" w:sz="0" w:space="0" w:color="auto"/>
        <w:left w:val="none" w:sz="0" w:space="0" w:color="auto"/>
        <w:bottom w:val="none" w:sz="0" w:space="0" w:color="auto"/>
        <w:right w:val="none" w:sz="0" w:space="0" w:color="auto"/>
      </w:divBdr>
    </w:div>
    <w:div w:id="2123453529">
      <w:bodyDiv w:val="1"/>
      <w:marLeft w:val="0"/>
      <w:marRight w:val="0"/>
      <w:marTop w:val="0"/>
      <w:marBottom w:val="0"/>
      <w:divBdr>
        <w:top w:val="none" w:sz="0" w:space="0" w:color="auto"/>
        <w:left w:val="none" w:sz="0" w:space="0" w:color="auto"/>
        <w:bottom w:val="none" w:sz="0" w:space="0" w:color="auto"/>
        <w:right w:val="none" w:sz="0" w:space="0" w:color="auto"/>
      </w:divBdr>
    </w:div>
    <w:div w:id="2125078164">
      <w:bodyDiv w:val="1"/>
      <w:marLeft w:val="0"/>
      <w:marRight w:val="0"/>
      <w:marTop w:val="0"/>
      <w:marBottom w:val="0"/>
      <w:divBdr>
        <w:top w:val="none" w:sz="0" w:space="0" w:color="auto"/>
        <w:left w:val="none" w:sz="0" w:space="0" w:color="auto"/>
        <w:bottom w:val="none" w:sz="0" w:space="0" w:color="auto"/>
        <w:right w:val="none" w:sz="0" w:space="0" w:color="auto"/>
      </w:divBdr>
    </w:div>
    <w:div w:id="2125225551">
      <w:bodyDiv w:val="1"/>
      <w:marLeft w:val="0"/>
      <w:marRight w:val="0"/>
      <w:marTop w:val="0"/>
      <w:marBottom w:val="0"/>
      <w:divBdr>
        <w:top w:val="none" w:sz="0" w:space="0" w:color="auto"/>
        <w:left w:val="none" w:sz="0" w:space="0" w:color="auto"/>
        <w:bottom w:val="none" w:sz="0" w:space="0" w:color="auto"/>
        <w:right w:val="none" w:sz="0" w:space="0" w:color="auto"/>
      </w:divBdr>
    </w:div>
    <w:div w:id="2125270059">
      <w:bodyDiv w:val="1"/>
      <w:marLeft w:val="0"/>
      <w:marRight w:val="0"/>
      <w:marTop w:val="0"/>
      <w:marBottom w:val="0"/>
      <w:divBdr>
        <w:top w:val="none" w:sz="0" w:space="0" w:color="auto"/>
        <w:left w:val="none" w:sz="0" w:space="0" w:color="auto"/>
        <w:bottom w:val="none" w:sz="0" w:space="0" w:color="auto"/>
        <w:right w:val="none" w:sz="0" w:space="0" w:color="auto"/>
      </w:divBdr>
    </w:div>
    <w:div w:id="2128619613">
      <w:bodyDiv w:val="1"/>
      <w:marLeft w:val="0"/>
      <w:marRight w:val="0"/>
      <w:marTop w:val="0"/>
      <w:marBottom w:val="0"/>
      <w:divBdr>
        <w:top w:val="none" w:sz="0" w:space="0" w:color="auto"/>
        <w:left w:val="none" w:sz="0" w:space="0" w:color="auto"/>
        <w:bottom w:val="none" w:sz="0" w:space="0" w:color="auto"/>
        <w:right w:val="none" w:sz="0" w:space="0" w:color="auto"/>
      </w:divBdr>
    </w:div>
    <w:div w:id="2128813086">
      <w:bodyDiv w:val="1"/>
      <w:marLeft w:val="0"/>
      <w:marRight w:val="0"/>
      <w:marTop w:val="0"/>
      <w:marBottom w:val="0"/>
      <w:divBdr>
        <w:top w:val="none" w:sz="0" w:space="0" w:color="auto"/>
        <w:left w:val="none" w:sz="0" w:space="0" w:color="auto"/>
        <w:bottom w:val="none" w:sz="0" w:space="0" w:color="auto"/>
        <w:right w:val="none" w:sz="0" w:space="0" w:color="auto"/>
      </w:divBdr>
    </w:div>
    <w:div w:id="2131170115">
      <w:bodyDiv w:val="1"/>
      <w:marLeft w:val="0"/>
      <w:marRight w:val="0"/>
      <w:marTop w:val="0"/>
      <w:marBottom w:val="0"/>
      <w:divBdr>
        <w:top w:val="none" w:sz="0" w:space="0" w:color="auto"/>
        <w:left w:val="none" w:sz="0" w:space="0" w:color="auto"/>
        <w:bottom w:val="none" w:sz="0" w:space="0" w:color="auto"/>
        <w:right w:val="none" w:sz="0" w:space="0" w:color="auto"/>
      </w:divBdr>
    </w:div>
    <w:div w:id="2131512572">
      <w:bodyDiv w:val="1"/>
      <w:marLeft w:val="0"/>
      <w:marRight w:val="0"/>
      <w:marTop w:val="0"/>
      <w:marBottom w:val="0"/>
      <w:divBdr>
        <w:top w:val="none" w:sz="0" w:space="0" w:color="auto"/>
        <w:left w:val="none" w:sz="0" w:space="0" w:color="auto"/>
        <w:bottom w:val="none" w:sz="0" w:space="0" w:color="auto"/>
        <w:right w:val="none" w:sz="0" w:space="0" w:color="auto"/>
      </w:divBdr>
      <w:divsChild>
        <w:div w:id="12540808">
          <w:marLeft w:val="0"/>
          <w:marRight w:val="0"/>
          <w:marTop w:val="0"/>
          <w:marBottom w:val="0"/>
          <w:divBdr>
            <w:top w:val="none" w:sz="0" w:space="0" w:color="auto"/>
            <w:left w:val="none" w:sz="0" w:space="0" w:color="auto"/>
            <w:bottom w:val="none" w:sz="0" w:space="0" w:color="auto"/>
            <w:right w:val="none" w:sz="0" w:space="0" w:color="auto"/>
          </w:divBdr>
        </w:div>
        <w:div w:id="18943564">
          <w:marLeft w:val="0"/>
          <w:marRight w:val="0"/>
          <w:marTop w:val="0"/>
          <w:marBottom w:val="0"/>
          <w:divBdr>
            <w:top w:val="none" w:sz="0" w:space="0" w:color="auto"/>
            <w:left w:val="none" w:sz="0" w:space="0" w:color="auto"/>
            <w:bottom w:val="none" w:sz="0" w:space="0" w:color="auto"/>
            <w:right w:val="none" w:sz="0" w:space="0" w:color="auto"/>
          </w:divBdr>
        </w:div>
        <w:div w:id="29770680">
          <w:marLeft w:val="0"/>
          <w:marRight w:val="0"/>
          <w:marTop w:val="0"/>
          <w:marBottom w:val="0"/>
          <w:divBdr>
            <w:top w:val="none" w:sz="0" w:space="0" w:color="auto"/>
            <w:left w:val="none" w:sz="0" w:space="0" w:color="auto"/>
            <w:bottom w:val="none" w:sz="0" w:space="0" w:color="auto"/>
            <w:right w:val="none" w:sz="0" w:space="0" w:color="auto"/>
          </w:divBdr>
        </w:div>
        <w:div w:id="54014018">
          <w:marLeft w:val="0"/>
          <w:marRight w:val="0"/>
          <w:marTop w:val="0"/>
          <w:marBottom w:val="0"/>
          <w:divBdr>
            <w:top w:val="none" w:sz="0" w:space="0" w:color="auto"/>
            <w:left w:val="none" w:sz="0" w:space="0" w:color="auto"/>
            <w:bottom w:val="none" w:sz="0" w:space="0" w:color="auto"/>
            <w:right w:val="none" w:sz="0" w:space="0" w:color="auto"/>
          </w:divBdr>
        </w:div>
        <w:div w:id="72774724">
          <w:marLeft w:val="0"/>
          <w:marRight w:val="0"/>
          <w:marTop w:val="0"/>
          <w:marBottom w:val="0"/>
          <w:divBdr>
            <w:top w:val="none" w:sz="0" w:space="0" w:color="auto"/>
            <w:left w:val="none" w:sz="0" w:space="0" w:color="auto"/>
            <w:bottom w:val="none" w:sz="0" w:space="0" w:color="auto"/>
            <w:right w:val="none" w:sz="0" w:space="0" w:color="auto"/>
          </w:divBdr>
        </w:div>
        <w:div w:id="116337514">
          <w:marLeft w:val="0"/>
          <w:marRight w:val="0"/>
          <w:marTop w:val="0"/>
          <w:marBottom w:val="0"/>
          <w:divBdr>
            <w:top w:val="none" w:sz="0" w:space="0" w:color="auto"/>
            <w:left w:val="none" w:sz="0" w:space="0" w:color="auto"/>
            <w:bottom w:val="none" w:sz="0" w:space="0" w:color="auto"/>
            <w:right w:val="none" w:sz="0" w:space="0" w:color="auto"/>
          </w:divBdr>
        </w:div>
        <w:div w:id="142624878">
          <w:marLeft w:val="0"/>
          <w:marRight w:val="0"/>
          <w:marTop w:val="0"/>
          <w:marBottom w:val="0"/>
          <w:divBdr>
            <w:top w:val="none" w:sz="0" w:space="0" w:color="auto"/>
            <w:left w:val="none" w:sz="0" w:space="0" w:color="auto"/>
            <w:bottom w:val="none" w:sz="0" w:space="0" w:color="auto"/>
            <w:right w:val="none" w:sz="0" w:space="0" w:color="auto"/>
          </w:divBdr>
        </w:div>
        <w:div w:id="165483479">
          <w:marLeft w:val="0"/>
          <w:marRight w:val="0"/>
          <w:marTop w:val="0"/>
          <w:marBottom w:val="0"/>
          <w:divBdr>
            <w:top w:val="none" w:sz="0" w:space="0" w:color="auto"/>
            <w:left w:val="none" w:sz="0" w:space="0" w:color="auto"/>
            <w:bottom w:val="none" w:sz="0" w:space="0" w:color="auto"/>
            <w:right w:val="none" w:sz="0" w:space="0" w:color="auto"/>
          </w:divBdr>
        </w:div>
        <w:div w:id="168913836">
          <w:marLeft w:val="0"/>
          <w:marRight w:val="0"/>
          <w:marTop w:val="0"/>
          <w:marBottom w:val="0"/>
          <w:divBdr>
            <w:top w:val="none" w:sz="0" w:space="0" w:color="auto"/>
            <w:left w:val="none" w:sz="0" w:space="0" w:color="auto"/>
            <w:bottom w:val="none" w:sz="0" w:space="0" w:color="auto"/>
            <w:right w:val="none" w:sz="0" w:space="0" w:color="auto"/>
          </w:divBdr>
        </w:div>
        <w:div w:id="198858309">
          <w:marLeft w:val="0"/>
          <w:marRight w:val="0"/>
          <w:marTop w:val="0"/>
          <w:marBottom w:val="0"/>
          <w:divBdr>
            <w:top w:val="none" w:sz="0" w:space="0" w:color="auto"/>
            <w:left w:val="none" w:sz="0" w:space="0" w:color="auto"/>
            <w:bottom w:val="none" w:sz="0" w:space="0" w:color="auto"/>
            <w:right w:val="none" w:sz="0" w:space="0" w:color="auto"/>
          </w:divBdr>
        </w:div>
        <w:div w:id="219945303">
          <w:marLeft w:val="0"/>
          <w:marRight w:val="0"/>
          <w:marTop w:val="0"/>
          <w:marBottom w:val="0"/>
          <w:divBdr>
            <w:top w:val="none" w:sz="0" w:space="0" w:color="auto"/>
            <w:left w:val="none" w:sz="0" w:space="0" w:color="auto"/>
            <w:bottom w:val="none" w:sz="0" w:space="0" w:color="auto"/>
            <w:right w:val="none" w:sz="0" w:space="0" w:color="auto"/>
          </w:divBdr>
        </w:div>
        <w:div w:id="256795615">
          <w:marLeft w:val="0"/>
          <w:marRight w:val="0"/>
          <w:marTop w:val="0"/>
          <w:marBottom w:val="0"/>
          <w:divBdr>
            <w:top w:val="none" w:sz="0" w:space="0" w:color="auto"/>
            <w:left w:val="none" w:sz="0" w:space="0" w:color="auto"/>
            <w:bottom w:val="none" w:sz="0" w:space="0" w:color="auto"/>
            <w:right w:val="none" w:sz="0" w:space="0" w:color="auto"/>
          </w:divBdr>
        </w:div>
        <w:div w:id="265578288">
          <w:marLeft w:val="0"/>
          <w:marRight w:val="0"/>
          <w:marTop w:val="0"/>
          <w:marBottom w:val="0"/>
          <w:divBdr>
            <w:top w:val="none" w:sz="0" w:space="0" w:color="auto"/>
            <w:left w:val="none" w:sz="0" w:space="0" w:color="auto"/>
            <w:bottom w:val="none" w:sz="0" w:space="0" w:color="auto"/>
            <w:right w:val="none" w:sz="0" w:space="0" w:color="auto"/>
          </w:divBdr>
        </w:div>
        <w:div w:id="285695978">
          <w:marLeft w:val="0"/>
          <w:marRight w:val="0"/>
          <w:marTop w:val="0"/>
          <w:marBottom w:val="0"/>
          <w:divBdr>
            <w:top w:val="none" w:sz="0" w:space="0" w:color="auto"/>
            <w:left w:val="none" w:sz="0" w:space="0" w:color="auto"/>
            <w:bottom w:val="none" w:sz="0" w:space="0" w:color="auto"/>
            <w:right w:val="none" w:sz="0" w:space="0" w:color="auto"/>
          </w:divBdr>
        </w:div>
        <w:div w:id="287663431">
          <w:marLeft w:val="0"/>
          <w:marRight w:val="0"/>
          <w:marTop w:val="0"/>
          <w:marBottom w:val="0"/>
          <w:divBdr>
            <w:top w:val="none" w:sz="0" w:space="0" w:color="auto"/>
            <w:left w:val="none" w:sz="0" w:space="0" w:color="auto"/>
            <w:bottom w:val="none" w:sz="0" w:space="0" w:color="auto"/>
            <w:right w:val="none" w:sz="0" w:space="0" w:color="auto"/>
          </w:divBdr>
        </w:div>
        <w:div w:id="339896851">
          <w:marLeft w:val="0"/>
          <w:marRight w:val="0"/>
          <w:marTop w:val="0"/>
          <w:marBottom w:val="0"/>
          <w:divBdr>
            <w:top w:val="none" w:sz="0" w:space="0" w:color="auto"/>
            <w:left w:val="none" w:sz="0" w:space="0" w:color="auto"/>
            <w:bottom w:val="none" w:sz="0" w:space="0" w:color="auto"/>
            <w:right w:val="none" w:sz="0" w:space="0" w:color="auto"/>
          </w:divBdr>
        </w:div>
        <w:div w:id="362096038">
          <w:marLeft w:val="0"/>
          <w:marRight w:val="0"/>
          <w:marTop w:val="0"/>
          <w:marBottom w:val="0"/>
          <w:divBdr>
            <w:top w:val="none" w:sz="0" w:space="0" w:color="auto"/>
            <w:left w:val="none" w:sz="0" w:space="0" w:color="auto"/>
            <w:bottom w:val="none" w:sz="0" w:space="0" w:color="auto"/>
            <w:right w:val="none" w:sz="0" w:space="0" w:color="auto"/>
          </w:divBdr>
        </w:div>
        <w:div w:id="368915781">
          <w:marLeft w:val="0"/>
          <w:marRight w:val="0"/>
          <w:marTop w:val="0"/>
          <w:marBottom w:val="0"/>
          <w:divBdr>
            <w:top w:val="none" w:sz="0" w:space="0" w:color="auto"/>
            <w:left w:val="none" w:sz="0" w:space="0" w:color="auto"/>
            <w:bottom w:val="none" w:sz="0" w:space="0" w:color="auto"/>
            <w:right w:val="none" w:sz="0" w:space="0" w:color="auto"/>
          </w:divBdr>
        </w:div>
        <w:div w:id="388457179">
          <w:marLeft w:val="0"/>
          <w:marRight w:val="0"/>
          <w:marTop w:val="0"/>
          <w:marBottom w:val="0"/>
          <w:divBdr>
            <w:top w:val="none" w:sz="0" w:space="0" w:color="auto"/>
            <w:left w:val="none" w:sz="0" w:space="0" w:color="auto"/>
            <w:bottom w:val="none" w:sz="0" w:space="0" w:color="auto"/>
            <w:right w:val="none" w:sz="0" w:space="0" w:color="auto"/>
          </w:divBdr>
        </w:div>
        <w:div w:id="439449429">
          <w:marLeft w:val="0"/>
          <w:marRight w:val="0"/>
          <w:marTop w:val="0"/>
          <w:marBottom w:val="0"/>
          <w:divBdr>
            <w:top w:val="none" w:sz="0" w:space="0" w:color="auto"/>
            <w:left w:val="none" w:sz="0" w:space="0" w:color="auto"/>
            <w:bottom w:val="none" w:sz="0" w:space="0" w:color="auto"/>
            <w:right w:val="none" w:sz="0" w:space="0" w:color="auto"/>
          </w:divBdr>
        </w:div>
        <w:div w:id="467430786">
          <w:marLeft w:val="0"/>
          <w:marRight w:val="0"/>
          <w:marTop w:val="0"/>
          <w:marBottom w:val="0"/>
          <w:divBdr>
            <w:top w:val="none" w:sz="0" w:space="0" w:color="auto"/>
            <w:left w:val="none" w:sz="0" w:space="0" w:color="auto"/>
            <w:bottom w:val="none" w:sz="0" w:space="0" w:color="auto"/>
            <w:right w:val="none" w:sz="0" w:space="0" w:color="auto"/>
          </w:divBdr>
        </w:div>
        <w:div w:id="529535835">
          <w:marLeft w:val="0"/>
          <w:marRight w:val="0"/>
          <w:marTop w:val="0"/>
          <w:marBottom w:val="0"/>
          <w:divBdr>
            <w:top w:val="none" w:sz="0" w:space="0" w:color="auto"/>
            <w:left w:val="none" w:sz="0" w:space="0" w:color="auto"/>
            <w:bottom w:val="none" w:sz="0" w:space="0" w:color="auto"/>
            <w:right w:val="none" w:sz="0" w:space="0" w:color="auto"/>
          </w:divBdr>
        </w:div>
        <w:div w:id="543912865">
          <w:marLeft w:val="0"/>
          <w:marRight w:val="0"/>
          <w:marTop w:val="0"/>
          <w:marBottom w:val="0"/>
          <w:divBdr>
            <w:top w:val="none" w:sz="0" w:space="0" w:color="auto"/>
            <w:left w:val="none" w:sz="0" w:space="0" w:color="auto"/>
            <w:bottom w:val="none" w:sz="0" w:space="0" w:color="auto"/>
            <w:right w:val="none" w:sz="0" w:space="0" w:color="auto"/>
          </w:divBdr>
        </w:div>
        <w:div w:id="547641964">
          <w:marLeft w:val="0"/>
          <w:marRight w:val="0"/>
          <w:marTop w:val="0"/>
          <w:marBottom w:val="0"/>
          <w:divBdr>
            <w:top w:val="none" w:sz="0" w:space="0" w:color="auto"/>
            <w:left w:val="none" w:sz="0" w:space="0" w:color="auto"/>
            <w:bottom w:val="none" w:sz="0" w:space="0" w:color="auto"/>
            <w:right w:val="none" w:sz="0" w:space="0" w:color="auto"/>
          </w:divBdr>
        </w:div>
        <w:div w:id="553351087">
          <w:marLeft w:val="0"/>
          <w:marRight w:val="0"/>
          <w:marTop w:val="0"/>
          <w:marBottom w:val="0"/>
          <w:divBdr>
            <w:top w:val="none" w:sz="0" w:space="0" w:color="auto"/>
            <w:left w:val="none" w:sz="0" w:space="0" w:color="auto"/>
            <w:bottom w:val="none" w:sz="0" w:space="0" w:color="auto"/>
            <w:right w:val="none" w:sz="0" w:space="0" w:color="auto"/>
          </w:divBdr>
        </w:div>
        <w:div w:id="565460599">
          <w:marLeft w:val="0"/>
          <w:marRight w:val="0"/>
          <w:marTop w:val="0"/>
          <w:marBottom w:val="0"/>
          <w:divBdr>
            <w:top w:val="none" w:sz="0" w:space="0" w:color="auto"/>
            <w:left w:val="none" w:sz="0" w:space="0" w:color="auto"/>
            <w:bottom w:val="none" w:sz="0" w:space="0" w:color="auto"/>
            <w:right w:val="none" w:sz="0" w:space="0" w:color="auto"/>
          </w:divBdr>
        </w:div>
        <w:div w:id="605382784">
          <w:marLeft w:val="0"/>
          <w:marRight w:val="0"/>
          <w:marTop w:val="0"/>
          <w:marBottom w:val="0"/>
          <w:divBdr>
            <w:top w:val="none" w:sz="0" w:space="0" w:color="auto"/>
            <w:left w:val="none" w:sz="0" w:space="0" w:color="auto"/>
            <w:bottom w:val="none" w:sz="0" w:space="0" w:color="auto"/>
            <w:right w:val="none" w:sz="0" w:space="0" w:color="auto"/>
          </w:divBdr>
        </w:div>
        <w:div w:id="633171737">
          <w:marLeft w:val="0"/>
          <w:marRight w:val="0"/>
          <w:marTop w:val="0"/>
          <w:marBottom w:val="0"/>
          <w:divBdr>
            <w:top w:val="none" w:sz="0" w:space="0" w:color="auto"/>
            <w:left w:val="none" w:sz="0" w:space="0" w:color="auto"/>
            <w:bottom w:val="none" w:sz="0" w:space="0" w:color="auto"/>
            <w:right w:val="none" w:sz="0" w:space="0" w:color="auto"/>
          </w:divBdr>
        </w:div>
        <w:div w:id="634531902">
          <w:marLeft w:val="0"/>
          <w:marRight w:val="0"/>
          <w:marTop w:val="0"/>
          <w:marBottom w:val="0"/>
          <w:divBdr>
            <w:top w:val="none" w:sz="0" w:space="0" w:color="auto"/>
            <w:left w:val="none" w:sz="0" w:space="0" w:color="auto"/>
            <w:bottom w:val="none" w:sz="0" w:space="0" w:color="auto"/>
            <w:right w:val="none" w:sz="0" w:space="0" w:color="auto"/>
          </w:divBdr>
        </w:div>
        <w:div w:id="661928087">
          <w:marLeft w:val="0"/>
          <w:marRight w:val="0"/>
          <w:marTop w:val="0"/>
          <w:marBottom w:val="0"/>
          <w:divBdr>
            <w:top w:val="none" w:sz="0" w:space="0" w:color="auto"/>
            <w:left w:val="none" w:sz="0" w:space="0" w:color="auto"/>
            <w:bottom w:val="none" w:sz="0" w:space="0" w:color="auto"/>
            <w:right w:val="none" w:sz="0" w:space="0" w:color="auto"/>
          </w:divBdr>
        </w:div>
        <w:div w:id="823549197">
          <w:marLeft w:val="0"/>
          <w:marRight w:val="0"/>
          <w:marTop w:val="0"/>
          <w:marBottom w:val="0"/>
          <w:divBdr>
            <w:top w:val="none" w:sz="0" w:space="0" w:color="auto"/>
            <w:left w:val="none" w:sz="0" w:space="0" w:color="auto"/>
            <w:bottom w:val="none" w:sz="0" w:space="0" w:color="auto"/>
            <w:right w:val="none" w:sz="0" w:space="0" w:color="auto"/>
          </w:divBdr>
        </w:div>
        <w:div w:id="855655988">
          <w:marLeft w:val="0"/>
          <w:marRight w:val="0"/>
          <w:marTop w:val="0"/>
          <w:marBottom w:val="0"/>
          <w:divBdr>
            <w:top w:val="none" w:sz="0" w:space="0" w:color="auto"/>
            <w:left w:val="none" w:sz="0" w:space="0" w:color="auto"/>
            <w:bottom w:val="none" w:sz="0" w:space="0" w:color="auto"/>
            <w:right w:val="none" w:sz="0" w:space="0" w:color="auto"/>
          </w:divBdr>
        </w:div>
        <w:div w:id="908152671">
          <w:marLeft w:val="0"/>
          <w:marRight w:val="0"/>
          <w:marTop w:val="0"/>
          <w:marBottom w:val="0"/>
          <w:divBdr>
            <w:top w:val="none" w:sz="0" w:space="0" w:color="auto"/>
            <w:left w:val="none" w:sz="0" w:space="0" w:color="auto"/>
            <w:bottom w:val="none" w:sz="0" w:space="0" w:color="auto"/>
            <w:right w:val="none" w:sz="0" w:space="0" w:color="auto"/>
          </w:divBdr>
        </w:div>
        <w:div w:id="928657827">
          <w:marLeft w:val="0"/>
          <w:marRight w:val="0"/>
          <w:marTop w:val="0"/>
          <w:marBottom w:val="0"/>
          <w:divBdr>
            <w:top w:val="none" w:sz="0" w:space="0" w:color="auto"/>
            <w:left w:val="none" w:sz="0" w:space="0" w:color="auto"/>
            <w:bottom w:val="none" w:sz="0" w:space="0" w:color="auto"/>
            <w:right w:val="none" w:sz="0" w:space="0" w:color="auto"/>
          </w:divBdr>
        </w:div>
        <w:div w:id="950016214">
          <w:marLeft w:val="0"/>
          <w:marRight w:val="0"/>
          <w:marTop w:val="0"/>
          <w:marBottom w:val="0"/>
          <w:divBdr>
            <w:top w:val="none" w:sz="0" w:space="0" w:color="auto"/>
            <w:left w:val="none" w:sz="0" w:space="0" w:color="auto"/>
            <w:bottom w:val="none" w:sz="0" w:space="0" w:color="auto"/>
            <w:right w:val="none" w:sz="0" w:space="0" w:color="auto"/>
          </w:divBdr>
        </w:div>
        <w:div w:id="976841196">
          <w:marLeft w:val="0"/>
          <w:marRight w:val="0"/>
          <w:marTop w:val="0"/>
          <w:marBottom w:val="0"/>
          <w:divBdr>
            <w:top w:val="none" w:sz="0" w:space="0" w:color="auto"/>
            <w:left w:val="none" w:sz="0" w:space="0" w:color="auto"/>
            <w:bottom w:val="none" w:sz="0" w:space="0" w:color="auto"/>
            <w:right w:val="none" w:sz="0" w:space="0" w:color="auto"/>
          </w:divBdr>
        </w:div>
        <w:div w:id="981614913">
          <w:marLeft w:val="0"/>
          <w:marRight w:val="0"/>
          <w:marTop w:val="0"/>
          <w:marBottom w:val="0"/>
          <w:divBdr>
            <w:top w:val="none" w:sz="0" w:space="0" w:color="auto"/>
            <w:left w:val="none" w:sz="0" w:space="0" w:color="auto"/>
            <w:bottom w:val="none" w:sz="0" w:space="0" w:color="auto"/>
            <w:right w:val="none" w:sz="0" w:space="0" w:color="auto"/>
          </w:divBdr>
        </w:div>
        <w:div w:id="993991221">
          <w:marLeft w:val="0"/>
          <w:marRight w:val="0"/>
          <w:marTop w:val="0"/>
          <w:marBottom w:val="0"/>
          <w:divBdr>
            <w:top w:val="none" w:sz="0" w:space="0" w:color="auto"/>
            <w:left w:val="none" w:sz="0" w:space="0" w:color="auto"/>
            <w:bottom w:val="none" w:sz="0" w:space="0" w:color="auto"/>
            <w:right w:val="none" w:sz="0" w:space="0" w:color="auto"/>
          </w:divBdr>
        </w:div>
        <w:div w:id="997148028">
          <w:marLeft w:val="0"/>
          <w:marRight w:val="0"/>
          <w:marTop w:val="0"/>
          <w:marBottom w:val="0"/>
          <w:divBdr>
            <w:top w:val="none" w:sz="0" w:space="0" w:color="auto"/>
            <w:left w:val="none" w:sz="0" w:space="0" w:color="auto"/>
            <w:bottom w:val="none" w:sz="0" w:space="0" w:color="auto"/>
            <w:right w:val="none" w:sz="0" w:space="0" w:color="auto"/>
          </w:divBdr>
        </w:div>
        <w:div w:id="1044981801">
          <w:marLeft w:val="0"/>
          <w:marRight w:val="0"/>
          <w:marTop w:val="0"/>
          <w:marBottom w:val="0"/>
          <w:divBdr>
            <w:top w:val="none" w:sz="0" w:space="0" w:color="auto"/>
            <w:left w:val="none" w:sz="0" w:space="0" w:color="auto"/>
            <w:bottom w:val="none" w:sz="0" w:space="0" w:color="auto"/>
            <w:right w:val="none" w:sz="0" w:space="0" w:color="auto"/>
          </w:divBdr>
        </w:div>
        <w:div w:id="1058749693">
          <w:marLeft w:val="0"/>
          <w:marRight w:val="0"/>
          <w:marTop w:val="0"/>
          <w:marBottom w:val="0"/>
          <w:divBdr>
            <w:top w:val="none" w:sz="0" w:space="0" w:color="auto"/>
            <w:left w:val="none" w:sz="0" w:space="0" w:color="auto"/>
            <w:bottom w:val="none" w:sz="0" w:space="0" w:color="auto"/>
            <w:right w:val="none" w:sz="0" w:space="0" w:color="auto"/>
          </w:divBdr>
        </w:div>
        <w:div w:id="1071344450">
          <w:marLeft w:val="0"/>
          <w:marRight w:val="0"/>
          <w:marTop w:val="0"/>
          <w:marBottom w:val="0"/>
          <w:divBdr>
            <w:top w:val="none" w:sz="0" w:space="0" w:color="auto"/>
            <w:left w:val="none" w:sz="0" w:space="0" w:color="auto"/>
            <w:bottom w:val="none" w:sz="0" w:space="0" w:color="auto"/>
            <w:right w:val="none" w:sz="0" w:space="0" w:color="auto"/>
          </w:divBdr>
        </w:div>
        <w:div w:id="1123767127">
          <w:marLeft w:val="0"/>
          <w:marRight w:val="0"/>
          <w:marTop w:val="0"/>
          <w:marBottom w:val="0"/>
          <w:divBdr>
            <w:top w:val="none" w:sz="0" w:space="0" w:color="auto"/>
            <w:left w:val="none" w:sz="0" w:space="0" w:color="auto"/>
            <w:bottom w:val="none" w:sz="0" w:space="0" w:color="auto"/>
            <w:right w:val="none" w:sz="0" w:space="0" w:color="auto"/>
          </w:divBdr>
        </w:div>
        <w:div w:id="1179924778">
          <w:marLeft w:val="0"/>
          <w:marRight w:val="0"/>
          <w:marTop w:val="0"/>
          <w:marBottom w:val="0"/>
          <w:divBdr>
            <w:top w:val="none" w:sz="0" w:space="0" w:color="auto"/>
            <w:left w:val="none" w:sz="0" w:space="0" w:color="auto"/>
            <w:bottom w:val="none" w:sz="0" w:space="0" w:color="auto"/>
            <w:right w:val="none" w:sz="0" w:space="0" w:color="auto"/>
          </w:divBdr>
        </w:div>
        <w:div w:id="1212840157">
          <w:marLeft w:val="0"/>
          <w:marRight w:val="0"/>
          <w:marTop w:val="0"/>
          <w:marBottom w:val="0"/>
          <w:divBdr>
            <w:top w:val="none" w:sz="0" w:space="0" w:color="auto"/>
            <w:left w:val="none" w:sz="0" w:space="0" w:color="auto"/>
            <w:bottom w:val="none" w:sz="0" w:space="0" w:color="auto"/>
            <w:right w:val="none" w:sz="0" w:space="0" w:color="auto"/>
          </w:divBdr>
        </w:div>
        <w:div w:id="1257904403">
          <w:marLeft w:val="0"/>
          <w:marRight w:val="0"/>
          <w:marTop w:val="0"/>
          <w:marBottom w:val="0"/>
          <w:divBdr>
            <w:top w:val="none" w:sz="0" w:space="0" w:color="auto"/>
            <w:left w:val="none" w:sz="0" w:space="0" w:color="auto"/>
            <w:bottom w:val="none" w:sz="0" w:space="0" w:color="auto"/>
            <w:right w:val="none" w:sz="0" w:space="0" w:color="auto"/>
          </w:divBdr>
        </w:div>
        <w:div w:id="1258755725">
          <w:marLeft w:val="0"/>
          <w:marRight w:val="0"/>
          <w:marTop w:val="0"/>
          <w:marBottom w:val="0"/>
          <w:divBdr>
            <w:top w:val="none" w:sz="0" w:space="0" w:color="auto"/>
            <w:left w:val="none" w:sz="0" w:space="0" w:color="auto"/>
            <w:bottom w:val="none" w:sz="0" w:space="0" w:color="auto"/>
            <w:right w:val="none" w:sz="0" w:space="0" w:color="auto"/>
          </w:divBdr>
        </w:div>
        <w:div w:id="1280723494">
          <w:marLeft w:val="0"/>
          <w:marRight w:val="0"/>
          <w:marTop w:val="0"/>
          <w:marBottom w:val="0"/>
          <w:divBdr>
            <w:top w:val="none" w:sz="0" w:space="0" w:color="auto"/>
            <w:left w:val="none" w:sz="0" w:space="0" w:color="auto"/>
            <w:bottom w:val="none" w:sz="0" w:space="0" w:color="auto"/>
            <w:right w:val="none" w:sz="0" w:space="0" w:color="auto"/>
          </w:divBdr>
        </w:div>
        <w:div w:id="1292319839">
          <w:marLeft w:val="0"/>
          <w:marRight w:val="0"/>
          <w:marTop w:val="0"/>
          <w:marBottom w:val="0"/>
          <w:divBdr>
            <w:top w:val="none" w:sz="0" w:space="0" w:color="auto"/>
            <w:left w:val="none" w:sz="0" w:space="0" w:color="auto"/>
            <w:bottom w:val="none" w:sz="0" w:space="0" w:color="auto"/>
            <w:right w:val="none" w:sz="0" w:space="0" w:color="auto"/>
          </w:divBdr>
        </w:div>
        <w:div w:id="1328248023">
          <w:marLeft w:val="0"/>
          <w:marRight w:val="0"/>
          <w:marTop w:val="0"/>
          <w:marBottom w:val="0"/>
          <w:divBdr>
            <w:top w:val="none" w:sz="0" w:space="0" w:color="auto"/>
            <w:left w:val="none" w:sz="0" w:space="0" w:color="auto"/>
            <w:bottom w:val="none" w:sz="0" w:space="0" w:color="auto"/>
            <w:right w:val="none" w:sz="0" w:space="0" w:color="auto"/>
          </w:divBdr>
        </w:div>
        <w:div w:id="1335839370">
          <w:marLeft w:val="0"/>
          <w:marRight w:val="0"/>
          <w:marTop w:val="0"/>
          <w:marBottom w:val="0"/>
          <w:divBdr>
            <w:top w:val="none" w:sz="0" w:space="0" w:color="auto"/>
            <w:left w:val="none" w:sz="0" w:space="0" w:color="auto"/>
            <w:bottom w:val="none" w:sz="0" w:space="0" w:color="auto"/>
            <w:right w:val="none" w:sz="0" w:space="0" w:color="auto"/>
          </w:divBdr>
        </w:div>
        <w:div w:id="1338266172">
          <w:marLeft w:val="0"/>
          <w:marRight w:val="0"/>
          <w:marTop w:val="0"/>
          <w:marBottom w:val="0"/>
          <w:divBdr>
            <w:top w:val="none" w:sz="0" w:space="0" w:color="auto"/>
            <w:left w:val="none" w:sz="0" w:space="0" w:color="auto"/>
            <w:bottom w:val="none" w:sz="0" w:space="0" w:color="auto"/>
            <w:right w:val="none" w:sz="0" w:space="0" w:color="auto"/>
          </w:divBdr>
        </w:div>
        <w:div w:id="1364090320">
          <w:marLeft w:val="0"/>
          <w:marRight w:val="0"/>
          <w:marTop w:val="0"/>
          <w:marBottom w:val="0"/>
          <w:divBdr>
            <w:top w:val="none" w:sz="0" w:space="0" w:color="auto"/>
            <w:left w:val="none" w:sz="0" w:space="0" w:color="auto"/>
            <w:bottom w:val="none" w:sz="0" w:space="0" w:color="auto"/>
            <w:right w:val="none" w:sz="0" w:space="0" w:color="auto"/>
          </w:divBdr>
        </w:div>
        <w:div w:id="1469056844">
          <w:marLeft w:val="0"/>
          <w:marRight w:val="0"/>
          <w:marTop w:val="0"/>
          <w:marBottom w:val="0"/>
          <w:divBdr>
            <w:top w:val="none" w:sz="0" w:space="0" w:color="auto"/>
            <w:left w:val="none" w:sz="0" w:space="0" w:color="auto"/>
            <w:bottom w:val="none" w:sz="0" w:space="0" w:color="auto"/>
            <w:right w:val="none" w:sz="0" w:space="0" w:color="auto"/>
          </w:divBdr>
        </w:div>
        <w:div w:id="1496871834">
          <w:marLeft w:val="0"/>
          <w:marRight w:val="0"/>
          <w:marTop w:val="0"/>
          <w:marBottom w:val="0"/>
          <w:divBdr>
            <w:top w:val="none" w:sz="0" w:space="0" w:color="auto"/>
            <w:left w:val="none" w:sz="0" w:space="0" w:color="auto"/>
            <w:bottom w:val="none" w:sz="0" w:space="0" w:color="auto"/>
            <w:right w:val="none" w:sz="0" w:space="0" w:color="auto"/>
          </w:divBdr>
        </w:div>
        <w:div w:id="1525705876">
          <w:marLeft w:val="0"/>
          <w:marRight w:val="0"/>
          <w:marTop w:val="0"/>
          <w:marBottom w:val="0"/>
          <w:divBdr>
            <w:top w:val="none" w:sz="0" w:space="0" w:color="auto"/>
            <w:left w:val="none" w:sz="0" w:space="0" w:color="auto"/>
            <w:bottom w:val="none" w:sz="0" w:space="0" w:color="auto"/>
            <w:right w:val="none" w:sz="0" w:space="0" w:color="auto"/>
          </w:divBdr>
        </w:div>
        <w:div w:id="1602444543">
          <w:marLeft w:val="0"/>
          <w:marRight w:val="0"/>
          <w:marTop w:val="0"/>
          <w:marBottom w:val="0"/>
          <w:divBdr>
            <w:top w:val="none" w:sz="0" w:space="0" w:color="auto"/>
            <w:left w:val="none" w:sz="0" w:space="0" w:color="auto"/>
            <w:bottom w:val="none" w:sz="0" w:space="0" w:color="auto"/>
            <w:right w:val="none" w:sz="0" w:space="0" w:color="auto"/>
          </w:divBdr>
        </w:div>
        <w:div w:id="1752847884">
          <w:marLeft w:val="0"/>
          <w:marRight w:val="0"/>
          <w:marTop w:val="0"/>
          <w:marBottom w:val="0"/>
          <w:divBdr>
            <w:top w:val="none" w:sz="0" w:space="0" w:color="auto"/>
            <w:left w:val="none" w:sz="0" w:space="0" w:color="auto"/>
            <w:bottom w:val="none" w:sz="0" w:space="0" w:color="auto"/>
            <w:right w:val="none" w:sz="0" w:space="0" w:color="auto"/>
          </w:divBdr>
        </w:div>
        <w:div w:id="1783528137">
          <w:marLeft w:val="0"/>
          <w:marRight w:val="0"/>
          <w:marTop w:val="0"/>
          <w:marBottom w:val="0"/>
          <w:divBdr>
            <w:top w:val="none" w:sz="0" w:space="0" w:color="auto"/>
            <w:left w:val="none" w:sz="0" w:space="0" w:color="auto"/>
            <w:bottom w:val="none" w:sz="0" w:space="0" w:color="auto"/>
            <w:right w:val="none" w:sz="0" w:space="0" w:color="auto"/>
          </w:divBdr>
        </w:div>
        <w:div w:id="1789160933">
          <w:marLeft w:val="0"/>
          <w:marRight w:val="0"/>
          <w:marTop w:val="0"/>
          <w:marBottom w:val="0"/>
          <w:divBdr>
            <w:top w:val="none" w:sz="0" w:space="0" w:color="auto"/>
            <w:left w:val="none" w:sz="0" w:space="0" w:color="auto"/>
            <w:bottom w:val="none" w:sz="0" w:space="0" w:color="auto"/>
            <w:right w:val="none" w:sz="0" w:space="0" w:color="auto"/>
          </w:divBdr>
        </w:div>
        <w:div w:id="1860969618">
          <w:marLeft w:val="0"/>
          <w:marRight w:val="0"/>
          <w:marTop w:val="0"/>
          <w:marBottom w:val="0"/>
          <w:divBdr>
            <w:top w:val="none" w:sz="0" w:space="0" w:color="auto"/>
            <w:left w:val="none" w:sz="0" w:space="0" w:color="auto"/>
            <w:bottom w:val="none" w:sz="0" w:space="0" w:color="auto"/>
            <w:right w:val="none" w:sz="0" w:space="0" w:color="auto"/>
          </w:divBdr>
        </w:div>
        <w:div w:id="1863661303">
          <w:marLeft w:val="0"/>
          <w:marRight w:val="0"/>
          <w:marTop w:val="0"/>
          <w:marBottom w:val="0"/>
          <w:divBdr>
            <w:top w:val="none" w:sz="0" w:space="0" w:color="auto"/>
            <w:left w:val="none" w:sz="0" w:space="0" w:color="auto"/>
            <w:bottom w:val="none" w:sz="0" w:space="0" w:color="auto"/>
            <w:right w:val="none" w:sz="0" w:space="0" w:color="auto"/>
          </w:divBdr>
        </w:div>
        <w:div w:id="1957366789">
          <w:marLeft w:val="0"/>
          <w:marRight w:val="0"/>
          <w:marTop w:val="0"/>
          <w:marBottom w:val="0"/>
          <w:divBdr>
            <w:top w:val="none" w:sz="0" w:space="0" w:color="auto"/>
            <w:left w:val="none" w:sz="0" w:space="0" w:color="auto"/>
            <w:bottom w:val="none" w:sz="0" w:space="0" w:color="auto"/>
            <w:right w:val="none" w:sz="0" w:space="0" w:color="auto"/>
          </w:divBdr>
        </w:div>
        <w:div w:id="1970281709">
          <w:marLeft w:val="0"/>
          <w:marRight w:val="0"/>
          <w:marTop w:val="0"/>
          <w:marBottom w:val="0"/>
          <w:divBdr>
            <w:top w:val="none" w:sz="0" w:space="0" w:color="auto"/>
            <w:left w:val="none" w:sz="0" w:space="0" w:color="auto"/>
            <w:bottom w:val="none" w:sz="0" w:space="0" w:color="auto"/>
            <w:right w:val="none" w:sz="0" w:space="0" w:color="auto"/>
          </w:divBdr>
        </w:div>
        <w:div w:id="2022200683">
          <w:marLeft w:val="0"/>
          <w:marRight w:val="0"/>
          <w:marTop w:val="0"/>
          <w:marBottom w:val="0"/>
          <w:divBdr>
            <w:top w:val="none" w:sz="0" w:space="0" w:color="auto"/>
            <w:left w:val="none" w:sz="0" w:space="0" w:color="auto"/>
            <w:bottom w:val="none" w:sz="0" w:space="0" w:color="auto"/>
            <w:right w:val="none" w:sz="0" w:space="0" w:color="auto"/>
          </w:divBdr>
        </w:div>
        <w:div w:id="2083062215">
          <w:marLeft w:val="0"/>
          <w:marRight w:val="0"/>
          <w:marTop w:val="0"/>
          <w:marBottom w:val="0"/>
          <w:divBdr>
            <w:top w:val="none" w:sz="0" w:space="0" w:color="auto"/>
            <w:left w:val="none" w:sz="0" w:space="0" w:color="auto"/>
            <w:bottom w:val="none" w:sz="0" w:space="0" w:color="auto"/>
            <w:right w:val="none" w:sz="0" w:space="0" w:color="auto"/>
          </w:divBdr>
        </w:div>
        <w:div w:id="2124762401">
          <w:marLeft w:val="0"/>
          <w:marRight w:val="0"/>
          <w:marTop w:val="0"/>
          <w:marBottom w:val="0"/>
          <w:divBdr>
            <w:top w:val="none" w:sz="0" w:space="0" w:color="auto"/>
            <w:left w:val="none" w:sz="0" w:space="0" w:color="auto"/>
            <w:bottom w:val="none" w:sz="0" w:space="0" w:color="auto"/>
            <w:right w:val="none" w:sz="0" w:space="0" w:color="auto"/>
          </w:divBdr>
        </w:div>
        <w:div w:id="2127698147">
          <w:marLeft w:val="0"/>
          <w:marRight w:val="0"/>
          <w:marTop w:val="0"/>
          <w:marBottom w:val="0"/>
          <w:divBdr>
            <w:top w:val="none" w:sz="0" w:space="0" w:color="auto"/>
            <w:left w:val="none" w:sz="0" w:space="0" w:color="auto"/>
            <w:bottom w:val="none" w:sz="0" w:space="0" w:color="auto"/>
            <w:right w:val="none" w:sz="0" w:space="0" w:color="auto"/>
          </w:divBdr>
        </w:div>
      </w:divsChild>
    </w:div>
    <w:div w:id="2131976387">
      <w:bodyDiv w:val="1"/>
      <w:marLeft w:val="0"/>
      <w:marRight w:val="0"/>
      <w:marTop w:val="0"/>
      <w:marBottom w:val="0"/>
      <w:divBdr>
        <w:top w:val="none" w:sz="0" w:space="0" w:color="auto"/>
        <w:left w:val="none" w:sz="0" w:space="0" w:color="auto"/>
        <w:bottom w:val="none" w:sz="0" w:space="0" w:color="auto"/>
        <w:right w:val="none" w:sz="0" w:space="0" w:color="auto"/>
      </w:divBdr>
    </w:div>
    <w:div w:id="2132238151">
      <w:bodyDiv w:val="1"/>
      <w:marLeft w:val="0"/>
      <w:marRight w:val="0"/>
      <w:marTop w:val="0"/>
      <w:marBottom w:val="0"/>
      <w:divBdr>
        <w:top w:val="none" w:sz="0" w:space="0" w:color="auto"/>
        <w:left w:val="none" w:sz="0" w:space="0" w:color="auto"/>
        <w:bottom w:val="none" w:sz="0" w:space="0" w:color="auto"/>
        <w:right w:val="none" w:sz="0" w:space="0" w:color="auto"/>
      </w:divBdr>
    </w:div>
    <w:div w:id="2132279542">
      <w:bodyDiv w:val="1"/>
      <w:marLeft w:val="0"/>
      <w:marRight w:val="0"/>
      <w:marTop w:val="0"/>
      <w:marBottom w:val="0"/>
      <w:divBdr>
        <w:top w:val="none" w:sz="0" w:space="0" w:color="auto"/>
        <w:left w:val="none" w:sz="0" w:space="0" w:color="auto"/>
        <w:bottom w:val="none" w:sz="0" w:space="0" w:color="auto"/>
        <w:right w:val="none" w:sz="0" w:space="0" w:color="auto"/>
      </w:divBdr>
    </w:div>
    <w:div w:id="2134443602">
      <w:bodyDiv w:val="1"/>
      <w:marLeft w:val="0"/>
      <w:marRight w:val="0"/>
      <w:marTop w:val="0"/>
      <w:marBottom w:val="0"/>
      <w:divBdr>
        <w:top w:val="none" w:sz="0" w:space="0" w:color="auto"/>
        <w:left w:val="none" w:sz="0" w:space="0" w:color="auto"/>
        <w:bottom w:val="none" w:sz="0" w:space="0" w:color="auto"/>
        <w:right w:val="none" w:sz="0" w:space="0" w:color="auto"/>
      </w:divBdr>
    </w:div>
    <w:div w:id="2134445018">
      <w:bodyDiv w:val="1"/>
      <w:marLeft w:val="0"/>
      <w:marRight w:val="0"/>
      <w:marTop w:val="0"/>
      <w:marBottom w:val="0"/>
      <w:divBdr>
        <w:top w:val="none" w:sz="0" w:space="0" w:color="auto"/>
        <w:left w:val="none" w:sz="0" w:space="0" w:color="auto"/>
        <w:bottom w:val="none" w:sz="0" w:space="0" w:color="auto"/>
        <w:right w:val="none" w:sz="0" w:space="0" w:color="auto"/>
      </w:divBdr>
    </w:div>
    <w:div w:id="2135243954">
      <w:bodyDiv w:val="1"/>
      <w:marLeft w:val="0"/>
      <w:marRight w:val="0"/>
      <w:marTop w:val="0"/>
      <w:marBottom w:val="0"/>
      <w:divBdr>
        <w:top w:val="none" w:sz="0" w:space="0" w:color="auto"/>
        <w:left w:val="none" w:sz="0" w:space="0" w:color="auto"/>
        <w:bottom w:val="none" w:sz="0" w:space="0" w:color="auto"/>
        <w:right w:val="none" w:sz="0" w:space="0" w:color="auto"/>
      </w:divBdr>
    </w:div>
    <w:div w:id="2135900547">
      <w:bodyDiv w:val="1"/>
      <w:marLeft w:val="0"/>
      <w:marRight w:val="0"/>
      <w:marTop w:val="0"/>
      <w:marBottom w:val="0"/>
      <w:divBdr>
        <w:top w:val="none" w:sz="0" w:space="0" w:color="auto"/>
        <w:left w:val="none" w:sz="0" w:space="0" w:color="auto"/>
        <w:bottom w:val="none" w:sz="0" w:space="0" w:color="auto"/>
        <w:right w:val="none" w:sz="0" w:space="0" w:color="auto"/>
      </w:divBdr>
    </w:div>
    <w:div w:id="2136215411">
      <w:bodyDiv w:val="1"/>
      <w:marLeft w:val="0"/>
      <w:marRight w:val="0"/>
      <w:marTop w:val="0"/>
      <w:marBottom w:val="0"/>
      <w:divBdr>
        <w:top w:val="none" w:sz="0" w:space="0" w:color="auto"/>
        <w:left w:val="none" w:sz="0" w:space="0" w:color="auto"/>
        <w:bottom w:val="none" w:sz="0" w:space="0" w:color="auto"/>
        <w:right w:val="none" w:sz="0" w:space="0" w:color="auto"/>
      </w:divBdr>
    </w:div>
    <w:div w:id="2136366672">
      <w:bodyDiv w:val="1"/>
      <w:marLeft w:val="0"/>
      <w:marRight w:val="0"/>
      <w:marTop w:val="0"/>
      <w:marBottom w:val="0"/>
      <w:divBdr>
        <w:top w:val="none" w:sz="0" w:space="0" w:color="auto"/>
        <w:left w:val="none" w:sz="0" w:space="0" w:color="auto"/>
        <w:bottom w:val="none" w:sz="0" w:space="0" w:color="auto"/>
        <w:right w:val="none" w:sz="0" w:space="0" w:color="auto"/>
      </w:divBdr>
    </w:div>
    <w:div w:id="2136561498">
      <w:bodyDiv w:val="1"/>
      <w:marLeft w:val="0"/>
      <w:marRight w:val="0"/>
      <w:marTop w:val="0"/>
      <w:marBottom w:val="0"/>
      <w:divBdr>
        <w:top w:val="none" w:sz="0" w:space="0" w:color="auto"/>
        <w:left w:val="none" w:sz="0" w:space="0" w:color="auto"/>
        <w:bottom w:val="none" w:sz="0" w:space="0" w:color="auto"/>
        <w:right w:val="none" w:sz="0" w:space="0" w:color="auto"/>
      </w:divBdr>
    </w:div>
    <w:div w:id="2136562630">
      <w:bodyDiv w:val="1"/>
      <w:marLeft w:val="0"/>
      <w:marRight w:val="0"/>
      <w:marTop w:val="0"/>
      <w:marBottom w:val="0"/>
      <w:divBdr>
        <w:top w:val="none" w:sz="0" w:space="0" w:color="auto"/>
        <w:left w:val="none" w:sz="0" w:space="0" w:color="auto"/>
        <w:bottom w:val="none" w:sz="0" w:space="0" w:color="auto"/>
        <w:right w:val="none" w:sz="0" w:space="0" w:color="auto"/>
      </w:divBdr>
    </w:div>
    <w:div w:id="2137946926">
      <w:bodyDiv w:val="1"/>
      <w:marLeft w:val="0"/>
      <w:marRight w:val="0"/>
      <w:marTop w:val="0"/>
      <w:marBottom w:val="0"/>
      <w:divBdr>
        <w:top w:val="none" w:sz="0" w:space="0" w:color="auto"/>
        <w:left w:val="none" w:sz="0" w:space="0" w:color="auto"/>
        <w:bottom w:val="none" w:sz="0" w:space="0" w:color="auto"/>
        <w:right w:val="none" w:sz="0" w:space="0" w:color="auto"/>
      </w:divBdr>
    </w:div>
    <w:div w:id="2138184606">
      <w:bodyDiv w:val="1"/>
      <w:marLeft w:val="0"/>
      <w:marRight w:val="0"/>
      <w:marTop w:val="0"/>
      <w:marBottom w:val="0"/>
      <w:divBdr>
        <w:top w:val="none" w:sz="0" w:space="0" w:color="auto"/>
        <w:left w:val="none" w:sz="0" w:space="0" w:color="auto"/>
        <w:bottom w:val="none" w:sz="0" w:space="0" w:color="auto"/>
        <w:right w:val="none" w:sz="0" w:space="0" w:color="auto"/>
      </w:divBdr>
    </w:div>
    <w:div w:id="2138448438">
      <w:bodyDiv w:val="1"/>
      <w:marLeft w:val="0"/>
      <w:marRight w:val="0"/>
      <w:marTop w:val="0"/>
      <w:marBottom w:val="0"/>
      <w:divBdr>
        <w:top w:val="none" w:sz="0" w:space="0" w:color="auto"/>
        <w:left w:val="none" w:sz="0" w:space="0" w:color="auto"/>
        <w:bottom w:val="none" w:sz="0" w:space="0" w:color="auto"/>
        <w:right w:val="none" w:sz="0" w:space="0" w:color="auto"/>
      </w:divBdr>
    </w:div>
    <w:div w:id="2138521912">
      <w:bodyDiv w:val="1"/>
      <w:marLeft w:val="0"/>
      <w:marRight w:val="0"/>
      <w:marTop w:val="0"/>
      <w:marBottom w:val="0"/>
      <w:divBdr>
        <w:top w:val="none" w:sz="0" w:space="0" w:color="auto"/>
        <w:left w:val="none" w:sz="0" w:space="0" w:color="auto"/>
        <w:bottom w:val="none" w:sz="0" w:space="0" w:color="auto"/>
        <w:right w:val="none" w:sz="0" w:space="0" w:color="auto"/>
      </w:divBdr>
    </w:div>
    <w:div w:id="2138832984">
      <w:bodyDiv w:val="1"/>
      <w:marLeft w:val="0"/>
      <w:marRight w:val="0"/>
      <w:marTop w:val="0"/>
      <w:marBottom w:val="0"/>
      <w:divBdr>
        <w:top w:val="none" w:sz="0" w:space="0" w:color="auto"/>
        <w:left w:val="none" w:sz="0" w:space="0" w:color="auto"/>
        <w:bottom w:val="none" w:sz="0" w:space="0" w:color="auto"/>
        <w:right w:val="none" w:sz="0" w:space="0" w:color="auto"/>
      </w:divBdr>
    </w:div>
    <w:div w:id="2139294959">
      <w:bodyDiv w:val="1"/>
      <w:marLeft w:val="0"/>
      <w:marRight w:val="0"/>
      <w:marTop w:val="0"/>
      <w:marBottom w:val="0"/>
      <w:divBdr>
        <w:top w:val="none" w:sz="0" w:space="0" w:color="auto"/>
        <w:left w:val="none" w:sz="0" w:space="0" w:color="auto"/>
        <w:bottom w:val="none" w:sz="0" w:space="0" w:color="auto"/>
        <w:right w:val="none" w:sz="0" w:space="0" w:color="auto"/>
      </w:divBdr>
    </w:div>
    <w:div w:id="2139445964">
      <w:bodyDiv w:val="1"/>
      <w:marLeft w:val="0"/>
      <w:marRight w:val="0"/>
      <w:marTop w:val="0"/>
      <w:marBottom w:val="0"/>
      <w:divBdr>
        <w:top w:val="none" w:sz="0" w:space="0" w:color="auto"/>
        <w:left w:val="none" w:sz="0" w:space="0" w:color="auto"/>
        <w:bottom w:val="none" w:sz="0" w:space="0" w:color="auto"/>
        <w:right w:val="none" w:sz="0" w:space="0" w:color="auto"/>
      </w:divBdr>
    </w:div>
    <w:div w:id="2139882417">
      <w:bodyDiv w:val="1"/>
      <w:marLeft w:val="0"/>
      <w:marRight w:val="0"/>
      <w:marTop w:val="0"/>
      <w:marBottom w:val="0"/>
      <w:divBdr>
        <w:top w:val="none" w:sz="0" w:space="0" w:color="auto"/>
        <w:left w:val="none" w:sz="0" w:space="0" w:color="auto"/>
        <w:bottom w:val="none" w:sz="0" w:space="0" w:color="auto"/>
        <w:right w:val="none" w:sz="0" w:space="0" w:color="auto"/>
      </w:divBdr>
    </w:div>
    <w:div w:id="2140562414">
      <w:bodyDiv w:val="1"/>
      <w:marLeft w:val="0"/>
      <w:marRight w:val="0"/>
      <w:marTop w:val="0"/>
      <w:marBottom w:val="0"/>
      <w:divBdr>
        <w:top w:val="none" w:sz="0" w:space="0" w:color="auto"/>
        <w:left w:val="none" w:sz="0" w:space="0" w:color="auto"/>
        <w:bottom w:val="none" w:sz="0" w:space="0" w:color="auto"/>
        <w:right w:val="none" w:sz="0" w:space="0" w:color="auto"/>
      </w:divBdr>
    </w:div>
    <w:div w:id="2140878889">
      <w:bodyDiv w:val="1"/>
      <w:marLeft w:val="0"/>
      <w:marRight w:val="0"/>
      <w:marTop w:val="0"/>
      <w:marBottom w:val="0"/>
      <w:divBdr>
        <w:top w:val="none" w:sz="0" w:space="0" w:color="auto"/>
        <w:left w:val="none" w:sz="0" w:space="0" w:color="auto"/>
        <w:bottom w:val="none" w:sz="0" w:space="0" w:color="auto"/>
        <w:right w:val="none" w:sz="0" w:space="0" w:color="auto"/>
      </w:divBdr>
    </w:div>
    <w:div w:id="2141149206">
      <w:bodyDiv w:val="1"/>
      <w:marLeft w:val="0"/>
      <w:marRight w:val="0"/>
      <w:marTop w:val="0"/>
      <w:marBottom w:val="0"/>
      <w:divBdr>
        <w:top w:val="none" w:sz="0" w:space="0" w:color="auto"/>
        <w:left w:val="none" w:sz="0" w:space="0" w:color="auto"/>
        <w:bottom w:val="none" w:sz="0" w:space="0" w:color="auto"/>
        <w:right w:val="none" w:sz="0" w:space="0" w:color="auto"/>
      </w:divBdr>
    </w:div>
    <w:div w:id="2141223106">
      <w:bodyDiv w:val="1"/>
      <w:marLeft w:val="0"/>
      <w:marRight w:val="0"/>
      <w:marTop w:val="0"/>
      <w:marBottom w:val="0"/>
      <w:divBdr>
        <w:top w:val="none" w:sz="0" w:space="0" w:color="auto"/>
        <w:left w:val="none" w:sz="0" w:space="0" w:color="auto"/>
        <w:bottom w:val="none" w:sz="0" w:space="0" w:color="auto"/>
        <w:right w:val="none" w:sz="0" w:space="0" w:color="auto"/>
      </w:divBdr>
    </w:div>
    <w:div w:id="2142115391">
      <w:bodyDiv w:val="1"/>
      <w:marLeft w:val="0"/>
      <w:marRight w:val="0"/>
      <w:marTop w:val="0"/>
      <w:marBottom w:val="0"/>
      <w:divBdr>
        <w:top w:val="none" w:sz="0" w:space="0" w:color="auto"/>
        <w:left w:val="none" w:sz="0" w:space="0" w:color="auto"/>
        <w:bottom w:val="none" w:sz="0" w:space="0" w:color="auto"/>
        <w:right w:val="none" w:sz="0" w:space="0" w:color="auto"/>
      </w:divBdr>
    </w:div>
    <w:div w:id="2142307286">
      <w:bodyDiv w:val="1"/>
      <w:marLeft w:val="0"/>
      <w:marRight w:val="0"/>
      <w:marTop w:val="0"/>
      <w:marBottom w:val="0"/>
      <w:divBdr>
        <w:top w:val="none" w:sz="0" w:space="0" w:color="auto"/>
        <w:left w:val="none" w:sz="0" w:space="0" w:color="auto"/>
        <w:bottom w:val="none" w:sz="0" w:space="0" w:color="auto"/>
        <w:right w:val="none" w:sz="0" w:space="0" w:color="auto"/>
      </w:divBdr>
    </w:div>
    <w:div w:id="2142914801">
      <w:bodyDiv w:val="1"/>
      <w:marLeft w:val="0"/>
      <w:marRight w:val="0"/>
      <w:marTop w:val="0"/>
      <w:marBottom w:val="0"/>
      <w:divBdr>
        <w:top w:val="none" w:sz="0" w:space="0" w:color="auto"/>
        <w:left w:val="none" w:sz="0" w:space="0" w:color="auto"/>
        <w:bottom w:val="none" w:sz="0" w:space="0" w:color="auto"/>
        <w:right w:val="none" w:sz="0" w:space="0" w:color="auto"/>
      </w:divBdr>
    </w:div>
    <w:div w:id="2143889510">
      <w:bodyDiv w:val="1"/>
      <w:marLeft w:val="0"/>
      <w:marRight w:val="0"/>
      <w:marTop w:val="0"/>
      <w:marBottom w:val="0"/>
      <w:divBdr>
        <w:top w:val="none" w:sz="0" w:space="0" w:color="auto"/>
        <w:left w:val="none" w:sz="0" w:space="0" w:color="auto"/>
        <w:bottom w:val="none" w:sz="0" w:space="0" w:color="auto"/>
        <w:right w:val="none" w:sz="0" w:space="0" w:color="auto"/>
      </w:divBdr>
    </w:div>
    <w:div w:id="2144998049">
      <w:bodyDiv w:val="1"/>
      <w:marLeft w:val="0"/>
      <w:marRight w:val="0"/>
      <w:marTop w:val="0"/>
      <w:marBottom w:val="0"/>
      <w:divBdr>
        <w:top w:val="none" w:sz="0" w:space="0" w:color="auto"/>
        <w:left w:val="none" w:sz="0" w:space="0" w:color="auto"/>
        <w:bottom w:val="none" w:sz="0" w:space="0" w:color="auto"/>
        <w:right w:val="none" w:sz="0" w:space="0" w:color="auto"/>
      </w:divBdr>
    </w:div>
    <w:div w:id="2145150108">
      <w:bodyDiv w:val="1"/>
      <w:marLeft w:val="0"/>
      <w:marRight w:val="0"/>
      <w:marTop w:val="0"/>
      <w:marBottom w:val="0"/>
      <w:divBdr>
        <w:top w:val="none" w:sz="0" w:space="0" w:color="auto"/>
        <w:left w:val="none" w:sz="0" w:space="0" w:color="auto"/>
        <w:bottom w:val="none" w:sz="0" w:space="0" w:color="auto"/>
        <w:right w:val="none" w:sz="0" w:space="0" w:color="auto"/>
      </w:divBdr>
    </w:div>
    <w:div w:id="2145805326">
      <w:bodyDiv w:val="1"/>
      <w:marLeft w:val="0"/>
      <w:marRight w:val="0"/>
      <w:marTop w:val="0"/>
      <w:marBottom w:val="0"/>
      <w:divBdr>
        <w:top w:val="none" w:sz="0" w:space="0" w:color="auto"/>
        <w:left w:val="none" w:sz="0" w:space="0" w:color="auto"/>
        <w:bottom w:val="none" w:sz="0" w:space="0" w:color="auto"/>
        <w:right w:val="none" w:sz="0" w:space="0" w:color="auto"/>
      </w:divBdr>
    </w:div>
    <w:div w:id="214677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Dropbox\Work_For_Dad\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B44D4-9B92-4F1E-8FEC-252A5359E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TotalTime>
  <Pages>103</Pages>
  <Words>39194</Words>
  <Characters>223411</Characters>
  <Application>Microsoft Office Word</Application>
  <DocSecurity>0</DocSecurity>
  <Lines>1861</Lines>
  <Paragraphs>524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Medley</dc:creator>
  <cp:lastModifiedBy>Paul Medley</cp:lastModifiedBy>
  <cp:revision>3</cp:revision>
  <dcterms:created xsi:type="dcterms:W3CDTF">2018-05-20T00:28:00Z</dcterms:created>
  <dcterms:modified xsi:type="dcterms:W3CDTF">2018-05-20T00:30:00Z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ear4Word_StyleTitle">
    <vt:lpwstr>ACM SIG Proceedings With Long Author List</vt:lpwstr>
  </property>
</Properties>
</file>